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  <w:rPr>
          <w:rFonts w:hint="eastAsia"/>
        </w:rPr>
      </w:pPr>
      <w:r w:rsidRPr="00065BD0">
        <w:rPr>
          <w:rFonts w:ascii="宋体" w:hAnsi="宋体" w:hint="eastAsia"/>
          <w:b/>
        </w:rPr>
        <w:t>学而思奥数网奥数专题 (</w:t>
      </w:r>
      <w:r w:rsidR="00DC2B4F">
        <w:rPr>
          <w:rFonts w:ascii="宋体" w:hAnsi="宋体" w:hint="eastAsia"/>
          <w:b/>
        </w:rPr>
        <w:t>数论问题</w:t>
      </w:r>
      <w:r w:rsidRPr="00065BD0">
        <w:rPr>
          <w:rFonts w:ascii="宋体" w:hAnsi="宋体" w:hint="eastAsia"/>
          <w:b/>
        </w:rPr>
        <w:t xml:space="preserve">) </w:t>
      </w:r>
    </w:p>
    <w:p w:rsidR="0022359B" w:rsidRPr="00384E60" w:rsidRDefault="0022359B">
      <w:pPr>
        <w:rPr>
          <w:rFonts w:ascii="宋体" w:hAnsi="宋体" w:hint="eastAsia"/>
        </w:rPr>
      </w:pPr>
    </w:p>
    <w:p w:rsidR="0022359B" w:rsidRPr="00402EE9" w:rsidRDefault="0022359B">
      <w:pPr>
        <w:spacing w:afterLines="50"/>
        <w:jc w:val="left"/>
        <w:rPr>
          <w:rFonts w:hint="eastAsia"/>
        </w:rPr>
      </w:pPr>
      <w:r w:rsidRPr="00402EE9">
        <w:rPr>
          <w:rFonts w:ascii="宋体" w:hAnsi="宋体" w:hint="eastAsia"/>
        </w:rPr>
        <w:t>1、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0E6926">
        <w:rPr>
          <w:rFonts w:ascii="宋体" w:hAnsi="宋体" w:hint="eastAsia"/>
        </w:rPr>
        <w:t>位置原理</w:t>
      </w:r>
    </w:p>
    <w:p w:rsidR="0022359B" w:rsidRPr="00402EE9" w:rsidRDefault="0022359B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0E6926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 w:hint="eastAsia"/>
        </w:rPr>
      </w:pPr>
    </w:p>
    <w:p w:rsidR="00090C9E" w:rsidRPr="00402EE9" w:rsidRDefault="0022359B" w:rsidP="008A5B7C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3.8pt;height:59.55pt;z-index:251657216;mso-wrap-style:none" filled="f" fillcolor="#ffc">
            <v:fill color2="#76765e" rotate="t"/>
            <v:textbox style="mso-next-textbox:#_x0000_s1026;mso-fit-shape-to-text:t">
              <w:txbxContent>
                <w:p w:rsidR="000E6926" w:rsidRPr="00971268" w:rsidRDefault="000E6926" w:rsidP="0097126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5076825" cy="276225"/>
                        <wp:effectExtent l="19050" t="0" r="9525" b="0"/>
                        <wp:docPr id="23" name="图片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768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2359B" w:rsidRPr="00402EE9" w:rsidRDefault="0022359B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Default="00643996">
      <w:pPr>
        <w:rPr>
          <w:rFonts w:hint="eastAsia"/>
        </w:rPr>
      </w:pPr>
    </w:p>
    <w:p w:rsidR="003C188A" w:rsidRPr="00384E60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spacing w:afterLines="50"/>
        <w:jc w:val="left"/>
        <w:rPr>
          <w:rFonts w:hint="eastAsia"/>
        </w:rPr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DC2B4F">
        <w:rPr>
          <w:rFonts w:hint="eastAsia"/>
        </w:rPr>
        <w:t>数的进制</w:t>
      </w:r>
      <w:r w:rsidR="00DC2B4F" w:rsidRPr="00402EE9">
        <w:rPr>
          <w:rFonts w:hint="eastAsia"/>
        </w:rPr>
        <w:t xml:space="preserve"> </w:t>
      </w: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941A12">
        <w:rPr>
          <w:rFonts w:hint="eastAsia"/>
        </w:rPr>
        <w:t>高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 id="_x0000_s1041" type="#_x0000_t176" style="position:absolute;left:0;text-align:left;margin-left:0;margin-top:.15pt;width:413.8pt;height:55.5pt;z-index:251658240;mso-wrap-style:none" filled="f" fillcolor="#ffc">
            <v:fill color2="#76765e" rotate="t"/>
            <v:textbox style="mso-fit-shape-to-text:t">
              <w:txbxContent>
                <w:p w:rsidR="003C188A" w:rsidRPr="008A5B7C" w:rsidRDefault="000E6926" w:rsidP="00971268">
                  <w:pPr>
                    <w:spacing w:afterLines="50"/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5010150" cy="361950"/>
                        <wp:effectExtent l="19050" t="0" r="0" b="0"/>
                        <wp:docPr id="28" name="图片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0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643996" w:rsidRPr="00402EE9" w:rsidRDefault="00643996" w:rsidP="00643996">
      <w:pPr>
        <w:jc w:val="center"/>
        <w:rPr>
          <w:rFonts w:ascii="宋体" w:hAnsi="宋体" w:hint="eastAsia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DC2B4F">
        <w:rPr>
          <w:rFonts w:ascii="宋体" w:hAnsi="宋体" w:hint="eastAsia"/>
          <w:b/>
        </w:rPr>
        <w:t>数论</w:t>
      </w:r>
      <w:r w:rsidRPr="00402EE9">
        <w:rPr>
          <w:rFonts w:ascii="宋体" w:hAnsi="宋体" w:hint="eastAsia"/>
          <w:b/>
        </w:rPr>
        <w:t>）</w:t>
      </w:r>
    </w:p>
    <w:p w:rsidR="00941A12" w:rsidRDefault="00971268" w:rsidP="000C210C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941A12">
        <w:rPr>
          <w:rFonts w:ascii="宋体" w:hAnsi="宋体" w:hint="eastAsia"/>
        </w:rPr>
        <w:t>六</w:t>
      </w:r>
      <w:r w:rsidR="00941A12" w:rsidRPr="00402EE9">
        <w:rPr>
          <w:rFonts w:hint="eastAsia"/>
        </w:rPr>
        <w:t>年级</w:t>
      </w:r>
      <w:r w:rsidR="00941A12" w:rsidRPr="00402EE9">
        <w:rPr>
          <w:rFonts w:ascii="宋体" w:hAnsi="宋体" w:hint="eastAsia"/>
        </w:rPr>
        <w:t>行程问题</w:t>
      </w:r>
      <w:r w:rsidR="00941A12" w:rsidRPr="00402EE9">
        <w:rPr>
          <w:rFonts w:hint="eastAsia"/>
        </w:rPr>
        <w:t>：</w:t>
      </w:r>
      <w:r w:rsidR="00DC2B4F">
        <w:rPr>
          <w:rFonts w:ascii="宋体" w:hAnsi="宋体" w:hint="eastAsia"/>
        </w:rPr>
        <w:t>数的进制</w:t>
      </w:r>
      <w:r w:rsidR="00941A12">
        <w:rPr>
          <w:rFonts w:ascii="宋体" w:hAnsi="宋体" w:hint="eastAsia"/>
        </w:rPr>
        <w:t>：</w:t>
      </w:r>
    </w:p>
    <w:p w:rsidR="00941A12" w:rsidRDefault="000E692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085850"/>
            <wp:effectExtent l="1905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0E6926">
        <w:rPr>
          <w:rFonts w:hint="eastAsia"/>
        </w:rPr>
        <w:t>3988</w:t>
      </w:r>
    </w:p>
    <w:p w:rsidR="00DC2B4F" w:rsidRDefault="00DC2B4F">
      <w:pPr>
        <w:rPr>
          <w:rFonts w:hint="eastAsia"/>
        </w:rPr>
      </w:pPr>
    </w:p>
    <w:p w:rsidR="00DC2B4F" w:rsidRDefault="00DC2B4F">
      <w:pPr>
        <w:rPr>
          <w:rFonts w:ascii="宋体" w:hAnsi="宋体"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>
        <w:rPr>
          <w:rFonts w:ascii="宋体" w:hAnsi="宋体" w:hint="eastAsia"/>
        </w:rPr>
        <w:t>数的进制</w:t>
      </w:r>
    </w:p>
    <w:p w:rsidR="00DC2B4F" w:rsidRDefault="000E692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600075"/>
            <wp:effectExtent l="1905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Pr="00971268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0E6926">
        <w:rPr>
          <w:rFonts w:hint="eastAsia"/>
        </w:rPr>
        <w:t>2664</w:t>
      </w:r>
    </w:p>
    <w:sectPr w:rsidR="00DC2B4F" w:rsidRPr="00971268">
      <w:headerReference w:type="default" r:id="rId11"/>
      <w:footerReference w:type="default" r:id="rId12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96C" w:rsidRDefault="0040196C">
      <w:r>
        <w:separator/>
      </w:r>
    </w:p>
  </w:endnote>
  <w:endnote w:type="continuationSeparator" w:id="1">
    <w:p w:rsidR="0040196C" w:rsidRDefault="00401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96C" w:rsidRDefault="0040196C">
      <w:r>
        <w:separator/>
      </w:r>
    </w:p>
  </w:footnote>
  <w:footnote w:type="continuationSeparator" w:id="1">
    <w:p w:rsidR="0040196C" w:rsidRDefault="004019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7"/>
      <w:jc w:val="left"/>
      <w:rPr>
        <w:rFonts w:hint="eastAsia"/>
      </w:rPr>
    </w:pPr>
    <w:r>
      <w:rPr>
        <w:rFonts w:hint="eastAsia"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0E6926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0C9E"/>
    <w:rsid w:val="000C210C"/>
    <w:rsid w:val="000E6926"/>
    <w:rsid w:val="0014570D"/>
    <w:rsid w:val="0022359B"/>
    <w:rsid w:val="002300D2"/>
    <w:rsid w:val="002743B2"/>
    <w:rsid w:val="00384E60"/>
    <w:rsid w:val="003C188A"/>
    <w:rsid w:val="0040196C"/>
    <w:rsid w:val="00402EE9"/>
    <w:rsid w:val="00583F39"/>
    <w:rsid w:val="00643996"/>
    <w:rsid w:val="006E23B3"/>
    <w:rsid w:val="00776690"/>
    <w:rsid w:val="00847D2C"/>
    <w:rsid w:val="008A5B7C"/>
    <w:rsid w:val="00941A12"/>
    <w:rsid w:val="00971268"/>
    <w:rsid w:val="00991599"/>
    <w:rsid w:val="00B82FE6"/>
    <w:rsid w:val="00BE210F"/>
    <w:rsid w:val="00DC2B4F"/>
    <w:rsid w:val="00DD0B23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basedOn w:val="a0"/>
    <w:qFormat/>
    <w:rPr>
      <w:b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pPr>
      <w:widowControl/>
    </w:pPr>
    <w:rPr>
      <w:kern w:val="0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</w:rPr>
  </w:style>
  <w:style w:type="paragraph" w:customStyle="1" w:styleId="Char">
    <w:name w:val=" 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2</cp:revision>
  <cp:lastPrinted>1899-12-30T00:00:00Z</cp:lastPrinted>
  <dcterms:created xsi:type="dcterms:W3CDTF">2011-03-29T06:05:00Z</dcterms:created>
  <dcterms:modified xsi:type="dcterms:W3CDTF">2011-03-29T06:05:00Z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