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sz w:val="10"/>
          <w:szCs w:val="10"/>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sz w:val="17"/>
          <w:szCs w:val="17"/>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sz w:val="17"/>
          <w:szCs w:val="17"/>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sz w:val="17"/>
          <w:szCs w:val="17"/>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sz w:val="17"/>
          <w:szCs w:val="17"/>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sz w:val="17"/>
          <w:szCs w:val="17"/>
        </w:rPr>
      </w:pPr>
    </w:p>
    <w:p>
      <w:pPr>
        <w:keepNext w:val="0"/>
        <w:keepLines w:val="0"/>
        <w:pageBreakBefore w:val="0"/>
        <w:widowControl w:val="0"/>
        <w:kinsoku/>
        <w:wordWrap/>
        <w:overflowPunct/>
        <w:topLinePunct w:val="0"/>
        <w:autoSpaceDE/>
        <w:autoSpaceDN/>
        <w:bidi w:val="0"/>
        <w:adjustRightInd/>
        <w:snapToGrid/>
        <w:spacing w:line="240" w:lineRule="auto"/>
        <w:ind w:left="321"/>
        <w:jc w:val="center"/>
        <w:textAlignment w:val="auto"/>
        <w:outlineLvl w:val="9"/>
        <w:rPr>
          <w:rFonts w:ascii="宋体" w:cs="宋体"/>
          <w:sz w:val="36"/>
          <w:szCs w:val="36"/>
          <w:lang w:eastAsia="zh-CN"/>
        </w:rPr>
      </w:pPr>
      <w:r>
        <w:rPr>
          <w:rFonts w:ascii="宋体" w:hAnsi="宋体" w:cs="宋体"/>
          <w:sz w:val="36"/>
          <w:szCs w:val="36"/>
          <w:lang w:eastAsia="zh-CN"/>
        </w:rPr>
        <w:t xml:space="preserve">2017 </w:t>
      </w:r>
      <w:r>
        <w:rPr>
          <w:rFonts w:hint="eastAsia" w:ascii="宋体" w:hAnsi="宋体" w:cs="宋体"/>
          <w:sz w:val="36"/>
          <w:szCs w:val="36"/>
          <w:lang w:eastAsia="zh-CN"/>
        </w:rPr>
        <w:t>年秋季七年级期中联考</w:t>
      </w:r>
    </w:p>
    <w:p>
      <w:pPr>
        <w:keepNext w:val="0"/>
        <w:keepLines w:val="0"/>
        <w:pageBreakBefore w:val="0"/>
        <w:widowControl w:val="0"/>
        <w:kinsoku/>
        <w:wordWrap/>
        <w:overflowPunct/>
        <w:topLinePunct w:val="0"/>
        <w:autoSpaceDE/>
        <w:autoSpaceDN/>
        <w:bidi w:val="0"/>
        <w:adjustRightInd/>
        <w:snapToGrid/>
        <w:spacing w:line="240" w:lineRule="auto"/>
        <w:ind w:left="321"/>
        <w:jc w:val="center"/>
        <w:textAlignment w:val="auto"/>
        <w:outlineLvl w:val="9"/>
        <w:rPr>
          <w:rFonts w:ascii="Arial Unicode MS" w:hAnsi="Arial Unicode MS" w:eastAsia="Arial Unicode MS" w:cs="Arial Unicode MS"/>
          <w:sz w:val="40"/>
          <w:szCs w:val="40"/>
          <w:lang w:eastAsia="zh-CN"/>
        </w:rPr>
      </w:pPr>
      <w:r>
        <w:rPr>
          <w:rFonts w:hint="eastAsia" w:ascii="Arial Unicode MS" w:hAnsi="Arial Unicode MS" w:eastAsia="Arial Unicode MS" w:cs="Arial Unicode MS"/>
          <w:spacing w:val="-2"/>
          <w:sz w:val="40"/>
          <w:szCs w:val="40"/>
          <w:lang w:eastAsia="zh-CN"/>
        </w:rPr>
        <w:t>语文试题</w:t>
      </w:r>
    </w:p>
    <w:p>
      <w:pPr>
        <w:keepNext w:val="0"/>
        <w:keepLines w:val="0"/>
        <w:pageBreakBefore w:val="0"/>
        <w:widowControl w:val="0"/>
        <w:tabs>
          <w:tab w:val="left" w:pos="2421"/>
        </w:tabs>
        <w:kinsoku/>
        <w:wordWrap/>
        <w:overflowPunct/>
        <w:topLinePunct w:val="0"/>
        <w:autoSpaceDE/>
        <w:autoSpaceDN/>
        <w:bidi w:val="0"/>
        <w:adjustRightInd/>
        <w:snapToGrid/>
        <w:spacing w:line="240" w:lineRule="auto"/>
        <w:ind w:left="321"/>
        <w:jc w:val="center"/>
        <w:textAlignment w:val="auto"/>
        <w:outlineLvl w:val="9"/>
        <w:rPr>
          <w:rFonts w:ascii="宋体" w:cs="宋体"/>
          <w:sz w:val="21"/>
          <w:szCs w:val="21"/>
          <w:lang w:eastAsia="zh-CN"/>
        </w:rPr>
      </w:pPr>
      <w:r>
        <w:rPr>
          <w:rFonts w:hint="eastAsia" w:ascii="宋体" w:hAnsi="宋体" w:cs="宋体"/>
          <w:sz w:val="21"/>
          <w:szCs w:val="21"/>
          <w:lang w:eastAsia="zh-CN"/>
        </w:rPr>
        <w:t>（考试时间</w:t>
      </w:r>
      <w:r>
        <w:rPr>
          <w:rFonts w:ascii="宋体" w:hAnsi="宋体" w:cs="宋体"/>
          <w:spacing w:val="-62"/>
          <w:sz w:val="21"/>
          <w:szCs w:val="21"/>
          <w:lang w:eastAsia="zh-CN"/>
        </w:rPr>
        <w:t xml:space="preserve"> </w:t>
      </w:r>
      <w:r>
        <w:rPr>
          <w:rFonts w:ascii="宋体" w:hAnsi="宋体" w:cs="宋体"/>
          <w:sz w:val="21"/>
          <w:szCs w:val="21"/>
          <w:lang w:eastAsia="zh-CN"/>
        </w:rPr>
        <w:t>120</w:t>
      </w:r>
      <w:r>
        <w:rPr>
          <w:rFonts w:ascii="宋体" w:hAnsi="宋体" w:cs="宋体"/>
          <w:spacing w:val="-63"/>
          <w:sz w:val="21"/>
          <w:szCs w:val="21"/>
          <w:lang w:eastAsia="zh-CN"/>
        </w:rPr>
        <w:t xml:space="preserve"> </w:t>
      </w:r>
      <w:r>
        <w:rPr>
          <w:rFonts w:hint="eastAsia" w:ascii="宋体" w:hAnsi="宋体" w:cs="宋体"/>
          <w:spacing w:val="-1"/>
          <w:sz w:val="21"/>
          <w:szCs w:val="21"/>
          <w:lang w:eastAsia="zh-CN"/>
        </w:rPr>
        <w:t>分钟</w:t>
      </w:r>
      <w:r>
        <w:rPr>
          <w:rFonts w:ascii="宋体" w:cs="宋体"/>
          <w:spacing w:val="-1"/>
          <w:sz w:val="21"/>
          <w:szCs w:val="21"/>
          <w:lang w:eastAsia="zh-CN"/>
        </w:rPr>
        <w:tab/>
      </w:r>
      <w:r>
        <w:rPr>
          <w:rFonts w:hint="eastAsia" w:ascii="宋体" w:hAnsi="宋体" w:cs="宋体"/>
          <w:spacing w:val="-1"/>
          <w:sz w:val="21"/>
          <w:szCs w:val="21"/>
          <w:lang w:eastAsia="zh-CN"/>
        </w:rPr>
        <w:t>满分</w:t>
      </w:r>
      <w:r>
        <w:rPr>
          <w:rFonts w:ascii="宋体" w:hAnsi="宋体" w:cs="宋体"/>
          <w:spacing w:val="-56"/>
          <w:sz w:val="21"/>
          <w:szCs w:val="21"/>
          <w:lang w:eastAsia="zh-CN"/>
        </w:rPr>
        <w:t xml:space="preserve"> </w:t>
      </w:r>
      <w:r>
        <w:rPr>
          <w:rFonts w:ascii="宋体" w:hAnsi="宋体" w:cs="宋体"/>
          <w:sz w:val="21"/>
          <w:szCs w:val="21"/>
          <w:lang w:eastAsia="zh-CN"/>
        </w:rPr>
        <w:t>120</w:t>
      </w:r>
      <w:r>
        <w:rPr>
          <w:rFonts w:ascii="宋体" w:hAnsi="宋体" w:cs="宋体"/>
          <w:spacing w:val="-55"/>
          <w:sz w:val="21"/>
          <w:szCs w:val="21"/>
          <w:lang w:eastAsia="zh-CN"/>
        </w:rPr>
        <w:t xml:space="preserve"> </w:t>
      </w:r>
      <w:r>
        <w:rPr>
          <w:rFonts w:hint="eastAsia" w:ascii="宋体" w:hAnsi="宋体" w:cs="宋体"/>
          <w:sz w:val="21"/>
          <w:szCs w:val="21"/>
          <w:lang w:eastAsia="zh-CN"/>
        </w:rPr>
        <w:t>分</w:t>
      </w:r>
      <w:r>
        <w:rPr>
          <w:rFonts w:ascii="宋体" w:hAnsi="宋体" w:cs="宋体"/>
          <w:spacing w:val="-6"/>
          <w:sz w:val="21"/>
          <w:szCs w:val="21"/>
          <w:lang w:eastAsia="zh-CN"/>
        </w:rPr>
        <w:t xml:space="preserve"> </w:t>
      </w:r>
      <w:r>
        <w:rPr>
          <w:rFonts w:hint="eastAsia" w:ascii="宋体" w:hAnsi="宋体" w:cs="宋体"/>
          <w:sz w:val="21"/>
          <w:szCs w:val="21"/>
          <w:lang w:eastAsia="zh-CN"/>
        </w:rPr>
        <w:t>）</w:t>
      </w:r>
    </w:p>
    <w:p>
      <w:pPr>
        <w:keepNext w:val="0"/>
        <w:keepLines w:val="0"/>
        <w:pageBreakBefore w:val="0"/>
        <w:widowControl w:val="0"/>
        <w:tabs>
          <w:tab w:val="left" w:pos="5931"/>
          <w:tab w:val="left" w:pos="6044"/>
        </w:tabs>
        <w:kinsoku/>
        <w:wordWrap/>
        <w:overflowPunct/>
        <w:topLinePunct w:val="0"/>
        <w:autoSpaceDE/>
        <w:autoSpaceDN/>
        <w:bidi w:val="0"/>
        <w:adjustRightInd/>
        <w:snapToGrid/>
        <w:spacing w:line="240" w:lineRule="auto"/>
        <w:ind w:left="1724" w:right="3553" w:firstLine="2760"/>
        <w:textAlignment w:val="auto"/>
        <w:outlineLvl w:val="9"/>
        <w:rPr>
          <w:rFonts w:ascii="宋体" w:cs="宋体"/>
          <w:spacing w:val="23"/>
          <w:sz w:val="24"/>
          <w:szCs w:val="24"/>
          <w:lang w:eastAsia="zh-CN"/>
        </w:rPr>
      </w:pPr>
      <w:r>
        <w:rPr>
          <w:rFonts w:hint="eastAsia" w:ascii="微软雅黑" w:hAnsi="微软雅黑" w:eastAsia="微软雅黑" w:cs="微软雅黑"/>
          <w:b/>
          <w:bCs/>
          <w:w w:val="95"/>
          <w:sz w:val="32"/>
          <w:szCs w:val="32"/>
          <w:lang w:eastAsia="zh-CN"/>
        </w:rPr>
        <w:t>第Ⅰ卷</w:t>
      </w:r>
      <w:r>
        <w:rPr>
          <w:rFonts w:ascii="微软雅黑" w:hAnsi="微软雅黑" w:eastAsia="微软雅黑" w:cs="微软雅黑"/>
          <w:b/>
          <w:bCs/>
          <w:w w:val="95"/>
          <w:sz w:val="32"/>
          <w:szCs w:val="32"/>
          <w:lang w:eastAsia="zh-CN"/>
        </w:rPr>
        <w:tab/>
      </w:r>
      <w:r>
        <w:rPr>
          <w:rFonts w:hint="eastAsia" w:ascii="微软雅黑" w:hAnsi="微软雅黑" w:eastAsia="微软雅黑" w:cs="微软雅黑"/>
          <w:b/>
          <w:bCs/>
          <w:sz w:val="32"/>
          <w:szCs w:val="32"/>
          <w:lang w:eastAsia="zh-CN"/>
        </w:rPr>
        <w:t>选择题</w:t>
      </w:r>
      <w:r>
        <w:rPr>
          <w:rFonts w:hint="eastAsia" w:ascii="微软雅黑" w:hAnsi="微软雅黑" w:eastAsia="微软雅黑" w:cs="微软雅黑"/>
          <w:b/>
          <w:bCs/>
          <w:sz w:val="24"/>
          <w:szCs w:val="24"/>
          <w:lang w:eastAsia="zh-CN"/>
        </w:rPr>
        <w:t>（共</w:t>
      </w:r>
      <w:r>
        <w:rPr>
          <w:rFonts w:ascii="微软雅黑" w:hAnsi="微软雅黑" w:eastAsia="微软雅黑" w:cs="微软雅黑"/>
          <w:b/>
          <w:bCs/>
          <w:spacing w:val="13"/>
          <w:sz w:val="24"/>
          <w:szCs w:val="24"/>
          <w:lang w:eastAsia="zh-CN"/>
        </w:rPr>
        <w:t xml:space="preserve"> </w:t>
      </w:r>
      <w:r>
        <w:rPr>
          <w:rFonts w:ascii="微软雅黑" w:hAnsi="微软雅黑" w:eastAsia="微软雅黑" w:cs="微软雅黑"/>
          <w:b/>
          <w:bCs/>
          <w:sz w:val="24"/>
          <w:szCs w:val="24"/>
          <w:lang w:eastAsia="zh-CN"/>
        </w:rPr>
        <w:t>30</w:t>
      </w:r>
      <w:r>
        <w:rPr>
          <w:rFonts w:ascii="微软雅黑" w:hAnsi="微软雅黑" w:eastAsia="微软雅黑" w:cs="微软雅黑"/>
          <w:b/>
          <w:bCs/>
          <w:spacing w:val="11"/>
          <w:sz w:val="24"/>
          <w:szCs w:val="24"/>
          <w:lang w:eastAsia="zh-CN"/>
        </w:rPr>
        <w:t xml:space="preserve"> </w:t>
      </w:r>
      <w:r>
        <w:rPr>
          <w:rFonts w:hint="eastAsia" w:ascii="微软雅黑" w:hAnsi="微软雅黑" w:eastAsia="微软雅黑" w:cs="微软雅黑"/>
          <w:b/>
          <w:bCs/>
          <w:sz w:val="24"/>
          <w:szCs w:val="24"/>
          <w:lang w:eastAsia="zh-CN"/>
        </w:rPr>
        <w:t>分）</w:t>
      </w:r>
      <w:r>
        <w:rPr>
          <w:rFonts w:ascii="微软雅黑" w:hAnsi="微软雅黑" w:eastAsia="微软雅黑" w:cs="微软雅黑"/>
          <w:b/>
          <w:bCs/>
          <w:spacing w:val="25"/>
          <w:sz w:val="24"/>
          <w:szCs w:val="24"/>
          <w:lang w:eastAsia="zh-CN"/>
        </w:rPr>
        <w:t xml:space="preserve"> </w:t>
      </w:r>
      <w:r>
        <w:rPr>
          <w:rFonts w:hint="eastAsia" w:ascii="Arial Unicode MS" w:hAnsi="Arial Unicode MS" w:eastAsia="Arial Unicode MS" w:cs="Arial Unicode MS"/>
          <w:spacing w:val="-2"/>
          <w:sz w:val="28"/>
          <w:szCs w:val="28"/>
          <w:lang w:eastAsia="zh-CN"/>
        </w:rPr>
        <w:t>一、基础知识积累与运用</w:t>
      </w:r>
      <w:r>
        <w:rPr>
          <w:rFonts w:ascii="宋体" w:hAnsi="宋体" w:cs="宋体"/>
          <w:spacing w:val="-2"/>
          <w:sz w:val="24"/>
          <w:szCs w:val="24"/>
          <w:lang w:eastAsia="zh-CN"/>
        </w:rPr>
        <w:t>(12</w:t>
      </w:r>
      <w:r>
        <w:rPr>
          <w:rFonts w:ascii="宋体" w:hAnsi="宋体" w:cs="宋体"/>
          <w:spacing w:val="-60"/>
          <w:sz w:val="24"/>
          <w:szCs w:val="24"/>
          <w:lang w:eastAsia="zh-CN"/>
        </w:rPr>
        <w:t xml:space="preserve"> </w:t>
      </w:r>
      <w:r>
        <w:rPr>
          <w:rFonts w:hint="eastAsia" w:ascii="宋体" w:hAnsi="宋体" w:cs="宋体"/>
          <w:sz w:val="24"/>
          <w:szCs w:val="24"/>
          <w:lang w:eastAsia="zh-CN"/>
        </w:rPr>
        <w:t>分</w:t>
      </w:r>
      <w:r>
        <w:rPr>
          <w:rFonts w:ascii="宋体" w:hAnsi="宋体" w:cs="宋体"/>
          <w:sz w:val="24"/>
          <w:szCs w:val="24"/>
          <w:lang w:eastAsia="zh-CN"/>
        </w:rPr>
        <w:t>)</w:t>
      </w:r>
      <w:r>
        <w:rPr>
          <w:rFonts w:ascii="宋体" w:hAnsi="宋体" w:cs="宋体"/>
          <w:spacing w:val="23"/>
          <w:sz w:val="24"/>
          <w:szCs w:val="24"/>
          <w:lang w:eastAsia="zh-CN"/>
        </w:rPr>
        <w:t xml:space="preserve"> </w:t>
      </w:r>
    </w:p>
    <w:p>
      <w:pPr>
        <w:keepNext w:val="0"/>
        <w:keepLines w:val="0"/>
        <w:pageBreakBefore w:val="0"/>
        <w:widowControl w:val="0"/>
        <w:tabs>
          <w:tab w:val="left" w:pos="5931"/>
          <w:tab w:val="left" w:pos="6044"/>
        </w:tabs>
        <w:kinsoku/>
        <w:wordWrap/>
        <w:overflowPunct/>
        <w:topLinePunct w:val="0"/>
        <w:autoSpaceDE/>
        <w:autoSpaceDN/>
        <w:bidi w:val="0"/>
        <w:adjustRightInd/>
        <w:snapToGrid/>
        <w:spacing w:line="240" w:lineRule="auto"/>
        <w:ind w:left="1724" w:right="3553"/>
        <w:textAlignment w:val="auto"/>
        <w:outlineLvl w:val="9"/>
        <w:rPr>
          <w:rFonts w:ascii="宋体" w:cs="宋体"/>
          <w:sz w:val="24"/>
          <w:szCs w:val="24"/>
          <w:lang w:eastAsia="zh-CN"/>
        </w:rPr>
      </w:pPr>
      <w:r>
        <w:rPr>
          <w:rFonts w:ascii="宋体" w:hAnsi="宋体" w:cs="宋体"/>
          <w:sz w:val="24"/>
          <w:szCs w:val="24"/>
          <w:lang w:eastAsia="zh-CN"/>
        </w:rPr>
        <w:t>1</w:t>
      </w:r>
      <w:r>
        <w:rPr>
          <w:rFonts w:hint="eastAsia" w:ascii="宋体" w:hAnsi="宋体" w:cs="宋体"/>
          <w:sz w:val="24"/>
          <w:szCs w:val="24"/>
          <w:lang w:eastAsia="zh-CN"/>
        </w:rPr>
        <w:t>、下列加横线字注音正确的一项是（</w:t>
      </w:r>
      <w:r>
        <w:rPr>
          <w:rFonts w:ascii="宋体" w:cs="宋体"/>
          <w:sz w:val="24"/>
          <w:szCs w:val="24"/>
          <w:lang w:eastAsia="zh-CN"/>
        </w:rPr>
        <w:tab/>
      </w:r>
      <w:r>
        <w:rPr>
          <w:rFonts w:ascii="宋体" w:cs="宋体"/>
          <w:sz w:val="24"/>
          <w:szCs w:val="24"/>
          <w:lang w:eastAsia="zh-CN"/>
        </w:rPr>
        <w:tab/>
      </w:r>
      <w:r>
        <w:rPr>
          <w:rFonts w:hint="eastAsia" w:ascii="宋体" w:hAnsi="宋体" w:cs="宋体"/>
          <w:spacing w:val="-120"/>
          <w:sz w:val="24"/>
          <w:szCs w:val="24"/>
          <w:lang w:eastAsia="zh-CN"/>
        </w:rPr>
        <w:t>）</w:t>
      </w:r>
      <w:r>
        <w:rPr>
          <w:rFonts w:hint="eastAsia" w:ascii="宋体" w:hAnsi="宋体" w:cs="宋体"/>
          <w:sz w:val="24"/>
          <w:szCs w:val="24"/>
          <w:lang w:eastAsia="zh-CN"/>
        </w:rPr>
        <w:t>（</w:t>
      </w:r>
      <w:r>
        <w:rPr>
          <w:rFonts w:ascii="宋体" w:hAnsi="宋体" w:cs="宋体"/>
          <w:sz w:val="24"/>
          <w:szCs w:val="24"/>
          <w:lang w:eastAsia="zh-CN"/>
        </w:rPr>
        <w:t>3</w:t>
      </w:r>
      <w:r>
        <w:rPr>
          <w:rFonts w:ascii="宋体" w:hAnsi="宋体" w:cs="宋体"/>
          <w:spacing w:val="-60"/>
          <w:sz w:val="24"/>
          <w:szCs w:val="24"/>
          <w:lang w:eastAsia="zh-CN"/>
        </w:rPr>
        <w:t xml:space="preserve"> </w:t>
      </w:r>
      <w:r>
        <w:rPr>
          <w:rFonts w:hint="eastAsia" w:ascii="宋体" w:hAnsi="宋体" w:cs="宋体"/>
          <w:sz w:val="24"/>
          <w:szCs w:val="24"/>
          <w:lang w:eastAsia="zh-CN"/>
        </w:rPr>
        <w:t>分）</w:t>
      </w:r>
    </w:p>
    <w:p>
      <w:pPr>
        <w:keepNext w:val="0"/>
        <w:keepLines w:val="0"/>
        <w:pageBreakBefore w:val="0"/>
        <w:widowControl w:val="0"/>
        <w:tabs>
          <w:tab w:val="left" w:pos="3709"/>
          <w:tab w:val="left" w:pos="5178"/>
          <w:tab w:val="left" w:pos="5235"/>
          <w:tab w:val="left" w:pos="6531"/>
        </w:tabs>
        <w:kinsoku/>
        <w:wordWrap/>
        <w:overflowPunct/>
        <w:topLinePunct w:val="0"/>
        <w:autoSpaceDE/>
        <w:autoSpaceDN/>
        <w:bidi w:val="0"/>
        <w:adjustRightInd/>
        <w:snapToGrid/>
        <w:spacing w:line="240" w:lineRule="auto"/>
        <w:ind w:left="2041" w:right="4106"/>
        <w:textAlignment w:val="auto"/>
        <w:outlineLvl w:val="9"/>
        <w:rPr>
          <w:rFonts w:ascii="宋体" w:cs="宋体"/>
          <w:sz w:val="21"/>
          <w:szCs w:val="21"/>
          <w:lang w:eastAsia="zh-CN"/>
        </w:rPr>
      </w:pPr>
      <w:r>
        <w:rPr>
          <w:rFonts w:ascii="Times New Roman" w:hAnsi="Times New Roman"/>
          <w:w w:val="95"/>
          <w:sz w:val="21"/>
          <w:szCs w:val="21"/>
          <w:lang w:eastAsia="zh-CN"/>
        </w:rPr>
        <w:t>A</w:t>
      </w:r>
      <w:r>
        <w:rPr>
          <w:rFonts w:hint="eastAsia" w:ascii="宋体" w:hAnsi="宋体" w:cs="宋体"/>
          <w:w w:val="95"/>
          <w:sz w:val="21"/>
          <w:szCs w:val="21"/>
          <w:lang w:eastAsia="zh-CN"/>
        </w:rPr>
        <w:t>、感</w:t>
      </w:r>
      <w:r>
        <w:rPr>
          <w:rFonts w:hint="eastAsia" w:ascii="宋体" w:hAnsi="宋体" w:cs="宋体"/>
          <w:w w:val="95"/>
          <w:sz w:val="21"/>
          <w:szCs w:val="21"/>
          <w:u w:val="single" w:color="000000"/>
          <w:lang w:eastAsia="zh-CN"/>
        </w:rPr>
        <w:t>慨</w:t>
      </w:r>
      <w:r>
        <w:rPr>
          <w:rFonts w:hint="eastAsia" w:ascii="宋体" w:hAnsi="宋体" w:cs="宋体"/>
          <w:w w:val="95"/>
          <w:sz w:val="21"/>
          <w:szCs w:val="21"/>
          <w:lang w:eastAsia="zh-CN"/>
        </w:rPr>
        <w:t>（</w:t>
      </w:r>
      <w:r>
        <w:rPr>
          <w:rFonts w:ascii="Times New Roman" w:hAnsi="Times New Roman"/>
          <w:w w:val="95"/>
          <w:sz w:val="21"/>
          <w:szCs w:val="21"/>
          <w:lang w:eastAsia="zh-CN"/>
        </w:rPr>
        <w:t>kǎi</w:t>
      </w:r>
      <w:r>
        <w:rPr>
          <w:rFonts w:hint="eastAsia" w:ascii="宋体" w:hAnsi="宋体" w:cs="宋体"/>
          <w:w w:val="95"/>
          <w:sz w:val="21"/>
          <w:szCs w:val="21"/>
          <w:lang w:eastAsia="zh-CN"/>
        </w:rPr>
        <w:t>）</w:t>
      </w:r>
      <w:r>
        <w:rPr>
          <w:rFonts w:ascii="宋体" w:cs="宋体"/>
          <w:w w:val="95"/>
          <w:sz w:val="21"/>
          <w:szCs w:val="21"/>
          <w:lang w:eastAsia="zh-CN"/>
        </w:rPr>
        <w:tab/>
      </w:r>
      <w:r>
        <w:rPr>
          <w:rFonts w:hint="eastAsia" w:ascii="宋体" w:hAnsi="宋体" w:cs="宋体"/>
          <w:w w:val="95"/>
          <w:sz w:val="21"/>
          <w:szCs w:val="21"/>
          <w:lang w:eastAsia="zh-CN"/>
        </w:rPr>
        <w:t>孤</w:t>
      </w:r>
      <w:r>
        <w:rPr>
          <w:rFonts w:hint="eastAsia" w:ascii="宋体" w:hAnsi="宋体" w:cs="宋体"/>
          <w:w w:val="95"/>
          <w:sz w:val="21"/>
          <w:szCs w:val="21"/>
          <w:u w:val="single" w:color="000000"/>
          <w:lang w:eastAsia="zh-CN"/>
        </w:rPr>
        <w:t>僻</w:t>
      </w:r>
      <w:r>
        <w:rPr>
          <w:rFonts w:hint="eastAsia" w:ascii="宋体" w:hAnsi="宋体" w:cs="宋体"/>
          <w:w w:val="95"/>
          <w:sz w:val="21"/>
          <w:szCs w:val="21"/>
          <w:lang w:eastAsia="zh-CN"/>
        </w:rPr>
        <w:t>（</w:t>
      </w:r>
      <w:r>
        <w:rPr>
          <w:rFonts w:ascii="Times New Roman" w:hAnsi="Times New Roman"/>
          <w:w w:val="95"/>
          <w:sz w:val="21"/>
          <w:szCs w:val="21"/>
          <w:lang w:eastAsia="zh-CN"/>
        </w:rPr>
        <w:t>pì</w:t>
      </w:r>
      <w:r>
        <w:rPr>
          <w:rFonts w:hint="eastAsia" w:ascii="宋体" w:hAnsi="宋体" w:cs="宋体"/>
          <w:w w:val="95"/>
          <w:sz w:val="21"/>
          <w:szCs w:val="21"/>
          <w:lang w:eastAsia="zh-CN"/>
        </w:rPr>
        <w:t>）</w:t>
      </w:r>
      <w:r>
        <w:rPr>
          <w:rFonts w:ascii="宋体" w:cs="宋体"/>
          <w:w w:val="95"/>
          <w:sz w:val="21"/>
          <w:szCs w:val="21"/>
          <w:lang w:eastAsia="zh-CN"/>
        </w:rPr>
        <w:tab/>
      </w:r>
      <w:r>
        <w:rPr>
          <w:rFonts w:ascii="宋体" w:cs="宋体"/>
          <w:w w:val="95"/>
          <w:sz w:val="21"/>
          <w:szCs w:val="21"/>
          <w:lang w:eastAsia="zh-CN"/>
        </w:rPr>
        <w:tab/>
      </w:r>
      <w:r>
        <w:rPr>
          <w:rFonts w:hint="eastAsia" w:ascii="宋体" w:hAnsi="宋体" w:cs="宋体"/>
          <w:w w:val="95"/>
          <w:sz w:val="21"/>
          <w:szCs w:val="21"/>
          <w:u w:val="single" w:color="000000"/>
          <w:lang w:eastAsia="zh-CN"/>
        </w:rPr>
        <w:t>诀</w:t>
      </w:r>
      <w:r>
        <w:rPr>
          <w:rFonts w:hint="eastAsia" w:ascii="宋体" w:hAnsi="宋体" w:cs="宋体"/>
          <w:w w:val="95"/>
          <w:sz w:val="21"/>
          <w:szCs w:val="21"/>
          <w:lang w:eastAsia="zh-CN"/>
        </w:rPr>
        <w:t>别（</w:t>
      </w:r>
      <w:r>
        <w:rPr>
          <w:rFonts w:ascii="Times New Roman" w:hAnsi="Times New Roman"/>
          <w:w w:val="95"/>
          <w:sz w:val="21"/>
          <w:szCs w:val="21"/>
          <w:lang w:eastAsia="zh-CN"/>
        </w:rPr>
        <w:t>júe</w:t>
      </w:r>
      <w:r>
        <w:rPr>
          <w:rFonts w:hint="eastAsia" w:ascii="宋体" w:hAnsi="宋体" w:cs="宋体"/>
          <w:w w:val="95"/>
          <w:sz w:val="21"/>
          <w:szCs w:val="21"/>
          <w:lang w:eastAsia="zh-CN"/>
        </w:rPr>
        <w:t>）</w:t>
      </w:r>
      <w:r>
        <w:rPr>
          <w:rFonts w:ascii="宋体" w:cs="宋体"/>
          <w:w w:val="95"/>
          <w:sz w:val="21"/>
          <w:szCs w:val="21"/>
          <w:lang w:eastAsia="zh-CN"/>
        </w:rPr>
        <w:tab/>
      </w:r>
      <w:r>
        <w:rPr>
          <w:rFonts w:hint="eastAsia" w:ascii="宋体" w:hAnsi="宋体" w:cs="宋体"/>
          <w:spacing w:val="-1"/>
          <w:sz w:val="21"/>
          <w:szCs w:val="21"/>
          <w:u w:val="single" w:color="000000"/>
          <w:lang w:eastAsia="zh-CN"/>
        </w:rPr>
        <w:t>嘈</w:t>
      </w:r>
      <w:r>
        <w:rPr>
          <w:rFonts w:hint="eastAsia" w:ascii="宋体" w:hAnsi="宋体" w:cs="宋体"/>
          <w:spacing w:val="-1"/>
          <w:sz w:val="21"/>
          <w:szCs w:val="21"/>
          <w:lang w:eastAsia="zh-CN"/>
        </w:rPr>
        <w:t>杂（</w:t>
      </w:r>
      <w:r>
        <w:rPr>
          <w:rFonts w:ascii="宋体" w:hAnsi="宋体" w:cs="宋体"/>
          <w:spacing w:val="-10"/>
          <w:sz w:val="21"/>
          <w:szCs w:val="21"/>
          <w:lang w:eastAsia="zh-CN"/>
        </w:rPr>
        <w:t xml:space="preserve"> </w:t>
      </w:r>
      <w:r>
        <w:rPr>
          <w:rFonts w:ascii="Times New Roman" w:hAnsi="Times New Roman"/>
          <w:sz w:val="21"/>
          <w:szCs w:val="21"/>
          <w:lang w:eastAsia="zh-CN"/>
        </w:rPr>
        <w:t>cáo</w:t>
      </w:r>
      <w:r>
        <w:rPr>
          <w:rFonts w:hint="eastAsia" w:ascii="宋体" w:hAnsi="宋体" w:cs="宋体"/>
          <w:sz w:val="21"/>
          <w:szCs w:val="21"/>
          <w:lang w:eastAsia="zh-CN"/>
        </w:rPr>
        <w:t>）</w:t>
      </w:r>
      <w:r>
        <w:rPr>
          <w:rFonts w:ascii="宋体" w:hAnsi="宋体" w:cs="宋体"/>
          <w:spacing w:val="28"/>
          <w:w w:val="99"/>
          <w:sz w:val="21"/>
          <w:szCs w:val="21"/>
          <w:lang w:eastAsia="zh-CN"/>
        </w:rPr>
        <w:t xml:space="preserve"> </w:t>
      </w:r>
      <w:r>
        <w:rPr>
          <w:rFonts w:ascii="Times New Roman" w:hAnsi="Times New Roman"/>
          <w:sz w:val="21"/>
          <w:szCs w:val="21"/>
          <w:lang w:eastAsia="zh-CN"/>
        </w:rPr>
        <w:t>B</w:t>
      </w:r>
      <w:r>
        <w:rPr>
          <w:rFonts w:hint="eastAsia" w:ascii="宋体" w:hAnsi="宋体" w:cs="宋体"/>
          <w:sz w:val="21"/>
          <w:szCs w:val="21"/>
          <w:lang w:eastAsia="zh-CN"/>
        </w:rPr>
        <w:t>、赞</w:t>
      </w:r>
      <w:r>
        <w:rPr>
          <w:rFonts w:hint="eastAsia" w:ascii="宋体" w:hAnsi="宋体" w:cs="宋体"/>
          <w:sz w:val="21"/>
          <w:szCs w:val="21"/>
          <w:u w:val="single" w:color="000000"/>
          <w:lang w:eastAsia="zh-CN"/>
        </w:rPr>
        <w:t>誉</w:t>
      </w:r>
      <w:r>
        <w:rPr>
          <w:rFonts w:hint="eastAsia" w:ascii="宋体" w:hAnsi="宋体" w:cs="宋体"/>
          <w:sz w:val="21"/>
          <w:szCs w:val="21"/>
          <w:lang w:eastAsia="zh-CN"/>
        </w:rPr>
        <w:t>（</w:t>
      </w:r>
      <w:r>
        <w:rPr>
          <w:rFonts w:ascii="Times New Roman" w:hAnsi="Times New Roman"/>
          <w:sz w:val="21"/>
          <w:szCs w:val="21"/>
          <w:lang w:eastAsia="zh-CN"/>
        </w:rPr>
        <w:t>yù</w:t>
      </w:r>
      <w:r>
        <w:rPr>
          <w:rFonts w:hint="eastAsia" w:ascii="宋体" w:hAnsi="宋体" w:cs="宋体"/>
          <w:sz w:val="21"/>
          <w:szCs w:val="21"/>
          <w:lang w:eastAsia="zh-CN"/>
        </w:rPr>
        <w:t>）</w:t>
      </w:r>
      <w:r>
        <w:rPr>
          <w:rFonts w:ascii="宋体" w:cs="宋体"/>
          <w:sz w:val="21"/>
          <w:szCs w:val="21"/>
          <w:lang w:eastAsia="zh-CN"/>
        </w:rPr>
        <w:tab/>
      </w:r>
      <w:r>
        <w:rPr>
          <w:rFonts w:hint="eastAsia" w:ascii="宋体" w:hAnsi="宋体" w:cs="宋体"/>
          <w:sz w:val="21"/>
          <w:szCs w:val="21"/>
          <w:lang w:eastAsia="zh-CN"/>
        </w:rPr>
        <w:t>粗</w:t>
      </w:r>
      <w:r>
        <w:rPr>
          <w:rFonts w:hint="eastAsia" w:ascii="宋体" w:hAnsi="宋体" w:cs="宋体"/>
          <w:sz w:val="21"/>
          <w:szCs w:val="21"/>
          <w:u w:val="single" w:color="000000"/>
          <w:lang w:eastAsia="zh-CN"/>
        </w:rPr>
        <w:t>犷</w:t>
      </w:r>
      <w:r>
        <w:rPr>
          <w:rFonts w:hint="eastAsia" w:ascii="宋体" w:hAnsi="宋体" w:cs="宋体"/>
          <w:sz w:val="21"/>
          <w:szCs w:val="21"/>
          <w:lang w:eastAsia="zh-CN"/>
        </w:rPr>
        <w:t>（</w:t>
      </w:r>
      <w:r>
        <w:rPr>
          <w:rFonts w:ascii="Times New Roman" w:hAnsi="Times New Roman"/>
          <w:sz w:val="21"/>
          <w:szCs w:val="21"/>
          <w:lang w:eastAsia="zh-CN"/>
        </w:rPr>
        <w:t>kuàng</w:t>
      </w:r>
      <w:r>
        <w:rPr>
          <w:rFonts w:hint="eastAsia" w:ascii="宋体" w:hAnsi="宋体" w:cs="宋体"/>
          <w:sz w:val="21"/>
          <w:szCs w:val="21"/>
          <w:lang w:eastAsia="zh-CN"/>
        </w:rPr>
        <w:t>）</w:t>
      </w:r>
      <w:r>
        <w:rPr>
          <w:rFonts w:ascii="宋体" w:hAnsi="宋体" w:cs="宋体"/>
          <w:sz w:val="21"/>
          <w:szCs w:val="21"/>
          <w:lang w:eastAsia="zh-CN"/>
        </w:rPr>
        <w:t xml:space="preserve"> </w:t>
      </w:r>
      <w:r>
        <w:rPr>
          <w:rFonts w:hint="eastAsia" w:ascii="宋体" w:hAnsi="宋体" w:cs="宋体"/>
          <w:sz w:val="21"/>
          <w:szCs w:val="21"/>
          <w:lang w:eastAsia="zh-CN"/>
        </w:rPr>
        <w:t>尴</w:t>
      </w:r>
      <w:r>
        <w:rPr>
          <w:rFonts w:hint="eastAsia" w:ascii="宋体" w:hAnsi="宋体" w:cs="宋体"/>
          <w:sz w:val="21"/>
          <w:szCs w:val="21"/>
          <w:u w:val="single" w:color="000000"/>
          <w:lang w:eastAsia="zh-CN"/>
        </w:rPr>
        <w:t>尬</w:t>
      </w:r>
      <w:r>
        <w:rPr>
          <w:rFonts w:hint="eastAsia" w:ascii="宋体" w:hAnsi="宋体" w:cs="宋体"/>
          <w:sz w:val="21"/>
          <w:szCs w:val="21"/>
          <w:lang w:eastAsia="zh-CN"/>
        </w:rPr>
        <w:t>（</w:t>
      </w:r>
      <w:r>
        <w:rPr>
          <w:rFonts w:ascii="Times New Roman" w:hAnsi="Times New Roman"/>
          <w:sz w:val="21"/>
          <w:szCs w:val="21"/>
          <w:lang w:eastAsia="zh-CN"/>
        </w:rPr>
        <w:t>gà</w:t>
      </w:r>
      <w:r>
        <w:rPr>
          <w:rFonts w:hint="eastAsia" w:ascii="宋体" w:hAnsi="宋体" w:cs="宋体"/>
          <w:sz w:val="21"/>
          <w:szCs w:val="21"/>
          <w:lang w:eastAsia="zh-CN"/>
        </w:rPr>
        <w:t>）</w:t>
      </w:r>
      <w:r>
        <w:rPr>
          <w:rFonts w:ascii="宋体" w:cs="宋体"/>
          <w:sz w:val="21"/>
          <w:szCs w:val="21"/>
          <w:lang w:eastAsia="zh-CN"/>
        </w:rPr>
        <w:tab/>
      </w:r>
      <w:r>
        <w:rPr>
          <w:rFonts w:hint="eastAsia" w:ascii="宋体" w:hAnsi="宋体" w:cs="宋体"/>
          <w:sz w:val="21"/>
          <w:szCs w:val="21"/>
          <w:u w:val="single" w:color="000000"/>
          <w:lang w:eastAsia="zh-CN"/>
        </w:rPr>
        <w:t>笃</w:t>
      </w:r>
      <w:r>
        <w:rPr>
          <w:rFonts w:hint="eastAsia" w:ascii="宋体" w:hAnsi="宋体" w:cs="宋体"/>
          <w:sz w:val="21"/>
          <w:szCs w:val="21"/>
          <w:lang w:eastAsia="zh-CN"/>
        </w:rPr>
        <w:t>志（</w:t>
      </w:r>
      <w:r>
        <w:rPr>
          <w:rFonts w:ascii="Times New Roman" w:hAnsi="Times New Roman"/>
          <w:sz w:val="21"/>
          <w:szCs w:val="21"/>
          <w:lang w:eastAsia="zh-CN"/>
        </w:rPr>
        <w:t>dǔ</w:t>
      </w:r>
      <w:r>
        <w:rPr>
          <w:rFonts w:hint="eastAsia" w:ascii="宋体" w:hAnsi="宋体" w:cs="宋体"/>
          <w:sz w:val="21"/>
          <w:szCs w:val="21"/>
          <w:lang w:eastAsia="zh-CN"/>
        </w:rPr>
        <w:t>）</w:t>
      </w:r>
      <w:r>
        <w:rPr>
          <w:rFonts w:ascii="宋体" w:hAnsi="宋体" w:cs="宋体"/>
          <w:spacing w:val="26"/>
          <w:w w:val="99"/>
          <w:sz w:val="21"/>
          <w:szCs w:val="21"/>
          <w:lang w:eastAsia="zh-CN"/>
        </w:rPr>
        <w:t xml:space="preserve"> </w:t>
      </w:r>
      <w:r>
        <w:rPr>
          <w:rFonts w:ascii="Times New Roman" w:hAnsi="Times New Roman"/>
          <w:w w:val="95"/>
          <w:sz w:val="21"/>
          <w:szCs w:val="21"/>
          <w:lang w:eastAsia="zh-CN"/>
        </w:rPr>
        <w:t>C</w:t>
      </w:r>
      <w:r>
        <w:rPr>
          <w:rFonts w:hint="eastAsia" w:ascii="宋体" w:hAnsi="宋体" w:cs="宋体"/>
          <w:w w:val="95"/>
          <w:sz w:val="21"/>
          <w:szCs w:val="21"/>
          <w:lang w:eastAsia="zh-CN"/>
        </w:rPr>
        <w:t>、</w:t>
      </w:r>
      <w:r>
        <w:rPr>
          <w:rFonts w:hint="eastAsia" w:ascii="宋体" w:hAnsi="宋体" w:cs="宋体"/>
          <w:w w:val="95"/>
          <w:sz w:val="21"/>
          <w:szCs w:val="21"/>
          <w:u w:val="single" w:color="000000"/>
          <w:lang w:eastAsia="zh-CN"/>
        </w:rPr>
        <w:t>溢</w:t>
      </w:r>
      <w:r>
        <w:rPr>
          <w:rFonts w:hint="eastAsia" w:ascii="宋体" w:hAnsi="宋体" w:cs="宋体"/>
          <w:w w:val="95"/>
          <w:sz w:val="21"/>
          <w:szCs w:val="21"/>
          <w:lang w:eastAsia="zh-CN"/>
        </w:rPr>
        <w:t>出（</w:t>
      </w:r>
      <w:r>
        <w:rPr>
          <w:rFonts w:ascii="Times New Roman" w:hAnsi="Times New Roman"/>
          <w:w w:val="95"/>
          <w:sz w:val="21"/>
          <w:szCs w:val="21"/>
          <w:lang w:eastAsia="zh-CN"/>
        </w:rPr>
        <w:t>yì</w:t>
      </w:r>
      <w:r>
        <w:rPr>
          <w:rFonts w:hint="eastAsia" w:ascii="宋体" w:hAnsi="宋体" w:cs="宋体"/>
          <w:w w:val="95"/>
          <w:sz w:val="21"/>
          <w:szCs w:val="21"/>
          <w:lang w:eastAsia="zh-CN"/>
        </w:rPr>
        <w:t>）</w:t>
      </w:r>
      <w:r>
        <w:rPr>
          <w:rFonts w:ascii="宋体" w:cs="宋体"/>
          <w:w w:val="95"/>
          <w:sz w:val="21"/>
          <w:szCs w:val="21"/>
          <w:lang w:eastAsia="zh-CN"/>
        </w:rPr>
        <w:tab/>
      </w:r>
      <w:r>
        <w:rPr>
          <w:rFonts w:hint="eastAsia" w:ascii="宋体" w:hAnsi="宋体" w:cs="宋体"/>
          <w:w w:val="95"/>
          <w:sz w:val="21"/>
          <w:szCs w:val="21"/>
          <w:lang w:eastAsia="zh-CN"/>
        </w:rPr>
        <w:t>静</w:t>
      </w:r>
      <w:r>
        <w:rPr>
          <w:rFonts w:hint="eastAsia" w:ascii="宋体" w:hAnsi="宋体" w:cs="宋体"/>
          <w:w w:val="95"/>
          <w:sz w:val="21"/>
          <w:szCs w:val="21"/>
          <w:u w:val="single" w:color="000000"/>
          <w:lang w:eastAsia="zh-CN"/>
        </w:rPr>
        <w:t>谧</w:t>
      </w:r>
      <w:r>
        <w:rPr>
          <w:rFonts w:hint="eastAsia" w:ascii="宋体" w:hAnsi="宋体" w:cs="宋体"/>
          <w:w w:val="95"/>
          <w:sz w:val="21"/>
          <w:szCs w:val="21"/>
          <w:lang w:eastAsia="zh-CN"/>
        </w:rPr>
        <w:t>（</w:t>
      </w:r>
      <w:r>
        <w:rPr>
          <w:rFonts w:ascii="Times New Roman" w:hAnsi="Times New Roman"/>
          <w:w w:val="95"/>
          <w:sz w:val="21"/>
          <w:szCs w:val="21"/>
          <w:lang w:eastAsia="zh-CN"/>
        </w:rPr>
        <w:t>mì</w:t>
      </w:r>
      <w:r>
        <w:rPr>
          <w:rFonts w:hint="eastAsia" w:ascii="宋体" w:hAnsi="宋体" w:cs="宋体"/>
          <w:w w:val="95"/>
          <w:sz w:val="21"/>
          <w:szCs w:val="21"/>
          <w:lang w:eastAsia="zh-CN"/>
        </w:rPr>
        <w:t>）</w:t>
      </w:r>
      <w:r>
        <w:rPr>
          <w:rFonts w:ascii="宋体" w:cs="宋体"/>
          <w:w w:val="95"/>
          <w:sz w:val="21"/>
          <w:szCs w:val="21"/>
          <w:lang w:eastAsia="zh-CN"/>
        </w:rPr>
        <w:tab/>
      </w:r>
      <w:r>
        <w:rPr>
          <w:rFonts w:hint="eastAsia" w:ascii="宋体" w:hAnsi="宋体" w:cs="宋体"/>
          <w:w w:val="95"/>
          <w:sz w:val="21"/>
          <w:szCs w:val="21"/>
          <w:u w:val="single" w:color="000000"/>
          <w:lang w:eastAsia="zh-CN"/>
        </w:rPr>
        <w:t>莅</w:t>
      </w:r>
      <w:r>
        <w:rPr>
          <w:rFonts w:hint="eastAsia" w:ascii="宋体" w:hAnsi="宋体" w:cs="宋体"/>
          <w:w w:val="95"/>
          <w:sz w:val="21"/>
          <w:szCs w:val="21"/>
          <w:lang w:eastAsia="zh-CN"/>
        </w:rPr>
        <w:t>临（</w:t>
      </w:r>
      <w:r>
        <w:rPr>
          <w:rFonts w:ascii="Times New Roman" w:hAnsi="Times New Roman"/>
          <w:w w:val="95"/>
          <w:sz w:val="21"/>
          <w:szCs w:val="21"/>
          <w:lang w:eastAsia="zh-CN"/>
        </w:rPr>
        <w:t>wèi</w:t>
      </w:r>
      <w:r>
        <w:rPr>
          <w:rFonts w:hint="eastAsia" w:ascii="宋体" w:hAnsi="宋体" w:cs="宋体"/>
          <w:w w:val="95"/>
          <w:sz w:val="21"/>
          <w:szCs w:val="21"/>
          <w:lang w:eastAsia="zh-CN"/>
        </w:rPr>
        <w:t>）</w:t>
      </w:r>
      <w:r>
        <w:rPr>
          <w:rFonts w:ascii="宋体" w:cs="宋体"/>
          <w:w w:val="95"/>
          <w:sz w:val="21"/>
          <w:szCs w:val="21"/>
          <w:lang w:eastAsia="zh-CN"/>
        </w:rPr>
        <w:tab/>
      </w:r>
      <w:r>
        <w:rPr>
          <w:rFonts w:hint="eastAsia" w:ascii="宋体" w:hAnsi="宋体" w:cs="宋体"/>
          <w:sz w:val="21"/>
          <w:szCs w:val="21"/>
          <w:u w:val="single" w:color="000000"/>
          <w:lang w:eastAsia="zh-CN"/>
        </w:rPr>
        <w:t>窥</w:t>
      </w:r>
      <w:r>
        <w:rPr>
          <w:rFonts w:hint="eastAsia" w:ascii="宋体" w:hAnsi="宋体" w:cs="宋体"/>
          <w:sz w:val="21"/>
          <w:szCs w:val="21"/>
          <w:lang w:eastAsia="zh-CN"/>
        </w:rPr>
        <w:t>见（</w:t>
      </w:r>
      <w:r>
        <w:rPr>
          <w:rFonts w:ascii="Times New Roman" w:hAnsi="Times New Roman"/>
          <w:sz w:val="21"/>
          <w:szCs w:val="21"/>
          <w:lang w:eastAsia="zh-CN"/>
        </w:rPr>
        <w:t>ku</w:t>
      </w:r>
      <w:r>
        <w:rPr>
          <w:rFonts w:hint="eastAsia" w:ascii="宋体" w:cs="宋体"/>
          <w:sz w:val="21"/>
          <w:szCs w:val="21"/>
          <w:lang w:eastAsia="zh-CN"/>
        </w:rPr>
        <w:t>ī</w:t>
      </w:r>
      <w:r>
        <w:rPr>
          <w:rFonts w:hint="eastAsia" w:ascii="宋体" w:hAnsi="宋体" w:cs="宋体"/>
          <w:sz w:val="21"/>
          <w:szCs w:val="21"/>
          <w:lang w:eastAsia="zh-CN"/>
        </w:rPr>
        <w:t>）</w:t>
      </w:r>
      <w:r>
        <w:rPr>
          <w:rFonts w:ascii="宋体" w:hAnsi="宋体" w:cs="宋体"/>
          <w:spacing w:val="29"/>
          <w:w w:val="99"/>
          <w:sz w:val="21"/>
          <w:szCs w:val="21"/>
          <w:lang w:eastAsia="zh-CN"/>
        </w:rPr>
        <w:t xml:space="preserve"> </w:t>
      </w:r>
      <w:r>
        <w:rPr>
          <w:rFonts w:ascii="Times New Roman" w:hAnsi="Times New Roman"/>
          <w:w w:val="95"/>
          <w:sz w:val="21"/>
          <w:szCs w:val="21"/>
          <w:lang w:eastAsia="zh-CN"/>
        </w:rPr>
        <w:t>D</w:t>
      </w:r>
      <w:r>
        <w:rPr>
          <w:rFonts w:hint="eastAsia" w:ascii="宋体" w:hAnsi="宋体" w:cs="宋体"/>
          <w:w w:val="95"/>
          <w:sz w:val="21"/>
          <w:szCs w:val="21"/>
          <w:lang w:eastAsia="zh-CN"/>
        </w:rPr>
        <w:t>、</w:t>
      </w:r>
      <w:r>
        <w:rPr>
          <w:rFonts w:hint="eastAsia" w:ascii="宋体" w:hAnsi="宋体" w:cs="宋体"/>
          <w:w w:val="95"/>
          <w:sz w:val="21"/>
          <w:szCs w:val="21"/>
          <w:u w:val="single" w:color="000000"/>
          <w:lang w:eastAsia="zh-CN"/>
        </w:rPr>
        <w:t>论</w:t>
      </w:r>
      <w:r>
        <w:rPr>
          <w:rFonts w:hint="eastAsia" w:ascii="宋体" w:hAnsi="宋体" w:cs="宋体"/>
          <w:w w:val="95"/>
          <w:sz w:val="21"/>
          <w:szCs w:val="21"/>
          <w:lang w:eastAsia="zh-CN"/>
        </w:rPr>
        <w:t>语（</w:t>
      </w:r>
      <w:r>
        <w:rPr>
          <w:rFonts w:ascii="Times New Roman" w:hAnsi="Times New Roman"/>
          <w:w w:val="95"/>
          <w:sz w:val="21"/>
          <w:szCs w:val="21"/>
          <w:lang w:eastAsia="zh-CN"/>
        </w:rPr>
        <w:t>lùn</w:t>
      </w:r>
      <w:r>
        <w:rPr>
          <w:rFonts w:hint="eastAsia" w:ascii="宋体" w:hAnsi="宋体" w:cs="宋体"/>
          <w:w w:val="95"/>
          <w:sz w:val="21"/>
          <w:szCs w:val="21"/>
          <w:lang w:eastAsia="zh-CN"/>
        </w:rPr>
        <w:t>）</w:t>
      </w:r>
      <w:r>
        <w:rPr>
          <w:rFonts w:ascii="宋体" w:cs="宋体"/>
          <w:w w:val="95"/>
          <w:sz w:val="21"/>
          <w:szCs w:val="21"/>
          <w:lang w:eastAsia="zh-CN"/>
        </w:rPr>
        <w:tab/>
      </w:r>
      <w:r>
        <w:rPr>
          <w:rFonts w:hint="eastAsia" w:ascii="宋体" w:hAnsi="宋体" w:cs="宋体"/>
          <w:w w:val="95"/>
          <w:sz w:val="21"/>
          <w:szCs w:val="21"/>
          <w:u w:val="single" w:color="000000"/>
          <w:lang w:eastAsia="zh-CN"/>
        </w:rPr>
        <w:t>延</w:t>
      </w:r>
      <w:r>
        <w:rPr>
          <w:rFonts w:hint="eastAsia" w:ascii="宋体" w:hAnsi="宋体" w:cs="宋体"/>
          <w:w w:val="95"/>
          <w:sz w:val="21"/>
          <w:szCs w:val="21"/>
          <w:lang w:eastAsia="zh-CN"/>
        </w:rPr>
        <w:t>续（</w:t>
      </w:r>
      <w:r>
        <w:rPr>
          <w:rFonts w:ascii="Times New Roman" w:hAnsi="Times New Roman"/>
          <w:w w:val="95"/>
          <w:sz w:val="21"/>
          <w:szCs w:val="21"/>
          <w:lang w:eastAsia="zh-CN"/>
        </w:rPr>
        <w:t>yán</w:t>
      </w:r>
      <w:r>
        <w:rPr>
          <w:rFonts w:hint="eastAsia" w:ascii="宋体" w:hAnsi="宋体" w:cs="宋体"/>
          <w:w w:val="95"/>
          <w:sz w:val="21"/>
          <w:szCs w:val="21"/>
          <w:lang w:eastAsia="zh-CN"/>
        </w:rPr>
        <w:t>）</w:t>
      </w:r>
      <w:r>
        <w:rPr>
          <w:rFonts w:ascii="宋体" w:cs="宋体"/>
          <w:w w:val="95"/>
          <w:sz w:val="21"/>
          <w:szCs w:val="21"/>
          <w:lang w:eastAsia="zh-CN"/>
        </w:rPr>
        <w:tab/>
      </w:r>
      <w:r>
        <w:rPr>
          <w:rFonts w:hint="eastAsia" w:ascii="宋体" w:hAnsi="宋体" w:cs="宋体"/>
          <w:w w:val="95"/>
          <w:sz w:val="21"/>
          <w:szCs w:val="21"/>
          <w:u w:val="single" w:color="000000"/>
          <w:lang w:eastAsia="zh-CN"/>
        </w:rPr>
        <w:t>痕</w:t>
      </w:r>
      <w:r>
        <w:rPr>
          <w:rFonts w:hint="eastAsia" w:ascii="宋体" w:hAnsi="宋体" w:cs="宋体"/>
          <w:w w:val="95"/>
          <w:sz w:val="21"/>
          <w:szCs w:val="21"/>
          <w:lang w:eastAsia="zh-CN"/>
        </w:rPr>
        <w:t>迹（</w:t>
      </w:r>
      <w:r>
        <w:rPr>
          <w:rFonts w:ascii="Times New Roman" w:hAnsi="Times New Roman"/>
          <w:w w:val="95"/>
          <w:sz w:val="21"/>
          <w:szCs w:val="21"/>
          <w:lang w:eastAsia="zh-CN"/>
        </w:rPr>
        <w:t>hén</w:t>
      </w:r>
      <w:r>
        <w:rPr>
          <w:rFonts w:hint="eastAsia" w:ascii="宋体" w:hAnsi="宋体" w:cs="宋体"/>
          <w:w w:val="95"/>
          <w:sz w:val="21"/>
          <w:szCs w:val="21"/>
          <w:lang w:eastAsia="zh-CN"/>
        </w:rPr>
        <w:t>）</w:t>
      </w:r>
      <w:r>
        <w:rPr>
          <w:rFonts w:ascii="宋体" w:cs="宋体"/>
          <w:w w:val="95"/>
          <w:sz w:val="21"/>
          <w:szCs w:val="21"/>
          <w:lang w:eastAsia="zh-CN"/>
        </w:rPr>
        <w:tab/>
      </w:r>
      <w:r>
        <w:rPr>
          <w:rFonts w:hint="eastAsia" w:ascii="宋体" w:hAnsi="宋体" w:cs="宋体"/>
          <w:sz w:val="21"/>
          <w:szCs w:val="21"/>
          <w:lang w:eastAsia="zh-CN"/>
        </w:rPr>
        <w:t>须</w:t>
      </w:r>
      <w:r>
        <w:rPr>
          <w:rFonts w:hint="eastAsia" w:ascii="宋体" w:hAnsi="宋体" w:cs="宋体"/>
          <w:sz w:val="21"/>
          <w:szCs w:val="21"/>
          <w:u w:val="single" w:color="000000"/>
          <w:lang w:eastAsia="zh-CN"/>
        </w:rPr>
        <w:t>臾</w:t>
      </w:r>
      <w:r>
        <w:rPr>
          <w:rFonts w:hint="eastAsia" w:ascii="宋体" w:hAnsi="宋体" w:cs="宋体"/>
          <w:sz w:val="21"/>
          <w:szCs w:val="21"/>
          <w:lang w:eastAsia="zh-CN"/>
        </w:rPr>
        <w:t>（</w:t>
      </w:r>
      <w:r>
        <w:rPr>
          <w:rFonts w:ascii="Times New Roman" w:hAnsi="Times New Roman"/>
          <w:sz w:val="21"/>
          <w:szCs w:val="21"/>
          <w:lang w:eastAsia="zh-CN"/>
        </w:rPr>
        <w:t>yú</w:t>
      </w:r>
      <w:r>
        <w:rPr>
          <w:rFonts w:hint="eastAsia" w:ascii="宋体" w:hAnsi="宋体" w:cs="宋体"/>
          <w:sz w:val="21"/>
          <w:szCs w:val="21"/>
          <w:lang w:eastAsia="zh-CN"/>
        </w:rPr>
        <w:t>）</w:t>
      </w:r>
    </w:p>
    <w:p>
      <w:pPr>
        <w:pStyle w:val="2"/>
        <w:keepNext w:val="0"/>
        <w:keepLines w:val="0"/>
        <w:pageBreakBefore w:val="0"/>
        <w:widowControl w:val="0"/>
        <w:tabs>
          <w:tab w:val="left" w:pos="3644"/>
          <w:tab w:val="left" w:pos="4844"/>
          <w:tab w:val="left" w:pos="6044"/>
        </w:tabs>
        <w:kinsoku/>
        <w:wordWrap/>
        <w:overflowPunct/>
        <w:topLinePunct w:val="0"/>
        <w:autoSpaceDE/>
        <w:autoSpaceDN/>
        <w:bidi w:val="0"/>
        <w:adjustRightInd/>
        <w:snapToGrid/>
        <w:spacing w:before="0" w:line="240" w:lineRule="auto"/>
        <w:ind w:left="2084" w:right="4699" w:hanging="360"/>
        <w:textAlignment w:val="auto"/>
        <w:outlineLvl w:val="9"/>
        <w:rPr>
          <w:lang w:eastAsia="zh-CN"/>
        </w:rPr>
      </w:pPr>
      <w:r>
        <w:rPr>
          <w:lang w:eastAsia="zh-CN"/>
        </w:rPr>
        <w:t>2</w:t>
      </w:r>
      <w:r>
        <w:rPr>
          <w:rFonts w:hint="eastAsia"/>
          <w:lang w:eastAsia="zh-CN"/>
        </w:rPr>
        <w:t>、下列词语书写完全正确的是哪一项（</w:t>
      </w:r>
      <w:r>
        <w:rPr>
          <w:lang w:eastAsia="zh-CN"/>
        </w:rPr>
        <w:tab/>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r>
        <w:rPr>
          <w:lang w:eastAsia="zh-CN"/>
        </w:rPr>
        <w:t xml:space="preserve"> A</w:t>
      </w:r>
      <w:r>
        <w:rPr>
          <w:rFonts w:hint="eastAsia"/>
          <w:lang w:eastAsia="zh-CN"/>
        </w:rPr>
        <w:t>、婉转</w:t>
      </w:r>
      <w:r>
        <w:rPr>
          <w:lang w:eastAsia="zh-CN"/>
        </w:rPr>
        <w:tab/>
      </w:r>
      <w:r>
        <w:rPr>
          <w:rFonts w:hint="eastAsia"/>
          <w:lang w:eastAsia="zh-CN"/>
        </w:rPr>
        <w:t>嘹亮</w:t>
      </w:r>
      <w:r>
        <w:rPr>
          <w:lang w:eastAsia="zh-CN"/>
        </w:rPr>
        <w:tab/>
      </w:r>
      <w:r>
        <w:rPr>
          <w:rFonts w:hint="eastAsia"/>
          <w:lang w:eastAsia="zh-CN"/>
        </w:rPr>
        <w:t>憔悴</w:t>
      </w:r>
      <w:r>
        <w:rPr>
          <w:lang w:eastAsia="zh-CN"/>
        </w:rPr>
        <w:tab/>
      </w:r>
      <w:r>
        <w:rPr>
          <w:rFonts w:hint="eastAsia"/>
          <w:lang w:eastAsia="zh-CN"/>
        </w:rPr>
        <w:t>人声顶沸</w:t>
      </w:r>
      <w:r>
        <w:rPr>
          <w:lang w:eastAsia="zh-CN"/>
        </w:rPr>
        <w:t xml:space="preserve"> B</w:t>
      </w:r>
      <w:r>
        <w:rPr>
          <w:rFonts w:hint="eastAsia"/>
          <w:lang w:eastAsia="zh-CN"/>
        </w:rPr>
        <w:t>、睫毛</w:t>
      </w:r>
      <w:r>
        <w:rPr>
          <w:lang w:eastAsia="zh-CN"/>
        </w:rPr>
        <w:tab/>
      </w:r>
      <w:r>
        <w:rPr>
          <w:rFonts w:hint="eastAsia"/>
          <w:lang w:eastAsia="zh-CN"/>
        </w:rPr>
        <w:t>倜傥</w:t>
      </w:r>
      <w:r>
        <w:rPr>
          <w:lang w:eastAsia="zh-CN"/>
        </w:rPr>
        <w:tab/>
      </w:r>
      <w:r>
        <w:rPr>
          <w:rFonts w:hint="eastAsia"/>
          <w:lang w:eastAsia="zh-CN"/>
        </w:rPr>
        <w:t>淅沥</w:t>
      </w:r>
      <w:r>
        <w:rPr>
          <w:lang w:eastAsia="zh-CN"/>
        </w:rPr>
        <w:tab/>
      </w:r>
      <w:r>
        <w:rPr>
          <w:rFonts w:hint="eastAsia"/>
          <w:lang w:eastAsia="zh-CN"/>
        </w:rPr>
        <w:t>不求胜解</w:t>
      </w:r>
      <w:r>
        <w:rPr>
          <w:lang w:eastAsia="zh-CN"/>
        </w:rPr>
        <w:t xml:space="preserve"> C</w:t>
      </w:r>
      <w:r>
        <w:rPr>
          <w:rFonts w:hint="eastAsia"/>
          <w:lang w:eastAsia="zh-CN"/>
        </w:rPr>
        <w:t>、草垛</w:t>
      </w:r>
      <w:r>
        <w:rPr>
          <w:lang w:eastAsia="zh-CN"/>
        </w:rPr>
        <w:tab/>
      </w:r>
      <w:r>
        <w:rPr>
          <w:rFonts w:hint="eastAsia"/>
          <w:lang w:eastAsia="zh-CN"/>
        </w:rPr>
        <w:t>云霄</w:t>
      </w:r>
      <w:r>
        <w:rPr>
          <w:lang w:eastAsia="zh-CN"/>
        </w:rPr>
        <w:tab/>
      </w:r>
      <w:r>
        <w:rPr>
          <w:rFonts w:hint="eastAsia"/>
          <w:lang w:eastAsia="zh-CN"/>
        </w:rPr>
        <w:t>侍弄</w:t>
      </w:r>
      <w:r>
        <w:rPr>
          <w:lang w:eastAsia="zh-CN"/>
        </w:rPr>
        <w:tab/>
      </w:r>
      <w:r>
        <w:rPr>
          <w:rFonts w:hint="eastAsia"/>
          <w:lang w:eastAsia="zh-CN"/>
        </w:rPr>
        <w:t>咄咄逼人</w:t>
      </w:r>
      <w:r>
        <w:rPr>
          <w:lang w:eastAsia="zh-CN"/>
        </w:rPr>
        <w:t xml:space="preserve"> D</w:t>
      </w:r>
      <w:r>
        <w:rPr>
          <w:rFonts w:hint="eastAsia"/>
          <w:lang w:eastAsia="zh-CN"/>
        </w:rPr>
        <w:t>、确凿</w:t>
      </w:r>
      <w:r>
        <w:rPr>
          <w:lang w:eastAsia="zh-CN"/>
        </w:rPr>
        <w:tab/>
      </w:r>
      <w:r>
        <w:rPr>
          <w:rFonts w:hint="eastAsia"/>
          <w:lang w:eastAsia="zh-CN"/>
        </w:rPr>
        <w:t>寻觅</w:t>
      </w:r>
      <w:r>
        <w:rPr>
          <w:lang w:eastAsia="zh-CN"/>
        </w:rPr>
        <w:tab/>
      </w:r>
      <w:r>
        <w:rPr>
          <w:rFonts w:hint="eastAsia"/>
          <w:lang w:eastAsia="zh-CN"/>
        </w:rPr>
        <w:t>逃窜</w:t>
      </w:r>
      <w:r>
        <w:rPr>
          <w:lang w:eastAsia="zh-CN"/>
        </w:rPr>
        <w:tab/>
      </w:r>
      <w:r>
        <w:rPr>
          <w:rFonts w:hint="eastAsia"/>
          <w:lang w:eastAsia="zh-CN"/>
        </w:rPr>
        <w:t>翻来复去</w:t>
      </w:r>
    </w:p>
    <w:p>
      <w:pPr>
        <w:pStyle w:val="2"/>
        <w:keepNext w:val="0"/>
        <w:keepLines w:val="0"/>
        <w:pageBreakBefore w:val="0"/>
        <w:widowControl w:val="0"/>
        <w:tabs>
          <w:tab w:val="left" w:pos="5564"/>
        </w:tabs>
        <w:kinsoku/>
        <w:wordWrap/>
        <w:overflowPunct/>
        <w:topLinePunct w:val="0"/>
        <w:autoSpaceDE/>
        <w:autoSpaceDN/>
        <w:bidi w:val="0"/>
        <w:adjustRightInd/>
        <w:snapToGrid/>
        <w:spacing w:before="0" w:line="240" w:lineRule="auto"/>
        <w:ind w:left="2084" w:right="4159" w:hanging="360"/>
        <w:textAlignment w:val="auto"/>
        <w:outlineLvl w:val="9"/>
        <w:rPr>
          <w:lang w:eastAsia="zh-CN"/>
        </w:rPr>
      </w:pPr>
      <w:r>
        <w:rPr>
          <w:lang w:eastAsia="zh-CN"/>
        </w:rPr>
        <w:t>3</w:t>
      </w:r>
      <w:r>
        <w:rPr>
          <w:rFonts w:hint="eastAsia"/>
          <w:lang w:eastAsia="zh-CN"/>
        </w:rPr>
        <w:t>、下列句子没有语病的一项是（</w:t>
      </w:r>
      <w:r>
        <w:rPr>
          <w:lang w:eastAsia="zh-CN"/>
        </w:rPr>
        <w:tab/>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r>
        <w:rPr>
          <w:lang w:eastAsia="zh-CN"/>
        </w:rPr>
        <w:t xml:space="preserve"> </w:t>
      </w:r>
    </w:p>
    <w:p>
      <w:pPr>
        <w:pStyle w:val="2"/>
        <w:keepNext w:val="0"/>
        <w:keepLines w:val="0"/>
        <w:pageBreakBefore w:val="0"/>
        <w:widowControl w:val="0"/>
        <w:tabs>
          <w:tab w:val="left" w:pos="5564"/>
        </w:tabs>
        <w:kinsoku/>
        <w:wordWrap/>
        <w:overflowPunct/>
        <w:topLinePunct w:val="0"/>
        <w:autoSpaceDE/>
        <w:autoSpaceDN/>
        <w:bidi w:val="0"/>
        <w:adjustRightInd/>
        <w:snapToGrid/>
        <w:spacing w:before="0" w:line="240" w:lineRule="auto"/>
        <w:ind w:left="2085" w:leftChars="893" w:right="4159" w:hanging="120" w:hangingChars="50"/>
        <w:textAlignment w:val="auto"/>
        <w:outlineLvl w:val="9"/>
        <w:rPr>
          <w:lang w:eastAsia="zh-CN"/>
        </w:rPr>
      </w:pPr>
      <w:r>
        <w:rPr>
          <w:lang w:eastAsia="zh-CN"/>
        </w:rPr>
        <w:t>A</w:t>
      </w:r>
      <w:r>
        <w:rPr>
          <w:rFonts w:hint="eastAsia"/>
          <w:lang w:eastAsia="zh-CN"/>
        </w:rPr>
        <w:t>、西湖的春天是美丽的地方。</w:t>
      </w:r>
      <w:r>
        <w:rPr>
          <w:lang w:eastAsia="zh-CN"/>
        </w:rPr>
        <w:t xml:space="preserve"> </w:t>
      </w:r>
    </w:p>
    <w:p>
      <w:pPr>
        <w:pStyle w:val="2"/>
        <w:keepNext w:val="0"/>
        <w:keepLines w:val="0"/>
        <w:pageBreakBefore w:val="0"/>
        <w:widowControl w:val="0"/>
        <w:tabs>
          <w:tab w:val="left" w:pos="5564"/>
        </w:tabs>
        <w:kinsoku/>
        <w:wordWrap/>
        <w:overflowPunct/>
        <w:topLinePunct w:val="0"/>
        <w:autoSpaceDE/>
        <w:autoSpaceDN/>
        <w:bidi w:val="0"/>
        <w:adjustRightInd/>
        <w:snapToGrid/>
        <w:spacing w:before="0" w:line="240" w:lineRule="auto"/>
        <w:ind w:left="2085" w:leftChars="893" w:right="4159" w:hanging="120" w:hangingChars="50"/>
        <w:textAlignment w:val="auto"/>
        <w:outlineLvl w:val="9"/>
        <w:rPr>
          <w:lang w:eastAsia="zh-CN"/>
        </w:rPr>
      </w:pPr>
      <w:r>
        <w:rPr>
          <w:lang w:eastAsia="zh-CN"/>
        </w:rPr>
        <w:t>B</w:t>
      </w:r>
      <w:r>
        <w:rPr>
          <w:rFonts w:hint="eastAsia"/>
          <w:lang w:eastAsia="zh-CN"/>
        </w:rPr>
        <w:t>、茅盾是现代文学第二个十年里机具代表性的作</w:t>
      </w:r>
    </w:p>
    <w:p>
      <w:pPr>
        <w:pStyle w:val="2"/>
        <w:keepNext w:val="0"/>
        <w:keepLines w:val="0"/>
        <w:pageBreakBefore w:val="0"/>
        <w:widowControl w:val="0"/>
        <w:tabs>
          <w:tab w:val="left" w:pos="5564"/>
        </w:tabs>
        <w:kinsoku/>
        <w:wordWrap/>
        <w:overflowPunct/>
        <w:topLinePunct w:val="0"/>
        <w:autoSpaceDE/>
        <w:autoSpaceDN/>
        <w:bidi w:val="0"/>
        <w:adjustRightInd/>
        <w:snapToGrid/>
        <w:spacing w:before="0" w:line="240" w:lineRule="auto"/>
        <w:ind w:left="2085" w:leftChars="893" w:right="4159" w:hanging="120" w:hangingChars="50"/>
        <w:textAlignment w:val="auto"/>
        <w:outlineLvl w:val="9"/>
        <w:rPr>
          <w:lang w:eastAsia="zh-CN"/>
        </w:rPr>
      </w:pPr>
      <w:r>
        <w:rPr>
          <w:lang w:eastAsia="zh-CN"/>
        </w:rPr>
        <w:t>C</w:t>
      </w:r>
      <w:r>
        <w:rPr>
          <w:rFonts w:hint="eastAsia"/>
          <w:lang w:eastAsia="zh-CN"/>
        </w:rPr>
        <w:t>、我们听到的</w:t>
      </w:r>
      <w:r>
        <w:rPr>
          <w:lang w:eastAsia="zh-CN"/>
        </w:rPr>
        <w:t xml:space="preserve"> </w:t>
      </w:r>
      <w:r>
        <w:rPr>
          <w:rFonts w:hint="eastAsia"/>
          <w:lang w:eastAsia="zh-CN"/>
        </w:rPr>
        <w:t>是欢乐的歌声和愉快的笑容。</w:t>
      </w:r>
      <w:r>
        <w:rPr>
          <w:lang w:eastAsia="zh-CN"/>
        </w:rPr>
        <w:t xml:space="preserve"> </w:t>
      </w:r>
    </w:p>
    <w:p>
      <w:pPr>
        <w:pStyle w:val="2"/>
        <w:keepNext w:val="0"/>
        <w:keepLines w:val="0"/>
        <w:pageBreakBefore w:val="0"/>
        <w:widowControl w:val="0"/>
        <w:tabs>
          <w:tab w:val="left" w:pos="5564"/>
        </w:tabs>
        <w:kinsoku/>
        <w:wordWrap/>
        <w:overflowPunct/>
        <w:topLinePunct w:val="0"/>
        <w:autoSpaceDE/>
        <w:autoSpaceDN/>
        <w:bidi w:val="0"/>
        <w:adjustRightInd/>
        <w:snapToGrid/>
        <w:spacing w:before="0" w:line="240" w:lineRule="auto"/>
        <w:ind w:left="2085" w:leftChars="893" w:right="4159" w:hanging="120" w:hangingChars="50"/>
        <w:textAlignment w:val="auto"/>
        <w:outlineLvl w:val="9"/>
        <w:rPr>
          <w:lang w:eastAsia="zh-CN"/>
        </w:rPr>
      </w:pPr>
      <w:r>
        <w:rPr>
          <w:lang w:eastAsia="zh-CN"/>
        </w:rPr>
        <w:t>D</w:t>
      </w:r>
      <w:r>
        <w:rPr>
          <w:rFonts w:hint="eastAsia"/>
          <w:lang w:eastAsia="zh-CN"/>
        </w:rPr>
        <w:t>、通过老师的帮助，使我的学习有了很大的进步。</w:t>
      </w:r>
    </w:p>
    <w:p>
      <w:pPr>
        <w:pStyle w:val="2"/>
        <w:keepNext w:val="0"/>
        <w:keepLines w:val="0"/>
        <w:pageBreakBefore w:val="0"/>
        <w:widowControl w:val="0"/>
        <w:tabs>
          <w:tab w:val="left" w:pos="6284"/>
        </w:tabs>
        <w:kinsoku/>
        <w:wordWrap/>
        <w:overflowPunct/>
        <w:topLinePunct w:val="0"/>
        <w:autoSpaceDE/>
        <w:autoSpaceDN/>
        <w:bidi w:val="0"/>
        <w:adjustRightInd/>
        <w:snapToGrid/>
        <w:spacing w:before="0" w:line="240" w:lineRule="auto"/>
        <w:ind w:left="2084" w:right="1363" w:hanging="360"/>
        <w:textAlignment w:val="auto"/>
        <w:outlineLvl w:val="9"/>
        <w:rPr>
          <w:lang w:eastAsia="zh-CN"/>
        </w:rPr>
      </w:pPr>
      <w:r>
        <w:rPr>
          <w:lang w:eastAsia="zh-CN"/>
        </w:rPr>
        <w:t>4</w:t>
      </w:r>
      <w:r>
        <w:rPr>
          <w:rFonts w:hint="eastAsia"/>
          <w:lang w:eastAsia="zh-CN"/>
        </w:rPr>
        <w:t>、下列句子成语使用不正确的一项是（</w:t>
      </w:r>
      <w:r>
        <w:rPr>
          <w:lang w:eastAsia="zh-CN"/>
        </w:rPr>
        <w:tab/>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r>
        <w:rPr>
          <w:lang w:eastAsia="zh-CN"/>
        </w:rPr>
        <w:t xml:space="preserve"> </w:t>
      </w:r>
    </w:p>
    <w:p>
      <w:pPr>
        <w:pStyle w:val="2"/>
        <w:keepNext w:val="0"/>
        <w:keepLines w:val="0"/>
        <w:pageBreakBefore w:val="0"/>
        <w:widowControl w:val="0"/>
        <w:tabs>
          <w:tab w:val="left" w:pos="6284"/>
        </w:tabs>
        <w:kinsoku/>
        <w:wordWrap/>
        <w:overflowPunct/>
        <w:topLinePunct w:val="0"/>
        <w:autoSpaceDE/>
        <w:autoSpaceDN/>
        <w:bidi w:val="0"/>
        <w:adjustRightInd/>
        <w:snapToGrid/>
        <w:spacing w:before="0" w:line="240" w:lineRule="auto"/>
        <w:ind w:left="2085" w:leftChars="893" w:right="1363" w:hanging="120" w:hangingChars="50"/>
        <w:textAlignment w:val="auto"/>
        <w:outlineLvl w:val="9"/>
        <w:rPr>
          <w:lang w:eastAsia="zh-CN"/>
        </w:rPr>
      </w:pPr>
      <w:r>
        <w:rPr>
          <w:lang w:eastAsia="zh-CN"/>
        </w:rPr>
        <w:t>A</w:t>
      </w:r>
      <w:r>
        <w:rPr>
          <w:rFonts w:hint="eastAsia"/>
          <w:lang w:eastAsia="zh-CN"/>
        </w:rPr>
        <w:t>、每当下课铃一响，教室里总是人声鼎沸。</w:t>
      </w:r>
      <w:r>
        <w:rPr>
          <w:lang w:eastAsia="zh-CN"/>
        </w:rPr>
        <w:t xml:space="preserve"> </w:t>
      </w:r>
    </w:p>
    <w:p>
      <w:pPr>
        <w:pStyle w:val="2"/>
        <w:keepNext w:val="0"/>
        <w:keepLines w:val="0"/>
        <w:pageBreakBefore w:val="0"/>
        <w:widowControl w:val="0"/>
        <w:tabs>
          <w:tab w:val="left" w:pos="6284"/>
        </w:tabs>
        <w:kinsoku/>
        <w:wordWrap/>
        <w:overflowPunct/>
        <w:topLinePunct w:val="0"/>
        <w:autoSpaceDE/>
        <w:autoSpaceDN/>
        <w:bidi w:val="0"/>
        <w:adjustRightInd/>
        <w:snapToGrid/>
        <w:spacing w:before="0" w:line="240" w:lineRule="auto"/>
        <w:ind w:left="2085" w:leftChars="893" w:right="1363" w:hanging="120" w:hangingChars="50"/>
        <w:textAlignment w:val="auto"/>
        <w:outlineLvl w:val="9"/>
        <w:rPr>
          <w:lang w:eastAsia="zh-CN"/>
        </w:rPr>
      </w:pPr>
      <w:r>
        <w:rPr>
          <w:lang w:eastAsia="zh-CN"/>
        </w:rPr>
        <w:t>B</w:t>
      </w:r>
      <w:r>
        <w:rPr>
          <w:rFonts w:hint="eastAsia"/>
          <w:lang w:eastAsia="zh-CN"/>
        </w:rPr>
        <w:t>、我们去参观贾家洞总时，对古人的敬意油然而生。</w:t>
      </w:r>
      <w:r>
        <w:rPr>
          <w:lang w:eastAsia="zh-CN"/>
        </w:rPr>
        <w:t xml:space="preserve"> </w:t>
      </w:r>
    </w:p>
    <w:p>
      <w:pPr>
        <w:pStyle w:val="2"/>
        <w:keepNext w:val="0"/>
        <w:keepLines w:val="0"/>
        <w:pageBreakBefore w:val="0"/>
        <w:widowControl w:val="0"/>
        <w:tabs>
          <w:tab w:val="left" w:pos="6284"/>
        </w:tabs>
        <w:kinsoku/>
        <w:wordWrap/>
        <w:overflowPunct/>
        <w:topLinePunct w:val="0"/>
        <w:autoSpaceDE/>
        <w:autoSpaceDN/>
        <w:bidi w:val="0"/>
        <w:adjustRightInd/>
        <w:snapToGrid/>
        <w:spacing w:before="0" w:line="240" w:lineRule="auto"/>
        <w:ind w:left="2075" w:leftChars="893" w:right="1363" w:hanging="110" w:hangingChars="50"/>
        <w:textAlignment w:val="auto"/>
        <w:outlineLvl w:val="9"/>
        <w:rPr>
          <w:lang w:eastAsia="zh-CN"/>
        </w:rPr>
      </w:pPr>
      <w:r>
        <w:rPr>
          <w:spacing w:val="-10"/>
          <w:lang w:eastAsia="zh-CN"/>
        </w:rPr>
        <w:t>C</w:t>
      </w:r>
      <w:r>
        <w:rPr>
          <w:rFonts w:hint="eastAsia"/>
          <w:spacing w:val="-10"/>
          <w:lang w:eastAsia="zh-CN"/>
        </w:rPr>
        <w:t>、学校举行了庆国庆演讲赛，李名凭借咄咄逼人的演讲征服了评委，夺得了冠军。</w:t>
      </w:r>
      <w:r>
        <w:rPr>
          <w:spacing w:val="27"/>
          <w:lang w:eastAsia="zh-CN"/>
        </w:rPr>
        <w:t xml:space="preserve"> </w:t>
      </w:r>
      <w:r>
        <w:rPr>
          <w:lang w:eastAsia="zh-CN"/>
        </w:rPr>
        <w:t>D</w:t>
      </w:r>
      <w:r>
        <w:rPr>
          <w:rFonts w:hint="eastAsia"/>
          <w:lang w:eastAsia="zh-CN"/>
        </w:rPr>
        <w:t>、秋天悄无声息的来到了人间，淅淅沥沥的小雨勾起了多少文人的愁思！</w:t>
      </w:r>
    </w:p>
    <w:p>
      <w:pPr>
        <w:keepNext w:val="0"/>
        <w:keepLines w:val="0"/>
        <w:pageBreakBefore w:val="0"/>
        <w:widowControl w:val="0"/>
        <w:kinsoku/>
        <w:wordWrap/>
        <w:overflowPunct/>
        <w:topLinePunct w:val="0"/>
        <w:autoSpaceDE/>
        <w:autoSpaceDN/>
        <w:bidi w:val="0"/>
        <w:adjustRightInd/>
        <w:snapToGrid/>
        <w:spacing w:line="240" w:lineRule="auto"/>
        <w:ind w:firstLine="2363" w:firstLineChars="850"/>
        <w:textAlignment w:val="auto"/>
        <w:outlineLvl w:val="9"/>
        <w:rPr>
          <w:rFonts w:ascii="宋体" w:cs="宋体"/>
          <w:sz w:val="24"/>
          <w:szCs w:val="24"/>
          <w:lang w:eastAsia="zh-CN"/>
        </w:rPr>
      </w:pPr>
      <w:r>
        <w:rPr>
          <w:rFonts w:hint="eastAsia" w:ascii="Arial Unicode MS" w:hAnsi="Arial Unicode MS" w:eastAsia="Arial Unicode MS" w:cs="Arial Unicode MS"/>
          <w:spacing w:val="-1"/>
          <w:sz w:val="28"/>
          <w:szCs w:val="28"/>
          <w:lang w:eastAsia="zh-CN"/>
        </w:rPr>
        <w:t>二</w:t>
      </w:r>
      <w:r>
        <w:rPr>
          <w:rFonts w:hint="eastAsia" w:ascii="Arial Unicode MS" w:hAnsi="Arial Unicode MS" w:eastAsia="Arial Unicode MS" w:cs="Arial Unicode MS"/>
          <w:spacing w:val="-3"/>
          <w:sz w:val="28"/>
          <w:szCs w:val="28"/>
          <w:lang w:eastAsia="zh-CN"/>
        </w:rPr>
        <w:t>、</w:t>
      </w:r>
      <w:r>
        <w:rPr>
          <w:rFonts w:hint="eastAsia" w:ascii="Arial Unicode MS" w:hAnsi="Arial Unicode MS" w:eastAsia="Arial Unicode MS" w:cs="Arial Unicode MS"/>
          <w:spacing w:val="-1"/>
          <w:sz w:val="28"/>
          <w:szCs w:val="28"/>
          <w:lang w:eastAsia="zh-CN"/>
        </w:rPr>
        <w:t>阅读</w:t>
      </w:r>
      <w:r>
        <w:rPr>
          <w:rFonts w:hint="eastAsia" w:ascii="宋体" w:hAnsi="宋体" w:cs="宋体"/>
          <w:spacing w:val="-1"/>
          <w:sz w:val="28"/>
          <w:szCs w:val="28"/>
          <w:lang w:eastAsia="zh-CN"/>
        </w:rPr>
        <w:t>《</w:t>
      </w:r>
      <w:r>
        <w:rPr>
          <w:rFonts w:hint="eastAsia" w:ascii="宋体" w:hAnsi="宋体" w:cs="宋体"/>
          <w:spacing w:val="-3"/>
          <w:sz w:val="28"/>
          <w:szCs w:val="28"/>
          <w:lang w:eastAsia="zh-CN"/>
        </w:rPr>
        <w:t>春</w:t>
      </w:r>
      <w:r>
        <w:rPr>
          <w:rFonts w:hint="eastAsia" w:ascii="宋体" w:hAnsi="宋体" w:cs="宋体"/>
          <w:spacing w:val="-140"/>
          <w:sz w:val="28"/>
          <w:szCs w:val="28"/>
          <w:lang w:eastAsia="zh-CN"/>
        </w:rPr>
        <w:t>》</w:t>
      </w:r>
      <w:r>
        <w:rPr>
          <w:rFonts w:hint="eastAsia" w:ascii="宋体" w:hAnsi="宋体" w:cs="宋体"/>
          <w:sz w:val="24"/>
          <w:szCs w:val="24"/>
          <w:lang w:eastAsia="zh-CN"/>
        </w:rPr>
        <w:t>，回答</w:t>
      </w:r>
      <w:r>
        <w:rPr>
          <w:rFonts w:ascii="宋体" w:hAnsi="宋体" w:cs="宋体"/>
          <w:spacing w:val="-60"/>
          <w:sz w:val="24"/>
          <w:szCs w:val="24"/>
          <w:lang w:eastAsia="zh-CN"/>
        </w:rPr>
        <w:t xml:space="preserve"> </w:t>
      </w:r>
      <w:r>
        <w:rPr>
          <w:rFonts w:ascii="宋体" w:hAnsi="宋体" w:cs="宋体"/>
          <w:sz w:val="24"/>
          <w:szCs w:val="24"/>
          <w:lang w:eastAsia="zh-CN"/>
        </w:rPr>
        <w:t>5-7</w:t>
      </w:r>
      <w:r>
        <w:rPr>
          <w:rFonts w:ascii="宋体" w:hAnsi="宋体" w:cs="宋体"/>
          <w:spacing w:val="-60"/>
          <w:sz w:val="24"/>
          <w:szCs w:val="24"/>
          <w:lang w:eastAsia="zh-CN"/>
        </w:rPr>
        <w:t xml:space="preserve"> </w:t>
      </w:r>
      <w:r>
        <w:rPr>
          <w:rFonts w:hint="eastAsia" w:ascii="宋体" w:hAnsi="宋体" w:cs="宋体"/>
          <w:sz w:val="24"/>
          <w:szCs w:val="24"/>
          <w:lang w:eastAsia="zh-CN"/>
        </w:rPr>
        <w:t>题（</w:t>
      </w:r>
      <w:r>
        <w:rPr>
          <w:rFonts w:ascii="宋体" w:hAnsi="宋体" w:cs="宋体"/>
          <w:sz w:val="24"/>
          <w:szCs w:val="24"/>
          <w:lang w:eastAsia="zh-CN"/>
        </w:rPr>
        <w:t>9</w:t>
      </w:r>
      <w:r>
        <w:rPr>
          <w:rFonts w:ascii="宋体" w:hAnsi="宋体" w:cs="宋体"/>
          <w:spacing w:val="-60"/>
          <w:sz w:val="24"/>
          <w:szCs w:val="24"/>
          <w:lang w:eastAsia="zh-CN"/>
        </w:rPr>
        <w:t xml:space="preserve"> </w:t>
      </w:r>
      <w:r>
        <w:rPr>
          <w:rFonts w:hint="eastAsia" w:ascii="宋体" w:hAnsi="宋体" w:cs="宋体"/>
          <w:sz w:val="24"/>
          <w:szCs w:val="24"/>
          <w:lang w:eastAsia="zh-CN"/>
        </w:rPr>
        <w:t>分）</w:t>
      </w:r>
    </w:p>
    <w:p>
      <w:pPr>
        <w:pStyle w:val="2"/>
        <w:keepNext w:val="0"/>
        <w:keepLines w:val="0"/>
        <w:pageBreakBefore w:val="0"/>
        <w:widowControl w:val="0"/>
        <w:kinsoku/>
        <w:wordWrap/>
        <w:overflowPunct/>
        <w:topLinePunct w:val="0"/>
        <w:autoSpaceDE/>
        <w:autoSpaceDN/>
        <w:bidi w:val="0"/>
        <w:adjustRightInd/>
        <w:snapToGrid/>
        <w:spacing w:before="0" w:line="240" w:lineRule="auto"/>
        <w:ind w:left="1724" w:right="1406" w:firstLine="480"/>
        <w:jc w:val="both"/>
        <w:textAlignment w:val="auto"/>
        <w:outlineLvl w:val="9"/>
        <w:rPr>
          <w:lang w:eastAsia="zh-CN"/>
        </w:rPr>
      </w:pPr>
      <w:r>
        <w:rPr>
          <w:rFonts w:hint="eastAsia"/>
          <w:spacing w:val="2"/>
          <w:lang w:eastAsia="zh-CN"/>
        </w:rPr>
        <w:t>小草偷偷地土里钻出来，嫩嫩的，绿绿的。园子里，田野里，瞧去，一大片一</w:t>
      </w:r>
      <w:r>
        <w:rPr>
          <w:spacing w:val="52"/>
          <w:lang w:eastAsia="zh-CN"/>
        </w:rPr>
        <w:t xml:space="preserve"> </w:t>
      </w:r>
      <w:r>
        <w:rPr>
          <w:rFonts w:hint="eastAsia"/>
          <w:spacing w:val="2"/>
          <w:lang w:eastAsia="zh-CN"/>
        </w:rPr>
        <w:t>大片满是的。坐着，躺着，打两个滚，踢几脚球，赛几趟跑，捉几回迷藏，风轻悄</w:t>
      </w:r>
      <w:r>
        <w:rPr>
          <w:spacing w:val="44"/>
          <w:lang w:eastAsia="zh-CN"/>
        </w:rPr>
        <w:t xml:space="preserve"> </w:t>
      </w:r>
      <w:r>
        <w:rPr>
          <w:rFonts w:hint="eastAsia"/>
          <w:lang w:eastAsia="zh-CN"/>
        </w:rPr>
        <w:t>悄的，草软绵绵。</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lang w:eastAsia="zh-CN"/>
        </w:rPr>
        <w:sectPr>
          <w:footerReference r:id="rId3" w:type="default"/>
          <w:type w:val="continuous"/>
          <w:pgSz w:w="11910" w:h="16840"/>
          <w:pgMar w:top="0" w:right="0" w:bottom="1360" w:left="20" w:header="720" w:footer="1175" w:gutter="0"/>
          <w:cols w:space="720" w:num="1"/>
        </w:sectPr>
      </w:pPr>
    </w:p>
    <w:p>
      <w:pPr>
        <w:pStyle w:val="2"/>
        <w:keepNext w:val="0"/>
        <w:keepLines w:val="0"/>
        <w:pageBreakBefore w:val="0"/>
        <w:widowControl w:val="0"/>
        <w:tabs>
          <w:tab w:val="left" w:pos="6584"/>
        </w:tabs>
        <w:kinsoku/>
        <w:wordWrap/>
        <w:overflowPunct/>
        <w:topLinePunct w:val="0"/>
        <w:autoSpaceDE/>
        <w:autoSpaceDN/>
        <w:bidi w:val="0"/>
        <w:adjustRightInd/>
        <w:snapToGrid/>
        <w:spacing w:before="0" w:line="240" w:lineRule="auto"/>
        <w:ind w:right="101" w:firstLine="480"/>
        <w:textAlignment w:val="auto"/>
        <w:outlineLvl w:val="9"/>
        <w:rPr>
          <w:rFonts w:hint="eastAsia"/>
          <w:spacing w:val="2"/>
          <w:lang w:eastAsia="zh-CN"/>
        </w:rPr>
      </w:pPr>
    </w:p>
    <w:p>
      <w:pPr>
        <w:pStyle w:val="2"/>
        <w:keepNext w:val="0"/>
        <w:keepLines w:val="0"/>
        <w:pageBreakBefore w:val="0"/>
        <w:widowControl w:val="0"/>
        <w:tabs>
          <w:tab w:val="left" w:pos="6584"/>
        </w:tabs>
        <w:kinsoku/>
        <w:wordWrap/>
        <w:overflowPunct/>
        <w:topLinePunct w:val="0"/>
        <w:autoSpaceDE/>
        <w:autoSpaceDN/>
        <w:bidi w:val="0"/>
        <w:adjustRightInd/>
        <w:snapToGrid/>
        <w:spacing w:before="0" w:line="240" w:lineRule="auto"/>
        <w:ind w:right="101" w:firstLine="480"/>
        <w:textAlignment w:val="auto"/>
        <w:outlineLvl w:val="9"/>
        <w:rPr>
          <w:lang w:eastAsia="zh-CN"/>
        </w:rPr>
      </w:pPr>
      <w:bookmarkStart w:id="0" w:name="_GoBack"/>
      <w:bookmarkEnd w:id="0"/>
      <w:r>
        <w:rPr>
          <w:rFonts w:hint="eastAsia"/>
          <w:spacing w:val="2"/>
          <w:lang w:eastAsia="zh-CN"/>
        </w:rPr>
        <w:t>桃树、杏树、梨树，你不让我，我不让你，都开满了花赶趟儿。红的像火，粉</w:t>
      </w:r>
      <w:r>
        <w:rPr>
          <w:spacing w:val="52"/>
          <w:lang w:eastAsia="zh-CN"/>
        </w:rPr>
        <w:t xml:space="preserve"> </w:t>
      </w:r>
      <w:r>
        <w:rPr>
          <w:rFonts w:hint="eastAsia"/>
          <w:spacing w:val="2"/>
          <w:lang w:eastAsia="zh-CN"/>
        </w:rPr>
        <w:t>的像霞，白的像雪。花里带着甜味儿；闭了眼，树上仿佛已经满是桃儿、杏儿、梨</w:t>
      </w:r>
      <w:r>
        <w:rPr>
          <w:spacing w:val="44"/>
          <w:lang w:eastAsia="zh-CN"/>
        </w:rPr>
        <w:t xml:space="preserve"> </w:t>
      </w:r>
      <w:r>
        <w:rPr>
          <w:rFonts w:hint="eastAsia"/>
          <w:spacing w:val="-1"/>
          <w:lang w:eastAsia="zh-CN"/>
        </w:rPr>
        <w:t>儿。花下成千成百的蜜蜂嗡嗡地闹着，大小的蝴蝶飞来飞去。野花遍地是：杂样的，</w:t>
      </w:r>
      <w:r>
        <w:rPr>
          <w:spacing w:val="65"/>
          <w:lang w:eastAsia="zh-CN"/>
        </w:rPr>
        <w:t xml:space="preserve"> </w:t>
      </w:r>
      <w:r>
        <w:rPr>
          <w:rFonts w:hint="eastAsia"/>
          <w:lang w:eastAsia="zh-CN"/>
        </w:rPr>
        <w:t>有名字的，没名字的，散在草丛里像眼睛，像星星，还眨呀眨的。</w:t>
      </w:r>
      <w:r>
        <w:rPr>
          <w:lang w:eastAsia="zh-CN"/>
        </w:rPr>
        <w:t xml:space="preserve"> </w:t>
      </w:r>
    </w:p>
    <w:p>
      <w:pPr>
        <w:pStyle w:val="2"/>
        <w:keepNext w:val="0"/>
        <w:keepLines w:val="0"/>
        <w:pageBreakBefore w:val="0"/>
        <w:widowControl w:val="0"/>
        <w:tabs>
          <w:tab w:val="left" w:pos="6584"/>
        </w:tabs>
        <w:kinsoku/>
        <w:wordWrap/>
        <w:overflowPunct/>
        <w:topLinePunct w:val="0"/>
        <w:autoSpaceDE/>
        <w:autoSpaceDN/>
        <w:bidi w:val="0"/>
        <w:adjustRightInd/>
        <w:snapToGrid/>
        <w:spacing w:before="0" w:line="240" w:lineRule="auto"/>
        <w:ind w:right="101"/>
        <w:textAlignment w:val="auto"/>
        <w:outlineLvl w:val="9"/>
        <w:rPr>
          <w:lang w:eastAsia="zh-CN"/>
        </w:rPr>
      </w:pPr>
      <w:r>
        <w:rPr>
          <w:lang w:eastAsia="zh-CN"/>
        </w:rPr>
        <w:t>5</w:t>
      </w:r>
      <w:r>
        <w:rPr>
          <w:rFonts w:hint="eastAsia"/>
          <w:lang w:eastAsia="zh-CN"/>
        </w:rPr>
        <w:t>、第一段虽然写小草，但写了人的动作行为，目的是（</w:t>
      </w:r>
      <w:r>
        <w:rPr>
          <w:lang w:eastAsia="zh-CN"/>
        </w:rPr>
        <w:tab/>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p>
    <w:p>
      <w:pPr>
        <w:pStyle w:val="2"/>
        <w:keepNext w:val="0"/>
        <w:keepLines w:val="0"/>
        <w:pageBreakBefore w:val="0"/>
        <w:widowControl w:val="0"/>
        <w:kinsoku/>
        <w:wordWrap/>
        <w:overflowPunct/>
        <w:topLinePunct w:val="0"/>
        <w:autoSpaceDE/>
        <w:autoSpaceDN/>
        <w:bidi w:val="0"/>
        <w:adjustRightInd/>
        <w:snapToGrid/>
        <w:spacing w:before="0" w:line="240" w:lineRule="auto"/>
        <w:ind w:left="464" w:right="101"/>
        <w:textAlignment w:val="auto"/>
        <w:outlineLvl w:val="9"/>
        <w:rPr>
          <w:lang w:eastAsia="zh-CN"/>
        </w:rPr>
      </w:pPr>
      <w:r>
        <w:rPr>
          <w:lang w:eastAsia="zh-CN"/>
        </w:rPr>
        <w:t>A</w:t>
      </w:r>
      <w:r>
        <w:rPr>
          <w:rFonts w:hint="eastAsia"/>
          <w:lang w:eastAsia="zh-CN"/>
        </w:rPr>
        <w:t>、草地上有人在活动，所以要写。</w:t>
      </w:r>
      <w:r>
        <w:rPr>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left="464" w:right="101"/>
        <w:textAlignment w:val="auto"/>
        <w:outlineLvl w:val="9"/>
        <w:rPr>
          <w:lang w:eastAsia="zh-CN"/>
        </w:rPr>
      </w:pPr>
      <w:r>
        <w:rPr>
          <w:lang w:eastAsia="zh-CN"/>
        </w:rPr>
        <w:t>B</w:t>
      </w:r>
      <w:r>
        <w:rPr>
          <w:rFonts w:hint="eastAsia"/>
          <w:lang w:eastAsia="zh-CN"/>
        </w:rPr>
        <w:t>、说明人们在春天来时心情很愉快，通过这些动作行为就可以反映出来。</w:t>
      </w:r>
      <w:r>
        <w:rPr>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left="464" w:right="101"/>
        <w:textAlignment w:val="auto"/>
        <w:outlineLvl w:val="9"/>
        <w:rPr>
          <w:lang w:eastAsia="zh-CN"/>
        </w:rPr>
      </w:pPr>
      <w:r>
        <w:rPr>
          <w:lang w:eastAsia="zh-CN"/>
        </w:rPr>
        <w:t>C</w:t>
      </w:r>
      <w:r>
        <w:rPr>
          <w:rFonts w:hint="eastAsia"/>
          <w:lang w:eastAsia="zh-CN"/>
        </w:rPr>
        <w:t>、写人的动作行为，实际上是间接地写草地，突出草地的柔软嫩绿可爱。</w:t>
      </w:r>
      <w:r>
        <w:rPr>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left="464" w:right="101"/>
        <w:textAlignment w:val="auto"/>
        <w:outlineLvl w:val="9"/>
        <w:rPr>
          <w:lang w:eastAsia="zh-CN"/>
        </w:rPr>
      </w:pPr>
      <w:r>
        <w:rPr>
          <w:lang w:eastAsia="zh-CN"/>
        </w:rPr>
        <w:t>D</w:t>
      </w:r>
      <w:r>
        <w:rPr>
          <w:rFonts w:hint="eastAsia"/>
          <w:lang w:eastAsia="zh-CN"/>
        </w:rPr>
        <w:t>、写了春草，又写了人的动作行为，构成一幅美丽的图画。</w:t>
      </w:r>
    </w:p>
    <w:p>
      <w:pPr>
        <w:pStyle w:val="2"/>
        <w:keepNext w:val="0"/>
        <w:keepLines w:val="0"/>
        <w:pageBreakBefore w:val="0"/>
        <w:widowControl w:val="0"/>
        <w:tabs>
          <w:tab w:val="left" w:pos="3944"/>
          <w:tab w:val="left" w:pos="4904"/>
        </w:tabs>
        <w:kinsoku/>
        <w:wordWrap/>
        <w:overflowPunct/>
        <w:topLinePunct w:val="0"/>
        <w:autoSpaceDE/>
        <w:autoSpaceDN/>
        <w:bidi w:val="0"/>
        <w:adjustRightInd/>
        <w:snapToGrid/>
        <w:spacing w:before="0" w:line="240" w:lineRule="auto"/>
        <w:ind w:left="464" w:right="2619" w:hanging="360"/>
        <w:textAlignment w:val="auto"/>
        <w:outlineLvl w:val="9"/>
        <w:rPr>
          <w:lang w:eastAsia="zh-CN"/>
        </w:rPr>
      </w:pPr>
      <w:r>
        <w:rPr>
          <w:lang w:eastAsia="zh-CN"/>
        </w:rPr>
        <w:t>6</w:t>
      </w:r>
      <w:r>
        <w:rPr>
          <w:rFonts w:hint="eastAsia"/>
          <w:lang w:eastAsia="zh-CN"/>
        </w:rPr>
        <w:t>、本文段共用了下列哪些修辞方法？（</w:t>
      </w:r>
      <w:r>
        <w:rPr>
          <w:lang w:eastAsia="zh-CN"/>
        </w:rPr>
        <w:tab/>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r>
        <w:rPr>
          <w:lang w:eastAsia="zh-CN"/>
        </w:rPr>
        <w:t xml:space="preserve"> A</w:t>
      </w:r>
      <w:r>
        <w:rPr>
          <w:rFonts w:hint="eastAsia"/>
          <w:lang w:eastAsia="zh-CN"/>
        </w:rPr>
        <w:t>、比喻、拟人、借代、</w:t>
      </w:r>
      <w:r>
        <w:rPr>
          <w:lang w:eastAsia="zh-CN"/>
        </w:rPr>
        <w:tab/>
      </w:r>
      <w:r>
        <w:rPr>
          <w:lang w:eastAsia="zh-CN"/>
        </w:rPr>
        <w:t>B</w:t>
      </w:r>
      <w:r>
        <w:rPr>
          <w:rFonts w:hint="eastAsia"/>
          <w:lang w:eastAsia="zh-CN"/>
        </w:rPr>
        <w:t>、拟人、比喻、排比、</w:t>
      </w:r>
      <w:r>
        <w:rPr>
          <w:lang w:eastAsia="zh-CN"/>
        </w:rPr>
        <w:t xml:space="preserve"> C</w:t>
      </w:r>
      <w:r>
        <w:rPr>
          <w:rFonts w:hint="eastAsia"/>
          <w:lang w:eastAsia="zh-CN"/>
        </w:rPr>
        <w:t>、比喻、排比、引用</w:t>
      </w:r>
      <w:r>
        <w:rPr>
          <w:lang w:eastAsia="zh-CN"/>
        </w:rPr>
        <w:tab/>
      </w:r>
      <w:r>
        <w:rPr>
          <w:lang w:eastAsia="zh-CN"/>
        </w:rPr>
        <w:t>D</w:t>
      </w:r>
      <w:r>
        <w:rPr>
          <w:rFonts w:hint="eastAsia"/>
          <w:lang w:eastAsia="zh-CN"/>
        </w:rPr>
        <w:t>、拟人、借代、比喻、</w:t>
      </w:r>
    </w:p>
    <w:p>
      <w:pPr>
        <w:pStyle w:val="2"/>
        <w:keepNext w:val="0"/>
        <w:keepLines w:val="0"/>
        <w:pageBreakBefore w:val="0"/>
        <w:widowControl w:val="0"/>
        <w:tabs>
          <w:tab w:val="left" w:pos="1904"/>
        </w:tabs>
        <w:kinsoku/>
        <w:wordWrap/>
        <w:overflowPunct/>
        <w:topLinePunct w:val="0"/>
        <w:autoSpaceDE/>
        <w:autoSpaceDN/>
        <w:bidi w:val="0"/>
        <w:adjustRightInd/>
        <w:snapToGrid/>
        <w:spacing w:before="0" w:line="240" w:lineRule="auto"/>
        <w:ind w:right="225"/>
        <w:textAlignment w:val="auto"/>
        <w:outlineLvl w:val="9"/>
        <w:rPr>
          <w:lang w:eastAsia="zh-CN"/>
        </w:rPr>
      </w:pPr>
      <w:r>
        <w:rPr>
          <w:spacing w:val="-1"/>
          <w:lang w:eastAsia="zh-CN"/>
        </w:rPr>
        <w:t>7</w:t>
      </w:r>
      <w:r>
        <w:rPr>
          <w:rFonts w:hint="eastAsia"/>
          <w:spacing w:val="-1"/>
          <w:lang w:eastAsia="zh-CN"/>
        </w:rPr>
        <w:t>、对“红的像火、粉的像霞、白的像雪”三个句子的句序不能颠倒的原因，理解正</w:t>
      </w:r>
      <w:r>
        <w:rPr>
          <w:spacing w:val="63"/>
          <w:lang w:eastAsia="zh-CN"/>
        </w:rPr>
        <w:t xml:space="preserve"> </w:t>
      </w:r>
      <w:r>
        <w:rPr>
          <w:rFonts w:hint="eastAsia"/>
          <w:lang w:eastAsia="zh-CN"/>
        </w:rPr>
        <w:t>确的一项是（</w:t>
      </w:r>
      <w:r>
        <w:rPr>
          <w:lang w:eastAsia="zh-CN"/>
        </w:rPr>
        <w:tab/>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p>
    <w:p>
      <w:pPr>
        <w:pStyle w:val="2"/>
        <w:keepNext w:val="0"/>
        <w:keepLines w:val="0"/>
        <w:pageBreakBefore w:val="0"/>
        <w:widowControl w:val="0"/>
        <w:kinsoku/>
        <w:wordWrap/>
        <w:overflowPunct/>
        <w:topLinePunct w:val="0"/>
        <w:autoSpaceDE/>
        <w:autoSpaceDN/>
        <w:bidi w:val="0"/>
        <w:adjustRightInd/>
        <w:snapToGrid/>
        <w:spacing w:before="0" w:line="240" w:lineRule="auto"/>
        <w:ind w:left="464" w:right="101"/>
        <w:textAlignment w:val="auto"/>
        <w:outlineLvl w:val="9"/>
        <w:rPr>
          <w:lang w:eastAsia="zh-CN"/>
        </w:rPr>
      </w:pPr>
      <w:r>
        <w:rPr>
          <w:lang w:eastAsia="zh-CN"/>
        </w:rPr>
        <w:t>A</w:t>
      </w:r>
      <w:r>
        <w:rPr>
          <w:rFonts w:hint="eastAsia"/>
          <w:lang w:eastAsia="zh-CN"/>
        </w:rPr>
        <w:t>、这三个句子是按颜色由深到浅的次序安排的。</w:t>
      </w:r>
      <w:r>
        <w:rPr>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left="464" w:right="101"/>
        <w:textAlignment w:val="auto"/>
        <w:outlineLvl w:val="9"/>
        <w:rPr>
          <w:lang w:eastAsia="zh-CN"/>
        </w:rPr>
      </w:pPr>
      <w:r>
        <w:rPr>
          <w:lang w:eastAsia="zh-CN"/>
        </w:rPr>
        <w:t>B</w:t>
      </w:r>
      <w:r>
        <w:rPr>
          <w:rFonts w:hint="eastAsia"/>
          <w:lang w:eastAsia="zh-CN"/>
        </w:rPr>
        <w:t>、这三种颜色是和前文的“桃树</w:t>
      </w:r>
      <w:r>
        <w:rPr>
          <w:rFonts w:hint="eastAsia"/>
          <w:spacing w:val="-120"/>
          <w:lang w:eastAsia="zh-CN"/>
        </w:rPr>
        <w:t>”、</w:t>
      </w:r>
      <w:r>
        <w:rPr>
          <w:rFonts w:hint="eastAsia"/>
          <w:lang w:eastAsia="zh-CN"/>
        </w:rPr>
        <w:t>“杏树</w:t>
      </w:r>
      <w:r>
        <w:rPr>
          <w:rFonts w:hint="eastAsia"/>
          <w:spacing w:val="-120"/>
          <w:lang w:eastAsia="zh-CN"/>
        </w:rPr>
        <w:t>”、</w:t>
      </w:r>
      <w:r>
        <w:rPr>
          <w:rFonts w:hint="eastAsia"/>
          <w:lang w:eastAsia="zh-CN"/>
        </w:rPr>
        <w:t>“梨树”一一对应的。</w:t>
      </w:r>
      <w:r>
        <w:rPr>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left="464" w:right="101"/>
        <w:textAlignment w:val="auto"/>
        <w:outlineLvl w:val="9"/>
        <w:rPr>
          <w:lang w:eastAsia="zh-CN"/>
        </w:rPr>
      </w:pPr>
      <w:r>
        <w:rPr>
          <w:lang w:eastAsia="zh-CN"/>
        </w:rPr>
        <w:t>C</w:t>
      </w:r>
      <w:r>
        <w:rPr>
          <w:rFonts w:hint="eastAsia"/>
          <w:spacing w:val="-120"/>
          <w:lang w:eastAsia="zh-CN"/>
        </w:rPr>
        <w:t>、</w:t>
      </w:r>
      <w:r>
        <w:rPr>
          <w:rFonts w:hint="eastAsia"/>
          <w:lang w:eastAsia="zh-CN"/>
        </w:rPr>
        <w:t>“火</w:t>
      </w:r>
      <w:r>
        <w:rPr>
          <w:rFonts w:hint="eastAsia"/>
          <w:spacing w:val="-120"/>
          <w:lang w:eastAsia="zh-CN"/>
        </w:rPr>
        <w:t>”、</w:t>
      </w:r>
      <w:r>
        <w:rPr>
          <w:rFonts w:hint="eastAsia"/>
          <w:lang w:eastAsia="zh-CN"/>
        </w:rPr>
        <w:t>“霞</w:t>
      </w:r>
      <w:r>
        <w:rPr>
          <w:rFonts w:hint="eastAsia"/>
          <w:spacing w:val="-120"/>
          <w:lang w:eastAsia="zh-CN"/>
        </w:rPr>
        <w:t>”、</w:t>
      </w:r>
      <w:r>
        <w:rPr>
          <w:rFonts w:hint="eastAsia"/>
          <w:lang w:eastAsia="zh-CN"/>
        </w:rPr>
        <w:t>“雪”是按照从热到冷的次序安排的。</w:t>
      </w:r>
      <w:r>
        <w:rPr>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left="464" w:right="101"/>
        <w:textAlignment w:val="auto"/>
        <w:outlineLvl w:val="9"/>
        <w:rPr>
          <w:rFonts w:cs="宋体"/>
          <w:lang w:eastAsia="zh-CN"/>
        </w:rPr>
      </w:pPr>
      <w:r>
        <w:rPr>
          <w:lang w:eastAsia="zh-CN"/>
        </w:rPr>
        <w:t>D</w:t>
      </w:r>
      <w:r>
        <w:rPr>
          <w:rFonts w:hint="eastAsia"/>
          <w:lang w:eastAsia="zh-CN"/>
        </w:rPr>
        <w:t>、这三个句子是按照春花开放的先后次序安排的</w:t>
      </w:r>
      <w:r>
        <w:rPr>
          <w:rFonts w:hint="eastAsia" w:cs="宋体"/>
          <w:b/>
          <w:bCs/>
          <w:lang w:eastAsia="zh-CN"/>
        </w:rPr>
        <w:t>。</w:t>
      </w: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ascii="Arial Unicode MS" w:hAnsi="Arial Unicode MS" w:eastAsia="Arial Unicode MS" w:cs="Arial Unicode MS"/>
          <w:lang w:eastAsia="zh-CN"/>
        </w:rPr>
        <w:t>三、</w:t>
      </w:r>
      <w:r>
        <w:rPr>
          <w:rFonts w:hint="eastAsia"/>
          <w:lang w:eastAsia="zh-CN"/>
        </w:rPr>
        <w:t>阅读下面的文言文，完成</w:t>
      </w:r>
      <w:r>
        <w:rPr>
          <w:spacing w:val="-60"/>
          <w:lang w:eastAsia="zh-CN"/>
        </w:rPr>
        <w:t xml:space="preserve"> </w:t>
      </w:r>
      <w:r>
        <w:rPr>
          <w:lang w:eastAsia="zh-CN"/>
        </w:rPr>
        <w:t>8—10</w:t>
      </w:r>
      <w:r>
        <w:rPr>
          <w:spacing w:val="-60"/>
          <w:lang w:eastAsia="zh-CN"/>
        </w:rPr>
        <w:t xml:space="preserve"> </w:t>
      </w:r>
      <w:r>
        <w:rPr>
          <w:rFonts w:hint="eastAsia"/>
          <w:lang w:eastAsia="zh-CN"/>
        </w:rPr>
        <w:t>题</w:t>
      </w:r>
      <w:r>
        <w:rPr>
          <w:rFonts w:hint="eastAsia"/>
          <w:spacing w:val="-120"/>
          <w:lang w:eastAsia="zh-CN"/>
        </w:rPr>
        <w:t>。</w:t>
      </w:r>
      <w:r>
        <w:rPr>
          <w:rFonts w:hint="eastAsia"/>
          <w:lang w:eastAsia="zh-CN"/>
        </w:rPr>
        <w:t>（</w:t>
      </w:r>
      <w:r>
        <w:rPr>
          <w:lang w:eastAsia="zh-CN"/>
        </w:rPr>
        <w:t>9</w:t>
      </w:r>
      <w:r>
        <w:rPr>
          <w:spacing w:val="-60"/>
          <w:lang w:eastAsia="zh-CN"/>
        </w:rPr>
        <w:t xml:space="preserve"> </w:t>
      </w:r>
      <w:r>
        <w:rPr>
          <w:rFonts w:hint="eastAsia"/>
          <w:lang w:eastAsia="zh-CN"/>
        </w:rPr>
        <w:t>分）</w:t>
      </w:r>
    </w:p>
    <w:p>
      <w:pPr>
        <w:pStyle w:val="2"/>
        <w:keepNext w:val="0"/>
        <w:keepLines w:val="0"/>
        <w:pageBreakBefore w:val="0"/>
        <w:widowControl w:val="0"/>
        <w:kinsoku/>
        <w:wordWrap/>
        <w:overflowPunct/>
        <w:topLinePunct w:val="0"/>
        <w:autoSpaceDE/>
        <w:autoSpaceDN/>
        <w:bidi w:val="0"/>
        <w:adjustRightInd/>
        <w:snapToGrid/>
        <w:spacing w:before="0" w:line="240" w:lineRule="auto"/>
        <w:ind w:left="102"/>
        <w:textAlignment w:val="auto"/>
        <w:outlineLvl w:val="9"/>
        <w:rPr>
          <w:lang w:eastAsia="zh-CN"/>
        </w:rPr>
      </w:pPr>
      <w:r>
        <w:rPr>
          <w:rFonts w:hint="eastAsia"/>
          <w:spacing w:val="12"/>
          <w:w w:val="90"/>
          <w:lang w:eastAsia="zh-CN"/>
        </w:rPr>
        <w:t>（</w:t>
      </w:r>
      <w:r>
        <w:rPr>
          <w:spacing w:val="12"/>
          <w:w w:val="90"/>
          <w:lang w:eastAsia="zh-CN"/>
        </w:rPr>
        <w:t>1</w:t>
      </w:r>
      <w:r>
        <w:rPr>
          <w:rFonts w:hint="eastAsia"/>
          <w:spacing w:val="12"/>
          <w:w w:val="90"/>
          <w:lang w:eastAsia="zh-CN"/>
        </w:rPr>
        <w:t>）</w:t>
      </w:r>
      <w:r>
        <w:rPr>
          <w:rFonts w:hint="eastAsia"/>
          <w:spacing w:val="14"/>
          <w:w w:val="90"/>
          <w:lang w:eastAsia="zh-CN"/>
        </w:rPr>
        <w:t>学而时习之，不亦说乎？有朋自远方来，不亦乐乎？人不知而不愠，不亦君子乎？</w:t>
      </w:r>
    </w:p>
    <w:p>
      <w:pPr>
        <w:pStyle w:val="2"/>
        <w:keepNext w:val="0"/>
        <w:keepLines w:val="0"/>
        <w:pageBreakBefore w:val="0"/>
        <w:widowControl w:val="0"/>
        <w:kinsoku/>
        <w:wordWrap/>
        <w:overflowPunct/>
        <w:topLinePunct w:val="0"/>
        <w:autoSpaceDE/>
        <w:autoSpaceDN/>
        <w:bidi w:val="0"/>
        <w:adjustRightInd/>
        <w:snapToGrid/>
        <w:spacing w:before="0" w:line="240" w:lineRule="auto"/>
        <w:ind w:left="102"/>
        <w:textAlignment w:val="auto"/>
        <w:outlineLvl w:val="9"/>
        <w:rPr>
          <w:lang w:eastAsia="zh-CN"/>
        </w:rPr>
      </w:pPr>
      <w:r>
        <w:rPr>
          <w:rFonts w:hint="eastAsia"/>
          <w:lang w:eastAsia="zh-CN"/>
        </w:rPr>
        <w:t>（</w:t>
      </w:r>
      <w:r>
        <w:rPr>
          <w:lang w:eastAsia="zh-CN"/>
        </w:rPr>
        <w:t>2</w:t>
      </w:r>
      <w:r>
        <w:rPr>
          <w:rFonts w:hint="eastAsia"/>
          <w:lang w:eastAsia="zh-CN"/>
        </w:rPr>
        <w:t>）温故而知新，可以为师矣。</w:t>
      </w:r>
    </w:p>
    <w:p>
      <w:pPr>
        <w:pStyle w:val="2"/>
        <w:keepNext w:val="0"/>
        <w:keepLines w:val="0"/>
        <w:pageBreakBefore w:val="0"/>
        <w:widowControl w:val="0"/>
        <w:kinsoku/>
        <w:wordWrap/>
        <w:overflowPunct/>
        <w:topLinePunct w:val="0"/>
        <w:autoSpaceDE/>
        <w:autoSpaceDN/>
        <w:bidi w:val="0"/>
        <w:adjustRightInd/>
        <w:snapToGrid/>
        <w:spacing w:before="0" w:line="240" w:lineRule="auto"/>
        <w:ind w:left="102"/>
        <w:textAlignment w:val="auto"/>
        <w:outlineLvl w:val="9"/>
        <w:rPr>
          <w:lang w:eastAsia="zh-CN"/>
        </w:rPr>
      </w:pPr>
      <w:r>
        <w:rPr>
          <w:rFonts w:hint="eastAsia"/>
          <w:lang w:eastAsia="zh-CN"/>
        </w:rPr>
        <w:t>（</w:t>
      </w:r>
      <w:r>
        <w:rPr>
          <w:lang w:eastAsia="zh-CN"/>
        </w:rPr>
        <w:t>3</w:t>
      </w:r>
      <w:r>
        <w:rPr>
          <w:rFonts w:hint="eastAsia"/>
          <w:lang w:eastAsia="zh-CN"/>
        </w:rPr>
        <w:t>）学而不思则罔，思而不学则殆。</w:t>
      </w:r>
    </w:p>
    <w:p>
      <w:pPr>
        <w:pStyle w:val="2"/>
        <w:keepNext w:val="0"/>
        <w:keepLines w:val="0"/>
        <w:pageBreakBefore w:val="0"/>
        <w:widowControl w:val="0"/>
        <w:kinsoku/>
        <w:wordWrap/>
        <w:overflowPunct/>
        <w:topLinePunct w:val="0"/>
        <w:autoSpaceDE/>
        <w:autoSpaceDN/>
        <w:bidi w:val="0"/>
        <w:adjustRightInd/>
        <w:snapToGrid/>
        <w:spacing w:before="0" w:line="240" w:lineRule="auto"/>
        <w:ind w:left="102"/>
        <w:textAlignment w:val="auto"/>
        <w:outlineLvl w:val="9"/>
        <w:rPr>
          <w:lang w:eastAsia="zh-CN"/>
        </w:rPr>
      </w:pPr>
      <w:r>
        <w:rPr>
          <w:rFonts w:hint="eastAsia"/>
          <w:lang w:eastAsia="zh-CN"/>
        </w:rPr>
        <w:t>（</w:t>
      </w:r>
      <w:r>
        <w:rPr>
          <w:lang w:eastAsia="zh-CN"/>
        </w:rPr>
        <w:t>4</w:t>
      </w:r>
      <w:r>
        <w:rPr>
          <w:rFonts w:hint="eastAsia"/>
          <w:lang w:eastAsia="zh-CN"/>
        </w:rPr>
        <w:t>）知之者不如好之者，好之者不如乐之者。</w:t>
      </w:r>
    </w:p>
    <w:p>
      <w:pPr>
        <w:pStyle w:val="2"/>
        <w:keepNext w:val="0"/>
        <w:keepLines w:val="0"/>
        <w:pageBreakBefore w:val="0"/>
        <w:widowControl w:val="0"/>
        <w:kinsoku/>
        <w:wordWrap/>
        <w:overflowPunct/>
        <w:topLinePunct w:val="0"/>
        <w:autoSpaceDE/>
        <w:autoSpaceDN/>
        <w:bidi w:val="0"/>
        <w:adjustRightInd/>
        <w:snapToGrid/>
        <w:spacing w:before="0" w:line="240" w:lineRule="auto"/>
        <w:ind w:left="102"/>
        <w:textAlignment w:val="auto"/>
        <w:outlineLvl w:val="9"/>
        <w:rPr>
          <w:lang w:eastAsia="zh-CN"/>
        </w:rPr>
      </w:pPr>
      <w:r>
        <w:rPr>
          <w:rFonts w:hint="eastAsia"/>
          <w:lang w:eastAsia="zh-CN"/>
        </w:rPr>
        <w:t>（</w:t>
      </w:r>
      <w:r>
        <w:rPr>
          <w:lang w:eastAsia="zh-CN"/>
        </w:rPr>
        <w:t>5</w:t>
      </w:r>
      <w:r>
        <w:rPr>
          <w:rFonts w:hint="eastAsia"/>
          <w:lang w:eastAsia="zh-CN"/>
        </w:rPr>
        <w:t>）三人行，必有我师焉；择其善者而从之，其不善者而改之。</w:t>
      </w:r>
    </w:p>
    <w:p>
      <w:pPr>
        <w:pStyle w:val="2"/>
        <w:keepNext w:val="0"/>
        <w:keepLines w:val="0"/>
        <w:pageBreakBefore w:val="0"/>
        <w:widowControl w:val="0"/>
        <w:kinsoku/>
        <w:wordWrap/>
        <w:overflowPunct/>
        <w:topLinePunct w:val="0"/>
        <w:autoSpaceDE/>
        <w:autoSpaceDN/>
        <w:bidi w:val="0"/>
        <w:adjustRightInd/>
        <w:snapToGrid/>
        <w:spacing w:before="0" w:line="240" w:lineRule="auto"/>
        <w:ind w:left="102" w:right="225"/>
        <w:textAlignment w:val="auto"/>
        <w:outlineLvl w:val="9"/>
        <w:rPr>
          <w:lang w:eastAsia="zh-CN"/>
        </w:rPr>
      </w:pPr>
      <w:r>
        <w:rPr>
          <w:rFonts w:hint="eastAsia"/>
          <w:spacing w:val="-1"/>
          <w:lang w:eastAsia="zh-CN"/>
        </w:rPr>
        <w:t>（</w:t>
      </w:r>
      <w:r>
        <w:rPr>
          <w:spacing w:val="-1"/>
          <w:lang w:eastAsia="zh-CN"/>
        </w:rPr>
        <w:t>6</w:t>
      </w:r>
      <w:r>
        <w:rPr>
          <w:rFonts w:hint="eastAsia"/>
          <w:spacing w:val="-1"/>
          <w:lang w:eastAsia="zh-CN"/>
        </w:rPr>
        <w:t>）吾十有五而志于学，三十而立，四十而不惑，五十而知天命，六十而耳顺，七</w:t>
      </w:r>
      <w:r>
        <w:rPr>
          <w:spacing w:val="63"/>
          <w:lang w:eastAsia="zh-CN"/>
        </w:rPr>
        <w:t xml:space="preserve"> </w:t>
      </w:r>
      <w:r>
        <w:rPr>
          <w:rFonts w:hint="eastAsia"/>
          <w:lang w:eastAsia="zh-CN"/>
        </w:rPr>
        <w:t>十而从心所欲，不逾矩。</w:t>
      </w:r>
    </w:p>
    <w:p>
      <w:pPr>
        <w:pStyle w:val="2"/>
        <w:keepNext w:val="0"/>
        <w:keepLines w:val="0"/>
        <w:pageBreakBefore w:val="0"/>
        <w:widowControl w:val="0"/>
        <w:tabs>
          <w:tab w:val="left" w:pos="4424"/>
        </w:tabs>
        <w:kinsoku/>
        <w:wordWrap/>
        <w:overflowPunct/>
        <w:topLinePunct w:val="0"/>
        <w:autoSpaceDE/>
        <w:autoSpaceDN/>
        <w:bidi w:val="0"/>
        <w:adjustRightInd/>
        <w:snapToGrid/>
        <w:spacing w:before="0" w:line="240" w:lineRule="auto"/>
        <w:textAlignment w:val="auto"/>
        <w:outlineLvl w:val="9"/>
        <w:rPr>
          <w:lang w:eastAsia="zh-CN"/>
        </w:rPr>
      </w:pPr>
      <w:r>
        <w:rPr>
          <w:lang w:eastAsia="zh-CN"/>
        </w:rPr>
        <w:t>8</w:t>
      </w:r>
      <w:r>
        <w:rPr>
          <w:rFonts w:hint="eastAsia"/>
          <w:lang w:eastAsia="zh-CN"/>
        </w:rPr>
        <w:t>、加横线的词解释不正确的一项是（</w:t>
      </w:r>
      <w:r>
        <w:rPr>
          <w:lang w:eastAsia="zh-CN"/>
        </w:rPr>
        <w:tab/>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p>
    <w:p>
      <w:pPr>
        <w:pStyle w:val="2"/>
        <w:keepNext w:val="0"/>
        <w:keepLines w:val="0"/>
        <w:pageBreakBefore w:val="0"/>
        <w:widowControl w:val="0"/>
        <w:tabs>
          <w:tab w:val="left" w:pos="4904"/>
        </w:tabs>
        <w:kinsoku/>
        <w:wordWrap/>
        <w:overflowPunct/>
        <w:topLinePunct w:val="0"/>
        <w:autoSpaceDE/>
        <w:autoSpaceDN/>
        <w:bidi w:val="0"/>
        <w:adjustRightInd/>
        <w:snapToGrid/>
        <w:spacing w:before="0" w:line="240" w:lineRule="auto"/>
        <w:ind w:left="464" w:right="699"/>
        <w:textAlignment w:val="auto"/>
        <w:outlineLvl w:val="9"/>
        <w:rPr>
          <w:lang w:eastAsia="zh-CN"/>
        </w:rPr>
      </w:pPr>
      <w:r>
        <w:rPr>
          <w:lang w:eastAsia="zh-CN"/>
        </w:rPr>
        <w:t xml:space="preserve">A </w:t>
      </w:r>
      <w:r>
        <w:rPr>
          <w:rFonts w:hint="eastAsia"/>
          <w:lang w:eastAsia="zh-CN"/>
        </w:rPr>
        <w:t>、学而不思则</w:t>
      </w:r>
      <w:r>
        <w:rPr>
          <w:rFonts w:hint="eastAsia"/>
          <w:u w:val="single" w:color="000000"/>
          <w:lang w:eastAsia="zh-CN"/>
        </w:rPr>
        <w:t>罔</w:t>
      </w:r>
      <w:r>
        <w:rPr>
          <w:rFonts w:hint="eastAsia"/>
          <w:lang w:eastAsia="zh-CN"/>
        </w:rPr>
        <w:t>（迷惑）</w:t>
      </w:r>
      <w:r>
        <w:rPr>
          <w:lang w:eastAsia="zh-CN"/>
        </w:rPr>
        <w:tab/>
      </w:r>
      <w:r>
        <w:rPr>
          <w:lang w:eastAsia="zh-CN"/>
        </w:rPr>
        <w:t>B</w:t>
      </w:r>
      <w:r>
        <w:rPr>
          <w:rFonts w:hint="eastAsia"/>
          <w:lang w:eastAsia="zh-CN"/>
        </w:rPr>
        <w:t>、人不知而不</w:t>
      </w:r>
      <w:r>
        <w:rPr>
          <w:rFonts w:hint="eastAsia"/>
          <w:u w:val="single" w:color="000000"/>
          <w:lang w:eastAsia="zh-CN"/>
        </w:rPr>
        <w:t>愠</w:t>
      </w:r>
      <w:r>
        <w:rPr>
          <w:rFonts w:hint="eastAsia"/>
          <w:lang w:eastAsia="zh-CN"/>
        </w:rPr>
        <w:t>（生气、恼怒）</w:t>
      </w:r>
      <w:r>
        <w:rPr>
          <w:lang w:eastAsia="zh-CN"/>
        </w:rPr>
        <w:t xml:space="preserve"> C </w:t>
      </w:r>
      <w:r>
        <w:rPr>
          <w:rFonts w:hint="eastAsia"/>
          <w:lang w:eastAsia="zh-CN"/>
        </w:rPr>
        <w:t>、三十而</w:t>
      </w:r>
      <w:r>
        <w:rPr>
          <w:rFonts w:hint="eastAsia"/>
          <w:u w:val="single" w:color="000000"/>
          <w:lang w:eastAsia="zh-CN"/>
        </w:rPr>
        <w:t>立</w:t>
      </w:r>
      <w:r>
        <w:rPr>
          <w:rFonts w:hint="eastAsia"/>
          <w:lang w:eastAsia="zh-CN"/>
        </w:rPr>
        <w:t>（立身，意即有所成就）</w:t>
      </w:r>
      <w:r>
        <w:rPr>
          <w:lang w:eastAsia="zh-CN"/>
        </w:rPr>
        <w:tab/>
      </w:r>
      <w:r>
        <w:rPr>
          <w:lang w:eastAsia="zh-CN"/>
        </w:rPr>
        <w:t>D</w:t>
      </w:r>
      <w:r>
        <w:rPr>
          <w:rFonts w:hint="eastAsia"/>
          <w:lang w:eastAsia="zh-CN"/>
        </w:rPr>
        <w:t>、择其</w:t>
      </w:r>
      <w:r>
        <w:rPr>
          <w:rFonts w:hint="eastAsia"/>
          <w:u w:val="single" w:color="000000"/>
          <w:lang w:eastAsia="zh-CN"/>
        </w:rPr>
        <w:t>善</w:t>
      </w:r>
      <w:r>
        <w:rPr>
          <w:rFonts w:hint="eastAsia"/>
          <w:lang w:eastAsia="zh-CN"/>
        </w:rPr>
        <w:t>（善良）者而从之</w:t>
      </w:r>
    </w:p>
    <w:p>
      <w:pPr>
        <w:pStyle w:val="2"/>
        <w:keepNext w:val="0"/>
        <w:keepLines w:val="0"/>
        <w:pageBreakBefore w:val="0"/>
        <w:widowControl w:val="0"/>
        <w:tabs>
          <w:tab w:val="left" w:pos="4424"/>
        </w:tabs>
        <w:kinsoku/>
        <w:wordWrap/>
        <w:overflowPunct/>
        <w:topLinePunct w:val="0"/>
        <w:autoSpaceDE/>
        <w:autoSpaceDN/>
        <w:bidi w:val="0"/>
        <w:adjustRightInd/>
        <w:snapToGrid/>
        <w:spacing w:before="0" w:line="240" w:lineRule="auto"/>
        <w:textAlignment w:val="auto"/>
        <w:outlineLvl w:val="9"/>
        <w:rPr>
          <w:lang w:eastAsia="zh-CN"/>
        </w:rPr>
      </w:pPr>
      <w:r>
        <w:rPr>
          <w:lang w:eastAsia="zh-CN"/>
        </w:rPr>
        <w:t>9</w:t>
      </w:r>
      <w:r>
        <w:rPr>
          <w:rFonts w:hint="eastAsia"/>
          <w:lang w:eastAsia="zh-CN"/>
        </w:rPr>
        <w:t>、下列句子中有通假字的一项是（</w:t>
      </w:r>
      <w:r>
        <w:rPr>
          <w:lang w:eastAsia="zh-CN"/>
        </w:rPr>
        <w:tab/>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lang w:eastAsia="zh-CN"/>
        </w:rPr>
        <w:sectPr>
          <w:footerReference r:id="rId4" w:type="default"/>
          <w:pgSz w:w="11910" w:h="16840"/>
          <w:pgMar w:top="1120" w:right="1180" w:bottom="1360" w:left="1640" w:header="0" w:footer="1175" w:gutter="0"/>
          <w:pgNumType w:start="2"/>
          <w:cols w:space="720" w:num="1"/>
        </w:sectPr>
      </w:pPr>
    </w:p>
    <w:p>
      <w:pPr>
        <w:pStyle w:val="2"/>
        <w:keepNext w:val="0"/>
        <w:keepLines w:val="0"/>
        <w:pageBreakBefore w:val="0"/>
        <w:widowControl w:val="0"/>
        <w:tabs>
          <w:tab w:val="left" w:pos="3944"/>
        </w:tabs>
        <w:kinsoku/>
        <w:wordWrap/>
        <w:overflowPunct/>
        <w:topLinePunct w:val="0"/>
        <w:autoSpaceDE/>
        <w:autoSpaceDN/>
        <w:bidi w:val="0"/>
        <w:adjustRightInd/>
        <w:snapToGrid/>
        <w:spacing w:before="0" w:line="240" w:lineRule="auto"/>
        <w:ind w:left="464" w:right="1299"/>
        <w:textAlignment w:val="auto"/>
        <w:outlineLvl w:val="9"/>
        <w:rPr>
          <w:lang w:eastAsia="zh-CN"/>
        </w:rPr>
      </w:pPr>
      <w:r>
        <w:rPr>
          <w:lang w:eastAsia="zh-CN"/>
        </w:rPr>
        <w:t>A</w:t>
      </w:r>
      <w:r>
        <w:rPr>
          <w:rFonts w:hint="eastAsia"/>
          <w:lang w:eastAsia="zh-CN"/>
        </w:rPr>
        <w:t>、温故而知，可以为师矣。</w:t>
      </w:r>
      <w:r>
        <w:rPr>
          <w:lang w:eastAsia="zh-CN"/>
        </w:rPr>
        <w:tab/>
      </w:r>
      <w:r>
        <w:rPr>
          <w:lang w:eastAsia="zh-CN"/>
        </w:rPr>
        <w:t>B</w:t>
      </w:r>
      <w:r>
        <w:rPr>
          <w:rFonts w:hint="eastAsia"/>
          <w:lang w:eastAsia="zh-CN"/>
        </w:rPr>
        <w:t>、学而不思则罔，思而不学则殆。</w:t>
      </w:r>
      <w:r>
        <w:rPr>
          <w:lang w:eastAsia="zh-CN"/>
        </w:rPr>
        <w:t xml:space="preserve"> C</w:t>
      </w:r>
      <w:r>
        <w:rPr>
          <w:rFonts w:hint="eastAsia"/>
          <w:lang w:eastAsia="zh-CN"/>
        </w:rPr>
        <w:t>、与朋友交而不信乎？</w:t>
      </w:r>
      <w:r>
        <w:rPr>
          <w:lang w:eastAsia="zh-CN"/>
        </w:rPr>
        <w:tab/>
      </w:r>
      <w:r>
        <w:rPr>
          <w:lang w:eastAsia="zh-CN"/>
        </w:rPr>
        <w:t>D</w:t>
      </w:r>
      <w:r>
        <w:rPr>
          <w:rFonts w:hint="eastAsia"/>
          <w:lang w:eastAsia="zh-CN"/>
        </w:rPr>
        <w:t>、吾十有五而至于学。</w:t>
      </w:r>
    </w:p>
    <w:p>
      <w:pPr>
        <w:pStyle w:val="2"/>
        <w:keepNext w:val="0"/>
        <w:keepLines w:val="0"/>
        <w:pageBreakBefore w:val="0"/>
        <w:widowControl w:val="0"/>
        <w:tabs>
          <w:tab w:val="left" w:pos="3824"/>
        </w:tabs>
        <w:kinsoku/>
        <w:wordWrap/>
        <w:overflowPunct/>
        <w:topLinePunct w:val="0"/>
        <w:autoSpaceDE/>
        <w:autoSpaceDN/>
        <w:bidi w:val="0"/>
        <w:adjustRightInd/>
        <w:snapToGrid/>
        <w:spacing w:before="0" w:line="240" w:lineRule="auto"/>
        <w:ind w:left="464" w:right="104" w:hanging="360"/>
        <w:textAlignment w:val="auto"/>
        <w:outlineLvl w:val="9"/>
        <w:rPr>
          <w:lang w:eastAsia="zh-CN"/>
        </w:rPr>
      </w:pPr>
      <w:r>
        <w:rPr>
          <w:lang w:eastAsia="zh-CN"/>
        </w:rPr>
        <w:t>10</w:t>
      </w:r>
      <w:r>
        <w:rPr>
          <w:rFonts w:hint="eastAsia"/>
          <w:lang w:eastAsia="zh-CN"/>
        </w:rPr>
        <w:t>、下列说法错误的一项是（</w:t>
      </w:r>
      <w:r>
        <w:rPr>
          <w:lang w:eastAsia="zh-CN"/>
        </w:rPr>
        <w:tab/>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r>
        <w:rPr>
          <w:lang w:eastAsia="zh-CN"/>
        </w:rPr>
        <w:t xml:space="preserve"> </w:t>
      </w:r>
    </w:p>
    <w:p>
      <w:pPr>
        <w:pStyle w:val="2"/>
        <w:keepNext w:val="0"/>
        <w:keepLines w:val="0"/>
        <w:pageBreakBefore w:val="0"/>
        <w:widowControl w:val="0"/>
        <w:tabs>
          <w:tab w:val="left" w:pos="3824"/>
        </w:tabs>
        <w:kinsoku/>
        <w:wordWrap/>
        <w:overflowPunct/>
        <w:topLinePunct w:val="0"/>
        <w:autoSpaceDE/>
        <w:autoSpaceDN/>
        <w:bidi w:val="0"/>
        <w:adjustRightInd/>
        <w:snapToGrid/>
        <w:spacing w:before="0" w:line="240" w:lineRule="auto"/>
        <w:ind w:left="463" w:leftChars="156" w:right="104" w:hanging="120" w:hangingChars="50"/>
        <w:textAlignment w:val="auto"/>
        <w:outlineLvl w:val="9"/>
        <w:rPr>
          <w:lang w:eastAsia="zh-CN"/>
        </w:rPr>
      </w:pPr>
      <w:r>
        <w:rPr>
          <w:lang w:eastAsia="zh-CN"/>
        </w:rPr>
        <w:t>A</w:t>
      </w:r>
      <w:r>
        <w:rPr>
          <w:rFonts w:hint="eastAsia"/>
          <w:spacing w:val="-120"/>
          <w:lang w:eastAsia="zh-CN"/>
        </w:rPr>
        <w:t>、</w:t>
      </w:r>
      <w:r>
        <w:rPr>
          <w:rFonts w:hint="eastAsia"/>
          <w:lang w:eastAsia="zh-CN"/>
        </w:rPr>
        <w:t>《论语》的作者是孔子，它是儒家的经典著作。</w:t>
      </w:r>
      <w:r>
        <w:rPr>
          <w:lang w:eastAsia="zh-CN"/>
        </w:rPr>
        <w:t xml:space="preserve"> </w:t>
      </w:r>
    </w:p>
    <w:p>
      <w:pPr>
        <w:pStyle w:val="2"/>
        <w:keepNext w:val="0"/>
        <w:keepLines w:val="0"/>
        <w:pageBreakBefore w:val="0"/>
        <w:widowControl w:val="0"/>
        <w:tabs>
          <w:tab w:val="left" w:pos="3824"/>
        </w:tabs>
        <w:kinsoku/>
        <w:wordWrap/>
        <w:overflowPunct/>
        <w:topLinePunct w:val="0"/>
        <w:autoSpaceDE/>
        <w:autoSpaceDN/>
        <w:bidi w:val="0"/>
        <w:adjustRightInd/>
        <w:snapToGrid/>
        <w:spacing w:before="0" w:line="240" w:lineRule="auto"/>
        <w:ind w:left="463" w:leftChars="156" w:right="104" w:hanging="120" w:hangingChars="50"/>
        <w:textAlignment w:val="auto"/>
        <w:outlineLvl w:val="9"/>
        <w:rPr>
          <w:lang w:eastAsia="zh-CN"/>
        </w:rPr>
      </w:pPr>
      <w:r>
        <w:rPr>
          <w:lang w:eastAsia="zh-CN"/>
        </w:rPr>
        <w:t>B</w:t>
      </w:r>
      <w:r>
        <w:rPr>
          <w:rFonts w:hint="eastAsia"/>
          <w:spacing w:val="-120"/>
          <w:lang w:eastAsia="zh-CN"/>
        </w:rPr>
        <w:t>、</w:t>
      </w:r>
      <w:r>
        <w:rPr>
          <w:rFonts w:hint="eastAsia"/>
          <w:lang w:eastAsia="zh-CN"/>
        </w:rPr>
        <w:t>“学而不思则罔，思而不学则殆”讲的是学习与思考的辩证关系。</w:t>
      </w:r>
      <w:r>
        <w:rPr>
          <w:lang w:eastAsia="zh-CN"/>
        </w:rPr>
        <w:t xml:space="preserve"> </w:t>
      </w:r>
    </w:p>
    <w:p>
      <w:pPr>
        <w:pStyle w:val="2"/>
        <w:keepNext w:val="0"/>
        <w:keepLines w:val="0"/>
        <w:pageBreakBefore w:val="0"/>
        <w:widowControl w:val="0"/>
        <w:tabs>
          <w:tab w:val="left" w:pos="3824"/>
        </w:tabs>
        <w:kinsoku/>
        <w:wordWrap/>
        <w:overflowPunct/>
        <w:topLinePunct w:val="0"/>
        <w:autoSpaceDE/>
        <w:autoSpaceDN/>
        <w:bidi w:val="0"/>
        <w:adjustRightInd/>
        <w:snapToGrid/>
        <w:spacing w:before="0" w:line="240" w:lineRule="auto"/>
        <w:ind w:left="463" w:leftChars="156" w:right="104" w:hanging="120" w:hangingChars="50"/>
        <w:textAlignment w:val="auto"/>
        <w:outlineLvl w:val="9"/>
        <w:rPr>
          <w:lang w:eastAsia="zh-CN"/>
        </w:rPr>
      </w:pPr>
      <w:r>
        <w:rPr>
          <w:lang w:eastAsia="zh-CN"/>
        </w:rPr>
        <w:t>C</w:t>
      </w:r>
      <w:r>
        <w:rPr>
          <w:rFonts w:hint="eastAsia"/>
          <w:spacing w:val="-120"/>
          <w:lang w:eastAsia="zh-CN"/>
        </w:rPr>
        <w:t>、</w:t>
      </w:r>
      <w:r>
        <w:rPr>
          <w:rFonts w:hint="eastAsia"/>
          <w:lang w:eastAsia="zh-CN"/>
        </w:rPr>
        <w:t>“吾日三省吾身”告诉我们要经常自我反省，发现自己的不足。</w:t>
      </w:r>
      <w:r>
        <w:rPr>
          <w:lang w:eastAsia="zh-CN"/>
        </w:rPr>
        <w:t xml:space="preserve"> </w:t>
      </w:r>
    </w:p>
    <w:p>
      <w:pPr>
        <w:pStyle w:val="2"/>
        <w:keepNext w:val="0"/>
        <w:keepLines w:val="0"/>
        <w:pageBreakBefore w:val="0"/>
        <w:widowControl w:val="0"/>
        <w:tabs>
          <w:tab w:val="left" w:pos="3824"/>
        </w:tabs>
        <w:kinsoku/>
        <w:wordWrap/>
        <w:overflowPunct/>
        <w:topLinePunct w:val="0"/>
        <w:autoSpaceDE/>
        <w:autoSpaceDN/>
        <w:bidi w:val="0"/>
        <w:adjustRightInd/>
        <w:snapToGrid/>
        <w:spacing w:before="0" w:line="240" w:lineRule="auto"/>
        <w:ind w:left="465" w:leftChars="156" w:right="104" w:hanging="122" w:hangingChars="50"/>
        <w:textAlignment w:val="auto"/>
        <w:outlineLvl w:val="9"/>
        <w:rPr>
          <w:lang w:eastAsia="zh-CN"/>
        </w:rPr>
      </w:pPr>
      <w:r>
        <w:rPr>
          <w:spacing w:val="2"/>
          <w:lang w:eastAsia="zh-CN"/>
        </w:rPr>
        <w:t>D</w:t>
      </w:r>
      <w:r>
        <w:rPr>
          <w:rFonts w:hint="eastAsia"/>
          <w:spacing w:val="2"/>
          <w:lang w:eastAsia="zh-CN"/>
        </w:rPr>
        <w:t>、孔子作为伟大的教育家，我们从文中体会到他关于学习态度和学习方法的有</w:t>
      </w: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益的观点。</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lang w:eastAsia="zh-CN"/>
        </w:rPr>
      </w:pPr>
    </w:p>
    <w:p>
      <w:pPr>
        <w:keepNext w:val="0"/>
        <w:keepLines w:val="0"/>
        <w:pageBreakBefore w:val="0"/>
        <w:widowControl w:val="0"/>
        <w:tabs>
          <w:tab w:val="left" w:pos="4043"/>
        </w:tabs>
        <w:kinsoku/>
        <w:wordWrap/>
        <w:overflowPunct/>
        <w:topLinePunct w:val="0"/>
        <w:autoSpaceDE/>
        <w:autoSpaceDN/>
        <w:bidi w:val="0"/>
        <w:adjustRightInd/>
        <w:snapToGrid/>
        <w:spacing w:line="240" w:lineRule="auto"/>
        <w:ind w:left="2783"/>
        <w:textAlignment w:val="auto"/>
        <w:outlineLvl w:val="9"/>
        <w:rPr>
          <w:rFonts w:ascii="宋体" w:cs="宋体"/>
          <w:sz w:val="24"/>
          <w:szCs w:val="24"/>
          <w:lang w:eastAsia="zh-CN"/>
        </w:rPr>
      </w:pPr>
      <w:r>
        <w:rPr>
          <w:rFonts w:hint="eastAsia" w:ascii="Arial Unicode MS" w:hAnsi="Arial Unicode MS" w:eastAsia="Arial Unicode MS" w:cs="Arial Unicode MS"/>
          <w:spacing w:val="-3"/>
          <w:w w:val="105"/>
          <w:sz w:val="28"/>
          <w:szCs w:val="28"/>
          <w:lang w:eastAsia="zh-CN"/>
        </w:rPr>
        <w:t>第</w:t>
      </w:r>
      <w:r>
        <w:rPr>
          <w:rFonts w:hint="eastAsia" w:ascii="Arial Unicode MS" w:hAnsi="Arial Unicode MS" w:eastAsia="Arial Unicode MS" w:cs="Arial Unicode MS"/>
          <w:spacing w:val="-2"/>
          <w:w w:val="105"/>
          <w:sz w:val="28"/>
          <w:szCs w:val="28"/>
          <w:lang w:eastAsia="zh-CN"/>
        </w:rPr>
        <w:t>Ⅱ</w:t>
      </w:r>
      <w:r>
        <w:rPr>
          <w:rFonts w:hint="eastAsia" w:ascii="Arial Unicode MS" w:hAnsi="Arial Unicode MS" w:eastAsia="Arial Unicode MS" w:cs="Arial Unicode MS"/>
          <w:spacing w:val="-3"/>
          <w:w w:val="105"/>
          <w:sz w:val="28"/>
          <w:szCs w:val="28"/>
          <w:lang w:eastAsia="zh-CN"/>
        </w:rPr>
        <w:t>卷</w:t>
      </w:r>
      <w:r>
        <w:rPr>
          <w:rFonts w:ascii="Arial Unicode MS" w:hAnsi="Arial Unicode MS" w:eastAsia="Arial Unicode MS" w:cs="Arial Unicode MS"/>
          <w:spacing w:val="-3"/>
          <w:w w:val="105"/>
          <w:sz w:val="28"/>
          <w:szCs w:val="28"/>
          <w:lang w:eastAsia="zh-CN"/>
        </w:rPr>
        <w:tab/>
      </w:r>
      <w:r>
        <w:rPr>
          <w:rFonts w:hint="eastAsia" w:ascii="Arial Unicode MS" w:hAnsi="Arial Unicode MS" w:eastAsia="Arial Unicode MS" w:cs="Arial Unicode MS"/>
          <w:spacing w:val="-1"/>
          <w:sz w:val="28"/>
          <w:szCs w:val="28"/>
          <w:lang w:eastAsia="zh-CN"/>
        </w:rPr>
        <w:t>非选择题</w:t>
      </w:r>
      <w:r>
        <w:rPr>
          <w:rFonts w:hint="eastAsia" w:ascii="宋体" w:hAnsi="宋体" w:cs="宋体"/>
          <w:b/>
          <w:bCs/>
          <w:spacing w:val="-1"/>
          <w:sz w:val="24"/>
          <w:szCs w:val="24"/>
          <w:lang w:eastAsia="zh-CN"/>
        </w:rPr>
        <w:t>（</w:t>
      </w:r>
      <w:r>
        <w:rPr>
          <w:rFonts w:ascii="宋体" w:hAnsi="宋体" w:cs="宋体"/>
          <w:b/>
          <w:bCs/>
          <w:spacing w:val="-1"/>
          <w:sz w:val="24"/>
          <w:szCs w:val="24"/>
          <w:lang w:eastAsia="zh-CN"/>
        </w:rPr>
        <w:t>90</w:t>
      </w:r>
      <w:r>
        <w:rPr>
          <w:rFonts w:ascii="宋体" w:hAnsi="宋体" w:cs="宋体"/>
          <w:b/>
          <w:bCs/>
          <w:spacing w:val="-71"/>
          <w:sz w:val="24"/>
          <w:szCs w:val="24"/>
          <w:lang w:eastAsia="zh-CN"/>
        </w:rPr>
        <w:t xml:space="preserve"> </w:t>
      </w:r>
      <w:r>
        <w:rPr>
          <w:rFonts w:hint="eastAsia" w:ascii="宋体" w:hAnsi="宋体" w:cs="宋体"/>
          <w:b/>
          <w:bCs/>
          <w:sz w:val="24"/>
          <w:szCs w:val="24"/>
          <w:lang w:eastAsia="zh-CN"/>
        </w:rPr>
        <w:t>分）</w:t>
      </w:r>
    </w:p>
    <w:p>
      <w:pPr>
        <w:pStyle w:val="2"/>
        <w:keepNext w:val="0"/>
        <w:keepLines w:val="0"/>
        <w:pageBreakBefore w:val="0"/>
        <w:widowControl w:val="0"/>
        <w:kinsoku/>
        <w:wordWrap/>
        <w:overflowPunct/>
        <w:topLinePunct w:val="0"/>
        <w:autoSpaceDE/>
        <w:autoSpaceDN/>
        <w:bidi w:val="0"/>
        <w:adjustRightInd/>
        <w:snapToGrid/>
        <w:spacing w:before="0" w:line="240" w:lineRule="auto"/>
        <w:ind w:right="5163"/>
        <w:textAlignment w:val="auto"/>
        <w:outlineLvl w:val="9"/>
        <w:rPr>
          <w:lang w:eastAsia="zh-CN"/>
        </w:rPr>
      </w:pPr>
      <w:r>
        <w:rPr>
          <w:rFonts w:hint="eastAsia" w:ascii="Arial Unicode MS" w:hAnsi="Arial Unicode MS" w:eastAsia="Arial Unicode MS" w:cs="Arial Unicode MS"/>
          <w:spacing w:val="-1"/>
          <w:sz w:val="28"/>
          <w:szCs w:val="28"/>
          <w:lang w:eastAsia="zh-CN"/>
        </w:rPr>
        <w:t>四</w:t>
      </w:r>
      <w:r>
        <w:rPr>
          <w:rFonts w:hint="eastAsia" w:ascii="Arial Unicode MS" w:hAnsi="Arial Unicode MS" w:eastAsia="Arial Unicode MS" w:cs="Arial Unicode MS"/>
          <w:spacing w:val="-142"/>
          <w:sz w:val="28"/>
          <w:szCs w:val="28"/>
          <w:lang w:eastAsia="zh-CN"/>
        </w:rPr>
        <w:t>、</w:t>
      </w:r>
      <w:r>
        <w:rPr>
          <w:rFonts w:hint="eastAsia"/>
          <w:lang w:eastAsia="zh-CN"/>
        </w:rPr>
        <w:t>（</w:t>
      </w:r>
      <w:r>
        <w:rPr>
          <w:lang w:eastAsia="zh-CN"/>
        </w:rPr>
        <w:t>12</w:t>
      </w:r>
      <w:r>
        <w:rPr>
          <w:spacing w:val="-60"/>
          <w:lang w:eastAsia="zh-CN"/>
        </w:rPr>
        <w:t xml:space="preserve"> </w:t>
      </w:r>
      <w:r>
        <w:rPr>
          <w:rFonts w:hint="eastAsia"/>
          <w:lang w:eastAsia="zh-CN"/>
        </w:rPr>
        <w:t>分）</w:t>
      </w:r>
      <w:r>
        <w:rPr>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right="5163"/>
        <w:textAlignment w:val="auto"/>
        <w:outlineLvl w:val="9"/>
        <w:rPr>
          <w:lang w:eastAsia="zh-CN"/>
        </w:rPr>
      </w:pPr>
      <w:r>
        <w:rPr>
          <w:lang w:eastAsia="zh-CN"/>
        </w:rPr>
        <w:t>11</w:t>
      </w:r>
      <w:r>
        <w:rPr>
          <w:rFonts w:hint="eastAsia"/>
          <w:lang w:eastAsia="zh-CN"/>
        </w:rPr>
        <w:t>、翻译下列句子（</w:t>
      </w:r>
      <w:r>
        <w:rPr>
          <w:lang w:eastAsia="zh-CN"/>
        </w:rPr>
        <w:t>6</w:t>
      </w:r>
      <w:r>
        <w:rPr>
          <w:spacing w:val="-60"/>
          <w:lang w:eastAsia="zh-CN"/>
        </w:rPr>
        <w:t xml:space="preserve"> </w:t>
      </w:r>
      <w:r>
        <w:rPr>
          <w:rFonts w:hint="eastAsia"/>
          <w:lang w:eastAsia="zh-CN"/>
        </w:rPr>
        <w:t>分）</w:t>
      </w: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1</w:t>
      </w:r>
      <w:r>
        <w:rPr>
          <w:rFonts w:hint="eastAsia"/>
          <w:spacing w:val="-120"/>
          <w:lang w:eastAsia="zh-CN"/>
        </w:rPr>
        <w:t>）</w:t>
      </w:r>
      <w:r>
        <w:rPr>
          <w:rFonts w:hint="eastAsia"/>
          <w:lang w:eastAsia="zh-CN"/>
        </w:rPr>
        <w:t>、三人行，必有我师焉；择其善者而从之，其不善者而改之</w:t>
      </w:r>
      <w:r>
        <w:rPr>
          <w:rFonts w:hint="eastAsia"/>
          <w:spacing w:val="-120"/>
          <w:lang w:eastAsia="zh-CN"/>
        </w:rPr>
        <w:t>。</w:t>
      </w:r>
      <w:r>
        <w:rPr>
          <w:rFonts w:hint="eastAsia"/>
          <w:lang w:eastAsia="zh-CN"/>
        </w:rPr>
        <w:t>（</w:t>
      </w:r>
      <w:r>
        <w:rPr>
          <w:lang w:eastAsia="zh-CN"/>
        </w:rPr>
        <w:t>3</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9"/>
          <w:szCs w:val="9"/>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2</w:t>
      </w:r>
      <w:r>
        <w:rPr>
          <w:rFonts w:hint="eastAsia"/>
          <w:lang w:eastAsia="zh-CN"/>
        </w:rPr>
        <w:t>）知之者不如好之者，好之者不如乐之者</w:t>
      </w:r>
      <w:r>
        <w:rPr>
          <w:lang w:eastAsia="zh-CN"/>
        </w:rPr>
        <w:t xml:space="preserve"> </w:t>
      </w:r>
      <w:r>
        <w:rPr>
          <w:rFonts w:hint="eastAsia"/>
          <w:lang w:eastAsia="zh-CN"/>
        </w:rPr>
        <w:t>（</w:t>
      </w:r>
      <w:r>
        <w:rPr>
          <w:lang w:eastAsia="zh-CN"/>
        </w:rPr>
        <w:t>3</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9"/>
          <w:szCs w:val="9"/>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ind w:right="99"/>
        <w:jc w:val="both"/>
        <w:textAlignment w:val="auto"/>
        <w:outlineLvl w:val="9"/>
        <w:rPr>
          <w:lang w:eastAsia="zh-CN"/>
        </w:rPr>
      </w:pPr>
      <w:r>
        <w:rPr>
          <w:spacing w:val="2"/>
          <w:lang w:eastAsia="zh-CN"/>
        </w:rPr>
        <w:t>12</w:t>
      </w:r>
      <w:r>
        <w:rPr>
          <w:rFonts w:hint="eastAsia"/>
          <w:spacing w:val="2"/>
          <w:lang w:eastAsia="zh-CN"/>
        </w:rPr>
        <w:t>、同学们，在学习上你或许曾经有过困惑，或许你现在正在经受着困惑。那么，</w:t>
      </w:r>
      <w:r>
        <w:rPr>
          <w:spacing w:val="44"/>
          <w:lang w:eastAsia="zh-CN"/>
        </w:rPr>
        <w:t xml:space="preserve"> </w:t>
      </w:r>
      <w:r>
        <w:rPr>
          <w:rFonts w:hint="eastAsia"/>
          <w:lang w:eastAsia="zh-CN"/>
        </w:rPr>
        <w:t>学习了《论语》六则后</w:t>
      </w:r>
      <w:r>
        <w:rPr>
          <w:rFonts w:hint="eastAsia"/>
          <w:spacing w:val="-3"/>
          <w:lang w:eastAsia="zh-CN"/>
        </w:rPr>
        <w:t>，</w:t>
      </w:r>
      <w:r>
        <w:rPr>
          <w:rFonts w:hint="eastAsia"/>
          <w:lang w:eastAsia="zh-CN"/>
        </w:rPr>
        <w:t>你一定有所感</w:t>
      </w:r>
      <w:r>
        <w:rPr>
          <w:rFonts w:hint="eastAsia"/>
          <w:spacing w:val="2"/>
          <w:lang w:eastAsia="zh-CN"/>
        </w:rPr>
        <w:t>悟</w:t>
      </w:r>
      <w:r>
        <w:rPr>
          <w:rFonts w:hint="eastAsia"/>
          <w:spacing w:val="-123"/>
          <w:lang w:eastAsia="zh-CN"/>
        </w:rPr>
        <w:t>，</w:t>
      </w:r>
      <w:r>
        <w:rPr>
          <w:rFonts w:hint="eastAsia"/>
          <w:lang w:eastAsia="zh-CN"/>
        </w:rPr>
        <w:t>《论语》六则中哪一句话你感受</w:t>
      </w:r>
      <w:r>
        <w:rPr>
          <w:rFonts w:hint="eastAsia"/>
          <w:spacing w:val="2"/>
          <w:lang w:eastAsia="zh-CN"/>
        </w:rPr>
        <w:t>最</w:t>
      </w:r>
      <w:r>
        <w:rPr>
          <w:rFonts w:hint="eastAsia"/>
          <w:lang w:eastAsia="zh-CN"/>
        </w:rPr>
        <w:t>深？请</w:t>
      </w:r>
      <w:r>
        <w:rPr>
          <w:lang w:eastAsia="zh-CN"/>
        </w:rPr>
        <w:t xml:space="preserve"> </w:t>
      </w:r>
      <w:r>
        <w:rPr>
          <w:rFonts w:hint="eastAsia"/>
          <w:lang w:eastAsia="zh-CN"/>
        </w:rPr>
        <w:t>结合自己的学习实际，谈谈你的切身体会？（</w:t>
      </w:r>
      <w:r>
        <w:rPr>
          <w:lang w:eastAsia="zh-CN"/>
        </w:rPr>
        <w:t>2</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sectPr>
          <w:pgSz w:w="11910" w:h="16840"/>
          <w:pgMar w:top="1120" w:right="1300" w:bottom="1360" w:left="1640" w:header="0" w:footer="1175" w:gutter="0"/>
          <w:cols w:space="720" w:num="1"/>
        </w:sectPr>
      </w:pPr>
    </w:p>
    <w:p>
      <w:pPr>
        <w:pStyle w:val="2"/>
        <w:keepNext w:val="0"/>
        <w:keepLines w:val="0"/>
        <w:pageBreakBefore w:val="0"/>
        <w:widowControl w:val="0"/>
        <w:kinsoku/>
        <w:wordWrap/>
        <w:overflowPunct/>
        <w:topLinePunct w:val="0"/>
        <w:autoSpaceDE/>
        <w:autoSpaceDN/>
        <w:bidi w:val="0"/>
        <w:adjustRightInd/>
        <w:snapToGrid/>
        <w:spacing w:before="0" w:line="240" w:lineRule="auto"/>
        <w:ind w:left="0"/>
        <w:textAlignment w:val="auto"/>
        <w:outlineLvl w:val="9"/>
        <w:rPr>
          <w:lang w:eastAsia="zh-CN"/>
        </w:rPr>
      </w:pPr>
      <w:r>
        <w:rPr>
          <w:lang w:eastAsia="zh-CN"/>
        </w:rPr>
        <w:t>13</w:t>
      </w:r>
      <w:r>
        <w:rPr>
          <w:rFonts w:hint="eastAsia"/>
          <w:lang w:eastAsia="zh-CN"/>
        </w:rPr>
        <w:t>、阅读诗歌，回答问题。</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25"/>
          <w:szCs w:val="25"/>
          <w:lang w:eastAsia="zh-CN"/>
        </w:rPr>
      </w:pPr>
      <w:r>
        <w:rPr>
          <w:lang w:eastAsia="zh-CN"/>
        </w:rPr>
        <w:br w:type="column"/>
      </w:r>
    </w:p>
    <w:p>
      <w:pPr>
        <w:pStyle w:val="2"/>
        <w:keepNext w:val="0"/>
        <w:keepLines w:val="0"/>
        <w:pageBreakBefore w:val="0"/>
        <w:widowControl w:val="0"/>
        <w:tabs>
          <w:tab w:val="left" w:pos="1937"/>
        </w:tabs>
        <w:kinsoku/>
        <w:wordWrap/>
        <w:overflowPunct/>
        <w:topLinePunct w:val="0"/>
        <w:autoSpaceDE/>
        <w:autoSpaceDN/>
        <w:bidi w:val="0"/>
        <w:adjustRightInd/>
        <w:snapToGrid/>
        <w:spacing w:before="0" w:line="240" w:lineRule="auto"/>
        <w:ind w:left="17" w:right="3041" w:firstLine="480"/>
        <w:textAlignment w:val="auto"/>
        <w:outlineLvl w:val="9"/>
        <w:rPr>
          <w:lang w:eastAsia="zh-CN"/>
        </w:rPr>
      </w:pPr>
      <w:r>
        <w:rPr>
          <w:rFonts w:hint="eastAsia"/>
          <w:lang w:eastAsia="zh-CN"/>
        </w:rPr>
        <w:t>次北固山下</w:t>
      </w:r>
      <w:r>
        <w:rPr>
          <w:lang w:eastAsia="zh-CN"/>
        </w:rPr>
        <w:tab/>
      </w:r>
      <w:r>
        <w:rPr>
          <w:rFonts w:hint="eastAsia"/>
          <w:lang w:eastAsia="zh-CN"/>
        </w:rPr>
        <w:t>王湾</w:t>
      </w:r>
      <w:r>
        <w:rPr>
          <w:lang w:eastAsia="zh-CN"/>
        </w:rPr>
        <w:t xml:space="preserve"> </w:t>
      </w:r>
    </w:p>
    <w:p>
      <w:pPr>
        <w:pStyle w:val="2"/>
        <w:keepNext w:val="0"/>
        <w:keepLines w:val="0"/>
        <w:pageBreakBefore w:val="0"/>
        <w:widowControl w:val="0"/>
        <w:tabs>
          <w:tab w:val="left" w:pos="1937"/>
        </w:tabs>
        <w:kinsoku/>
        <w:wordWrap/>
        <w:overflowPunct/>
        <w:topLinePunct w:val="0"/>
        <w:autoSpaceDE/>
        <w:autoSpaceDN/>
        <w:bidi w:val="0"/>
        <w:adjustRightInd/>
        <w:snapToGrid/>
        <w:spacing w:before="0" w:line="240" w:lineRule="auto"/>
        <w:ind w:left="17" w:right="3041"/>
        <w:textAlignment w:val="auto"/>
        <w:outlineLvl w:val="9"/>
        <w:rPr>
          <w:lang w:eastAsia="zh-CN"/>
        </w:rPr>
      </w:pPr>
      <w:r>
        <w:rPr>
          <w:rFonts w:hint="eastAsia"/>
          <w:lang w:eastAsia="zh-CN"/>
        </w:rPr>
        <w:t>客路青山外，行舟绿水前。</w:t>
      </w:r>
      <w:r>
        <w:rPr>
          <w:lang w:eastAsia="zh-CN"/>
        </w:rPr>
        <w:t xml:space="preserve"> </w:t>
      </w:r>
      <w:r>
        <w:rPr>
          <w:rFonts w:hint="eastAsia"/>
          <w:lang w:eastAsia="zh-CN"/>
        </w:rPr>
        <w:t>潮平两岸阔，风正一帆悬。</w:t>
      </w:r>
      <w:r>
        <w:rPr>
          <w:lang w:eastAsia="zh-CN"/>
        </w:rPr>
        <w:t xml:space="preserve"> </w:t>
      </w:r>
      <w:r>
        <w:rPr>
          <w:rFonts w:hint="eastAsia"/>
          <w:lang w:eastAsia="zh-CN"/>
        </w:rPr>
        <w:t>海日生残夜，江春入旧年。</w:t>
      </w:r>
      <w:r>
        <w:rPr>
          <w:lang w:eastAsia="zh-CN"/>
        </w:rPr>
        <w:t xml:space="preserve"> </w:t>
      </w:r>
      <w:r>
        <w:rPr>
          <w:rFonts w:hint="eastAsia"/>
          <w:lang w:eastAsia="zh-CN"/>
        </w:rPr>
        <w:t>乡书何处达？归雁洛阳边。</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lang w:eastAsia="zh-CN"/>
        </w:rPr>
        <w:sectPr>
          <w:type w:val="continuous"/>
          <w:pgSz w:w="11910" w:h="16840"/>
          <w:pgMar w:top="0" w:right="1300" w:bottom="1360" w:left="1640" w:header="720" w:footer="720" w:gutter="0"/>
          <w:cols w:equalWidth="0" w:num="2">
            <w:col w:w="2985" w:space="40"/>
            <w:col w:w="5945"/>
          </w:cols>
        </w:sectPr>
      </w:pPr>
    </w:p>
    <w:p>
      <w:pPr>
        <w:pStyle w:val="2"/>
        <w:keepNext w:val="0"/>
        <w:keepLines w:val="0"/>
        <w:pageBreakBefore w:val="0"/>
        <w:widowControl w:val="0"/>
        <w:kinsoku/>
        <w:wordWrap/>
        <w:overflowPunct/>
        <w:topLinePunct w:val="0"/>
        <w:autoSpaceDE/>
        <w:autoSpaceDN/>
        <w:bidi w:val="0"/>
        <w:adjustRightInd/>
        <w:snapToGrid/>
        <w:spacing w:before="0" w:line="240" w:lineRule="auto"/>
        <w:ind w:left="0" w:leftChars="0" w:firstLine="0" w:firstLineChars="0"/>
        <w:textAlignment w:val="auto"/>
        <w:outlineLvl w:val="9"/>
        <w:rPr>
          <w:lang w:eastAsia="zh-CN"/>
        </w:rPr>
      </w:pPr>
      <w:r>
        <w:rPr>
          <w:rFonts w:hint="eastAsia"/>
          <w:lang w:eastAsia="zh-CN"/>
        </w:rPr>
        <w:t>（</w:t>
      </w:r>
      <w:r>
        <w:rPr>
          <w:lang w:eastAsia="zh-CN"/>
        </w:rPr>
        <w:t>1</w:t>
      </w:r>
      <w:r>
        <w:rPr>
          <w:rFonts w:hint="eastAsia"/>
          <w:spacing w:val="-120"/>
          <w:lang w:eastAsia="zh-CN"/>
        </w:rPr>
        <w:t>）</w:t>
      </w:r>
      <w:r>
        <w:rPr>
          <w:rFonts w:hint="eastAsia"/>
          <w:lang w:eastAsia="zh-CN"/>
        </w:rPr>
        <w:t>、请根据“潮平两岸阔，风正一帆悬</w:t>
      </w:r>
      <w:r>
        <w:rPr>
          <w:rFonts w:hint="eastAsia"/>
          <w:spacing w:val="-120"/>
          <w:lang w:eastAsia="zh-CN"/>
        </w:rPr>
        <w:t>。</w:t>
      </w:r>
      <w:r>
        <w:rPr>
          <w:rFonts w:hint="eastAsia"/>
          <w:lang w:eastAsia="zh-CN"/>
        </w:rPr>
        <w:t>”用自己话描绘诗句中的景象</w:t>
      </w:r>
      <w:r>
        <w:rPr>
          <w:rFonts w:hint="eastAsia"/>
          <w:spacing w:val="-120"/>
          <w:lang w:eastAsia="zh-CN"/>
        </w:rPr>
        <w:t>。</w:t>
      </w:r>
      <w:r>
        <w:rPr>
          <w:rFonts w:hint="eastAsia"/>
          <w:lang w:eastAsia="zh-CN"/>
        </w:rPr>
        <w:t>（</w:t>
      </w:r>
      <w:r>
        <w:rPr>
          <w:lang w:eastAsia="zh-CN"/>
        </w:rPr>
        <w:t>2</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25"/>
          <w:szCs w:val="25"/>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2</w:t>
      </w:r>
      <w:r>
        <w:rPr>
          <w:rFonts w:hint="eastAsia"/>
          <w:spacing w:val="-120"/>
          <w:lang w:eastAsia="zh-CN"/>
        </w:rPr>
        <w:t>）</w:t>
      </w:r>
      <w:r>
        <w:rPr>
          <w:rFonts w:hint="eastAsia"/>
          <w:lang w:eastAsia="zh-CN"/>
        </w:rPr>
        <w:t>、这首诗表达了是人怎样的思想感情？（</w:t>
      </w:r>
      <w:r>
        <w:rPr>
          <w:lang w:eastAsia="zh-CN"/>
        </w:rPr>
        <w:t>2</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21"/>
          <w:szCs w:val="21"/>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ind w:right="4503"/>
        <w:textAlignment w:val="auto"/>
        <w:outlineLvl w:val="9"/>
        <w:rPr>
          <w:lang w:eastAsia="zh-CN"/>
        </w:rPr>
      </w:pPr>
      <w:r>
        <w:rPr>
          <w:rFonts w:hint="eastAsia" w:ascii="Arial Unicode MS" w:hAnsi="Arial Unicode MS" w:eastAsia="Arial Unicode MS" w:cs="Arial Unicode MS"/>
          <w:spacing w:val="-1"/>
          <w:sz w:val="28"/>
          <w:szCs w:val="28"/>
          <w:lang w:eastAsia="zh-CN"/>
        </w:rPr>
        <w:t>五</w:t>
      </w:r>
      <w:r>
        <w:rPr>
          <w:rFonts w:hint="eastAsia" w:ascii="Arial Unicode MS" w:hAnsi="Arial Unicode MS" w:eastAsia="Arial Unicode MS" w:cs="Arial Unicode MS"/>
          <w:spacing w:val="-142"/>
          <w:sz w:val="28"/>
          <w:szCs w:val="28"/>
          <w:lang w:eastAsia="zh-CN"/>
        </w:rPr>
        <w:t>、</w:t>
      </w:r>
      <w:r>
        <w:rPr>
          <w:rFonts w:hint="eastAsia"/>
          <w:lang w:eastAsia="zh-CN"/>
        </w:rPr>
        <w:t>（</w:t>
      </w:r>
      <w:r>
        <w:rPr>
          <w:lang w:eastAsia="zh-CN"/>
        </w:rPr>
        <w:t>14</w:t>
      </w:r>
      <w:r>
        <w:rPr>
          <w:spacing w:val="-60"/>
          <w:lang w:eastAsia="zh-CN"/>
        </w:rPr>
        <w:t xml:space="preserve"> </w:t>
      </w:r>
      <w:r>
        <w:rPr>
          <w:rFonts w:hint="eastAsia"/>
          <w:lang w:eastAsia="zh-CN"/>
        </w:rPr>
        <w:t>分）</w:t>
      </w:r>
      <w:r>
        <w:rPr>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right="4503"/>
        <w:textAlignment w:val="auto"/>
        <w:outlineLvl w:val="9"/>
        <w:rPr>
          <w:lang w:eastAsia="zh-CN"/>
        </w:rPr>
      </w:pPr>
      <w:r>
        <w:rPr>
          <w:lang w:eastAsia="zh-CN"/>
        </w:rPr>
        <w:t>14</w:t>
      </w:r>
      <w:r>
        <w:rPr>
          <w:rFonts w:hint="eastAsia"/>
          <w:lang w:eastAsia="zh-CN"/>
        </w:rPr>
        <w:t>、默写填空，任选六句（</w:t>
      </w:r>
      <w:r>
        <w:rPr>
          <w:lang w:eastAsia="zh-CN"/>
        </w:rPr>
        <w:t>6</w:t>
      </w:r>
      <w:r>
        <w:rPr>
          <w:spacing w:val="-60"/>
          <w:lang w:eastAsia="zh-CN"/>
        </w:rPr>
        <w:t xml:space="preserve"> </w:t>
      </w:r>
      <w:r>
        <w:rPr>
          <w:rFonts w:hint="eastAsia"/>
          <w:lang w:eastAsia="zh-CN"/>
        </w:rPr>
        <w:t>分）</w:t>
      </w:r>
    </w:p>
    <w:p>
      <w:pPr>
        <w:pStyle w:val="2"/>
        <w:keepNext w:val="0"/>
        <w:keepLines w:val="0"/>
        <w:pageBreakBefore w:val="0"/>
        <w:widowControl w:val="0"/>
        <w:tabs>
          <w:tab w:val="left" w:pos="4904"/>
          <w:tab w:val="left" w:pos="5624"/>
        </w:tabs>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1</w:t>
      </w:r>
      <w:r>
        <w:rPr>
          <w:rFonts w:hint="eastAsia"/>
          <w:lang w:eastAsia="zh-CN"/>
        </w:rPr>
        <w:t>）水何澹澹，</w:t>
      </w:r>
      <w:r>
        <w:rPr>
          <w:rFonts w:ascii="Times New Roman" w:hAnsi="Times New Roman"/>
          <w:u w:val="single" w:color="000000"/>
          <w:lang w:eastAsia="zh-CN"/>
        </w:rPr>
        <w:tab/>
      </w:r>
      <w:r>
        <w:rPr>
          <w:rFonts w:hint="eastAsia"/>
          <w:lang w:eastAsia="zh-CN"/>
        </w:rPr>
        <w:t>。</w:t>
      </w:r>
      <w:r>
        <w:rPr>
          <w:lang w:eastAsia="zh-CN"/>
        </w:rPr>
        <w:tab/>
      </w:r>
      <w:r>
        <w:rPr>
          <w:rFonts w:hint="eastAsia"/>
          <w:lang w:eastAsia="zh-CN"/>
        </w:rPr>
        <w:t>《观沧海》</w:t>
      </w:r>
      <w:r>
        <w:rPr>
          <w:lang w:eastAsia="zh-CN"/>
        </w:rPr>
        <w:t xml:space="preserve"> </w:t>
      </w:r>
      <w:r>
        <w:rPr>
          <w:rFonts w:hint="eastAsia"/>
          <w:lang w:eastAsia="zh-CN"/>
        </w:rPr>
        <w:t>曹操</w:t>
      </w:r>
    </w:p>
    <w:p>
      <w:pPr>
        <w:pStyle w:val="2"/>
        <w:keepNext w:val="0"/>
        <w:keepLines w:val="0"/>
        <w:pageBreakBefore w:val="0"/>
        <w:widowControl w:val="0"/>
        <w:tabs>
          <w:tab w:val="left" w:pos="3584"/>
        </w:tabs>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2</w:t>
      </w:r>
      <w:r>
        <w:rPr>
          <w:rFonts w:hint="eastAsia"/>
          <w:lang w:eastAsia="zh-CN"/>
        </w:rPr>
        <w:t>）</w:t>
      </w:r>
      <w:r>
        <w:rPr>
          <w:rFonts w:ascii="Times New Roman" w:hAnsi="Times New Roman"/>
          <w:u w:val="single" w:color="000000"/>
          <w:lang w:eastAsia="zh-CN"/>
        </w:rPr>
        <w:tab/>
      </w:r>
      <w:r>
        <w:rPr>
          <w:rFonts w:hint="eastAsia"/>
          <w:lang w:eastAsia="zh-CN"/>
        </w:rPr>
        <w:t>，思君不见下渝州</w:t>
      </w:r>
      <w:r>
        <w:rPr>
          <w:rFonts w:hint="eastAsia"/>
          <w:spacing w:val="-120"/>
          <w:lang w:eastAsia="zh-CN"/>
        </w:rPr>
        <w:t>。</w:t>
      </w:r>
      <w:r>
        <w:rPr>
          <w:rFonts w:hint="eastAsia"/>
          <w:lang w:eastAsia="zh-CN"/>
        </w:rPr>
        <w:t>《峨眉山月歌》李白</w:t>
      </w:r>
    </w:p>
    <w:p>
      <w:pPr>
        <w:pStyle w:val="2"/>
        <w:keepNext w:val="0"/>
        <w:keepLines w:val="0"/>
        <w:pageBreakBefore w:val="0"/>
        <w:widowControl w:val="0"/>
        <w:tabs>
          <w:tab w:val="left" w:pos="4904"/>
        </w:tabs>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3</w:t>
      </w:r>
      <w:r>
        <w:rPr>
          <w:rFonts w:hint="eastAsia"/>
          <w:lang w:eastAsia="zh-CN"/>
        </w:rPr>
        <w:t>）我寄愁心与明月，</w:t>
      </w:r>
      <w:r>
        <w:rPr>
          <w:rFonts w:ascii="Times New Roman" w:hAnsi="Times New Roman"/>
          <w:u w:val="single" w:color="000000"/>
          <w:lang w:eastAsia="zh-CN"/>
        </w:rPr>
        <w:tab/>
      </w:r>
      <w:r>
        <w:rPr>
          <w:rFonts w:hint="eastAsia"/>
          <w:lang w:eastAsia="zh-CN"/>
        </w:rPr>
        <w:t>。</w:t>
      </w:r>
      <w:r>
        <w:rPr>
          <w:lang w:eastAsia="zh-CN"/>
        </w:rPr>
        <w:t xml:space="preserve"> </w:t>
      </w:r>
      <w:r>
        <w:rPr>
          <w:rFonts w:hint="eastAsia"/>
          <w:lang w:eastAsia="zh-CN"/>
        </w:rPr>
        <w:t>《闻王昌龄左迁龙标遥有此寄》</w:t>
      </w:r>
    </w:p>
    <w:p>
      <w:pPr>
        <w:pStyle w:val="2"/>
        <w:keepNext w:val="0"/>
        <w:keepLines w:val="0"/>
        <w:pageBreakBefore w:val="0"/>
        <w:widowControl w:val="0"/>
        <w:tabs>
          <w:tab w:val="left" w:pos="3704"/>
        </w:tabs>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4</w:t>
      </w:r>
      <w:r>
        <w:rPr>
          <w:rFonts w:hint="eastAsia"/>
          <w:lang w:eastAsia="zh-CN"/>
        </w:rPr>
        <w:t>）</w:t>
      </w:r>
      <w:r>
        <w:rPr>
          <w:rFonts w:ascii="Times New Roman" w:hAnsi="Times New Roman"/>
          <w:u w:val="single" w:color="000000"/>
          <w:lang w:eastAsia="zh-CN"/>
        </w:rPr>
        <w:tab/>
      </w:r>
      <w:r>
        <w:rPr>
          <w:rFonts w:hint="eastAsia"/>
          <w:lang w:eastAsia="zh-CN"/>
        </w:rPr>
        <w:t>，一夜征人尽望乡</w:t>
      </w:r>
      <w:r>
        <w:rPr>
          <w:rFonts w:hint="eastAsia"/>
          <w:spacing w:val="-120"/>
          <w:lang w:eastAsia="zh-CN"/>
        </w:rPr>
        <w:t>。</w:t>
      </w:r>
      <w:r>
        <w:rPr>
          <w:rFonts w:hint="eastAsia"/>
          <w:lang w:eastAsia="zh-CN"/>
        </w:rPr>
        <w:t>《夜上受降城闻笛》</w:t>
      </w:r>
    </w:p>
    <w:p>
      <w:pPr>
        <w:pStyle w:val="2"/>
        <w:keepNext w:val="0"/>
        <w:keepLines w:val="0"/>
        <w:pageBreakBefore w:val="0"/>
        <w:widowControl w:val="0"/>
        <w:tabs>
          <w:tab w:val="left" w:pos="3464"/>
        </w:tabs>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5</w:t>
      </w:r>
      <w:r>
        <w:rPr>
          <w:rFonts w:hint="eastAsia"/>
          <w:lang w:eastAsia="zh-CN"/>
        </w:rPr>
        <w:t>）</w:t>
      </w:r>
      <w:r>
        <w:rPr>
          <w:rFonts w:ascii="Times New Roman" w:hAnsi="Times New Roman"/>
          <w:u w:val="single" w:color="000000"/>
          <w:lang w:eastAsia="zh-CN"/>
        </w:rPr>
        <w:tab/>
      </w:r>
      <w:r>
        <w:rPr>
          <w:rFonts w:hint="eastAsia"/>
          <w:lang w:eastAsia="zh-CN"/>
        </w:rPr>
        <w:t>，小桥流水人家</w:t>
      </w:r>
      <w:r>
        <w:rPr>
          <w:rFonts w:hint="eastAsia"/>
          <w:spacing w:val="-120"/>
          <w:lang w:eastAsia="zh-CN"/>
        </w:rPr>
        <w:t>。</w:t>
      </w:r>
      <w:r>
        <w:rPr>
          <w:rFonts w:hint="eastAsia"/>
          <w:lang w:eastAsia="zh-CN"/>
        </w:rPr>
        <w:t>《天净·沙秋思》马致远</w:t>
      </w: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6</w:t>
      </w:r>
      <w:r>
        <w:rPr>
          <w:rFonts w:hint="eastAsia"/>
          <w:spacing w:val="-120"/>
          <w:lang w:eastAsia="zh-CN"/>
        </w:rPr>
        <w:t>）</w:t>
      </w:r>
      <w:r>
        <w:rPr>
          <w:rFonts w:hint="eastAsia"/>
          <w:lang w:eastAsia="zh-CN"/>
        </w:rPr>
        <w:t>《观沧海》中，表现诗人博大胸襟的诗句是：</w:t>
      </w:r>
    </w:p>
    <w:p>
      <w:pPr>
        <w:pStyle w:val="2"/>
        <w:keepNext w:val="0"/>
        <w:keepLines w:val="0"/>
        <w:pageBreakBefore w:val="0"/>
        <w:widowControl w:val="0"/>
        <w:tabs>
          <w:tab w:val="left" w:pos="1664"/>
          <w:tab w:val="left" w:pos="3224"/>
          <w:tab w:val="left" w:pos="4664"/>
          <w:tab w:val="left" w:pos="6224"/>
        </w:tabs>
        <w:kinsoku/>
        <w:wordWrap/>
        <w:overflowPunct/>
        <w:topLinePunct w:val="0"/>
        <w:autoSpaceDE/>
        <w:autoSpaceDN/>
        <w:bidi w:val="0"/>
        <w:adjustRightInd/>
        <w:snapToGrid/>
        <w:spacing w:before="0" w:line="240" w:lineRule="auto"/>
        <w:ind w:left="584"/>
        <w:textAlignment w:val="auto"/>
        <w:outlineLvl w:val="9"/>
        <w:rPr>
          <w:lang w:eastAsia="zh-CN"/>
        </w:rPr>
      </w:pPr>
      <w:r>
        <w:rPr>
          <w:rFonts w:ascii="Times New Roman" w:hAnsi="Times New Roman"/>
          <w:u w:val="single" w:color="000000"/>
          <w:lang w:eastAsia="zh-CN"/>
        </w:rPr>
        <w:t xml:space="preserve"> </w:t>
      </w:r>
      <w:r>
        <w:rPr>
          <w:rFonts w:ascii="Times New Roman" w:hAnsi="Times New Roman"/>
          <w:u w:val="single" w:color="000000"/>
          <w:lang w:eastAsia="zh-CN"/>
        </w:rPr>
        <w:tab/>
      </w:r>
      <w:r>
        <w:rPr>
          <w:rFonts w:hint="eastAsia"/>
          <w:spacing w:val="-1"/>
          <w:lang w:eastAsia="zh-CN"/>
        </w:rPr>
        <w:t>，</w:t>
      </w:r>
      <w:r>
        <w:rPr>
          <w:rFonts w:ascii="Times New Roman" w:hAnsi="Times New Roman"/>
          <w:spacing w:val="-1"/>
          <w:u w:val="single" w:color="000000"/>
          <w:lang w:eastAsia="zh-CN"/>
        </w:rPr>
        <w:tab/>
      </w:r>
      <w:r>
        <w:rPr>
          <w:rFonts w:hint="eastAsia"/>
          <w:lang w:eastAsia="zh-CN"/>
        </w:rPr>
        <w:t>；</w:t>
      </w:r>
      <w:r>
        <w:rPr>
          <w:rFonts w:ascii="Times New Roman" w:hAnsi="Times New Roman"/>
          <w:u w:val="single" w:color="000000"/>
          <w:lang w:eastAsia="zh-CN"/>
        </w:rPr>
        <w:tab/>
      </w:r>
      <w:r>
        <w:rPr>
          <w:rFonts w:hint="eastAsia"/>
          <w:spacing w:val="-1"/>
          <w:w w:val="95"/>
          <w:lang w:eastAsia="zh-CN"/>
        </w:rPr>
        <w:t>，</w:t>
      </w:r>
      <w:r>
        <w:rPr>
          <w:rFonts w:ascii="Times New Roman" w:hAnsi="Times New Roman"/>
          <w:spacing w:val="-1"/>
          <w:w w:val="95"/>
          <w:u w:val="single" w:color="000000"/>
          <w:lang w:eastAsia="zh-CN"/>
        </w:rPr>
        <w:tab/>
      </w:r>
      <w:r>
        <w:rPr>
          <w:rFonts w:hint="eastAsia"/>
          <w:lang w:eastAsia="zh-CN"/>
        </w:rPr>
        <w:t>。</w:t>
      </w: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7</w:t>
      </w:r>
      <w:r>
        <w:rPr>
          <w:rFonts w:hint="eastAsia"/>
          <w:spacing w:val="-120"/>
          <w:lang w:eastAsia="zh-CN"/>
        </w:rPr>
        <w:t>）</w:t>
      </w:r>
      <w:r>
        <w:rPr>
          <w:rFonts w:hint="eastAsia"/>
          <w:lang w:eastAsia="zh-CN"/>
        </w:rPr>
        <w:t>《论语》中论述了“兴趣是最好的老师”的句子：</w:t>
      </w:r>
    </w:p>
    <w:p>
      <w:pPr>
        <w:pStyle w:val="2"/>
        <w:keepNext w:val="0"/>
        <w:keepLines w:val="0"/>
        <w:pageBreakBefore w:val="0"/>
        <w:widowControl w:val="0"/>
        <w:tabs>
          <w:tab w:val="left" w:pos="2984"/>
          <w:tab w:val="left" w:pos="5144"/>
        </w:tabs>
        <w:kinsoku/>
        <w:wordWrap/>
        <w:overflowPunct/>
        <w:topLinePunct w:val="0"/>
        <w:autoSpaceDE/>
        <w:autoSpaceDN/>
        <w:bidi w:val="0"/>
        <w:adjustRightInd/>
        <w:snapToGrid/>
        <w:spacing w:before="0" w:line="240" w:lineRule="auto"/>
        <w:ind w:left="584"/>
        <w:textAlignment w:val="auto"/>
        <w:outlineLvl w:val="9"/>
        <w:rPr>
          <w:lang w:eastAsia="zh-CN"/>
        </w:rPr>
      </w:pPr>
      <w:r>
        <w:rPr>
          <w:rFonts w:ascii="Times New Roman" w:hAnsi="Times New Roman"/>
          <w:u w:val="single" w:color="000000"/>
          <w:lang w:eastAsia="zh-CN"/>
        </w:rPr>
        <w:t xml:space="preserve"> </w:t>
      </w:r>
      <w:r>
        <w:rPr>
          <w:rFonts w:ascii="Times New Roman" w:hAnsi="Times New Roman"/>
          <w:u w:val="single" w:color="000000"/>
          <w:lang w:eastAsia="zh-CN"/>
        </w:rPr>
        <w:tab/>
      </w:r>
      <w:r>
        <w:rPr>
          <w:rFonts w:hint="eastAsia"/>
          <w:spacing w:val="-1"/>
          <w:lang w:eastAsia="zh-CN"/>
        </w:rPr>
        <w:t>，</w:t>
      </w:r>
      <w:r>
        <w:rPr>
          <w:rFonts w:ascii="Times New Roman" w:hAnsi="Times New Roman"/>
          <w:spacing w:val="-1"/>
          <w:u w:val="single" w:color="000000"/>
          <w:lang w:eastAsia="zh-CN"/>
        </w:rPr>
        <w:tab/>
      </w:r>
      <w:r>
        <w:rPr>
          <w:rFonts w:hint="eastAsia"/>
          <w:lang w:eastAsia="zh-CN"/>
        </w:rPr>
        <w:t>。</w:t>
      </w: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8</w:t>
      </w:r>
      <w:r>
        <w:rPr>
          <w:rFonts w:hint="eastAsia"/>
          <w:lang w:eastAsia="zh-CN"/>
        </w:rPr>
        <w:t>）在《论语》中，孔子阐述学习与思考辩证关系的句子是：</w:t>
      </w:r>
    </w:p>
    <w:p>
      <w:pPr>
        <w:pStyle w:val="2"/>
        <w:keepNext w:val="0"/>
        <w:keepLines w:val="0"/>
        <w:pageBreakBefore w:val="0"/>
        <w:widowControl w:val="0"/>
        <w:tabs>
          <w:tab w:val="left" w:pos="4364"/>
          <w:tab w:val="left" w:pos="8264"/>
        </w:tabs>
        <w:kinsoku/>
        <w:wordWrap/>
        <w:overflowPunct/>
        <w:topLinePunct w:val="0"/>
        <w:autoSpaceDE/>
        <w:autoSpaceDN/>
        <w:bidi w:val="0"/>
        <w:adjustRightInd/>
        <w:snapToGrid/>
        <w:spacing w:before="0" w:line="240" w:lineRule="auto"/>
        <w:ind w:right="519" w:firstLine="480"/>
        <w:textAlignment w:val="auto"/>
        <w:outlineLvl w:val="9"/>
        <w:rPr>
          <w:lang w:eastAsia="zh-CN"/>
        </w:rPr>
      </w:pPr>
      <w:r>
        <w:rPr>
          <w:rFonts w:ascii="Times New Roman" w:hAnsi="Times New Roman"/>
          <w:u w:val="single" w:color="000000"/>
          <w:lang w:eastAsia="zh-CN"/>
        </w:rPr>
        <w:t xml:space="preserve"> </w:t>
      </w:r>
      <w:r>
        <w:rPr>
          <w:rFonts w:ascii="Times New Roman" w:hAnsi="Times New Roman"/>
          <w:u w:val="single" w:color="000000"/>
          <w:lang w:eastAsia="zh-CN"/>
        </w:rPr>
        <w:tab/>
      </w:r>
      <w:r>
        <w:rPr>
          <w:rFonts w:hint="eastAsia"/>
          <w:lang w:eastAsia="zh-CN"/>
        </w:rPr>
        <w:t>，</w:t>
      </w:r>
      <w:r>
        <w:rPr>
          <w:rFonts w:ascii="Times New Roman" w:hAnsi="Times New Roman"/>
          <w:u w:val="single" w:color="000000"/>
          <w:lang w:eastAsia="zh-CN"/>
        </w:rPr>
        <w:tab/>
      </w:r>
      <w:r>
        <w:rPr>
          <w:rFonts w:hint="eastAsia"/>
          <w:lang w:eastAsia="zh-CN"/>
        </w:rPr>
        <w:t>。</w:t>
      </w:r>
      <w:r>
        <w:rPr>
          <w:lang w:eastAsia="zh-CN"/>
        </w:rPr>
        <w:t xml:space="preserve"> 15</w:t>
      </w:r>
      <w:r>
        <w:rPr>
          <w:rFonts w:hint="eastAsia"/>
          <w:lang w:eastAsia="zh-CN"/>
        </w:rPr>
        <w:t>、走进名著（</w:t>
      </w:r>
      <w:r>
        <w:rPr>
          <w:lang w:eastAsia="zh-CN"/>
        </w:rPr>
        <w:t>4</w:t>
      </w:r>
      <w:r>
        <w:rPr>
          <w:spacing w:val="-60"/>
          <w:lang w:eastAsia="zh-CN"/>
        </w:rPr>
        <w:t xml:space="preserve"> </w:t>
      </w:r>
      <w:r>
        <w:rPr>
          <w:rFonts w:hint="eastAsia"/>
          <w:lang w:eastAsia="zh-CN"/>
        </w:rPr>
        <w:t>分）</w:t>
      </w:r>
    </w:p>
    <w:p>
      <w:pPr>
        <w:pStyle w:val="2"/>
        <w:keepNext w:val="0"/>
        <w:keepLines w:val="0"/>
        <w:pageBreakBefore w:val="0"/>
        <w:widowControl w:val="0"/>
        <w:tabs>
          <w:tab w:val="left" w:pos="3224"/>
          <w:tab w:val="left" w:pos="3464"/>
        </w:tabs>
        <w:kinsoku/>
        <w:wordWrap/>
        <w:overflowPunct/>
        <w:topLinePunct w:val="0"/>
        <w:autoSpaceDE/>
        <w:autoSpaceDN/>
        <w:bidi w:val="0"/>
        <w:adjustRightInd/>
        <w:snapToGrid/>
        <w:spacing w:before="0" w:line="240" w:lineRule="auto"/>
        <w:ind w:right="99"/>
        <w:textAlignment w:val="auto"/>
        <w:outlineLvl w:val="9"/>
        <w:rPr>
          <w:lang w:eastAsia="zh-CN"/>
        </w:rPr>
      </w:pPr>
      <w:r>
        <w:rPr>
          <w:rFonts w:hint="eastAsia"/>
          <w:lang w:eastAsia="zh-CN"/>
        </w:rPr>
        <w:t>（</w:t>
      </w:r>
      <w:r>
        <w:rPr>
          <w:lang w:eastAsia="zh-CN"/>
        </w:rPr>
        <w:t>1</w:t>
      </w:r>
      <w:r>
        <w:rPr>
          <w:rFonts w:hint="eastAsia"/>
          <w:spacing w:val="-120"/>
          <w:lang w:eastAsia="zh-CN"/>
        </w:rPr>
        <w:t>）、</w:t>
      </w:r>
      <w:r>
        <w:rPr>
          <w:rFonts w:hint="eastAsia"/>
          <w:lang w:eastAsia="zh-CN"/>
        </w:rPr>
        <w:t>《朝花夕拾》</w:t>
      </w:r>
      <w:r>
        <w:rPr>
          <w:rFonts w:hint="eastAsia"/>
          <w:spacing w:val="-1"/>
          <w:lang w:eastAsia="zh-CN"/>
        </w:rPr>
        <w:t>是</w:t>
      </w:r>
      <w:r>
        <w:rPr>
          <w:rFonts w:ascii="Times New Roman" w:hAnsi="Times New Roman"/>
          <w:spacing w:val="-1"/>
          <w:u w:val="single" w:color="000000"/>
          <w:lang w:eastAsia="zh-CN"/>
        </w:rPr>
        <w:tab/>
      </w:r>
      <w:r>
        <w:rPr>
          <w:rFonts w:hint="eastAsia"/>
          <w:u w:val="single" w:color="000000"/>
          <w:lang w:eastAsia="zh-CN"/>
        </w:rPr>
        <w:t>（作者）</w:t>
      </w:r>
      <w:r>
        <w:rPr>
          <w:lang w:eastAsia="zh-CN"/>
        </w:rPr>
        <w:t>1926</w:t>
      </w:r>
      <w:r>
        <w:rPr>
          <w:spacing w:val="-60"/>
          <w:lang w:eastAsia="zh-CN"/>
        </w:rPr>
        <w:t xml:space="preserve"> </w:t>
      </w:r>
      <w:r>
        <w:rPr>
          <w:rFonts w:hint="eastAsia"/>
          <w:lang w:eastAsia="zh-CN"/>
        </w:rPr>
        <w:t>年所作的回忆散文集，共</w:t>
      </w:r>
      <w:r>
        <w:rPr>
          <w:spacing w:val="-60"/>
          <w:lang w:eastAsia="zh-CN"/>
        </w:rPr>
        <w:t xml:space="preserve"> </w:t>
      </w:r>
      <w:r>
        <w:rPr>
          <w:lang w:eastAsia="zh-CN"/>
        </w:rPr>
        <w:t>10</w:t>
      </w:r>
      <w:r>
        <w:rPr>
          <w:spacing w:val="-60"/>
          <w:lang w:eastAsia="zh-CN"/>
        </w:rPr>
        <w:t xml:space="preserve"> </w:t>
      </w:r>
      <w:r>
        <w:rPr>
          <w:rFonts w:hint="eastAsia"/>
          <w:lang w:eastAsia="zh-CN"/>
        </w:rPr>
        <w:t>篇。目前，</w:t>
      </w:r>
      <w:r>
        <w:rPr>
          <w:lang w:eastAsia="zh-CN"/>
        </w:rPr>
        <w:t xml:space="preserve"> </w:t>
      </w:r>
      <w:r>
        <w:rPr>
          <w:rFonts w:hint="eastAsia"/>
          <w:lang w:eastAsia="zh-CN"/>
        </w:rPr>
        <w:t>我们学过其中的《</w:t>
      </w:r>
      <w:r>
        <w:rPr>
          <w:lang w:eastAsia="zh-CN"/>
        </w:rPr>
        <w:tab/>
      </w:r>
      <w:r>
        <w:rPr>
          <w:lang w:eastAsia="zh-CN"/>
        </w:rPr>
        <w:tab/>
      </w:r>
      <w:r>
        <w:rPr>
          <w:rFonts w:hint="eastAsia"/>
          <w:spacing w:val="-120"/>
          <w:lang w:eastAsia="zh-CN"/>
        </w:rPr>
        <w:t>》。</w:t>
      </w:r>
      <w:r>
        <w:rPr>
          <w:rFonts w:hint="eastAsia"/>
          <w:lang w:eastAsia="zh-CN"/>
        </w:rPr>
        <w:t>（</w:t>
      </w:r>
      <w:r>
        <w:rPr>
          <w:lang w:eastAsia="zh-CN"/>
        </w:rPr>
        <w:t>2</w:t>
      </w:r>
      <w:r>
        <w:rPr>
          <w:spacing w:val="-60"/>
          <w:lang w:eastAsia="zh-CN"/>
        </w:rPr>
        <w:t xml:space="preserve"> </w:t>
      </w:r>
      <w:r>
        <w:rPr>
          <w:rFonts w:hint="eastAsia"/>
          <w:lang w:eastAsia="zh-CN"/>
        </w:rPr>
        <w:t>分）</w:t>
      </w: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2</w:t>
      </w:r>
      <w:r>
        <w:rPr>
          <w:rFonts w:hint="eastAsia"/>
          <w:spacing w:val="-120"/>
          <w:lang w:eastAsia="zh-CN"/>
        </w:rPr>
        <w:t>）</w:t>
      </w:r>
      <w:r>
        <w:rPr>
          <w:rFonts w:hint="eastAsia"/>
          <w:lang w:eastAsia="zh-CN"/>
        </w:rPr>
        <w:t>、请简单叙述《五猖会》中的一个故事情节，并谈谈你的看法。（</w:t>
      </w:r>
      <w:r>
        <w:rPr>
          <w:lang w:eastAsia="zh-CN"/>
        </w:rPr>
        <w:t>2</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9"/>
          <w:szCs w:val="9"/>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ind w:left="584" w:right="99" w:hanging="480"/>
        <w:textAlignment w:val="auto"/>
        <w:outlineLvl w:val="9"/>
        <w:rPr>
          <w:lang w:eastAsia="zh-CN"/>
        </w:rPr>
      </w:pPr>
      <w:r>
        <w:rPr>
          <w:lang w:eastAsia="zh-CN"/>
        </w:rPr>
        <w:t>16</w:t>
      </w:r>
      <w:r>
        <w:rPr>
          <w:rFonts w:hint="eastAsia"/>
          <w:lang w:eastAsia="zh-CN"/>
        </w:rPr>
        <w:t>、口语交际与综合运用</w:t>
      </w:r>
      <w:r>
        <w:rPr>
          <w:rFonts w:hint="eastAsia"/>
          <w:spacing w:val="-120"/>
          <w:lang w:eastAsia="zh-CN"/>
        </w:rPr>
        <w:t>。</w:t>
      </w:r>
      <w:r>
        <w:rPr>
          <w:rFonts w:hint="eastAsia"/>
          <w:lang w:eastAsia="zh-CN"/>
        </w:rPr>
        <w:t>（</w:t>
      </w:r>
      <w:r>
        <w:rPr>
          <w:lang w:eastAsia="zh-CN"/>
        </w:rPr>
        <w:t>4</w:t>
      </w:r>
      <w:r>
        <w:rPr>
          <w:spacing w:val="-60"/>
          <w:lang w:eastAsia="zh-CN"/>
        </w:rPr>
        <w:t xml:space="preserve"> </w:t>
      </w:r>
      <w:r>
        <w:rPr>
          <w:rFonts w:hint="eastAsia"/>
          <w:lang w:eastAsia="zh-CN"/>
        </w:rPr>
        <w:t>分）</w:t>
      </w:r>
      <w:r>
        <w:rPr>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left="584" w:right="99" w:hanging="480"/>
        <w:textAlignment w:val="auto"/>
        <w:outlineLvl w:val="9"/>
        <w:rPr>
          <w:lang w:eastAsia="zh-CN"/>
        </w:rPr>
      </w:pPr>
      <w:r>
        <w:rPr>
          <w:rFonts w:hint="eastAsia"/>
          <w:spacing w:val="2"/>
          <w:lang w:eastAsia="zh-CN"/>
        </w:rPr>
        <w:t>央视“中国汉字听写大会”开播，引发了社会各界广泛的关注与参与，我校预</w:t>
      </w: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开展以“规范汉字书写，领略汉字之美”为主题的综合性学习活动，请你参加。</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lang w:eastAsia="zh-CN"/>
        </w:rPr>
        <w:sectPr>
          <w:pgSz w:w="11910" w:h="16840"/>
          <w:pgMar w:top="1120" w:right="1240" w:bottom="1360" w:left="1640" w:header="0" w:footer="1175" w:gutter="0"/>
          <w:cols w:space="720" w:num="1"/>
        </w:sect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5"/>
          <w:szCs w:val="15"/>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21"/>
          <w:szCs w:val="21"/>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ind w:left="1604" w:right="746"/>
        <w:textAlignment w:val="auto"/>
        <w:outlineLvl w:val="9"/>
        <w:rPr>
          <w:spacing w:val="44"/>
          <w:lang w:eastAsia="zh-CN"/>
        </w:rPr>
      </w:pPr>
      <w:r>
        <w:rPr>
          <w:rFonts w:hint="eastAsia"/>
          <w:spacing w:val="2"/>
          <w:lang w:eastAsia="zh-CN"/>
        </w:rPr>
        <w:t>（</w:t>
      </w:r>
      <w:r>
        <w:rPr>
          <w:spacing w:val="2"/>
          <w:lang w:eastAsia="zh-CN"/>
        </w:rPr>
        <w:t>1</w:t>
      </w:r>
      <w:r>
        <w:rPr>
          <w:rFonts w:hint="eastAsia"/>
          <w:spacing w:val="2"/>
          <w:lang w:eastAsia="zh-CN"/>
        </w:rPr>
        <w:t>）下面是七（</w:t>
      </w:r>
      <w:r>
        <w:rPr>
          <w:spacing w:val="2"/>
          <w:lang w:eastAsia="zh-CN"/>
        </w:rPr>
        <w:t>3</w:t>
      </w:r>
      <w:r>
        <w:rPr>
          <w:rFonts w:hint="eastAsia"/>
          <w:spacing w:val="2"/>
          <w:lang w:eastAsia="zh-CN"/>
        </w:rPr>
        <w:t>）班同学们深入调查的结论，请你从中概括中学生提笔忘字的原</w:t>
      </w:r>
      <w:r>
        <w:rPr>
          <w:spacing w:val="44"/>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before="0" w:line="240" w:lineRule="auto"/>
        <w:ind w:left="1604" w:right="746"/>
        <w:textAlignment w:val="auto"/>
        <w:outlineLvl w:val="9"/>
        <w:rPr>
          <w:lang w:eastAsia="zh-CN"/>
        </w:rPr>
      </w:pPr>
      <w:r>
        <w:rPr>
          <w:rFonts w:hint="eastAsia"/>
          <w:lang w:eastAsia="zh-CN"/>
        </w:rPr>
        <w:t>因</w:t>
      </w:r>
      <w:r>
        <w:rPr>
          <w:rFonts w:hint="eastAsia"/>
          <w:spacing w:val="-120"/>
          <w:lang w:eastAsia="zh-CN"/>
        </w:rPr>
        <w:t>。</w:t>
      </w:r>
      <w:r>
        <w:rPr>
          <w:rFonts w:hint="eastAsia"/>
          <w:lang w:eastAsia="zh-CN"/>
        </w:rPr>
        <w:t>（</w:t>
      </w:r>
      <w:r>
        <w:rPr>
          <w:lang w:eastAsia="zh-CN"/>
        </w:rPr>
        <w:t>2</w:t>
      </w:r>
      <w:r>
        <w:rPr>
          <w:spacing w:val="-60"/>
          <w:lang w:eastAsia="zh-CN"/>
        </w:rPr>
        <w:t xml:space="preserve"> </w:t>
      </w:r>
      <w:r>
        <w:rPr>
          <w:rFonts w:hint="eastAsia"/>
          <w:lang w:eastAsia="zh-CN"/>
        </w:rPr>
        <w:t>分）</w:t>
      </w:r>
    </w:p>
    <w:p>
      <w:pPr>
        <w:pStyle w:val="2"/>
        <w:keepNext w:val="0"/>
        <w:keepLines w:val="0"/>
        <w:pageBreakBefore w:val="0"/>
        <w:widowControl w:val="0"/>
        <w:kinsoku/>
        <w:wordWrap/>
        <w:overflowPunct/>
        <w:topLinePunct w:val="0"/>
        <w:autoSpaceDE/>
        <w:autoSpaceDN/>
        <w:bidi w:val="0"/>
        <w:adjustRightInd/>
        <w:snapToGrid/>
        <w:spacing w:before="0" w:line="240" w:lineRule="auto"/>
        <w:ind w:left="1604" w:right="1406" w:firstLine="480"/>
        <w:jc w:val="both"/>
        <w:textAlignment w:val="auto"/>
        <w:outlineLvl w:val="9"/>
        <w:rPr>
          <w:lang w:eastAsia="zh-CN"/>
        </w:rPr>
      </w:pPr>
      <w:r>
        <w:rPr>
          <w:rFonts w:hint="eastAsia"/>
          <w:spacing w:val="2"/>
          <w:lang w:eastAsia="zh-CN"/>
        </w:rPr>
        <w:t>随着网络科技的发展，电脑和手机等成了人们离不开的工具。用电脑打字时，</w:t>
      </w:r>
      <w:r>
        <w:rPr>
          <w:spacing w:val="52"/>
          <w:lang w:eastAsia="zh-CN"/>
        </w:rPr>
        <w:t xml:space="preserve"> </w:t>
      </w:r>
      <w:r>
        <w:rPr>
          <w:rFonts w:hint="eastAsia"/>
          <w:spacing w:val="2"/>
          <w:lang w:eastAsia="zh-CN"/>
        </w:rPr>
        <w:t>许多学生都是使用汉语拼音输入法，而拼音和汉字是互为独立的两个体系。即使有</w:t>
      </w:r>
      <w:r>
        <w:rPr>
          <w:spacing w:val="44"/>
          <w:lang w:eastAsia="zh-CN"/>
        </w:rPr>
        <w:t xml:space="preserve"> </w:t>
      </w:r>
      <w:r>
        <w:rPr>
          <w:rFonts w:hint="eastAsia"/>
          <w:spacing w:val="2"/>
          <w:lang w:eastAsia="zh-CN"/>
        </w:rPr>
        <w:t>人使用五笔输入法打字，也不需要知道汉字的所有笔画和笔序，久而久之，他们就</w:t>
      </w:r>
      <w:r>
        <w:rPr>
          <w:spacing w:val="44"/>
          <w:lang w:eastAsia="zh-CN"/>
        </w:rPr>
        <w:t xml:space="preserve"> </w:t>
      </w:r>
      <w:r>
        <w:rPr>
          <w:rFonts w:hint="eastAsia"/>
          <w:spacing w:val="2"/>
          <w:lang w:eastAsia="zh-CN"/>
        </w:rPr>
        <w:t>不再一笔一划地书写汉字。许多学生多数时间沉溺于网络，生活中的大部分信息和</w:t>
      </w:r>
      <w:r>
        <w:rPr>
          <w:spacing w:val="44"/>
          <w:lang w:eastAsia="zh-CN"/>
        </w:rPr>
        <w:t xml:space="preserve"> </w:t>
      </w:r>
      <w:r>
        <w:rPr>
          <w:rFonts w:hint="eastAsia"/>
          <w:spacing w:val="2"/>
          <w:lang w:eastAsia="zh-CN"/>
        </w:rPr>
        <w:t>知识基本上来自网络，而用于看书的时间非常少，所以才会在提笔写字时忘记了要</w:t>
      </w:r>
      <w:r>
        <w:rPr>
          <w:spacing w:val="44"/>
          <w:lang w:eastAsia="zh-CN"/>
        </w:rPr>
        <w:t xml:space="preserve"> </w:t>
      </w:r>
      <w:r>
        <w:rPr>
          <w:rFonts w:hint="eastAsia"/>
          <w:lang w:eastAsia="zh-CN"/>
        </w:rPr>
        <w:t>写的字。</w:t>
      </w:r>
    </w:p>
    <w:p>
      <w:pPr>
        <w:pStyle w:val="2"/>
        <w:keepNext w:val="0"/>
        <w:keepLines w:val="0"/>
        <w:pageBreakBefore w:val="0"/>
        <w:widowControl w:val="0"/>
        <w:tabs>
          <w:tab w:val="left" w:pos="10064"/>
        </w:tabs>
        <w:kinsoku/>
        <w:wordWrap/>
        <w:overflowPunct/>
        <w:topLinePunct w:val="0"/>
        <w:autoSpaceDE/>
        <w:autoSpaceDN/>
        <w:bidi w:val="0"/>
        <w:adjustRightInd/>
        <w:snapToGrid/>
        <w:spacing w:before="0" w:line="240" w:lineRule="auto"/>
        <w:ind w:left="2084"/>
        <w:textAlignment w:val="auto"/>
        <w:outlineLvl w:val="9"/>
        <w:rPr>
          <w:rFonts w:ascii="Times New Roman" w:hAnsi="Times New Roman"/>
        </w:rPr>
      </w:pPr>
      <w:r>
        <w:rPr>
          <w:rFonts w:hint="eastAsia"/>
        </w:rPr>
        <w:t>原因：</w:t>
      </w:r>
      <w:r>
        <w:rPr>
          <w:rFonts w:ascii="Times New Roman" w:hAnsi="Times New Roman"/>
          <w:u w:val="single" w:color="000000"/>
        </w:rPr>
        <w:t xml:space="preserve"> </w:t>
      </w:r>
      <w:r>
        <w:rPr>
          <w:rFonts w:ascii="Times New Roman" w:hAnsi="Times New Roman"/>
          <w:u w:val="single" w:color="000000"/>
        </w:rPr>
        <w:tab/>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sz w:val="17"/>
          <w:szCs w:val="17"/>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rPr>
      </w:pPr>
    </w:p>
    <w:p>
      <w:pPr>
        <w:keepNext w:val="0"/>
        <w:keepLines w:val="0"/>
        <w:pageBreakBefore w:val="0"/>
        <w:widowControl w:val="0"/>
        <w:kinsoku/>
        <w:wordWrap/>
        <w:overflowPunct/>
        <w:topLinePunct w:val="0"/>
        <w:autoSpaceDE/>
        <w:autoSpaceDN/>
        <w:bidi w:val="0"/>
        <w:adjustRightInd/>
        <w:snapToGrid/>
        <w:spacing w:line="240" w:lineRule="auto"/>
        <w:ind w:left="2082"/>
        <w:textAlignment w:val="auto"/>
        <w:outlineLvl w:val="9"/>
        <w:rPr>
          <w:rFonts w:ascii="Times New Roman" w:hAnsi="Times New Roman"/>
          <w:sz w:val="2"/>
          <w:szCs w:val="2"/>
        </w:rPr>
      </w:pPr>
      <w:r>
        <w:rPr>
          <w:rFonts w:ascii="Times New Roman" w:hAnsi="Times New Roman"/>
          <w:sz w:val="2"/>
          <w:szCs w:val="2"/>
        </w:rPr>
        <w:pict>
          <v:group id="_x0000_s1065" o:spid="_x0000_s1065" o:spt="203" style="height:0.3pt;width:150.3pt;" coordsize="3006,6">
            <o:lock v:ext="edit"/>
            <v:group id="_x0000_s1066" o:spid="_x0000_s1066" o:spt="203" style="position:absolute;left:3;top:3;height:2;width:3000;" coordorigin="3,3" coordsize="3000,2">
              <o:lock v:ext="edit"/>
              <v:shape id="_x0000_s1067" o:spid="_x0000_s1067" style="position:absolute;left:3;top:3;height:2;width:3000;" filled="f" coordorigin="3,3" coordsize="3000,0" path="m3,3l3003,3e">
                <v:path arrowok="t"/>
                <v:fill on="f" focussize="0,0"/>
                <v:stroke weight="0.275984251968504pt"/>
                <v:imagedata o:title=""/>
                <o:lock v:ext="edit"/>
              </v:shape>
            </v:group>
            <w10:wrap type="none"/>
            <w10:anchorlock/>
          </v:group>
        </w:pic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sz w:val="8"/>
          <w:szCs w:val="8"/>
        </w:rPr>
      </w:pPr>
    </w:p>
    <w:p>
      <w:pPr>
        <w:pStyle w:val="2"/>
        <w:keepNext w:val="0"/>
        <w:keepLines w:val="0"/>
        <w:pageBreakBefore w:val="0"/>
        <w:widowControl w:val="0"/>
        <w:kinsoku/>
        <w:wordWrap/>
        <w:overflowPunct/>
        <w:topLinePunct w:val="0"/>
        <w:autoSpaceDE/>
        <w:autoSpaceDN/>
        <w:bidi w:val="0"/>
        <w:adjustRightInd/>
        <w:snapToGrid/>
        <w:spacing w:before="0" w:line="240" w:lineRule="auto"/>
        <w:ind w:left="1604"/>
        <w:textAlignment w:val="auto"/>
        <w:outlineLvl w:val="9"/>
        <w:rPr>
          <w:lang w:eastAsia="zh-CN"/>
        </w:rPr>
      </w:pPr>
      <w:r>
        <w:rPr>
          <w:rFonts w:hint="eastAsia"/>
          <w:lang w:eastAsia="zh-CN"/>
        </w:rPr>
        <w:t>（</w:t>
      </w:r>
      <w:r>
        <w:rPr>
          <w:lang w:eastAsia="zh-CN"/>
        </w:rPr>
        <w:t>2</w:t>
      </w:r>
      <w:r>
        <w:rPr>
          <w:rFonts w:hint="eastAsia"/>
          <w:lang w:eastAsia="zh-CN"/>
        </w:rPr>
        <w:t>）面对这样的原因，你认为中学生该如何做？（</w:t>
      </w:r>
      <w:r>
        <w:rPr>
          <w:lang w:eastAsia="zh-CN"/>
        </w:rPr>
        <w:t>2</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1604" w:right="2824"/>
        <w:textAlignment w:val="auto"/>
        <w:outlineLvl w:val="9"/>
        <w:rPr>
          <w:rFonts w:ascii="宋体" w:cs="宋体"/>
          <w:spacing w:val="30"/>
          <w:sz w:val="24"/>
          <w:szCs w:val="24"/>
          <w:lang w:eastAsia="zh-CN"/>
        </w:rPr>
      </w:pPr>
      <w:r>
        <w:rPr>
          <w:rFonts w:hint="eastAsia" w:ascii="Arial Unicode MS" w:hAnsi="Arial Unicode MS" w:eastAsia="Arial Unicode MS" w:cs="Arial Unicode MS"/>
          <w:spacing w:val="-2"/>
          <w:sz w:val="28"/>
          <w:szCs w:val="28"/>
          <w:lang w:eastAsia="zh-CN"/>
        </w:rPr>
        <w:t>六、阅读下面的文字</w:t>
      </w:r>
      <w:r>
        <w:rPr>
          <w:rFonts w:hint="eastAsia" w:ascii="宋体" w:hAnsi="宋体" w:cs="宋体"/>
          <w:spacing w:val="-2"/>
          <w:sz w:val="24"/>
          <w:szCs w:val="24"/>
          <w:lang w:eastAsia="zh-CN"/>
        </w:rPr>
        <w:t>，完成</w:t>
      </w:r>
      <w:r>
        <w:rPr>
          <w:rFonts w:ascii="宋体" w:hAnsi="宋体" w:cs="宋体"/>
          <w:spacing w:val="-60"/>
          <w:sz w:val="24"/>
          <w:szCs w:val="24"/>
          <w:lang w:eastAsia="zh-CN"/>
        </w:rPr>
        <w:t xml:space="preserve"> </w:t>
      </w:r>
      <w:r>
        <w:rPr>
          <w:rFonts w:ascii="宋体" w:hAnsi="宋体" w:cs="宋体"/>
          <w:sz w:val="24"/>
          <w:szCs w:val="24"/>
          <w:lang w:eastAsia="zh-CN"/>
        </w:rPr>
        <w:t>17-21</w:t>
      </w:r>
      <w:r>
        <w:rPr>
          <w:rFonts w:ascii="宋体" w:hAnsi="宋体" w:cs="宋体"/>
          <w:spacing w:val="-60"/>
          <w:sz w:val="24"/>
          <w:szCs w:val="24"/>
          <w:lang w:eastAsia="zh-CN"/>
        </w:rPr>
        <w:t xml:space="preserve"> </w:t>
      </w:r>
      <w:r>
        <w:rPr>
          <w:rFonts w:hint="eastAsia" w:ascii="宋体" w:hAnsi="宋体" w:cs="宋体"/>
          <w:sz w:val="24"/>
          <w:szCs w:val="24"/>
          <w:lang w:eastAsia="zh-CN"/>
        </w:rPr>
        <w:t>小题。（</w:t>
      </w:r>
      <w:r>
        <w:rPr>
          <w:rFonts w:ascii="宋体" w:hAnsi="宋体" w:cs="宋体"/>
          <w:sz w:val="24"/>
          <w:szCs w:val="24"/>
          <w:lang w:eastAsia="zh-CN"/>
        </w:rPr>
        <w:t>14</w:t>
      </w:r>
      <w:r>
        <w:rPr>
          <w:rFonts w:ascii="宋体" w:hAnsi="宋体" w:cs="宋体"/>
          <w:spacing w:val="-60"/>
          <w:sz w:val="24"/>
          <w:szCs w:val="24"/>
          <w:lang w:eastAsia="zh-CN"/>
        </w:rPr>
        <w:t xml:space="preserve"> </w:t>
      </w:r>
      <w:r>
        <w:rPr>
          <w:rFonts w:hint="eastAsia" w:ascii="宋体" w:hAnsi="宋体" w:cs="宋体"/>
          <w:sz w:val="24"/>
          <w:szCs w:val="24"/>
          <w:lang w:eastAsia="zh-CN"/>
        </w:rPr>
        <w:t>分）</w:t>
      </w:r>
      <w:r>
        <w:rPr>
          <w:rFonts w:ascii="宋体" w:hAnsi="宋体" w:cs="宋体"/>
          <w:spacing w:val="3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1604" w:right="2824"/>
        <w:textAlignment w:val="auto"/>
        <w:outlineLvl w:val="9"/>
        <w:rPr>
          <w:rFonts w:ascii="宋体" w:cs="宋体"/>
          <w:sz w:val="24"/>
          <w:szCs w:val="24"/>
          <w:lang w:eastAsia="zh-CN"/>
        </w:rPr>
      </w:pPr>
      <w:r>
        <w:rPr>
          <w:rFonts w:hint="eastAsia" w:ascii="宋体" w:hAnsi="宋体" w:cs="宋体"/>
          <w:sz w:val="24"/>
          <w:szCs w:val="24"/>
          <w:lang w:eastAsia="zh-CN"/>
        </w:rPr>
        <w:t>永不贬值的财富</w:t>
      </w:r>
    </w:p>
    <w:p>
      <w:pPr>
        <w:pStyle w:val="2"/>
        <w:keepNext w:val="0"/>
        <w:keepLines w:val="0"/>
        <w:pageBreakBefore w:val="0"/>
        <w:widowControl w:val="0"/>
        <w:kinsoku/>
        <w:wordWrap/>
        <w:overflowPunct/>
        <w:topLinePunct w:val="0"/>
        <w:autoSpaceDE/>
        <w:autoSpaceDN/>
        <w:bidi w:val="0"/>
        <w:adjustRightInd/>
        <w:snapToGrid/>
        <w:spacing w:before="0" w:line="240" w:lineRule="auto"/>
        <w:ind w:left="1604" w:right="1285" w:firstLine="360"/>
        <w:textAlignment w:val="auto"/>
        <w:outlineLvl w:val="9"/>
        <w:rPr>
          <w:lang w:eastAsia="zh-CN"/>
        </w:rPr>
      </w:pPr>
      <w:r>
        <w:rPr>
          <w:lang w:eastAsia="zh-CN"/>
        </w:rPr>
        <w:pict>
          <v:shape id="_x0000_s1070" o:spid="_x0000_s1070" o:spt="202" type="#_x0000_t202" style="position:absolute;left:0pt;margin-left:26.05pt;margin-top:87.45pt;height:33.45pt;width:12.45pt;mso-position-horizontal-relative:page;z-index:-251658240;mso-width-relative:page;mso-height-relative:page;" filled="f" stroked="f" coordsize="21600,21600">
            <v:path/>
            <v:fill on="f" focussize="0,0"/>
            <v:stroke on="f" joinstyle="miter"/>
            <v:imagedata o:title=""/>
            <o:lock v:ext="edit"/>
            <v:textbox inset="0mm,0mm,0mm,0mm" style="layout-flow:vertical;mso-layout-flow-alt:bottom-to-top;">
              <w:txbxContent>
                <w:p>
                  <w:pPr>
                    <w:spacing w:line="229" w:lineRule="exact"/>
                    <w:ind w:left="20"/>
                    <w:rPr>
                      <w:rFonts w:ascii="宋体" w:cs="宋体"/>
                      <w:sz w:val="21"/>
                      <w:szCs w:val="21"/>
                    </w:rPr>
                  </w:pPr>
                  <w:r>
                    <w:rPr>
                      <w:rFonts w:hint="eastAsia" w:cs="宋体"/>
                      <w:w w:val="99"/>
                      <w:sz w:val="21"/>
                      <w:szCs w:val="21"/>
                    </w:rPr>
                    <w:t>班级：</w:t>
                  </w:r>
                </w:p>
              </w:txbxContent>
            </v:textbox>
          </v:shape>
        </w:pict>
      </w:r>
      <w:r>
        <w:rPr>
          <w:rFonts w:hint="eastAsia"/>
          <w:spacing w:val="-1"/>
          <w:lang w:eastAsia="zh-CN"/>
        </w:rPr>
        <w:t>①那是十多年前的事了。当时我以优异的成绩考入了大学，这在偏远的山村里可</w:t>
      </w:r>
      <w:r>
        <w:rPr>
          <w:spacing w:val="59"/>
          <w:lang w:eastAsia="zh-CN"/>
        </w:rPr>
        <w:t xml:space="preserve"> </w:t>
      </w:r>
      <w:r>
        <w:rPr>
          <w:rFonts w:hint="eastAsia"/>
          <w:lang w:eastAsia="zh-CN"/>
        </w:rPr>
        <w:t>是件新鲜事，村里为此专门请乡电影队来放了场电影，以示祝贺。左邻右舍，张王</w:t>
      </w:r>
      <w:r>
        <w:rPr>
          <w:lang w:eastAsia="zh-CN"/>
        </w:rPr>
        <w:t xml:space="preserve"> </w:t>
      </w:r>
      <w:r>
        <w:rPr>
          <w:rFonts w:hint="eastAsia"/>
          <w:spacing w:val="-1"/>
          <w:lang w:eastAsia="zh-CN"/>
        </w:rPr>
        <w:t>李赵的婶子、大娘知道我们家穷，也都你家</w:t>
      </w:r>
      <w:r>
        <w:rPr>
          <w:spacing w:val="-60"/>
          <w:lang w:eastAsia="zh-CN"/>
        </w:rPr>
        <w:t xml:space="preserve"> </w:t>
      </w:r>
      <w:r>
        <w:rPr>
          <w:lang w:eastAsia="zh-CN"/>
        </w:rPr>
        <w:t>10</w:t>
      </w:r>
      <w:r>
        <w:rPr>
          <w:spacing w:val="-60"/>
          <w:lang w:eastAsia="zh-CN"/>
        </w:rPr>
        <w:t xml:space="preserve"> </w:t>
      </w:r>
      <w:r>
        <w:rPr>
          <w:rFonts w:hint="eastAsia"/>
          <w:spacing w:val="-1"/>
          <w:lang w:eastAsia="zh-CN"/>
        </w:rPr>
        <w:t>元、他家</w:t>
      </w:r>
      <w:r>
        <w:rPr>
          <w:spacing w:val="-60"/>
          <w:lang w:eastAsia="zh-CN"/>
        </w:rPr>
        <w:t xml:space="preserve"> </w:t>
      </w:r>
      <w:r>
        <w:rPr>
          <w:lang w:eastAsia="zh-CN"/>
        </w:rPr>
        <w:t>8</w:t>
      </w:r>
      <w:r>
        <w:rPr>
          <w:spacing w:val="-60"/>
          <w:lang w:eastAsia="zh-CN"/>
        </w:rPr>
        <w:t xml:space="preserve"> </w:t>
      </w:r>
      <w:r>
        <w:rPr>
          <w:rFonts w:hint="eastAsia"/>
          <w:lang w:eastAsia="zh-CN"/>
        </w:rPr>
        <w:t>元地往我家送钱，帮我筹</w:t>
      </w:r>
      <w:r>
        <w:rPr>
          <w:spacing w:val="35"/>
          <w:lang w:eastAsia="zh-CN"/>
        </w:rPr>
        <w:t xml:space="preserve"> </w:t>
      </w:r>
      <w:r>
        <w:rPr>
          <w:rFonts w:hint="eastAsia"/>
          <w:lang w:eastAsia="zh-CN"/>
        </w:rPr>
        <w:t>学费。望着桌上那一堆零碎的人民币，我被这淳朴的乡情、善良的父老乡亲深深地</w:t>
      </w:r>
      <w:r>
        <w:rPr>
          <w:lang w:eastAsia="zh-CN"/>
        </w:rPr>
        <w:t xml:space="preserve"> </w:t>
      </w:r>
      <w:r>
        <w:rPr>
          <w:rFonts w:hint="eastAsia"/>
          <w:lang w:eastAsia="zh-CN"/>
        </w:rPr>
        <w:t>感动着。</w:t>
      </w:r>
    </w:p>
    <w:p>
      <w:pPr>
        <w:pStyle w:val="2"/>
        <w:keepNext w:val="0"/>
        <w:keepLines w:val="0"/>
        <w:pageBreakBefore w:val="0"/>
        <w:widowControl w:val="0"/>
        <w:tabs>
          <w:tab w:val="left" w:pos="9044"/>
        </w:tabs>
        <w:kinsoku/>
        <w:wordWrap/>
        <w:overflowPunct/>
        <w:topLinePunct w:val="0"/>
        <w:autoSpaceDE/>
        <w:autoSpaceDN/>
        <w:bidi w:val="0"/>
        <w:adjustRightInd/>
        <w:snapToGrid/>
        <w:spacing w:before="0" w:line="240" w:lineRule="auto"/>
        <w:ind w:left="1604" w:right="1285" w:firstLine="360"/>
        <w:textAlignment w:val="auto"/>
        <w:outlineLvl w:val="9"/>
        <w:rPr>
          <w:lang w:eastAsia="zh-CN"/>
        </w:rPr>
      </w:pPr>
      <w:r>
        <w:rPr>
          <w:lang w:eastAsia="zh-CN"/>
        </w:rPr>
        <w:pict>
          <v:shape id="_x0000_s1071" o:spid="_x0000_s1071" o:spt="202" type="#_x0000_t202" style="position:absolute;left:0pt;margin-left:26.05pt;margin-top:121.7pt;height:33.45pt;width:12.45pt;mso-position-horizontal-relative:page;z-index:-251658240;mso-width-relative:page;mso-height-relative:page;" filled="f" stroked="f" coordsize="21600,21600">
            <v:path/>
            <v:fill on="f" focussize="0,0"/>
            <v:stroke on="f" joinstyle="miter"/>
            <v:imagedata o:title=""/>
            <o:lock v:ext="edit"/>
            <v:textbox inset="0mm,0mm,0mm,0mm" style="layout-flow:vertical;mso-layout-flow-alt:bottom-to-top;">
              <w:txbxContent>
                <w:p>
                  <w:pPr>
                    <w:spacing w:line="229" w:lineRule="exact"/>
                    <w:ind w:left="20"/>
                    <w:rPr>
                      <w:rFonts w:ascii="宋体" w:cs="宋体"/>
                      <w:sz w:val="21"/>
                      <w:szCs w:val="21"/>
                    </w:rPr>
                  </w:pPr>
                  <w:r>
                    <w:rPr>
                      <w:rFonts w:hint="eastAsia" w:cs="宋体"/>
                      <w:w w:val="99"/>
                      <w:sz w:val="21"/>
                      <w:szCs w:val="21"/>
                    </w:rPr>
                    <w:t>学校：</w:t>
                  </w:r>
                </w:p>
              </w:txbxContent>
            </v:textbox>
          </v:shape>
        </w:pict>
      </w:r>
      <w:r>
        <w:rPr>
          <w:rFonts w:hint="eastAsia"/>
          <w:lang w:eastAsia="zh-CN"/>
        </w:rPr>
        <w:t>②但令我终身难忘的却是入学前发生的一件事</w:t>
      </w:r>
      <w:r>
        <w:rPr>
          <w:rFonts w:hint="eastAsia"/>
          <w:spacing w:val="-63"/>
          <w:lang w:eastAsia="zh-CN"/>
        </w:rPr>
        <w:t>。</w:t>
      </w:r>
      <w:r>
        <w:rPr>
          <w:rFonts w:hint="eastAsia"/>
          <w:lang w:eastAsia="zh-CN"/>
        </w:rPr>
        <w:t>那天上午</w:t>
      </w:r>
      <w:r>
        <w:rPr>
          <w:rFonts w:hint="eastAsia"/>
          <w:spacing w:val="-63"/>
          <w:lang w:eastAsia="zh-CN"/>
        </w:rPr>
        <w:t>，</w:t>
      </w:r>
      <w:r>
        <w:rPr>
          <w:rFonts w:hint="eastAsia"/>
          <w:lang w:eastAsia="zh-CN"/>
        </w:rPr>
        <w:t>我正在家里收拾行李，</w:t>
      </w:r>
      <w:r>
        <w:rPr>
          <w:lang w:eastAsia="zh-CN"/>
        </w:rPr>
        <w:t xml:space="preserve"> </w:t>
      </w:r>
      <w:r>
        <w:rPr>
          <w:rFonts w:hint="eastAsia"/>
          <w:lang w:eastAsia="zh-CN"/>
        </w:rPr>
        <w:t>准备启程。忽然，听到门外有个苍老的声音喊：“山子他娘在家吗？”母亲听了，</w:t>
      </w:r>
      <w:r>
        <w:rPr>
          <w:lang w:eastAsia="zh-CN"/>
        </w:rPr>
        <w:t xml:space="preserve"> </w:t>
      </w:r>
      <w:r>
        <w:rPr>
          <w:rFonts w:hint="eastAsia"/>
          <w:lang w:eastAsia="zh-CN"/>
        </w:rPr>
        <w:t>赶忙去开门。门外站着村里那个瞎眼的老婆婆</w:t>
      </w:r>
      <w:r>
        <w:rPr>
          <w:rFonts w:ascii="Times New Roman" w:hAnsi="Times New Roman"/>
          <w:u w:val="single" w:color="000000"/>
          <w:lang w:eastAsia="zh-CN"/>
        </w:rPr>
        <w:tab/>
      </w:r>
      <w:r>
        <w:rPr>
          <w:rFonts w:hint="eastAsia"/>
          <w:lang w:eastAsia="zh-CN"/>
        </w:rPr>
        <w:t>。老人家一</w:t>
      </w:r>
      <w:r>
        <w:rPr>
          <w:lang w:eastAsia="zh-CN"/>
        </w:rPr>
        <w:t xml:space="preserve"> </w:t>
      </w:r>
      <w:r>
        <w:rPr>
          <w:rFonts w:hint="eastAsia"/>
          <w:lang w:eastAsia="zh-CN"/>
        </w:rPr>
        <w:t>生没儿女，相依为命的老伴死后，她大病一场，两眼便失明了。平常只好握着根竹</w:t>
      </w:r>
      <w:r>
        <w:rPr>
          <w:lang w:eastAsia="zh-CN"/>
        </w:rPr>
        <w:t xml:space="preserve"> </w:t>
      </w:r>
      <w:r>
        <w:rPr>
          <w:rFonts w:hint="eastAsia"/>
          <w:spacing w:val="-1"/>
          <w:lang w:eastAsia="zh-CN"/>
        </w:rPr>
        <w:t>竿，摸索着向左邻右舍要地瓜皮子度日。母亲急忙把瞎眼婆婆让进屋里坐下，然后，</w:t>
      </w:r>
      <w:r>
        <w:rPr>
          <w:spacing w:val="63"/>
          <w:lang w:eastAsia="zh-CN"/>
        </w:rPr>
        <w:t xml:space="preserve"> </w:t>
      </w:r>
      <w:r>
        <w:rPr>
          <w:rFonts w:hint="eastAsia"/>
          <w:lang w:eastAsia="zh-CN"/>
        </w:rPr>
        <w:t>喊我倒茶。瞎眼婆婆对我母亲讲了一大堆赞扬我有出息的话，把我喊到她身边，用</w:t>
      </w:r>
      <w:r>
        <w:rPr>
          <w:lang w:eastAsia="zh-CN"/>
        </w:rPr>
        <w:t xml:space="preserve"> </w:t>
      </w:r>
      <w:r>
        <w:rPr>
          <w:rFonts w:hint="eastAsia"/>
          <w:lang w:eastAsia="zh-CN"/>
        </w:rPr>
        <w:t>她那枯柴似的手颤颤抖抖地从灰蓝布的土布兜里掏出一张皱皱巴巴的一元钱，对我</w:t>
      </w:r>
      <w:r>
        <w:rPr>
          <w:lang w:eastAsia="zh-CN"/>
        </w:rPr>
        <w:t xml:space="preserve"> </w:t>
      </w:r>
      <w:r>
        <w:rPr>
          <w:rFonts w:hint="eastAsia"/>
          <w:lang w:eastAsia="zh-CN"/>
        </w:rPr>
        <w:t>说：“山子呀，我这个瞎老婆子也没钱，这两元钱是我用地瓜皮子从小贩手里换来</w:t>
      </w:r>
      <w:r>
        <w:rPr>
          <w:lang w:eastAsia="zh-CN"/>
        </w:rPr>
        <w:t xml:space="preserve"> </w:t>
      </w:r>
      <w:r>
        <w:rPr>
          <w:rFonts w:hint="eastAsia"/>
          <w:lang w:eastAsia="zh-CN"/>
        </w:rPr>
        <w:t>的，</w:t>
      </w:r>
      <w:r>
        <w:rPr>
          <w:lang w:eastAsia="zh-CN"/>
        </w:rPr>
        <w:t>2</w:t>
      </w:r>
      <w:r>
        <w:rPr>
          <w:spacing w:val="-60"/>
          <w:lang w:eastAsia="zh-CN"/>
        </w:rPr>
        <w:t xml:space="preserve"> </w:t>
      </w:r>
      <w:r>
        <w:rPr>
          <w:rFonts w:hint="eastAsia"/>
          <w:lang w:eastAsia="zh-CN"/>
        </w:rPr>
        <w:t>毛钱</w:t>
      </w:r>
      <w:r>
        <w:rPr>
          <w:spacing w:val="-60"/>
          <w:lang w:eastAsia="zh-CN"/>
        </w:rPr>
        <w:t xml:space="preserve"> </w:t>
      </w:r>
      <w:r>
        <w:rPr>
          <w:lang w:eastAsia="zh-CN"/>
        </w:rPr>
        <w:t>1</w:t>
      </w:r>
      <w:r>
        <w:rPr>
          <w:spacing w:val="-60"/>
          <w:lang w:eastAsia="zh-CN"/>
        </w:rPr>
        <w:t xml:space="preserve"> </w:t>
      </w:r>
      <w:r>
        <w:rPr>
          <w:rFonts w:hint="eastAsia"/>
          <w:lang w:eastAsia="zh-CN"/>
        </w:rPr>
        <w:t>斤，我共卖了</w:t>
      </w:r>
      <w:r>
        <w:rPr>
          <w:spacing w:val="-60"/>
          <w:lang w:eastAsia="zh-CN"/>
        </w:rPr>
        <w:t xml:space="preserve"> </w:t>
      </w:r>
      <w:r>
        <w:rPr>
          <w:lang w:eastAsia="zh-CN"/>
        </w:rPr>
        <w:t>10</w:t>
      </w:r>
      <w:r>
        <w:rPr>
          <w:spacing w:val="-60"/>
          <w:lang w:eastAsia="zh-CN"/>
        </w:rPr>
        <w:t xml:space="preserve"> </w:t>
      </w:r>
      <w:r>
        <w:rPr>
          <w:rFonts w:hint="eastAsia"/>
          <w:lang w:eastAsia="zh-CN"/>
        </w:rPr>
        <w:t>斤，你别嫌少，添着买本书吧。”</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lang w:eastAsia="zh-CN"/>
        </w:rPr>
        <w:sectPr>
          <w:footerReference r:id="rId5" w:type="default"/>
          <w:pgSz w:w="11910" w:h="16840"/>
          <w:pgMar w:top="0" w:right="0" w:bottom="1360" w:left="140" w:header="0" w:footer="1175" w:gutter="0"/>
          <w:cols w:space="720" w:num="1"/>
        </w:sectPr>
      </w:pPr>
    </w:p>
    <w:p>
      <w:pPr>
        <w:pStyle w:val="2"/>
        <w:keepNext w:val="0"/>
        <w:keepLines w:val="0"/>
        <w:pageBreakBefore w:val="0"/>
        <w:widowControl w:val="0"/>
        <w:kinsoku/>
        <w:wordWrap/>
        <w:overflowPunct/>
        <w:topLinePunct w:val="0"/>
        <w:autoSpaceDE/>
        <w:autoSpaceDN/>
        <w:bidi w:val="0"/>
        <w:adjustRightInd/>
        <w:snapToGrid/>
        <w:spacing w:before="0" w:line="240" w:lineRule="auto"/>
        <w:ind w:firstLine="360"/>
        <w:textAlignment w:val="auto"/>
        <w:outlineLvl w:val="9"/>
        <w:rPr>
          <w:lang w:eastAsia="zh-CN"/>
        </w:rPr>
      </w:pPr>
      <w:r>
        <w:rPr>
          <w:rFonts w:hint="eastAsia"/>
          <w:spacing w:val="-1"/>
          <w:lang w:eastAsia="zh-CN"/>
        </w:rPr>
        <w:t>③怎么，两元钱？瞎婆婆手里分明拿着一元钱呀！望着这一元钱，我和母亲瞬间</w:t>
      </w:r>
      <w:r>
        <w:rPr>
          <w:spacing w:val="59"/>
          <w:lang w:eastAsia="zh-CN"/>
        </w:rPr>
        <w:t xml:space="preserve"> </w:t>
      </w:r>
      <w:r>
        <w:rPr>
          <w:rFonts w:hint="eastAsia"/>
          <w:lang w:eastAsia="zh-CN"/>
        </w:rPr>
        <w:t>都明白了。多么奸诈的小商人，他们竟伤天害理地欺骗一个孤苦伶仃的老婆子！要</w:t>
      </w:r>
      <w:r>
        <w:rPr>
          <w:lang w:eastAsia="zh-CN"/>
        </w:rPr>
        <w:t xml:space="preserve"> </w:t>
      </w:r>
      <w:r>
        <w:rPr>
          <w:rFonts w:hint="eastAsia"/>
          <w:lang w:eastAsia="zh-CN"/>
        </w:rPr>
        <w:t>知道，这</w:t>
      </w:r>
      <w:r>
        <w:rPr>
          <w:spacing w:val="-60"/>
          <w:lang w:eastAsia="zh-CN"/>
        </w:rPr>
        <w:t xml:space="preserve"> </w:t>
      </w:r>
      <w:r>
        <w:rPr>
          <w:lang w:eastAsia="zh-CN"/>
        </w:rPr>
        <w:t>10</w:t>
      </w:r>
      <w:r>
        <w:rPr>
          <w:spacing w:val="-60"/>
          <w:lang w:eastAsia="zh-CN"/>
        </w:rPr>
        <w:t xml:space="preserve"> </w:t>
      </w:r>
      <w:r>
        <w:rPr>
          <w:rFonts w:hint="eastAsia"/>
          <w:spacing w:val="-1"/>
          <w:lang w:eastAsia="zh-CN"/>
        </w:rPr>
        <w:t>斤地瓜皮子，瞎婆婆要风里来、风里去在黑暗中摸索多少天，奔走多少</w:t>
      </w:r>
      <w:r>
        <w:rPr>
          <w:spacing w:val="51"/>
          <w:lang w:eastAsia="zh-CN"/>
        </w:rPr>
        <w:t xml:space="preserve"> </w:t>
      </w:r>
      <w:r>
        <w:rPr>
          <w:rFonts w:hint="eastAsia"/>
          <w:spacing w:val="-1"/>
          <w:lang w:eastAsia="zh-CN"/>
        </w:rPr>
        <w:t>户哇</w:t>
      </w:r>
      <w:r>
        <w:rPr>
          <w:spacing w:val="-1"/>
          <w:lang w:eastAsia="zh-CN"/>
        </w:rPr>
        <w:t>——</w:t>
      </w:r>
      <w:r>
        <w:rPr>
          <w:rFonts w:hint="eastAsia"/>
          <w:spacing w:val="-1"/>
          <w:lang w:eastAsia="zh-CN"/>
        </w:rPr>
        <w:t>“怎么，你嫌少？”瞎婆婆的话打断了我的沉思，母亲含泪示意我快接下，</w:t>
      </w:r>
      <w:r>
        <w:rPr>
          <w:spacing w:val="63"/>
          <w:lang w:eastAsia="zh-CN"/>
        </w:rPr>
        <w:t xml:space="preserve"> </w:t>
      </w:r>
      <w:r>
        <w:rPr>
          <w:rFonts w:hint="eastAsia"/>
          <w:lang w:eastAsia="zh-CN"/>
        </w:rPr>
        <w:t>我颤抖着手从瞎婆婆手里接过那山一样沉重的“两元钱”，眼泪已夺眶而出。</w:t>
      </w:r>
    </w:p>
    <w:p>
      <w:pPr>
        <w:pStyle w:val="2"/>
        <w:keepNext w:val="0"/>
        <w:keepLines w:val="0"/>
        <w:pageBreakBefore w:val="0"/>
        <w:widowControl w:val="0"/>
        <w:kinsoku/>
        <w:wordWrap/>
        <w:overflowPunct/>
        <w:topLinePunct w:val="0"/>
        <w:autoSpaceDE/>
        <w:autoSpaceDN/>
        <w:bidi w:val="0"/>
        <w:adjustRightInd/>
        <w:snapToGrid/>
        <w:spacing w:before="0" w:line="240" w:lineRule="auto"/>
        <w:ind w:firstLine="360"/>
        <w:textAlignment w:val="auto"/>
        <w:outlineLvl w:val="9"/>
        <w:rPr>
          <w:lang w:eastAsia="zh-CN"/>
        </w:rPr>
      </w:pPr>
      <w:r>
        <w:rPr>
          <w:rFonts w:hint="eastAsia"/>
          <w:lang w:eastAsia="zh-CN"/>
        </w:rPr>
        <w:t>④许多年了</w:t>
      </w:r>
      <w:r>
        <w:rPr>
          <w:rFonts w:hint="eastAsia"/>
          <w:spacing w:val="-63"/>
          <w:lang w:eastAsia="zh-CN"/>
        </w:rPr>
        <w:t>，</w:t>
      </w:r>
      <w:r>
        <w:rPr>
          <w:rFonts w:hint="eastAsia"/>
          <w:lang w:eastAsia="zh-CN"/>
        </w:rPr>
        <w:t>如今瞎婆婆早已到另外一个世界去了</w:t>
      </w:r>
      <w:r>
        <w:rPr>
          <w:rFonts w:hint="eastAsia"/>
          <w:spacing w:val="-63"/>
          <w:lang w:eastAsia="zh-CN"/>
        </w:rPr>
        <w:t>，</w:t>
      </w:r>
      <w:r>
        <w:rPr>
          <w:rFonts w:hint="eastAsia"/>
          <w:lang w:eastAsia="zh-CN"/>
        </w:rPr>
        <w:t>但老人家留给我的那一元钱，</w:t>
      </w:r>
      <w:r>
        <w:rPr>
          <w:lang w:eastAsia="zh-CN"/>
        </w:rPr>
        <w:t xml:space="preserve"> </w:t>
      </w:r>
      <w:r>
        <w:rPr>
          <w:rFonts w:hint="eastAsia"/>
          <w:spacing w:val="-1"/>
          <w:lang w:eastAsia="zh-CN"/>
        </w:rPr>
        <w:t>我却一直珍藏着。因为在我眼里，它已不再是普通的一元钱了，而是一笔取之不尽、</w:t>
      </w:r>
      <w:r>
        <w:rPr>
          <w:spacing w:val="63"/>
          <w:lang w:eastAsia="zh-CN"/>
        </w:rPr>
        <w:t xml:space="preserve"> </w:t>
      </w:r>
      <w:r>
        <w:rPr>
          <w:rFonts w:hint="eastAsia"/>
          <w:lang w:eastAsia="zh-CN"/>
        </w:rPr>
        <w:t>用之不竭、永不贬值的精神财富，它让我在人际关系日益商品化的今天，懂得如何</w:t>
      </w:r>
      <w:r>
        <w:rPr>
          <w:lang w:eastAsia="zh-CN"/>
        </w:rPr>
        <w:t xml:space="preserve"> </w:t>
      </w:r>
      <w:r>
        <w:rPr>
          <w:rFonts w:hint="eastAsia"/>
          <w:lang w:eastAsia="zh-CN"/>
        </w:rPr>
        <w:t>用一颗真诚的爱心去对待身边的每一个人。</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9"/>
          <w:szCs w:val="19"/>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ind w:right="101"/>
        <w:textAlignment w:val="auto"/>
        <w:outlineLvl w:val="9"/>
        <w:rPr>
          <w:lang w:eastAsia="zh-CN"/>
        </w:rPr>
      </w:pPr>
      <w:r>
        <w:rPr>
          <w:lang w:eastAsia="zh-CN"/>
        </w:rPr>
        <w:t>17</w:t>
      </w:r>
      <w:r>
        <w:rPr>
          <w:rFonts w:hint="eastAsia"/>
          <w:lang w:eastAsia="zh-CN"/>
        </w:rPr>
        <w:t>、文章标题为《永不贬值的财富》，表面上看这笔财富是指什么？而实际上是指</w:t>
      </w:r>
      <w:r>
        <w:rPr>
          <w:lang w:eastAsia="zh-CN"/>
        </w:rPr>
        <w:t xml:space="preserve"> </w:t>
      </w:r>
      <w:r>
        <w:rPr>
          <w:rFonts w:hint="eastAsia"/>
          <w:lang w:eastAsia="zh-CN"/>
        </w:rPr>
        <w:t>什么？（</w:t>
      </w:r>
      <w:r>
        <w:rPr>
          <w:lang w:eastAsia="zh-CN"/>
        </w:rPr>
        <w:t>3</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ind w:right="225"/>
        <w:textAlignment w:val="auto"/>
        <w:outlineLvl w:val="9"/>
        <w:rPr>
          <w:lang w:eastAsia="zh-CN"/>
        </w:rPr>
      </w:pPr>
      <w:r>
        <w:rPr>
          <w:lang w:eastAsia="zh-CN"/>
        </w:rPr>
        <w:t>18</w:t>
      </w:r>
      <w:r>
        <w:rPr>
          <w:rFonts w:hint="eastAsia"/>
          <w:spacing w:val="-32"/>
          <w:lang w:eastAsia="zh-CN"/>
        </w:rPr>
        <w:t>、</w:t>
      </w:r>
      <w:r>
        <w:rPr>
          <w:rFonts w:hint="eastAsia"/>
          <w:lang w:eastAsia="zh-CN"/>
        </w:rPr>
        <w:t>根据你的理解和想象</w:t>
      </w:r>
      <w:r>
        <w:rPr>
          <w:rFonts w:hint="eastAsia"/>
          <w:spacing w:val="-32"/>
          <w:lang w:eastAsia="zh-CN"/>
        </w:rPr>
        <w:t>，</w:t>
      </w:r>
      <w:r>
        <w:rPr>
          <w:rFonts w:hint="eastAsia"/>
          <w:lang w:eastAsia="zh-CN"/>
        </w:rPr>
        <w:t>在第</w:t>
      </w:r>
      <w:r>
        <w:rPr>
          <w:spacing w:val="-60"/>
          <w:lang w:eastAsia="zh-CN"/>
        </w:rPr>
        <w:t xml:space="preserve"> </w:t>
      </w:r>
      <w:r>
        <w:rPr>
          <w:lang w:eastAsia="zh-CN"/>
        </w:rPr>
        <w:t>2</w:t>
      </w:r>
      <w:r>
        <w:rPr>
          <w:spacing w:val="-60"/>
          <w:lang w:eastAsia="zh-CN"/>
        </w:rPr>
        <w:t xml:space="preserve"> </w:t>
      </w:r>
      <w:r>
        <w:rPr>
          <w:rFonts w:hint="eastAsia"/>
          <w:lang w:eastAsia="zh-CN"/>
        </w:rPr>
        <w:t>段的横线处补写几句描写瞎婆婆外貌的句子</w:t>
      </w:r>
      <w:r>
        <w:rPr>
          <w:rFonts w:hint="eastAsia"/>
          <w:spacing w:val="-63"/>
          <w:lang w:eastAsia="zh-CN"/>
        </w:rPr>
        <w:t>。</w:t>
      </w:r>
      <w:r>
        <w:rPr>
          <w:rFonts w:hint="eastAsia"/>
          <w:lang w:eastAsia="zh-CN"/>
        </w:rPr>
        <w:t>（字</w:t>
      </w:r>
      <w:r>
        <w:rPr>
          <w:lang w:eastAsia="zh-CN"/>
        </w:rPr>
        <w:t xml:space="preserve"> </w:t>
      </w:r>
      <w:r>
        <w:rPr>
          <w:rFonts w:hint="eastAsia"/>
          <w:lang w:eastAsia="zh-CN"/>
        </w:rPr>
        <w:t>数不少于</w:t>
      </w:r>
      <w:r>
        <w:rPr>
          <w:spacing w:val="-60"/>
          <w:lang w:eastAsia="zh-CN"/>
        </w:rPr>
        <w:t xml:space="preserve"> </w:t>
      </w:r>
      <w:r>
        <w:rPr>
          <w:lang w:eastAsia="zh-CN"/>
        </w:rPr>
        <w:t>20</w:t>
      </w:r>
      <w:r>
        <w:rPr>
          <w:spacing w:val="-60"/>
          <w:lang w:eastAsia="zh-CN"/>
        </w:rPr>
        <w:t xml:space="preserve"> </w:t>
      </w:r>
      <w:r>
        <w:rPr>
          <w:rFonts w:hint="eastAsia"/>
          <w:lang w:eastAsia="zh-CN"/>
        </w:rPr>
        <w:t>字）。（</w:t>
      </w:r>
      <w:r>
        <w:rPr>
          <w:lang w:eastAsia="zh-CN"/>
        </w:rPr>
        <w:t>2</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lang w:eastAsia="zh-CN"/>
        </w:rPr>
        <w:t>19</w:t>
      </w:r>
      <w:r>
        <w:rPr>
          <w:rFonts w:hint="eastAsia"/>
          <w:lang w:eastAsia="zh-CN"/>
        </w:rPr>
        <w:t>、揣摩下列句中加点词语的含义，说说表现了人物怎样的心理状态。（</w:t>
      </w:r>
      <w:r>
        <w:rPr>
          <w:lang w:eastAsia="zh-CN"/>
        </w:rPr>
        <w:t>4</w:t>
      </w:r>
      <w:r>
        <w:rPr>
          <w:spacing w:val="-60"/>
          <w:lang w:eastAsia="zh-CN"/>
        </w:rPr>
        <w:t xml:space="preserve"> </w:t>
      </w:r>
      <w:r>
        <w:rPr>
          <w:rFonts w:hint="eastAsia"/>
          <w:lang w:eastAsia="zh-CN"/>
        </w:rPr>
        <w:t>分）</w:t>
      </w:r>
    </w:p>
    <w:p>
      <w:pPr>
        <w:pStyle w:val="2"/>
        <w:keepNext w:val="0"/>
        <w:keepLines w:val="0"/>
        <w:pageBreakBefore w:val="0"/>
        <w:widowControl w:val="0"/>
        <w:kinsoku/>
        <w:wordWrap/>
        <w:overflowPunct/>
        <w:topLinePunct w:val="0"/>
        <w:autoSpaceDE/>
        <w:autoSpaceDN/>
        <w:bidi w:val="0"/>
        <w:adjustRightInd/>
        <w:snapToGrid/>
        <w:spacing w:before="0" w:line="240" w:lineRule="auto"/>
        <w:ind w:right="225"/>
        <w:textAlignment w:val="auto"/>
        <w:outlineLvl w:val="9"/>
        <w:rPr>
          <w:lang w:eastAsia="zh-CN"/>
        </w:rPr>
      </w:pPr>
      <w:r>
        <w:rPr>
          <w:rFonts w:hint="eastAsia"/>
          <w:lang w:eastAsia="zh-CN"/>
        </w:rPr>
        <w:t>（</w:t>
      </w:r>
      <w:r>
        <w:rPr>
          <w:lang w:eastAsia="zh-CN"/>
        </w:rPr>
        <w:t>1</w:t>
      </w:r>
      <w:r>
        <w:rPr>
          <w:rFonts w:hint="eastAsia"/>
          <w:lang w:eastAsia="zh-CN"/>
        </w:rPr>
        <w:t>）（瞎婆婆</w:t>
      </w:r>
      <w:r>
        <w:rPr>
          <w:rFonts w:hint="eastAsia"/>
          <w:spacing w:val="-5"/>
          <w:lang w:eastAsia="zh-CN"/>
        </w:rPr>
        <w:t>）</w:t>
      </w:r>
      <w:r>
        <w:rPr>
          <w:rFonts w:hint="eastAsia"/>
          <w:lang w:eastAsia="zh-CN"/>
        </w:rPr>
        <w:t>用她那枯柴似的手</w:t>
      </w:r>
      <w:r>
        <w:rPr>
          <w:rFonts w:hint="eastAsia"/>
          <w:spacing w:val="-168"/>
          <w:lang w:eastAsia="zh-CN"/>
        </w:rPr>
        <w:t>颤</w:t>
      </w:r>
      <w:r>
        <w:rPr>
          <w:rFonts w:hint="eastAsia"/>
          <w:spacing w:val="-72"/>
          <w:position w:val="-7"/>
          <w:lang w:eastAsia="zh-CN"/>
        </w:rPr>
        <w:t>．</w:t>
      </w:r>
      <w:r>
        <w:rPr>
          <w:rFonts w:hint="eastAsia"/>
          <w:spacing w:val="-168"/>
          <w:lang w:eastAsia="zh-CN"/>
        </w:rPr>
        <w:t>颤</w:t>
      </w:r>
      <w:r>
        <w:rPr>
          <w:rFonts w:hint="eastAsia"/>
          <w:spacing w:val="-72"/>
          <w:position w:val="-7"/>
          <w:lang w:eastAsia="zh-CN"/>
        </w:rPr>
        <w:t>．</w:t>
      </w:r>
      <w:r>
        <w:rPr>
          <w:rFonts w:hint="eastAsia"/>
          <w:spacing w:val="-168"/>
          <w:lang w:eastAsia="zh-CN"/>
        </w:rPr>
        <w:t>抖</w:t>
      </w:r>
      <w:r>
        <w:rPr>
          <w:rFonts w:hint="eastAsia"/>
          <w:spacing w:val="-72"/>
          <w:position w:val="-7"/>
          <w:lang w:eastAsia="zh-CN"/>
        </w:rPr>
        <w:t>．</w:t>
      </w:r>
      <w:r>
        <w:rPr>
          <w:rFonts w:hint="eastAsia"/>
          <w:spacing w:val="-168"/>
          <w:lang w:eastAsia="zh-CN"/>
        </w:rPr>
        <w:t>抖</w:t>
      </w:r>
      <w:r>
        <w:rPr>
          <w:rFonts w:hint="eastAsia"/>
          <w:spacing w:val="-72"/>
          <w:position w:val="-7"/>
          <w:lang w:eastAsia="zh-CN"/>
        </w:rPr>
        <w:t>．</w:t>
      </w:r>
      <w:r>
        <w:rPr>
          <w:rFonts w:hint="eastAsia"/>
          <w:lang w:eastAsia="zh-CN"/>
        </w:rPr>
        <w:t>地从灰蓝布的土布兜里掏出一张皱皱巴</w:t>
      </w:r>
      <w:r>
        <w:rPr>
          <w:lang w:eastAsia="zh-CN"/>
        </w:rPr>
        <w:t xml:space="preserve"> </w:t>
      </w:r>
      <w:r>
        <w:rPr>
          <w:rFonts w:hint="eastAsia"/>
          <w:lang w:eastAsia="zh-CN"/>
        </w:rPr>
        <w:t>巴的一元钱。</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rFonts w:hint="eastAsia"/>
          <w:lang w:eastAsia="zh-CN"/>
        </w:rPr>
        <w:t>（</w:t>
      </w:r>
      <w:r>
        <w:rPr>
          <w:lang w:eastAsia="zh-CN"/>
        </w:rPr>
        <w:t>2</w:t>
      </w:r>
      <w:r>
        <w:rPr>
          <w:rFonts w:hint="eastAsia"/>
          <w:lang w:eastAsia="zh-CN"/>
        </w:rPr>
        <w:t>）我</w:t>
      </w:r>
      <w:r>
        <w:rPr>
          <w:rFonts w:hint="eastAsia"/>
          <w:spacing w:val="-168"/>
          <w:lang w:eastAsia="zh-CN"/>
        </w:rPr>
        <w:t>颤</w:t>
      </w:r>
      <w:r>
        <w:rPr>
          <w:rFonts w:hint="eastAsia"/>
          <w:spacing w:val="-72"/>
          <w:position w:val="-7"/>
          <w:lang w:eastAsia="zh-CN"/>
        </w:rPr>
        <w:t>．</w:t>
      </w:r>
      <w:r>
        <w:rPr>
          <w:rFonts w:hint="eastAsia"/>
          <w:spacing w:val="-168"/>
          <w:lang w:eastAsia="zh-CN"/>
        </w:rPr>
        <w:t>抖</w:t>
      </w:r>
      <w:r>
        <w:rPr>
          <w:rFonts w:hint="eastAsia"/>
          <w:spacing w:val="-72"/>
          <w:position w:val="-7"/>
          <w:lang w:eastAsia="zh-CN"/>
        </w:rPr>
        <w:t>．</w:t>
      </w:r>
      <w:r>
        <w:rPr>
          <w:rFonts w:hint="eastAsia"/>
          <w:lang w:eastAsia="zh-CN"/>
        </w:rPr>
        <w:t>着手从瞎婆婆手里接过那山一样沉重的“两元钱”，眼泪已夺眶而出。</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30"/>
          <w:szCs w:val="30"/>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lang w:eastAsia="zh-CN"/>
        </w:rPr>
        <w:t>20</w:t>
      </w:r>
      <w:r>
        <w:rPr>
          <w:rFonts w:hint="eastAsia"/>
          <w:lang w:eastAsia="zh-CN"/>
        </w:rPr>
        <w:t>、结合文章第</w:t>
      </w:r>
      <w:r>
        <w:rPr>
          <w:spacing w:val="-60"/>
          <w:lang w:eastAsia="zh-CN"/>
        </w:rPr>
        <w:t xml:space="preserve"> </w:t>
      </w:r>
      <w:r>
        <w:rPr>
          <w:lang w:eastAsia="zh-CN"/>
        </w:rPr>
        <w:t>3</w:t>
      </w:r>
      <w:r>
        <w:rPr>
          <w:spacing w:val="-60"/>
          <w:lang w:eastAsia="zh-CN"/>
        </w:rPr>
        <w:t xml:space="preserve"> </w:t>
      </w:r>
      <w:r>
        <w:rPr>
          <w:rFonts w:hint="eastAsia"/>
          <w:lang w:eastAsia="zh-CN"/>
        </w:rPr>
        <w:t>段，说说我和母亲瞬间都明白了什么？（</w:t>
      </w:r>
      <w:r>
        <w:rPr>
          <w:lang w:eastAsia="zh-CN"/>
        </w:rPr>
        <w:t>3</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9"/>
          <w:szCs w:val="9"/>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18"/>
          <w:szCs w:val="18"/>
          <w:lang w:eastAsia="zh-CN"/>
        </w:rPr>
      </w:pPr>
    </w:p>
    <w:p>
      <w:pPr>
        <w:pStyle w:val="2"/>
        <w:keepNext w:val="0"/>
        <w:keepLines w:val="0"/>
        <w:pageBreakBefore w:val="0"/>
        <w:widowControl w:val="0"/>
        <w:kinsoku/>
        <w:wordWrap/>
        <w:overflowPunct/>
        <w:topLinePunct w:val="0"/>
        <w:autoSpaceDE/>
        <w:autoSpaceDN/>
        <w:bidi w:val="0"/>
        <w:adjustRightInd/>
        <w:snapToGrid/>
        <w:spacing w:before="0" w:line="240" w:lineRule="auto"/>
        <w:textAlignment w:val="auto"/>
        <w:outlineLvl w:val="9"/>
        <w:rPr>
          <w:lang w:eastAsia="zh-CN"/>
        </w:rPr>
      </w:pPr>
      <w:r>
        <w:rPr>
          <w:lang w:eastAsia="zh-CN"/>
        </w:rPr>
        <w:t>21</w:t>
      </w:r>
      <w:r>
        <w:rPr>
          <w:rFonts w:hint="eastAsia"/>
          <w:lang w:eastAsia="zh-CN"/>
        </w:rPr>
        <w:t>、联系生活实际谈谈你对文中这笔“永不贬值的财富”的看法。（</w:t>
      </w:r>
      <w:r>
        <w:rPr>
          <w:lang w:eastAsia="zh-CN"/>
        </w:rPr>
        <w:t>3</w:t>
      </w:r>
      <w:r>
        <w:rPr>
          <w:spacing w:val="-60"/>
          <w:lang w:eastAsia="zh-CN"/>
        </w:rPr>
        <w:t xml:space="preserve"> </w:t>
      </w:r>
      <w:r>
        <w:rPr>
          <w:rFonts w:hint="eastAsia"/>
          <w:lang w:eastAsia="zh-CN"/>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lang w:eastAsia="zh-CN"/>
        </w:rPr>
        <w:sectPr>
          <w:footerReference r:id="rId6" w:type="default"/>
          <w:pgSz w:w="11910" w:h="16840"/>
          <w:pgMar w:top="1120" w:right="1180" w:bottom="1340" w:left="1640" w:header="0" w:footer="1155" w:gutter="0"/>
          <w:pgNumType w:start="6"/>
          <w:cols w:space="720" w:num="1"/>
        </w:sectPr>
      </w:pPr>
    </w:p>
    <w:p>
      <w:pPr>
        <w:keepNext w:val="0"/>
        <w:keepLines w:val="0"/>
        <w:pageBreakBefore w:val="0"/>
        <w:widowControl w:val="0"/>
        <w:kinsoku/>
        <w:wordWrap/>
        <w:overflowPunct/>
        <w:topLinePunct w:val="0"/>
        <w:autoSpaceDE/>
        <w:autoSpaceDN/>
        <w:bidi w:val="0"/>
        <w:adjustRightInd/>
        <w:snapToGrid/>
        <w:spacing w:line="240" w:lineRule="auto"/>
        <w:ind w:left="584" w:hanging="360"/>
        <w:textAlignment w:val="auto"/>
        <w:outlineLvl w:val="9"/>
        <w:rPr>
          <w:rFonts w:ascii="宋体" w:cs="宋体"/>
          <w:sz w:val="24"/>
          <w:szCs w:val="24"/>
          <w:lang w:eastAsia="zh-CN"/>
        </w:rPr>
      </w:pPr>
      <w:r>
        <w:rPr>
          <w:rFonts w:hint="eastAsia" w:ascii="Arial Unicode MS" w:hAnsi="Arial Unicode MS" w:eastAsia="Arial Unicode MS" w:cs="Arial Unicode MS"/>
          <w:spacing w:val="-1"/>
          <w:sz w:val="28"/>
          <w:szCs w:val="28"/>
          <w:lang w:eastAsia="zh-CN"/>
        </w:rPr>
        <w:t>七、作文</w:t>
      </w:r>
      <w:r>
        <w:rPr>
          <w:rFonts w:hint="eastAsia" w:ascii="宋体" w:hAnsi="宋体" w:cs="宋体"/>
          <w:spacing w:val="-1"/>
          <w:sz w:val="24"/>
          <w:szCs w:val="24"/>
          <w:lang w:eastAsia="zh-CN"/>
        </w:rPr>
        <w:t>（</w:t>
      </w:r>
      <w:r>
        <w:rPr>
          <w:rFonts w:ascii="宋体" w:hAnsi="宋体" w:cs="宋体"/>
          <w:spacing w:val="-1"/>
          <w:sz w:val="24"/>
          <w:szCs w:val="24"/>
          <w:lang w:eastAsia="zh-CN"/>
        </w:rPr>
        <w:t>50</w:t>
      </w:r>
      <w:r>
        <w:rPr>
          <w:rFonts w:ascii="宋体" w:hAnsi="宋体" w:cs="宋体"/>
          <w:spacing w:val="-60"/>
          <w:sz w:val="24"/>
          <w:szCs w:val="24"/>
          <w:lang w:eastAsia="zh-CN"/>
        </w:rPr>
        <w:t xml:space="preserve"> </w:t>
      </w:r>
      <w:r>
        <w:rPr>
          <w:rFonts w:hint="eastAsia" w:ascii="宋体" w:hAnsi="宋体" w:cs="宋体"/>
          <w:sz w:val="24"/>
          <w:szCs w:val="24"/>
          <w:lang w:eastAsia="zh-CN"/>
        </w:rPr>
        <w:t>分）</w:t>
      </w:r>
    </w:p>
    <w:p>
      <w:pPr>
        <w:pStyle w:val="2"/>
        <w:keepNext w:val="0"/>
        <w:keepLines w:val="0"/>
        <w:pageBreakBefore w:val="0"/>
        <w:widowControl w:val="0"/>
        <w:tabs>
          <w:tab w:val="left" w:pos="2144"/>
        </w:tabs>
        <w:kinsoku/>
        <w:wordWrap/>
        <w:overflowPunct/>
        <w:topLinePunct w:val="0"/>
        <w:autoSpaceDE/>
        <w:autoSpaceDN/>
        <w:bidi w:val="0"/>
        <w:adjustRightInd/>
        <w:snapToGrid/>
        <w:spacing w:before="0" w:line="240" w:lineRule="auto"/>
        <w:ind w:left="224" w:right="425" w:firstLine="360"/>
        <w:textAlignment w:val="auto"/>
        <w:outlineLvl w:val="9"/>
        <w:rPr>
          <w:lang w:eastAsia="zh-CN"/>
        </w:rPr>
      </w:pPr>
      <w:r>
        <w:rPr>
          <w:rFonts w:hint="eastAsia"/>
          <w:spacing w:val="-1"/>
          <w:lang w:eastAsia="zh-CN"/>
        </w:rPr>
        <w:t>在你的人生道路上，记忆中的那一抹微笑，像灿烂的阳光，令你难忘，它点燃你</w:t>
      </w:r>
      <w:r>
        <w:rPr>
          <w:spacing w:val="59"/>
          <w:lang w:eastAsia="zh-CN"/>
        </w:rPr>
        <w:t xml:space="preserve"> </w:t>
      </w:r>
      <w:r>
        <w:rPr>
          <w:rFonts w:hint="eastAsia"/>
          <w:spacing w:val="2"/>
          <w:lang w:eastAsia="zh-CN"/>
        </w:rPr>
        <w:t>的希望、启迪你的智慧、增强你的信心、传递给你无穷的正能量……请你以“那微</w:t>
      </w:r>
      <w:r>
        <w:rPr>
          <w:spacing w:val="44"/>
          <w:lang w:eastAsia="zh-CN"/>
        </w:rPr>
        <w:t xml:space="preserve"> </w:t>
      </w:r>
      <w:r>
        <w:rPr>
          <w:rFonts w:hint="eastAsia"/>
          <w:spacing w:val="-1"/>
          <w:lang w:eastAsia="zh-CN"/>
        </w:rPr>
        <w:t>笑，给了我</w:t>
      </w:r>
      <w:r>
        <w:rPr>
          <w:rFonts w:ascii="Times New Roman" w:hAnsi="Times New Roman"/>
          <w:spacing w:val="-1"/>
          <w:u w:val="single" w:color="000000"/>
          <w:lang w:eastAsia="zh-CN"/>
        </w:rPr>
        <w:tab/>
      </w:r>
      <w:r>
        <w:rPr>
          <w:rFonts w:hint="eastAsia"/>
          <w:lang w:eastAsia="zh-CN"/>
        </w:rPr>
        <w:t>”为题，写一篇文章。</w:t>
      </w:r>
      <w:r>
        <w:rPr>
          <w:spacing w:val="24"/>
          <w:lang w:eastAsia="zh-CN"/>
        </w:rPr>
        <w:t xml:space="preserve"> </w:t>
      </w:r>
      <w:r>
        <w:rPr>
          <w:rFonts w:hint="eastAsia"/>
          <w:spacing w:val="-1"/>
          <w:lang w:eastAsia="zh-CN"/>
        </w:rPr>
        <w:t>要求：</w:t>
      </w:r>
      <w:r>
        <w:rPr>
          <w:spacing w:val="-1"/>
          <w:lang w:eastAsia="zh-CN"/>
        </w:rPr>
        <w:t>1</w:t>
      </w:r>
      <w:r>
        <w:rPr>
          <w:rFonts w:hint="eastAsia"/>
          <w:spacing w:val="-1"/>
          <w:lang w:eastAsia="zh-CN"/>
        </w:rPr>
        <w:t>、先将题目补充完整；</w:t>
      </w:r>
      <w:r>
        <w:rPr>
          <w:spacing w:val="-1"/>
          <w:lang w:eastAsia="zh-CN"/>
        </w:rPr>
        <w:t>2</w:t>
      </w:r>
      <w:r>
        <w:rPr>
          <w:rFonts w:hint="eastAsia"/>
          <w:spacing w:val="-1"/>
          <w:lang w:eastAsia="zh-CN"/>
        </w:rPr>
        <w:t>、叙述清晰，有真情实感；</w:t>
      </w:r>
      <w:r>
        <w:rPr>
          <w:spacing w:val="-1"/>
          <w:lang w:eastAsia="zh-CN"/>
        </w:rPr>
        <w:t>3</w:t>
      </w:r>
      <w:r>
        <w:rPr>
          <w:rFonts w:hint="eastAsia"/>
          <w:spacing w:val="-1"/>
          <w:lang w:eastAsia="zh-CN"/>
        </w:rPr>
        <w:t>、不要出现真实校名姓</w:t>
      </w:r>
      <w:r>
        <w:rPr>
          <w:spacing w:val="65"/>
          <w:lang w:eastAsia="zh-CN"/>
        </w:rPr>
        <w:t xml:space="preserve"> </w:t>
      </w:r>
      <w:r>
        <w:rPr>
          <w:rFonts w:hint="eastAsia"/>
          <w:lang w:eastAsia="zh-CN"/>
        </w:rPr>
        <w:t>名；</w:t>
      </w:r>
      <w:r>
        <w:rPr>
          <w:lang w:eastAsia="zh-CN"/>
        </w:rPr>
        <w:t>4</w:t>
      </w:r>
      <w:r>
        <w:rPr>
          <w:rFonts w:hint="eastAsia"/>
          <w:lang w:eastAsia="zh-CN"/>
        </w:rPr>
        <w:t>、不少于</w:t>
      </w:r>
      <w:r>
        <w:rPr>
          <w:spacing w:val="-60"/>
          <w:lang w:eastAsia="zh-CN"/>
        </w:rPr>
        <w:t xml:space="preserve"> </w:t>
      </w:r>
      <w:r>
        <w:rPr>
          <w:lang w:eastAsia="zh-CN"/>
        </w:rPr>
        <w:t>600</w:t>
      </w:r>
      <w:r>
        <w:rPr>
          <w:spacing w:val="-60"/>
          <w:lang w:eastAsia="zh-CN"/>
        </w:rPr>
        <w:t xml:space="preserve"> </w:t>
      </w:r>
      <w:r>
        <w:rPr>
          <w:rFonts w:hint="eastAsia"/>
          <w:lang w:eastAsia="zh-CN"/>
        </w:rPr>
        <w:t>字。</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4"/>
          <w:szCs w:val="4"/>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108"/>
        <w:textAlignment w:val="auto"/>
        <w:outlineLvl w:val="9"/>
        <w:rPr>
          <w:rFonts w:ascii="宋体" w:cs="宋体"/>
          <w:sz w:val="20"/>
          <w:szCs w:val="20"/>
        </w:rPr>
      </w:pPr>
      <w:r>
        <w:rPr>
          <w:rFonts w:ascii="宋体" w:cs="宋体"/>
          <w:sz w:val="20"/>
          <w:szCs w:val="20"/>
        </w:rPr>
        <w:pict>
          <v:group id="_x0000_s1073" o:spid="_x0000_s1073" o:spt="203" style="height:561.95pt;width:459pt;" coordsize="9180,11239">
            <o:lock v:ext="edit"/>
            <v:group id="_x0000_s1074" o:spid="_x0000_s1074" o:spt="203" style="position:absolute;left:10;top:5;height:11229;width:2;" coordorigin="10,5" coordsize="2,11229">
              <o:lock v:ext="edit"/>
              <v:shape id="_x0000_s1075" o:spid="_x0000_s1075" style="position:absolute;left:10;top:5;height:11229;width:2;" filled="f" coordorigin="10,5" coordsize="0,11229" path="m10,5l10,11233e">
                <v:path arrowok="t"/>
                <v:fill on="f" focussize="0,0"/>
                <v:stroke weight="0.48pt"/>
                <v:imagedata o:title=""/>
                <o:lock v:ext="edit"/>
              </v:shape>
            </v:group>
            <v:group id="_x0000_s1076" o:spid="_x0000_s1076" o:spt="203" style="position:absolute;left:9135;top:14;height:236;width:2;" coordorigin="9135,14" coordsize="2,236">
              <o:lock v:ext="edit"/>
              <v:shape id="_x0000_s1077" o:spid="_x0000_s1077" style="position:absolute;left:9135;top:14;height:236;width:2;" filled="f" coordorigin="9135,14" coordsize="0,236" path="m9135,14l9135,250e">
                <v:path arrowok="t"/>
                <v:fill on="f" focussize="0,0"/>
                <v:stroke weight="0.48pt"/>
                <v:imagedata o:title=""/>
                <o:lock v:ext="edit"/>
              </v:shape>
            </v:group>
            <v:group id="_x0000_s1078" o:spid="_x0000_s1078" o:spt="203" style="position:absolute;left:5;top:10;height:2;width:9135;" coordorigin="5,10" coordsize="9135,2">
              <o:lock v:ext="edit"/>
              <v:shape id="_x0000_s1079" o:spid="_x0000_s1079" style="position:absolute;left:5;top:10;height:2;width:9135;" filled="f" coordorigin="5,10" coordsize="9135,0" path="m5,10l9139,10e">
                <v:path arrowok="t"/>
                <v:fill on="f" focussize="0,0"/>
                <v:stroke weight="0.48pt"/>
                <v:imagedata o:title=""/>
                <o:lock v:ext="edit"/>
              </v:shape>
            </v:group>
            <v:group id="_x0000_s1080" o:spid="_x0000_s1080" o:spt="203" style="position:absolute;left:466;top:250;height:574;width:2;" coordorigin="466,250" coordsize="2,574">
              <o:lock v:ext="edit"/>
              <v:shape id="_x0000_s1081" o:spid="_x0000_s1081" style="position:absolute;left:466;top:250;height:574;width:2;" filled="f" coordorigin="466,250" coordsize="0,574" path="m466,250l466,824e">
                <v:path arrowok="t"/>
                <v:fill on="f" focussize="0,0"/>
                <v:stroke weight="0.48pt"/>
                <v:imagedata o:title=""/>
                <o:lock v:ext="edit"/>
              </v:shape>
            </v:group>
            <v:group id="_x0000_s1082" o:spid="_x0000_s1082" o:spt="203" style="position:absolute;left:924;top:250;height:574;width:2;" coordorigin="924,250" coordsize="2,574">
              <o:lock v:ext="edit"/>
              <v:shape id="_x0000_s1083" o:spid="_x0000_s1083" style="position:absolute;left:924;top:250;height:574;width:2;" filled="f" coordorigin="924,250" coordsize="0,574" path="m924,250l924,824e">
                <v:path arrowok="t"/>
                <v:fill on="f" focussize="0,0"/>
                <v:stroke weight="0.48pt"/>
                <v:imagedata o:title=""/>
                <o:lock v:ext="edit"/>
              </v:shape>
            </v:group>
            <v:group id="_x0000_s1084" o:spid="_x0000_s1084" o:spt="203" style="position:absolute;left:1380;top:250;height:574;width:2;" coordorigin="1380,250" coordsize="2,574">
              <o:lock v:ext="edit"/>
              <v:shape id="_x0000_s1085" o:spid="_x0000_s1085" style="position:absolute;left:1380;top:250;height:574;width:2;" filled="f" coordorigin="1380,250" coordsize="0,574" path="m1380,250l1380,824e">
                <v:path arrowok="t"/>
                <v:fill on="f" focussize="0,0"/>
                <v:stroke weight="0.48pt"/>
                <v:imagedata o:title=""/>
                <o:lock v:ext="edit"/>
              </v:shape>
            </v:group>
            <v:group id="_x0000_s1086" o:spid="_x0000_s1086" o:spt="203" style="position:absolute;left:1836;top:250;height:574;width:2;" coordorigin="1836,250" coordsize="2,574">
              <o:lock v:ext="edit"/>
              <v:shape id="_x0000_s1087" o:spid="_x0000_s1087" style="position:absolute;left:1836;top:250;height:574;width:2;" filled="f" coordorigin="1836,250" coordsize="0,574" path="m1836,250l1836,824e">
                <v:path arrowok="t"/>
                <v:fill on="f" focussize="0,0"/>
                <v:stroke weight="0.48pt"/>
                <v:imagedata o:title=""/>
                <o:lock v:ext="edit"/>
              </v:shape>
            </v:group>
            <v:group id="_x0000_s1088" o:spid="_x0000_s1088" o:spt="203" style="position:absolute;left:2294;top:250;height:574;width:2;" coordorigin="2294,250" coordsize="2,574">
              <o:lock v:ext="edit"/>
              <v:shape id="_x0000_s1089" o:spid="_x0000_s1089" style="position:absolute;left:2294;top:250;height:574;width:2;" filled="f" coordorigin="2294,250" coordsize="0,574" path="m2294,250l2294,824e">
                <v:path arrowok="t"/>
                <v:fill on="f" focussize="0,0"/>
                <v:stroke weight="0.48pt"/>
                <v:imagedata o:title=""/>
                <o:lock v:ext="edit"/>
              </v:shape>
            </v:group>
            <v:group id="_x0000_s1090" o:spid="_x0000_s1090" o:spt="203" style="position:absolute;left:2750;top:250;height:574;width:2;" coordorigin="2750,250" coordsize="2,574">
              <o:lock v:ext="edit"/>
              <v:shape id="_x0000_s1091" o:spid="_x0000_s1091" style="position:absolute;left:2750;top:250;height:574;width:2;" filled="f" coordorigin="2750,250" coordsize="0,574" path="m2750,250l2750,824e">
                <v:path arrowok="t"/>
                <v:fill on="f" focussize="0,0"/>
                <v:stroke weight="0.48pt"/>
                <v:imagedata o:title=""/>
                <o:lock v:ext="edit"/>
              </v:shape>
            </v:group>
            <v:group id="_x0000_s1092" o:spid="_x0000_s1092" o:spt="203" style="position:absolute;left:3207;top:250;height:574;width:2;" coordorigin="3207,250" coordsize="2,574">
              <o:lock v:ext="edit"/>
              <v:shape id="_x0000_s1093" o:spid="_x0000_s1093" style="position:absolute;left:3207;top:250;height:574;width:2;" filled="f" coordorigin="3207,250" coordsize="0,574" path="m3207,250l3207,824e">
                <v:path arrowok="t"/>
                <v:fill on="f" focussize="0,0"/>
                <v:stroke weight="0.48pt"/>
                <v:imagedata o:title=""/>
                <o:lock v:ext="edit"/>
              </v:shape>
            </v:group>
            <v:group id="_x0000_s1094" o:spid="_x0000_s1094" o:spt="203" style="position:absolute;left:3665;top:250;height:574;width:2;" coordorigin="3665,250" coordsize="2,574">
              <o:lock v:ext="edit"/>
              <v:shape id="_x0000_s1095" o:spid="_x0000_s1095" style="position:absolute;left:3665;top:250;height:574;width:2;" filled="f" coordorigin="3665,250" coordsize="0,574" path="m3665,250l3665,824e">
                <v:path arrowok="t"/>
                <v:fill on="f" focussize="0,0"/>
                <v:stroke weight="0.48pt"/>
                <v:imagedata o:title=""/>
                <o:lock v:ext="edit"/>
              </v:shape>
            </v:group>
            <v:group id="_x0000_s1096" o:spid="_x0000_s1096" o:spt="203" style="position:absolute;left:4123;top:250;height:574;width:2;" coordorigin="4123,250" coordsize="2,574">
              <o:lock v:ext="edit"/>
              <v:shape id="_x0000_s1097" o:spid="_x0000_s1097" style="position:absolute;left:4123;top:250;height:574;width:2;" filled="f" coordorigin="4123,250" coordsize="0,574" path="m4123,250l4123,824e">
                <v:path arrowok="t"/>
                <v:fill on="f" focussize="0,0"/>
                <v:stroke weight="0.48pt"/>
                <v:imagedata o:title=""/>
                <o:lock v:ext="edit"/>
              </v:shape>
            </v:group>
            <v:group id="_x0000_s1098" o:spid="_x0000_s1098" o:spt="203" style="position:absolute;left:4581;top:250;height:574;width:2;" coordorigin="4581,250" coordsize="2,574">
              <o:lock v:ext="edit"/>
              <v:shape id="_x0000_s1099" o:spid="_x0000_s1099" style="position:absolute;left:4581;top:250;height:574;width:2;" filled="f" coordorigin="4581,250" coordsize="0,574" path="m4581,250l4581,824e">
                <v:path arrowok="t"/>
                <v:fill on="f" focussize="0,0"/>
                <v:stroke weight="0.48pt"/>
                <v:imagedata o:title=""/>
                <o:lock v:ext="edit"/>
              </v:shape>
            </v:group>
            <v:group id="_x0000_s1100" o:spid="_x0000_s1100" o:spt="203" style="position:absolute;left:5040;top:250;height:574;width:2;" coordorigin="5040,250" coordsize="2,574">
              <o:lock v:ext="edit"/>
              <v:shape id="_x0000_s1101" o:spid="_x0000_s1101" style="position:absolute;left:5040;top:250;height:574;width:2;" filled="f" coordorigin="5040,250" coordsize="0,574" path="m5040,250l5040,824e">
                <v:path arrowok="t"/>
                <v:fill on="f" focussize="0,0"/>
                <v:stroke weight="0.48pt"/>
                <v:imagedata o:title=""/>
                <o:lock v:ext="edit"/>
              </v:shape>
            </v:group>
            <v:group id="_x0000_s1102" o:spid="_x0000_s1102" o:spt="203" style="position:absolute;left:5498;top:250;height:574;width:2;" coordorigin="5498,250" coordsize="2,574">
              <o:lock v:ext="edit"/>
              <v:shape id="_x0000_s1103" o:spid="_x0000_s1103" style="position:absolute;left:5498;top:250;height:574;width:2;" filled="f" coordorigin="5498,250" coordsize="0,574" path="m5498,250l5498,824e">
                <v:path arrowok="t"/>
                <v:fill on="f" focussize="0,0"/>
                <v:stroke weight="0.48pt"/>
                <v:imagedata o:title=""/>
                <o:lock v:ext="edit"/>
              </v:shape>
            </v:group>
            <v:group id="_x0000_s1104" o:spid="_x0000_s1104" o:spt="203" style="position:absolute;left:5956;top:250;height:574;width:2;" coordorigin="5956,250" coordsize="2,574">
              <o:lock v:ext="edit"/>
              <v:shape id="_x0000_s1105" o:spid="_x0000_s1105" style="position:absolute;left:5956;top:250;height:574;width:2;" filled="f" coordorigin="5956,250" coordsize="0,574" path="m5956,250l5956,824e">
                <v:path arrowok="t"/>
                <v:fill on="f" focussize="0,0"/>
                <v:stroke weight="0.48pt"/>
                <v:imagedata o:title=""/>
                <o:lock v:ext="edit"/>
              </v:shape>
            </v:group>
            <v:group id="_x0000_s1106" o:spid="_x0000_s1106" o:spt="203" style="position:absolute;left:6415;top:250;height:574;width:2;" coordorigin="6415,250" coordsize="2,574">
              <o:lock v:ext="edit"/>
              <v:shape id="_x0000_s1107" o:spid="_x0000_s1107" style="position:absolute;left:6415;top:250;height:574;width:2;" filled="f" coordorigin="6415,250" coordsize="0,574" path="m6415,250l6415,824e">
                <v:path arrowok="t"/>
                <v:fill on="f" focussize="0,0"/>
                <v:stroke weight="0.48pt"/>
                <v:imagedata o:title=""/>
                <o:lock v:ext="edit"/>
              </v:shape>
            </v:group>
            <v:group id="_x0000_s1108" o:spid="_x0000_s1108" o:spt="203" style="position:absolute;left:6873;top:250;height:574;width:2;" coordorigin="6873,250" coordsize="2,574">
              <o:lock v:ext="edit"/>
              <v:shape id="_x0000_s1109" o:spid="_x0000_s1109" style="position:absolute;left:6873;top:250;height:574;width:2;" filled="f" coordorigin="6873,250" coordsize="0,574" path="m6873,250l6873,824e">
                <v:path arrowok="t"/>
                <v:fill on="f" focussize="0,0"/>
                <v:stroke weight="0.48pt"/>
                <v:imagedata o:title=""/>
                <o:lock v:ext="edit"/>
              </v:shape>
            </v:group>
            <v:group id="_x0000_s1110" o:spid="_x0000_s1110" o:spt="203" style="position:absolute;left:7332;top:250;height:574;width:2;" coordorigin="7332,250" coordsize="2,574">
              <o:lock v:ext="edit"/>
              <v:shape id="_x0000_s1111" o:spid="_x0000_s1111" style="position:absolute;left:7332;top:250;height:574;width:2;" filled="f" coordorigin="7332,250" coordsize="0,574" path="m7332,250l7332,824e">
                <v:path arrowok="t"/>
                <v:fill on="f" focussize="0,0"/>
                <v:stroke weight="0.48pt"/>
                <v:imagedata o:title=""/>
                <o:lock v:ext="edit"/>
              </v:shape>
            </v:group>
            <v:group id="_x0000_s1112" o:spid="_x0000_s1112" o:spt="203" style="position:absolute;left:7790;top:250;height:574;width:2;" coordorigin="7790,250" coordsize="2,574">
              <o:lock v:ext="edit"/>
              <v:shape id="_x0000_s1113" o:spid="_x0000_s1113" style="position:absolute;left:7790;top:250;height:574;width:2;" filled="f" coordorigin="7790,250" coordsize="0,574" path="m7790,250l7790,824e">
                <v:path arrowok="t"/>
                <v:fill on="f" focussize="0,0"/>
                <v:stroke weight="0.48pt"/>
                <v:imagedata o:title=""/>
                <o:lock v:ext="edit"/>
              </v:shape>
            </v:group>
            <v:group id="_x0000_s1114" o:spid="_x0000_s1114" o:spt="203" style="position:absolute;left:8248;top:250;height:574;width:2;" coordorigin="8248,250" coordsize="2,574">
              <o:lock v:ext="edit"/>
              <v:shape id="_x0000_s1115" o:spid="_x0000_s1115" style="position:absolute;left:8248;top:250;height:574;width:2;" filled="f" coordorigin="8248,250" coordsize="0,574" path="m8248,250l8248,824e">
                <v:path arrowok="t"/>
                <v:fill on="f" focussize="0,0"/>
                <v:stroke weight="0.48pt"/>
                <v:imagedata o:title=""/>
                <o:lock v:ext="edit"/>
              </v:shape>
            </v:group>
            <v:group id="_x0000_s1116" o:spid="_x0000_s1116" o:spt="203" style="position:absolute;left:8707;top:250;height:574;width:2;" coordorigin="8707,250" coordsize="2,574">
              <o:lock v:ext="edit"/>
              <v:shape id="_x0000_s1117" o:spid="_x0000_s1117" style="position:absolute;left:8707;top:250;height:574;width:2;" filled="f" coordorigin="8707,250" coordsize="0,574" path="m8707,250l8707,824e">
                <v:path arrowok="t"/>
                <v:fill on="f" focussize="0,0"/>
                <v:stroke weight="0.48pt"/>
                <v:imagedata o:title=""/>
                <o:lock v:ext="edit"/>
              </v:shape>
            </v:group>
            <v:group id="_x0000_s1118" o:spid="_x0000_s1118" o:spt="203" style="position:absolute;left:5;top:255;height:2;width:9170;" coordorigin="5,255" coordsize="9170,2">
              <o:lock v:ext="edit"/>
              <v:shape id="_x0000_s1119" o:spid="_x0000_s1119" style="position:absolute;left:5;top:255;height:2;width:9170;" filled="f" coordorigin="5,255" coordsize="9170,0" path="m5,255l9174,255e">
                <v:path arrowok="t"/>
                <v:fill on="f" focussize="0,0"/>
                <v:stroke weight="0.48pt"/>
                <v:imagedata o:title=""/>
                <o:lock v:ext="edit"/>
              </v:shape>
            </v:group>
            <v:group id="_x0000_s1120" o:spid="_x0000_s1120" o:spt="203" style="position:absolute;left:9135;top:824;height:245;width:2;" coordorigin="9135,824" coordsize="2,245">
              <o:lock v:ext="edit"/>
              <v:shape id="_x0000_s1121" o:spid="_x0000_s1121" style="position:absolute;left:9135;top:824;height:245;width:2;" filled="f" coordorigin="9135,824" coordsize="0,245" path="m9135,824l9135,1069e">
                <v:path arrowok="t"/>
                <v:fill on="f" focussize="0,0"/>
                <v:stroke weight="0.48pt"/>
                <v:imagedata o:title=""/>
                <o:lock v:ext="edit"/>
              </v:shape>
            </v:group>
            <v:group id="_x0000_s1122" o:spid="_x0000_s1122" o:spt="203" style="position:absolute;left:5;top:829;height:2;width:9170;" coordorigin="5,829" coordsize="9170,2">
              <o:lock v:ext="edit"/>
              <v:shape id="_x0000_s1123" o:spid="_x0000_s1123" style="position:absolute;left:5;top:829;height:2;width:9170;" filled="f" coordorigin="5,829" coordsize="9170,0" path="m5,829l9174,829e">
                <v:path arrowok="t"/>
                <v:fill on="f" focussize="0,0"/>
                <v:stroke weight="0.48pt"/>
                <v:imagedata o:title=""/>
                <o:lock v:ext="edit"/>
              </v:shape>
            </v:group>
            <v:group id="_x0000_s1124" o:spid="_x0000_s1124" o:spt="203" style="position:absolute;left:466;top:1069;height:574;width:2;" coordorigin="466,1069" coordsize="2,574">
              <o:lock v:ext="edit"/>
              <v:shape id="_x0000_s1125" o:spid="_x0000_s1125" style="position:absolute;left:466;top:1069;height:574;width:2;" filled="f" coordorigin="466,1069" coordsize="0,574" path="m466,1069l466,1643e">
                <v:path arrowok="t"/>
                <v:fill on="f" focussize="0,0"/>
                <v:stroke weight="0.48pt"/>
                <v:imagedata o:title=""/>
                <o:lock v:ext="edit"/>
              </v:shape>
            </v:group>
            <v:group id="_x0000_s1126" o:spid="_x0000_s1126" o:spt="203" style="position:absolute;left:924;top:1069;height:574;width:2;" coordorigin="924,1069" coordsize="2,574">
              <o:lock v:ext="edit"/>
              <v:shape id="_x0000_s1127" o:spid="_x0000_s1127" style="position:absolute;left:924;top:1069;height:574;width:2;" filled="f" coordorigin="924,1069" coordsize="0,574" path="m924,1069l924,1643e">
                <v:path arrowok="t"/>
                <v:fill on="f" focussize="0,0"/>
                <v:stroke weight="0.48pt"/>
                <v:imagedata o:title=""/>
                <o:lock v:ext="edit"/>
              </v:shape>
            </v:group>
            <v:group id="_x0000_s1128" o:spid="_x0000_s1128" o:spt="203" style="position:absolute;left:1380;top:1069;height:574;width:2;" coordorigin="1380,1069" coordsize="2,574">
              <o:lock v:ext="edit"/>
              <v:shape id="_x0000_s1129" o:spid="_x0000_s1129" style="position:absolute;left:1380;top:1069;height:574;width:2;" filled="f" coordorigin="1380,1069" coordsize="0,574" path="m1380,1069l1380,1643e">
                <v:path arrowok="t"/>
                <v:fill on="f" focussize="0,0"/>
                <v:stroke weight="0.48pt"/>
                <v:imagedata o:title=""/>
                <o:lock v:ext="edit"/>
              </v:shape>
            </v:group>
            <v:group id="_x0000_s1130" o:spid="_x0000_s1130" o:spt="203" style="position:absolute;left:1836;top:1069;height:574;width:2;" coordorigin="1836,1069" coordsize="2,574">
              <o:lock v:ext="edit"/>
              <v:shape id="_x0000_s1131" o:spid="_x0000_s1131" style="position:absolute;left:1836;top:1069;height:574;width:2;" filled="f" coordorigin="1836,1069" coordsize="0,574" path="m1836,1069l1836,1643e">
                <v:path arrowok="t"/>
                <v:fill on="f" focussize="0,0"/>
                <v:stroke weight="0.48pt"/>
                <v:imagedata o:title=""/>
                <o:lock v:ext="edit"/>
              </v:shape>
            </v:group>
            <v:group id="_x0000_s1132" o:spid="_x0000_s1132" o:spt="203" style="position:absolute;left:2294;top:1069;height:574;width:2;" coordorigin="2294,1069" coordsize="2,574">
              <o:lock v:ext="edit"/>
              <v:shape id="_x0000_s1133" o:spid="_x0000_s1133" style="position:absolute;left:2294;top:1069;height:574;width:2;" filled="f" coordorigin="2294,1069" coordsize="0,574" path="m2294,1069l2294,1643e">
                <v:path arrowok="t"/>
                <v:fill on="f" focussize="0,0"/>
                <v:stroke weight="0.48pt"/>
                <v:imagedata o:title=""/>
                <o:lock v:ext="edit"/>
              </v:shape>
            </v:group>
            <v:group id="_x0000_s1134" o:spid="_x0000_s1134" o:spt="203" style="position:absolute;left:2750;top:1069;height:574;width:2;" coordorigin="2750,1069" coordsize="2,574">
              <o:lock v:ext="edit"/>
              <v:shape id="_x0000_s1135" o:spid="_x0000_s1135" style="position:absolute;left:2750;top:1069;height:574;width:2;" filled="f" coordorigin="2750,1069" coordsize="0,574" path="m2750,1069l2750,1643e">
                <v:path arrowok="t"/>
                <v:fill on="f" focussize="0,0"/>
                <v:stroke weight="0.48pt"/>
                <v:imagedata o:title=""/>
                <o:lock v:ext="edit"/>
              </v:shape>
            </v:group>
            <v:group id="_x0000_s1136" o:spid="_x0000_s1136" o:spt="203" style="position:absolute;left:3207;top:1069;height:574;width:2;" coordorigin="3207,1069" coordsize="2,574">
              <o:lock v:ext="edit"/>
              <v:shape id="_x0000_s1137" o:spid="_x0000_s1137" style="position:absolute;left:3207;top:1069;height:574;width:2;" filled="f" coordorigin="3207,1069" coordsize="0,574" path="m3207,1069l3207,1643e">
                <v:path arrowok="t"/>
                <v:fill on="f" focussize="0,0"/>
                <v:stroke weight="0.48pt"/>
                <v:imagedata o:title=""/>
                <o:lock v:ext="edit"/>
              </v:shape>
            </v:group>
            <v:group id="_x0000_s1138" o:spid="_x0000_s1138" o:spt="203" style="position:absolute;left:3665;top:1069;height:574;width:2;" coordorigin="3665,1069" coordsize="2,574">
              <o:lock v:ext="edit"/>
              <v:shape id="_x0000_s1139" o:spid="_x0000_s1139" style="position:absolute;left:3665;top:1069;height:574;width:2;" filled="f" coordorigin="3665,1069" coordsize="0,574" path="m3665,1069l3665,1643e">
                <v:path arrowok="t"/>
                <v:fill on="f" focussize="0,0"/>
                <v:stroke weight="0.48pt"/>
                <v:imagedata o:title=""/>
                <o:lock v:ext="edit"/>
              </v:shape>
            </v:group>
            <v:group id="_x0000_s1140" o:spid="_x0000_s1140" o:spt="203" style="position:absolute;left:4123;top:1069;height:574;width:2;" coordorigin="4123,1069" coordsize="2,574">
              <o:lock v:ext="edit"/>
              <v:shape id="_x0000_s1141" o:spid="_x0000_s1141" style="position:absolute;left:4123;top:1069;height:574;width:2;" filled="f" coordorigin="4123,1069" coordsize="0,574" path="m4123,1069l4123,1643e">
                <v:path arrowok="t"/>
                <v:fill on="f" focussize="0,0"/>
                <v:stroke weight="0.48pt"/>
                <v:imagedata o:title=""/>
                <o:lock v:ext="edit"/>
              </v:shape>
            </v:group>
            <v:group id="_x0000_s1142" o:spid="_x0000_s1142" o:spt="203" style="position:absolute;left:4581;top:1069;height:574;width:2;" coordorigin="4581,1069" coordsize="2,574">
              <o:lock v:ext="edit"/>
              <v:shape id="_x0000_s1143" o:spid="_x0000_s1143" style="position:absolute;left:4581;top:1069;height:574;width:2;" filled="f" coordorigin="4581,1069" coordsize="0,574" path="m4581,1069l4581,1643e">
                <v:path arrowok="t"/>
                <v:fill on="f" focussize="0,0"/>
                <v:stroke weight="0.48pt"/>
                <v:imagedata o:title=""/>
                <o:lock v:ext="edit"/>
              </v:shape>
            </v:group>
            <v:group id="_x0000_s1144" o:spid="_x0000_s1144" o:spt="203" style="position:absolute;left:5040;top:1069;height:574;width:2;" coordorigin="5040,1069" coordsize="2,574">
              <o:lock v:ext="edit"/>
              <v:shape id="_x0000_s1145" o:spid="_x0000_s1145" style="position:absolute;left:5040;top:1069;height:574;width:2;" filled="f" coordorigin="5040,1069" coordsize="0,574" path="m5040,1069l5040,1643e">
                <v:path arrowok="t"/>
                <v:fill on="f" focussize="0,0"/>
                <v:stroke weight="0.48pt"/>
                <v:imagedata o:title=""/>
                <o:lock v:ext="edit"/>
              </v:shape>
            </v:group>
            <v:group id="_x0000_s1146" o:spid="_x0000_s1146" o:spt="203" style="position:absolute;left:5498;top:1069;height:574;width:2;" coordorigin="5498,1069" coordsize="2,574">
              <o:lock v:ext="edit"/>
              <v:shape id="_x0000_s1147" o:spid="_x0000_s1147" style="position:absolute;left:5498;top:1069;height:574;width:2;" filled="f" coordorigin="5498,1069" coordsize="0,574" path="m5498,1069l5498,1643e">
                <v:path arrowok="t"/>
                <v:fill on="f" focussize="0,0"/>
                <v:stroke weight="0.48pt"/>
                <v:imagedata o:title=""/>
                <o:lock v:ext="edit"/>
              </v:shape>
            </v:group>
            <v:group id="_x0000_s1148" o:spid="_x0000_s1148" o:spt="203" style="position:absolute;left:5956;top:1069;height:574;width:2;" coordorigin="5956,1069" coordsize="2,574">
              <o:lock v:ext="edit"/>
              <v:shape id="_x0000_s1149" o:spid="_x0000_s1149" style="position:absolute;left:5956;top:1069;height:574;width:2;" filled="f" coordorigin="5956,1069" coordsize="0,574" path="m5956,1069l5956,1643e">
                <v:path arrowok="t"/>
                <v:fill on="f" focussize="0,0"/>
                <v:stroke weight="0.48pt"/>
                <v:imagedata o:title=""/>
                <o:lock v:ext="edit"/>
              </v:shape>
            </v:group>
            <v:group id="_x0000_s1150" o:spid="_x0000_s1150" o:spt="203" style="position:absolute;left:6415;top:1069;height:574;width:2;" coordorigin="6415,1069" coordsize="2,574">
              <o:lock v:ext="edit"/>
              <v:shape id="_x0000_s1151" o:spid="_x0000_s1151" style="position:absolute;left:6415;top:1069;height:574;width:2;" filled="f" coordorigin="6415,1069" coordsize="0,574" path="m6415,1069l6415,1643e">
                <v:path arrowok="t"/>
                <v:fill on="f" focussize="0,0"/>
                <v:stroke weight="0.48pt"/>
                <v:imagedata o:title=""/>
                <o:lock v:ext="edit"/>
              </v:shape>
            </v:group>
            <v:group id="_x0000_s1152" o:spid="_x0000_s1152" o:spt="203" style="position:absolute;left:6873;top:1069;height:574;width:2;" coordorigin="6873,1069" coordsize="2,574">
              <o:lock v:ext="edit"/>
              <v:shape id="_x0000_s1153" o:spid="_x0000_s1153" style="position:absolute;left:6873;top:1069;height:574;width:2;" filled="f" coordorigin="6873,1069" coordsize="0,574" path="m6873,1069l6873,1643e">
                <v:path arrowok="t"/>
                <v:fill on="f" focussize="0,0"/>
                <v:stroke weight="0.48pt"/>
                <v:imagedata o:title=""/>
                <o:lock v:ext="edit"/>
              </v:shape>
            </v:group>
            <v:group id="_x0000_s1154" o:spid="_x0000_s1154" o:spt="203" style="position:absolute;left:7332;top:1069;height:574;width:2;" coordorigin="7332,1069" coordsize="2,574">
              <o:lock v:ext="edit"/>
              <v:shape id="_x0000_s1155" o:spid="_x0000_s1155" style="position:absolute;left:7332;top:1069;height:574;width:2;" filled="f" coordorigin="7332,1069" coordsize="0,574" path="m7332,1069l7332,1643e">
                <v:path arrowok="t"/>
                <v:fill on="f" focussize="0,0"/>
                <v:stroke weight="0.48pt"/>
                <v:imagedata o:title=""/>
                <o:lock v:ext="edit"/>
              </v:shape>
            </v:group>
            <v:group id="_x0000_s1156" o:spid="_x0000_s1156" o:spt="203" style="position:absolute;left:7790;top:1069;height:574;width:2;" coordorigin="7790,1069" coordsize="2,574">
              <o:lock v:ext="edit"/>
              <v:shape id="_x0000_s1157" o:spid="_x0000_s1157" style="position:absolute;left:7790;top:1069;height:574;width:2;" filled="f" coordorigin="7790,1069" coordsize="0,574" path="m7790,1069l7790,1643e">
                <v:path arrowok="t"/>
                <v:fill on="f" focussize="0,0"/>
                <v:stroke weight="0.48pt"/>
                <v:imagedata o:title=""/>
                <o:lock v:ext="edit"/>
              </v:shape>
            </v:group>
            <v:group id="_x0000_s1158" o:spid="_x0000_s1158" o:spt="203" style="position:absolute;left:8248;top:1069;height:574;width:2;" coordorigin="8248,1069" coordsize="2,574">
              <o:lock v:ext="edit"/>
              <v:shape id="_x0000_s1159" o:spid="_x0000_s1159" style="position:absolute;left:8248;top:1069;height:574;width:2;" filled="f" coordorigin="8248,1069" coordsize="0,574" path="m8248,1069l8248,1643e">
                <v:path arrowok="t"/>
                <v:fill on="f" focussize="0,0"/>
                <v:stroke weight="0.48pt"/>
                <v:imagedata o:title=""/>
                <o:lock v:ext="edit"/>
              </v:shape>
            </v:group>
            <v:group id="_x0000_s1160" o:spid="_x0000_s1160" o:spt="203" style="position:absolute;left:8707;top:1069;height:574;width:2;" coordorigin="8707,1069" coordsize="2,574">
              <o:lock v:ext="edit"/>
              <v:shape id="_x0000_s1161" o:spid="_x0000_s1161" style="position:absolute;left:8707;top:1069;height:574;width:2;" filled="f" coordorigin="8707,1069" coordsize="0,574" path="m8707,1069l8707,1643e">
                <v:path arrowok="t"/>
                <v:fill on="f" focussize="0,0"/>
                <v:stroke weight="0.48pt"/>
                <v:imagedata o:title=""/>
                <o:lock v:ext="edit"/>
              </v:shape>
            </v:group>
            <v:group id="_x0000_s1162" o:spid="_x0000_s1162" o:spt="203" style="position:absolute;left:5;top:1074;height:2;width:9170;" coordorigin="5,1074" coordsize="9170,2">
              <o:lock v:ext="edit"/>
              <v:shape id="_x0000_s1163" o:spid="_x0000_s1163" style="position:absolute;left:5;top:1074;height:2;width:9170;" filled="f" coordorigin="5,1074" coordsize="9170,0" path="m5,1074l9174,1074e">
                <v:path arrowok="t"/>
                <v:fill on="f" focussize="0,0"/>
                <v:stroke weight="0.48pt"/>
                <v:imagedata o:title=""/>
                <o:lock v:ext="edit"/>
              </v:shape>
            </v:group>
            <v:group id="_x0000_s1164" o:spid="_x0000_s1164" o:spt="203" style="position:absolute;left:9135;top:1643;height:245;width:2;" coordorigin="9135,1643" coordsize="2,245">
              <o:lock v:ext="edit"/>
              <v:shape id="_x0000_s1165" o:spid="_x0000_s1165" style="position:absolute;left:9135;top:1643;height:245;width:2;" filled="f" coordorigin="9135,1643" coordsize="0,245" path="m9135,1643l9135,1888e">
                <v:path arrowok="t"/>
                <v:fill on="f" focussize="0,0"/>
                <v:stroke weight="0.48pt"/>
                <v:imagedata o:title=""/>
                <o:lock v:ext="edit"/>
              </v:shape>
            </v:group>
            <v:group id="_x0000_s1166" o:spid="_x0000_s1166" o:spt="203" style="position:absolute;left:5;top:1648;height:2;width:9170;" coordorigin="5,1648" coordsize="9170,2">
              <o:lock v:ext="edit"/>
              <v:shape id="_x0000_s1167" o:spid="_x0000_s1167" style="position:absolute;left:5;top:1648;height:2;width:9170;" filled="f" coordorigin="5,1648" coordsize="9170,0" path="m5,1648l9174,1648e">
                <v:path arrowok="t"/>
                <v:fill on="f" focussize="0,0"/>
                <v:stroke weight="0.48pt"/>
                <v:imagedata o:title=""/>
                <o:lock v:ext="edit"/>
              </v:shape>
            </v:group>
            <v:group id="_x0000_s1168" o:spid="_x0000_s1168" o:spt="203" style="position:absolute;left:466;top:1888;height:574;width:2;" coordorigin="466,1888" coordsize="2,574">
              <o:lock v:ext="edit"/>
              <v:shape id="_x0000_s1169" o:spid="_x0000_s1169" style="position:absolute;left:466;top:1888;height:574;width:2;" filled="f" coordorigin="466,1888" coordsize="0,574" path="m466,1888l466,2462e">
                <v:path arrowok="t"/>
                <v:fill on="f" focussize="0,0"/>
                <v:stroke weight="0.48pt"/>
                <v:imagedata o:title=""/>
                <o:lock v:ext="edit"/>
              </v:shape>
            </v:group>
            <v:group id="_x0000_s1170" o:spid="_x0000_s1170" o:spt="203" style="position:absolute;left:924;top:1888;height:574;width:2;" coordorigin="924,1888" coordsize="2,574">
              <o:lock v:ext="edit"/>
              <v:shape id="_x0000_s1171" o:spid="_x0000_s1171" style="position:absolute;left:924;top:1888;height:574;width:2;" filled="f" coordorigin="924,1888" coordsize="0,574" path="m924,1888l924,2462e">
                <v:path arrowok="t"/>
                <v:fill on="f" focussize="0,0"/>
                <v:stroke weight="0.48pt"/>
                <v:imagedata o:title=""/>
                <o:lock v:ext="edit"/>
              </v:shape>
            </v:group>
            <v:group id="_x0000_s1172" o:spid="_x0000_s1172" o:spt="203" style="position:absolute;left:1380;top:1888;height:574;width:2;" coordorigin="1380,1888" coordsize="2,574">
              <o:lock v:ext="edit"/>
              <v:shape id="_x0000_s1173" o:spid="_x0000_s1173" style="position:absolute;left:1380;top:1888;height:574;width:2;" filled="f" coordorigin="1380,1888" coordsize="0,574" path="m1380,1888l1380,2462e">
                <v:path arrowok="t"/>
                <v:fill on="f" focussize="0,0"/>
                <v:stroke weight="0.48pt"/>
                <v:imagedata o:title=""/>
                <o:lock v:ext="edit"/>
              </v:shape>
            </v:group>
            <v:group id="_x0000_s1174" o:spid="_x0000_s1174" o:spt="203" style="position:absolute;left:1836;top:1888;height:574;width:2;" coordorigin="1836,1888" coordsize="2,574">
              <o:lock v:ext="edit"/>
              <v:shape id="_x0000_s1175" o:spid="_x0000_s1175" style="position:absolute;left:1836;top:1888;height:574;width:2;" filled="f" coordorigin="1836,1888" coordsize="0,574" path="m1836,1888l1836,2462e">
                <v:path arrowok="t"/>
                <v:fill on="f" focussize="0,0"/>
                <v:stroke weight="0.48pt"/>
                <v:imagedata o:title=""/>
                <o:lock v:ext="edit"/>
              </v:shape>
            </v:group>
            <v:group id="_x0000_s1176" o:spid="_x0000_s1176" o:spt="203" style="position:absolute;left:2294;top:1888;height:574;width:2;" coordorigin="2294,1888" coordsize="2,574">
              <o:lock v:ext="edit"/>
              <v:shape id="_x0000_s1177" o:spid="_x0000_s1177" style="position:absolute;left:2294;top:1888;height:574;width:2;" filled="f" coordorigin="2294,1888" coordsize="0,574" path="m2294,1888l2294,2462e">
                <v:path arrowok="t"/>
                <v:fill on="f" focussize="0,0"/>
                <v:stroke weight="0.48pt"/>
                <v:imagedata o:title=""/>
                <o:lock v:ext="edit"/>
              </v:shape>
            </v:group>
            <v:group id="_x0000_s1178" o:spid="_x0000_s1178" o:spt="203" style="position:absolute;left:2750;top:1888;height:574;width:2;" coordorigin="2750,1888" coordsize="2,574">
              <o:lock v:ext="edit"/>
              <v:shape id="_x0000_s1179" o:spid="_x0000_s1179" style="position:absolute;left:2750;top:1888;height:574;width:2;" filled="f" coordorigin="2750,1888" coordsize="0,574" path="m2750,1888l2750,2462e">
                <v:path arrowok="t"/>
                <v:fill on="f" focussize="0,0"/>
                <v:stroke weight="0.48pt"/>
                <v:imagedata o:title=""/>
                <o:lock v:ext="edit"/>
              </v:shape>
            </v:group>
            <v:group id="_x0000_s1180" o:spid="_x0000_s1180" o:spt="203" style="position:absolute;left:3207;top:1888;height:574;width:2;" coordorigin="3207,1888" coordsize="2,574">
              <o:lock v:ext="edit"/>
              <v:shape id="_x0000_s1181" o:spid="_x0000_s1181" style="position:absolute;left:3207;top:1888;height:574;width:2;" filled="f" coordorigin="3207,1888" coordsize="0,574" path="m3207,1888l3207,2462e">
                <v:path arrowok="t"/>
                <v:fill on="f" focussize="0,0"/>
                <v:stroke weight="0.48pt"/>
                <v:imagedata o:title=""/>
                <o:lock v:ext="edit"/>
              </v:shape>
            </v:group>
            <v:group id="_x0000_s1182" o:spid="_x0000_s1182" o:spt="203" style="position:absolute;left:3665;top:1888;height:574;width:2;" coordorigin="3665,1888" coordsize="2,574">
              <o:lock v:ext="edit"/>
              <v:shape id="_x0000_s1183" o:spid="_x0000_s1183" style="position:absolute;left:3665;top:1888;height:574;width:2;" filled="f" coordorigin="3665,1888" coordsize="0,574" path="m3665,1888l3665,2462e">
                <v:path arrowok="t"/>
                <v:fill on="f" focussize="0,0"/>
                <v:stroke weight="0.48pt"/>
                <v:imagedata o:title=""/>
                <o:lock v:ext="edit"/>
              </v:shape>
            </v:group>
            <v:group id="_x0000_s1184" o:spid="_x0000_s1184" o:spt="203" style="position:absolute;left:4123;top:1888;height:574;width:2;" coordorigin="4123,1888" coordsize="2,574">
              <o:lock v:ext="edit"/>
              <v:shape id="_x0000_s1185" o:spid="_x0000_s1185" style="position:absolute;left:4123;top:1888;height:574;width:2;" filled="f" coordorigin="4123,1888" coordsize="0,574" path="m4123,1888l4123,2462e">
                <v:path arrowok="t"/>
                <v:fill on="f" focussize="0,0"/>
                <v:stroke weight="0.48pt"/>
                <v:imagedata o:title=""/>
                <o:lock v:ext="edit"/>
              </v:shape>
            </v:group>
            <v:group id="_x0000_s1186" o:spid="_x0000_s1186" o:spt="203" style="position:absolute;left:4581;top:1888;height:574;width:2;" coordorigin="4581,1888" coordsize="2,574">
              <o:lock v:ext="edit"/>
              <v:shape id="_x0000_s1187" o:spid="_x0000_s1187" style="position:absolute;left:4581;top:1888;height:574;width:2;" filled="f" coordorigin="4581,1888" coordsize="0,574" path="m4581,1888l4581,2462e">
                <v:path arrowok="t"/>
                <v:fill on="f" focussize="0,0"/>
                <v:stroke weight="0.48pt"/>
                <v:imagedata o:title=""/>
                <o:lock v:ext="edit"/>
              </v:shape>
            </v:group>
            <v:group id="_x0000_s1188" o:spid="_x0000_s1188" o:spt="203" style="position:absolute;left:5040;top:1888;height:574;width:2;" coordorigin="5040,1888" coordsize="2,574">
              <o:lock v:ext="edit"/>
              <v:shape id="_x0000_s1189" o:spid="_x0000_s1189" style="position:absolute;left:5040;top:1888;height:574;width:2;" filled="f" coordorigin="5040,1888" coordsize="0,574" path="m5040,1888l5040,2462e">
                <v:path arrowok="t"/>
                <v:fill on="f" focussize="0,0"/>
                <v:stroke weight="0.48pt"/>
                <v:imagedata o:title=""/>
                <o:lock v:ext="edit"/>
              </v:shape>
            </v:group>
            <v:group id="_x0000_s1190" o:spid="_x0000_s1190" o:spt="203" style="position:absolute;left:5498;top:1888;height:574;width:2;" coordorigin="5498,1888" coordsize="2,574">
              <o:lock v:ext="edit"/>
              <v:shape id="_x0000_s1191" o:spid="_x0000_s1191" style="position:absolute;left:5498;top:1888;height:574;width:2;" filled="f" coordorigin="5498,1888" coordsize="0,574" path="m5498,1888l5498,2462e">
                <v:path arrowok="t"/>
                <v:fill on="f" focussize="0,0"/>
                <v:stroke weight="0.48pt"/>
                <v:imagedata o:title=""/>
                <o:lock v:ext="edit"/>
              </v:shape>
            </v:group>
            <v:group id="_x0000_s1192" o:spid="_x0000_s1192" o:spt="203" style="position:absolute;left:5956;top:1888;height:574;width:2;" coordorigin="5956,1888" coordsize="2,574">
              <o:lock v:ext="edit"/>
              <v:shape id="_x0000_s1193" o:spid="_x0000_s1193" style="position:absolute;left:5956;top:1888;height:574;width:2;" filled="f" coordorigin="5956,1888" coordsize="0,574" path="m5956,1888l5956,2462e">
                <v:path arrowok="t"/>
                <v:fill on="f" focussize="0,0"/>
                <v:stroke weight="0.48pt"/>
                <v:imagedata o:title=""/>
                <o:lock v:ext="edit"/>
              </v:shape>
            </v:group>
            <v:group id="_x0000_s1194" o:spid="_x0000_s1194" o:spt="203" style="position:absolute;left:6415;top:1888;height:574;width:2;" coordorigin="6415,1888" coordsize="2,574">
              <o:lock v:ext="edit"/>
              <v:shape id="_x0000_s1195" o:spid="_x0000_s1195" style="position:absolute;left:6415;top:1888;height:574;width:2;" filled="f" coordorigin="6415,1888" coordsize="0,574" path="m6415,1888l6415,2462e">
                <v:path arrowok="t"/>
                <v:fill on="f" focussize="0,0"/>
                <v:stroke weight="0.48pt"/>
                <v:imagedata o:title=""/>
                <o:lock v:ext="edit"/>
              </v:shape>
            </v:group>
            <v:group id="_x0000_s1196" o:spid="_x0000_s1196" o:spt="203" style="position:absolute;left:6873;top:1888;height:574;width:2;" coordorigin="6873,1888" coordsize="2,574">
              <o:lock v:ext="edit"/>
              <v:shape id="_x0000_s1197" o:spid="_x0000_s1197" style="position:absolute;left:6873;top:1888;height:574;width:2;" filled="f" coordorigin="6873,1888" coordsize="0,574" path="m6873,1888l6873,2462e">
                <v:path arrowok="t"/>
                <v:fill on="f" focussize="0,0"/>
                <v:stroke weight="0.48pt"/>
                <v:imagedata o:title=""/>
                <o:lock v:ext="edit"/>
              </v:shape>
            </v:group>
            <v:group id="_x0000_s1198" o:spid="_x0000_s1198" o:spt="203" style="position:absolute;left:7332;top:1888;height:574;width:2;" coordorigin="7332,1888" coordsize="2,574">
              <o:lock v:ext="edit"/>
              <v:shape id="_x0000_s1199" o:spid="_x0000_s1199" style="position:absolute;left:7332;top:1888;height:574;width:2;" filled="f" coordorigin="7332,1888" coordsize="0,574" path="m7332,1888l7332,2462e">
                <v:path arrowok="t"/>
                <v:fill on="f" focussize="0,0"/>
                <v:stroke weight="0.48pt"/>
                <v:imagedata o:title=""/>
                <o:lock v:ext="edit"/>
              </v:shape>
            </v:group>
            <v:group id="_x0000_s1200" o:spid="_x0000_s1200" o:spt="203" style="position:absolute;left:7790;top:1888;height:574;width:2;" coordorigin="7790,1888" coordsize="2,574">
              <o:lock v:ext="edit"/>
              <v:shape id="_x0000_s1201" o:spid="_x0000_s1201" style="position:absolute;left:7790;top:1888;height:574;width:2;" filled="f" coordorigin="7790,1888" coordsize="0,574" path="m7790,1888l7790,2462e">
                <v:path arrowok="t"/>
                <v:fill on="f" focussize="0,0"/>
                <v:stroke weight="0.48pt"/>
                <v:imagedata o:title=""/>
                <o:lock v:ext="edit"/>
              </v:shape>
            </v:group>
            <v:group id="_x0000_s1202" o:spid="_x0000_s1202" o:spt="203" style="position:absolute;left:8248;top:1888;height:574;width:2;" coordorigin="8248,1888" coordsize="2,574">
              <o:lock v:ext="edit"/>
              <v:shape id="_x0000_s1203" o:spid="_x0000_s1203" style="position:absolute;left:8248;top:1888;height:574;width:2;" filled="f" coordorigin="8248,1888" coordsize="0,574" path="m8248,1888l8248,2462e">
                <v:path arrowok="t"/>
                <v:fill on="f" focussize="0,0"/>
                <v:stroke weight="0.48pt"/>
                <v:imagedata o:title=""/>
                <o:lock v:ext="edit"/>
              </v:shape>
            </v:group>
            <v:group id="_x0000_s1204" o:spid="_x0000_s1204" o:spt="203" style="position:absolute;left:8707;top:1888;height:574;width:2;" coordorigin="8707,1888" coordsize="2,574">
              <o:lock v:ext="edit"/>
              <v:shape id="_x0000_s1205" o:spid="_x0000_s1205" style="position:absolute;left:8707;top:1888;height:574;width:2;" filled="f" coordorigin="8707,1888" coordsize="0,574" path="m8707,1888l8707,2462e">
                <v:path arrowok="t"/>
                <v:fill on="f" focussize="0,0"/>
                <v:stroke weight="0.48pt"/>
                <v:imagedata o:title=""/>
                <o:lock v:ext="edit"/>
              </v:shape>
            </v:group>
            <v:group id="_x0000_s1206" o:spid="_x0000_s1206" o:spt="203" style="position:absolute;left:5;top:1893;height:2;width:9170;" coordorigin="5,1893" coordsize="9170,2">
              <o:lock v:ext="edit"/>
              <v:shape id="_x0000_s1207" o:spid="_x0000_s1207" style="position:absolute;left:5;top:1893;height:2;width:9170;" filled="f" coordorigin="5,1893" coordsize="9170,0" path="m5,1893l9174,1893e">
                <v:path arrowok="t"/>
                <v:fill on="f" focussize="0,0"/>
                <v:stroke weight="0.48pt"/>
                <v:imagedata o:title=""/>
                <o:lock v:ext="edit"/>
              </v:shape>
            </v:group>
            <v:group id="_x0000_s1208" o:spid="_x0000_s1208" o:spt="203" style="position:absolute;left:9135;top:2462;height:245;width:2;" coordorigin="9135,2462" coordsize="2,245">
              <o:lock v:ext="edit"/>
              <v:shape id="_x0000_s1209" o:spid="_x0000_s1209" style="position:absolute;left:9135;top:2462;height:245;width:2;" filled="f" coordorigin="9135,2462" coordsize="0,245" path="m9135,2462l9135,2707e">
                <v:path arrowok="t"/>
                <v:fill on="f" focussize="0,0"/>
                <v:stroke weight="0.48pt"/>
                <v:imagedata o:title=""/>
                <o:lock v:ext="edit"/>
              </v:shape>
            </v:group>
            <v:group id="_x0000_s1210" o:spid="_x0000_s1210" o:spt="203" style="position:absolute;left:5;top:2467;height:2;width:9170;" coordorigin="5,2467" coordsize="9170,2">
              <o:lock v:ext="edit"/>
              <v:shape id="_x0000_s1211" o:spid="_x0000_s1211" style="position:absolute;left:5;top:2467;height:2;width:9170;" filled="f" coordorigin="5,2467" coordsize="9170,0" path="m5,2467l9174,2467e">
                <v:path arrowok="t"/>
                <v:fill on="f" focussize="0,0"/>
                <v:stroke weight="0.48pt"/>
                <v:imagedata o:title=""/>
                <o:lock v:ext="edit"/>
              </v:shape>
            </v:group>
            <v:group id="_x0000_s1212" o:spid="_x0000_s1212" o:spt="203" style="position:absolute;left:466;top:2707;height:574;width:2;" coordorigin="466,2707" coordsize="2,574">
              <o:lock v:ext="edit"/>
              <v:shape id="_x0000_s1213" o:spid="_x0000_s1213" style="position:absolute;left:466;top:2707;height:574;width:2;" filled="f" coordorigin="466,2707" coordsize="0,574" path="m466,2707l466,3281e">
                <v:path arrowok="t"/>
                <v:fill on="f" focussize="0,0"/>
                <v:stroke weight="0.48pt"/>
                <v:imagedata o:title=""/>
                <o:lock v:ext="edit"/>
              </v:shape>
            </v:group>
            <v:group id="_x0000_s1214" o:spid="_x0000_s1214" o:spt="203" style="position:absolute;left:924;top:2707;height:574;width:2;" coordorigin="924,2707" coordsize="2,574">
              <o:lock v:ext="edit"/>
              <v:shape id="_x0000_s1215" o:spid="_x0000_s1215" style="position:absolute;left:924;top:2707;height:574;width:2;" filled="f" coordorigin="924,2707" coordsize="0,574" path="m924,2707l924,3281e">
                <v:path arrowok="t"/>
                <v:fill on="f" focussize="0,0"/>
                <v:stroke weight="0.48pt"/>
                <v:imagedata o:title=""/>
                <o:lock v:ext="edit"/>
              </v:shape>
            </v:group>
            <v:group id="_x0000_s1216" o:spid="_x0000_s1216" o:spt="203" style="position:absolute;left:1380;top:2707;height:574;width:2;" coordorigin="1380,2707" coordsize="2,574">
              <o:lock v:ext="edit"/>
              <v:shape id="_x0000_s1217" o:spid="_x0000_s1217" style="position:absolute;left:1380;top:2707;height:574;width:2;" filled="f" coordorigin="1380,2707" coordsize="0,574" path="m1380,2707l1380,3281e">
                <v:path arrowok="t"/>
                <v:fill on="f" focussize="0,0"/>
                <v:stroke weight="0.48pt"/>
                <v:imagedata o:title=""/>
                <o:lock v:ext="edit"/>
              </v:shape>
            </v:group>
            <v:group id="_x0000_s1218" o:spid="_x0000_s1218" o:spt="203" style="position:absolute;left:1836;top:2707;height:574;width:2;" coordorigin="1836,2707" coordsize="2,574">
              <o:lock v:ext="edit"/>
              <v:shape id="_x0000_s1219" o:spid="_x0000_s1219" style="position:absolute;left:1836;top:2707;height:574;width:2;" filled="f" coordorigin="1836,2707" coordsize="0,574" path="m1836,2707l1836,3281e">
                <v:path arrowok="t"/>
                <v:fill on="f" focussize="0,0"/>
                <v:stroke weight="0.48pt"/>
                <v:imagedata o:title=""/>
                <o:lock v:ext="edit"/>
              </v:shape>
            </v:group>
            <v:group id="_x0000_s1220" o:spid="_x0000_s1220" o:spt="203" style="position:absolute;left:2294;top:2707;height:574;width:2;" coordorigin="2294,2707" coordsize="2,574">
              <o:lock v:ext="edit"/>
              <v:shape id="_x0000_s1221" o:spid="_x0000_s1221" style="position:absolute;left:2294;top:2707;height:574;width:2;" filled="f" coordorigin="2294,2707" coordsize="0,574" path="m2294,2707l2294,3281e">
                <v:path arrowok="t"/>
                <v:fill on="f" focussize="0,0"/>
                <v:stroke weight="0.48pt"/>
                <v:imagedata o:title=""/>
                <o:lock v:ext="edit"/>
              </v:shape>
            </v:group>
            <v:group id="_x0000_s1222" o:spid="_x0000_s1222" o:spt="203" style="position:absolute;left:2750;top:2707;height:574;width:2;" coordorigin="2750,2707" coordsize="2,574">
              <o:lock v:ext="edit"/>
              <v:shape id="_x0000_s1223" o:spid="_x0000_s1223" style="position:absolute;left:2750;top:2707;height:574;width:2;" filled="f" coordorigin="2750,2707" coordsize="0,574" path="m2750,2707l2750,3281e">
                <v:path arrowok="t"/>
                <v:fill on="f" focussize="0,0"/>
                <v:stroke weight="0.48pt"/>
                <v:imagedata o:title=""/>
                <o:lock v:ext="edit"/>
              </v:shape>
            </v:group>
            <v:group id="_x0000_s1224" o:spid="_x0000_s1224" o:spt="203" style="position:absolute;left:3207;top:2707;height:574;width:2;" coordorigin="3207,2707" coordsize="2,574">
              <o:lock v:ext="edit"/>
              <v:shape id="_x0000_s1225" o:spid="_x0000_s1225" style="position:absolute;left:3207;top:2707;height:574;width:2;" filled="f" coordorigin="3207,2707" coordsize="0,574" path="m3207,2707l3207,3281e">
                <v:path arrowok="t"/>
                <v:fill on="f" focussize="0,0"/>
                <v:stroke weight="0.48pt"/>
                <v:imagedata o:title=""/>
                <o:lock v:ext="edit"/>
              </v:shape>
            </v:group>
            <v:group id="_x0000_s1226" o:spid="_x0000_s1226" o:spt="203" style="position:absolute;left:3665;top:2707;height:574;width:2;" coordorigin="3665,2707" coordsize="2,574">
              <o:lock v:ext="edit"/>
              <v:shape id="_x0000_s1227" o:spid="_x0000_s1227" style="position:absolute;left:3665;top:2707;height:574;width:2;" filled="f" coordorigin="3665,2707" coordsize="0,574" path="m3665,2707l3665,3281e">
                <v:path arrowok="t"/>
                <v:fill on="f" focussize="0,0"/>
                <v:stroke weight="0.48pt"/>
                <v:imagedata o:title=""/>
                <o:lock v:ext="edit"/>
              </v:shape>
            </v:group>
            <v:group id="_x0000_s1228" o:spid="_x0000_s1228" o:spt="203" style="position:absolute;left:4123;top:2707;height:574;width:2;" coordorigin="4123,2707" coordsize="2,574">
              <o:lock v:ext="edit"/>
              <v:shape id="_x0000_s1229" o:spid="_x0000_s1229" style="position:absolute;left:4123;top:2707;height:574;width:2;" filled="f" coordorigin="4123,2707" coordsize="0,574" path="m4123,2707l4123,3281e">
                <v:path arrowok="t"/>
                <v:fill on="f" focussize="0,0"/>
                <v:stroke weight="0.48pt"/>
                <v:imagedata o:title=""/>
                <o:lock v:ext="edit"/>
              </v:shape>
            </v:group>
            <v:group id="_x0000_s1230" o:spid="_x0000_s1230" o:spt="203" style="position:absolute;left:4581;top:2707;height:574;width:2;" coordorigin="4581,2707" coordsize="2,574">
              <o:lock v:ext="edit"/>
              <v:shape id="_x0000_s1231" o:spid="_x0000_s1231" style="position:absolute;left:4581;top:2707;height:574;width:2;" filled="f" coordorigin="4581,2707" coordsize="0,574" path="m4581,2707l4581,3281e">
                <v:path arrowok="t"/>
                <v:fill on="f" focussize="0,0"/>
                <v:stroke weight="0.48pt"/>
                <v:imagedata o:title=""/>
                <o:lock v:ext="edit"/>
              </v:shape>
            </v:group>
            <v:group id="_x0000_s1232" o:spid="_x0000_s1232" o:spt="203" style="position:absolute;left:5040;top:2707;height:574;width:2;" coordorigin="5040,2707" coordsize="2,574">
              <o:lock v:ext="edit"/>
              <v:shape id="_x0000_s1233" o:spid="_x0000_s1233" style="position:absolute;left:5040;top:2707;height:574;width:2;" filled="f" coordorigin="5040,2707" coordsize="0,574" path="m5040,2707l5040,3281e">
                <v:path arrowok="t"/>
                <v:fill on="f" focussize="0,0"/>
                <v:stroke weight="0.48pt"/>
                <v:imagedata o:title=""/>
                <o:lock v:ext="edit"/>
              </v:shape>
            </v:group>
            <v:group id="_x0000_s1234" o:spid="_x0000_s1234" o:spt="203" style="position:absolute;left:5498;top:2707;height:574;width:2;" coordorigin="5498,2707" coordsize="2,574">
              <o:lock v:ext="edit"/>
              <v:shape id="_x0000_s1235" o:spid="_x0000_s1235" style="position:absolute;left:5498;top:2707;height:574;width:2;" filled="f" coordorigin="5498,2707" coordsize="0,574" path="m5498,2707l5498,3281e">
                <v:path arrowok="t"/>
                <v:fill on="f" focussize="0,0"/>
                <v:stroke weight="0.48pt"/>
                <v:imagedata o:title=""/>
                <o:lock v:ext="edit"/>
              </v:shape>
            </v:group>
            <v:group id="_x0000_s1236" o:spid="_x0000_s1236" o:spt="203" style="position:absolute;left:5956;top:2707;height:574;width:2;" coordorigin="5956,2707" coordsize="2,574">
              <o:lock v:ext="edit"/>
              <v:shape id="_x0000_s1237" o:spid="_x0000_s1237" style="position:absolute;left:5956;top:2707;height:574;width:2;" filled="f" coordorigin="5956,2707" coordsize="0,574" path="m5956,2707l5956,3281e">
                <v:path arrowok="t"/>
                <v:fill on="f" focussize="0,0"/>
                <v:stroke weight="0.48pt"/>
                <v:imagedata o:title=""/>
                <o:lock v:ext="edit"/>
              </v:shape>
            </v:group>
            <v:group id="_x0000_s1238" o:spid="_x0000_s1238" o:spt="203" style="position:absolute;left:6415;top:2707;height:574;width:2;" coordorigin="6415,2707" coordsize="2,574">
              <o:lock v:ext="edit"/>
              <v:shape id="_x0000_s1239" o:spid="_x0000_s1239" style="position:absolute;left:6415;top:2707;height:574;width:2;" filled="f" coordorigin="6415,2707" coordsize="0,574" path="m6415,2707l6415,3281e">
                <v:path arrowok="t"/>
                <v:fill on="f" focussize="0,0"/>
                <v:stroke weight="0.48pt"/>
                <v:imagedata o:title=""/>
                <o:lock v:ext="edit"/>
              </v:shape>
            </v:group>
            <v:group id="_x0000_s1240" o:spid="_x0000_s1240" o:spt="203" style="position:absolute;left:6873;top:2707;height:574;width:2;" coordorigin="6873,2707" coordsize="2,574">
              <o:lock v:ext="edit"/>
              <v:shape id="_x0000_s1241" o:spid="_x0000_s1241" style="position:absolute;left:6873;top:2707;height:574;width:2;" filled="f" coordorigin="6873,2707" coordsize="0,574" path="m6873,2707l6873,3281e">
                <v:path arrowok="t"/>
                <v:fill on="f" focussize="0,0"/>
                <v:stroke weight="0.48pt"/>
                <v:imagedata o:title=""/>
                <o:lock v:ext="edit"/>
              </v:shape>
            </v:group>
            <v:group id="_x0000_s1242" o:spid="_x0000_s1242" o:spt="203" style="position:absolute;left:7332;top:2707;height:574;width:2;" coordorigin="7332,2707" coordsize="2,574">
              <o:lock v:ext="edit"/>
              <v:shape id="_x0000_s1243" o:spid="_x0000_s1243" style="position:absolute;left:7332;top:2707;height:574;width:2;" filled="f" coordorigin="7332,2707" coordsize="0,574" path="m7332,2707l7332,3281e">
                <v:path arrowok="t"/>
                <v:fill on="f" focussize="0,0"/>
                <v:stroke weight="0.48pt"/>
                <v:imagedata o:title=""/>
                <o:lock v:ext="edit"/>
              </v:shape>
            </v:group>
            <v:group id="_x0000_s1244" o:spid="_x0000_s1244" o:spt="203" style="position:absolute;left:7790;top:2707;height:574;width:2;" coordorigin="7790,2707" coordsize="2,574">
              <o:lock v:ext="edit"/>
              <v:shape id="_x0000_s1245" o:spid="_x0000_s1245" style="position:absolute;left:7790;top:2707;height:574;width:2;" filled="f" coordorigin="7790,2707" coordsize="0,574" path="m7790,2707l7790,3281e">
                <v:path arrowok="t"/>
                <v:fill on="f" focussize="0,0"/>
                <v:stroke weight="0.48pt"/>
                <v:imagedata o:title=""/>
                <o:lock v:ext="edit"/>
              </v:shape>
            </v:group>
            <v:group id="_x0000_s1246" o:spid="_x0000_s1246" o:spt="203" style="position:absolute;left:8248;top:2707;height:574;width:2;" coordorigin="8248,2707" coordsize="2,574">
              <o:lock v:ext="edit"/>
              <v:shape id="_x0000_s1247" o:spid="_x0000_s1247" style="position:absolute;left:8248;top:2707;height:574;width:2;" filled="f" coordorigin="8248,2707" coordsize="0,574" path="m8248,2707l8248,3281e">
                <v:path arrowok="t"/>
                <v:fill on="f" focussize="0,0"/>
                <v:stroke weight="0.48pt"/>
                <v:imagedata o:title=""/>
                <o:lock v:ext="edit"/>
              </v:shape>
            </v:group>
            <v:group id="_x0000_s1248" o:spid="_x0000_s1248" o:spt="203" style="position:absolute;left:8707;top:2707;height:574;width:2;" coordorigin="8707,2707" coordsize="2,574">
              <o:lock v:ext="edit"/>
              <v:shape id="_x0000_s1249" o:spid="_x0000_s1249" style="position:absolute;left:8707;top:2707;height:574;width:2;" filled="f" coordorigin="8707,2707" coordsize="0,574" path="m8707,2707l8707,3281e">
                <v:path arrowok="t"/>
                <v:fill on="f" focussize="0,0"/>
                <v:stroke weight="0.48pt"/>
                <v:imagedata o:title=""/>
                <o:lock v:ext="edit"/>
              </v:shape>
            </v:group>
            <v:group id="_x0000_s1250" o:spid="_x0000_s1250" o:spt="203" style="position:absolute;left:5;top:2712;height:2;width:9170;" coordorigin="5,2712" coordsize="9170,2">
              <o:lock v:ext="edit"/>
              <v:shape id="_x0000_s1251" o:spid="_x0000_s1251" style="position:absolute;left:5;top:2712;height:2;width:9170;" filled="f" coordorigin="5,2712" coordsize="9170,0" path="m5,2712l9174,2712e">
                <v:path arrowok="t"/>
                <v:fill on="f" focussize="0,0"/>
                <v:stroke weight="0.48pt"/>
                <v:imagedata o:title=""/>
                <o:lock v:ext="edit"/>
              </v:shape>
            </v:group>
            <v:group id="_x0000_s1252" o:spid="_x0000_s1252" o:spt="203" style="position:absolute;left:9135;top:3281;height:245;width:2;" coordorigin="9135,3281" coordsize="2,245">
              <o:lock v:ext="edit"/>
              <v:shape id="_x0000_s1253" o:spid="_x0000_s1253" style="position:absolute;left:9135;top:3281;height:245;width:2;" filled="f" coordorigin="9135,3281" coordsize="0,245" path="m9135,3281l9135,3526e">
                <v:path arrowok="t"/>
                <v:fill on="f" focussize="0,0"/>
                <v:stroke weight="0.48pt"/>
                <v:imagedata o:title=""/>
                <o:lock v:ext="edit"/>
              </v:shape>
            </v:group>
            <v:group id="_x0000_s1254" o:spid="_x0000_s1254" o:spt="203" style="position:absolute;left:5;top:3286;height:2;width:9170;" coordorigin="5,3286" coordsize="9170,2">
              <o:lock v:ext="edit"/>
              <v:shape id="_x0000_s1255" o:spid="_x0000_s1255" style="position:absolute;left:5;top:3286;height:2;width:9170;" filled="f" coordorigin="5,3286" coordsize="9170,0" path="m5,3286l9174,3286e">
                <v:path arrowok="t"/>
                <v:fill on="f" focussize="0,0"/>
                <v:stroke weight="0.48pt"/>
                <v:imagedata o:title=""/>
                <o:lock v:ext="edit"/>
              </v:shape>
            </v:group>
            <v:group id="_x0000_s1256" o:spid="_x0000_s1256" o:spt="203" style="position:absolute;left:466;top:3526;height:574;width:2;" coordorigin="466,3526" coordsize="2,574">
              <o:lock v:ext="edit"/>
              <v:shape id="_x0000_s1257" o:spid="_x0000_s1257" style="position:absolute;left:466;top:3526;height:574;width:2;" filled="f" coordorigin="466,3526" coordsize="0,574" path="m466,3526l466,4100e">
                <v:path arrowok="t"/>
                <v:fill on="f" focussize="0,0"/>
                <v:stroke weight="0.48pt"/>
                <v:imagedata o:title=""/>
                <o:lock v:ext="edit"/>
              </v:shape>
            </v:group>
            <v:group id="_x0000_s1258" o:spid="_x0000_s1258" o:spt="203" style="position:absolute;left:924;top:3526;height:574;width:2;" coordorigin="924,3526" coordsize="2,574">
              <o:lock v:ext="edit"/>
              <v:shape id="_x0000_s1259" o:spid="_x0000_s1259" style="position:absolute;left:924;top:3526;height:574;width:2;" filled="f" coordorigin="924,3526" coordsize="0,574" path="m924,3526l924,4100e">
                <v:path arrowok="t"/>
                <v:fill on="f" focussize="0,0"/>
                <v:stroke weight="0.48pt"/>
                <v:imagedata o:title=""/>
                <o:lock v:ext="edit"/>
              </v:shape>
            </v:group>
            <v:group id="_x0000_s1260" o:spid="_x0000_s1260" o:spt="203" style="position:absolute;left:1380;top:3526;height:574;width:2;" coordorigin="1380,3526" coordsize="2,574">
              <o:lock v:ext="edit"/>
              <v:shape id="_x0000_s1261" o:spid="_x0000_s1261" style="position:absolute;left:1380;top:3526;height:574;width:2;" filled="f" coordorigin="1380,3526" coordsize="0,574" path="m1380,3526l1380,4100e">
                <v:path arrowok="t"/>
                <v:fill on="f" focussize="0,0"/>
                <v:stroke weight="0.48pt"/>
                <v:imagedata o:title=""/>
                <o:lock v:ext="edit"/>
              </v:shape>
            </v:group>
            <v:group id="_x0000_s1262" o:spid="_x0000_s1262" o:spt="203" style="position:absolute;left:1836;top:3526;height:574;width:2;" coordorigin="1836,3526" coordsize="2,574">
              <o:lock v:ext="edit"/>
              <v:shape id="_x0000_s1263" o:spid="_x0000_s1263" style="position:absolute;left:1836;top:3526;height:574;width:2;" filled="f" coordorigin="1836,3526" coordsize="0,574" path="m1836,3526l1836,4100e">
                <v:path arrowok="t"/>
                <v:fill on="f" focussize="0,0"/>
                <v:stroke weight="0.48pt"/>
                <v:imagedata o:title=""/>
                <o:lock v:ext="edit"/>
              </v:shape>
            </v:group>
            <v:group id="_x0000_s1264" o:spid="_x0000_s1264" o:spt="203" style="position:absolute;left:2294;top:3526;height:574;width:2;" coordorigin="2294,3526" coordsize="2,574">
              <o:lock v:ext="edit"/>
              <v:shape id="_x0000_s1265" o:spid="_x0000_s1265" style="position:absolute;left:2294;top:3526;height:574;width:2;" filled="f" coordorigin="2294,3526" coordsize="0,574" path="m2294,3526l2294,4100e">
                <v:path arrowok="t"/>
                <v:fill on="f" focussize="0,0"/>
                <v:stroke weight="0.48pt"/>
                <v:imagedata o:title=""/>
                <o:lock v:ext="edit"/>
              </v:shape>
            </v:group>
            <v:group id="_x0000_s1266" o:spid="_x0000_s1266" o:spt="203" style="position:absolute;left:2750;top:3526;height:574;width:2;" coordorigin="2750,3526" coordsize="2,574">
              <o:lock v:ext="edit"/>
              <v:shape id="_x0000_s1267" o:spid="_x0000_s1267" style="position:absolute;left:2750;top:3526;height:574;width:2;" filled="f" coordorigin="2750,3526" coordsize="0,574" path="m2750,3526l2750,4100e">
                <v:path arrowok="t"/>
                <v:fill on="f" focussize="0,0"/>
                <v:stroke weight="0.48pt"/>
                <v:imagedata o:title=""/>
                <o:lock v:ext="edit"/>
              </v:shape>
            </v:group>
            <v:group id="_x0000_s1268" o:spid="_x0000_s1268" o:spt="203" style="position:absolute;left:3207;top:3526;height:574;width:2;" coordorigin="3207,3526" coordsize="2,574">
              <o:lock v:ext="edit"/>
              <v:shape id="_x0000_s1269" o:spid="_x0000_s1269" style="position:absolute;left:3207;top:3526;height:574;width:2;" filled="f" coordorigin="3207,3526" coordsize="0,574" path="m3207,3526l3207,4100e">
                <v:path arrowok="t"/>
                <v:fill on="f" focussize="0,0"/>
                <v:stroke weight="0.48pt"/>
                <v:imagedata o:title=""/>
                <o:lock v:ext="edit"/>
              </v:shape>
            </v:group>
            <v:group id="_x0000_s1270" o:spid="_x0000_s1270" o:spt="203" style="position:absolute;left:3665;top:3526;height:574;width:2;" coordorigin="3665,3526" coordsize="2,574">
              <o:lock v:ext="edit"/>
              <v:shape id="_x0000_s1271" o:spid="_x0000_s1271" style="position:absolute;left:3665;top:3526;height:574;width:2;" filled="f" coordorigin="3665,3526" coordsize="0,574" path="m3665,3526l3665,4100e">
                <v:path arrowok="t"/>
                <v:fill on="f" focussize="0,0"/>
                <v:stroke weight="0.48pt"/>
                <v:imagedata o:title=""/>
                <o:lock v:ext="edit"/>
              </v:shape>
            </v:group>
            <v:group id="_x0000_s1272" o:spid="_x0000_s1272" o:spt="203" style="position:absolute;left:4123;top:3526;height:574;width:2;" coordorigin="4123,3526" coordsize="2,574">
              <o:lock v:ext="edit"/>
              <v:shape id="_x0000_s1273" o:spid="_x0000_s1273" style="position:absolute;left:4123;top:3526;height:574;width:2;" filled="f" coordorigin="4123,3526" coordsize="0,574" path="m4123,3526l4123,4100e">
                <v:path arrowok="t"/>
                <v:fill on="f" focussize="0,0"/>
                <v:stroke weight="0.48pt"/>
                <v:imagedata o:title=""/>
                <o:lock v:ext="edit"/>
              </v:shape>
            </v:group>
            <v:group id="_x0000_s1274" o:spid="_x0000_s1274" o:spt="203" style="position:absolute;left:4581;top:3526;height:574;width:2;" coordorigin="4581,3526" coordsize="2,574">
              <o:lock v:ext="edit"/>
              <v:shape id="_x0000_s1275" o:spid="_x0000_s1275" style="position:absolute;left:4581;top:3526;height:574;width:2;" filled="f" coordorigin="4581,3526" coordsize="0,574" path="m4581,3526l4581,4100e">
                <v:path arrowok="t"/>
                <v:fill on="f" focussize="0,0"/>
                <v:stroke weight="0.48pt"/>
                <v:imagedata o:title=""/>
                <o:lock v:ext="edit"/>
              </v:shape>
            </v:group>
            <v:group id="_x0000_s1276" o:spid="_x0000_s1276" o:spt="203" style="position:absolute;left:5040;top:3526;height:574;width:2;" coordorigin="5040,3526" coordsize="2,574">
              <o:lock v:ext="edit"/>
              <v:shape id="_x0000_s1277" o:spid="_x0000_s1277" style="position:absolute;left:5040;top:3526;height:574;width:2;" filled="f" coordorigin="5040,3526" coordsize="0,574" path="m5040,3526l5040,4100e">
                <v:path arrowok="t"/>
                <v:fill on="f" focussize="0,0"/>
                <v:stroke weight="0.48pt"/>
                <v:imagedata o:title=""/>
                <o:lock v:ext="edit"/>
              </v:shape>
            </v:group>
            <v:group id="_x0000_s1278" o:spid="_x0000_s1278" o:spt="203" style="position:absolute;left:5498;top:3526;height:574;width:2;" coordorigin="5498,3526" coordsize="2,574">
              <o:lock v:ext="edit"/>
              <v:shape id="_x0000_s1279" o:spid="_x0000_s1279" style="position:absolute;left:5498;top:3526;height:574;width:2;" filled="f" coordorigin="5498,3526" coordsize="0,574" path="m5498,3526l5498,4100e">
                <v:path arrowok="t"/>
                <v:fill on="f" focussize="0,0"/>
                <v:stroke weight="0.48pt"/>
                <v:imagedata o:title=""/>
                <o:lock v:ext="edit"/>
              </v:shape>
            </v:group>
            <v:group id="_x0000_s1280" o:spid="_x0000_s1280" o:spt="203" style="position:absolute;left:5956;top:3526;height:574;width:2;" coordorigin="5956,3526" coordsize="2,574">
              <o:lock v:ext="edit"/>
              <v:shape id="_x0000_s1281" o:spid="_x0000_s1281" style="position:absolute;left:5956;top:3526;height:574;width:2;" filled="f" coordorigin="5956,3526" coordsize="0,574" path="m5956,3526l5956,4100e">
                <v:path arrowok="t"/>
                <v:fill on="f" focussize="0,0"/>
                <v:stroke weight="0.48pt"/>
                <v:imagedata o:title=""/>
                <o:lock v:ext="edit"/>
              </v:shape>
            </v:group>
            <v:group id="_x0000_s1282" o:spid="_x0000_s1282" o:spt="203" style="position:absolute;left:6415;top:3526;height:574;width:2;" coordorigin="6415,3526" coordsize="2,574">
              <o:lock v:ext="edit"/>
              <v:shape id="_x0000_s1283" o:spid="_x0000_s1283" style="position:absolute;left:6415;top:3526;height:574;width:2;" filled="f" coordorigin="6415,3526" coordsize="0,574" path="m6415,3526l6415,4100e">
                <v:path arrowok="t"/>
                <v:fill on="f" focussize="0,0"/>
                <v:stroke weight="0.48pt"/>
                <v:imagedata o:title=""/>
                <o:lock v:ext="edit"/>
              </v:shape>
            </v:group>
            <v:group id="_x0000_s1284" o:spid="_x0000_s1284" o:spt="203" style="position:absolute;left:6873;top:3526;height:574;width:2;" coordorigin="6873,3526" coordsize="2,574">
              <o:lock v:ext="edit"/>
              <v:shape id="_x0000_s1285" o:spid="_x0000_s1285" style="position:absolute;left:6873;top:3526;height:574;width:2;" filled="f" coordorigin="6873,3526" coordsize="0,574" path="m6873,3526l6873,4100e">
                <v:path arrowok="t"/>
                <v:fill on="f" focussize="0,0"/>
                <v:stroke weight="0.48pt"/>
                <v:imagedata o:title=""/>
                <o:lock v:ext="edit"/>
              </v:shape>
            </v:group>
            <v:group id="_x0000_s1286" o:spid="_x0000_s1286" o:spt="203" style="position:absolute;left:7332;top:3526;height:574;width:2;" coordorigin="7332,3526" coordsize="2,574">
              <o:lock v:ext="edit"/>
              <v:shape id="_x0000_s1287" o:spid="_x0000_s1287" style="position:absolute;left:7332;top:3526;height:574;width:2;" filled="f" coordorigin="7332,3526" coordsize="0,574" path="m7332,3526l7332,4100e">
                <v:path arrowok="t"/>
                <v:fill on="f" focussize="0,0"/>
                <v:stroke weight="0.48pt"/>
                <v:imagedata o:title=""/>
                <o:lock v:ext="edit"/>
              </v:shape>
            </v:group>
            <v:group id="_x0000_s1288" o:spid="_x0000_s1288" o:spt="203" style="position:absolute;left:7790;top:3526;height:574;width:2;" coordorigin="7790,3526" coordsize="2,574">
              <o:lock v:ext="edit"/>
              <v:shape id="_x0000_s1289" o:spid="_x0000_s1289" style="position:absolute;left:7790;top:3526;height:574;width:2;" filled="f" coordorigin="7790,3526" coordsize="0,574" path="m7790,3526l7790,4100e">
                <v:path arrowok="t"/>
                <v:fill on="f" focussize="0,0"/>
                <v:stroke weight="0.48pt"/>
                <v:imagedata o:title=""/>
                <o:lock v:ext="edit"/>
              </v:shape>
            </v:group>
            <v:group id="_x0000_s1290" o:spid="_x0000_s1290" o:spt="203" style="position:absolute;left:8248;top:3526;height:574;width:2;" coordorigin="8248,3526" coordsize="2,574">
              <o:lock v:ext="edit"/>
              <v:shape id="_x0000_s1291" o:spid="_x0000_s1291" style="position:absolute;left:8248;top:3526;height:574;width:2;" filled="f" coordorigin="8248,3526" coordsize="0,574" path="m8248,3526l8248,4100e">
                <v:path arrowok="t"/>
                <v:fill on="f" focussize="0,0"/>
                <v:stroke weight="0.48pt"/>
                <v:imagedata o:title=""/>
                <o:lock v:ext="edit"/>
              </v:shape>
            </v:group>
            <v:group id="_x0000_s1292" o:spid="_x0000_s1292" o:spt="203" style="position:absolute;left:8707;top:3526;height:574;width:2;" coordorigin="8707,3526" coordsize="2,574">
              <o:lock v:ext="edit"/>
              <v:shape id="_x0000_s1293" o:spid="_x0000_s1293" style="position:absolute;left:8707;top:3526;height:574;width:2;" filled="f" coordorigin="8707,3526" coordsize="0,574" path="m8707,3526l8707,4100e">
                <v:path arrowok="t"/>
                <v:fill on="f" focussize="0,0"/>
                <v:stroke weight="0.48pt"/>
                <v:imagedata o:title=""/>
                <o:lock v:ext="edit"/>
              </v:shape>
            </v:group>
            <v:group id="_x0000_s1294" o:spid="_x0000_s1294" o:spt="203" style="position:absolute;left:5;top:3531;height:2;width:9170;" coordorigin="5,3531" coordsize="9170,2">
              <o:lock v:ext="edit"/>
              <v:shape id="_x0000_s1295" o:spid="_x0000_s1295" style="position:absolute;left:5;top:3531;height:2;width:9170;" filled="f" coordorigin="5,3531" coordsize="9170,0" path="m5,3531l9174,3531e">
                <v:path arrowok="t"/>
                <v:fill on="f" focussize="0,0"/>
                <v:stroke weight="0.48pt"/>
                <v:imagedata o:title=""/>
                <o:lock v:ext="edit"/>
              </v:shape>
            </v:group>
            <v:group id="_x0000_s1296" o:spid="_x0000_s1296" o:spt="203" style="position:absolute;left:9135;top:4100;height:245;width:2;" coordorigin="9135,4100" coordsize="2,245">
              <o:lock v:ext="edit"/>
              <v:shape id="_x0000_s1297" o:spid="_x0000_s1297" style="position:absolute;left:9135;top:4100;height:245;width:2;" filled="f" coordorigin="9135,4100" coordsize="0,245" path="m9135,4100l9135,4345e">
                <v:path arrowok="t"/>
                <v:fill on="f" focussize="0,0"/>
                <v:stroke weight="0.48pt"/>
                <v:imagedata o:title=""/>
                <o:lock v:ext="edit"/>
              </v:shape>
            </v:group>
            <v:group id="_x0000_s1298" o:spid="_x0000_s1298" o:spt="203" style="position:absolute;left:5;top:4105;height:2;width:9170;" coordorigin="5,4105" coordsize="9170,2">
              <o:lock v:ext="edit"/>
              <v:shape id="_x0000_s1299" o:spid="_x0000_s1299" style="position:absolute;left:5;top:4105;height:2;width:9170;" filled="f" coordorigin="5,4105" coordsize="9170,0" path="m5,4105l9174,4105e">
                <v:path arrowok="t"/>
                <v:fill on="f" focussize="0,0"/>
                <v:stroke weight="0.48pt"/>
                <v:imagedata o:title=""/>
                <o:lock v:ext="edit"/>
              </v:shape>
            </v:group>
            <v:group id="_x0000_s1300" o:spid="_x0000_s1300" o:spt="203" style="position:absolute;left:466;top:4345;height:574;width:2;" coordorigin="466,4345" coordsize="2,574">
              <o:lock v:ext="edit"/>
              <v:shape id="_x0000_s1301" o:spid="_x0000_s1301" style="position:absolute;left:466;top:4345;height:574;width:2;" filled="f" coordorigin="466,4345" coordsize="0,574" path="m466,4345l466,4919e">
                <v:path arrowok="t"/>
                <v:fill on="f" focussize="0,0"/>
                <v:stroke weight="0.48pt"/>
                <v:imagedata o:title=""/>
                <o:lock v:ext="edit"/>
              </v:shape>
            </v:group>
            <v:group id="_x0000_s1302" o:spid="_x0000_s1302" o:spt="203" style="position:absolute;left:924;top:4345;height:574;width:2;" coordorigin="924,4345" coordsize="2,574">
              <o:lock v:ext="edit"/>
              <v:shape id="_x0000_s1303" o:spid="_x0000_s1303" style="position:absolute;left:924;top:4345;height:574;width:2;" filled="f" coordorigin="924,4345" coordsize="0,574" path="m924,4345l924,4919e">
                <v:path arrowok="t"/>
                <v:fill on="f" focussize="0,0"/>
                <v:stroke weight="0.48pt"/>
                <v:imagedata o:title=""/>
                <o:lock v:ext="edit"/>
              </v:shape>
            </v:group>
            <v:group id="_x0000_s1304" o:spid="_x0000_s1304" o:spt="203" style="position:absolute;left:1380;top:4345;height:574;width:2;" coordorigin="1380,4345" coordsize="2,574">
              <o:lock v:ext="edit"/>
              <v:shape id="_x0000_s1305" o:spid="_x0000_s1305" style="position:absolute;left:1380;top:4345;height:574;width:2;" filled="f" coordorigin="1380,4345" coordsize="0,574" path="m1380,4345l1380,4919e">
                <v:path arrowok="t"/>
                <v:fill on="f" focussize="0,0"/>
                <v:stroke weight="0.48pt"/>
                <v:imagedata o:title=""/>
                <o:lock v:ext="edit"/>
              </v:shape>
            </v:group>
            <v:group id="_x0000_s1306" o:spid="_x0000_s1306" o:spt="203" style="position:absolute;left:1836;top:4345;height:574;width:2;" coordorigin="1836,4345" coordsize="2,574">
              <o:lock v:ext="edit"/>
              <v:shape id="_x0000_s1307" o:spid="_x0000_s1307" style="position:absolute;left:1836;top:4345;height:574;width:2;" filled="f" coordorigin="1836,4345" coordsize="0,574" path="m1836,4345l1836,4919e">
                <v:path arrowok="t"/>
                <v:fill on="f" focussize="0,0"/>
                <v:stroke weight="0.48pt"/>
                <v:imagedata o:title=""/>
                <o:lock v:ext="edit"/>
              </v:shape>
            </v:group>
            <v:group id="_x0000_s1308" o:spid="_x0000_s1308" o:spt="203" style="position:absolute;left:2294;top:4345;height:574;width:2;" coordorigin="2294,4345" coordsize="2,574">
              <o:lock v:ext="edit"/>
              <v:shape id="_x0000_s1309" o:spid="_x0000_s1309" style="position:absolute;left:2294;top:4345;height:574;width:2;" filled="f" coordorigin="2294,4345" coordsize="0,574" path="m2294,4345l2294,4919e">
                <v:path arrowok="t"/>
                <v:fill on="f" focussize="0,0"/>
                <v:stroke weight="0.48pt"/>
                <v:imagedata o:title=""/>
                <o:lock v:ext="edit"/>
              </v:shape>
            </v:group>
            <v:group id="_x0000_s1310" o:spid="_x0000_s1310" o:spt="203" style="position:absolute;left:2750;top:4345;height:574;width:2;" coordorigin="2750,4345" coordsize="2,574">
              <o:lock v:ext="edit"/>
              <v:shape id="_x0000_s1311" o:spid="_x0000_s1311" style="position:absolute;left:2750;top:4345;height:574;width:2;" filled="f" coordorigin="2750,4345" coordsize="0,574" path="m2750,4345l2750,4919e">
                <v:path arrowok="t"/>
                <v:fill on="f" focussize="0,0"/>
                <v:stroke weight="0.48pt"/>
                <v:imagedata o:title=""/>
                <o:lock v:ext="edit"/>
              </v:shape>
            </v:group>
            <v:group id="_x0000_s1312" o:spid="_x0000_s1312" o:spt="203" style="position:absolute;left:3207;top:4345;height:574;width:2;" coordorigin="3207,4345" coordsize="2,574">
              <o:lock v:ext="edit"/>
              <v:shape id="_x0000_s1313" o:spid="_x0000_s1313" style="position:absolute;left:3207;top:4345;height:574;width:2;" filled="f" coordorigin="3207,4345" coordsize="0,574" path="m3207,4345l3207,4919e">
                <v:path arrowok="t"/>
                <v:fill on="f" focussize="0,0"/>
                <v:stroke weight="0.48pt"/>
                <v:imagedata o:title=""/>
                <o:lock v:ext="edit"/>
              </v:shape>
            </v:group>
            <v:group id="_x0000_s1314" o:spid="_x0000_s1314" o:spt="203" style="position:absolute;left:3665;top:4345;height:574;width:2;" coordorigin="3665,4345" coordsize="2,574">
              <o:lock v:ext="edit"/>
              <v:shape id="_x0000_s1315" o:spid="_x0000_s1315" style="position:absolute;left:3665;top:4345;height:574;width:2;" filled="f" coordorigin="3665,4345" coordsize="0,574" path="m3665,4345l3665,4919e">
                <v:path arrowok="t"/>
                <v:fill on="f" focussize="0,0"/>
                <v:stroke weight="0.48pt"/>
                <v:imagedata o:title=""/>
                <o:lock v:ext="edit"/>
              </v:shape>
            </v:group>
            <v:group id="_x0000_s1316" o:spid="_x0000_s1316" o:spt="203" style="position:absolute;left:4123;top:4345;height:574;width:2;" coordorigin="4123,4345" coordsize="2,574">
              <o:lock v:ext="edit"/>
              <v:shape id="_x0000_s1317" o:spid="_x0000_s1317" style="position:absolute;left:4123;top:4345;height:574;width:2;" filled="f" coordorigin="4123,4345" coordsize="0,574" path="m4123,4345l4123,4919e">
                <v:path arrowok="t"/>
                <v:fill on="f" focussize="0,0"/>
                <v:stroke weight="0.48pt"/>
                <v:imagedata o:title=""/>
                <o:lock v:ext="edit"/>
              </v:shape>
            </v:group>
            <v:group id="_x0000_s1318" o:spid="_x0000_s1318" o:spt="203" style="position:absolute;left:4581;top:4345;height:574;width:2;" coordorigin="4581,4345" coordsize="2,574">
              <o:lock v:ext="edit"/>
              <v:shape id="_x0000_s1319" o:spid="_x0000_s1319" style="position:absolute;left:4581;top:4345;height:574;width:2;" filled="f" coordorigin="4581,4345" coordsize="0,574" path="m4581,4345l4581,4919e">
                <v:path arrowok="t"/>
                <v:fill on="f" focussize="0,0"/>
                <v:stroke weight="0.48pt"/>
                <v:imagedata o:title=""/>
                <o:lock v:ext="edit"/>
              </v:shape>
            </v:group>
            <v:group id="_x0000_s1320" o:spid="_x0000_s1320" o:spt="203" style="position:absolute;left:5040;top:4345;height:574;width:2;" coordorigin="5040,4345" coordsize="2,574">
              <o:lock v:ext="edit"/>
              <v:shape id="_x0000_s1321" o:spid="_x0000_s1321" style="position:absolute;left:5040;top:4345;height:574;width:2;" filled="f" coordorigin="5040,4345" coordsize="0,574" path="m5040,4345l5040,4919e">
                <v:path arrowok="t"/>
                <v:fill on="f" focussize="0,0"/>
                <v:stroke weight="0.48pt"/>
                <v:imagedata o:title=""/>
                <o:lock v:ext="edit"/>
              </v:shape>
            </v:group>
            <v:group id="_x0000_s1322" o:spid="_x0000_s1322" o:spt="203" style="position:absolute;left:5498;top:4345;height:574;width:2;" coordorigin="5498,4345" coordsize="2,574">
              <o:lock v:ext="edit"/>
              <v:shape id="_x0000_s1323" o:spid="_x0000_s1323" style="position:absolute;left:5498;top:4345;height:574;width:2;" filled="f" coordorigin="5498,4345" coordsize="0,574" path="m5498,4345l5498,4919e">
                <v:path arrowok="t"/>
                <v:fill on="f" focussize="0,0"/>
                <v:stroke weight="0.48pt"/>
                <v:imagedata o:title=""/>
                <o:lock v:ext="edit"/>
              </v:shape>
            </v:group>
            <v:group id="_x0000_s1324" o:spid="_x0000_s1324" o:spt="203" style="position:absolute;left:5956;top:4345;height:574;width:2;" coordorigin="5956,4345" coordsize="2,574">
              <o:lock v:ext="edit"/>
              <v:shape id="_x0000_s1325" o:spid="_x0000_s1325" style="position:absolute;left:5956;top:4345;height:574;width:2;" filled="f" coordorigin="5956,4345" coordsize="0,574" path="m5956,4345l5956,4919e">
                <v:path arrowok="t"/>
                <v:fill on="f" focussize="0,0"/>
                <v:stroke weight="0.48pt"/>
                <v:imagedata o:title=""/>
                <o:lock v:ext="edit"/>
              </v:shape>
            </v:group>
            <v:group id="_x0000_s1326" o:spid="_x0000_s1326" o:spt="203" style="position:absolute;left:6415;top:4345;height:574;width:2;" coordorigin="6415,4345" coordsize="2,574">
              <o:lock v:ext="edit"/>
              <v:shape id="_x0000_s1327" o:spid="_x0000_s1327" style="position:absolute;left:6415;top:4345;height:574;width:2;" filled="f" coordorigin="6415,4345" coordsize="0,574" path="m6415,4345l6415,4919e">
                <v:path arrowok="t"/>
                <v:fill on="f" focussize="0,0"/>
                <v:stroke weight="0.48pt"/>
                <v:imagedata o:title=""/>
                <o:lock v:ext="edit"/>
              </v:shape>
            </v:group>
            <v:group id="_x0000_s1328" o:spid="_x0000_s1328" o:spt="203" style="position:absolute;left:6873;top:4345;height:574;width:2;" coordorigin="6873,4345" coordsize="2,574">
              <o:lock v:ext="edit"/>
              <v:shape id="_x0000_s1329" o:spid="_x0000_s1329" style="position:absolute;left:6873;top:4345;height:574;width:2;" filled="f" coordorigin="6873,4345" coordsize="0,574" path="m6873,4345l6873,4919e">
                <v:path arrowok="t"/>
                <v:fill on="f" focussize="0,0"/>
                <v:stroke weight="0.48pt"/>
                <v:imagedata o:title=""/>
                <o:lock v:ext="edit"/>
              </v:shape>
            </v:group>
            <v:group id="_x0000_s1330" o:spid="_x0000_s1330" o:spt="203" style="position:absolute;left:7332;top:4345;height:574;width:2;" coordorigin="7332,4345" coordsize="2,574">
              <o:lock v:ext="edit"/>
              <v:shape id="_x0000_s1331" o:spid="_x0000_s1331" style="position:absolute;left:7332;top:4345;height:574;width:2;" filled="f" coordorigin="7332,4345" coordsize="0,574" path="m7332,4345l7332,4919e">
                <v:path arrowok="t"/>
                <v:fill on="f" focussize="0,0"/>
                <v:stroke weight="0.48pt"/>
                <v:imagedata o:title=""/>
                <o:lock v:ext="edit"/>
              </v:shape>
            </v:group>
            <v:group id="_x0000_s1332" o:spid="_x0000_s1332" o:spt="203" style="position:absolute;left:7790;top:4345;height:574;width:2;" coordorigin="7790,4345" coordsize="2,574">
              <o:lock v:ext="edit"/>
              <v:shape id="_x0000_s1333" o:spid="_x0000_s1333" style="position:absolute;left:7790;top:4345;height:574;width:2;" filled="f" coordorigin="7790,4345" coordsize="0,574" path="m7790,4345l7790,4919e">
                <v:path arrowok="t"/>
                <v:fill on="f" focussize="0,0"/>
                <v:stroke weight="0.48pt"/>
                <v:imagedata o:title=""/>
                <o:lock v:ext="edit"/>
              </v:shape>
            </v:group>
            <v:group id="_x0000_s1334" o:spid="_x0000_s1334" o:spt="203" style="position:absolute;left:8248;top:4345;height:574;width:2;" coordorigin="8248,4345" coordsize="2,574">
              <o:lock v:ext="edit"/>
              <v:shape id="_x0000_s1335" o:spid="_x0000_s1335" style="position:absolute;left:8248;top:4345;height:574;width:2;" filled="f" coordorigin="8248,4345" coordsize="0,574" path="m8248,4345l8248,4919e">
                <v:path arrowok="t"/>
                <v:fill on="f" focussize="0,0"/>
                <v:stroke weight="0.48pt"/>
                <v:imagedata o:title=""/>
                <o:lock v:ext="edit"/>
              </v:shape>
            </v:group>
            <v:group id="_x0000_s1336" o:spid="_x0000_s1336" o:spt="203" style="position:absolute;left:8707;top:4345;height:574;width:2;" coordorigin="8707,4345" coordsize="2,574">
              <o:lock v:ext="edit"/>
              <v:shape id="_x0000_s1337" o:spid="_x0000_s1337" style="position:absolute;left:8707;top:4345;height:574;width:2;" filled="f" coordorigin="8707,4345" coordsize="0,574" path="m8707,4345l8707,4919e">
                <v:path arrowok="t"/>
                <v:fill on="f" focussize="0,0"/>
                <v:stroke weight="0.48pt"/>
                <v:imagedata o:title=""/>
                <o:lock v:ext="edit"/>
              </v:shape>
            </v:group>
            <v:group id="_x0000_s1338" o:spid="_x0000_s1338" o:spt="203" style="position:absolute;left:5;top:4350;height:2;width:9170;" coordorigin="5,4350" coordsize="9170,2">
              <o:lock v:ext="edit"/>
              <v:shape id="_x0000_s1339" o:spid="_x0000_s1339" style="position:absolute;left:5;top:4350;height:2;width:9170;" filled="f" coordorigin="5,4350" coordsize="9170,0" path="m5,4350l9174,4350e">
                <v:path arrowok="t"/>
                <v:fill on="f" focussize="0,0"/>
                <v:stroke weight="0.48pt"/>
                <v:imagedata o:title=""/>
                <o:lock v:ext="edit"/>
              </v:shape>
            </v:group>
            <v:group id="_x0000_s1340" o:spid="_x0000_s1340" o:spt="203" style="position:absolute;left:9135;top:4919;height:245;width:2;" coordorigin="9135,4919" coordsize="2,245">
              <o:lock v:ext="edit"/>
              <v:shape id="_x0000_s1341" o:spid="_x0000_s1341" style="position:absolute;left:9135;top:4919;height:245;width:2;" filled="f" coordorigin="9135,4919" coordsize="0,245" path="m9135,4919l9135,5164e">
                <v:path arrowok="t"/>
                <v:fill on="f" focussize="0,0"/>
                <v:stroke weight="0.48pt"/>
                <v:imagedata o:title=""/>
                <o:lock v:ext="edit"/>
              </v:shape>
            </v:group>
            <v:group id="_x0000_s1342" o:spid="_x0000_s1342" o:spt="203" style="position:absolute;left:5;top:4924;height:2;width:9170;" coordorigin="5,4924" coordsize="9170,2">
              <o:lock v:ext="edit"/>
              <v:shape id="_x0000_s1343" o:spid="_x0000_s1343" style="position:absolute;left:5;top:4924;height:2;width:9170;" filled="f" coordorigin="5,4924" coordsize="9170,0" path="m5,4924l9174,4924e">
                <v:path arrowok="t"/>
                <v:fill on="f" focussize="0,0"/>
                <v:stroke weight="0.48pt"/>
                <v:imagedata o:title=""/>
                <o:lock v:ext="edit"/>
              </v:shape>
            </v:group>
            <v:group id="_x0000_s1344" o:spid="_x0000_s1344" o:spt="203" style="position:absolute;left:466;top:5164;height:574;width:2;" coordorigin="466,5164" coordsize="2,574">
              <o:lock v:ext="edit"/>
              <v:shape id="_x0000_s1345" o:spid="_x0000_s1345" style="position:absolute;left:466;top:5164;height:574;width:2;" filled="f" coordorigin="466,5164" coordsize="0,574" path="m466,5164l466,5738e">
                <v:path arrowok="t"/>
                <v:fill on="f" focussize="0,0"/>
                <v:stroke weight="0.48pt"/>
                <v:imagedata o:title=""/>
                <o:lock v:ext="edit"/>
              </v:shape>
            </v:group>
            <v:group id="_x0000_s1346" o:spid="_x0000_s1346" o:spt="203" style="position:absolute;left:924;top:5164;height:574;width:2;" coordorigin="924,5164" coordsize="2,574">
              <o:lock v:ext="edit"/>
              <v:shape id="_x0000_s1347" o:spid="_x0000_s1347" style="position:absolute;left:924;top:5164;height:574;width:2;" filled="f" coordorigin="924,5164" coordsize="0,574" path="m924,5164l924,5738e">
                <v:path arrowok="t"/>
                <v:fill on="f" focussize="0,0"/>
                <v:stroke weight="0.48pt"/>
                <v:imagedata o:title=""/>
                <o:lock v:ext="edit"/>
              </v:shape>
            </v:group>
            <v:group id="_x0000_s1348" o:spid="_x0000_s1348" o:spt="203" style="position:absolute;left:1380;top:5164;height:574;width:2;" coordorigin="1380,5164" coordsize="2,574">
              <o:lock v:ext="edit"/>
              <v:shape id="_x0000_s1349" o:spid="_x0000_s1349" style="position:absolute;left:1380;top:5164;height:574;width:2;" filled="f" coordorigin="1380,5164" coordsize="0,574" path="m1380,5164l1380,5738e">
                <v:path arrowok="t"/>
                <v:fill on="f" focussize="0,0"/>
                <v:stroke weight="0.48pt"/>
                <v:imagedata o:title=""/>
                <o:lock v:ext="edit"/>
              </v:shape>
            </v:group>
            <v:group id="_x0000_s1350" o:spid="_x0000_s1350" o:spt="203" style="position:absolute;left:1836;top:5164;height:574;width:2;" coordorigin="1836,5164" coordsize="2,574">
              <o:lock v:ext="edit"/>
              <v:shape id="_x0000_s1351" o:spid="_x0000_s1351" style="position:absolute;left:1836;top:5164;height:574;width:2;" filled="f" coordorigin="1836,5164" coordsize="0,574" path="m1836,5164l1836,5738e">
                <v:path arrowok="t"/>
                <v:fill on="f" focussize="0,0"/>
                <v:stroke weight="0.48pt"/>
                <v:imagedata o:title=""/>
                <o:lock v:ext="edit"/>
              </v:shape>
            </v:group>
            <v:group id="_x0000_s1352" o:spid="_x0000_s1352" o:spt="203" style="position:absolute;left:2294;top:5164;height:574;width:2;" coordorigin="2294,5164" coordsize="2,574">
              <o:lock v:ext="edit"/>
              <v:shape id="_x0000_s1353" o:spid="_x0000_s1353" style="position:absolute;left:2294;top:5164;height:574;width:2;" filled="f" coordorigin="2294,5164" coordsize="0,574" path="m2294,5164l2294,5738e">
                <v:path arrowok="t"/>
                <v:fill on="f" focussize="0,0"/>
                <v:stroke weight="0.48pt"/>
                <v:imagedata o:title=""/>
                <o:lock v:ext="edit"/>
              </v:shape>
            </v:group>
            <v:group id="_x0000_s1354" o:spid="_x0000_s1354" o:spt="203" style="position:absolute;left:2750;top:5164;height:574;width:2;" coordorigin="2750,5164" coordsize="2,574">
              <o:lock v:ext="edit"/>
              <v:shape id="_x0000_s1355" o:spid="_x0000_s1355" style="position:absolute;left:2750;top:5164;height:574;width:2;" filled="f" coordorigin="2750,5164" coordsize="0,574" path="m2750,5164l2750,5738e">
                <v:path arrowok="t"/>
                <v:fill on="f" focussize="0,0"/>
                <v:stroke weight="0.48pt"/>
                <v:imagedata o:title=""/>
                <o:lock v:ext="edit"/>
              </v:shape>
            </v:group>
            <v:group id="_x0000_s1356" o:spid="_x0000_s1356" o:spt="203" style="position:absolute;left:3207;top:5164;height:574;width:2;" coordorigin="3207,5164" coordsize="2,574">
              <o:lock v:ext="edit"/>
              <v:shape id="_x0000_s1357" o:spid="_x0000_s1357" style="position:absolute;left:3207;top:5164;height:574;width:2;" filled="f" coordorigin="3207,5164" coordsize="0,574" path="m3207,5164l3207,5738e">
                <v:path arrowok="t"/>
                <v:fill on="f" focussize="0,0"/>
                <v:stroke weight="0.48pt"/>
                <v:imagedata o:title=""/>
                <o:lock v:ext="edit"/>
              </v:shape>
            </v:group>
            <v:group id="_x0000_s1358" o:spid="_x0000_s1358" o:spt="203" style="position:absolute;left:3665;top:5164;height:574;width:2;" coordorigin="3665,5164" coordsize="2,574">
              <o:lock v:ext="edit"/>
              <v:shape id="_x0000_s1359" o:spid="_x0000_s1359" style="position:absolute;left:3665;top:5164;height:574;width:2;" filled="f" coordorigin="3665,5164" coordsize="0,574" path="m3665,5164l3665,5738e">
                <v:path arrowok="t"/>
                <v:fill on="f" focussize="0,0"/>
                <v:stroke weight="0.48pt"/>
                <v:imagedata o:title=""/>
                <o:lock v:ext="edit"/>
              </v:shape>
            </v:group>
            <v:group id="_x0000_s1360" o:spid="_x0000_s1360" o:spt="203" style="position:absolute;left:4123;top:5164;height:574;width:2;" coordorigin="4123,5164" coordsize="2,574">
              <o:lock v:ext="edit"/>
              <v:shape id="_x0000_s1361" o:spid="_x0000_s1361" style="position:absolute;left:4123;top:5164;height:574;width:2;" filled="f" coordorigin="4123,5164" coordsize="0,574" path="m4123,5164l4123,5738e">
                <v:path arrowok="t"/>
                <v:fill on="f" focussize="0,0"/>
                <v:stroke weight="0.48pt"/>
                <v:imagedata o:title=""/>
                <o:lock v:ext="edit"/>
              </v:shape>
            </v:group>
            <v:group id="_x0000_s1362" o:spid="_x0000_s1362" o:spt="203" style="position:absolute;left:4581;top:5164;height:574;width:2;" coordorigin="4581,5164" coordsize="2,574">
              <o:lock v:ext="edit"/>
              <v:shape id="_x0000_s1363" o:spid="_x0000_s1363" style="position:absolute;left:4581;top:5164;height:574;width:2;" filled="f" coordorigin="4581,5164" coordsize="0,574" path="m4581,5164l4581,5738e">
                <v:path arrowok="t"/>
                <v:fill on="f" focussize="0,0"/>
                <v:stroke weight="0.48pt"/>
                <v:imagedata o:title=""/>
                <o:lock v:ext="edit"/>
              </v:shape>
            </v:group>
            <v:group id="_x0000_s1364" o:spid="_x0000_s1364" o:spt="203" style="position:absolute;left:5040;top:5164;height:574;width:2;" coordorigin="5040,5164" coordsize="2,574">
              <o:lock v:ext="edit"/>
              <v:shape id="_x0000_s1365" o:spid="_x0000_s1365" style="position:absolute;left:5040;top:5164;height:574;width:2;" filled="f" coordorigin="5040,5164" coordsize="0,574" path="m5040,5164l5040,5738e">
                <v:path arrowok="t"/>
                <v:fill on="f" focussize="0,0"/>
                <v:stroke weight="0.48pt"/>
                <v:imagedata o:title=""/>
                <o:lock v:ext="edit"/>
              </v:shape>
            </v:group>
            <v:group id="_x0000_s1366" o:spid="_x0000_s1366" o:spt="203" style="position:absolute;left:5498;top:5164;height:574;width:2;" coordorigin="5498,5164" coordsize="2,574">
              <o:lock v:ext="edit"/>
              <v:shape id="_x0000_s1367" o:spid="_x0000_s1367" style="position:absolute;left:5498;top:5164;height:574;width:2;" filled="f" coordorigin="5498,5164" coordsize="0,574" path="m5498,5164l5498,5738e">
                <v:path arrowok="t"/>
                <v:fill on="f" focussize="0,0"/>
                <v:stroke weight="0.48pt"/>
                <v:imagedata o:title=""/>
                <o:lock v:ext="edit"/>
              </v:shape>
            </v:group>
            <v:group id="_x0000_s1368" o:spid="_x0000_s1368" o:spt="203" style="position:absolute;left:5956;top:5164;height:574;width:2;" coordorigin="5956,5164" coordsize="2,574">
              <o:lock v:ext="edit"/>
              <v:shape id="_x0000_s1369" o:spid="_x0000_s1369" style="position:absolute;left:5956;top:5164;height:574;width:2;" filled="f" coordorigin="5956,5164" coordsize="0,574" path="m5956,5164l5956,5738e">
                <v:path arrowok="t"/>
                <v:fill on="f" focussize="0,0"/>
                <v:stroke weight="0.48pt"/>
                <v:imagedata o:title=""/>
                <o:lock v:ext="edit"/>
              </v:shape>
            </v:group>
            <v:group id="_x0000_s1370" o:spid="_x0000_s1370" o:spt="203" style="position:absolute;left:6415;top:5164;height:574;width:2;" coordorigin="6415,5164" coordsize="2,574">
              <o:lock v:ext="edit"/>
              <v:shape id="_x0000_s1371" o:spid="_x0000_s1371" style="position:absolute;left:6415;top:5164;height:574;width:2;" filled="f" coordorigin="6415,5164" coordsize="0,574" path="m6415,5164l6415,5738e">
                <v:path arrowok="t"/>
                <v:fill on="f" focussize="0,0"/>
                <v:stroke weight="0.48pt"/>
                <v:imagedata o:title=""/>
                <o:lock v:ext="edit"/>
              </v:shape>
            </v:group>
            <v:group id="_x0000_s1372" o:spid="_x0000_s1372" o:spt="203" style="position:absolute;left:6873;top:5164;height:574;width:2;" coordorigin="6873,5164" coordsize="2,574">
              <o:lock v:ext="edit"/>
              <v:shape id="_x0000_s1373" o:spid="_x0000_s1373" style="position:absolute;left:6873;top:5164;height:574;width:2;" filled="f" coordorigin="6873,5164" coordsize="0,574" path="m6873,5164l6873,5738e">
                <v:path arrowok="t"/>
                <v:fill on="f" focussize="0,0"/>
                <v:stroke weight="0.48pt"/>
                <v:imagedata o:title=""/>
                <o:lock v:ext="edit"/>
              </v:shape>
            </v:group>
            <v:group id="_x0000_s1374" o:spid="_x0000_s1374" o:spt="203" style="position:absolute;left:7332;top:5164;height:574;width:2;" coordorigin="7332,5164" coordsize="2,574">
              <o:lock v:ext="edit"/>
              <v:shape id="_x0000_s1375" o:spid="_x0000_s1375" style="position:absolute;left:7332;top:5164;height:574;width:2;" filled="f" coordorigin="7332,5164" coordsize="0,574" path="m7332,5164l7332,5738e">
                <v:path arrowok="t"/>
                <v:fill on="f" focussize="0,0"/>
                <v:stroke weight="0.48pt"/>
                <v:imagedata o:title=""/>
                <o:lock v:ext="edit"/>
              </v:shape>
            </v:group>
            <v:group id="_x0000_s1376" o:spid="_x0000_s1376" o:spt="203" style="position:absolute;left:7790;top:5164;height:574;width:2;" coordorigin="7790,5164" coordsize="2,574">
              <o:lock v:ext="edit"/>
              <v:shape id="_x0000_s1377" o:spid="_x0000_s1377" style="position:absolute;left:7790;top:5164;height:574;width:2;" filled="f" coordorigin="7790,5164" coordsize="0,574" path="m7790,5164l7790,5738e">
                <v:path arrowok="t"/>
                <v:fill on="f" focussize="0,0"/>
                <v:stroke weight="0.48pt"/>
                <v:imagedata o:title=""/>
                <o:lock v:ext="edit"/>
              </v:shape>
            </v:group>
            <v:group id="_x0000_s1378" o:spid="_x0000_s1378" o:spt="203" style="position:absolute;left:8248;top:5164;height:574;width:2;" coordorigin="8248,5164" coordsize="2,574">
              <o:lock v:ext="edit"/>
              <v:shape id="_x0000_s1379" o:spid="_x0000_s1379" style="position:absolute;left:8248;top:5164;height:574;width:2;" filled="f" coordorigin="8248,5164" coordsize="0,574" path="m8248,5164l8248,5738e">
                <v:path arrowok="t"/>
                <v:fill on="f" focussize="0,0"/>
                <v:stroke weight="0.48pt"/>
                <v:imagedata o:title=""/>
                <o:lock v:ext="edit"/>
              </v:shape>
            </v:group>
            <v:group id="_x0000_s1380" o:spid="_x0000_s1380" o:spt="203" style="position:absolute;left:8707;top:5164;height:574;width:2;" coordorigin="8707,5164" coordsize="2,574">
              <o:lock v:ext="edit"/>
              <v:shape id="_x0000_s1381" o:spid="_x0000_s1381" style="position:absolute;left:8707;top:5164;height:574;width:2;" filled="f" coordorigin="8707,5164" coordsize="0,574" path="m8707,5164l8707,5738e">
                <v:path arrowok="t"/>
                <v:fill on="f" focussize="0,0"/>
                <v:stroke weight="0.48pt"/>
                <v:imagedata o:title=""/>
                <o:lock v:ext="edit"/>
              </v:shape>
            </v:group>
            <v:group id="_x0000_s1382" o:spid="_x0000_s1382" o:spt="203" style="position:absolute;left:5;top:5169;height:2;width:9170;" coordorigin="5,5169" coordsize="9170,2">
              <o:lock v:ext="edit"/>
              <v:shape id="_x0000_s1383" o:spid="_x0000_s1383" style="position:absolute;left:5;top:5169;height:2;width:9170;" filled="f" coordorigin="5,5169" coordsize="9170,0" path="m5,5169l9174,5169e">
                <v:path arrowok="t"/>
                <v:fill on="f" focussize="0,0"/>
                <v:stroke weight="0.48pt"/>
                <v:imagedata o:title=""/>
                <o:lock v:ext="edit"/>
              </v:shape>
            </v:group>
            <v:group id="_x0000_s1384" o:spid="_x0000_s1384" o:spt="203" style="position:absolute;left:9135;top:5738;height:245;width:2;" coordorigin="9135,5738" coordsize="2,245">
              <o:lock v:ext="edit"/>
              <v:shape id="_x0000_s1385" o:spid="_x0000_s1385" style="position:absolute;left:9135;top:5738;height:245;width:2;" filled="f" coordorigin="9135,5738" coordsize="0,245" path="m9135,5738l9135,5983e">
                <v:path arrowok="t"/>
                <v:fill on="f" focussize="0,0"/>
                <v:stroke weight="0.48pt"/>
                <v:imagedata o:title=""/>
                <o:lock v:ext="edit"/>
              </v:shape>
            </v:group>
            <v:group id="_x0000_s1386" o:spid="_x0000_s1386" o:spt="203" style="position:absolute;left:5;top:5743;height:2;width:9170;" coordorigin="5,5743" coordsize="9170,2">
              <o:lock v:ext="edit"/>
              <v:shape id="_x0000_s1387" o:spid="_x0000_s1387" style="position:absolute;left:5;top:5743;height:2;width:9170;" filled="f" coordorigin="5,5743" coordsize="9170,0" path="m5,5743l9174,5743e">
                <v:path arrowok="t"/>
                <v:fill on="f" focussize="0,0"/>
                <v:stroke weight="0.48pt"/>
                <v:imagedata o:title=""/>
                <o:lock v:ext="edit"/>
              </v:shape>
            </v:group>
            <v:group id="_x0000_s1388" o:spid="_x0000_s1388" o:spt="203" style="position:absolute;left:466;top:5983;height:574;width:2;" coordorigin="466,5983" coordsize="2,574">
              <o:lock v:ext="edit"/>
              <v:shape id="_x0000_s1389" o:spid="_x0000_s1389" style="position:absolute;left:466;top:5983;height:574;width:2;" filled="f" coordorigin="466,5983" coordsize="0,574" path="m466,5983l466,6557e">
                <v:path arrowok="t"/>
                <v:fill on="f" focussize="0,0"/>
                <v:stroke weight="0.48pt"/>
                <v:imagedata o:title=""/>
                <o:lock v:ext="edit"/>
              </v:shape>
            </v:group>
            <v:group id="_x0000_s1390" o:spid="_x0000_s1390" o:spt="203" style="position:absolute;left:924;top:5983;height:574;width:2;" coordorigin="924,5983" coordsize="2,574">
              <o:lock v:ext="edit"/>
              <v:shape id="_x0000_s1391" o:spid="_x0000_s1391" style="position:absolute;left:924;top:5983;height:574;width:2;" filled="f" coordorigin="924,5983" coordsize="0,574" path="m924,5983l924,6557e">
                <v:path arrowok="t"/>
                <v:fill on="f" focussize="0,0"/>
                <v:stroke weight="0.48pt"/>
                <v:imagedata o:title=""/>
                <o:lock v:ext="edit"/>
              </v:shape>
            </v:group>
            <v:group id="_x0000_s1392" o:spid="_x0000_s1392" o:spt="203" style="position:absolute;left:1380;top:5983;height:574;width:2;" coordorigin="1380,5983" coordsize="2,574">
              <o:lock v:ext="edit"/>
              <v:shape id="_x0000_s1393" o:spid="_x0000_s1393" style="position:absolute;left:1380;top:5983;height:574;width:2;" filled="f" coordorigin="1380,5983" coordsize="0,574" path="m1380,5983l1380,6557e">
                <v:path arrowok="t"/>
                <v:fill on="f" focussize="0,0"/>
                <v:stroke weight="0.48pt"/>
                <v:imagedata o:title=""/>
                <o:lock v:ext="edit"/>
              </v:shape>
            </v:group>
            <v:group id="_x0000_s1394" o:spid="_x0000_s1394" o:spt="203" style="position:absolute;left:1836;top:5983;height:574;width:2;" coordorigin="1836,5983" coordsize="2,574">
              <o:lock v:ext="edit"/>
              <v:shape id="_x0000_s1395" o:spid="_x0000_s1395" style="position:absolute;left:1836;top:5983;height:574;width:2;" filled="f" coordorigin="1836,5983" coordsize="0,574" path="m1836,5983l1836,6557e">
                <v:path arrowok="t"/>
                <v:fill on="f" focussize="0,0"/>
                <v:stroke weight="0.48pt"/>
                <v:imagedata o:title=""/>
                <o:lock v:ext="edit"/>
              </v:shape>
            </v:group>
            <v:group id="_x0000_s1396" o:spid="_x0000_s1396" o:spt="203" style="position:absolute;left:2294;top:5983;height:574;width:2;" coordorigin="2294,5983" coordsize="2,574">
              <o:lock v:ext="edit"/>
              <v:shape id="_x0000_s1397" o:spid="_x0000_s1397" style="position:absolute;left:2294;top:5983;height:574;width:2;" filled="f" coordorigin="2294,5983" coordsize="0,574" path="m2294,5983l2294,6557e">
                <v:path arrowok="t"/>
                <v:fill on="f" focussize="0,0"/>
                <v:stroke weight="0.48pt"/>
                <v:imagedata o:title=""/>
                <o:lock v:ext="edit"/>
              </v:shape>
            </v:group>
            <v:group id="_x0000_s1398" o:spid="_x0000_s1398" o:spt="203" style="position:absolute;left:2750;top:5983;height:574;width:2;" coordorigin="2750,5983" coordsize="2,574">
              <o:lock v:ext="edit"/>
              <v:shape id="_x0000_s1399" o:spid="_x0000_s1399" style="position:absolute;left:2750;top:5983;height:574;width:2;" filled="f" coordorigin="2750,5983" coordsize="0,574" path="m2750,5983l2750,6557e">
                <v:path arrowok="t"/>
                <v:fill on="f" focussize="0,0"/>
                <v:stroke weight="0.48pt"/>
                <v:imagedata o:title=""/>
                <o:lock v:ext="edit"/>
              </v:shape>
            </v:group>
            <v:group id="_x0000_s1400" o:spid="_x0000_s1400" o:spt="203" style="position:absolute;left:3207;top:5983;height:574;width:2;" coordorigin="3207,5983" coordsize="2,574">
              <o:lock v:ext="edit"/>
              <v:shape id="_x0000_s1401" o:spid="_x0000_s1401" style="position:absolute;left:3207;top:5983;height:574;width:2;" filled="f" coordorigin="3207,5983" coordsize="0,574" path="m3207,5983l3207,6557e">
                <v:path arrowok="t"/>
                <v:fill on="f" focussize="0,0"/>
                <v:stroke weight="0.48pt"/>
                <v:imagedata o:title=""/>
                <o:lock v:ext="edit"/>
              </v:shape>
            </v:group>
            <v:group id="_x0000_s1402" o:spid="_x0000_s1402" o:spt="203" style="position:absolute;left:3665;top:5983;height:574;width:2;" coordorigin="3665,5983" coordsize="2,574">
              <o:lock v:ext="edit"/>
              <v:shape id="_x0000_s1403" o:spid="_x0000_s1403" style="position:absolute;left:3665;top:5983;height:574;width:2;" filled="f" coordorigin="3665,5983" coordsize="0,574" path="m3665,5983l3665,6557e">
                <v:path arrowok="t"/>
                <v:fill on="f" focussize="0,0"/>
                <v:stroke weight="0.48pt"/>
                <v:imagedata o:title=""/>
                <o:lock v:ext="edit"/>
              </v:shape>
            </v:group>
            <v:group id="_x0000_s1404" o:spid="_x0000_s1404" o:spt="203" style="position:absolute;left:4123;top:5983;height:574;width:2;" coordorigin="4123,5983" coordsize="2,574">
              <o:lock v:ext="edit"/>
              <v:shape id="_x0000_s1405" o:spid="_x0000_s1405" style="position:absolute;left:4123;top:5983;height:574;width:2;" filled="f" coordorigin="4123,5983" coordsize="0,574" path="m4123,5983l4123,6557e">
                <v:path arrowok="t"/>
                <v:fill on="f" focussize="0,0"/>
                <v:stroke weight="0.48pt"/>
                <v:imagedata o:title=""/>
                <o:lock v:ext="edit"/>
              </v:shape>
            </v:group>
            <v:group id="_x0000_s1406" o:spid="_x0000_s1406" o:spt="203" style="position:absolute;left:4581;top:5983;height:574;width:2;" coordorigin="4581,5983" coordsize="2,574">
              <o:lock v:ext="edit"/>
              <v:shape id="_x0000_s1407" o:spid="_x0000_s1407" style="position:absolute;left:4581;top:5983;height:574;width:2;" filled="f" coordorigin="4581,5983" coordsize="0,574" path="m4581,5983l4581,6557e">
                <v:path arrowok="t"/>
                <v:fill on="f" focussize="0,0"/>
                <v:stroke weight="0.48pt"/>
                <v:imagedata o:title=""/>
                <o:lock v:ext="edit"/>
              </v:shape>
            </v:group>
            <v:group id="_x0000_s1408" o:spid="_x0000_s1408" o:spt="203" style="position:absolute;left:5040;top:5983;height:574;width:2;" coordorigin="5040,5983" coordsize="2,574">
              <o:lock v:ext="edit"/>
              <v:shape id="_x0000_s1409" o:spid="_x0000_s1409" style="position:absolute;left:5040;top:5983;height:574;width:2;" filled="f" coordorigin="5040,5983" coordsize="0,574" path="m5040,5983l5040,6557e">
                <v:path arrowok="t"/>
                <v:fill on="f" focussize="0,0"/>
                <v:stroke weight="0.48pt"/>
                <v:imagedata o:title=""/>
                <o:lock v:ext="edit"/>
              </v:shape>
            </v:group>
            <v:group id="_x0000_s1410" o:spid="_x0000_s1410" o:spt="203" style="position:absolute;left:5498;top:5983;height:574;width:2;" coordorigin="5498,5983" coordsize="2,574">
              <o:lock v:ext="edit"/>
              <v:shape id="_x0000_s1411" o:spid="_x0000_s1411" style="position:absolute;left:5498;top:5983;height:574;width:2;" filled="f" coordorigin="5498,5983" coordsize="0,574" path="m5498,5983l5498,6557e">
                <v:path arrowok="t"/>
                <v:fill on="f" focussize="0,0"/>
                <v:stroke weight="0.48pt"/>
                <v:imagedata o:title=""/>
                <o:lock v:ext="edit"/>
              </v:shape>
            </v:group>
            <v:group id="_x0000_s1412" o:spid="_x0000_s1412" o:spt="203" style="position:absolute;left:5956;top:5983;height:574;width:2;" coordorigin="5956,5983" coordsize="2,574">
              <o:lock v:ext="edit"/>
              <v:shape id="_x0000_s1413" o:spid="_x0000_s1413" style="position:absolute;left:5956;top:5983;height:574;width:2;" filled="f" coordorigin="5956,5983" coordsize="0,574" path="m5956,5983l5956,6557e">
                <v:path arrowok="t"/>
                <v:fill on="f" focussize="0,0"/>
                <v:stroke weight="0.48pt"/>
                <v:imagedata o:title=""/>
                <o:lock v:ext="edit"/>
              </v:shape>
            </v:group>
            <v:group id="_x0000_s1414" o:spid="_x0000_s1414" o:spt="203" style="position:absolute;left:6415;top:5983;height:574;width:2;" coordorigin="6415,5983" coordsize="2,574">
              <o:lock v:ext="edit"/>
              <v:shape id="_x0000_s1415" o:spid="_x0000_s1415" style="position:absolute;left:6415;top:5983;height:574;width:2;" filled="f" coordorigin="6415,5983" coordsize="0,574" path="m6415,5983l6415,6557e">
                <v:path arrowok="t"/>
                <v:fill on="f" focussize="0,0"/>
                <v:stroke weight="0.48pt"/>
                <v:imagedata o:title=""/>
                <o:lock v:ext="edit"/>
              </v:shape>
            </v:group>
            <v:group id="_x0000_s1416" o:spid="_x0000_s1416" o:spt="203" style="position:absolute;left:6873;top:5983;height:574;width:2;" coordorigin="6873,5983" coordsize="2,574">
              <o:lock v:ext="edit"/>
              <v:shape id="_x0000_s1417" o:spid="_x0000_s1417" style="position:absolute;left:6873;top:5983;height:574;width:2;" filled="f" coordorigin="6873,5983" coordsize="0,574" path="m6873,5983l6873,6557e">
                <v:path arrowok="t"/>
                <v:fill on="f" focussize="0,0"/>
                <v:stroke weight="0.48pt"/>
                <v:imagedata o:title=""/>
                <o:lock v:ext="edit"/>
              </v:shape>
            </v:group>
            <v:group id="_x0000_s1418" o:spid="_x0000_s1418" o:spt="203" style="position:absolute;left:7332;top:5983;height:574;width:2;" coordorigin="7332,5983" coordsize="2,574">
              <o:lock v:ext="edit"/>
              <v:shape id="_x0000_s1419" o:spid="_x0000_s1419" style="position:absolute;left:7332;top:5983;height:574;width:2;" filled="f" coordorigin="7332,5983" coordsize="0,574" path="m7332,5983l7332,6557e">
                <v:path arrowok="t"/>
                <v:fill on="f" focussize="0,0"/>
                <v:stroke weight="0.48pt"/>
                <v:imagedata o:title=""/>
                <o:lock v:ext="edit"/>
              </v:shape>
            </v:group>
            <v:group id="_x0000_s1420" o:spid="_x0000_s1420" o:spt="203" style="position:absolute;left:7790;top:5983;height:574;width:2;" coordorigin="7790,5983" coordsize="2,574">
              <o:lock v:ext="edit"/>
              <v:shape id="_x0000_s1421" o:spid="_x0000_s1421" style="position:absolute;left:7790;top:5983;height:574;width:2;" filled="f" coordorigin="7790,5983" coordsize="0,574" path="m7790,5983l7790,6557e">
                <v:path arrowok="t"/>
                <v:fill on="f" focussize="0,0"/>
                <v:stroke weight="0.48pt"/>
                <v:imagedata o:title=""/>
                <o:lock v:ext="edit"/>
              </v:shape>
            </v:group>
            <v:group id="_x0000_s1422" o:spid="_x0000_s1422" o:spt="203" style="position:absolute;left:8248;top:5983;height:574;width:2;" coordorigin="8248,5983" coordsize="2,574">
              <o:lock v:ext="edit"/>
              <v:shape id="_x0000_s1423" o:spid="_x0000_s1423" style="position:absolute;left:8248;top:5983;height:574;width:2;" filled="f" coordorigin="8248,5983" coordsize="0,574" path="m8248,5983l8248,6557e">
                <v:path arrowok="t"/>
                <v:fill on="f" focussize="0,0"/>
                <v:stroke weight="0.48pt"/>
                <v:imagedata o:title=""/>
                <o:lock v:ext="edit"/>
              </v:shape>
            </v:group>
            <v:group id="_x0000_s1424" o:spid="_x0000_s1424" o:spt="203" style="position:absolute;left:8707;top:5983;height:574;width:2;" coordorigin="8707,5983" coordsize="2,574">
              <o:lock v:ext="edit"/>
              <v:shape id="_x0000_s1425" o:spid="_x0000_s1425" style="position:absolute;left:8707;top:5983;height:574;width:2;" filled="f" coordorigin="8707,5983" coordsize="0,574" path="m8707,5983l8707,6557e">
                <v:path arrowok="t"/>
                <v:fill on="f" focussize="0,0"/>
                <v:stroke weight="0.48pt"/>
                <v:imagedata o:title=""/>
                <o:lock v:ext="edit"/>
              </v:shape>
            </v:group>
            <v:group id="_x0000_s1426" o:spid="_x0000_s1426" o:spt="203" style="position:absolute;left:5;top:5988;height:2;width:9170;" coordorigin="5,5988" coordsize="9170,2">
              <o:lock v:ext="edit"/>
              <v:shape id="_x0000_s1427" o:spid="_x0000_s1427" style="position:absolute;left:5;top:5988;height:2;width:9170;" filled="f" coordorigin="5,5988" coordsize="9170,0" path="m5,5988l9174,5988e">
                <v:path arrowok="t"/>
                <v:fill on="f" focussize="0,0"/>
                <v:stroke weight="0.48pt"/>
                <v:imagedata o:title=""/>
                <o:lock v:ext="edit"/>
              </v:shape>
            </v:group>
            <v:group id="_x0000_s1428" o:spid="_x0000_s1428" o:spt="203" style="position:absolute;left:5;top:6562;height:2;width:9170;" coordorigin="5,6562" coordsize="9170,2">
              <o:lock v:ext="edit"/>
              <v:shape id="_x0000_s1429" o:spid="_x0000_s1429" style="position:absolute;left:5;top:6562;height:2;width:9170;" filled="f" coordorigin="5,6562" coordsize="9170,0" path="m5,6562l9174,6562e">
                <v:path arrowok="t"/>
                <v:fill on="f" focussize="0,0"/>
                <v:stroke weight="0.48pt"/>
                <v:imagedata o:title=""/>
                <o:lock v:ext="edit"/>
              </v:shape>
            </v:group>
            <v:group id="_x0000_s1430" o:spid="_x0000_s1430" o:spt="203" style="position:absolute;left:466;top:6802;height:574;width:2;" coordorigin="466,6802" coordsize="2,574">
              <o:lock v:ext="edit"/>
              <v:shape id="_x0000_s1431" o:spid="_x0000_s1431" style="position:absolute;left:466;top:6802;height:574;width:2;" filled="f" coordorigin="466,6802" coordsize="0,574" path="m466,6802l466,7376e">
                <v:path arrowok="t"/>
                <v:fill on="f" focussize="0,0"/>
                <v:stroke weight="0.48pt"/>
                <v:imagedata o:title=""/>
                <o:lock v:ext="edit"/>
              </v:shape>
            </v:group>
            <v:group id="_x0000_s1432" o:spid="_x0000_s1432" o:spt="203" style="position:absolute;left:924;top:6802;height:574;width:2;" coordorigin="924,6802" coordsize="2,574">
              <o:lock v:ext="edit"/>
              <v:shape id="_x0000_s1433" o:spid="_x0000_s1433" style="position:absolute;left:924;top:6802;height:574;width:2;" filled="f" coordorigin="924,6802" coordsize="0,574" path="m924,6802l924,7376e">
                <v:path arrowok="t"/>
                <v:fill on="f" focussize="0,0"/>
                <v:stroke weight="0.48pt"/>
                <v:imagedata o:title=""/>
                <o:lock v:ext="edit"/>
              </v:shape>
            </v:group>
            <v:group id="_x0000_s1434" o:spid="_x0000_s1434" o:spt="203" style="position:absolute;left:1380;top:6802;height:574;width:2;" coordorigin="1380,6802" coordsize="2,574">
              <o:lock v:ext="edit"/>
              <v:shape id="_x0000_s1435" o:spid="_x0000_s1435" style="position:absolute;left:1380;top:6802;height:574;width:2;" filled="f" coordorigin="1380,6802" coordsize="0,574" path="m1380,6802l1380,7376e">
                <v:path arrowok="t"/>
                <v:fill on="f" focussize="0,0"/>
                <v:stroke weight="0.48pt"/>
                <v:imagedata o:title=""/>
                <o:lock v:ext="edit"/>
              </v:shape>
            </v:group>
            <v:group id="_x0000_s1436" o:spid="_x0000_s1436" o:spt="203" style="position:absolute;left:1836;top:6802;height:574;width:2;" coordorigin="1836,6802" coordsize="2,574">
              <o:lock v:ext="edit"/>
              <v:shape id="_x0000_s1437" o:spid="_x0000_s1437" style="position:absolute;left:1836;top:6802;height:574;width:2;" filled="f" coordorigin="1836,6802" coordsize="0,574" path="m1836,6802l1836,7376e">
                <v:path arrowok="t"/>
                <v:fill on="f" focussize="0,0"/>
                <v:stroke weight="0.48pt"/>
                <v:imagedata o:title=""/>
                <o:lock v:ext="edit"/>
              </v:shape>
            </v:group>
            <v:group id="_x0000_s1438" o:spid="_x0000_s1438" o:spt="203" style="position:absolute;left:2294;top:6802;height:574;width:2;" coordorigin="2294,6802" coordsize="2,574">
              <o:lock v:ext="edit"/>
              <v:shape id="_x0000_s1439" o:spid="_x0000_s1439" style="position:absolute;left:2294;top:6802;height:574;width:2;" filled="f" coordorigin="2294,6802" coordsize="0,574" path="m2294,6802l2294,7376e">
                <v:path arrowok="t"/>
                <v:fill on="f" focussize="0,0"/>
                <v:stroke weight="0.48pt"/>
                <v:imagedata o:title=""/>
                <o:lock v:ext="edit"/>
              </v:shape>
            </v:group>
            <v:group id="_x0000_s1440" o:spid="_x0000_s1440" o:spt="203" style="position:absolute;left:2750;top:6802;height:574;width:2;" coordorigin="2750,6802" coordsize="2,574">
              <o:lock v:ext="edit"/>
              <v:shape id="_x0000_s1441" o:spid="_x0000_s1441" style="position:absolute;left:2750;top:6802;height:574;width:2;" filled="f" coordorigin="2750,6802" coordsize="0,574" path="m2750,6802l2750,7376e">
                <v:path arrowok="t"/>
                <v:fill on="f" focussize="0,0"/>
                <v:stroke weight="0.48pt"/>
                <v:imagedata o:title=""/>
                <o:lock v:ext="edit"/>
              </v:shape>
            </v:group>
            <v:group id="_x0000_s1442" o:spid="_x0000_s1442" o:spt="203" style="position:absolute;left:3207;top:6802;height:574;width:2;" coordorigin="3207,6802" coordsize="2,574">
              <o:lock v:ext="edit"/>
              <v:shape id="_x0000_s1443" o:spid="_x0000_s1443" style="position:absolute;left:3207;top:6802;height:574;width:2;" filled="f" coordorigin="3207,6802" coordsize="0,574" path="m3207,6802l3207,7376e">
                <v:path arrowok="t"/>
                <v:fill on="f" focussize="0,0"/>
                <v:stroke weight="0.48pt"/>
                <v:imagedata o:title=""/>
                <o:lock v:ext="edit"/>
              </v:shape>
            </v:group>
            <v:group id="_x0000_s1444" o:spid="_x0000_s1444" o:spt="203" style="position:absolute;left:3665;top:6802;height:574;width:2;" coordorigin="3665,6802" coordsize="2,574">
              <o:lock v:ext="edit"/>
              <v:shape id="_x0000_s1445" o:spid="_x0000_s1445" style="position:absolute;left:3665;top:6802;height:574;width:2;" filled="f" coordorigin="3665,6802" coordsize="0,574" path="m3665,6802l3665,7376e">
                <v:path arrowok="t"/>
                <v:fill on="f" focussize="0,0"/>
                <v:stroke weight="0.48pt"/>
                <v:imagedata o:title=""/>
                <o:lock v:ext="edit"/>
              </v:shape>
            </v:group>
            <v:group id="_x0000_s1446" o:spid="_x0000_s1446" o:spt="203" style="position:absolute;left:4123;top:6802;height:574;width:2;" coordorigin="4123,6802" coordsize="2,574">
              <o:lock v:ext="edit"/>
              <v:shape id="_x0000_s1447" o:spid="_x0000_s1447" style="position:absolute;left:4123;top:6802;height:574;width:2;" filled="f" coordorigin="4123,6802" coordsize="0,574" path="m4123,6802l4123,7376e">
                <v:path arrowok="t"/>
                <v:fill on="f" focussize="0,0"/>
                <v:stroke weight="0.48pt"/>
                <v:imagedata o:title=""/>
                <o:lock v:ext="edit"/>
              </v:shape>
            </v:group>
            <v:group id="_x0000_s1448" o:spid="_x0000_s1448" o:spt="203" style="position:absolute;left:4581;top:6802;height:574;width:2;" coordorigin="4581,6802" coordsize="2,574">
              <o:lock v:ext="edit"/>
              <v:shape id="_x0000_s1449" o:spid="_x0000_s1449" style="position:absolute;left:4581;top:6802;height:574;width:2;" filled="f" coordorigin="4581,6802" coordsize="0,574" path="m4581,6802l4581,7376e">
                <v:path arrowok="t"/>
                <v:fill on="f" focussize="0,0"/>
                <v:stroke weight="0.48pt"/>
                <v:imagedata o:title=""/>
                <o:lock v:ext="edit"/>
              </v:shape>
            </v:group>
            <v:group id="_x0000_s1450" o:spid="_x0000_s1450" o:spt="203" style="position:absolute;left:5040;top:6802;height:574;width:2;" coordorigin="5040,6802" coordsize="2,574">
              <o:lock v:ext="edit"/>
              <v:shape id="_x0000_s1451" o:spid="_x0000_s1451" style="position:absolute;left:5040;top:6802;height:574;width:2;" filled="f" coordorigin="5040,6802" coordsize="0,574" path="m5040,6802l5040,7376e">
                <v:path arrowok="t"/>
                <v:fill on="f" focussize="0,0"/>
                <v:stroke weight="0.48pt"/>
                <v:imagedata o:title=""/>
                <o:lock v:ext="edit"/>
              </v:shape>
            </v:group>
            <v:group id="_x0000_s1452" o:spid="_x0000_s1452" o:spt="203" style="position:absolute;left:5498;top:6802;height:574;width:2;" coordorigin="5498,6802" coordsize="2,574">
              <o:lock v:ext="edit"/>
              <v:shape id="_x0000_s1453" o:spid="_x0000_s1453" style="position:absolute;left:5498;top:6802;height:574;width:2;" filled="f" coordorigin="5498,6802" coordsize="0,574" path="m5498,6802l5498,7376e">
                <v:path arrowok="t"/>
                <v:fill on="f" focussize="0,0"/>
                <v:stroke weight="0.48pt"/>
                <v:imagedata o:title=""/>
                <o:lock v:ext="edit"/>
              </v:shape>
            </v:group>
            <v:group id="_x0000_s1454" o:spid="_x0000_s1454" o:spt="203" style="position:absolute;left:5956;top:6802;height:574;width:2;" coordorigin="5956,6802" coordsize="2,574">
              <o:lock v:ext="edit"/>
              <v:shape id="_x0000_s1455" o:spid="_x0000_s1455" style="position:absolute;left:5956;top:6802;height:574;width:2;" filled="f" coordorigin="5956,6802" coordsize="0,574" path="m5956,6802l5956,7376e">
                <v:path arrowok="t"/>
                <v:fill on="f" focussize="0,0"/>
                <v:stroke weight="0.48pt"/>
                <v:imagedata o:title=""/>
                <o:lock v:ext="edit"/>
              </v:shape>
            </v:group>
            <v:group id="_x0000_s1456" o:spid="_x0000_s1456" o:spt="203" style="position:absolute;left:6415;top:6802;height:574;width:2;" coordorigin="6415,6802" coordsize="2,574">
              <o:lock v:ext="edit"/>
              <v:shape id="_x0000_s1457" o:spid="_x0000_s1457" style="position:absolute;left:6415;top:6802;height:574;width:2;" filled="f" coordorigin="6415,6802" coordsize="0,574" path="m6415,6802l6415,7376e">
                <v:path arrowok="t"/>
                <v:fill on="f" focussize="0,0"/>
                <v:stroke weight="0.48pt"/>
                <v:imagedata o:title=""/>
                <o:lock v:ext="edit"/>
              </v:shape>
            </v:group>
            <v:group id="_x0000_s1458" o:spid="_x0000_s1458" o:spt="203" style="position:absolute;left:6873;top:6802;height:574;width:2;" coordorigin="6873,6802" coordsize="2,574">
              <o:lock v:ext="edit"/>
              <v:shape id="_x0000_s1459" o:spid="_x0000_s1459" style="position:absolute;left:6873;top:6802;height:574;width:2;" filled="f" coordorigin="6873,6802" coordsize="0,574" path="m6873,6802l6873,7376e">
                <v:path arrowok="t"/>
                <v:fill on="f" focussize="0,0"/>
                <v:stroke weight="0.48pt"/>
                <v:imagedata o:title=""/>
                <o:lock v:ext="edit"/>
              </v:shape>
            </v:group>
            <v:group id="_x0000_s1460" o:spid="_x0000_s1460" o:spt="203" style="position:absolute;left:7332;top:6802;height:574;width:2;" coordorigin="7332,6802" coordsize="2,574">
              <o:lock v:ext="edit"/>
              <v:shape id="_x0000_s1461" o:spid="_x0000_s1461" style="position:absolute;left:7332;top:6802;height:574;width:2;" filled="f" coordorigin="7332,6802" coordsize="0,574" path="m7332,6802l7332,7376e">
                <v:path arrowok="t"/>
                <v:fill on="f" focussize="0,0"/>
                <v:stroke weight="0.48pt"/>
                <v:imagedata o:title=""/>
                <o:lock v:ext="edit"/>
              </v:shape>
            </v:group>
            <v:group id="_x0000_s1462" o:spid="_x0000_s1462" o:spt="203" style="position:absolute;left:7790;top:6802;height:574;width:2;" coordorigin="7790,6802" coordsize="2,574">
              <o:lock v:ext="edit"/>
              <v:shape id="_x0000_s1463" o:spid="_x0000_s1463" style="position:absolute;left:7790;top:6802;height:574;width:2;" filled="f" coordorigin="7790,6802" coordsize="0,574" path="m7790,6802l7790,7376e">
                <v:path arrowok="t"/>
                <v:fill on="f" focussize="0,0"/>
                <v:stroke weight="0.48pt"/>
                <v:imagedata o:title=""/>
                <o:lock v:ext="edit"/>
              </v:shape>
            </v:group>
            <v:group id="_x0000_s1464" o:spid="_x0000_s1464" o:spt="203" style="position:absolute;left:8248;top:6802;height:574;width:2;" coordorigin="8248,6802" coordsize="2,574">
              <o:lock v:ext="edit"/>
              <v:shape id="_x0000_s1465" o:spid="_x0000_s1465" style="position:absolute;left:8248;top:6802;height:574;width:2;" filled="f" coordorigin="8248,6802" coordsize="0,574" path="m8248,6802l8248,7376e">
                <v:path arrowok="t"/>
                <v:fill on="f" focussize="0,0"/>
                <v:stroke weight="0.48pt"/>
                <v:imagedata o:title=""/>
                <o:lock v:ext="edit"/>
              </v:shape>
            </v:group>
            <v:group id="_x0000_s1466" o:spid="_x0000_s1466" o:spt="203" style="position:absolute;left:8707;top:6802;height:574;width:2;" coordorigin="8707,6802" coordsize="2,574">
              <o:lock v:ext="edit"/>
              <v:shape id="_x0000_s1467" o:spid="_x0000_s1467" style="position:absolute;left:8707;top:6802;height:574;width:2;" filled="f" coordorigin="8707,6802" coordsize="0,574" path="m8707,6802l8707,7376e">
                <v:path arrowok="t"/>
                <v:fill on="f" focussize="0,0"/>
                <v:stroke weight="0.48pt"/>
                <v:imagedata o:title=""/>
                <o:lock v:ext="edit"/>
              </v:shape>
            </v:group>
            <v:group id="_x0000_s1468" o:spid="_x0000_s1468" o:spt="203" style="position:absolute;left:5;top:6807;height:2;width:9170;" coordorigin="5,6807" coordsize="9170,2">
              <o:lock v:ext="edit"/>
              <v:shape id="_x0000_s1469" o:spid="_x0000_s1469" style="position:absolute;left:5;top:6807;height:2;width:9170;" filled="f" coordorigin="5,6807" coordsize="9170,0" path="m5,6807l9174,6807e">
                <v:path arrowok="t"/>
                <v:fill on="f" focussize="0,0"/>
                <v:stroke weight="0.48pt"/>
                <v:imagedata o:title=""/>
                <o:lock v:ext="edit"/>
              </v:shape>
            </v:group>
            <v:group id="_x0000_s1470" o:spid="_x0000_s1470" o:spt="203" style="position:absolute;left:5;top:7381;height:2;width:9170;" coordorigin="5,7381" coordsize="9170,2">
              <o:lock v:ext="edit"/>
              <v:shape id="_x0000_s1471" o:spid="_x0000_s1471" style="position:absolute;left:5;top:7381;height:2;width:9170;" filled="f" coordorigin="5,7381" coordsize="9170,0" path="m5,7381l9174,7381e">
                <v:path arrowok="t"/>
                <v:fill on="f" focussize="0,0"/>
                <v:stroke weight="0.48pt"/>
                <v:imagedata o:title=""/>
                <o:lock v:ext="edit"/>
              </v:shape>
            </v:group>
            <v:group id="_x0000_s1472" o:spid="_x0000_s1472" o:spt="203" style="position:absolute;left:466;top:7621;height:574;width:2;" coordorigin="466,7621" coordsize="2,574">
              <o:lock v:ext="edit"/>
              <v:shape id="_x0000_s1473" o:spid="_x0000_s1473" style="position:absolute;left:466;top:7621;height:574;width:2;" filled="f" coordorigin="466,7621" coordsize="0,574" path="m466,7621l466,8195e">
                <v:path arrowok="t"/>
                <v:fill on="f" focussize="0,0"/>
                <v:stroke weight="0.48pt"/>
                <v:imagedata o:title=""/>
                <o:lock v:ext="edit"/>
              </v:shape>
            </v:group>
            <v:group id="_x0000_s1474" o:spid="_x0000_s1474" o:spt="203" style="position:absolute;left:924;top:7621;height:574;width:2;" coordorigin="924,7621" coordsize="2,574">
              <o:lock v:ext="edit"/>
              <v:shape id="_x0000_s1475" o:spid="_x0000_s1475" style="position:absolute;left:924;top:7621;height:574;width:2;" filled="f" coordorigin="924,7621" coordsize="0,574" path="m924,7621l924,8195e">
                <v:path arrowok="t"/>
                <v:fill on="f" focussize="0,0"/>
                <v:stroke weight="0.48pt"/>
                <v:imagedata o:title=""/>
                <o:lock v:ext="edit"/>
              </v:shape>
            </v:group>
            <v:group id="_x0000_s1476" o:spid="_x0000_s1476" o:spt="203" style="position:absolute;left:1380;top:7621;height:574;width:2;" coordorigin="1380,7621" coordsize="2,574">
              <o:lock v:ext="edit"/>
              <v:shape id="_x0000_s1477" o:spid="_x0000_s1477" style="position:absolute;left:1380;top:7621;height:574;width:2;" filled="f" coordorigin="1380,7621" coordsize="0,574" path="m1380,7621l1380,8195e">
                <v:path arrowok="t"/>
                <v:fill on="f" focussize="0,0"/>
                <v:stroke weight="0.48pt"/>
                <v:imagedata o:title=""/>
                <o:lock v:ext="edit"/>
              </v:shape>
            </v:group>
            <v:group id="_x0000_s1478" o:spid="_x0000_s1478" o:spt="203" style="position:absolute;left:1836;top:7621;height:574;width:2;" coordorigin="1836,7621" coordsize="2,574">
              <o:lock v:ext="edit"/>
              <v:shape id="_x0000_s1479" o:spid="_x0000_s1479" style="position:absolute;left:1836;top:7621;height:574;width:2;" filled="f" coordorigin="1836,7621" coordsize="0,574" path="m1836,7621l1836,8195e">
                <v:path arrowok="t"/>
                <v:fill on="f" focussize="0,0"/>
                <v:stroke weight="0.48pt"/>
                <v:imagedata o:title=""/>
                <o:lock v:ext="edit"/>
              </v:shape>
            </v:group>
            <v:group id="_x0000_s1480" o:spid="_x0000_s1480" o:spt="203" style="position:absolute;left:2294;top:7621;height:574;width:2;" coordorigin="2294,7621" coordsize="2,574">
              <o:lock v:ext="edit"/>
              <v:shape id="_x0000_s1481" o:spid="_x0000_s1481" style="position:absolute;left:2294;top:7621;height:574;width:2;" filled="f" coordorigin="2294,7621" coordsize="0,574" path="m2294,7621l2294,8195e">
                <v:path arrowok="t"/>
                <v:fill on="f" focussize="0,0"/>
                <v:stroke weight="0.48pt"/>
                <v:imagedata o:title=""/>
                <o:lock v:ext="edit"/>
              </v:shape>
            </v:group>
            <v:group id="_x0000_s1482" o:spid="_x0000_s1482" o:spt="203" style="position:absolute;left:2750;top:7621;height:574;width:2;" coordorigin="2750,7621" coordsize="2,574">
              <o:lock v:ext="edit"/>
              <v:shape id="_x0000_s1483" o:spid="_x0000_s1483" style="position:absolute;left:2750;top:7621;height:574;width:2;" filled="f" coordorigin="2750,7621" coordsize="0,574" path="m2750,7621l2750,8195e">
                <v:path arrowok="t"/>
                <v:fill on="f" focussize="0,0"/>
                <v:stroke weight="0.48pt"/>
                <v:imagedata o:title=""/>
                <o:lock v:ext="edit"/>
              </v:shape>
            </v:group>
            <v:group id="_x0000_s1484" o:spid="_x0000_s1484" o:spt="203" style="position:absolute;left:3207;top:7621;height:574;width:2;" coordorigin="3207,7621" coordsize="2,574">
              <o:lock v:ext="edit"/>
              <v:shape id="_x0000_s1485" o:spid="_x0000_s1485" style="position:absolute;left:3207;top:7621;height:574;width:2;" filled="f" coordorigin="3207,7621" coordsize="0,574" path="m3207,7621l3207,8195e">
                <v:path arrowok="t"/>
                <v:fill on="f" focussize="0,0"/>
                <v:stroke weight="0.48pt"/>
                <v:imagedata o:title=""/>
                <o:lock v:ext="edit"/>
              </v:shape>
            </v:group>
            <v:group id="_x0000_s1486" o:spid="_x0000_s1486" o:spt="203" style="position:absolute;left:3665;top:7621;height:574;width:2;" coordorigin="3665,7621" coordsize="2,574">
              <o:lock v:ext="edit"/>
              <v:shape id="_x0000_s1487" o:spid="_x0000_s1487" style="position:absolute;left:3665;top:7621;height:574;width:2;" filled="f" coordorigin="3665,7621" coordsize="0,574" path="m3665,7621l3665,8195e">
                <v:path arrowok="t"/>
                <v:fill on="f" focussize="0,0"/>
                <v:stroke weight="0.48pt"/>
                <v:imagedata o:title=""/>
                <o:lock v:ext="edit"/>
              </v:shape>
            </v:group>
            <v:group id="_x0000_s1488" o:spid="_x0000_s1488" o:spt="203" style="position:absolute;left:4123;top:7621;height:574;width:2;" coordorigin="4123,7621" coordsize="2,574">
              <o:lock v:ext="edit"/>
              <v:shape id="_x0000_s1489" o:spid="_x0000_s1489" style="position:absolute;left:4123;top:7621;height:574;width:2;" filled="f" coordorigin="4123,7621" coordsize="0,574" path="m4123,7621l4123,8195e">
                <v:path arrowok="t"/>
                <v:fill on="f" focussize="0,0"/>
                <v:stroke weight="0.48pt"/>
                <v:imagedata o:title=""/>
                <o:lock v:ext="edit"/>
              </v:shape>
            </v:group>
            <v:group id="_x0000_s1490" o:spid="_x0000_s1490" o:spt="203" style="position:absolute;left:4581;top:7621;height:574;width:2;" coordorigin="4581,7621" coordsize="2,574">
              <o:lock v:ext="edit"/>
              <v:shape id="_x0000_s1491" o:spid="_x0000_s1491" style="position:absolute;left:4581;top:7621;height:574;width:2;" filled="f" coordorigin="4581,7621" coordsize="0,574" path="m4581,7621l4581,8195e">
                <v:path arrowok="t"/>
                <v:fill on="f" focussize="0,0"/>
                <v:stroke weight="0.48pt"/>
                <v:imagedata o:title=""/>
                <o:lock v:ext="edit"/>
              </v:shape>
            </v:group>
            <v:group id="_x0000_s1492" o:spid="_x0000_s1492" o:spt="203" style="position:absolute;left:5040;top:7621;height:574;width:2;" coordorigin="5040,7621" coordsize="2,574">
              <o:lock v:ext="edit"/>
              <v:shape id="_x0000_s1493" o:spid="_x0000_s1493" style="position:absolute;left:5040;top:7621;height:574;width:2;" filled="f" coordorigin="5040,7621" coordsize="0,574" path="m5040,7621l5040,8195e">
                <v:path arrowok="t"/>
                <v:fill on="f" focussize="0,0"/>
                <v:stroke weight="0.48pt"/>
                <v:imagedata o:title=""/>
                <o:lock v:ext="edit"/>
              </v:shape>
            </v:group>
            <v:group id="_x0000_s1494" o:spid="_x0000_s1494" o:spt="203" style="position:absolute;left:5498;top:7621;height:574;width:2;" coordorigin="5498,7621" coordsize="2,574">
              <o:lock v:ext="edit"/>
              <v:shape id="_x0000_s1495" o:spid="_x0000_s1495" style="position:absolute;left:5498;top:7621;height:574;width:2;" filled="f" coordorigin="5498,7621" coordsize="0,574" path="m5498,7621l5498,8195e">
                <v:path arrowok="t"/>
                <v:fill on="f" focussize="0,0"/>
                <v:stroke weight="0.48pt"/>
                <v:imagedata o:title=""/>
                <o:lock v:ext="edit"/>
              </v:shape>
            </v:group>
            <v:group id="_x0000_s1496" o:spid="_x0000_s1496" o:spt="203" style="position:absolute;left:5956;top:7621;height:574;width:2;" coordorigin="5956,7621" coordsize="2,574">
              <o:lock v:ext="edit"/>
              <v:shape id="_x0000_s1497" o:spid="_x0000_s1497" style="position:absolute;left:5956;top:7621;height:574;width:2;" filled="f" coordorigin="5956,7621" coordsize="0,574" path="m5956,7621l5956,8195e">
                <v:path arrowok="t"/>
                <v:fill on="f" focussize="0,0"/>
                <v:stroke weight="0.48pt"/>
                <v:imagedata o:title=""/>
                <o:lock v:ext="edit"/>
              </v:shape>
            </v:group>
            <v:group id="_x0000_s1498" o:spid="_x0000_s1498" o:spt="203" style="position:absolute;left:6415;top:7621;height:574;width:2;" coordorigin="6415,7621" coordsize="2,574">
              <o:lock v:ext="edit"/>
              <v:shape id="_x0000_s1499" o:spid="_x0000_s1499" style="position:absolute;left:6415;top:7621;height:574;width:2;" filled="f" coordorigin="6415,7621" coordsize="0,574" path="m6415,7621l6415,8195e">
                <v:path arrowok="t"/>
                <v:fill on="f" focussize="0,0"/>
                <v:stroke weight="0.48pt"/>
                <v:imagedata o:title=""/>
                <o:lock v:ext="edit"/>
              </v:shape>
            </v:group>
            <v:group id="_x0000_s1500" o:spid="_x0000_s1500" o:spt="203" style="position:absolute;left:6873;top:7621;height:574;width:2;" coordorigin="6873,7621" coordsize="2,574">
              <o:lock v:ext="edit"/>
              <v:shape id="_x0000_s1501" o:spid="_x0000_s1501" style="position:absolute;left:6873;top:7621;height:574;width:2;" filled="f" coordorigin="6873,7621" coordsize="0,574" path="m6873,7621l6873,8195e">
                <v:path arrowok="t"/>
                <v:fill on="f" focussize="0,0"/>
                <v:stroke weight="0.48pt"/>
                <v:imagedata o:title=""/>
                <o:lock v:ext="edit"/>
              </v:shape>
            </v:group>
            <v:group id="_x0000_s1502" o:spid="_x0000_s1502" o:spt="203" style="position:absolute;left:7332;top:7621;height:574;width:2;" coordorigin="7332,7621" coordsize="2,574">
              <o:lock v:ext="edit"/>
              <v:shape id="_x0000_s1503" o:spid="_x0000_s1503" style="position:absolute;left:7332;top:7621;height:574;width:2;" filled="f" coordorigin="7332,7621" coordsize="0,574" path="m7332,7621l7332,8195e">
                <v:path arrowok="t"/>
                <v:fill on="f" focussize="0,0"/>
                <v:stroke weight="0.48pt"/>
                <v:imagedata o:title=""/>
                <o:lock v:ext="edit"/>
              </v:shape>
            </v:group>
            <v:group id="_x0000_s1504" o:spid="_x0000_s1504" o:spt="203" style="position:absolute;left:7790;top:7621;height:574;width:2;" coordorigin="7790,7621" coordsize="2,574">
              <o:lock v:ext="edit"/>
              <v:shape id="_x0000_s1505" o:spid="_x0000_s1505" style="position:absolute;left:7790;top:7621;height:574;width:2;" filled="f" coordorigin="7790,7621" coordsize="0,574" path="m7790,7621l7790,8195e">
                <v:path arrowok="t"/>
                <v:fill on="f" focussize="0,0"/>
                <v:stroke weight="0.48pt"/>
                <v:imagedata o:title=""/>
                <o:lock v:ext="edit"/>
              </v:shape>
            </v:group>
            <v:group id="_x0000_s1506" o:spid="_x0000_s1506" o:spt="203" style="position:absolute;left:8248;top:7621;height:574;width:2;" coordorigin="8248,7621" coordsize="2,574">
              <o:lock v:ext="edit"/>
              <v:shape id="_x0000_s1507" o:spid="_x0000_s1507" style="position:absolute;left:8248;top:7621;height:574;width:2;" filled="f" coordorigin="8248,7621" coordsize="0,574" path="m8248,7621l8248,8195e">
                <v:path arrowok="t"/>
                <v:fill on="f" focussize="0,0"/>
                <v:stroke weight="0.48pt"/>
                <v:imagedata o:title=""/>
                <o:lock v:ext="edit"/>
              </v:shape>
            </v:group>
            <v:group id="_x0000_s1508" o:spid="_x0000_s1508" o:spt="203" style="position:absolute;left:8707;top:7621;height:574;width:2;" coordorigin="8707,7621" coordsize="2,574">
              <o:lock v:ext="edit"/>
              <v:shape id="_x0000_s1509" o:spid="_x0000_s1509" style="position:absolute;left:8707;top:7621;height:574;width:2;" filled="f" coordorigin="8707,7621" coordsize="0,574" path="m8707,7621l8707,8195e">
                <v:path arrowok="t"/>
                <v:fill on="f" focussize="0,0"/>
                <v:stroke weight="0.48pt"/>
                <v:imagedata o:title=""/>
                <o:lock v:ext="edit"/>
              </v:shape>
            </v:group>
            <v:group id="_x0000_s1510" o:spid="_x0000_s1510" o:spt="203" style="position:absolute;left:5;top:7626;height:2;width:9170;" coordorigin="5,7626" coordsize="9170,2">
              <o:lock v:ext="edit"/>
              <v:shape id="_x0000_s1511" o:spid="_x0000_s1511" style="position:absolute;left:5;top:7626;height:2;width:9170;" filled="f" coordorigin="5,7626" coordsize="9170,0" path="m5,7626l9174,7626e">
                <v:path arrowok="t"/>
                <v:fill on="f" focussize="0,0"/>
                <v:stroke weight="0.48pt"/>
                <v:imagedata o:title=""/>
                <o:lock v:ext="edit"/>
              </v:shape>
            </v:group>
            <v:group id="_x0000_s1512" o:spid="_x0000_s1512" o:spt="203" style="position:absolute;left:5;top:8200;height:2;width:9170;" coordorigin="5,8200" coordsize="9170,2">
              <o:lock v:ext="edit"/>
              <v:shape id="_x0000_s1513" o:spid="_x0000_s1513" style="position:absolute;left:5;top:8200;height:2;width:9170;" filled="f" coordorigin="5,8200" coordsize="9170,0" path="m5,8200l9174,8200e">
                <v:path arrowok="t"/>
                <v:fill on="f" focussize="0,0"/>
                <v:stroke weight="0.48pt"/>
                <v:imagedata o:title=""/>
                <o:lock v:ext="edit"/>
              </v:shape>
            </v:group>
            <v:group id="_x0000_s1514" o:spid="_x0000_s1514" o:spt="203" style="position:absolute;left:466;top:8440;height:574;width:2;" coordorigin="466,8440" coordsize="2,574">
              <o:lock v:ext="edit"/>
              <v:shape id="_x0000_s1515" o:spid="_x0000_s1515" style="position:absolute;left:466;top:8440;height:574;width:2;" filled="f" coordorigin="466,8440" coordsize="0,574" path="m466,8440l466,9014e">
                <v:path arrowok="t"/>
                <v:fill on="f" focussize="0,0"/>
                <v:stroke weight="0.48pt"/>
                <v:imagedata o:title=""/>
                <o:lock v:ext="edit"/>
              </v:shape>
            </v:group>
            <v:group id="_x0000_s1516" o:spid="_x0000_s1516" o:spt="203" style="position:absolute;left:924;top:8440;height:574;width:2;" coordorigin="924,8440" coordsize="2,574">
              <o:lock v:ext="edit"/>
              <v:shape id="_x0000_s1517" o:spid="_x0000_s1517" style="position:absolute;left:924;top:8440;height:574;width:2;" filled="f" coordorigin="924,8440" coordsize="0,574" path="m924,8440l924,9014e">
                <v:path arrowok="t"/>
                <v:fill on="f" focussize="0,0"/>
                <v:stroke weight="0.48pt"/>
                <v:imagedata o:title=""/>
                <o:lock v:ext="edit"/>
              </v:shape>
            </v:group>
            <v:group id="_x0000_s1518" o:spid="_x0000_s1518" o:spt="203" style="position:absolute;left:1380;top:8440;height:574;width:2;" coordorigin="1380,8440" coordsize="2,574">
              <o:lock v:ext="edit"/>
              <v:shape id="_x0000_s1519" o:spid="_x0000_s1519" style="position:absolute;left:1380;top:8440;height:574;width:2;" filled="f" coordorigin="1380,8440" coordsize="0,574" path="m1380,8440l1380,9014e">
                <v:path arrowok="t"/>
                <v:fill on="f" focussize="0,0"/>
                <v:stroke weight="0.48pt"/>
                <v:imagedata o:title=""/>
                <o:lock v:ext="edit"/>
              </v:shape>
            </v:group>
            <v:group id="_x0000_s1520" o:spid="_x0000_s1520" o:spt="203" style="position:absolute;left:1836;top:8440;height:574;width:2;" coordorigin="1836,8440" coordsize="2,574">
              <o:lock v:ext="edit"/>
              <v:shape id="_x0000_s1521" o:spid="_x0000_s1521" style="position:absolute;left:1836;top:8440;height:574;width:2;" filled="f" coordorigin="1836,8440" coordsize="0,574" path="m1836,8440l1836,9014e">
                <v:path arrowok="t"/>
                <v:fill on="f" focussize="0,0"/>
                <v:stroke weight="0.48pt"/>
                <v:imagedata o:title=""/>
                <o:lock v:ext="edit"/>
              </v:shape>
            </v:group>
            <v:group id="_x0000_s1522" o:spid="_x0000_s1522" o:spt="203" style="position:absolute;left:2294;top:8440;height:574;width:2;" coordorigin="2294,8440" coordsize="2,574">
              <o:lock v:ext="edit"/>
              <v:shape id="_x0000_s1523" o:spid="_x0000_s1523" style="position:absolute;left:2294;top:8440;height:574;width:2;" filled="f" coordorigin="2294,8440" coordsize="0,574" path="m2294,8440l2294,9014e">
                <v:path arrowok="t"/>
                <v:fill on="f" focussize="0,0"/>
                <v:stroke weight="0.48pt"/>
                <v:imagedata o:title=""/>
                <o:lock v:ext="edit"/>
              </v:shape>
            </v:group>
            <v:group id="_x0000_s1524" o:spid="_x0000_s1524" o:spt="203" style="position:absolute;left:2750;top:8440;height:574;width:2;" coordorigin="2750,8440" coordsize="2,574">
              <o:lock v:ext="edit"/>
              <v:shape id="_x0000_s1525" o:spid="_x0000_s1525" style="position:absolute;left:2750;top:8440;height:574;width:2;" filled="f" coordorigin="2750,8440" coordsize="0,574" path="m2750,8440l2750,9014e">
                <v:path arrowok="t"/>
                <v:fill on="f" focussize="0,0"/>
                <v:stroke weight="0.48pt"/>
                <v:imagedata o:title=""/>
                <o:lock v:ext="edit"/>
              </v:shape>
            </v:group>
            <v:group id="_x0000_s1526" o:spid="_x0000_s1526" o:spt="203" style="position:absolute;left:3207;top:8440;height:574;width:2;" coordorigin="3207,8440" coordsize="2,574">
              <o:lock v:ext="edit"/>
              <v:shape id="_x0000_s1527" o:spid="_x0000_s1527" style="position:absolute;left:3207;top:8440;height:574;width:2;" filled="f" coordorigin="3207,8440" coordsize="0,574" path="m3207,8440l3207,9014e">
                <v:path arrowok="t"/>
                <v:fill on="f" focussize="0,0"/>
                <v:stroke weight="0.48pt"/>
                <v:imagedata o:title=""/>
                <o:lock v:ext="edit"/>
              </v:shape>
            </v:group>
            <v:group id="_x0000_s1528" o:spid="_x0000_s1528" o:spt="203" style="position:absolute;left:3665;top:8440;height:574;width:2;" coordorigin="3665,8440" coordsize="2,574">
              <o:lock v:ext="edit"/>
              <v:shape id="_x0000_s1529" o:spid="_x0000_s1529" style="position:absolute;left:3665;top:8440;height:574;width:2;" filled="f" coordorigin="3665,8440" coordsize="0,574" path="m3665,8440l3665,9014e">
                <v:path arrowok="t"/>
                <v:fill on="f" focussize="0,0"/>
                <v:stroke weight="0.48pt"/>
                <v:imagedata o:title=""/>
                <o:lock v:ext="edit"/>
              </v:shape>
            </v:group>
            <v:group id="_x0000_s1530" o:spid="_x0000_s1530" o:spt="203" style="position:absolute;left:4123;top:8440;height:574;width:2;" coordorigin="4123,8440" coordsize="2,574">
              <o:lock v:ext="edit"/>
              <v:shape id="_x0000_s1531" o:spid="_x0000_s1531" style="position:absolute;left:4123;top:8440;height:574;width:2;" filled="f" coordorigin="4123,8440" coordsize="0,574" path="m4123,8440l4123,9014e">
                <v:path arrowok="t"/>
                <v:fill on="f" focussize="0,0"/>
                <v:stroke weight="0.48pt"/>
                <v:imagedata o:title=""/>
                <o:lock v:ext="edit"/>
              </v:shape>
            </v:group>
            <v:group id="_x0000_s1532" o:spid="_x0000_s1532" o:spt="203" style="position:absolute;left:4581;top:8440;height:574;width:2;" coordorigin="4581,8440" coordsize="2,574">
              <o:lock v:ext="edit"/>
              <v:shape id="_x0000_s1533" o:spid="_x0000_s1533" style="position:absolute;left:4581;top:8440;height:574;width:2;" filled="f" coordorigin="4581,8440" coordsize="0,574" path="m4581,8440l4581,9014e">
                <v:path arrowok="t"/>
                <v:fill on="f" focussize="0,0"/>
                <v:stroke weight="0.48pt"/>
                <v:imagedata o:title=""/>
                <o:lock v:ext="edit"/>
              </v:shape>
            </v:group>
            <v:group id="_x0000_s1534" o:spid="_x0000_s1534" o:spt="203" style="position:absolute;left:5040;top:8440;height:574;width:2;" coordorigin="5040,8440" coordsize="2,574">
              <o:lock v:ext="edit"/>
              <v:shape id="_x0000_s1535" o:spid="_x0000_s1535" style="position:absolute;left:5040;top:8440;height:574;width:2;" filled="f" coordorigin="5040,8440" coordsize="0,574" path="m5040,8440l5040,9014e">
                <v:path arrowok="t"/>
                <v:fill on="f" focussize="0,0"/>
                <v:stroke weight="0.48pt"/>
                <v:imagedata o:title=""/>
                <o:lock v:ext="edit"/>
              </v:shape>
            </v:group>
            <v:group id="_x0000_s1536" o:spid="_x0000_s1536" o:spt="203" style="position:absolute;left:5498;top:8440;height:574;width:2;" coordorigin="5498,8440" coordsize="2,574">
              <o:lock v:ext="edit"/>
              <v:shape id="_x0000_s1537" o:spid="_x0000_s1537" style="position:absolute;left:5498;top:8440;height:574;width:2;" filled="f" coordorigin="5498,8440" coordsize="0,574" path="m5498,8440l5498,9014e">
                <v:path arrowok="t"/>
                <v:fill on="f" focussize="0,0"/>
                <v:stroke weight="0.48pt"/>
                <v:imagedata o:title=""/>
                <o:lock v:ext="edit"/>
              </v:shape>
            </v:group>
            <v:group id="_x0000_s1538" o:spid="_x0000_s1538" o:spt="203" style="position:absolute;left:5956;top:8440;height:574;width:2;" coordorigin="5956,8440" coordsize="2,574">
              <o:lock v:ext="edit"/>
              <v:shape id="_x0000_s1539" o:spid="_x0000_s1539" style="position:absolute;left:5956;top:8440;height:574;width:2;" filled="f" coordorigin="5956,8440" coordsize="0,574" path="m5956,8440l5956,9014e">
                <v:path arrowok="t"/>
                <v:fill on="f" focussize="0,0"/>
                <v:stroke weight="0.48pt"/>
                <v:imagedata o:title=""/>
                <o:lock v:ext="edit"/>
              </v:shape>
            </v:group>
            <v:group id="_x0000_s1540" o:spid="_x0000_s1540" o:spt="203" style="position:absolute;left:6415;top:8440;height:574;width:2;" coordorigin="6415,8440" coordsize="2,574">
              <o:lock v:ext="edit"/>
              <v:shape id="_x0000_s1541" o:spid="_x0000_s1541" style="position:absolute;left:6415;top:8440;height:574;width:2;" filled="f" coordorigin="6415,8440" coordsize="0,574" path="m6415,8440l6415,9014e">
                <v:path arrowok="t"/>
                <v:fill on="f" focussize="0,0"/>
                <v:stroke weight="0.48pt"/>
                <v:imagedata o:title=""/>
                <o:lock v:ext="edit"/>
              </v:shape>
            </v:group>
            <v:group id="_x0000_s1542" o:spid="_x0000_s1542" o:spt="203" style="position:absolute;left:6873;top:8440;height:574;width:2;" coordorigin="6873,8440" coordsize="2,574">
              <o:lock v:ext="edit"/>
              <v:shape id="_x0000_s1543" o:spid="_x0000_s1543" style="position:absolute;left:6873;top:8440;height:574;width:2;" filled="f" coordorigin="6873,8440" coordsize="0,574" path="m6873,8440l6873,9014e">
                <v:path arrowok="t"/>
                <v:fill on="f" focussize="0,0"/>
                <v:stroke weight="0.48pt"/>
                <v:imagedata o:title=""/>
                <o:lock v:ext="edit"/>
              </v:shape>
            </v:group>
            <v:group id="_x0000_s1544" o:spid="_x0000_s1544" o:spt="203" style="position:absolute;left:7332;top:8440;height:574;width:2;" coordorigin="7332,8440" coordsize="2,574">
              <o:lock v:ext="edit"/>
              <v:shape id="_x0000_s1545" o:spid="_x0000_s1545" style="position:absolute;left:7332;top:8440;height:574;width:2;" filled="f" coordorigin="7332,8440" coordsize="0,574" path="m7332,8440l7332,9014e">
                <v:path arrowok="t"/>
                <v:fill on="f" focussize="0,0"/>
                <v:stroke weight="0.48pt"/>
                <v:imagedata o:title=""/>
                <o:lock v:ext="edit"/>
              </v:shape>
            </v:group>
            <v:group id="_x0000_s1546" o:spid="_x0000_s1546" o:spt="203" style="position:absolute;left:7790;top:8440;height:574;width:2;" coordorigin="7790,8440" coordsize="2,574">
              <o:lock v:ext="edit"/>
              <v:shape id="_x0000_s1547" o:spid="_x0000_s1547" style="position:absolute;left:7790;top:8440;height:574;width:2;" filled="f" coordorigin="7790,8440" coordsize="0,574" path="m7790,8440l7790,9014e">
                <v:path arrowok="t"/>
                <v:fill on="f" focussize="0,0"/>
                <v:stroke weight="0.48pt"/>
                <v:imagedata o:title=""/>
                <o:lock v:ext="edit"/>
              </v:shape>
            </v:group>
            <v:group id="_x0000_s1548" o:spid="_x0000_s1548" o:spt="203" style="position:absolute;left:8248;top:8440;height:574;width:2;" coordorigin="8248,8440" coordsize="2,574">
              <o:lock v:ext="edit"/>
              <v:shape id="_x0000_s1549" o:spid="_x0000_s1549" style="position:absolute;left:8248;top:8440;height:574;width:2;" filled="f" coordorigin="8248,8440" coordsize="0,574" path="m8248,8440l8248,9014e">
                <v:path arrowok="t"/>
                <v:fill on="f" focussize="0,0"/>
                <v:stroke weight="0.48pt"/>
                <v:imagedata o:title=""/>
                <o:lock v:ext="edit"/>
              </v:shape>
            </v:group>
            <v:group id="_x0000_s1550" o:spid="_x0000_s1550" o:spt="203" style="position:absolute;left:8707;top:8440;height:574;width:2;" coordorigin="8707,8440" coordsize="2,574">
              <o:lock v:ext="edit"/>
              <v:shape id="_x0000_s1551" o:spid="_x0000_s1551" style="position:absolute;left:8707;top:8440;height:574;width:2;" filled="f" coordorigin="8707,8440" coordsize="0,574" path="m8707,8440l8707,9014e">
                <v:path arrowok="t"/>
                <v:fill on="f" focussize="0,0"/>
                <v:stroke weight="0.48pt"/>
                <v:imagedata o:title=""/>
                <o:lock v:ext="edit"/>
              </v:shape>
            </v:group>
            <v:group id="_x0000_s1552" o:spid="_x0000_s1552" o:spt="203" style="position:absolute;left:5;top:8445;height:2;width:9170;" coordorigin="5,8445" coordsize="9170,2">
              <o:lock v:ext="edit"/>
              <v:shape id="_x0000_s1553" o:spid="_x0000_s1553" style="position:absolute;left:5;top:8445;height:2;width:9170;" filled="f" coordorigin="5,8445" coordsize="9170,0" path="m5,8445l9174,8445e">
                <v:path arrowok="t"/>
                <v:fill on="f" focussize="0,0"/>
                <v:stroke weight="0.48pt"/>
                <v:imagedata o:title=""/>
                <o:lock v:ext="edit"/>
              </v:shape>
            </v:group>
            <v:group id="_x0000_s1554" o:spid="_x0000_s1554" o:spt="203" style="position:absolute;left:5;top:9019;height:2;width:9170;" coordorigin="5,9019" coordsize="9170,2">
              <o:lock v:ext="edit"/>
              <v:shape id="_x0000_s1555" o:spid="_x0000_s1555" style="position:absolute;left:5;top:9019;height:2;width:9170;" filled="f" coordorigin="5,9019" coordsize="9170,0" path="m5,9019l9174,9019e">
                <v:path arrowok="t"/>
                <v:fill on="f" focussize="0,0"/>
                <v:stroke weight="0.48pt"/>
                <v:imagedata o:title=""/>
                <o:lock v:ext="edit"/>
              </v:shape>
            </v:group>
            <v:group id="_x0000_s1556" o:spid="_x0000_s1556" o:spt="203" style="position:absolute;left:466;top:9259;height:1148;width:2;" coordorigin="466,9259" coordsize="2,1148">
              <o:lock v:ext="edit"/>
              <v:shape id="_x0000_s1557" o:spid="_x0000_s1557" style="position:absolute;left:466;top:9259;height:1148;width:2;" filled="f" coordorigin="466,9259" coordsize="0,1148" path="m466,9259l466,10407e">
                <v:path arrowok="t"/>
                <v:fill on="f" focussize="0,0"/>
                <v:stroke weight="0.48pt"/>
                <v:imagedata o:title=""/>
                <o:lock v:ext="edit"/>
              </v:shape>
            </v:group>
            <v:group id="_x0000_s1558" o:spid="_x0000_s1558" o:spt="203" style="position:absolute;left:924;top:9259;height:1148;width:2;" coordorigin="924,9259" coordsize="2,1148">
              <o:lock v:ext="edit"/>
              <v:shape id="_x0000_s1559" o:spid="_x0000_s1559" style="position:absolute;left:924;top:9259;height:1148;width:2;" filled="f" coordorigin="924,9259" coordsize="0,1148" path="m924,9259l924,10407e">
                <v:path arrowok="t"/>
                <v:fill on="f" focussize="0,0"/>
                <v:stroke weight="0.48pt"/>
                <v:imagedata o:title=""/>
                <o:lock v:ext="edit"/>
              </v:shape>
            </v:group>
            <v:group id="_x0000_s1560" o:spid="_x0000_s1560" o:spt="203" style="position:absolute;left:1380;top:9259;height:1148;width:2;" coordorigin="1380,9259" coordsize="2,1148">
              <o:lock v:ext="edit"/>
              <v:shape id="_x0000_s1561" o:spid="_x0000_s1561" style="position:absolute;left:1380;top:9259;height:1148;width:2;" filled="f" coordorigin="1380,9259" coordsize="0,1148" path="m1380,9259l1380,10407e">
                <v:path arrowok="t"/>
                <v:fill on="f" focussize="0,0"/>
                <v:stroke weight="0.48pt"/>
                <v:imagedata o:title=""/>
                <o:lock v:ext="edit"/>
              </v:shape>
            </v:group>
            <v:group id="_x0000_s1562" o:spid="_x0000_s1562" o:spt="203" style="position:absolute;left:1836;top:9259;height:1148;width:2;" coordorigin="1836,9259" coordsize="2,1148">
              <o:lock v:ext="edit"/>
              <v:shape id="_x0000_s1563" o:spid="_x0000_s1563" style="position:absolute;left:1836;top:9259;height:1148;width:2;" filled="f" coordorigin="1836,9259" coordsize="0,1148" path="m1836,9259l1836,10407e">
                <v:path arrowok="t"/>
                <v:fill on="f" focussize="0,0"/>
                <v:stroke weight="0.48pt"/>
                <v:imagedata o:title=""/>
                <o:lock v:ext="edit"/>
              </v:shape>
            </v:group>
            <v:group id="_x0000_s1564" o:spid="_x0000_s1564" o:spt="203" style="position:absolute;left:2294;top:9259;height:1148;width:2;" coordorigin="2294,9259" coordsize="2,1148">
              <o:lock v:ext="edit"/>
              <v:shape id="_x0000_s1565" o:spid="_x0000_s1565" style="position:absolute;left:2294;top:9259;height:1148;width:2;" filled="f" coordorigin="2294,9259" coordsize="0,1148" path="m2294,9259l2294,10407e">
                <v:path arrowok="t"/>
                <v:fill on="f" focussize="0,0"/>
                <v:stroke weight="0.48pt"/>
                <v:imagedata o:title=""/>
                <o:lock v:ext="edit"/>
              </v:shape>
            </v:group>
            <v:group id="_x0000_s1566" o:spid="_x0000_s1566" o:spt="203" style="position:absolute;left:2750;top:9259;height:1148;width:2;" coordorigin="2750,9259" coordsize="2,1148">
              <o:lock v:ext="edit"/>
              <v:shape id="_x0000_s1567" o:spid="_x0000_s1567" style="position:absolute;left:2750;top:9259;height:1148;width:2;" filled="f" coordorigin="2750,9259" coordsize="0,1148" path="m2750,9259l2750,10407e">
                <v:path arrowok="t"/>
                <v:fill on="f" focussize="0,0"/>
                <v:stroke weight="0.48pt"/>
                <v:imagedata o:title=""/>
                <o:lock v:ext="edit"/>
              </v:shape>
            </v:group>
            <v:group id="_x0000_s1568" o:spid="_x0000_s1568" o:spt="203" style="position:absolute;left:3207;top:9259;height:1148;width:2;" coordorigin="3207,9259" coordsize="2,1148">
              <o:lock v:ext="edit"/>
              <v:shape id="_x0000_s1569" o:spid="_x0000_s1569" style="position:absolute;left:3207;top:9259;height:1148;width:2;" filled="f" coordorigin="3207,9259" coordsize="0,1148" path="m3207,9259l3207,10407e">
                <v:path arrowok="t"/>
                <v:fill on="f" focussize="0,0"/>
                <v:stroke weight="0.48pt"/>
                <v:imagedata o:title=""/>
                <o:lock v:ext="edit"/>
              </v:shape>
            </v:group>
            <v:group id="_x0000_s1570" o:spid="_x0000_s1570" o:spt="203" style="position:absolute;left:3665;top:9259;height:1148;width:2;" coordorigin="3665,9259" coordsize="2,1148">
              <o:lock v:ext="edit"/>
              <v:shape id="_x0000_s1571" o:spid="_x0000_s1571" style="position:absolute;left:3665;top:9259;height:1148;width:2;" filled="f" coordorigin="3665,9259" coordsize="0,1148" path="m3665,9259l3665,10407e">
                <v:path arrowok="t"/>
                <v:fill on="f" focussize="0,0"/>
                <v:stroke weight="0.48pt"/>
                <v:imagedata o:title=""/>
                <o:lock v:ext="edit"/>
              </v:shape>
            </v:group>
            <v:group id="_x0000_s1572" o:spid="_x0000_s1572" o:spt="203" style="position:absolute;left:4123;top:9259;height:1148;width:2;" coordorigin="4123,9259" coordsize="2,1148">
              <o:lock v:ext="edit"/>
              <v:shape id="_x0000_s1573" o:spid="_x0000_s1573" style="position:absolute;left:4123;top:9259;height:1148;width:2;" filled="f" coordorigin="4123,9259" coordsize="0,1148" path="m4123,9259l4123,10407e">
                <v:path arrowok="t"/>
                <v:fill on="f" focussize="0,0"/>
                <v:stroke weight="0.48pt"/>
                <v:imagedata o:title=""/>
                <o:lock v:ext="edit"/>
              </v:shape>
            </v:group>
            <v:group id="_x0000_s1574" o:spid="_x0000_s1574" o:spt="203" style="position:absolute;left:4581;top:9259;height:1148;width:2;" coordorigin="4581,9259" coordsize="2,1148">
              <o:lock v:ext="edit"/>
              <v:shape id="_x0000_s1575" o:spid="_x0000_s1575" style="position:absolute;left:4581;top:9259;height:1148;width:2;" filled="f" coordorigin="4581,9259" coordsize="0,1148" path="m4581,9259l4581,10407e">
                <v:path arrowok="t"/>
                <v:fill on="f" focussize="0,0"/>
                <v:stroke weight="0.48pt"/>
                <v:imagedata o:title=""/>
                <o:lock v:ext="edit"/>
              </v:shape>
            </v:group>
            <v:group id="_x0000_s1576" o:spid="_x0000_s1576" o:spt="203" style="position:absolute;left:5040;top:9259;height:1148;width:2;" coordorigin="5040,9259" coordsize="2,1148">
              <o:lock v:ext="edit"/>
              <v:shape id="_x0000_s1577" o:spid="_x0000_s1577" style="position:absolute;left:5040;top:9259;height:1148;width:2;" filled="f" coordorigin="5040,9259" coordsize="0,1148" path="m5040,9259l5040,10407e">
                <v:path arrowok="t"/>
                <v:fill on="f" focussize="0,0"/>
                <v:stroke weight="0.48pt"/>
                <v:imagedata o:title=""/>
                <o:lock v:ext="edit"/>
              </v:shape>
            </v:group>
            <v:group id="_x0000_s1578" o:spid="_x0000_s1578" o:spt="203" style="position:absolute;left:5498;top:9259;height:1148;width:2;" coordorigin="5498,9259" coordsize="2,1148">
              <o:lock v:ext="edit"/>
              <v:shape id="_x0000_s1579" o:spid="_x0000_s1579" style="position:absolute;left:5498;top:9259;height:1148;width:2;" filled="f" coordorigin="5498,9259" coordsize="0,1148" path="m5498,9259l5498,10407e">
                <v:path arrowok="t"/>
                <v:fill on="f" focussize="0,0"/>
                <v:stroke weight="0.48pt"/>
                <v:imagedata o:title=""/>
                <o:lock v:ext="edit"/>
              </v:shape>
            </v:group>
            <v:group id="_x0000_s1580" o:spid="_x0000_s1580" o:spt="203" style="position:absolute;left:5956;top:9259;height:1148;width:2;" coordorigin="5956,9259" coordsize="2,1148">
              <o:lock v:ext="edit"/>
              <v:shape id="_x0000_s1581" o:spid="_x0000_s1581" style="position:absolute;left:5956;top:9259;height:1148;width:2;" filled="f" coordorigin="5956,9259" coordsize="0,1148" path="m5956,9259l5956,10407e">
                <v:path arrowok="t"/>
                <v:fill on="f" focussize="0,0"/>
                <v:stroke weight="0.48pt"/>
                <v:imagedata o:title=""/>
                <o:lock v:ext="edit"/>
              </v:shape>
            </v:group>
            <v:group id="_x0000_s1582" o:spid="_x0000_s1582" o:spt="203" style="position:absolute;left:6415;top:9259;height:1148;width:2;" coordorigin="6415,9259" coordsize="2,1148">
              <o:lock v:ext="edit"/>
              <v:shape id="_x0000_s1583" o:spid="_x0000_s1583" style="position:absolute;left:6415;top:9259;height:1148;width:2;" filled="f" coordorigin="6415,9259" coordsize="0,1148" path="m6415,9259l6415,10407e">
                <v:path arrowok="t"/>
                <v:fill on="f" focussize="0,0"/>
                <v:stroke weight="0.48pt"/>
                <v:imagedata o:title=""/>
                <o:lock v:ext="edit"/>
              </v:shape>
            </v:group>
            <v:group id="_x0000_s1584" o:spid="_x0000_s1584" o:spt="203" style="position:absolute;left:6873;top:9259;height:1148;width:2;" coordorigin="6873,9259" coordsize="2,1148">
              <o:lock v:ext="edit"/>
              <v:shape id="_x0000_s1585" o:spid="_x0000_s1585" style="position:absolute;left:6873;top:9259;height:1148;width:2;" filled="f" coordorigin="6873,9259" coordsize="0,1148" path="m6873,9259l6873,10407e">
                <v:path arrowok="t"/>
                <v:fill on="f" focussize="0,0"/>
                <v:stroke weight="0.48pt"/>
                <v:imagedata o:title=""/>
                <o:lock v:ext="edit"/>
              </v:shape>
            </v:group>
            <v:group id="_x0000_s1586" o:spid="_x0000_s1586" o:spt="203" style="position:absolute;left:7332;top:9259;height:1148;width:2;" coordorigin="7332,9259" coordsize="2,1148">
              <o:lock v:ext="edit"/>
              <v:shape id="_x0000_s1587" o:spid="_x0000_s1587" style="position:absolute;left:7332;top:9259;height:1148;width:2;" filled="f" coordorigin="7332,9259" coordsize="0,1148" path="m7332,9259l7332,10407e">
                <v:path arrowok="t"/>
                <v:fill on="f" focussize="0,0"/>
                <v:stroke weight="0.48pt"/>
                <v:imagedata o:title=""/>
                <o:lock v:ext="edit"/>
              </v:shape>
            </v:group>
            <v:group id="_x0000_s1588" o:spid="_x0000_s1588" o:spt="203" style="position:absolute;left:7790;top:9259;height:1148;width:2;" coordorigin="7790,9259" coordsize="2,1148">
              <o:lock v:ext="edit"/>
              <v:shape id="_x0000_s1589" o:spid="_x0000_s1589" style="position:absolute;left:7790;top:9259;height:1148;width:2;" filled="f" coordorigin="7790,9259" coordsize="0,1148" path="m7790,9259l7790,10407e">
                <v:path arrowok="t"/>
                <v:fill on="f" focussize="0,0"/>
                <v:stroke weight="0.48pt"/>
                <v:imagedata o:title=""/>
                <o:lock v:ext="edit"/>
              </v:shape>
            </v:group>
            <v:group id="_x0000_s1590" o:spid="_x0000_s1590" o:spt="203" style="position:absolute;left:8248;top:9259;height:1148;width:2;" coordorigin="8248,9259" coordsize="2,1148">
              <o:lock v:ext="edit"/>
              <v:shape id="_x0000_s1591" o:spid="_x0000_s1591" style="position:absolute;left:8248;top:9259;height:1148;width:2;" filled="f" coordorigin="8248,9259" coordsize="0,1148" path="m8248,9259l8248,10407e">
                <v:path arrowok="t"/>
                <v:fill on="f" focussize="0,0"/>
                <v:stroke weight="0.48pt"/>
                <v:imagedata o:title=""/>
                <o:lock v:ext="edit"/>
              </v:shape>
            </v:group>
            <v:group id="_x0000_s1592" o:spid="_x0000_s1592" o:spt="203" style="position:absolute;left:8707;top:9259;height:1148;width:2;" coordorigin="8707,9259" coordsize="2,1148">
              <o:lock v:ext="edit"/>
              <v:shape id="_x0000_s1593" o:spid="_x0000_s1593" style="position:absolute;left:8707;top:9259;height:1148;width:2;" filled="f" coordorigin="8707,9259" coordsize="0,1148" path="m8707,9259l8707,10407e">
                <v:path arrowok="t"/>
                <v:fill on="f" focussize="0,0"/>
                <v:stroke weight="0.48pt"/>
                <v:imagedata o:title=""/>
                <o:lock v:ext="edit"/>
              </v:shape>
            </v:group>
            <v:group id="_x0000_s1594" o:spid="_x0000_s1594" o:spt="203" style="position:absolute;left:5;top:9264;height:2;width:9170;" coordorigin="5,9264" coordsize="9170,2">
              <o:lock v:ext="edit"/>
              <v:shape id="_x0000_s1595" o:spid="_x0000_s1595" style="position:absolute;left:5;top:9264;height:2;width:9170;" filled="f" coordorigin="5,9264" coordsize="9170,0" path="m5,9264l9174,9264e">
                <v:path arrowok="t"/>
                <v:fill on="f" focussize="0,0"/>
                <v:stroke weight="0.48pt"/>
                <v:imagedata o:title=""/>
                <o:lock v:ext="edit"/>
              </v:shape>
            </v:group>
            <v:group id="_x0000_s1596" o:spid="_x0000_s1596" o:spt="203" style="position:absolute;left:5;top:9838;height:2;width:9170;" coordorigin="5,9838" coordsize="9170,2">
              <o:lock v:ext="edit"/>
              <v:shape id="_x0000_s1597" o:spid="_x0000_s1597" style="position:absolute;left:5;top:9838;height:2;width:9170;" filled="f" coordorigin="5,9838" coordsize="9170,0" path="m5,9838l9174,9838e">
                <v:path arrowok="t"/>
                <v:fill on="f" focussize="0,0"/>
                <v:stroke weight="0.48pt"/>
                <v:imagedata o:title=""/>
                <o:lock v:ext="edit"/>
              </v:shape>
            </v:group>
            <v:group id="_x0000_s1598" o:spid="_x0000_s1598" o:spt="203" style="position:absolute;left:5;top:10412;height:2;width:9170;" coordorigin="5,10412" coordsize="9170,2">
              <o:lock v:ext="edit"/>
              <v:shape id="_x0000_s1599" o:spid="_x0000_s1599" style="position:absolute;left:5;top:10412;height:2;width:9170;" filled="f" coordorigin="5,10412" coordsize="9170,0" path="m5,10412l9174,10412e">
                <v:path arrowok="t"/>
                <v:fill on="f" focussize="0,0"/>
                <v:stroke weight="0.48pt"/>
                <v:imagedata o:title=""/>
                <o:lock v:ext="edit"/>
              </v:shape>
            </v:group>
            <v:group id="_x0000_s1600" o:spid="_x0000_s1600" o:spt="203" style="position:absolute;left:466;top:10652;height:572;width:2;" coordorigin="466,10652" coordsize="2,572">
              <o:lock v:ext="edit"/>
              <v:shape id="_x0000_s1601" o:spid="_x0000_s1601" style="position:absolute;left:466;top:10652;height:572;width:2;" filled="f" coordorigin="466,10652" coordsize="0,572" path="m466,10652l466,11224e">
                <v:path arrowok="t"/>
                <v:fill on="f" focussize="0,0"/>
                <v:stroke weight="0.48pt"/>
                <v:imagedata o:title=""/>
                <o:lock v:ext="edit"/>
              </v:shape>
            </v:group>
            <v:group id="_x0000_s1602" o:spid="_x0000_s1602" o:spt="203" style="position:absolute;left:924;top:10652;height:572;width:2;" coordorigin="924,10652" coordsize="2,572">
              <o:lock v:ext="edit"/>
              <v:shape id="_x0000_s1603" o:spid="_x0000_s1603" style="position:absolute;left:924;top:10652;height:572;width:2;" filled="f" coordorigin="924,10652" coordsize="0,572" path="m924,10652l924,11224e">
                <v:path arrowok="t"/>
                <v:fill on="f" focussize="0,0"/>
                <v:stroke weight="0.48pt"/>
                <v:imagedata o:title=""/>
                <o:lock v:ext="edit"/>
              </v:shape>
            </v:group>
            <v:group id="_x0000_s1604" o:spid="_x0000_s1604" o:spt="203" style="position:absolute;left:1380;top:10652;height:572;width:2;" coordorigin="1380,10652" coordsize="2,572">
              <o:lock v:ext="edit"/>
              <v:shape id="_x0000_s1605" o:spid="_x0000_s1605" style="position:absolute;left:1380;top:10652;height:572;width:2;" filled="f" coordorigin="1380,10652" coordsize="0,572" path="m1380,10652l1380,11224e">
                <v:path arrowok="t"/>
                <v:fill on="f" focussize="0,0"/>
                <v:stroke weight="0.48pt"/>
                <v:imagedata o:title=""/>
                <o:lock v:ext="edit"/>
              </v:shape>
            </v:group>
            <v:group id="_x0000_s1606" o:spid="_x0000_s1606" o:spt="203" style="position:absolute;left:1836;top:10652;height:572;width:2;" coordorigin="1836,10652" coordsize="2,572">
              <o:lock v:ext="edit"/>
              <v:shape id="_x0000_s1607" o:spid="_x0000_s1607" style="position:absolute;left:1836;top:10652;height:572;width:2;" filled="f" coordorigin="1836,10652" coordsize="0,572" path="m1836,10652l1836,11224e">
                <v:path arrowok="t"/>
                <v:fill on="f" focussize="0,0"/>
                <v:stroke weight="0.48pt"/>
                <v:imagedata o:title=""/>
                <o:lock v:ext="edit"/>
              </v:shape>
            </v:group>
            <v:group id="_x0000_s1608" o:spid="_x0000_s1608" o:spt="203" style="position:absolute;left:2294;top:10652;height:572;width:2;" coordorigin="2294,10652" coordsize="2,572">
              <o:lock v:ext="edit"/>
              <v:shape id="_x0000_s1609" o:spid="_x0000_s1609" style="position:absolute;left:2294;top:10652;height:572;width:2;" filled="f" coordorigin="2294,10652" coordsize="0,572" path="m2294,10652l2294,11224e">
                <v:path arrowok="t"/>
                <v:fill on="f" focussize="0,0"/>
                <v:stroke weight="0.48pt"/>
                <v:imagedata o:title=""/>
                <o:lock v:ext="edit"/>
              </v:shape>
            </v:group>
            <v:group id="_x0000_s1610" o:spid="_x0000_s1610" o:spt="203" style="position:absolute;left:2750;top:10652;height:572;width:2;" coordorigin="2750,10652" coordsize="2,572">
              <o:lock v:ext="edit"/>
              <v:shape id="_x0000_s1611" o:spid="_x0000_s1611" style="position:absolute;left:2750;top:10652;height:572;width:2;" filled="f" coordorigin="2750,10652" coordsize="0,572" path="m2750,10652l2750,11224e">
                <v:path arrowok="t"/>
                <v:fill on="f" focussize="0,0"/>
                <v:stroke weight="0.48pt"/>
                <v:imagedata o:title=""/>
                <o:lock v:ext="edit"/>
              </v:shape>
            </v:group>
            <v:group id="_x0000_s1612" o:spid="_x0000_s1612" o:spt="203" style="position:absolute;left:3207;top:10652;height:572;width:2;" coordorigin="3207,10652" coordsize="2,572">
              <o:lock v:ext="edit"/>
              <v:shape id="_x0000_s1613" o:spid="_x0000_s1613" style="position:absolute;left:3207;top:10652;height:572;width:2;" filled="f" coordorigin="3207,10652" coordsize="0,572" path="m3207,10652l3207,11224e">
                <v:path arrowok="t"/>
                <v:fill on="f" focussize="0,0"/>
                <v:stroke weight="0.48pt"/>
                <v:imagedata o:title=""/>
                <o:lock v:ext="edit"/>
              </v:shape>
            </v:group>
            <v:group id="_x0000_s1614" o:spid="_x0000_s1614" o:spt="203" style="position:absolute;left:3665;top:10652;height:572;width:2;" coordorigin="3665,10652" coordsize="2,572">
              <o:lock v:ext="edit"/>
              <v:shape id="_x0000_s1615" o:spid="_x0000_s1615" style="position:absolute;left:3665;top:10652;height:572;width:2;" filled="f" coordorigin="3665,10652" coordsize="0,572" path="m3665,10652l3665,11224e">
                <v:path arrowok="t"/>
                <v:fill on="f" focussize="0,0"/>
                <v:stroke weight="0.48pt"/>
                <v:imagedata o:title=""/>
                <o:lock v:ext="edit"/>
              </v:shape>
            </v:group>
            <v:group id="_x0000_s1616" o:spid="_x0000_s1616" o:spt="203" style="position:absolute;left:4123;top:10652;height:572;width:2;" coordorigin="4123,10652" coordsize="2,572">
              <o:lock v:ext="edit"/>
              <v:shape id="_x0000_s1617" o:spid="_x0000_s1617" style="position:absolute;left:4123;top:10652;height:572;width:2;" filled="f" coordorigin="4123,10652" coordsize="0,572" path="m4123,10652l4123,11224e">
                <v:path arrowok="t"/>
                <v:fill on="f" focussize="0,0"/>
                <v:stroke weight="0.48pt"/>
                <v:imagedata o:title=""/>
                <o:lock v:ext="edit"/>
              </v:shape>
            </v:group>
            <v:group id="_x0000_s1618" o:spid="_x0000_s1618" o:spt="203" style="position:absolute;left:4581;top:10652;height:572;width:2;" coordorigin="4581,10652" coordsize="2,572">
              <o:lock v:ext="edit"/>
              <v:shape id="_x0000_s1619" o:spid="_x0000_s1619" style="position:absolute;left:4581;top:10652;height:572;width:2;" filled="f" coordorigin="4581,10652" coordsize="0,572" path="m4581,10652l4581,11224e">
                <v:path arrowok="t"/>
                <v:fill on="f" focussize="0,0"/>
                <v:stroke weight="0.48pt"/>
                <v:imagedata o:title=""/>
                <o:lock v:ext="edit"/>
              </v:shape>
            </v:group>
            <v:group id="_x0000_s1620" o:spid="_x0000_s1620" o:spt="203" style="position:absolute;left:5040;top:10652;height:572;width:2;" coordorigin="5040,10652" coordsize="2,572">
              <o:lock v:ext="edit"/>
              <v:shape id="_x0000_s1621" o:spid="_x0000_s1621" style="position:absolute;left:5040;top:10652;height:572;width:2;" filled="f" coordorigin="5040,10652" coordsize="0,572" path="m5040,10652l5040,11224e">
                <v:path arrowok="t"/>
                <v:fill on="f" focussize="0,0"/>
                <v:stroke weight="0.48pt"/>
                <v:imagedata o:title=""/>
                <o:lock v:ext="edit"/>
              </v:shape>
            </v:group>
            <v:group id="_x0000_s1622" o:spid="_x0000_s1622" o:spt="203" style="position:absolute;left:5498;top:10652;height:572;width:2;" coordorigin="5498,10652" coordsize="2,572">
              <o:lock v:ext="edit"/>
              <v:shape id="_x0000_s1623" o:spid="_x0000_s1623" style="position:absolute;left:5498;top:10652;height:572;width:2;" filled="f" coordorigin="5498,10652" coordsize="0,572" path="m5498,10652l5498,11224e">
                <v:path arrowok="t"/>
                <v:fill on="f" focussize="0,0"/>
                <v:stroke weight="0.48pt"/>
                <v:imagedata o:title=""/>
                <o:lock v:ext="edit"/>
              </v:shape>
            </v:group>
            <v:group id="_x0000_s1624" o:spid="_x0000_s1624" o:spt="203" style="position:absolute;left:5956;top:10652;height:572;width:2;" coordorigin="5956,10652" coordsize="2,572">
              <o:lock v:ext="edit"/>
              <v:shape id="_x0000_s1625" o:spid="_x0000_s1625" style="position:absolute;left:5956;top:10652;height:572;width:2;" filled="f" coordorigin="5956,10652" coordsize="0,572" path="m5956,10652l5956,11224e">
                <v:path arrowok="t"/>
                <v:fill on="f" focussize="0,0"/>
                <v:stroke weight="0.48pt"/>
                <v:imagedata o:title=""/>
                <o:lock v:ext="edit"/>
              </v:shape>
            </v:group>
            <v:group id="_x0000_s1626" o:spid="_x0000_s1626" o:spt="203" style="position:absolute;left:6415;top:10652;height:572;width:2;" coordorigin="6415,10652" coordsize="2,572">
              <o:lock v:ext="edit"/>
              <v:shape id="_x0000_s1627" o:spid="_x0000_s1627" style="position:absolute;left:6415;top:10652;height:572;width:2;" filled="f" coordorigin="6415,10652" coordsize="0,572" path="m6415,10652l6415,11224e">
                <v:path arrowok="t"/>
                <v:fill on="f" focussize="0,0"/>
                <v:stroke weight="0.48pt"/>
                <v:imagedata o:title=""/>
                <o:lock v:ext="edit"/>
              </v:shape>
            </v:group>
            <v:group id="_x0000_s1628" o:spid="_x0000_s1628" o:spt="203" style="position:absolute;left:6873;top:10652;height:572;width:2;" coordorigin="6873,10652" coordsize="2,572">
              <o:lock v:ext="edit"/>
              <v:shape id="_x0000_s1629" o:spid="_x0000_s1629" style="position:absolute;left:6873;top:10652;height:572;width:2;" filled="f" coordorigin="6873,10652" coordsize="0,572" path="m6873,10652l6873,11224e">
                <v:path arrowok="t"/>
                <v:fill on="f" focussize="0,0"/>
                <v:stroke weight="0.48pt"/>
                <v:imagedata o:title=""/>
                <o:lock v:ext="edit"/>
              </v:shape>
            </v:group>
            <v:group id="_x0000_s1630" o:spid="_x0000_s1630" o:spt="203" style="position:absolute;left:7332;top:10652;height:572;width:2;" coordorigin="7332,10652" coordsize="2,572">
              <o:lock v:ext="edit"/>
              <v:shape id="_x0000_s1631" o:spid="_x0000_s1631" style="position:absolute;left:7332;top:10652;height:572;width:2;" filled="f" coordorigin="7332,10652" coordsize="0,572" path="m7332,10652l7332,11224e">
                <v:path arrowok="t"/>
                <v:fill on="f" focussize="0,0"/>
                <v:stroke weight="0.48pt"/>
                <v:imagedata o:title=""/>
                <o:lock v:ext="edit"/>
              </v:shape>
            </v:group>
            <v:group id="_x0000_s1632" o:spid="_x0000_s1632" o:spt="203" style="position:absolute;left:7790;top:10652;height:572;width:2;" coordorigin="7790,10652" coordsize="2,572">
              <o:lock v:ext="edit"/>
              <v:shape id="_x0000_s1633" o:spid="_x0000_s1633" style="position:absolute;left:7790;top:10652;height:572;width:2;" filled="f" coordorigin="7790,10652" coordsize="0,572" path="m7790,10652l7790,11224e">
                <v:path arrowok="t"/>
                <v:fill on="f" focussize="0,0"/>
                <v:stroke weight="0.48pt"/>
                <v:imagedata o:title=""/>
                <o:lock v:ext="edit"/>
              </v:shape>
            </v:group>
            <v:group id="_x0000_s1634" o:spid="_x0000_s1634" o:spt="203" style="position:absolute;left:8248;top:10652;height:572;width:2;" coordorigin="8248,10652" coordsize="2,572">
              <o:lock v:ext="edit"/>
              <v:shape id="_x0000_s1635" o:spid="_x0000_s1635" style="position:absolute;left:8248;top:10652;height:572;width:2;" filled="f" coordorigin="8248,10652" coordsize="0,572" path="m8248,10652l8248,11224e">
                <v:path arrowok="t"/>
                <v:fill on="f" focussize="0,0"/>
                <v:stroke weight="0.48pt"/>
                <v:imagedata o:title=""/>
                <o:lock v:ext="edit"/>
              </v:shape>
            </v:group>
            <v:group id="_x0000_s1636" o:spid="_x0000_s1636" o:spt="203" style="position:absolute;left:8707;top:10652;height:572;width:2;" coordorigin="8707,10652" coordsize="2,572">
              <o:lock v:ext="edit"/>
              <v:shape id="_x0000_s1637" o:spid="_x0000_s1637" style="position:absolute;left:8707;top:10652;height:572;width:2;" filled="f" coordorigin="8707,10652" coordsize="0,572" path="m8707,10652l8707,11224e">
                <v:path arrowok="t"/>
                <v:fill on="f" focussize="0,0"/>
                <v:stroke weight="0.48pt"/>
                <v:imagedata o:title=""/>
                <o:lock v:ext="edit"/>
              </v:shape>
            </v:group>
            <v:group id="_x0000_s1638" o:spid="_x0000_s1638" o:spt="203" style="position:absolute;left:5;top:10657;height:2;width:9170;" coordorigin="5,10657" coordsize="9170,2">
              <o:lock v:ext="edit"/>
              <v:shape id="_x0000_s1639" o:spid="_x0000_s1639" style="position:absolute;left:5;top:10657;height:2;width:9170;" filled="f" coordorigin="5,10657" coordsize="9170,0" path="m5,10657l9174,10657e">
                <v:path arrowok="t"/>
                <v:fill on="f" focussize="0,0"/>
                <v:stroke weight="0.48pt"/>
                <v:imagedata o:title=""/>
                <o:lock v:ext="edit"/>
              </v:shape>
            </v:group>
            <v:group id="_x0000_s1640" o:spid="_x0000_s1640" o:spt="203" style="position:absolute;left:5;top:11229;height:2;width:9170;" coordorigin="5,11229" coordsize="9170,2">
              <o:lock v:ext="edit"/>
              <v:shape id="_x0000_s1641" o:spid="_x0000_s1641" style="position:absolute;left:5;top:11229;height:2;width:9170;" filled="f" coordorigin="5,11229" coordsize="9170,0" path="m5,11229l9174,11229e">
                <v:path arrowok="t"/>
                <v:fill on="f" focussize="0,0"/>
                <v:stroke weight="0.48pt"/>
                <v:imagedata o:title=""/>
                <o:lock v:ext="edit"/>
              </v:shape>
            </v:group>
            <v:group id="_x0000_s1642" o:spid="_x0000_s1642" o:spt="203" style="position:absolute;left:9135;top:6557;height:245;width:2;" coordorigin="9135,6557" coordsize="2,245">
              <o:lock v:ext="edit"/>
              <v:shape id="_x0000_s1643" o:spid="_x0000_s1643" style="position:absolute;left:9135;top:6557;height:245;width:2;" filled="f" coordorigin="9135,6557" coordsize="0,245" path="m9135,6557l9135,6802e">
                <v:path arrowok="t"/>
                <v:fill on="f" focussize="0,0"/>
                <v:stroke weight="0.48pt"/>
                <v:imagedata o:title=""/>
                <o:lock v:ext="edit"/>
              </v:shape>
            </v:group>
            <v:group id="_x0000_s1644" o:spid="_x0000_s1644" o:spt="203" style="position:absolute;left:9135;top:7376;height:245;width:2;" coordorigin="9135,7376" coordsize="2,245">
              <o:lock v:ext="edit"/>
              <v:shape id="_x0000_s1645" o:spid="_x0000_s1645" style="position:absolute;left:9135;top:7376;height:245;width:2;" filled="f" coordorigin="9135,7376" coordsize="0,245" path="m9135,7376l9135,7621e">
                <v:path arrowok="t"/>
                <v:fill on="f" focussize="0,0"/>
                <v:stroke weight="0.48pt"/>
                <v:imagedata o:title=""/>
                <o:lock v:ext="edit"/>
              </v:shape>
            </v:group>
            <v:group id="_x0000_s1646" o:spid="_x0000_s1646" o:spt="203" style="position:absolute;left:9135;top:8195;height:245;width:2;" coordorigin="9135,8195" coordsize="2,245">
              <o:lock v:ext="edit"/>
              <v:shape id="_x0000_s1647" o:spid="_x0000_s1647" style="position:absolute;left:9135;top:8195;height:245;width:2;" filled="f" coordorigin="9135,8195" coordsize="0,245" path="m9135,8195l9135,8440e">
                <v:path arrowok="t"/>
                <v:fill on="f" focussize="0,0"/>
                <v:stroke weight="0.48pt"/>
                <v:imagedata o:title=""/>
                <o:lock v:ext="edit"/>
              </v:shape>
            </v:group>
            <v:group id="_x0000_s1648" o:spid="_x0000_s1648" o:spt="203" style="position:absolute;left:9135;top:9014;height:245;width:2;" coordorigin="9135,9014" coordsize="2,245">
              <o:lock v:ext="edit"/>
              <v:shape id="_x0000_s1649" o:spid="_x0000_s1649" style="position:absolute;left:9135;top:9014;height:245;width:2;" filled="f" coordorigin="9135,9014" coordsize="0,245" path="m9135,9014l9135,9259e">
                <v:path arrowok="t"/>
                <v:fill on="f" focussize="0,0"/>
                <v:stroke weight="0.48pt"/>
                <v:imagedata o:title=""/>
                <o:lock v:ext="edit"/>
              </v:shape>
            </v:group>
            <v:group id="_x0000_s1650" o:spid="_x0000_s1650" o:spt="203" style="position:absolute;left:9135;top:10407;height:245;width:2;" coordorigin="9135,10407" coordsize="2,245">
              <o:lock v:ext="edit"/>
              <v:shape id="_x0000_s1651" o:spid="_x0000_s1651" style="position:absolute;left:9135;top:10407;height:245;width:2;" filled="f" coordorigin="9135,10407" coordsize="0,245" path="m9135,10407l9135,10652e">
                <v:path arrowok="t"/>
                <v:fill on="f" focussize="0,0"/>
                <v:stroke weight="0.48pt"/>
                <v:imagedata o:title=""/>
                <o:lock v:ext="edit"/>
              </v:shape>
            </v:group>
            <v:group id="_x0000_s1652" o:spid="_x0000_s1652" o:spt="203" style="position:absolute;left:9170;top:259;height:574;width:2;" coordorigin="9170,259" coordsize="2,574">
              <o:lock v:ext="edit"/>
              <v:shape id="_x0000_s1653" o:spid="_x0000_s1653" style="position:absolute;left:9170;top:259;height:574;width:2;" filled="f" coordorigin="9170,259" coordsize="0,574" path="m9170,259l9170,833e">
                <v:path arrowok="t"/>
                <v:fill on="f" focussize="0,0"/>
                <v:stroke weight="0.48pt"/>
                <v:imagedata o:title=""/>
                <o:lock v:ext="edit"/>
              </v:shape>
            </v:group>
            <v:group id="_x0000_s1654" o:spid="_x0000_s1654" o:spt="203" style="position:absolute;left:9170;top:1078;height:574;width:2;" coordorigin="9170,1078" coordsize="2,574">
              <o:lock v:ext="edit"/>
              <v:shape id="_x0000_s1655" o:spid="_x0000_s1655" style="position:absolute;left:9170;top:1078;height:574;width:2;" filled="f" coordorigin="9170,1078" coordsize="0,574" path="m9170,1078l9170,1652e">
                <v:path arrowok="t"/>
                <v:fill on="f" focussize="0,0"/>
                <v:stroke weight="0.48pt"/>
                <v:imagedata o:title=""/>
                <o:lock v:ext="edit"/>
              </v:shape>
            </v:group>
            <v:group id="_x0000_s1656" o:spid="_x0000_s1656" o:spt="203" style="position:absolute;left:9170;top:1897;height:574;width:2;" coordorigin="9170,1897" coordsize="2,574">
              <o:lock v:ext="edit"/>
              <v:shape id="_x0000_s1657" o:spid="_x0000_s1657" style="position:absolute;left:9170;top:1897;height:574;width:2;" filled="f" coordorigin="9170,1897" coordsize="0,574" path="m9170,1897l9170,2471e">
                <v:path arrowok="t"/>
                <v:fill on="f" focussize="0,0"/>
                <v:stroke weight="0.48pt"/>
                <v:imagedata o:title=""/>
                <o:lock v:ext="edit"/>
              </v:shape>
            </v:group>
            <v:group id="_x0000_s1658" o:spid="_x0000_s1658" o:spt="203" style="position:absolute;left:9170;top:2716;height:574;width:2;" coordorigin="9170,2716" coordsize="2,574">
              <o:lock v:ext="edit"/>
              <v:shape id="_x0000_s1659" o:spid="_x0000_s1659" style="position:absolute;left:9170;top:2716;height:574;width:2;" filled="f" coordorigin="9170,2716" coordsize="0,574" path="m9170,2716l9170,3290e">
                <v:path arrowok="t"/>
                <v:fill on="f" focussize="0,0"/>
                <v:stroke weight="0.48pt"/>
                <v:imagedata o:title=""/>
                <o:lock v:ext="edit"/>
              </v:shape>
            </v:group>
            <v:group id="_x0000_s1660" o:spid="_x0000_s1660" o:spt="203" style="position:absolute;left:9170;top:3535;height:574;width:2;" coordorigin="9170,3535" coordsize="2,574">
              <o:lock v:ext="edit"/>
              <v:shape id="_x0000_s1661" o:spid="_x0000_s1661" style="position:absolute;left:9170;top:3535;height:574;width:2;" filled="f" coordorigin="9170,3535" coordsize="0,574" path="m9170,3535l9170,4109e">
                <v:path arrowok="t"/>
                <v:fill on="f" focussize="0,0"/>
                <v:stroke weight="0.48pt"/>
                <v:imagedata o:title=""/>
                <o:lock v:ext="edit"/>
              </v:shape>
            </v:group>
            <v:group id="_x0000_s1662" o:spid="_x0000_s1662" o:spt="203" style="position:absolute;left:9170;top:4354;height:574;width:2;" coordorigin="9170,4354" coordsize="2,574">
              <o:lock v:ext="edit"/>
              <v:shape id="_x0000_s1663" o:spid="_x0000_s1663" style="position:absolute;left:9170;top:4354;height:574;width:2;" filled="f" coordorigin="9170,4354" coordsize="0,574" path="m9170,4354l9170,4928e">
                <v:path arrowok="t"/>
                <v:fill on="f" focussize="0,0"/>
                <v:stroke weight="0.48pt"/>
                <v:imagedata o:title=""/>
                <o:lock v:ext="edit"/>
              </v:shape>
            </v:group>
            <v:group id="_x0000_s1664" o:spid="_x0000_s1664" o:spt="203" style="position:absolute;left:9170;top:5173;height:574;width:2;" coordorigin="9170,5173" coordsize="2,574">
              <o:lock v:ext="edit"/>
              <v:shape id="_x0000_s1665" o:spid="_x0000_s1665" style="position:absolute;left:9170;top:5173;height:574;width:2;" filled="f" coordorigin="9170,5173" coordsize="0,574" path="m9170,5173l9170,5747e">
                <v:path arrowok="t"/>
                <v:fill on="f" focussize="0,0"/>
                <v:stroke weight="0.48pt"/>
                <v:imagedata o:title=""/>
                <o:lock v:ext="edit"/>
              </v:shape>
            </v:group>
            <v:group id="_x0000_s1666" o:spid="_x0000_s1666" o:spt="203" style="position:absolute;left:9170;top:5992;height:574;width:2;" coordorigin="9170,5992" coordsize="2,574">
              <o:lock v:ext="edit"/>
              <v:shape id="_x0000_s1667" o:spid="_x0000_s1667" style="position:absolute;left:9170;top:5992;height:574;width:2;" filled="f" coordorigin="9170,5992" coordsize="0,574" path="m9170,5992l9170,6566e">
                <v:path arrowok="t"/>
                <v:fill on="f" focussize="0,0"/>
                <v:stroke weight="0.48pt"/>
                <v:imagedata o:title=""/>
                <o:lock v:ext="edit"/>
              </v:shape>
            </v:group>
            <v:group id="_x0000_s1668" o:spid="_x0000_s1668" o:spt="203" style="position:absolute;left:9170;top:6811;height:574;width:2;" coordorigin="9170,6811" coordsize="2,574">
              <o:lock v:ext="edit"/>
              <v:shape id="_x0000_s1669" o:spid="_x0000_s1669" style="position:absolute;left:9170;top:6811;height:574;width:2;" filled="f" coordorigin="9170,6811" coordsize="0,574" path="m9170,6811l9170,7385e">
                <v:path arrowok="t"/>
                <v:fill on="f" focussize="0,0"/>
                <v:stroke weight="0.48pt"/>
                <v:imagedata o:title=""/>
                <o:lock v:ext="edit"/>
              </v:shape>
            </v:group>
            <v:group id="_x0000_s1670" o:spid="_x0000_s1670" o:spt="203" style="position:absolute;left:9170;top:7630;height:574;width:2;" coordorigin="9170,7630" coordsize="2,574">
              <o:lock v:ext="edit"/>
              <v:shape id="_x0000_s1671" o:spid="_x0000_s1671" style="position:absolute;left:9170;top:7630;height:574;width:2;" filled="f" coordorigin="9170,7630" coordsize="0,574" path="m9170,7630l9170,8204e">
                <v:path arrowok="t"/>
                <v:fill on="f" focussize="0,0"/>
                <v:stroke weight="0.48pt"/>
                <v:imagedata o:title=""/>
                <o:lock v:ext="edit"/>
              </v:shape>
            </v:group>
            <v:group id="_x0000_s1672" o:spid="_x0000_s1672" o:spt="203" style="position:absolute;left:9170;top:8449;height:574;width:2;" coordorigin="9170,8449" coordsize="2,574">
              <o:lock v:ext="edit"/>
              <v:shape id="_x0000_s1673" o:spid="_x0000_s1673" style="position:absolute;left:9170;top:8449;height:574;width:2;" filled="f" coordorigin="9170,8449" coordsize="0,574" path="m9170,8449l9170,9023e">
                <v:path arrowok="t"/>
                <v:fill on="f" focussize="0,0"/>
                <v:stroke weight="0.48pt"/>
                <v:imagedata o:title=""/>
                <o:lock v:ext="edit"/>
              </v:shape>
            </v:group>
            <v:group id="_x0000_s1674" o:spid="_x0000_s1674" o:spt="203" style="position:absolute;left:9170;top:9268;height:1148;width:2;" coordorigin="9170,9268" coordsize="2,1148">
              <o:lock v:ext="edit"/>
              <v:shape id="_x0000_s1675" o:spid="_x0000_s1675" style="position:absolute;left:9170;top:9268;height:1148;width:2;" filled="f" coordorigin="9170,9268" coordsize="0,1148" path="m9170,9268l9170,10416e">
                <v:path arrowok="t"/>
                <v:fill on="f" focussize="0,0"/>
                <v:stroke weight="0.48pt"/>
                <v:imagedata o:title=""/>
                <o:lock v:ext="edit"/>
              </v:shape>
            </v:group>
            <v:group id="_x0000_s1676" o:spid="_x0000_s1676" o:spt="203" style="position:absolute;left:9170;top:10661;height:572;width:2;" coordorigin="9170,10661" coordsize="2,572">
              <o:lock v:ext="edit"/>
              <v:shape id="_x0000_s1677" o:spid="_x0000_s1677" style="position:absolute;left:9170;top:10661;height:572;width:2;" filled="f" coordorigin="9170,10661" coordsize="0,572" path="m9170,10661l9170,11233e">
                <v:path arrowok="t"/>
                <v:fill on="f" focussize="0,0"/>
                <v:stroke weight="0.48pt"/>
                <v:imagedata o:title=""/>
                <o:lock v:ext="edit"/>
              </v:shape>
            </v:group>
            <w10:wrap type="none"/>
            <w10:anchorlock/>
          </v:group>
        </w:pic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宋体" w:cs="宋体"/>
          <w:sz w:val="20"/>
          <w:szCs w:val="20"/>
        </w:rPr>
        <w:sectPr>
          <w:pgSz w:w="11910" w:h="16840"/>
          <w:pgMar w:top="1180" w:right="980" w:bottom="1360" w:left="1520" w:header="0" w:footer="1155" w:gutter="0"/>
          <w:cols w:space="720" w:num="1"/>
        </w:sect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sz w:val="5"/>
          <w:szCs w:val="5"/>
        </w:rPr>
      </w:pPr>
    </w:p>
    <w:p>
      <w:pPr>
        <w:keepNext w:val="0"/>
        <w:keepLines w:val="0"/>
        <w:pageBreakBefore w:val="0"/>
        <w:widowControl w:val="0"/>
        <w:kinsoku/>
        <w:wordWrap/>
        <w:overflowPunct/>
        <w:topLinePunct w:val="0"/>
        <w:autoSpaceDE/>
        <w:autoSpaceDN/>
        <w:bidi w:val="0"/>
        <w:adjustRightInd/>
        <w:snapToGrid/>
        <w:spacing w:line="240" w:lineRule="auto"/>
        <w:ind w:left="108"/>
        <w:textAlignment w:val="auto"/>
        <w:outlineLvl w:val="9"/>
        <w:rPr>
          <w:rFonts w:ascii="Times New Roman" w:hAnsi="Times New Roman"/>
          <w:sz w:val="20"/>
          <w:szCs w:val="20"/>
        </w:rPr>
      </w:pPr>
      <w:r>
        <w:rPr>
          <w:rFonts w:ascii="Times New Roman" w:hAnsi="Times New Roman"/>
          <w:sz w:val="20"/>
          <w:szCs w:val="20"/>
        </w:rPr>
        <w:pict>
          <v:group id="_x0000_s1678" o:spid="_x0000_s1678" o:spt="203" style="height:680.75pt;width:459pt;" coordsize="9180,13615">
            <o:lock v:ext="edit"/>
            <v:group id="_x0000_s1679" o:spid="_x0000_s1679" o:spt="203" style="position:absolute;left:10;top:5;height:13605;width:2;" coordorigin="10,5" coordsize="2,13605">
              <o:lock v:ext="edit"/>
              <v:shape id="_x0000_s1680" o:spid="_x0000_s1680" style="position:absolute;left:10;top:5;height:13605;width:2;" filled="f" coordorigin="10,5" coordsize="0,13605" path="m10,5l10,13609e">
                <v:path arrowok="t"/>
                <v:fill on="f" focussize="0,0"/>
                <v:stroke weight="0.48pt"/>
                <v:imagedata o:title=""/>
                <o:lock v:ext="edit"/>
              </v:shape>
            </v:group>
            <v:group id="_x0000_s1681" o:spid="_x0000_s1681" o:spt="203" style="position:absolute;left:5;top:10;height:2;width:9135;" coordorigin="5,10" coordsize="9135,2">
              <o:lock v:ext="edit"/>
              <v:shape id="_x0000_s1682" o:spid="_x0000_s1682" style="position:absolute;left:5;top:10;height:2;width:9135;" filled="f" coordorigin="5,10" coordsize="9135,0" path="m5,10l9139,10e">
                <v:path arrowok="t"/>
                <v:fill on="f" focussize="0,0"/>
                <v:stroke weight="0.48pt"/>
                <v:imagedata o:title=""/>
                <o:lock v:ext="edit"/>
              </v:shape>
            </v:group>
            <v:group id="_x0000_s1683" o:spid="_x0000_s1683" o:spt="203" style="position:absolute;left:466;top:250;height:574;width:2;" coordorigin="466,250" coordsize="2,574">
              <o:lock v:ext="edit"/>
              <v:shape id="_x0000_s1684" o:spid="_x0000_s1684" style="position:absolute;left:466;top:250;height:574;width:2;" filled="f" coordorigin="466,250" coordsize="0,574" path="m466,250l466,824e">
                <v:path arrowok="t"/>
                <v:fill on="f" focussize="0,0"/>
                <v:stroke weight="0.48pt"/>
                <v:imagedata o:title=""/>
                <o:lock v:ext="edit"/>
              </v:shape>
            </v:group>
            <v:group id="_x0000_s1685" o:spid="_x0000_s1685" o:spt="203" style="position:absolute;left:924;top:250;height:574;width:2;" coordorigin="924,250" coordsize="2,574">
              <o:lock v:ext="edit"/>
              <v:shape id="_x0000_s1686" o:spid="_x0000_s1686" style="position:absolute;left:924;top:250;height:574;width:2;" filled="f" coordorigin="924,250" coordsize="0,574" path="m924,250l924,824e">
                <v:path arrowok="t"/>
                <v:fill on="f" focussize="0,0"/>
                <v:stroke weight="0.48pt"/>
                <v:imagedata o:title=""/>
                <o:lock v:ext="edit"/>
              </v:shape>
            </v:group>
            <v:group id="_x0000_s1687" o:spid="_x0000_s1687" o:spt="203" style="position:absolute;left:1380;top:250;height:574;width:2;" coordorigin="1380,250" coordsize="2,574">
              <o:lock v:ext="edit"/>
              <v:shape id="_x0000_s1688" o:spid="_x0000_s1688" style="position:absolute;left:1380;top:250;height:574;width:2;" filled="f" coordorigin="1380,250" coordsize="0,574" path="m1380,250l1380,824e">
                <v:path arrowok="t"/>
                <v:fill on="f" focussize="0,0"/>
                <v:stroke weight="0.48pt"/>
                <v:imagedata o:title=""/>
                <o:lock v:ext="edit"/>
              </v:shape>
            </v:group>
            <v:group id="_x0000_s1689" o:spid="_x0000_s1689" o:spt="203" style="position:absolute;left:1836;top:250;height:574;width:2;" coordorigin="1836,250" coordsize="2,574">
              <o:lock v:ext="edit"/>
              <v:shape id="_x0000_s1690" o:spid="_x0000_s1690" style="position:absolute;left:1836;top:250;height:574;width:2;" filled="f" coordorigin="1836,250" coordsize="0,574" path="m1836,250l1836,824e">
                <v:path arrowok="t"/>
                <v:fill on="f" focussize="0,0"/>
                <v:stroke weight="0.48pt"/>
                <v:imagedata o:title=""/>
                <o:lock v:ext="edit"/>
              </v:shape>
            </v:group>
            <v:group id="_x0000_s1691" o:spid="_x0000_s1691" o:spt="203" style="position:absolute;left:2294;top:250;height:574;width:2;" coordorigin="2294,250" coordsize="2,574">
              <o:lock v:ext="edit"/>
              <v:shape id="_x0000_s1692" o:spid="_x0000_s1692" style="position:absolute;left:2294;top:250;height:574;width:2;" filled="f" coordorigin="2294,250" coordsize="0,574" path="m2294,250l2294,824e">
                <v:path arrowok="t"/>
                <v:fill on="f" focussize="0,0"/>
                <v:stroke weight="0.48pt"/>
                <v:imagedata o:title=""/>
                <o:lock v:ext="edit"/>
              </v:shape>
            </v:group>
            <v:group id="_x0000_s1693" o:spid="_x0000_s1693" o:spt="203" style="position:absolute;left:2750;top:250;height:574;width:2;" coordorigin="2750,250" coordsize="2,574">
              <o:lock v:ext="edit"/>
              <v:shape id="_x0000_s1694" o:spid="_x0000_s1694" style="position:absolute;left:2750;top:250;height:574;width:2;" filled="f" coordorigin="2750,250" coordsize="0,574" path="m2750,250l2750,824e">
                <v:path arrowok="t"/>
                <v:fill on="f" focussize="0,0"/>
                <v:stroke weight="0.48pt"/>
                <v:imagedata o:title=""/>
                <o:lock v:ext="edit"/>
              </v:shape>
            </v:group>
            <v:group id="_x0000_s1695" o:spid="_x0000_s1695" o:spt="203" style="position:absolute;left:3207;top:250;height:574;width:2;" coordorigin="3207,250" coordsize="2,574">
              <o:lock v:ext="edit"/>
              <v:shape id="_x0000_s1696" o:spid="_x0000_s1696" style="position:absolute;left:3207;top:250;height:574;width:2;" filled="f" coordorigin="3207,250" coordsize="0,574" path="m3207,250l3207,824e">
                <v:path arrowok="t"/>
                <v:fill on="f" focussize="0,0"/>
                <v:stroke weight="0.48pt"/>
                <v:imagedata o:title=""/>
                <o:lock v:ext="edit"/>
              </v:shape>
            </v:group>
            <v:group id="_x0000_s1697" o:spid="_x0000_s1697" o:spt="203" style="position:absolute;left:3665;top:250;height:574;width:2;" coordorigin="3665,250" coordsize="2,574">
              <o:lock v:ext="edit"/>
              <v:shape id="_x0000_s1698" o:spid="_x0000_s1698" style="position:absolute;left:3665;top:250;height:574;width:2;" filled="f" coordorigin="3665,250" coordsize="0,574" path="m3665,250l3665,824e">
                <v:path arrowok="t"/>
                <v:fill on="f" focussize="0,0"/>
                <v:stroke weight="0.48pt"/>
                <v:imagedata o:title=""/>
                <o:lock v:ext="edit"/>
              </v:shape>
            </v:group>
            <v:group id="_x0000_s1699" o:spid="_x0000_s1699" o:spt="203" style="position:absolute;left:4123;top:250;height:574;width:2;" coordorigin="4123,250" coordsize="2,574">
              <o:lock v:ext="edit"/>
              <v:shape id="_x0000_s1700" o:spid="_x0000_s1700" style="position:absolute;left:4123;top:250;height:574;width:2;" filled="f" coordorigin="4123,250" coordsize="0,574" path="m4123,250l4123,824e">
                <v:path arrowok="t"/>
                <v:fill on="f" focussize="0,0"/>
                <v:stroke weight="0.48pt"/>
                <v:imagedata o:title=""/>
                <o:lock v:ext="edit"/>
              </v:shape>
            </v:group>
            <v:group id="_x0000_s1701" o:spid="_x0000_s1701" o:spt="203" style="position:absolute;left:4581;top:250;height:574;width:2;" coordorigin="4581,250" coordsize="2,574">
              <o:lock v:ext="edit"/>
              <v:shape id="_x0000_s1702" o:spid="_x0000_s1702" style="position:absolute;left:4581;top:250;height:574;width:2;" filled="f" coordorigin="4581,250" coordsize="0,574" path="m4581,250l4581,824e">
                <v:path arrowok="t"/>
                <v:fill on="f" focussize="0,0"/>
                <v:stroke weight="0.48pt"/>
                <v:imagedata o:title=""/>
                <o:lock v:ext="edit"/>
              </v:shape>
            </v:group>
            <v:group id="_x0000_s1703" o:spid="_x0000_s1703" o:spt="203" style="position:absolute;left:5040;top:250;height:574;width:2;" coordorigin="5040,250" coordsize="2,574">
              <o:lock v:ext="edit"/>
              <v:shape id="_x0000_s1704" o:spid="_x0000_s1704" style="position:absolute;left:5040;top:250;height:574;width:2;" filled="f" coordorigin="5040,250" coordsize="0,574" path="m5040,250l5040,824e">
                <v:path arrowok="t"/>
                <v:fill on="f" focussize="0,0"/>
                <v:stroke weight="0.48pt"/>
                <v:imagedata o:title=""/>
                <o:lock v:ext="edit"/>
              </v:shape>
            </v:group>
            <v:group id="_x0000_s1705" o:spid="_x0000_s1705" o:spt="203" style="position:absolute;left:5498;top:250;height:574;width:2;" coordorigin="5498,250" coordsize="2,574">
              <o:lock v:ext="edit"/>
              <v:shape id="_x0000_s1706" o:spid="_x0000_s1706" style="position:absolute;left:5498;top:250;height:574;width:2;" filled="f" coordorigin="5498,250" coordsize="0,574" path="m5498,250l5498,824e">
                <v:path arrowok="t"/>
                <v:fill on="f" focussize="0,0"/>
                <v:stroke weight="0.48pt"/>
                <v:imagedata o:title=""/>
                <o:lock v:ext="edit"/>
              </v:shape>
            </v:group>
            <v:group id="_x0000_s1707" o:spid="_x0000_s1707" o:spt="203" style="position:absolute;left:5956;top:250;height:574;width:2;" coordorigin="5956,250" coordsize="2,574">
              <o:lock v:ext="edit"/>
              <v:shape id="_x0000_s1708" o:spid="_x0000_s1708" style="position:absolute;left:5956;top:250;height:574;width:2;" filled="f" coordorigin="5956,250" coordsize="0,574" path="m5956,250l5956,824e">
                <v:path arrowok="t"/>
                <v:fill on="f" focussize="0,0"/>
                <v:stroke weight="0.48pt"/>
                <v:imagedata o:title=""/>
                <o:lock v:ext="edit"/>
              </v:shape>
            </v:group>
            <v:group id="_x0000_s1709" o:spid="_x0000_s1709" o:spt="203" style="position:absolute;left:6415;top:250;height:574;width:2;" coordorigin="6415,250" coordsize="2,574">
              <o:lock v:ext="edit"/>
              <v:shape id="_x0000_s1710" o:spid="_x0000_s1710" style="position:absolute;left:6415;top:250;height:574;width:2;" filled="f" coordorigin="6415,250" coordsize="0,574" path="m6415,250l6415,824e">
                <v:path arrowok="t"/>
                <v:fill on="f" focussize="0,0"/>
                <v:stroke weight="0.48pt"/>
                <v:imagedata o:title=""/>
                <o:lock v:ext="edit"/>
              </v:shape>
            </v:group>
            <v:group id="_x0000_s1711" o:spid="_x0000_s1711" o:spt="203" style="position:absolute;left:6873;top:250;height:574;width:2;" coordorigin="6873,250" coordsize="2,574">
              <o:lock v:ext="edit"/>
              <v:shape id="_x0000_s1712" o:spid="_x0000_s1712" style="position:absolute;left:6873;top:250;height:574;width:2;" filled="f" coordorigin="6873,250" coordsize="0,574" path="m6873,250l6873,824e">
                <v:path arrowok="t"/>
                <v:fill on="f" focussize="0,0"/>
                <v:stroke weight="0.48pt"/>
                <v:imagedata o:title=""/>
                <o:lock v:ext="edit"/>
              </v:shape>
            </v:group>
            <v:group id="_x0000_s1713" o:spid="_x0000_s1713" o:spt="203" style="position:absolute;left:7332;top:250;height:574;width:2;" coordorigin="7332,250" coordsize="2,574">
              <o:lock v:ext="edit"/>
              <v:shape id="_x0000_s1714" o:spid="_x0000_s1714" style="position:absolute;left:7332;top:250;height:574;width:2;" filled="f" coordorigin="7332,250" coordsize="0,574" path="m7332,250l7332,824e">
                <v:path arrowok="t"/>
                <v:fill on="f" focussize="0,0"/>
                <v:stroke weight="0.48pt"/>
                <v:imagedata o:title=""/>
                <o:lock v:ext="edit"/>
              </v:shape>
            </v:group>
            <v:group id="_x0000_s1715" o:spid="_x0000_s1715" o:spt="203" style="position:absolute;left:7790;top:250;height:574;width:2;" coordorigin="7790,250" coordsize="2,574">
              <o:lock v:ext="edit"/>
              <v:shape id="_x0000_s1716" o:spid="_x0000_s1716" style="position:absolute;left:7790;top:250;height:574;width:2;" filled="f" coordorigin="7790,250" coordsize="0,574" path="m7790,250l7790,824e">
                <v:path arrowok="t"/>
                <v:fill on="f" focussize="0,0"/>
                <v:stroke weight="0.48pt"/>
                <v:imagedata o:title=""/>
                <o:lock v:ext="edit"/>
              </v:shape>
            </v:group>
            <v:group id="_x0000_s1717" o:spid="_x0000_s1717" o:spt="203" style="position:absolute;left:8248;top:250;height:574;width:2;" coordorigin="8248,250" coordsize="2,574">
              <o:lock v:ext="edit"/>
              <v:shape id="_x0000_s1718" o:spid="_x0000_s1718" style="position:absolute;left:8248;top:250;height:574;width:2;" filled="f" coordorigin="8248,250" coordsize="0,574" path="m8248,250l8248,824e">
                <v:path arrowok="t"/>
                <v:fill on="f" focussize="0,0"/>
                <v:stroke weight="0.48pt"/>
                <v:imagedata o:title=""/>
                <o:lock v:ext="edit"/>
              </v:shape>
            </v:group>
            <v:group id="_x0000_s1719" o:spid="_x0000_s1719" o:spt="203" style="position:absolute;left:8707;top:250;height:574;width:2;" coordorigin="8707,250" coordsize="2,574">
              <o:lock v:ext="edit"/>
              <v:shape id="_x0000_s1720" o:spid="_x0000_s1720" style="position:absolute;left:8707;top:250;height:574;width:2;" filled="f" coordorigin="8707,250" coordsize="0,574" path="m8707,250l8707,824e">
                <v:path arrowok="t"/>
                <v:fill on="f" focussize="0,0"/>
                <v:stroke weight="0.48pt"/>
                <v:imagedata o:title=""/>
                <o:lock v:ext="edit"/>
              </v:shape>
            </v:group>
            <v:group id="_x0000_s1721" o:spid="_x0000_s1721" o:spt="203" style="position:absolute;left:5;top:255;height:2;width:9170;" coordorigin="5,255" coordsize="9170,2">
              <o:lock v:ext="edit"/>
              <v:shape id="_x0000_s1722" o:spid="_x0000_s1722" style="position:absolute;left:5;top:255;height:2;width:9170;" filled="f" coordorigin="5,255" coordsize="9170,0" path="m5,255l9174,255e">
                <v:path arrowok="t"/>
                <v:fill on="f" focussize="0,0"/>
                <v:stroke weight="0.48pt"/>
                <v:imagedata o:title=""/>
                <o:lock v:ext="edit"/>
              </v:shape>
            </v:group>
            <v:group id="_x0000_s1723" o:spid="_x0000_s1723" o:spt="203" style="position:absolute;left:5;top:829;height:2;width:9170;" coordorigin="5,829" coordsize="9170,2">
              <o:lock v:ext="edit"/>
              <v:shape id="_x0000_s1724" o:spid="_x0000_s1724" style="position:absolute;left:5;top:829;height:2;width:9170;" filled="f" coordorigin="5,829" coordsize="9170,0" path="m5,829l9174,829e">
                <v:path arrowok="t"/>
                <v:fill on="f" focussize="0,0"/>
                <v:stroke weight="0.48pt"/>
                <v:imagedata o:title=""/>
                <o:lock v:ext="edit"/>
              </v:shape>
            </v:group>
            <v:group id="_x0000_s1725" o:spid="_x0000_s1725" o:spt="203" style="position:absolute;left:466;top:1069;height:574;width:2;" coordorigin="466,1069" coordsize="2,574">
              <o:lock v:ext="edit"/>
              <v:shape id="_x0000_s1726" o:spid="_x0000_s1726" style="position:absolute;left:466;top:1069;height:574;width:2;" filled="f" coordorigin="466,1069" coordsize="0,574" path="m466,1069l466,1643e">
                <v:path arrowok="t"/>
                <v:fill on="f" focussize="0,0"/>
                <v:stroke weight="0.48pt"/>
                <v:imagedata o:title=""/>
                <o:lock v:ext="edit"/>
              </v:shape>
            </v:group>
            <v:group id="_x0000_s1727" o:spid="_x0000_s1727" o:spt="203" style="position:absolute;left:924;top:1069;height:574;width:2;" coordorigin="924,1069" coordsize="2,574">
              <o:lock v:ext="edit"/>
              <v:shape id="_x0000_s1728" o:spid="_x0000_s1728" style="position:absolute;left:924;top:1069;height:574;width:2;" filled="f" coordorigin="924,1069" coordsize="0,574" path="m924,1069l924,1643e">
                <v:path arrowok="t"/>
                <v:fill on="f" focussize="0,0"/>
                <v:stroke weight="0.48pt"/>
                <v:imagedata o:title=""/>
                <o:lock v:ext="edit"/>
              </v:shape>
            </v:group>
            <v:group id="_x0000_s1729" o:spid="_x0000_s1729" o:spt="203" style="position:absolute;left:1380;top:1069;height:574;width:2;" coordorigin="1380,1069" coordsize="2,574">
              <o:lock v:ext="edit"/>
              <v:shape id="_x0000_s1730" o:spid="_x0000_s1730" style="position:absolute;left:1380;top:1069;height:574;width:2;" filled="f" coordorigin="1380,1069" coordsize="0,574" path="m1380,1069l1380,1643e">
                <v:path arrowok="t"/>
                <v:fill on="f" focussize="0,0"/>
                <v:stroke weight="0.48pt"/>
                <v:imagedata o:title=""/>
                <o:lock v:ext="edit"/>
              </v:shape>
            </v:group>
            <v:group id="_x0000_s1731" o:spid="_x0000_s1731" o:spt="203" style="position:absolute;left:1836;top:1069;height:574;width:2;" coordorigin="1836,1069" coordsize="2,574">
              <o:lock v:ext="edit"/>
              <v:shape id="_x0000_s1732" o:spid="_x0000_s1732" style="position:absolute;left:1836;top:1069;height:574;width:2;" filled="f" coordorigin="1836,1069" coordsize="0,574" path="m1836,1069l1836,1643e">
                <v:path arrowok="t"/>
                <v:fill on="f" focussize="0,0"/>
                <v:stroke weight="0.48pt"/>
                <v:imagedata o:title=""/>
                <o:lock v:ext="edit"/>
              </v:shape>
            </v:group>
            <v:group id="_x0000_s1733" o:spid="_x0000_s1733" o:spt="203" style="position:absolute;left:2294;top:1069;height:574;width:2;" coordorigin="2294,1069" coordsize="2,574">
              <o:lock v:ext="edit"/>
              <v:shape id="_x0000_s1734" o:spid="_x0000_s1734" style="position:absolute;left:2294;top:1069;height:574;width:2;" filled="f" coordorigin="2294,1069" coordsize="0,574" path="m2294,1069l2294,1643e">
                <v:path arrowok="t"/>
                <v:fill on="f" focussize="0,0"/>
                <v:stroke weight="0.48pt"/>
                <v:imagedata o:title=""/>
                <o:lock v:ext="edit"/>
              </v:shape>
            </v:group>
            <v:group id="_x0000_s1735" o:spid="_x0000_s1735" o:spt="203" style="position:absolute;left:2750;top:1069;height:574;width:2;" coordorigin="2750,1069" coordsize="2,574">
              <o:lock v:ext="edit"/>
              <v:shape id="_x0000_s1736" o:spid="_x0000_s1736" style="position:absolute;left:2750;top:1069;height:574;width:2;" filled="f" coordorigin="2750,1069" coordsize="0,574" path="m2750,1069l2750,1643e">
                <v:path arrowok="t"/>
                <v:fill on="f" focussize="0,0"/>
                <v:stroke weight="0.48pt"/>
                <v:imagedata o:title=""/>
                <o:lock v:ext="edit"/>
              </v:shape>
            </v:group>
            <v:group id="_x0000_s1737" o:spid="_x0000_s1737" o:spt="203" style="position:absolute;left:3207;top:1069;height:574;width:2;" coordorigin="3207,1069" coordsize="2,574">
              <o:lock v:ext="edit"/>
              <v:shape id="_x0000_s1738" o:spid="_x0000_s1738" style="position:absolute;left:3207;top:1069;height:574;width:2;" filled="f" coordorigin="3207,1069" coordsize="0,574" path="m3207,1069l3207,1643e">
                <v:path arrowok="t"/>
                <v:fill on="f" focussize="0,0"/>
                <v:stroke weight="0.48pt"/>
                <v:imagedata o:title=""/>
                <o:lock v:ext="edit"/>
              </v:shape>
            </v:group>
            <v:group id="_x0000_s1739" o:spid="_x0000_s1739" o:spt="203" style="position:absolute;left:3665;top:1069;height:574;width:2;" coordorigin="3665,1069" coordsize="2,574">
              <o:lock v:ext="edit"/>
              <v:shape id="_x0000_s1740" o:spid="_x0000_s1740" style="position:absolute;left:3665;top:1069;height:574;width:2;" filled="f" coordorigin="3665,1069" coordsize="0,574" path="m3665,1069l3665,1643e">
                <v:path arrowok="t"/>
                <v:fill on="f" focussize="0,0"/>
                <v:stroke weight="0.48pt"/>
                <v:imagedata o:title=""/>
                <o:lock v:ext="edit"/>
              </v:shape>
            </v:group>
            <v:group id="_x0000_s1741" o:spid="_x0000_s1741" o:spt="203" style="position:absolute;left:4123;top:1069;height:574;width:2;" coordorigin="4123,1069" coordsize="2,574">
              <o:lock v:ext="edit"/>
              <v:shape id="_x0000_s1742" o:spid="_x0000_s1742" style="position:absolute;left:4123;top:1069;height:574;width:2;" filled="f" coordorigin="4123,1069" coordsize="0,574" path="m4123,1069l4123,1643e">
                <v:path arrowok="t"/>
                <v:fill on="f" focussize="0,0"/>
                <v:stroke weight="0.48pt"/>
                <v:imagedata o:title=""/>
                <o:lock v:ext="edit"/>
              </v:shape>
            </v:group>
            <v:group id="_x0000_s1743" o:spid="_x0000_s1743" o:spt="203" style="position:absolute;left:4581;top:1069;height:574;width:2;" coordorigin="4581,1069" coordsize="2,574">
              <o:lock v:ext="edit"/>
              <v:shape id="_x0000_s1744" o:spid="_x0000_s1744" style="position:absolute;left:4581;top:1069;height:574;width:2;" filled="f" coordorigin="4581,1069" coordsize="0,574" path="m4581,1069l4581,1643e">
                <v:path arrowok="t"/>
                <v:fill on="f" focussize="0,0"/>
                <v:stroke weight="0.48pt"/>
                <v:imagedata o:title=""/>
                <o:lock v:ext="edit"/>
              </v:shape>
            </v:group>
            <v:group id="_x0000_s1745" o:spid="_x0000_s1745" o:spt="203" style="position:absolute;left:5040;top:1069;height:574;width:2;" coordorigin="5040,1069" coordsize="2,574">
              <o:lock v:ext="edit"/>
              <v:shape id="_x0000_s1746" o:spid="_x0000_s1746" style="position:absolute;left:5040;top:1069;height:574;width:2;" filled="f" coordorigin="5040,1069" coordsize="0,574" path="m5040,1069l5040,1643e">
                <v:path arrowok="t"/>
                <v:fill on="f" focussize="0,0"/>
                <v:stroke weight="0.48pt"/>
                <v:imagedata o:title=""/>
                <o:lock v:ext="edit"/>
              </v:shape>
            </v:group>
            <v:group id="_x0000_s1747" o:spid="_x0000_s1747" o:spt="203" style="position:absolute;left:5498;top:1069;height:574;width:2;" coordorigin="5498,1069" coordsize="2,574">
              <o:lock v:ext="edit"/>
              <v:shape id="_x0000_s1748" o:spid="_x0000_s1748" style="position:absolute;left:5498;top:1069;height:574;width:2;" filled="f" coordorigin="5498,1069" coordsize="0,574" path="m5498,1069l5498,1643e">
                <v:path arrowok="t"/>
                <v:fill on="f" focussize="0,0"/>
                <v:stroke weight="0.48pt"/>
                <v:imagedata o:title=""/>
                <o:lock v:ext="edit"/>
              </v:shape>
            </v:group>
            <v:group id="_x0000_s1749" o:spid="_x0000_s1749" o:spt="203" style="position:absolute;left:5956;top:1069;height:574;width:2;" coordorigin="5956,1069" coordsize="2,574">
              <o:lock v:ext="edit"/>
              <v:shape id="_x0000_s1750" o:spid="_x0000_s1750" style="position:absolute;left:5956;top:1069;height:574;width:2;" filled="f" coordorigin="5956,1069" coordsize="0,574" path="m5956,1069l5956,1643e">
                <v:path arrowok="t"/>
                <v:fill on="f" focussize="0,0"/>
                <v:stroke weight="0.48pt"/>
                <v:imagedata o:title=""/>
                <o:lock v:ext="edit"/>
              </v:shape>
            </v:group>
            <v:group id="_x0000_s1751" o:spid="_x0000_s1751" o:spt="203" style="position:absolute;left:6415;top:1069;height:574;width:2;" coordorigin="6415,1069" coordsize="2,574">
              <o:lock v:ext="edit"/>
              <v:shape id="_x0000_s1752" o:spid="_x0000_s1752" style="position:absolute;left:6415;top:1069;height:574;width:2;" filled="f" coordorigin="6415,1069" coordsize="0,574" path="m6415,1069l6415,1643e">
                <v:path arrowok="t"/>
                <v:fill on="f" focussize="0,0"/>
                <v:stroke weight="0.48pt"/>
                <v:imagedata o:title=""/>
                <o:lock v:ext="edit"/>
              </v:shape>
            </v:group>
            <v:group id="_x0000_s1753" o:spid="_x0000_s1753" o:spt="203" style="position:absolute;left:6873;top:1069;height:574;width:2;" coordorigin="6873,1069" coordsize="2,574">
              <o:lock v:ext="edit"/>
              <v:shape id="_x0000_s1754" o:spid="_x0000_s1754" style="position:absolute;left:6873;top:1069;height:574;width:2;" filled="f" coordorigin="6873,1069" coordsize="0,574" path="m6873,1069l6873,1643e">
                <v:path arrowok="t"/>
                <v:fill on="f" focussize="0,0"/>
                <v:stroke weight="0.48pt"/>
                <v:imagedata o:title=""/>
                <o:lock v:ext="edit"/>
              </v:shape>
            </v:group>
            <v:group id="_x0000_s1755" o:spid="_x0000_s1755" o:spt="203" style="position:absolute;left:7332;top:1069;height:574;width:2;" coordorigin="7332,1069" coordsize="2,574">
              <o:lock v:ext="edit"/>
              <v:shape id="_x0000_s1756" o:spid="_x0000_s1756" style="position:absolute;left:7332;top:1069;height:574;width:2;" filled="f" coordorigin="7332,1069" coordsize="0,574" path="m7332,1069l7332,1643e">
                <v:path arrowok="t"/>
                <v:fill on="f" focussize="0,0"/>
                <v:stroke weight="0.48pt"/>
                <v:imagedata o:title=""/>
                <o:lock v:ext="edit"/>
              </v:shape>
            </v:group>
            <v:group id="_x0000_s1757" o:spid="_x0000_s1757" o:spt="203" style="position:absolute;left:7790;top:1069;height:574;width:2;" coordorigin="7790,1069" coordsize="2,574">
              <o:lock v:ext="edit"/>
              <v:shape id="_x0000_s1758" o:spid="_x0000_s1758" style="position:absolute;left:7790;top:1069;height:574;width:2;" filled="f" coordorigin="7790,1069" coordsize="0,574" path="m7790,1069l7790,1643e">
                <v:path arrowok="t"/>
                <v:fill on="f" focussize="0,0"/>
                <v:stroke weight="0.48pt"/>
                <v:imagedata o:title=""/>
                <o:lock v:ext="edit"/>
              </v:shape>
            </v:group>
            <v:group id="_x0000_s1759" o:spid="_x0000_s1759" o:spt="203" style="position:absolute;left:8248;top:1069;height:574;width:2;" coordorigin="8248,1069" coordsize="2,574">
              <o:lock v:ext="edit"/>
              <v:shape id="_x0000_s1760" o:spid="_x0000_s1760" style="position:absolute;left:8248;top:1069;height:574;width:2;" filled="f" coordorigin="8248,1069" coordsize="0,574" path="m8248,1069l8248,1643e">
                <v:path arrowok="t"/>
                <v:fill on="f" focussize="0,0"/>
                <v:stroke weight="0.48pt"/>
                <v:imagedata o:title=""/>
                <o:lock v:ext="edit"/>
              </v:shape>
            </v:group>
            <v:group id="_x0000_s1761" o:spid="_x0000_s1761" o:spt="203" style="position:absolute;left:8707;top:1069;height:574;width:2;" coordorigin="8707,1069" coordsize="2,574">
              <o:lock v:ext="edit"/>
              <v:shape id="_x0000_s1762" o:spid="_x0000_s1762" style="position:absolute;left:8707;top:1069;height:574;width:2;" filled="f" coordorigin="8707,1069" coordsize="0,574" path="m8707,1069l8707,1643e">
                <v:path arrowok="t"/>
                <v:fill on="f" focussize="0,0"/>
                <v:stroke weight="0.48pt"/>
                <v:imagedata o:title=""/>
                <o:lock v:ext="edit"/>
              </v:shape>
            </v:group>
            <v:group id="_x0000_s1763" o:spid="_x0000_s1763" o:spt="203" style="position:absolute;left:5;top:1074;height:2;width:9170;" coordorigin="5,1074" coordsize="9170,2">
              <o:lock v:ext="edit"/>
              <v:shape id="_x0000_s1764" o:spid="_x0000_s1764" style="position:absolute;left:5;top:1074;height:2;width:9170;" filled="f" coordorigin="5,1074" coordsize="9170,0" path="m5,1074l9174,1074e">
                <v:path arrowok="t"/>
                <v:fill on="f" focussize="0,0"/>
                <v:stroke weight="0.48pt"/>
                <v:imagedata o:title=""/>
                <o:lock v:ext="edit"/>
              </v:shape>
            </v:group>
            <v:group id="_x0000_s1765" o:spid="_x0000_s1765" o:spt="203" style="position:absolute;left:5;top:1648;height:2;width:9170;" coordorigin="5,1648" coordsize="9170,2">
              <o:lock v:ext="edit"/>
              <v:shape id="_x0000_s1766" o:spid="_x0000_s1766" style="position:absolute;left:5;top:1648;height:2;width:9170;" filled="f" coordorigin="5,1648" coordsize="9170,0" path="m5,1648l9174,1648e">
                <v:path arrowok="t"/>
                <v:fill on="f" focussize="0,0"/>
                <v:stroke weight="0.48pt"/>
                <v:imagedata o:title=""/>
                <o:lock v:ext="edit"/>
              </v:shape>
            </v:group>
            <v:group id="_x0000_s1767" o:spid="_x0000_s1767" o:spt="203" style="position:absolute;left:466;top:1888;height:574;width:2;" coordorigin="466,1888" coordsize="2,574">
              <o:lock v:ext="edit"/>
              <v:shape id="_x0000_s1768" o:spid="_x0000_s1768" style="position:absolute;left:466;top:1888;height:574;width:2;" filled="f" coordorigin="466,1888" coordsize="0,574" path="m466,1888l466,2462e">
                <v:path arrowok="t"/>
                <v:fill on="f" focussize="0,0"/>
                <v:stroke weight="0.48pt"/>
                <v:imagedata o:title=""/>
                <o:lock v:ext="edit"/>
              </v:shape>
            </v:group>
            <v:group id="_x0000_s1769" o:spid="_x0000_s1769" o:spt="203" style="position:absolute;left:924;top:1888;height:574;width:2;" coordorigin="924,1888" coordsize="2,574">
              <o:lock v:ext="edit"/>
              <v:shape id="_x0000_s1770" o:spid="_x0000_s1770" style="position:absolute;left:924;top:1888;height:574;width:2;" filled="f" coordorigin="924,1888" coordsize="0,574" path="m924,1888l924,2462e">
                <v:path arrowok="t"/>
                <v:fill on="f" focussize="0,0"/>
                <v:stroke weight="0.48pt"/>
                <v:imagedata o:title=""/>
                <o:lock v:ext="edit"/>
              </v:shape>
            </v:group>
            <v:group id="_x0000_s1771" o:spid="_x0000_s1771" o:spt="203" style="position:absolute;left:1380;top:1888;height:574;width:2;" coordorigin="1380,1888" coordsize="2,574">
              <o:lock v:ext="edit"/>
              <v:shape id="_x0000_s1772" o:spid="_x0000_s1772" style="position:absolute;left:1380;top:1888;height:574;width:2;" filled="f" coordorigin="1380,1888" coordsize="0,574" path="m1380,1888l1380,2462e">
                <v:path arrowok="t"/>
                <v:fill on="f" focussize="0,0"/>
                <v:stroke weight="0.48pt"/>
                <v:imagedata o:title=""/>
                <o:lock v:ext="edit"/>
              </v:shape>
            </v:group>
            <v:group id="_x0000_s1773" o:spid="_x0000_s1773" o:spt="203" style="position:absolute;left:1836;top:1888;height:574;width:2;" coordorigin="1836,1888" coordsize="2,574">
              <o:lock v:ext="edit"/>
              <v:shape id="_x0000_s1774" o:spid="_x0000_s1774" style="position:absolute;left:1836;top:1888;height:574;width:2;" filled="f" coordorigin="1836,1888" coordsize="0,574" path="m1836,1888l1836,2462e">
                <v:path arrowok="t"/>
                <v:fill on="f" focussize="0,0"/>
                <v:stroke weight="0.48pt"/>
                <v:imagedata o:title=""/>
                <o:lock v:ext="edit"/>
              </v:shape>
            </v:group>
            <v:group id="_x0000_s1775" o:spid="_x0000_s1775" o:spt="203" style="position:absolute;left:2294;top:1888;height:574;width:2;" coordorigin="2294,1888" coordsize="2,574">
              <o:lock v:ext="edit"/>
              <v:shape id="_x0000_s1776" o:spid="_x0000_s1776" style="position:absolute;left:2294;top:1888;height:574;width:2;" filled="f" coordorigin="2294,1888" coordsize="0,574" path="m2294,1888l2294,2462e">
                <v:path arrowok="t"/>
                <v:fill on="f" focussize="0,0"/>
                <v:stroke weight="0.48pt"/>
                <v:imagedata o:title=""/>
                <o:lock v:ext="edit"/>
              </v:shape>
            </v:group>
            <v:group id="_x0000_s1777" o:spid="_x0000_s1777" o:spt="203" style="position:absolute;left:2750;top:1888;height:574;width:2;" coordorigin="2750,1888" coordsize="2,574">
              <o:lock v:ext="edit"/>
              <v:shape id="_x0000_s1778" o:spid="_x0000_s1778" style="position:absolute;left:2750;top:1888;height:574;width:2;" filled="f" coordorigin="2750,1888" coordsize="0,574" path="m2750,1888l2750,2462e">
                <v:path arrowok="t"/>
                <v:fill on="f" focussize="0,0"/>
                <v:stroke weight="0.48pt"/>
                <v:imagedata o:title=""/>
                <o:lock v:ext="edit"/>
              </v:shape>
            </v:group>
            <v:group id="_x0000_s1779" o:spid="_x0000_s1779" o:spt="203" style="position:absolute;left:3207;top:1888;height:574;width:2;" coordorigin="3207,1888" coordsize="2,574">
              <o:lock v:ext="edit"/>
              <v:shape id="_x0000_s1780" o:spid="_x0000_s1780" style="position:absolute;left:3207;top:1888;height:574;width:2;" filled="f" coordorigin="3207,1888" coordsize="0,574" path="m3207,1888l3207,2462e">
                <v:path arrowok="t"/>
                <v:fill on="f" focussize="0,0"/>
                <v:stroke weight="0.48pt"/>
                <v:imagedata o:title=""/>
                <o:lock v:ext="edit"/>
              </v:shape>
            </v:group>
            <v:group id="_x0000_s1781" o:spid="_x0000_s1781" o:spt="203" style="position:absolute;left:3665;top:1888;height:574;width:2;" coordorigin="3665,1888" coordsize="2,574">
              <o:lock v:ext="edit"/>
              <v:shape id="_x0000_s1782" o:spid="_x0000_s1782" style="position:absolute;left:3665;top:1888;height:574;width:2;" filled="f" coordorigin="3665,1888" coordsize="0,574" path="m3665,1888l3665,2462e">
                <v:path arrowok="t"/>
                <v:fill on="f" focussize="0,0"/>
                <v:stroke weight="0.48pt"/>
                <v:imagedata o:title=""/>
                <o:lock v:ext="edit"/>
              </v:shape>
            </v:group>
            <v:group id="_x0000_s1783" o:spid="_x0000_s1783" o:spt="203" style="position:absolute;left:4123;top:1888;height:574;width:2;" coordorigin="4123,1888" coordsize="2,574">
              <o:lock v:ext="edit"/>
              <v:shape id="_x0000_s1784" o:spid="_x0000_s1784" style="position:absolute;left:4123;top:1888;height:574;width:2;" filled="f" coordorigin="4123,1888" coordsize="0,574" path="m4123,1888l4123,2462e">
                <v:path arrowok="t"/>
                <v:fill on="f" focussize="0,0"/>
                <v:stroke weight="0.48pt"/>
                <v:imagedata o:title=""/>
                <o:lock v:ext="edit"/>
              </v:shape>
            </v:group>
            <v:group id="_x0000_s1785" o:spid="_x0000_s1785" o:spt="203" style="position:absolute;left:4581;top:1888;height:574;width:2;" coordorigin="4581,1888" coordsize="2,574">
              <o:lock v:ext="edit"/>
              <v:shape id="_x0000_s1786" o:spid="_x0000_s1786" style="position:absolute;left:4581;top:1888;height:574;width:2;" filled="f" coordorigin="4581,1888" coordsize="0,574" path="m4581,1888l4581,2462e">
                <v:path arrowok="t"/>
                <v:fill on="f" focussize="0,0"/>
                <v:stroke weight="0.48pt"/>
                <v:imagedata o:title=""/>
                <o:lock v:ext="edit"/>
              </v:shape>
            </v:group>
            <v:group id="_x0000_s1787" o:spid="_x0000_s1787" o:spt="203" style="position:absolute;left:5040;top:1888;height:574;width:2;" coordorigin="5040,1888" coordsize="2,574">
              <o:lock v:ext="edit"/>
              <v:shape id="_x0000_s1788" o:spid="_x0000_s1788" style="position:absolute;left:5040;top:1888;height:574;width:2;" filled="f" coordorigin="5040,1888" coordsize="0,574" path="m5040,1888l5040,2462e">
                <v:path arrowok="t"/>
                <v:fill on="f" focussize="0,0"/>
                <v:stroke weight="0.48pt"/>
                <v:imagedata o:title=""/>
                <o:lock v:ext="edit"/>
              </v:shape>
            </v:group>
            <v:group id="_x0000_s1789" o:spid="_x0000_s1789" o:spt="203" style="position:absolute;left:5498;top:1888;height:574;width:2;" coordorigin="5498,1888" coordsize="2,574">
              <o:lock v:ext="edit"/>
              <v:shape id="_x0000_s1790" o:spid="_x0000_s1790" style="position:absolute;left:5498;top:1888;height:574;width:2;" filled="f" coordorigin="5498,1888" coordsize="0,574" path="m5498,1888l5498,2462e">
                <v:path arrowok="t"/>
                <v:fill on="f" focussize="0,0"/>
                <v:stroke weight="0.48pt"/>
                <v:imagedata o:title=""/>
                <o:lock v:ext="edit"/>
              </v:shape>
            </v:group>
            <v:group id="_x0000_s1791" o:spid="_x0000_s1791" o:spt="203" style="position:absolute;left:5956;top:1888;height:574;width:2;" coordorigin="5956,1888" coordsize="2,574">
              <o:lock v:ext="edit"/>
              <v:shape id="_x0000_s1792" o:spid="_x0000_s1792" style="position:absolute;left:5956;top:1888;height:574;width:2;" filled="f" coordorigin="5956,1888" coordsize="0,574" path="m5956,1888l5956,2462e">
                <v:path arrowok="t"/>
                <v:fill on="f" focussize="0,0"/>
                <v:stroke weight="0.48pt"/>
                <v:imagedata o:title=""/>
                <o:lock v:ext="edit"/>
              </v:shape>
            </v:group>
            <v:group id="_x0000_s1793" o:spid="_x0000_s1793" o:spt="203" style="position:absolute;left:6415;top:1888;height:574;width:2;" coordorigin="6415,1888" coordsize="2,574">
              <o:lock v:ext="edit"/>
              <v:shape id="_x0000_s1794" o:spid="_x0000_s1794" style="position:absolute;left:6415;top:1888;height:574;width:2;" filled="f" coordorigin="6415,1888" coordsize="0,574" path="m6415,1888l6415,2462e">
                <v:path arrowok="t"/>
                <v:fill on="f" focussize="0,0"/>
                <v:stroke weight="0.48pt"/>
                <v:imagedata o:title=""/>
                <o:lock v:ext="edit"/>
              </v:shape>
            </v:group>
            <v:group id="_x0000_s1795" o:spid="_x0000_s1795" o:spt="203" style="position:absolute;left:6873;top:1888;height:574;width:2;" coordorigin="6873,1888" coordsize="2,574">
              <o:lock v:ext="edit"/>
              <v:shape id="_x0000_s1796" o:spid="_x0000_s1796" style="position:absolute;left:6873;top:1888;height:574;width:2;" filled="f" coordorigin="6873,1888" coordsize="0,574" path="m6873,1888l6873,2462e">
                <v:path arrowok="t"/>
                <v:fill on="f" focussize="0,0"/>
                <v:stroke weight="0.48pt"/>
                <v:imagedata o:title=""/>
                <o:lock v:ext="edit"/>
              </v:shape>
            </v:group>
            <v:group id="_x0000_s1797" o:spid="_x0000_s1797" o:spt="203" style="position:absolute;left:7332;top:1888;height:574;width:2;" coordorigin="7332,1888" coordsize="2,574">
              <o:lock v:ext="edit"/>
              <v:shape id="_x0000_s1798" o:spid="_x0000_s1798" style="position:absolute;left:7332;top:1888;height:574;width:2;" filled="f" coordorigin="7332,1888" coordsize="0,574" path="m7332,1888l7332,2462e">
                <v:path arrowok="t"/>
                <v:fill on="f" focussize="0,0"/>
                <v:stroke weight="0.48pt"/>
                <v:imagedata o:title=""/>
                <o:lock v:ext="edit"/>
              </v:shape>
            </v:group>
            <v:group id="_x0000_s1799" o:spid="_x0000_s1799" o:spt="203" style="position:absolute;left:7790;top:1888;height:574;width:2;" coordorigin="7790,1888" coordsize="2,574">
              <o:lock v:ext="edit"/>
              <v:shape id="_x0000_s1800" o:spid="_x0000_s1800" style="position:absolute;left:7790;top:1888;height:574;width:2;" filled="f" coordorigin="7790,1888" coordsize="0,574" path="m7790,1888l7790,2462e">
                <v:path arrowok="t"/>
                <v:fill on="f" focussize="0,0"/>
                <v:stroke weight="0.48pt"/>
                <v:imagedata o:title=""/>
                <o:lock v:ext="edit"/>
              </v:shape>
            </v:group>
            <v:group id="_x0000_s1801" o:spid="_x0000_s1801" o:spt="203" style="position:absolute;left:8248;top:1888;height:574;width:2;" coordorigin="8248,1888" coordsize="2,574">
              <o:lock v:ext="edit"/>
              <v:shape id="_x0000_s1802" o:spid="_x0000_s1802" style="position:absolute;left:8248;top:1888;height:574;width:2;" filled="f" coordorigin="8248,1888" coordsize="0,574" path="m8248,1888l8248,2462e">
                <v:path arrowok="t"/>
                <v:fill on="f" focussize="0,0"/>
                <v:stroke weight="0.48pt"/>
                <v:imagedata o:title=""/>
                <o:lock v:ext="edit"/>
              </v:shape>
            </v:group>
            <v:group id="_x0000_s1803" o:spid="_x0000_s1803" o:spt="203" style="position:absolute;left:8707;top:1888;height:574;width:2;" coordorigin="8707,1888" coordsize="2,574">
              <o:lock v:ext="edit"/>
              <v:shape id="_x0000_s1804" o:spid="_x0000_s1804" style="position:absolute;left:8707;top:1888;height:574;width:2;" filled="f" coordorigin="8707,1888" coordsize="0,574" path="m8707,1888l8707,2462e">
                <v:path arrowok="t"/>
                <v:fill on="f" focussize="0,0"/>
                <v:stroke weight="0.48pt"/>
                <v:imagedata o:title=""/>
                <o:lock v:ext="edit"/>
              </v:shape>
            </v:group>
            <v:group id="_x0000_s1805" o:spid="_x0000_s1805" o:spt="203" style="position:absolute;left:5;top:1893;height:2;width:9170;" coordorigin="5,1893" coordsize="9170,2">
              <o:lock v:ext="edit"/>
              <v:shape id="_x0000_s1806" o:spid="_x0000_s1806" style="position:absolute;left:5;top:1893;height:2;width:9170;" filled="f" coordorigin="5,1893" coordsize="9170,0" path="m5,1893l9174,1893e">
                <v:path arrowok="t"/>
                <v:fill on="f" focussize="0,0"/>
                <v:stroke weight="0.48pt"/>
                <v:imagedata o:title=""/>
                <o:lock v:ext="edit"/>
              </v:shape>
            </v:group>
            <v:group id="_x0000_s1807" o:spid="_x0000_s1807" o:spt="203" style="position:absolute;left:5;top:2467;height:2;width:9170;" coordorigin="5,2467" coordsize="9170,2">
              <o:lock v:ext="edit"/>
              <v:shape id="_x0000_s1808" o:spid="_x0000_s1808" style="position:absolute;left:5;top:2467;height:2;width:9170;" filled="f" coordorigin="5,2467" coordsize="9170,0" path="m5,2467l9174,2467e">
                <v:path arrowok="t"/>
                <v:fill on="f" focussize="0,0"/>
                <v:stroke weight="0.48pt"/>
                <v:imagedata o:title=""/>
                <o:lock v:ext="edit"/>
              </v:shape>
            </v:group>
            <v:group id="_x0000_s1809" o:spid="_x0000_s1809" o:spt="203" style="position:absolute;left:466;top:2707;height:574;width:2;" coordorigin="466,2707" coordsize="2,574">
              <o:lock v:ext="edit"/>
              <v:shape id="_x0000_s1810" o:spid="_x0000_s1810" style="position:absolute;left:466;top:2707;height:574;width:2;" filled="f" coordorigin="466,2707" coordsize="0,574" path="m466,2707l466,3281e">
                <v:path arrowok="t"/>
                <v:fill on="f" focussize="0,0"/>
                <v:stroke weight="0.48pt"/>
                <v:imagedata o:title=""/>
                <o:lock v:ext="edit"/>
              </v:shape>
            </v:group>
            <v:group id="_x0000_s1811" o:spid="_x0000_s1811" o:spt="203" style="position:absolute;left:924;top:2707;height:574;width:2;" coordorigin="924,2707" coordsize="2,574">
              <o:lock v:ext="edit"/>
              <v:shape id="_x0000_s1812" o:spid="_x0000_s1812" style="position:absolute;left:924;top:2707;height:574;width:2;" filled="f" coordorigin="924,2707" coordsize="0,574" path="m924,2707l924,3281e">
                <v:path arrowok="t"/>
                <v:fill on="f" focussize="0,0"/>
                <v:stroke weight="0.48pt"/>
                <v:imagedata o:title=""/>
                <o:lock v:ext="edit"/>
              </v:shape>
            </v:group>
            <v:group id="_x0000_s1813" o:spid="_x0000_s1813" o:spt="203" style="position:absolute;left:1380;top:2707;height:574;width:2;" coordorigin="1380,2707" coordsize="2,574">
              <o:lock v:ext="edit"/>
              <v:shape id="_x0000_s1814" o:spid="_x0000_s1814" style="position:absolute;left:1380;top:2707;height:574;width:2;" filled="f" coordorigin="1380,2707" coordsize="0,574" path="m1380,2707l1380,3281e">
                <v:path arrowok="t"/>
                <v:fill on="f" focussize="0,0"/>
                <v:stroke weight="0.48pt"/>
                <v:imagedata o:title=""/>
                <o:lock v:ext="edit"/>
              </v:shape>
            </v:group>
            <v:group id="_x0000_s1815" o:spid="_x0000_s1815" o:spt="203" style="position:absolute;left:1836;top:2707;height:574;width:2;" coordorigin="1836,2707" coordsize="2,574">
              <o:lock v:ext="edit"/>
              <v:shape id="_x0000_s1816" o:spid="_x0000_s1816" style="position:absolute;left:1836;top:2707;height:574;width:2;" filled="f" coordorigin="1836,2707" coordsize="0,574" path="m1836,2707l1836,3281e">
                <v:path arrowok="t"/>
                <v:fill on="f" focussize="0,0"/>
                <v:stroke weight="0.48pt"/>
                <v:imagedata o:title=""/>
                <o:lock v:ext="edit"/>
              </v:shape>
            </v:group>
            <v:group id="_x0000_s1817" o:spid="_x0000_s1817" o:spt="203" style="position:absolute;left:2294;top:2707;height:574;width:2;" coordorigin="2294,2707" coordsize="2,574">
              <o:lock v:ext="edit"/>
              <v:shape id="_x0000_s1818" o:spid="_x0000_s1818" style="position:absolute;left:2294;top:2707;height:574;width:2;" filled="f" coordorigin="2294,2707" coordsize="0,574" path="m2294,2707l2294,3281e">
                <v:path arrowok="t"/>
                <v:fill on="f" focussize="0,0"/>
                <v:stroke weight="0.48pt"/>
                <v:imagedata o:title=""/>
                <o:lock v:ext="edit"/>
              </v:shape>
            </v:group>
            <v:group id="_x0000_s1819" o:spid="_x0000_s1819" o:spt="203" style="position:absolute;left:2750;top:2707;height:574;width:2;" coordorigin="2750,2707" coordsize="2,574">
              <o:lock v:ext="edit"/>
              <v:shape id="_x0000_s1820" o:spid="_x0000_s1820" style="position:absolute;left:2750;top:2707;height:574;width:2;" filled="f" coordorigin="2750,2707" coordsize="0,574" path="m2750,2707l2750,3281e">
                <v:path arrowok="t"/>
                <v:fill on="f" focussize="0,0"/>
                <v:stroke weight="0.48pt"/>
                <v:imagedata o:title=""/>
                <o:lock v:ext="edit"/>
              </v:shape>
            </v:group>
            <v:group id="_x0000_s1821" o:spid="_x0000_s1821" o:spt="203" style="position:absolute;left:3207;top:2707;height:574;width:2;" coordorigin="3207,2707" coordsize="2,574">
              <o:lock v:ext="edit"/>
              <v:shape id="_x0000_s1822" o:spid="_x0000_s1822" style="position:absolute;left:3207;top:2707;height:574;width:2;" filled="f" coordorigin="3207,2707" coordsize="0,574" path="m3207,2707l3207,3281e">
                <v:path arrowok="t"/>
                <v:fill on="f" focussize="0,0"/>
                <v:stroke weight="0.48pt"/>
                <v:imagedata o:title=""/>
                <o:lock v:ext="edit"/>
              </v:shape>
            </v:group>
            <v:group id="_x0000_s1823" o:spid="_x0000_s1823" o:spt="203" style="position:absolute;left:3665;top:2707;height:574;width:2;" coordorigin="3665,2707" coordsize="2,574">
              <o:lock v:ext="edit"/>
              <v:shape id="_x0000_s1824" o:spid="_x0000_s1824" style="position:absolute;left:3665;top:2707;height:574;width:2;" filled="f" coordorigin="3665,2707" coordsize="0,574" path="m3665,2707l3665,3281e">
                <v:path arrowok="t"/>
                <v:fill on="f" focussize="0,0"/>
                <v:stroke weight="0.48pt"/>
                <v:imagedata o:title=""/>
                <o:lock v:ext="edit"/>
              </v:shape>
            </v:group>
            <v:group id="_x0000_s1825" o:spid="_x0000_s1825" o:spt="203" style="position:absolute;left:4123;top:2707;height:574;width:2;" coordorigin="4123,2707" coordsize="2,574">
              <o:lock v:ext="edit"/>
              <v:shape id="_x0000_s1826" o:spid="_x0000_s1826" style="position:absolute;left:4123;top:2707;height:574;width:2;" filled="f" coordorigin="4123,2707" coordsize="0,574" path="m4123,2707l4123,3281e">
                <v:path arrowok="t"/>
                <v:fill on="f" focussize="0,0"/>
                <v:stroke weight="0.48pt"/>
                <v:imagedata o:title=""/>
                <o:lock v:ext="edit"/>
              </v:shape>
            </v:group>
            <v:group id="_x0000_s1827" o:spid="_x0000_s1827" o:spt="203" style="position:absolute;left:4581;top:2707;height:574;width:2;" coordorigin="4581,2707" coordsize="2,574">
              <o:lock v:ext="edit"/>
              <v:shape id="_x0000_s1828" o:spid="_x0000_s1828" style="position:absolute;left:4581;top:2707;height:574;width:2;" filled="f" coordorigin="4581,2707" coordsize="0,574" path="m4581,2707l4581,3281e">
                <v:path arrowok="t"/>
                <v:fill on="f" focussize="0,0"/>
                <v:stroke weight="0.48pt"/>
                <v:imagedata o:title=""/>
                <o:lock v:ext="edit"/>
              </v:shape>
            </v:group>
            <v:group id="_x0000_s1829" o:spid="_x0000_s1829" o:spt="203" style="position:absolute;left:5040;top:2707;height:574;width:2;" coordorigin="5040,2707" coordsize="2,574">
              <o:lock v:ext="edit"/>
              <v:shape id="_x0000_s1830" o:spid="_x0000_s1830" style="position:absolute;left:5040;top:2707;height:574;width:2;" filled="f" coordorigin="5040,2707" coordsize="0,574" path="m5040,2707l5040,3281e">
                <v:path arrowok="t"/>
                <v:fill on="f" focussize="0,0"/>
                <v:stroke weight="0.48pt"/>
                <v:imagedata o:title=""/>
                <o:lock v:ext="edit"/>
              </v:shape>
            </v:group>
            <v:group id="_x0000_s1831" o:spid="_x0000_s1831" o:spt="203" style="position:absolute;left:5498;top:2707;height:574;width:2;" coordorigin="5498,2707" coordsize="2,574">
              <o:lock v:ext="edit"/>
              <v:shape id="_x0000_s1832" o:spid="_x0000_s1832" style="position:absolute;left:5498;top:2707;height:574;width:2;" filled="f" coordorigin="5498,2707" coordsize="0,574" path="m5498,2707l5498,3281e">
                <v:path arrowok="t"/>
                <v:fill on="f" focussize="0,0"/>
                <v:stroke weight="0.48pt"/>
                <v:imagedata o:title=""/>
                <o:lock v:ext="edit"/>
              </v:shape>
            </v:group>
            <v:group id="_x0000_s1833" o:spid="_x0000_s1833" o:spt="203" style="position:absolute;left:5956;top:2707;height:574;width:2;" coordorigin="5956,2707" coordsize="2,574">
              <o:lock v:ext="edit"/>
              <v:shape id="_x0000_s1834" o:spid="_x0000_s1834" style="position:absolute;left:5956;top:2707;height:574;width:2;" filled="f" coordorigin="5956,2707" coordsize="0,574" path="m5956,2707l5956,3281e">
                <v:path arrowok="t"/>
                <v:fill on="f" focussize="0,0"/>
                <v:stroke weight="0.48pt"/>
                <v:imagedata o:title=""/>
                <o:lock v:ext="edit"/>
              </v:shape>
            </v:group>
            <v:group id="_x0000_s1835" o:spid="_x0000_s1835" o:spt="203" style="position:absolute;left:6415;top:2707;height:574;width:2;" coordorigin="6415,2707" coordsize="2,574">
              <o:lock v:ext="edit"/>
              <v:shape id="_x0000_s1836" o:spid="_x0000_s1836" style="position:absolute;left:6415;top:2707;height:574;width:2;" filled="f" coordorigin="6415,2707" coordsize="0,574" path="m6415,2707l6415,3281e">
                <v:path arrowok="t"/>
                <v:fill on="f" focussize="0,0"/>
                <v:stroke weight="0.48pt"/>
                <v:imagedata o:title=""/>
                <o:lock v:ext="edit"/>
              </v:shape>
            </v:group>
            <v:group id="_x0000_s1837" o:spid="_x0000_s1837" o:spt="203" style="position:absolute;left:6873;top:2707;height:574;width:2;" coordorigin="6873,2707" coordsize="2,574">
              <o:lock v:ext="edit"/>
              <v:shape id="_x0000_s1838" o:spid="_x0000_s1838" style="position:absolute;left:6873;top:2707;height:574;width:2;" filled="f" coordorigin="6873,2707" coordsize="0,574" path="m6873,2707l6873,3281e">
                <v:path arrowok="t"/>
                <v:fill on="f" focussize="0,0"/>
                <v:stroke weight="0.48pt"/>
                <v:imagedata o:title=""/>
                <o:lock v:ext="edit"/>
              </v:shape>
            </v:group>
            <v:group id="_x0000_s1839" o:spid="_x0000_s1839" o:spt="203" style="position:absolute;left:7332;top:2707;height:574;width:2;" coordorigin="7332,2707" coordsize="2,574">
              <o:lock v:ext="edit"/>
              <v:shape id="_x0000_s1840" o:spid="_x0000_s1840" style="position:absolute;left:7332;top:2707;height:574;width:2;" filled="f" coordorigin="7332,2707" coordsize="0,574" path="m7332,2707l7332,3281e">
                <v:path arrowok="t"/>
                <v:fill on="f" focussize="0,0"/>
                <v:stroke weight="0.48pt"/>
                <v:imagedata o:title=""/>
                <o:lock v:ext="edit"/>
              </v:shape>
            </v:group>
            <v:group id="_x0000_s1841" o:spid="_x0000_s1841" o:spt="203" style="position:absolute;left:7790;top:2707;height:574;width:2;" coordorigin="7790,2707" coordsize="2,574">
              <o:lock v:ext="edit"/>
              <v:shape id="_x0000_s1842" o:spid="_x0000_s1842" style="position:absolute;left:7790;top:2707;height:574;width:2;" filled="f" coordorigin="7790,2707" coordsize="0,574" path="m7790,2707l7790,3281e">
                <v:path arrowok="t"/>
                <v:fill on="f" focussize="0,0"/>
                <v:stroke weight="0.48pt"/>
                <v:imagedata o:title=""/>
                <o:lock v:ext="edit"/>
              </v:shape>
            </v:group>
            <v:group id="_x0000_s1843" o:spid="_x0000_s1843" o:spt="203" style="position:absolute;left:8248;top:2707;height:574;width:2;" coordorigin="8248,2707" coordsize="2,574">
              <o:lock v:ext="edit"/>
              <v:shape id="_x0000_s1844" o:spid="_x0000_s1844" style="position:absolute;left:8248;top:2707;height:574;width:2;" filled="f" coordorigin="8248,2707" coordsize="0,574" path="m8248,2707l8248,3281e">
                <v:path arrowok="t"/>
                <v:fill on="f" focussize="0,0"/>
                <v:stroke weight="0.48pt"/>
                <v:imagedata o:title=""/>
                <o:lock v:ext="edit"/>
              </v:shape>
            </v:group>
            <v:group id="_x0000_s1845" o:spid="_x0000_s1845" o:spt="203" style="position:absolute;left:5;top:2712;height:2;width:9170;" coordorigin="5,2712" coordsize="9170,2">
              <o:lock v:ext="edit"/>
              <v:shape id="_x0000_s1846" o:spid="_x0000_s1846" style="position:absolute;left:5;top:2712;height:2;width:9170;" filled="f" coordorigin="5,2712" coordsize="9170,0" path="m5,2712l9174,2712e">
                <v:path arrowok="t"/>
                <v:fill on="f" focussize="0,0"/>
                <v:stroke weight="0.48pt"/>
                <v:imagedata o:title=""/>
                <o:lock v:ext="edit"/>
              </v:shape>
            </v:group>
            <v:group id="_x0000_s1847" o:spid="_x0000_s1847" o:spt="203" style="position:absolute;left:5;top:3286;height:2;width:9170;" coordorigin="5,3286" coordsize="9170,2">
              <o:lock v:ext="edit"/>
              <v:shape id="_x0000_s1848" o:spid="_x0000_s1848" style="position:absolute;left:5;top:3286;height:2;width:9170;" filled="f" coordorigin="5,3286" coordsize="9170,0" path="m5,3286l9174,3286e">
                <v:path arrowok="t"/>
                <v:fill on="f" focussize="0,0"/>
                <v:stroke weight="0.48pt"/>
                <v:imagedata o:title=""/>
                <o:lock v:ext="edit"/>
              </v:shape>
            </v:group>
            <v:group id="_x0000_s1849" o:spid="_x0000_s1849" o:spt="203" style="position:absolute;left:466;top:3526;height:574;width:2;" coordorigin="466,3526" coordsize="2,574">
              <o:lock v:ext="edit"/>
              <v:shape id="_x0000_s1850" o:spid="_x0000_s1850" style="position:absolute;left:466;top:3526;height:574;width:2;" filled="f" coordorigin="466,3526" coordsize="0,574" path="m466,3526l466,4100e">
                <v:path arrowok="t"/>
                <v:fill on="f" focussize="0,0"/>
                <v:stroke weight="0.48pt"/>
                <v:imagedata o:title=""/>
                <o:lock v:ext="edit"/>
              </v:shape>
            </v:group>
            <v:group id="_x0000_s1851" o:spid="_x0000_s1851" o:spt="203" style="position:absolute;left:924;top:3526;height:574;width:2;" coordorigin="924,3526" coordsize="2,574">
              <o:lock v:ext="edit"/>
              <v:shape id="_x0000_s1852" o:spid="_x0000_s1852" style="position:absolute;left:924;top:3526;height:574;width:2;" filled="f" coordorigin="924,3526" coordsize="0,574" path="m924,3526l924,4100e">
                <v:path arrowok="t"/>
                <v:fill on="f" focussize="0,0"/>
                <v:stroke weight="0.48pt"/>
                <v:imagedata o:title=""/>
                <o:lock v:ext="edit"/>
              </v:shape>
            </v:group>
            <v:group id="_x0000_s1853" o:spid="_x0000_s1853" o:spt="203" style="position:absolute;left:1380;top:3526;height:574;width:2;" coordorigin="1380,3526" coordsize="2,574">
              <o:lock v:ext="edit"/>
              <v:shape id="_x0000_s1854" o:spid="_x0000_s1854" style="position:absolute;left:1380;top:3526;height:574;width:2;" filled="f" coordorigin="1380,3526" coordsize="0,574" path="m1380,3526l1380,4100e">
                <v:path arrowok="t"/>
                <v:fill on="f" focussize="0,0"/>
                <v:stroke weight="0.48pt"/>
                <v:imagedata o:title=""/>
                <o:lock v:ext="edit"/>
              </v:shape>
            </v:group>
            <v:group id="_x0000_s1855" o:spid="_x0000_s1855" o:spt="203" style="position:absolute;left:1836;top:3526;height:574;width:2;" coordorigin="1836,3526" coordsize="2,574">
              <o:lock v:ext="edit"/>
              <v:shape id="_x0000_s1856" o:spid="_x0000_s1856" style="position:absolute;left:1836;top:3526;height:574;width:2;" filled="f" coordorigin="1836,3526" coordsize="0,574" path="m1836,3526l1836,4100e">
                <v:path arrowok="t"/>
                <v:fill on="f" focussize="0,0"/>
                <v:stroke weight="0.48pt"/>
                <v:imagedata o:title=""/>
                <o:lock v:ext="edit"/>
              </v:shape>
            </v:group>
            <v:group id="_x0000_s1857" o:spid="_x0000_s1857" o:spt="203" style="position:absolute;left:2294;top:3526;height:574;width:2;" coordorigin="2294,3526" coordsize="2,574">
              <o:lock v:ext="edit"/>
              <v:shape id="_x0000_s1858" o:spid="_x0000_s1858" style="position:absolute;left:2294;top:3526;height:574;width:2;" filled="f" coordorigin="2294,3526" coordsize="0,574" path="m2294,3526l2294,4100e">
                <v:path arrowok="t"/>
                <v:fill on="f" focussize="0,0"/>
                <v:stroke weight="0.48pt"/>
                <v:imagedata o:title=""/>
                <o:lock v:ext="edit"/>
              </v:shape>
            </v:group>
            <v:group id="_x0000_s1859" o:spid="_x0000_s1859" o:spt="203" style="position:absolute;left:2750;top:3526;height:574;width:2;" coordorigin="2750,3526" coordsize="2,574">
              <o:lock v:ext="edit"/>
              <v:shape id="_x0000_s1860" o:spid="_x0000_s1860" style="position:absolute;left:2750;top:3526;height:574;width:2;" filled="f" coordorigin="2750,3526" coordsize="0,574" path="m2750,3526l2750,4100e">
                <v:path arrowok="t"/>
                <v:fill on="f" focussize="0,0"/>
                <v:stroke weight="0.48pt"/>
                <v:imagedata o:title=""/>
                <o:lock v:ext="edit"/>
              </v:shape>
            </v:group>
            <v:group id="_x0000_s1861" o:spid="_x0000_s1861" o:spt="203" style="position:absolute;left:3207;top:3526;height:574;width:2;" coordorigin="3207,3526" coordsize="2,574">
              <o:lock v:ext="edit"/>
              <v:shape id="_x0000_s1862" o:spid="_x0000_s1862" style="position:absolute;left:3207;top:3526;height:574;width:2;" filled="f" coordorigin="3207,3526" coordsize="0,574" path="m3207,3526l3207,4100e">
                <v:path arrowok="t"/>
                <v:fill on="f" focussize="0,0"/>
                <v:stroke weight="0.48pt"/>
                <v:imagedata o:title=""/>
                <o:lock v:ext="edit"/>
              </v:shape>
            </v:group>
            <v:group id="_x0000_s1863" o:spid="_x0000_s1863" o:spt="203" style="position:absolute;left:3665;top:3526;height:574;width:2;" coordorigin="3665,3526" coordsize="2,574">
              <o:lock v:ext="edit"/>
              <v:shape id="_x0000_s1864" o:spid="_x0000_s1864" style="position:absolute;left:3665;top:3526;height:574;width:2;" filled="f" coordorigin="3665,3526" coordsize="0,574" path="m3665,3526l3665,4100e">
                <v:path arrowok="t"/>
                <v:fill on="f" focussize="0,0"/>
                <v:stroke weight="0.48pt"/>
                <v:imagedata o:title=""/>
                <o:lock v:ext="edit"/>
              </v:shape>
            </v:group>
            <v:group id="_x0000_s1865" o:spid="_x0000_s1865" o:spt="203" style="position:absolute;left:4123;top:3526;height:574;width:2;" coordorigin="4123,3526" coordsize="2,574">
              <o:lock v:ext="edit"/>
              <v:shape id="_x0000_s1866" o:spid="_x0000_s1866" style="position:absolute;left:4123;top:3526;height:574;width:2;" filled="f" coordorigin="4123,3526" coordsize="0,574" path="m4123,3526l4123,4100e">
                <v:path arrowok="t"/>
                <v:fill on="f" focussize="0,0"/>
                <v:stroke weight="0.48pt"/>
                <v:imagedata o:title=""/>
                <o:lock v:ext="edit"/>
              </v:shape>
            </v:group>
            <v:group id="_x0000_s1867" o:spid="_x0000_s1867" o:spt="203" style="position:absolute;left:4581;top:3526;height:574;width:2;" coordorigin="4581,3526" coordsize="2,574">
              <o:lock v:ext="edit"/>
              <v:shape id="_x0000_s1868" o:spid="_x0000_s1868" style="position:absolute;left:4581;top:3526;height:574;width:2;" filled="f" coordorigin="4581,3526" coordsize="0,574" path="m4581,3526l4581,4100e">
                <v:path arrowok="t"/>
                <v:fill on="f" focussize="0,0"/>
                <v:stroke weight="0.48pt"/>
                <v:imagedata o:title=""/>
                <o:lock v:ext="edit"/>
              </v:shape>
            </v:group>
            <v:group id="_x0000_s1869" o:spid="_x0000_s1869" o:spt="203" style="position:absolute;left:5040;top:3526;height:574;width:2;" coordorigin="5040,3526" coordsize="2,574">
              <o:lock v:ext="edit"/>
              <v:shape id="_x0000_s1870" o:spid="_x0000_s1870" style="position:absolute;left:5040;top:3526;height:574;width:2;" filled="f" coordorigin="5040,3526" coordsize="0,574" path="m5040,3526l5040,4100e">
                <v:path arrowok="t"/>
                <v:fill on="f" focussize="0,0"/>
                <v:stroke weight="0.48pt"/>
                <v:imagedata o:title=""/>
                <o:lock v:ext="edit"/>
              </v:shape>
            </v:group>
            <v:group id="_x0000_s1871" o:spid="_x0000_s1871" o:spt="203" style="position:absolute;left:5498;top:3526;height:574;width:2;" coordorigin="5498,3526" coordsize="2,574">
              <o:lock v:ext="edit"/>
              <v:shape id="_x0000_s1872" o:spid="_x0000_s1872" style="position:absolute;left:5498;top:3526;height:574;width:2;" filled="f" coordorigin="5498,3526" coordsize="0,574" path="m5498,3526l5498,4100e">
                <v:path arrowok="t"/>
                <v:fill on="f" focussize="0,0"/>
                <v:stroke weight="0.48pt"/>
                <v:imagedata o:title=""/>
                <o:lock v:ext="edit"/>
              </v:shape>
            </v:group>
            <v:group id="_x0000_s1873" o:spid="_x0000_s1873" o:spt="203" style="position:absolute;left:5956;top:3526;height:574;width:2;" coordorigin="5956,3526" coordsize="2,574">
              <o:lock v:ext="edit"/>
              <v:shape id="_x0000_s1874" o:spid="_x0000_s1874" style="position:absolute;left:5956;top:3526;height:574;width:2;" filled="f" coordorigin="5956,3526" coordsize="0,574" path="m5956,3526l5956,4100e">
                <v:path arrowok="t"/>
                <v:fill on="f" focussize="0,0"/>
                <v:stroke weight="0.48pt"/>
                <v:imagedata o:title=""/>
                <o:lock v:ext="edit"/>
              </v:shape>
            </v:group>
            <v:group id="_x0000_s1875" o:spid="_x0000_s1875" o:spt="203" style="position:absolute;left:6415;top:3526;height:574;width:2;" coordorigin="6415,3526" coordsize="2,574">
              <o:lock v:ext="edit"/>
              <v:shape id="_x0000_s1876" o:spid="_x0000_s1876" style="position:absolute;left:6415;top:3526;height:574;width:2;" filled="f" coordorigin="6415,3526" coordsize="0,574" path="m6415,3526l6415,4100e">
                <v:path arrowok="t"/>
                <v:fill on="f" focussize="0,0"/>
                <v:stroke weight="0.48pt"/>
                <v:imagedata o:title=""/>
                <o:lock v:ext="edit"/>
              </v:shape>
            </v:group>
            <v:group id="_x0000_s1877" o:spid="_x0000_s1877" o:spt="203" style="position:absolute;left:6873;top:3526;height:574;width:2;" coordorigin="6873,3526" coordsize="2,574">
              <o:lock v:ext="edit"/>
              <v:shape id="_x0000_s1878" o:spid="_x0000_s1878" style="position:absolute;left:6873;top:3526;height:574;width:2;" filled="f" coordorigin="6873,3526" coordsize="0,574" path="m6873,3526l6873,4100e">
                <v:path arrowok="t"/>
                <v:fill on="f" focussize="0,0"/>
                <v:stroke weight="0.48pt"/>
                <v:imagedata o:title=""/>
                <o:lock v:ext="edit"/>
              </v:shape>
            </v:group>
            <v:group id="_x0000_s1879" o:spid="_x0000_s1879" o:spt="203" style="position:absolute;left:7332;top:3526;height:574;width:2;" coordorigin="7332,3526" coordsize="2,574">
              <o:lock v:ext="edit"/>
              <v:shape id="_x0000_s1880" o:spid="_x0000_s1880" style="position:absolute;left:7332;top:3526;height:574;width:2;" filled="f" coordorigin="7332,3526" coordsize="0,574" path="m7332,3526l7332,4100e">
                <v:path arrowok="t"/>
                <v:fill on="f" focussize="0,0"/>
                <v:stroke weight="0.48pt"/>
                <v:imagedata o:title=""/>
                <o:lock v:ext="edit"/>
              </v:shape>
            </v:group>
            <v:group id="_x0000_s1881" o:spid="_x0000_s1881" o:spt="203" style="position:absolute;left:7790;top:3526;height:574;width:2;" coordorigin="7790,3526" coordsize="2,574">
              <o:lock v:ext="edit"/>
              <v:shape id="_x0000_s1882" o:spid="_x0000_s1882" style="position:absolute;left:7790;top:3526;height:574;width:2;" filled="f" coordorigin="7790,3526" coordsize="0,574" path="m7790,3526l7790,4100e">
                <v:path arrowok="t"/>
                <v:fill on="f" focussize="0,0"/>
                <v:stroke weight="0.48pt"/>
                <v:imagedata o:title=""/>
                <o:lock v:ext="edit"/>
              </v:shape>
            </v:group>
            <v:group id="_x0000_s1883" o:spid="_x0000_s1883" o:spt="203" style="position:absolute;left:8248;top:3526;height:574;width:2;" coordorigin="8248,3526" coordsize="2,574">
              <o:lock v:ext="edit"/>
              <v:shape id="_x0000_s1884" o:spid="_x0000_s1884" style="position:absolute;left:8248;top:3526;height:574;width:2;" filled="f" coordorigin="8248,3526" coordsize="0,574" path="m8248,3526l8248,4100e">
                <v:path arrowok="t"/>
                <v:fill on="f" focussize="0,0"/>
                <v:stroke weight="0.48pt"/>
                <v:imagedata o:title=""/>
                <o:lock v:ext="edit"/>
              </v:shape>
            </v:group>
            <v:group id="_x0000_s1885" o:spid="_x0000_s1885" o:spt="203" style="position:absolute;left:5;top:3531;height:2;width:9170;" coordorigin="5,3531" coordsize="9170,2">
              <o:lock v:ext="edit"/>
              <v:shape id="_x0000_s1886" o:spid="_x0000_s1886" style="position:absolute;left:5;top:3531;height:2;width:9170;" filled="f" coordorigin="5,3531" coordsize="9170,0" path="m5,3531l9174,3531e">
                <v:path arrowok="t"/>
                <v:fill on="f" focussize="0,0"/>
                <v:stroke weight="0.48pt"/>
                <v:imagedata o:title=""/>
                <o:lock v:ext="edit"/>
              </v:shape>
            </v:group>
            <v:group id="_x0000_s1887" o:spid="_x0000_s1887" o:spt="203" style="position:absolute;left:5;top:4105;height:2;width:9170;" coordorigin="5,4105" coordsize="9170,2">
              <o:lock v:ext="edit"/>
              <v:shape id="_x0000_s1888" o:spid="_x0000_s1888" style="position:absolute;left:5;top:4105;height:2;width:9170;" filled="f" coordorigin="5,4105" coordsize="9170,0" path="m5,4105l9174,4105e">
                <v:path arrowok="t"/>
                <v:fill on="f" focussize="0,0"/>
                <v:stroke weight="0.48pt"/>
                <v:imagedata o:title=""/>
                <o:lock v:ext="edit"/>
              </v:shape>
            </v:group>
            <v:group id="_x0000_s1889" o:spid="_x0000_s1889" o:spt="203" style="position:absolute;left:466;top:4345;height:574;width:2;" coordorigin="466,4345" coordsize="2,574">
              <o:lock v:ext="edit"/>
              <v:shape id="_x0000_s1890" o:spid="_x0000_s1890" style="position:absolute;left:466;top:4345;height:574;width:2;" filled="f" coordorigin="466,4345" coordsize="0,574" path="m466,4345l466,4919e">
                <v:path arrowok="t"/>
                <v:fill on="f" focussize="0,0"/>
                <v:stroke weight="0.48pt"/>
                <v:imagedata o:title=""/>
                <o:lock v:ext="edit"/>
              </v:shape>
            </v:group>
            <v:group id="_x0000_s1891" o:spid="_x0000_s1891" o:spt="203" style="position:absolute;left:924;top:4345;height:574;width:2;" coordorigin="924,4345" coordsize="2,574">
              <o:lock v:ext="edit"/>
              <v:shape id="_x0000_s1892" o:spid="_x0000_s1892" style="position:absolute;left:924;top:4345;height:574;width:2;" filled="f" coordorigin="924,4345" coordsize="0,574" path="m924,4345l924,4919e">
                <v:path arrowok="t"/>
                <v:fill on="f" focussize="0,0"/>
                <v:stroke weight="0.48pt"/>
                <v:imagedata o:title=""/>
                <o:lock v:ext="edit"/>
              </v:shape>
            </v:group>
            <v:group id="_x0000_s1893" o:spid="_x0000_s1893" o:spt="203" style="position:absolute;left:1380;top:4345;height:574;width:2;" coordorigin="1380,4345" coordsize="2,574">
              <o:lock v:ext="edit"/>
              <v:shape id="_x0000_s1894" o:spid="_x0000_s1894" style="position:absolute;left:1380;top:4345;height:574;width:2;" filled="f" coordorigin="1380,4345" coordsize="0,574" path="m1380,4345l1380,4919e">
                <v:path arrowok="t"/>
                <v:fill on="f" focussize="0,0"/>
                <v:stroke weight="0.48pt"/>
                <v:imagedata o:title=""/>
                <o:lock v:ext="edit"/>
              </v:shape>
            </v:group>
            <v:group id="_x0000_s1895" o:spid="_x0000_s1895" o:spt="203" style="position:absolute;left:1836;top:4345;height:574;width:2;" coordorigin="1836,4345" coordsize="2,574">
              <o:lock v:ext="edit"/>
              <v:shape id="_x0000_s1896" o:spid="_x0000_s1896" style="position:absolute;left:1836;top:4345;height:574;width:2;" filled="f" coordorigin="1836,4345" coordsize="0,574" path="m1836,4345l1836,4919e">
                <v:path arrowok="t"/>
                <v:fill on="f" focussize="0,0"/>
                <v:stroke weight="0.48pt"/>
                <v:imagedata o:title=""/>
                <o:lock v:ext="edit"/>
              </v:shape>
            </v:group>
            <v:group id="_x0000_s1897" o:spid="_x0000_s1897" o:spt="203" style="position:absolute;left:2294;top:4345;height:574;width:2;" coordorigin="2294,4345" coordsize="2,574">
              <o:lock v:ext="edit"/>
              <v:shape id="_x0000_s1898" o:spid="_x0000_s1898" style="position:absolute;left:2294;top:4345;height:574;width:2;" filled="f" coordorigin="2294,4345" coordsize="0,574" path="m2294,4345l2294,4919e">
                <v:path arrowok="t"/>
                <v:fill on="f" focussize="0,0"/>
                <v:stroke weight="0.48pt"/>
                <v:imagedata o:title=""/>
                <o:lock v:ext="edit"/>
              </v:shape>
            </v:group>
            <v:group id="_x0000_s1899" o:spid="_x0000_s1899" o:spt="203" style="position:absolute;left:2750;top:4345;height:574;width:2;" coordorigin="2750,4345" coordsize="2,574">
              <o:lock v:ext="edit"/>
              <v:shape id="_x0000_s1900" o:spid="_x0000_s1900" style="position:absolute;left:2750;top:4345;height:574;width:2;" filled="f" coordorigin="2750,4345" coordsize="0,574" path="m2750,4345l2750,4919e">
                <v:path arrowok="t"/>
                <v:fill on="f" focussize="0,0"/>
                <v:stroke weight="0.48pt"/>
                <v:imagedata o:title=""/>
                <o:lock v:ext="edit"/>
              </v:shape>
            </v:group>
            <v:group id="_x0000_s1901" o:spid="_x0000_s1901" o:spt="203" style="position:absolute;left:3207;top:4345;height:574;width:2;" coordorigin="3207,4345" coordsize="2,574">
              <o:lock v:ext="edit"/>
              <v:shape id="_x0000_s1902" o:spid="_x0000_s1902" style="position:absolute;left:3207;top:4345;height:574;width:2;" filled="f" coordorigin="3207,4345" coordsize="0,574" path="m3207,4345l3207,4919e">
                <v:path arrowok="t"/>
                <v:fill on="f" focussize="0,0"/>
                <v:stroke weight="0.48pt"/>
                <v:imagedata o:title=""/>
                <o:lock v:ext="edit"/>
              </v:shape>
            </v:group>
            <v:group id="_x0000_s1903" o:spid="_x0000_s1903" o:spt="203" style="position:absolute;left:3665;top:4345;height:574;width:2;" coordorigin="3665,4345" coordsize="2,574">
              <o:lock v:ext="edit"/>
              <v:shape id="_x0000_s1904" o:spid="_x0000_s1904" style="position:absolute;left:3665;top:4345;height:574;width:2;" filled="f" coordorigin="3665,4345" coordsize="0,574" path="m3665,4345l3665,4919e">
                <v:path arrowok="t"/>
                <v:fill on="f" focussize="0,0"/>
                <v:stroke weight="0.48pt"/>
                <v:imagedata o:title=""/>
                <o:lock v:ext="edit"/>
              </v:shape>
            </v:group>
            <v:group id="_x0000_s1905" o:spid="_x0000_s1905" o:spt="203" style="position:absolute;left:4123;top:4345;height:574;width:2;" coordorigin="4123,4345" coordsize="2,574">
              <o:lock v:ext="edit"/>
              <v:shape id="_x0000_s1906" o:spid="_x0000_s1906" style="position:absolute;left:4123;top:4345;height:574;width:2;" filled="f" coordorigin="4123,4345" coordsize="0,574" path="m4123,4345l4123,4919e">
                <v:path arrowok="t"/>
                <v:fill on="f" focussize="0,0"/>
                <v:stroke weight="0.48pt"/>
                <v:imagedata o:title=""/>
                <o:lock v:ext="edit"/>
              </v:shape>
            </v:group>
            <v:group id="_x0000_s1907" o:spid="_x0000_s1907" o:spt="203" style="position:absolute;left:4581;top:4345;height:574;width:2;" coordorigin="4581,4345" coordsize="2,574">
              <o:lock v:ext="edit"/>
              <v:shape id="_x0000_s1908" o:spid="_x0000_s1908" style="position:absolute;left:4581;top:4345;height:574;width:2;" filled="f" coordorigin="4581,4345" coordsize="0,574" path="m4581,4345l4581,4919e">
                <v:path arrowok="t"/>
                <v:fill on="f" focussize="0,0"/>
                <v:stroke weight="0.48pt"/>
                <v:imagedata o:title=""/>
                <o:lock v:ext="edit"/>
              </v:shape>
            </v:group>
            <v:group id="_x0000_s1909" o:spid="_x0000_s1909" o:spt="203" style="position:absolute;left:5040;top:4345;height:574;width:2;" coordorigin="5040,4345" coordsize="2,574">
              <o:lock v:ext="edit"/>
              <v:shape id="_x0000_s1910" o:spid="_x0000_s1910" style="position:absolute;left:5040;top:4345;height:574;width:2;" filled="f" coordorigin="5040,4345" coordsize="0,574" path="m5040,4345l5040,4919e">
                <v:path arrowok="t"/>
                <v:fill on="f" focussize="0,0"/>
                <v:stroke weight="0.48pt"/>
                <v:imagedata o:title=""/>
                <o:lock v:ext="edit"/>
              </v:shape>
            </v:group>
            <v:group id="_x0000_s1911" o:spid="_x0000_s1911" o:spt="203" style="position:absolute;left:5498;top:4345;height:574;width:2;" coordorigin="5498,4345" coordsize="2,574">
              <o:lock v:ext="edit"/>
              <v:shape id="_x0000_s1912" o:spid="_x0000_s1912" style="position:absolute;left:5498;top:4345;height:574;width:2;" filled="f" coordorigin="5498,4345" coordsize="0,574" path="m5498,4345l5498,4919e">
                <v:path arrowok="t"/>
                <v:fill on="f" focussize="0,0"/>
                <v:stroke weight="0.48pt"/>
                <v:imagedata o:title=""/>
                <o:lock v:ext="edit"/>
              </v:shape>
            </v:group>
            <v:group id="_x0000_s1913" o:spid="_x0000_s1913" o:spt="203" style="position:absolute;left:5956;top:4345;height:574;width:2;" coordorigin="5956,4345" coordsize="2,574">
              <o:lock v:ext="edit"/>
              <v:shape id="_x0000_s1914" o:spid="_x0000_s1914" style="position:absolute;left:5956;top:4345;height:574;width:2;" filled="f" coordorigin="5956,4345" coordsize="0,574" path="m5956,4345l5956,4919e">
                <v:path arrowok="t"/>
                <v:fill on="f" focussize="0,0"/>
                <v:stroke weight="0.48pt"/>
                <v:imagedata o:title=""/>
                <o:lock v:ext="edit"/>
              </v:shape>
            </v:group>
            <v:group id="_x0000_s1915" o:spid="_x0000_s1915" o:spt="203" style="position:absolute;left:6415;top:4345;height:574;width:2;" coordorigin="6415,4345" coordsize="2,574">
              <o:lock v:ext="edit"/>
              <v:shape id="_x0000_s1916" o:spid="_x0000_s1916" style="position:absolute;left:6415;top:4345;height:574;width:2;" filled="f" coordorigin="6415,4345" coordsize="0,574" path="m6415,4345l6415,4919e">
                <v:path arrowok="t"/>
                <v:fill on="f" focussize="0,0"/>
                <v:stroke weight="0.48pt"/>
                <v:imagedata o:title=""/>
                <o:lock v:ext="edit"/>
              </v:shape>
            </v:group>
            <v:group id="_x0000_s1917" o:spid="_x0000_s1917" o:spt="203" style="position:absolute;left:6873;top:4345;height:574;width:2;" coordorigin="6873,4345" coordsize="2,574">
              <o:lock v:ext="edit"/>
              <v:shape id="_x0000_s1918" o:spid="_x0000_s1918" style="position:absolute;left:6873;top:4345;height:574;width:2;" filled="f" coordorigin="6873,4345" coordsize="0,574" path="m6873,4345l6873,4919e">
                <v:path arrowok="t"/>
                <v:fill on="f" focussize="0,0"/>
                <v:stroke weight="0.48pt"/>
                <v:imagedata o:title=""/>
                <o:lock v:ext="edit"/>
              </v:shape>
            </v:group>
            <v:group id="_x0000_s1919" o:spid="_x0000_s1919" o:spt="203" style="position:absolute;left:7332;top:4345;height:574;width:2;" coordorigin="7332,4345" coordsize="2,574">
              <o:lock v:ext="edit"/>
              <v:shape id="_x0000_s1920" o:spid="_x0000_s1920" style="position:absolute;left:7332;top:4345;height:574;width:2;" filled="f" coordorigin="7332,4345" coordsize="0,574" path="m7332,4345l7332,4919e">
                <v:path arrowok="t"/>
                <v:fill on="f" focussize="0,0"/>
                <v:stroke weight="0.48pt"/>
                <v:imagedata o:title=""/>
                <o:lock v:ext="edit"/>
              </v:shape>
            </v:group>
            <v:group id="_x0000_s1921" o:spid="_x0000_s1921" o:spt="203" style="position:absolute;left:7790;top:4345;height:574;width:2;" coordorigin="7790,4345" coordsize="2,574">
              <o:lock v:ext="edit"/>
              <v:shape id="_x0000_s1922" o:spid="_x0000_s1922" style="position:absolute;left:7790;top:4345;height:574;width:2;" filled="f" coordorigin="7790,4345" coordsize="0,574" path="m7790,4345l7790,4919e">
                <v:path arrowok="t"/>
                <v:fill on="f" focussize="0,0"/>
                <v:stroke weight="0.48pt"/>
                <v:imagedata o:title=""/>
                <o:lock v:ext="edit"/>
              </v:shape>
            </v:group>
            <v:group id="_x0000_s1923" o:spid="_x0000_s1923" o:spt="203" style="position:absolute;left:8248;top:4345;height:574;width:2;" coordorigin="8248,4345" coordsize="2,574">
              <o:lock v:ext="edit"/>
              <v:shape id="_x0000_s1924" o:spid="_x0000_s1924" style="position:absolute;left:8248;top:4345;height:574;width:2;" filled="f" coordorigin="8248,4345" coordsize="0,574" path="m8248,4345l8248,4919e">
                <v:path arrowok="t"/>
                <v:fill on="f" focussize="0,0"/>
                <v:stroke weight="0.48pt"/>
                <v:imagedata o:title=""/>
                <o:lock v:ext="edit"/>
              </v:shape>
            </v:group>
            <v:group id="_x0000_s1925" o:spid="_x0000_s1925" o:spt="203" style="position:absolute;left:5;top:4350;height:2;width:9170;" coordorigin="5,4350" coordsize="9170,2">
              <o:lock v:ext="edit"/>
              <v:shape id="_x0000_s1926" o:spid="_x0000_s1926" style="position:absolute;left:5;top:4350;height:2;width:9170;" filled="f" coordorigin="5,4350" coordsize="9170,0" path="m5,4350l9174,4350e">
                <v:path arrowok="t"/>
                <v:fill on="f" focussize="0,0"/>
                <v:stroke weight="0.48pt"/>
                <v:imagedata o:title=""/>
                <o:lock v:ext="edit"/>
              </v:shape>
            </v:group>
            <v:group id="_x0000_s1927" o:spid="_x0000_s1927" o:spt="203" style="position:absolute;left:5;top:4924;height:2;width:9170;" coordorigin="5,4924" coordsize="9170,2">
              <o:lock v:ext="edit"/>
              <v:shape id="_x0000_s1928" o:spid="_x0000_s1928" style="position:absolute;left:5;top:4924;height:2;width:9170;" filled="f" coordorigin="5,4924" coordsize="9170,0" path="m5,4924l9174,4924e">
                <v:path arrowok="t"/>
                <v:fill on="f" focussize="0,0"/>
                <v:stroke weight="0.48pt"/>
                <v:imagedata o:title=""/>
                <o:lock v:ext="edit"/>
              </v:shape>
            </v:group>
            <v:group id="_x0000_s1929" o:spid="_x0000_s1929" o:spt="203" style="position:absolute;left:466;top:5164;height:574;width:2;" coordorigin="466,5164" coordsize="2,574">
              <o:lock v:ext="edit"/>
              <v:shape id="_x0000_s1930" o:spid="_x0000_s1930" style="position:absolute;left:466;top:5164;height:574;width:2;" filled="f" coordorigin="466,5164" coordsize="0,574" path="m466,5164l466,5738e">
                <v:path arrowok="t"/>
                <v:fill on="f" focussize="0,0"/>
                <v:stroke weight="0.48pt"/>
                <v:imagedata o:title=""/>
                <o:lock v:ext="edit"/>
              </v:shape>
            </v:group>
            <v:group id="_x0000_s1931" o:spid="_x0000_s1931" o:spt="203" style="position:absolute;left:924;top:5164;height:574;width:2;" coordorigin="924,5164" coordsize="2,574">
              <o:lock v:ext="edit"/>
              <v:shape id="_x0000_s1932" o:spid="_x0000_s1932" style="position:absolute;left:924;top:5164;height:574;width:2;" filled="f" coordorigin="924,5164" coordsize="0,574" path="m924,5164l924,5738e">
                <v:path arrowok="t"/>
                <v:fill on="f" focussize="0,0"/>
                <v:stroke weight="0.48pt"/>
                <v:imagedata o:title=""/>
                <o:lock v:ext="edit"/>
              </v:shape>
            </v:group>
            <v:group id="_x0000_s1933" o:spid="_x0000_s1933" o:spt="203" style="position:absolute;left:1380;top:5164;height:574;width:2;" coordorigin="1380,5164" coordsize="2,574">
              <o:lock v:ext="edit"/>
              <v:shape id="_x0000_s1934" o:spid="_x0000_s1934" style="position:absolute;left:1380;top:5164;height:574;width:2;" filled="f" coordorigin="1380,5164" coordsize="0,574" path="m1380,5164l1380,5738e">
                <v:path arrowok="t"/>
                <v:fill on="f" focussize="0,0"/>
                <v:stroke weight="0.48pt"/>
                <v:imagedata o:title=""/>
                <o:lock v:ext="edit"/>
              </v:shape>
            </v:group>
            <v:group id="_x0000_s1935" o:spid="_x0000_s1935" o:spt="203" style="position:absolute;left:1836;top:5164;height:574;width:2;" coordorigin="1836,5164" coordsize="2,574">
              <o:lock v:ext="edit"/>
              <v:shape id="_x0000_s1936" o:spid="_x0000_s1936" style="position:absolute;left:1836;top:5164;height:574;width:2;" filled="f" coordorigin="1836,5164" coordsize="0,574" path="m1836,5164l1836,5738e">
                <v:path arrowok="t"/>
                <v:fill on="f" focussize="0,0"/>
                <v:stroke weight="0.48pt"/>
                <v:imagedata o:title=""/>
                <o:lock v:ext="edit"/>
              </v:shape>
            </v:group>
            <v:group id="_x0000_s1937" o:spid="_x0000_s1937" o:spt="203" style="position:absolute;left:2294;top:5164;height:574;width:2;" coordorigin="2294,5164" coordsize="2,574">
              <o:lock v:ext="edit"/>
              <v:shape id="_x0000_s1938" o:spid="_x0000_s1938" style="position:absolute;left:2294;top:5164;height:574;width:2;" filled="f" coordorigin="2294,5164" coordsize="0,574" path="m2294,5164l2294,5738e">
                <v:path arrowok="t"/>
                <v:fill on="f" focussize="0,0"/>
                <v:stroke weight="0.48pt"/>
                <v:imagedata o:title=""/>
                <o:lock v:ext="edit"/>
              </v:shape>
            </v:group>
            <v:group id="_x0000_s1939" o:spid="_x0000_s1939" o:spt="203" style="position:absolute;left:2750;top:5164;height:574;width:2;" coordorigin="2750,5164" coordsize="2,574">
              <o:lock v:ext="edit"/>
              <v:shape id="_x0000_s1940" o:spid="_x0000_s1940" style="position:absolute;left:2750;top:5164;height:574;width:2;" filled="f" coordorigin="2750,5164" coordsize="0,574" path="m2750,5164l2750,5738e">
                <v:path arrowok="t"/>
                <v:fill on="f" focussize="0,0"/>
                <v:stroke weight="0.48pt"/>
                <v:imagedata o:title=""/>
                <o:lock v:ext="edit"/>
              </v:shape>
            </v:group>
            <v:group id="_x0000_s1941" o:spid="_x0000_s1941" o:spt="203" style="position:absolute;left:3207;top:5164;height:574;width:2;" coordorigin="3207,5164" coordsize="2,574">
              <o:lock v:ext="edit"/>
              <v:shape id="_x0000_s1942" o:spid="_x0000_s1942" style="position:absolute;left:3207;top:5164;height:574;width:2;" filled="f" coordorigin="3207,5164" coordsize="0,574" path="m3207,5164l3207,5738e">
                <v:path arrowok="t"/>
                <v:fill on="f" focussize="0,0"/>
                <v:stroke weight="0.48pt"/>
                <v:imagedata o:title=""/>
                <o:lock v:ext="edit"/>
              </v:shape>
            </v:group>
            <v:group id="_x0000_s1943" o:spid="_x0000_s1943" o:spt="203" style="position:absolute;left:3665;top:5164;height:574;width:2;" coordorigin="3665,5164" coordsize="2,574">
              <o:lock v:ext="edit"/>
              <v:shape id="_x0000_s1944" o:spid="_x0000_s1944" style="position:absolute;left:3665;top:5164;height:574;width:2;" filled="f" coordorigin="3665,5164" coordsize="0,574" path="m3665,5164l3665,5738e">
                <v:path arrowok="t"/>
                <v:fill on="f" focussize="0,0"/>
                <v:stroke weight="0.48pt"/>
                <v:imagedata o:title=""/>
                <o:lock v:ext="edit"/>
              </v:shape>
            </v:group>
            <v:group id="_x0000_s1945" o:spid="_x0000_s1945" o:spt="203" style="position:absolute;left:4123;top:5164;height:574;width:2;" coordorigin="4123,5164" coordsize="2,574">
              <o:lock v:ext="edit"/>
              <v:shape id="_x0000_s1946" o:spid="_x0000_s1946" style="position:absolute;left:4123;top:5164;height:574;width:2;" filled="f" coordorigin="4123,5164" coordsize="0,574" path="m4123,5164l4123,5738e">
                <v:path arrowok="t"/>
                <v:fill on="f" focussize="0,0"/>
                <v:stroke weight="0.48pt"/>
                <v:imagedata o:title=""/>
                <o:lock v:ext="edit"/>
              </v:shape>
            </v:group>
            <v:group id="_x0000_s1947" o:spid="_x0000_s1947" o:spt="203" style="position:absolute;left:4581;top:5164;height:574;width:2;" coordorigin="4581,5164" coordsize="2,574">
              <o:lock v:ext="edit"/>
              <v:shape id="_x0000_s1948" o:spid="_x0000_s1948" style="position:absolute;left:4581;top:5164;height:574;width:2;" filled="f" coordorigin="4581,5164" coordsize="0,574" path="m4581,5164l4581,5738e">
                <v:path arrowok="t"/>
                <v:fill on="f" focussize="0,0"/>
                <v:stroke weight="0.48pt"/>
                <v:imagedata o:title=""/>
                <o:lock v:ext="edit"/>
              </v:shape>
            </v:group>
            <v:group id="_x0000_s1949" o:spid="_x0000_s1949" o:spt="203" style="position:absolute;left:5040;top:5164;height:574;width:2;" coordorigin="5040,5164" coordsize="2,574">
              <o:lock v:ext="edit"/>
              <v:shape id="_x0000_s1950" o:spid="_x0000_s1950" style="position:absolute;left:5040;top:5164;height:574;width:2;" filled="f" coordorigin="5040,5164" coordsize="0,574" path="m5040,5164l5040,5738e">
                <v:path arrowok="t"/>
                <v:fill on="f" focussize="0,0"/>
                <v:stroke weight="0.48pt"/>
                <v:imagedata o:title=""/>
                <o:lock v:ext="edit"/>
              </v:shape>
            </v:group>
            <v:group id="_x0000_s1951" o:spid="_x0000_s1951" o:spt="203" style="position:absolute;left:5498;top:5164;height:574;width:2;" coordorigin="5498,5164" coordsize="2,574">
              <o:lock v:ext="edit"/>
              <v:shape id="_x0000_s1952" o:spid="_x0000_s1952" style="position:absolute;left:5498;top:5164;height:574;width:2;" filled="f" coordorigin="5498,5164" coordsize="0,574" path="m5498,5164l5498,5738e">
                <v:path arrowok="t"/>
                <v:fill on="f" focussize="0,0"/>
                <v:stroke weight="0.48pt"/>
                <v:imagedata o:title=""/>
                <o:lock v:ext="edit"/>
              </v:shape>
            </v:group>
            <v:group id="_x0000_s1953" o:spid="_x0000_s1953" o:spt="203" style="position:absolute;left:5956;top:5164;height:574;width:2;" coordorigin="5956,5164" coordsize="2,574">
              <o:lock v:ext="edit"/>
              <v:shape id="_x0000_s1954" o:spid="_x0000_s1954" style="position:absolute;left:5956;top:5164;height:574;width:2;" filled="f" coordorigin="5956,5164" coordsize="0,574" path="m5956,5164l5956,5738e">
                <v:path arrowok="t"/>
                <v:fill on="f" focussize="0,0"/>
                <v:stroke weight="0.48pt"/>
                <v:imagedata o:title=""/>
                <o:lock v:ext="edit"/>
              </v:shape>
            </v:group>
            <v:group id="_x0000_s1955" o:spid="_x0000_s1955" o:spt="203" style="position:absolute;left:6415;top:5164;height:574;width:2;" coordorigin="6415,5164" coordsize="2,574">
              <o:lock v:ext="edit"/>
              <v:shape id="_x0000_s1956" o:spid="_x0000_s1956" style="position:absolute;left:6415;top:5164;height:574;width:2;" filled="f" coordorigin="6415,5164" coordsize="0,574" path="m6415,5164l6415,5738e">
                <v:path arrowok="t"/>
                <v:fill on="f" focussize="0,0"/>
                <v:stroke weight="0.48pt"/>
                <v:imagedata o:title=""/>
                <o:lock v:ext="edit"/>
              </v:shape>
            </v:group>
            <v:group id="_x0000_s1957" o:spid="_x0000_s1957" o:spt="203" style="position:absolute;left:6873;top:5164;height:574;width:2;" coordorigin="6873,5164" coordsize="2,574">
              <o:lock v:ext="edit"/>
              <v:shape id="_x0000_s1958" o:spid="_x0000_s1958" style="position:absolute;left:6873;top:5164;height:574;width:2;" filled="f" coordorigin="6873,5164" coordsize="0,574" path="m6873,5164l6873,5738e">
                <v:path arrowok="t"/>
                <v:fill on="f" focussize="0,0"/>
                <v:stroke weight="0.48pt"/>
                <v:imagedata o:title=""/>
                <o:lock v:ext="edit"/>
              </v:shape>
            </v:group>
            <v:group id="_x0000_s1959" o:spid="_x0000_s1959" o:spt="203" style="position:absolute;left:7332;top:5164;height:574;width:2;" coordorigin="7332,5164" coordsize="2,574">
              <o:lock v:ext="edit"/>
              <v:shape id="_x0000_s1960" o:spid="_x0000_s1960" style="position:absolute;left:7332;top:5164;height:574;width:2;" filled="f" coordorigin="7332,5164" coordsize="0,574" path="m7332,5164l7332,5738e">
                <v:path arrowok="t"/>
                <v:fill on="f" focussize="0,0"/>
                <v:stroke weight="0.48pt"/>
                <v:imagedata o:title=""/>
                <o:lock v:ext="edit"/>
              </v:shape>
            </v:group>
            <v:group id="_x0000_s1961" o:spid="_x0000_s1961" o:spt="203" style="position:absolute;left:7790;top:5164;height:574;width:2;" coordorigin="7790,5164" coordsize="2,574">
              <o:lock v:ext="edit"/>
              <v:shape id="_x0000_s1962" o:spid="_x0000_s1962" style="position:absolute;left:7790;top:5164;height:574;width:2;" filled="f" coordorigin="7790,5164" coordsize="0,574" path="m7790,5164l7790,5738e">
                <v:path arrowok="t"/>
                <v:fill on="f" focussize="0,0"/>
                <v:stroke weight="0.48pt"/>
                <v:imagedata o:title=""/>
                <o:lock v:ext="edit"/>
              </v:shape>
            </v:group>
            <v:group id="_x0000_s1963" o:spid="_x0000_s1963" o:spt="203" style="position:absolute;left:8248;top:5164;height:574;width:2;" coordorigin="8248,5164" coordsize="2,574">
              <o:lock v:ext="edit"/>
              <v:shape id="_x0000_s1964" o:spid="_x0000_s1964" style="position:absolute;left:8248;top:5164;height:574;width:2;" filled="f" coordorigin="8248,5164" coordsize="0,574" path="m8248,5164l8248,5738e">
                <v:path arrowok="t"/>
                <v:fill on="f" focussize="0,0"/>
                <v:stroke weight="0.48pt"/>
                <v:imagedata o:title=""/>
                <o:lock v:ext="edit"/>
              </v:shape>
            </v:group>
            <v:group id="_x0000_s1965" o:spid="_x0000_s1965" o:spt="203" style="position:absolute;left:5;top:5169;height:2;width:9170;" coordorigin="5,5169" coordsize="9170,2">
              <o:lock v:ext="edit"/>
              <v:shape id="_x0000_s1966" o:spid="_x0000_s1966" style="position:absolute;left:5;top:5169;height:2;width:9170;" filled="f" coordorigin="5,5169" coordsize="9170,0" path="m5,5169l9174,5169e">
                <v:path arrowok="t"/>
                <v:fill on="f" focussize="0,0"/>
                <v:stroke weight="0.48pt"/>
                <v:imagedata o:title=""/>
                <o:lock v:ext="edit"/>
              </v:shape>
            </v:group>
            <v:group id="_x0000_s1967" o:spid="_x0000_s1967" o:spt="203" style="position:absolute;left:5;top:5743;height:2;width:9170;" coordorigin="5,5743" coordsize="9170,2">
              <o:lock v:ext="edit"/>
              <v:shape id="_x0000_s1968" o:spid="_x0000_s1968" style="position:absolute;left:5;top:5743;height:2;width:9170;" filled="f" coordorigin="5,5743" coordsize="9170,0" path="m5,5743l9174,5743e">
                <v:path arrowok="t"/>
                <v:fill on="f" focussize="0,0"/>
                <v:stroke weight="0.48pt"/>
                <v:imagedata o:title=""/>
                <o:lock v:ext="edit"/>
              </v:shape>
            </v:group>
            <v:group id="_x0000_s1969" o:spid="_x0000_s1969" o:spt="203" style="position:absolute;left:466;top:5983;height:574;width:2;" coordorigin="466,5983" coordsize="2,574">
              <o:lock v:ext="edit"/>
              <v:shape id="_x0000_s1970" o:spid="_x0000_s1970" style="position:absolute;left:466;top:5983;height:574;width:2;" filled="f" coordorigin="466,5983" coordsize="0,574" path="m466,5983l466,6557e">
                <v:path arrowok="t"/>
                <v:fill on="f" focussize="0,0"/>
                <v:stroke weight="0.48pt"/>
                <v:imagedata o:title=""/>
                <o:lock v:ext="edit"/>
              </v:shape>
            </v:group>
            <v:group id="_x0000_s1971" o:spid="_x0000_s1971" o:spt="203" style="position:absolute;left:924;top:5983;height:574;width:2;" coordorigin="924,5983" coordsize="2,574">
              <o:lock v:ext="edit"/>
              <v:shape id="_x0000_s1972" o:spid="_x0000_s1972" style="position:absolute;left:924;top:5983;height:574;width:2;" filled="f" coordorigin="924,5983" coordsize="0,574" path="m924,5983l924,6557e">
                <v:path arrowok="t"/>
                <v:fill on="f" focussize="0,0"/>
                <v:stroke weight="0.48pt"/>
                <v:imagedata o:title=""/>
                <o:lock v:ext="edit"/>
              </v:shape>
            </v:group>
            <v:group id="_x0000_s1973" o:spid="_x0000_s1973" o:spt="203" style="position:absolute;left:1380;top:5983;height:574;width:2;" coordorigin="1380,5983" coordsize="2,574">
              <o:lock v:ext="edit"/>
              <v:shape id="_x0000_s1974" o:spid="_x0000_s1974" style="position:absolute;left:1380;top:5983;height:574;width:2;" filled="f" coordorigin="1380,5983" coordsize="0,574" path="m1380,5983l1380,6557e">
                <v:path arrowok="t"/>
                <v:fill on="f" focussize="0,0"/>
                <v:stroke weight="0.48pt"/>
                <v:imagedata o:title=""/>
                <o:lock v:ext="edit"/>
              </v:shape>
            </v:group>
            <v:group id="_x0000_s1975" o:spid="_x0000_s1975" o:spt="203" style="position:absolute;left:1836;top:5983;height:574;width:2;" coordorigin="1836,5983" coordsize="2,574">
              <o:lock v:ext="edit"/>
              <v:shape id="_x0000_s1976" o:spid="_x0000_s1976" style="position:absolute;left:1836;top:5983;height:574;width:2;" filled="f" coordorigin="1836,5983" coordsize="0,574" path="m1836,5983l1836,6557e">
                <v:path arrowok="t"/>
                <v:fill on="f" focussize="0,0"/>
                <v:stroke weight="0.48pt"/>
                <v:imagedata o:title=""/>
                <o:lock v:ext="edit"/>
              </v:shape>
            </v:group>
            <v:group id="_x0000_s1977" o:spid="_x0000_s1977" o:spt="203" style="position:absolute;left:2294;top:5983;height:574;width:2;" coordorigin="2294,5983" coordsize="2,574">
              <o:lock v:ext="edit"/>
              <v:shape id="_x0000_s1978" o:spid="_x0000_s1978" style="position:absolute;left:2294;top:5983;height:574;width:2;" filled="f" coordorigin="2294,5983" coordsize="0,574" path="m2294,5983l2294,6557e">
                <v:path arrowok="t"/>
                <v:fill on="f" focussize="0,0"/>
                <v:stroke weight="0.48pt"/>
                <v:imagedata o:title=""/>
                <o:lock v:ext="edit"/>
              </v:shape>
            </v:group>
            <v:group id="_x0000_s1979" o:spid="_x0000_s1979" o:spt="203" style="position:absolute;left:2750;top:5983;height:574;width:2;" coordorigin="2750,5983" coordsize="2,574">
              <o:lock v:ext="edit"/>
              <v:shape id="_x0000_s1980" o:spid="_x0000_s1980" style="position:absolute;left:2750;top:5983;height:574;width:2;" filled="f" coordorigin="2750,5983" coordsize="0,574" path="m2750,5983l2750,6557e">
                <v:path arrowok="t"/>
                <v:fill on="f" focussize="0,0"/>
                <v:stroke weight="0.48pt"/>
                <v:imagedata o:title=""/>
                <o:lock v:ext="edit"/>
              </v:shape>
            </v:group>
            <v:group id="_x0000_s1981" o:spid="_x0000_s1981" o:spt="203" style="position:absolute;left:3207;top:5983;height:574;width:2;" coordorigin="3207,5983" coordsize="2,574">
              <o:lock v:ext="edit"/>
              <v:shape id="_x0000_s1982" o:spid="_x0000_s1982" style="position:absolute;left:3207;top:5983;height:574;width:2;" filled="f" coordorigin="3207,5983" coordsize="0,574" path="m3207,5983l3207,6557e">
                <v:path arrowok="t"/>
                <v:fill on="f" focussize="0,0"/>
                <v:stroke weight="0.48pt"/>
                <v:imagedata o:title=""/>
                <o:lock v:ext="edit"/>
              </v:shape>
            </v:group>
            <v:group id="_x0000_s1983" o:spid="_x0000_s1983" o:spt="203" style="position:absolute;left:3665;top:5983;height:574;width:2;" coordorigin="3665,5983" coordsize="2,574">
              <o:lock v:ext="edit"/>
              <v:shape id="_x0000_s1984" o:spid="_x0000_s1984" style="position:absolute;left:3665;top:5983;height:574;width:2;" filled="f" coordorigin="3665,5983" coordsize="0,574" path="m3665,5983l3665,6557e">
                <v:path arrowok="t"/>
                <v:fill on="f" focussize="0,0"/>
                <v:stroke weight="0.48pt"/>
                <v:imagedata o:title=""/>
                <o:lock v:ext="edit"/>
              </v:shape>
            </v:group>
            <v:group id="_x0000_s1985" o:spid="_x0000_s1985" o:spt="203" style="position:absolute;left:4123;top:5983;height:574;width:2;" coordorigin="4123,5983" coordsize="2,574">
              <o:lock v:ext="edit"/>
              <v:shape id="_x0000_s1986" o:spid="_x0000_s1986" style="position:absolute;left:4123;top:5983;height:574;width:2;" filled="f" coordorigin="4123,5983" coordsize="0,574" path="m4123,5983l4123,6557e">
                <v:path arrowok="t"/>
                <v:fill on="f" focussize="0,0"/>
                <v:stroke weight="0.48pt"/>
                <v:imagedata o:title=""/>
                <o:lock v:ext="edit"/>
              </v:shape>
            </v:group>
            <v:group id="_x0000_s1987" o:spid="_x0000_s1987" o:spt="203" style="position:absolute;left:4581;top:5983;height:574;width:2;" coordorigin="4581,5983" coordsize="2,574">
              <o:lock v:ext="edit"/>
              <v:shape id="_x0000_s1988" o:spid="_x0000_s1988" style="position:absolute;left:4581;top:5983;height:574;width:2;" filled="f" coordorigin="4581,5983" coordsize="0,574" path="m4581,5983l4581,6557e">
                <v:path arrowok="t"/>
                <v:fill on="f" focussize="0,0"/>
                <v:stroke weight="0.48pt"/>
                <v:imagedata o:title=""/>
                <o:lock v:ext="edit"/>
              </v:shape>
            </v:group>
            <v:group id="_x0000_s1989" o:spid="_x0000_s1989" o:spt="203" style="position:absolute;left:5040;top:5983;height:574;width:2;" coordorigin="5040,5983" coordsize="2,574">
              <o:lock v:ext="edit"/>
              <v:shape id="_x0000_s1990" o:spid="_x0000_s1990" style="position:absolute;left:5040;top:5983;height:574;width:2;" filled="f" coordorigin="5040,5983" coordsize="0,574" path="m5040,5983l5040,6557e">
                <v:path arrowok="t"/>
                <v:fill on="f" focussize="0,0"/>
                <v:stroke weight="0.48pt"/>
                <v:imagedata o:title=""/>
                <o:lock v:ext="edit"/>
              </v:shape>
            </v:group>
            <v:group id="_x0000_s1991" o:spid="_x0000_s1991" o:spt="203" style="position:absolute;left:5498;top:5983;height:574;width:2;" coordorigin="5498,5983" coordsize="2,574">
              <o:lock v:ext="edit"/>
              <v:shape id="_x0000_s1992" o:spid="_x0000_s1992" style="position:absolute;left:5498;top:5983;height:574;width:2;" filled="f" coordorigin="5498,5983" coordsize="0,574" path="m5498,5983l5498,6557e">
                <v:path arrowok="t"/>
                <v:fill on="f" focussize="0,0"/>
                <v:stroke weight="0.48pt"/>
                <v:imagedata o:title=""/>
                <o:lock v:ext="edit"/>
              </v:shape>
            </v:group>
            <v:group id="_x0000_s1993" o:spid="_x0000_s1993" o:spt="203" style="position:absolute;left:5956;top:5983;height:574;width:2;" coordorigin="5956,5983" coordsize="2,574">
              <o:lock v:ext="edit"/>
              <v:shape id="_x0000_s1994" o:spid="_x0000_s1994" style="position:absolute;left:5956;top:5983;height:574;width:2;" filled="f" coordorigin="5956,5983" coordsize="0,574" path="m5956,5983l5956,6557e">
                <v:path arrowok="t"/>
                <v:fill on="f" focussize="0,0"/>
                <v:stroke weight="0.48pt"/>
                <v:imagedata o:title=""/>
                <o:lock v:ext="edit"/>
              </v:shape>
            </v:group>
            <v:group id="_x0000_s1995" o:spid="_x0000_s1995" o:spt="203" style="position:absolute;left:6415;top:5983;height:574;width:2;" coordorigin="6415,5983" coordsize="2,574">
              <o:lock v:ext="edit"/>
              <v:shape id="_x0000_s1996" o:spid="_x0000_s1996" style="position:absolute;left:6415;top:5983;height:574;width:2;" filled="f" coordorigin="6415,5983" coordsize="0,574" path="m6415,5983l6415,6557e">
                <v:path arrowok="t"/>
                <v:fill on="f" focussize="0,0"/>
                <v:stroke weight="0.48pt"/>
                <v:imagedata o:title=""/>
                <o:lock v:ext="edit"/>
              </v:shape>
            </v:group>
            <v:group id="_x0000_s1997" o:spid="_x0000_s1997" o:spt="203" style="position:absolute;left:6873;top:5983;height:574;width:2;" coordorigin="6873,5983" coordsize="2,574">
              <o:lock v:ext="edit"/>
              <v:shape id="_x0000_s1998" o:spid="_x0000_s1998" style="position:absolute;left:6873;top:5983;height:574;width:2;" filled="f" coordorigin="6873,5983" coordsize="0,574" path="m6873,5983l6873,6557e">
                <v:path arrowok="t"/>
                <v:fill on="f" focussize="0,0"/>
                <v:stroke weight="0.48pt"/>
                <v:imagedata o:title=""/>
                <o:lock v:ext="edit"/>
              </v:shape>
            </v:group>
            <v:group id="_x0000_s1999" o:spid="_x0000_s1999" o:spt="203" style="position:absolute;left:7332;top:5983;height:574;width:2;" coordorigin="7332,5983" coordsize="2,574">
              <o:lock v:ext="edit"/>
              <v:shape id="_x0000_s2000" o:spid="_x0000_s2000" style="position:absolute;left:7332;top:5983;height:574;width:2;" filled="f" coordorigin="7332,5983" coordsize="0,574" path="m7332,5983l7332,6557e">
                <v:path arrowok="t"/>
                <v:fill on="f" focussize="0,0"/>
                <v:stroke weight="0.48pt"/>
                <v:imagedata o:title=""/>
                <o:lock v:ext="edit"/>
              </v:shape>
            </v:group>
            <v:group id="_x0000_s2001" o:spid="_x0000_s2001" o:spt="203" style="position:absolute;left:7790;top:5983;height:574;width:2;" coordorigin="7790,5983" coordsize="2,574">
              <o:lock v:ext="edit"/>
              <v:shape id="_x0000_s2002" o:spid="_x0000_s2002" style="position:absolute;left:7790;top:5983;height:574;width:2;" filled="f" coordorigin="7790,5983" coordsize="0,574" path="m7790,5983l7790,6557e">
                <v:path arrowok="t"/>
                <v:fill on="f" focussize="0,0"/>
                <v:stroke weight="0.48pt"/>
                <v:imagedata o:title=""/>
                <o:lock v:ext="edit"/>
              </v:shape>
            </v:group>
            <v:group id="_x0000_s2003" o:spid="_x0000_s2003" o:spt="203" style="position:absolute;left:8248;top:5983;height:574;width:2;" coordorigin="8248,5983" coordsize="2,574">
              <o:lock v:ext="edit"/>
              <v:shape id="_x0000_s2004" o:spid="_x0000_s2004" style="position:absolute;left:8248;top:5983;height:574;width:2;" filled="f" coordorigin="8248,5983" coordsize="0,574" path="m8248,5983l8248,6557e">
                <v:path arrowok="t"/>
                <v:fill on="f" focussize="0,0"/>
                <v:stroke weight="0.48pt"/>
                <v:imagedata o:title=""/>
                <o:lock v:ext="edit"/>
              </v:shape>
            </v:group>
            <v:group id="_x0000_s2005" o:spid="_x0000_s2005" o:spt="203" style="position:absolute;left:5;top:5988;height:2;width:9170;" coordorigin="5,5988" coordsize="9170,2">
              <o:lock v:ext="edit"/>
              <v:shape id="_x0000_s2006" o:spid="_x0000_s2006" style="position:absolute;left:5;top:5988;height:2;width:9170;" filled="f" coordorigin="5,5988" coordsize="9170,0" path="m5,5988l9174,5988e">
                <v:path arrowok="t"/>
                <v:fill on="f" focussize="0,0"/>
                <v:stroke weight="0.48pt"/>
                <v:imagedata o:title=""/>
                <o:lock v:ext="edit"/>
              </v:shape>
            </v:group>
            <v:group id="_x0000_s2007" o:spid="_x0000_s2007" o:spt="203" style="position:absolute;left:5;top:6562;height:2;width:9170;" coordorigin="5,6562" coordsize="9170,2">
              <o:lock v:ext="edit"/>
              <v:shape id="_x0000_s2008" o:spid="_x0000_s2008" style="position:absolute;left:5;top:6562;height:2;width:9170;" filled="f" coordorigin="5,6562" coordsize="9170,0" path="m5,6562l9174,6562e">
                <v:path arrowok="t"/>
                <v:fill on="f" focussize="0,0"/>
                <v:stroke weight="0.48pt"/>
                <v:imagedata o:title=""/>
                <o:lock v:ext="edit"/>
              </v:shape>
            </v:group>
            <v:group id="_x0000_s2009" o:spid="_x0000_s2009" o:spt="203" style="position:absolute;left:466;top:6802;height:574;width:2;" coordorigin="466,6802" coordsize="2,574">
              <o:lock v:ext="edit"/>
              <v:shape id="_x0000_s2010" o:spid="_x0000_s2010" style="position:absolute;left:466;top:6802;height:574;width:2;" filled="f" coordorigin="466,6802" coordsize="0,574" path="m466,6802l466,7376e">
                <v:path arrowok="t"/>
                <v:fill on="f" focussize="0,0"/>
                <v:stroke weight="0.48pt"/>
                <v:imagedata o:title=""/>
                <o:lock v:ext="edit"/>
              </v:shape>
            </v:group>
            <v:group id="_x0000_s2011" o:spid="_x0000_s2011" o:spt="203" style="position:absolute;left:924;top:6802;height:574;width:2;" coordorigin="924,6802" coordsize="2,574">
              <o:lock v:ext="edit"/>
              <v:shape id="_x0000_s2012" o:spid="_x0000_s2012" style="position:absolute;left:924;top:6802;height:574;width:2;" filled="f" coordorigin="924,6802" coordsize="0,574" path="m924,6802l924,7376e">
                <v:path arrowok="t"/>
                <v:fill on="f" focussize="0,0"/>
                <v:stroke weight="0.48pt"/>
                <v:imagedata o:title=""/>
                <o:lock v:ext="edit"/>
              </v:shape>
            </v:group>
            <v:group id="_x0000_s2013" o:spid="_x0000_s2013" o:spt="203" style="position:absolute;left:1380;top:6802;height:574;width:2;" coordorigin="1380,6802" coordsize="2,574">
              <o:lock v:ext="edit"/>
              <v:shape id="_x0000_s2014" o:spid="_x0000_s2014" style="position:absolute;left:1380;top:6802;height:574;width:2;" filled="f" coordorigin="1380,6802" coordsize="0,574" path="m1380,6802l1380,7376e">
                <v:path arrowok="t"/>
                <v:fill on="f" focussize="0,0"/>
                <v:stroke weight="0.48pt"/>
                <v:imagedata o:title=""/>
                <o:lock v:ext="edit"/>
              </v:shape>
            </v:group>
            <v:group id="_x0000_s2015" o:spid="_x0000_s2015" o:spt="203" style="position:absolute;left:1836;top:6802;height:574;width:2;" coordorigin="1836,6802" coordsize="2,574">
              <o:lock v:ext="edit"/>
              <v:shape id="_x0000_s2016" o:spid="_x0000_s2016" style="position:absolute;left:1836;top:6802;height:574;width:2;" filled="f" coordorigin="1836,6802" coordsize="0,574" path="m1836,6802l1836,7376e">
                <v:path arrowok="t"/>
                <v:fill on="f" focussize="0,0"/>
                <v:stroke weight="0.48pt"/>
                <v:imagedata o:title=""/>
                <o:lock v:ext="edit"/>
              </v:shape>
            </v:group>
            <v:group id="_x0000_s2017" o:spid="_x0000_s2017" o:spt="203" style="position:absolute;left:2294;top:6802;height:574;width:2;" coordorigin="2294,6802" coordsize="2,574">
              <o:lock v:ext="edit"/>
              <v:shape id="_x0000_s2018" o:spid="_x0000_s2018" style="position:absolute;left:2294;top:6802;height:574;width:2;" filled="f" coordorigin="2294,6802" coordsize="0,574" path="m2294,6802l2294,7376e">
                <v:path arrowok="t"/>
                <v:fill on="f" focussize="0,0"/>
                <v:stroke weight="0.48pt"/>
                <v:imagedata o:title=""/>
                <o:lock v:ext="edit"/>
              </v:shape>
            </v:group>
            <v:group id="_x0000_s2019" o:spid="_x0000_s2019" o:spt="203" style="position:absolute;left:2750;top:6802;height:574;width:2;" coordorigin="2750,6802" coordsize="2,574">
              <o:lock v:ext="edit"/>
              <v:shape id="_x0000_s2020" o:spid="_x0000_s2020" style="position:absolute;left:2750;top:6802;height:574;width:2;" filled="f" coordorigin="2750,6802" coordsize="0,574" path="m2750,6802l2750,7376e">
                <v:path arrowok="t"/>
                <v:fill on="f" focussize="0,0"/>
                <v:stroke weight="0.48pt"/>
                <v:imagedata o:title=""/>
                <o:lock v:ext="edit"/>
              </v:shape>
            </v:group>
            <v:group id="_x0000_s2021" o:spid="_x0000_s2021" o:spt="203" style="position:absolute;left:3207;top:6802;height:574;width:2;" coordorigin="3207,6802" coordsize="2,574">
              <o:lock v:ext="edit"/>
              <v:shape id="_x0000_s2022" o:spid="_x0000_s2022" style="position:absolute;left:3207;top:6802;height:574;width:2;" filled="f" coordorigin="3207,6802" coordsize="0,574" path="m3207,6802l3207,7376e">
                <v:path arrowok="t"/>
                <v:fill on="f" focussize="0,0"/>
                <v:stroke weight="0.48pt"/>
                <v:imagedata o:title=""/>
                <o:lock v:ext="edit"/>
              </v:shape>
            </v:group>
            <v:group id="_x0000_s2023" o:spid="_x0000_s2023" o:spt="203" style="position:absolute;left:3665;top:6802;height:574;width:2;" coordorigin="3665,6802" coordsize="2,574">
              <o:lock v:ext="edit"/>
              <v:shape id="_x0000_s2024" o:spid="_x0000_s2024" style="position:absolute;left:3665;top:6802;height:574;width:2;" filled="f" coordorigin="3665,6802" coordsize="0,574" path="m3665,6802l3665,7376e">
                <v:path arrowok="t"/>
                <v:fill on="f" focussize="0,0"/>
                <v:stroke weight="0.48pt"/>
                <v:imagedata o:title=""/>
                <o:lock v:ext="edit"/>
              </v:shape>
            </v:group>
            <v:group id="_x0000_s2025" o:spid="_x0000_s2025" o:spt="203" style="position:absolute;left:4123;top:6802;height:574;width:2;" coordorigin="4123,6802" coordsize="2,574">
              <o:lock v:ext="edit"/>
              <v:shape id="_x0000_s2026" o:spid="_x0000_s2026" style="position:absolute;left:4123;top:6802;height:574;width:2;" filled="f" coordorigin="4123,6802" coordsize="0,574" path="m4123,6802l4123,7376e">
                <v:path arrowok="t"/>
                <v:fill on="f" focussize="0,0"/>
                <v:stroke weight="0.48pt"/>
                <v:imagedata o:title=""/>
                <o:lock v:ext="edit"/>
              </v:shape>
            </v:group>
            <v:group id="_x0000_s2027" o:spid="_x0000_s2027" o:spt="203" style="position:absolute;left:4581;top:6802;height:574;width:2;" coordorigin="4581,6802" coordsize="2,574">
              <o:lock v:ext="edit"/>
              <v:shape id="_x0000_s2028" o:spid="_x0000_s2028" style="position:absolute;left:4581;top:6802;height:574;width:2;" filled="f" coordorigin="4581,6802" coordsize="0,574" path="m4581,6802l4581,7376e">
                <v:path arrowok="t"/>
                <v:fill on="f" focussize="0,0"/>
                <v:stroke weight="0.48pt"/>
                <v:imagedata o:title=""/>
                <o:lock v:ext="edit"/>
              </v:shape>
            </v:group>
            <v:group id="_x0000_s2029" o:spid="_x0000_s2029" o:spt="203" style="position:absolute;left:5040;top:6802;height:574;width:2;" coordorigin="5040,6802" coordsize="2,574">
              <o:lock v:ext="edit"/>
              <v:shape id="_x0000_s2030" o:spid="_x0000_s2030" style="position:absolute;left:5040;top:6802;height:574;width:2;" filled="f" coordorigin="5040,6802" coordsize="0,574" path="m5040,6802l5040,7376e">
                <v:path arrowok="t"/>
                <v:fill on="f" focussize="0,0"/>
                <v:stroke weight="0.48pt"/>
                <v:imagedata o:title=""/>
                <o:lock v:ext="edit"/>
              </v:shape>
            </v:group>
            <v:group id="_x0000_s2031" o:spid="_x0000_s2031" o:spt="203" style="position:absolute;left:5498;top:6802;height:574;width:2;" coordorigin="5498,6802" coordsize="2,574">
              <o:lock v:ext="edit"/>
              <v:shape id="_x0000_s2032" o:spid="_x0000_s2032" style="position:absolute;left:5498;top:6802;height:574;width:2;" filled="f" coordorigin="5498,6802" coordsize="0,574" path="m5498,6802l5498,7376e">
                <v:path arrowok="t"/>
                <v:fill on="f" focussize="0,0"/>
                <v:stroke weight="0.48pt"/>
                <v:imagedata o:title=""/>
                <o:lock v:ext="edit"/>
              </v:shape>
            </v:group>
            <v:group id="_x0000_s2033" o:spid="_x0000_s2033" o:spt="203" style="position:absolute;left:5956;top:6802;height:574;width:2;" coordorigin="5956,6802" coordsize="2,574">
              <o:lock v:ext="edit"/>
              <v:shape id="_x0000_s2034" o:spid="_x0000_s2034" style="position:absolute;left:5956;top:6802;height:574;width:2;" filled="f" coordorigin="5956,6802" coordsize="0,574" path="m5956,6802l5956,7376e">
                <v:path arrowok="t"/>
                <v:fill on="f" focussize="0,0"/>
                <v:stroke weight="0.48pt"/>
                <v:imagedata o:title=""/>
                <o:lock v:ext="edit"/>
              </v:shape>
            </v:group>
            <v:group id="_x0000_s2035" o:spid="_x0000_s2035" o:spt="203" style="position:absolute;left:6415;top:6802;height:574;width:2;" coordorigin="6415,6802" coordsize="2,574">
              <o:lock v:ext="edit"/>
              <v:shape id="_x0000_s2036" o:spid="_x0000_s2036" style="position:absolute;left:6415;top:6802;height:574;width:2;" filled="f" coordorigin="6415,6802" coordsize="0,574" path="m6415,6802l6415,7376e">
                <v:path arrowok="t"/>
                <v:fill on="f" focussize="0,0"/>
                <v:stroke weight="0.48pt"/>
                <v:imagedata o:title=""/>
                <o:lock v:ext="edit"/>
              </v:shape>
            </v:group>
            <v:group id="_x0000_s2037" o:spid="_x0000_s2037" o:spt="203" style="position:absolute;left:6873;top:6802;height:574;width:2;" coordorigin="6873,6802" coordsize="2,574">
              <o:lock v:ext="edit"/>
              <v:shape id="_x0000_s2038" o:spid="_x0000_s2038" style="position:absolute;left:6873;top:6802;height:574;width:2;" filled="f" coordorigin="6873,6802" coordsize="0,574" path="m6873,6802l6873,7376e">
                <v:path arrowok="t"/>
                <v:fill on="f" focussize="0,0"/>
                <v:stroke weight="0.48pt"/>
                <v:imagedata o:title=""/>
                <o:lock v:ext="edit"/>
              </v:shape>
            </v:group>
            <v:group id="_x0000_s2039" o:spid="_x0000_s2039" o:spt="203" style="position:absolute;left:7332;top:6802;height:574;width:2;" coordorigin="7332,6802" coordsize="2,574">
              <o:lock v:ext="edit"/>
              <v:shape id="_x0000_s2040" o:spid="_x0000_s2040" style="position:absolute;left:7332;top:6802;height:574;width:2;" filled="f" coordorigin="7332,6802" coordsize="0,574" path="m7332,6802l7332,7376e">
                <v:path arrowok="t"/>
                <v:fill on="f" focussize="0,0"/>
                <v:stroke weight="0.48pt"/>
                <v:imagedata o:title=""/>
                <o:lock v:ext="edit"/>
              </v:shape>
            </v:group>
            <v:group id="_x0000_s2041" o:spid="_x0000_s2041" o:spt="203" style="position:absolute;left:7790;top:6802;height:574;width:2;" coordorigin="7790,6802" coordsize="2,574">
              <o:lock v:ext="edit"/>
              <v:shape id="_x0000_s2042" o:spid="_x0000_s2042" style="position:absolute;left:7790;top:6802;height:574;width:2;" filled="f" coordorigin="7790,6802" coordsize="0,574" path="m7790,6802l7790,7376e">
                <v:path arrowok="t"/>
                <v:fill on="f" focussize="0,0"/>
                <v:stroke weight="0.48pt"/>
                <v:imagedata o:title=""/>
                <o:lock v:ext="edit"/>
              </v:shape>
            </v:group>
            <v:group id="_x0000_s2043" o:spid="_x0000_s2043" o:spt="203" style="position:absolute;left:8248;top:6802;height:574;width:2;" coordorigin="8248,6802" coordsize="2,574">
              <o:lock v:ext="edit"/>
              <v:shape id="_x0000_s2044" o:spid="_x0000_s2044" style="position:absolute;left:8248;top:6802;height:574;width:2;" filled="f" coordorigin="8248,6802" coordsize="0,574" path="m8248,6802l8248,7376e">
                <v:path arrowok="t"/>
                <v:fill on="f" focussize="0,0"/>
                <v:stroke weight="0.48pt"/>
                <v:imagedata o:title=""/>
                <o:lock v:ext="edit"/>
              </v:shape>
            </v:group>
            <v:group id="_x0000_s2045" o:spid="_x0000_s2045" o:spt="203" style="position:absolute;left:5;top:6807;height:2;width:9170;" coordorigin="5,6807" coordsize="9170,2">
              <o:lock v:ext="edit"/>
              <v:shape id="_x0000_s2046" o:spid="_x0000_s2046" style="position:absolute;left:5;top:6807;height:2;width:9170;" filled="f" coordorigin="5,6807" coordsize="9170,0" path="m5,6807l9174,6807e">
                <v:path arrowok="t"/>
                <v:fill on="f" focussize="0,0"/>
                <v:stroke weight="0.48pt"/>
                <v:imagedata o:title=""/>
                <o:lock v:ext="edit"/>
              </v:shape>
            </v:group>
            <v:group id="_x0000_s2047" o:spid="_x0000_s2047" o:spt="203" style="position:absolute;left:5;top:7381;height:2;width:9170;" coordorigin="5,7381" coordsize="9170,2">
              <o:lock v:ext="edit"/>
              <v:shape id="_x0000_s3072" o:spid="_x0000_s3072" style="position:absolute;left:5;top:7381;height:2;width:9170;" filled="f" coordorigin="5,7381" coordsize="9170,0" path="m5,7381l9174,7381e">
                <v:path arrowok="t"/>
                <v:fill on="f" focussize="0,0"/>
                <v:stroke weight="0.48pt"/>
                <v:imagedata o:title=""/>
                <o:lock v:ext="edit"/>
              </v:shape>
            </v:group>
            <v:group id="_x0000_s3073" o:spid="_x0000_s3073" o:spt="203" style="position:absolute;left:466;top:7621;height:574;width:2;" coordorigin="466,7621" coordsize="2,574">
              <o:lock v:ext="edit"/>
              <v:shape id="_x0000_s3074" o:spid="_x0000_s3074" style="position:absolute;left:466;top:7621;height:574;width:2;" filled="f" coordorigin="466,7621" coordsize="0,574" path="m466,7621l466,8195e">
                <v:path arrowok="t"/>
                <v:fill on="f" focussize="0,0"/>
                <v:stroke weight="0.48pt"/>
                <v:imagedata o:title=""/>
                <o:lock v:ext="edit"/>
              </v:shape>
            </v:group>
            <v:group id="_x0000_s3075" o:spid="_x0000_s3075" o:spt="203" style="position:absolute;left:924;top:7621;height:574;width:2;" coordorigin="924,7621" coordsize="2,574">
              <o:lock v:ext="edit"/>
              <v:shape id="_x0000_s3076" o:spid="_x0000_s3076" style="position:absolute;left:924;top:7621;height:574;width:2;" filled="f" coordorigin="924,7621" coordsize="0,574" path="m924,7621l924,8195e">
                <v:path arrowok="t"/>
                <v:fill on="f" focussize="0,0"/>
                <v:stroke weight="0.48pt"/>
                <v:imagedata o:title=""/>
                <o:lock v:ext="edit"/>
              </v:shape>
            </v:group>
            <v:group id="_x0000_s3077" o:spid="_x0000_s3077" o:spt="203" style="position:absolute;left:1380;top:7621;height:574;width:2;" coordorigin="1380,7621" coordsize="2,574">
              <o:lock v:ext="edit"/>
              <v:shape id="_x0000_s3078" o:spid="_x0000_s3078" style="position:absolute;left:1380;top:7621;height:574;width:2;" filled="f" coordorigin="1380,7621" coordsize="0,574" path="m1380,7621l1380,8195e">
                <v:path arrowok="t"/>
                <v:fill on="f" focussize="0,0"/>
                <v:stroke weight="0.48pt"/>
                <v:imagedata o:title=""/>
                <o:lock v:ext="edit"/>
              </v:shape>
            </v:group>
            <v:group id="_x0000_s3079" o:spid="_x0000_s3079" o:spt="203" style="position:absolute;left:1836;top:7621;height:574;width:2;" coordorigin="1836,7621" coordsize="2,574">
              <o:lock v:ext="edit"/>
              <v:shape id="_x0000_s3080" o:spid="_x0000_s3080" style="position:absolute;left:1836;top:7621;height:574;width:2;" filled="f" coordorigin="1836,7621" coordsize="0,574" path="m1836,7621l1836,8195e">
                <v:path arrowok="t"/>
                <v:fill on="f" focussize="0,0"/>
                <v:stroke weight="0.48pt"/>
                <v:imagedata o:title=""/>
                <o:lock v:ext="edit"/>
              </v:shape>
            </v:group>
            <v:group id="_x0000_s3081" o:spid="_x0000_s3081" o:spt="203" style="position:absolute;left:2294;top:7621;height:574;width:2;" coordorigin="2294,7621" coordsize="2,574">
              <o:lock v:ext="edit"/>
              <v:shape id="_x0000_s3082" o:spid="_x0000_s3082" style="position:absolute;left:2294;top:7621;height:574;width:2;" filled="f" coordorigin="2294,7621" coordsize="0,574" path="m2294,7621l2294,8195e">
                <v:path arrowok="t"/>
                <v:fill on="f" focussize="0,0"/>
                <v:stroke weight="0.48pt"/>
                <v:imagedata o:title=""/>
                <o:lock v:ext="edit"/>
              </v:shape>
            </v:group>
            <v:group id="_x0000_s3083" o:spid="_x0000_s3083" o:spt="203" style="position:absolute;left:2750;top:7621;height:574;width:2;" coordorigin="2750,7621" coordsize="2,574">
              <o:lock v:ext="edit"/>
              <v:shape id="_x0000_s3084" o:spid="_x0000_s3084" style="position:absolute;left:2750;top:7621;height:574;width:2;" filled="f" coordorigin="2750,7621" coordsize="0,574" path="m2750,7621l2750,8195e">
                <v:path arrowok="t"/>
                <v:fill on="f" focussize="0,0"/>
                <v:stroke weight="0.48pt"/>
                <v:imagedata o:title=""/>
                <o:lock v:ext="edit"/>
              </v:shape>
            </v:group>
            <v:group id="_x0000_s3085" o:spid="_x0000_s3085" o:spt="203" style="position:absolute;left:3207;top:7621;height:574;width:2;" coordorigin="3207,7621" coordsize="2,574">
              <o:lock v:ext="edit"/>
              <v:shape id="_x0000_s3086" o:spid="_x0000_s3086" style="position:absolute;left:3207;top:7621;height:574;width:2;" filled="f" coordorigin="3207,7621" coordsize="0,574" path="m3207,7621l3207,8195e">
                <v:path arrowok="t"/>
                <v:fill on="f" focussize="0,0"/>
                <v:stroke weight="0.48pt"/>
                <v:imagedata o:title=""/>
                <o:lock v:ext="edit"/>
              </v:shape>
            </v:group>
            <v:group id="_x0000_s3087" o:spid="_x0000_s3087" o:spt="203" style="position:absolute;left:3665;top:7621;height:574;width:2;" coordorigin="3665,7621" coordsize="2,574">
              <o:lock v:ext="edit"/>
              <v:shape id="_x0000_s3088" o:spid="_x0000_s3088" style="position:absolute;left:3665;top:7621;height:574;width:2;" filled="f" coordorigin="3665,7621" coordsize="0,574" path="m3665,7621l3665,8195e">
                <v:path arrowok="t"/>
                <v:fill on="f" focussize="0,0"/>
                <v:stroke weight="0.48pt"/>
                <v:imagedata o:title=""/>
                <o:lock v:ext="edit"/>
              </v:shape>
            </v:group>
            <v:group id="_x0000_s3089" o:spid="_x0000_s3089" o:spt="203" style="position:absolute;left:4123;top:7621;height:574;width:2;" coordorigin="4123,7621" coordsize="2,574">
              <o:lock v:ext="edit"/>
              <v:shape id="_x0000_s3090" o:spid="_x0000_s3090" style="position:absolute;left:4123;top:7621;height:574;width:2;" filled="f" coordorigin="4123,7621" coordsize="0,574" path="m4123,7621l4123,8195e">
                <v:path arrowok="t"/>
                <v:fill on="f" focussize="0,0"/>
                <v:stroke weight="0.48pt"/>
                <v:imagedata o:title=""/>
                <o:lock v:ext="edit"/>
              </v:shape>
            </v:group>
            <v:group id="_x0000_s3091" o:spid="_x0000_s3091" o:spt="203" style="position:absolute;left:4581;top:7621;height:574;width:2;" coordorigin="4581,7621" coordsize="2,574">
              <o:lock v:ext="edit"/>
              <v:shape id="_x0000_s3092" o:spid="_x0000_s3092" style="position:absolute;left:4581;top:7621;height:574;width:2;" filled="f" coordorigin="4581,7621" coordsize="0,574" path="m4581,7621l4581,8195e">
                <v:path arrowok="t"/>
                <v:fill on="f" focussize="0,0"/>
                <v:stroke weight="0.48pt"/>
                <v:imagedata o:title=""/>
                <o:lock v:ext="edit"/>
              </v:shape>
            </v:group>
            <v:group id="_x0000_s3093" o:spid="_x0000_s3093" o:spt="203" style="position:absolute;left:5040;top:7621;height:574;width:2;" coordorigin="5040,7621" coordsize="2,574">
              <o:lock v:ext="edit"/>
              <v:shape id="_x0000_s3094" o:spid="_x0000_s3094" style="position:absolute;left:5040;top:7621;height:574;width:2;" filled="f" coordorigin="5040,7621" coordsize="0,574" path="m5040,7621l5040,8195e">
                <v:path arrowok="t"/>
                <v:fill on="f" focussize="0,0"/>
                <v:stroke weight="0.48pt"/>
                <v:imagedata o:title=""/>
                <o:lock v:ext="edit"/>
              </v:shape>
            </v:group>
            <v:group id="_x0000_s3095" o:spid="_x0000_s3095" o:spt="203" style="position:absolute;left:5498;top:7621;height:574;width:2;" coordorigin="5498,7621" coordsize="2,574">
              <o:lock v:ext="edit"/>
              <v:shape id="_x0000_s3096" o:spid="_x0000_s3096" style="position:absolute;left:5498;top:7621;height:574;width:2;" filled="f" coordorigin="5498,7621" coordsize="0,574" path="m5498,7621l5498,8195e">
                <v:path arrowok="t"/>
                <v:fill on="f" focussize="0,0"/>
                <v:stroke weight="0.48pt"/>
                <v:imagedata o:title=""/>
                <o:lock v:ext="edit"/>
              </v:shape>
            </v:group>
            <v:group id="_x0000_s3097" o:spid="_x0000_s3097" o:spt="203" style="position:absolute;left:5956;top:7621;height:574;width:2;" coordorigin="5956,7621" coordsize="2,574">
              <o:lock v:ext="edit"/>
              <v:shape id="_x0000_s3098" o:spid="_x0000_s3098" style="position:absolute;left:5956;top:7621;height:574;width:2;" filled="f" coordorigin="5956,7621" coordsize="0,574" path="m5956,7621l5956,8195e">
                <v:path arrowok="t"/>
                <v:fill on="f" focussize="0,0"/>
                <v:stroke weight="0.48pt"/>
                <v:imagedata o:title=""/>
                <o:lock v:ext="edit"/>
              </v:shape>
            </v:group>
            <v:group id="_x0000_s3099" o:spid="_x0000_s3099" o:spt="203" style="position:absolute;left:6415;top:7621;height:574;width:2;" coordorigin="6415,7621" coordsize="2,574">
              <o:lock v:ext="edit"/>
              <v:shape id="_x0000_s3100" o:spid="_x0000_s3100" style="position:absolute;left:6415;top:7621;height:574;width:2;" filled="f" coordorigin="6415,7621" coordsize="0,574" path="m6415,7621l6415,8195e">
                <v:path arrowok="t"/>
                <v:fill on="f" focussize="0,0"/>
                <v:stroke weight="0.48pt"/>
                <v:imagedata o:title=""/>
                <o:lock v:ext="edit"/>
              </v:shape>
            </v:group>
            <v:group id="_x0000_s3101" o:spid="_x0000_s3101" o:spt="203" style="position:absolute;left:6873;top:7621;height:574;width:2;" coordorigin="6873,7621" coordsize="2,574">
              <o:lock v:ext="edit"/>
              <v:shape id="_x0000_s3102" o:spid="_x0000_s3102" style="position:absolute;left:6873;top:7621;height:574;width:2;" filled="f" coordorigin="6873,7621" coordsize="0,574" path="m6873,7621l6873,8195e">
                <v:path arrowok="t"/>
                <v:fill on="f" focussize="0,0"/>
                <v:stroke weight="0.48pt"/>
                <v:imagedata o:title=""/>
                <o:lock v:ext="edit"/>
              </v:shape>
            </v:group>
            <v:group id="_x0000_s3103" o:spid="_x0000_s3103" o:spt="203" style="position:absolute;left:7332;top:7621;height:574;width:2;" coordorigin="7332,7621" coordsize="2,574">
              <o:lock v:ext="edit"/>
              <v:shape id="_x0000_s3104" o:spid="_x0000_s3104" style="position:absolute;left:7332;top:7621;height:574;width:2;" filled="f" coordorigin="7332,7621" coordsize="0,574" path="m7332,7621l7332,8195e">
                <v:path arrowok="t"/>
                <v:fill on="f" focussize="0,0"/>
                <v:stroke weight="0.48pt"/>
                <v:imagedata o:title=""/>
                <o:lock v:ext="edit"/>
              </v:shape>
            </v:group>
            <v:group id="_x0000_s3105" o:spid="_x0000_s3105" o:spt="203" style="position:absolute;left:7790;top:7621;height:574;width:2;" coordorigin="7790,7621" coordsize="2,574">
              <o:lock v:ext="edit"/>
              <v:shape id="_x0000_s3106" o:spid="_x0000_s3106" style="position:absolute;left:7790;top:7621;height:574;width:2;" filled="f" coordorigin="7790,7621" coordsize="0,574" path="m7790,7621l7790,8195e">
                <v:path arrowok="t"/>
                <v:fill on="f" focussize="0,0"/>
                <v:stroke weight="0.48pt"/>
                <v:imagedata o:title=""/>
                <o:lock v:ext="edit"/>
              </v:shape>
            </v:group>
            <v:group id="_x0000_s3107" o:spid="_x0000_s3107" o:spt="203" style="position:absolute;left:8248;top:7621;height:574;width:2;" coordorigin="8248,7621" coordsize="2,574">
              <o:lock v:ext="edit"/>
              <v:shape id="_x0000_s3108" o:spid="_x0000_s3108" style="position:absolute;left:8248;top:7621;height:574;width:2;" filled="f" coordorigin="8248,7621" coordsize="0,574" path="m8248,7621l8248,8195e">
                <v:path arrowok="t"/>
                <v:fill on="f" focussize="0,0"/>
                <v:stroke weight="0.48pt"/>
                <v:imagedata o:title=""/>
                <o:lock v:ext="edit"/>
              </v:shape>
            </v:group>
            <v:group id="_x0000_s3109" o:spid="_x0000_s3109" o:spt="203" style="position:absolute;left:5;top:7626;height:2;width:9170;" coordorigin="5,7626" coordsize="9170,2">
              <o:lock v:ext="edit"/>
              <v:shape id="_x0000_s3110" o:spid="_x0000_s3110" style="position:absolute;left:5;top:7626;height:2;width:9170;" filled="f" coordorigin="5,7626" coordsize="9170,0" path="m5,7626l9174,7626e">
                <v:path arrowok="t"/>
                <v:fill on="f" focussize="0,0"/>
                <v:stroke weight="0.48pt"/>
                <v:imagedata o:title=""/>
                <o:lock v:ext="edit"/>
              </v:shape>
            </v:group>
            <v:group id="_x0000_s3111" o:spid="_x0000_s3111" o:spt="203" style="position:absolute;left:5;top:8200;height:2;width:9170;" coordorigin="5,8200" coordsize="9170,2">
              <o:lock v:ext="edit"/>
              <v:shape id="_x0000_s3112" o:spid="_x0000_s3112" style="position:absolute;left:5;top:8200;height:2;width:9170;" filled="f" coordorigin="5,8200" coordsize="9170,0" path="m5,8200l9174,8200e">
                <v:path arrowok="t"/>
                <v:fill on="f" focussize="0,0"/>
                <v:stroke weight="0.48pt"/>
                <v:imagedata o:title=""/>
                <o:lock v:ext="edit"/>
              </v:shape>
            </v:group>
            <v:group id="_x0000_s3113" o:spid="_x0000_s3113" o:spt="203" style="position:absolute;left:466;top:8440;height:574;width:2;" coordorigin="466,8440" coordsize="2,574">
              <o:lock v:ext="edit"/>
              <v:shape id="_x0000_s3114" o:spid="_x0000_s3114" style="position:absolute;left:466;top:8440;height:574;width:2;" filled="f" coordorigin="466,8440" coordsize="0,574" path="m466,8440l466,9014e">
                <v:path arrowok="t"/>
                <v:fill on="f" focussize="0,0"/>
                <v:stroke weight="0.48pt"/>
                <v:imagedata o:title=""/>
                <o:lock v:ext="edit"/>
              </v:shape>
            </v:group>
            <v:group id="_x0000_s3115" o:spid="_x0000_s3115" o:spt="203" style="position:absolute;left:924;top:8440;height:574;width:2;" coordorigin="924,8440" coordsize="2,574">
              <o:lock v:ext="edit"/>
              <v:shape id="_x0000_s3116" o:spid="_x0000_s3116" style="position:absolute;left:924;top:8440;height:574;width:2;" filled="f" coordorigin="924,8440" coordsize="0,574" path="m924,8440l924,9014e">
                <v:path arrowok="t"/>
                <v:fill on="f" focussize="0,0"/>
                <v:stroke weight="0.48pt"/>
                <v:imagedata o:title=""/>
                <o:lock v:ext="edit"/>
              </v:shape>
            </v:group>
            <v:group id="_x0000_s3117" o:spid="_x0000_s3117" o:spt="203" style="position:absolute;left:1380;top:8440;height:574;width:2;" coordorigin="1380,8440" coordsize="2,574">
              <o:lock v:ext="edit"/>
              <v:shape id="_x0000_s3118" o:spid="_x0000_s3118" style="position:absolute;left:1380;top:8440;height:574;width:2;" filled="f" coordorigin="1380,8440" coordsize="0,574" path="m1380,8440l1380,9014e">
                <v:path arrowok="t"/>
                <v:fill on="f" focussize="0,0"/>
                <v:stroke weight="0.48pt"/>
                <v:imagedata o:title=""/>
                <o:lock v:ext="edit"/>
              </v:shape>
            </v:group>
            <v:group id="_x0000_s3119" o:spid="_x0000_s3119" o:spt="203" style="position:absolute;left:1836;top:8440;height:574;width:2;" coordorigin="1836,8440" coordsize="2,574">
              <o:lock v:ext="edit"/>
              <v:shape id="_x0000_s3120" o:spid="_x0000_s3120" style="position:absolute;left:1836;top:8440;height:574;width:2;" filled="f" coordorigin="1836,8440" coordsize="0,574" path="m1836,8440l1836,9014e">
                <v:path arrowok="t"/>
                <v:fill on="f" focussize="0,0"/>
                <v:stroke weight="0.48pt"/>
                <v:imagedata o:title=""/>
                <o:lock v:ext="edit"/>
              </v:shape>
            </v:group>
            <v:group id="_x0000_s3121" o:spid="_x0000_s3121" o:spt="203" style="position:absolute;left:2294;top:8440;height:574;width:2;" coordorigin="2294,8440" coordsize="2,574">
              <o:lock v:ext="edit"/>
              <v:shape id="_x0000_s3122" o:spid="_x0000_s3122" style="position:absolute;left:2294;top:8440;height:574;width:2;" filled="f" coordorigin="2294,8440" coordsize="0,574" path="m2294,8440l2294,9014e">
                <v:path arrowok="t"/>
                <v:fill on="f" focussize="0,0"/>
                <v:stroke weight="0.48pt"/>
                <v:imagedata o:title=""/>
                <o:lock v:ext="edit"/>
              </v:shape>
            </v:group>
            <v:group id="_x0000_s3123" o:spid="_x0000_s3123" o:spt="203" style="position:absolute;left:2750;top:8440;height:574;width:2;" coordorigin="2750,8440" coordsize="2,574">
              <o:lock v:ext="edit"/>
              <v:shape id="_x0000_s3124" o:spid="_x0000_s3124" style="position:absolute;left:2750;top:8440;height:574;width:2;" filled="f" coordorigin="2750,8440" coordsize="0,574" path="m2750,8440l2750,9014e">
                <v:path arrowok="t"/>
                <v:fill on="f" focussize="0,0"/>
                <v:stroke weight="0.48pt"/>
                <v:imagedata o:title=""/>
                <o:lock v:ext="edit"/>
              </v:shape>
            </v:group>
            <v:group id="_x0000_s3125" o:spid="_x0000_s3125" o:spt="203" style="position:absolute;left:3207;top:8440;height:574;width:2;" coordorigin="3207,8440" coordsize="2,574">
              <o:lock v:ext="edit"/>
              <v:shape id="_x0000_s3126" o:spid="_x0000_s3126" style="position:absolute;left:3207;top:8440;height:574;width:2;" filled="f" coordorigin="3207,8440" coordsize="0,574" path="m3207,8440l3207,9014e">
                <v:path arrowok="t"/>
                <v:fill on="f" focussize="0,0"/>
                <v:stroke weight="0.48pt"/>
                <v:imagedata o:title=""/>
                <o:lock v:ext="edit"/>
              </v:shape>
            </v:group>
            <v:group id="_x0000_s3127" o:spid="_x0000_s3127" o:spt="203" style="position:absolute;left:3665;top:8440;height:574;width:2;" coordorigin="3665,8440" coordsize="2,574">
              <o:lock v:ext="edit"/>
              <v:shape id="_x0000_s3128" o:spid="_x0000_s3128" style="position:absolute;left:3665;top:8440;height:574;width:2;" filled="f" coordorigin="3665,8440" coordsize="0,574" path="m3665,8440l3665,9014e">
                <v:path arrowok="t"/>
                <v:fill on="f" focussize="0,0"/>
                <v:stroke weight="0.48pt"/>
                <v:imagedata o:title=""/>
                <o:lock v:ext="edit"/>
              </v:shape>
            </v:group>
            <v:group id="_x0000_s3129" o:spid="_x0000_s3129" o:spt="203" style="position:absolute;left:4123;top:8440;height:574;width:2;" coordorigin="4123,8440" coordsize="2,574">
              <o:lock v:ext="edit"/>
              <v:shape id="_x0000_s3130" o:spid="_x0000_s3130" style="position:absolute;left:4123;top:8440;height:574;width:2;" filled="f" coordorigin="4123,8440" coordsize="0,574" path="m4123,8440l4123,9014e">
                <v:path arrowok="t"/>
                <v:fill on="f" focussize="0,0"/>
                <v:stroke weight="0.48pt"/>
                <v:imagedata o:title=""/>
                <o:lock v:ext="edit"/>
              </v:shape>
            </v:group>
            <v:group id="_x0000_s3131" o:spid="_x0000_s3131" o:spt="203" style="position:absolute;left:4581;top:8440;height:574;width:2;" coordorigin="4581,8440" coordsize="2,574">
              <o:lock v:ext="edit"/>
              <v:shape id="_x0000_s3132" o:spid="_x0000_s3132" style="position:absolute;left:4581;top:8440;height:574;width:2;" filled="f" coordorigin="4581,8440" coordsize="0,574" path="m4581,8440l4581,9014e">
                <v:path arrowok="t"/>
                <v:fill on="f" focussize="0,0"/>
                <v:stroke weight="0.48pt"/>
                <v:imagedata o:title=""/>
                <o:lock v:ext="edit"/>
              </v:shape>
            </v:group>
            <v:group id="_x0000_s3133" o:spid="_x0000_s3133" o:spt="203" style="position:absolute;left:5040;top:8440;height:574;width:2;" coordorigin="5040,8440" coordsize="2,574">
              <o:lock v:ext="edit"/>
              <v:shape id="_x0000_s3134" o:spid="_x0000_s3134" style="position:absolute;left:5040;top:8440;height:574;width:2;" filled="f" coordorigin="5040,8440" coordsize="0,574" path="m5040,8440l5040,9014e">
                <v:path arrowok="t"/>
                <v:fill on="f" focussize="0,0"/>
                <v:stroke weight="0.48pt"/>
                <v:imagedata o:title=""/>
                <o:lock v:ext="edit"/>
              </v:shape>
            </v:group>
            <v:group id="_x0000_s3135" o:spid="_x0000_s3135" o:spt="203" style="position:absolute;left:5498;top:8440;height:574;width:2;" coordorigin="5498,8440" coordsize="2,574">
              <o:lock v:ext="edit"/>
              <v:shape id="_x0000_s3136" o:spid="_x0000_s3136" style="position:absolute;left:5498;top:8440;height:574;width:2;" filled="f" coordorigin="5498,8440" coordsize="0,574" path="m5498,8440l5498,9014e">
                <v:path arrowok="t"/>
                <v:fill on="f" focussize="0,0"/>
                <v:stroke weight="0.48pt"/>
                <v:imagedata o:title=""/>
                <o:lock v:ext="edit"/>
              </v:shape>
            </v:group>
            <v:group id="_x0000_s3137" o:spid="_x0000_s3137" o:spt="203" style="position:absolute;left:5956;top:8440;height:574;width:2;" coordorigin="5956,8440" coordsize="2,574">
              <o:lock v:ext="edit"/>
              <v:shape id="_x0000_s3138" o:spid="_x0000_s3138" style="position:absolute;left:5956;top:8440;height:574;width:2;" filled="f" coordorigin="5956,8440" coordsize="0,574" path="m5956,8440l5956,9014e">
                <v:path arrowok="t"/>
                <v:fill on="f" focussize="0,0"/>
                <v:stroke weight="0.48pt"/>
                <v:imagedata o:title=""/>
                <o:lock v:ext="edit"/>
              </v:shape>
            </v:group>
            <v:group id="_x0000_s3139" o:spid="_x0000_s3139" o:spt="203" style="position:absolute;left:6415;top:8440;height:574;width:2;" coordorigin="6415,8440" coordsize="2,574">
              <o:lock v:ext="edit"/>
              <v:shape id="_x0000_s3140" o:spid="_x0000_s3140" style="position:absolute;left:6415;top:8440;height:574;width:2;" filled="f" coordorigin="6415,8440" coordsize="0,574" path="m6415,8440l6415,9014e">
                <v:path arrowok="t"/>
                <v:fill on="f" focussize="0,0"/>
                <v:stroke weight="0.48pt"/>
                <v:imagedata o:title=""/>
                <o:lock v:ext="edit"/>
              </v:shape>
            </v:group>
            <v:group id="_x0000_s3141" o:spid="_x0000_s3141" o:spt="203" style="position:absolute;left:6873;top:8440;height:574;width:2;" coordorigin="6873,8440" coordsize="2,574">
              <o:lock v:ext="edit"/>
              <v:shape id="_x0000_s3142" o:spid="_x0000_s3142" style="position:absolute;left:6873;top:8440;height:574;width:2;" filled="f" coordorigin="6873,8440" coordsize="0,574" path="m6873,8440l6873,9014e">
                <v:path arrowok="t"/>
                <v:fill on="f" focussize="0,0"/>
                <v:stroke weight="0.48pt"/>
                <v:imagedata o:title=""/>
                <o:lock v:ext="edit"/>
              </v:shape>
            </v:group>
            <v:group id="_x0000_s3143" o:spid="_x0000_s3143" o:spt="203" style="position:absolute;left:7332;top:8440;height:574;width:2;" coordorigin="7332,8440" coordsize="2,574">
              <o:lock v:ext="edit"/>
              <v:shape id="_x0000_s3144" o:spid="_x0000_s3144" style="position:absolute;left:7332;top:8440;height:574;width:2;" filled="f" coordorigin="7332,8440" coordsize="0,574" path="m7332,8440l7332,9014e">
                <v:path arrowok="t"/>
                <v:fill on="f" focussize="0,0"/>
                <v:stroke weight="0.48pt"/>
                <v:imagedata o:title=""/>
                <o:lock v:ext="edit"/>
              </v:shape>
            </v:group>
            <v:group id="_x0000_s3145" o:spid="_x0000_s3145" o:spt="203" style="position:absolute;left:7790;top:8440;height:574;width:2;" coordorigin="7790,8440" coordsize="2,574">
              <o:lock v:ext="edit"/>
              <v:shape id="_x0000_s3146" o:spid="_x0000_s3146" style="position:absolute;left:7790;top:8440;height:574;width:2;" filled="f" coordorigin="7790,8440" coordsize="0,574" path="m7790,8440l7790,9014e">
                <v:path arrowok="t"/>
                <v:fill on="f" focussize="0,0"/>
                <v:stroke weight="0.48pt"/>
                <v:imagedata o:title=""/>
                <o:lock v:ext="edit"/>
              </v:shape>
            </v:group>
            <v:group id="_x0000_s3147" o:spid="_x0000_s3147" o:spt="203" style="position:absolute;left:8248;top:8440;height:574;width:2;" coordorigin="8248,8440" coordsize="2,574">
              <o:lock v:ext="edit"/>
              <v:shape id="_x0000_s3148" o:spid="_x0000_s3148" style="position:absolute;left:8248;top:8440;height:574;width:2;" filled="f" coordorigin="8248,8440" coordsize="0,574" path="m8248,8440l8248,9014e">
                <v:path arrowok="t"/>
                <v:fill on="f" focussize="0,0"/>
                <v:stroke weight="0.48pt"/>
                <v:imagedata o:title=""/>
                <o:lock v:ext="edit"/>
              </v:shape>
            </v:group>
            <v:group id="_x0000_s3149" o:spid="_x0000_s3149" o:spt="203" style="position:absolute;left:5;top:8445;height:2;width:9170;" coordorigin="5,8445" coordsize="9170,2">
              <o:lock v:ext="edit"/>
              <v:shape id="_x0000_s3150" o:spid="_x0000_s3150" style="position:absolute;left:5;top:8445;height:2;width:9170;" filled="f" coordorigin="5,8445" coordsize="9170,0" path="m5,8445l9174,8445e">
                <v:path arrowok="t"/>
                <v:fill on="f" focussize="0,0"/>
                <v:stroke weight="0.48pt"/>
                <v:imagedata o:title=""/>
                <o:lock v:ext="edit"/>
              </v:shape>
            </v:group>
            <v:group id="_x0000_s3151" o:spid="_x0000_s3151" o:spt="203" style="position:absolute;left:5;top:9019;height:2;width:9170;" coordorigin="5,9019" coordsize="9170,2">
              <o:lock v:ext="edit"/>
              <v:shape id="_x0000_s3152" o:spid="_x0000_s3152" style="position:absolute;left:5;top:9019;height:2;width:9170;" filled="f" coordorigin="5,9019" coordsize="9170,0" path="m5,9019l9174,9019e">
                <v:path arrowok="t"/>
                <v:fill on="f" focussize="0,0"/>
                <v:stroke weight="0.48pt"/>
                <v:imagedata o:title=""/>
                <o:lock v:ext="edit"/>
              </v:shape>
            </v:group>
            <v:group id="_x0000_s3153" o:spid="_x0000_s3153" o:spt="203" style="position:absolute;left:466;top:9259;height:574;width:2;" coordorigin="466,9259" coordsize="2,574">
              <o:lock v:ext="edit"/>
              <v:shape id="_x0000_s3154" o:spid="_x0000_s3154" style="position:absolute;left:466;top:9259;height:574;width:2;" filled="f" coordorigin="466,9259" coordsize="0,574" path="m466,9259l466,9833e">
                <v:path arrowok="t"/>
                <v:fill on="f" focussize="0,0"/>
                <v:stroke weight="0.48pt"/>
                <v:imagedata o:title=""/>
                <o:lock v:ext="edit"/>
              </v:shape>
            </v:group>
            <v:group id="_x0000_s3155" o:spid="_x0000_s3155" o:spt="203" style="position:absolute;left:924;top:9259;height:574;width:2;" coordorigin="924,9259" coordsize="2,574">
              <o:lock v:ext="edit"/>
              <v:shape id="_x0000_s3156" o:spid="_x0000_s3156" style="position:absolute;left:924;top:9259;height:574;width:2;" filled="f" coordorigin="924,9259" coordsize="0,574" path="m924,9259l924,9833e">
                <v:path arrowok="t"/>
                <v:fill on="f" focussize="0,0"/>
                <v:stroke weight="0.48pt"/>
                <v:imagedata o:title=""/>
                <o:lock v:ext="edit"/>
              </v:shape>
            </v:group>
            <v:group id="_x0000_s3157" o:spid="_x0000_s3157" o:spt="203" style="position:absolute;left:1380;top:9259;height:574;width:2;" coordorigin="1380,9259" coordsize="2,574">
              <o:lock v:ext="edit"/>
              <v:shape id="_x0000_s3158" o:spid="_x0000_s3158" style="position:absolute;left:1380;top:9259;height:574;width:2;" filled="f" coordorigin="1380,9259" coordsize="0,574" path="m1380,9259l1380,9833e">
                <v:path arrowok="t"/>
                <v:fill on="f" focussize="0,0"/>
                <v:stroke weight="0.48pt"/>
                <v:imagedata o:title=""/>
                <o:lock v:ext="edit"/>
              </v:shape>
            </v:group>
            <v:group id="_x0000_s3159" o:spid="_x0000_s3159" o:spt="203" style="position:absolute;left:1836;top:9259;height:574;width:2;" coordorigin="1836,9259" coordsize="2,574">
              <o:lock v:ext="edit"/>
              <v:shape id="_x0000_s3160" o:spid="_x0000_s3160" style="position:absolute;left:1836;top:9259;height:574;width:2;" filled="f" coordorigin="1836,9259" coordsize="0,574" path="m1836,9259l1836,9833e">
                <v:path arrowok="t"/>
                <v:fill on="f" focussize="0,0"/>
                <v:stroke weight="0.48pt"/>
                <v:imagedata o:title=""/>
                <o:lock v:ext="edit"/>
              </v:shape>
            </v:group>
            <v:group id="_x0000_s3161" o:spid="_x0000_s3161" o:spt="203" style="position:absolute;left:2294;top:9259;height:574;width:2;" coordorigin="2294,9259" coordsize="2,574">
              <o:lock v:ext="edit"/>
              <v:shape id="_x0000_s3162" o:spid="_x0000_s3162" style="position:absolute;left:2294;top:9259;height:574;width:2;" filled="f" coordorigin="2294,9259" coordsize="0,574" path="m2294,9259l2294,9833e">
                <v:path arrowok="t"/>
                <v:fill on="f" focussize="0,0"/>
                <v:stroke weight="0.48pt"/>
                <v:imagedata o:title=""/>
                <o:lock v:ext="edit"/>
              </v:shape>
            </v:group>
            <v:group id="_x0000_s3163" o:spid="_x0000_s3163" o:spt="203" style="position:absolute;left:2750;top:9259;height:574;width:2;" coordorigin="2750,9259" coordsize="2,574">
              <o:lock v:ext="edit"/>
              <v:shape id="_x0000_s3164" o:spid="_x0000_s3164" style="position:absolute;left:2750;top:9259;height:574;width:2;" filled="f" coordorigin="2750,9259" coordsize="0,574" path="m2750,9259l2750,9833e">
                <v:path arrowok="t"/>
                <v:fill on="f" focussize="0,0"/>
                <v:stroke weight="0.48pt"/>
                <v:imagedata o:title=""/>
                <o:lock v:ext="edit"/>
              </v:shape>
            </v:group>
            <v:group id="_x0000_s3165" o:spid="_x0000_s3165" o:spt="203" style="position:absolute;left:3207;top:9259;height:574;width:2;" coordorigin="3207,9259" coordsize="2,574">
              <o:lock v:ext="edit"/>
              <v:shape id="_x0000_s3166" o:spid="_x0000_s3166" style="position:absolute;left:3207;top:9259;height:574;width:2;" filled="f" coordorigin="3207,9259" coordsize="0,574" path="m3207,9259l3207,9833e">
                <v:path arrowok="t"/>
                <v:fill on="f" focussize="0,0"/>
                <v:stroke weight="0.48pt"/>
                <v:imagedata o:title=""/>
                <o:lock v:ext="edit"/>
              </v:shape>
            </v:group>
            <v:group id="_x0000_s3167" o:spid="_x0000_s3167" o:spt="203" style="position:absolute;left:3665;top:9259;height:574;width:2;" coordorigin="3665,9259" coordsize="2,574">
              <o:lock v:ext="edit"/>
              <v:shape id="_x0000_s3168" o:spid="_x0000_s3168" style="position:absolute;left:3665;top:9259;height:574;width:2;" filled="f" coordorigin="3665,9259" coordsize="0,574" path="m3665,9259l3665,9833e">
                <v:path arrowok="t"/>
                <v:fill on="f" focussize="0,0"/>
                <v:stroke weight="0.48pt"/>
                <v:imagedata o:title=""/>
                <o:lock v:ext="edit"/>
              </v:shape>
            </v:group>
            <v:group id="_x0000_s3169" o:spid="_x0000_s3169" o:spt="203" style="position:absolute;left:4123;top:9259;height:574;width:2;" coordorigin="4123,9259" coordsize="2,574">
              <o:lock v:ext="edit"/>
              <v:shape id="_x0000_s3170" o:spid="_x0000_s3170" style="position:absolute;left:4123;top:9259;height:574;width:2;" filled="f" coordorigin="4123,9259" coordsize="0,574" path="m4123,9259l4123,9833e">
                <v:path arrowok="t"/>
                <v:fill on="f" focussize="0,0"/>
                <v:stroke weight="0.48pt"/>
                <v:imagedata o:title=""/>
                <o:lock v:ext="edit"/>
              </v:shape>
            </v:group>
            <v:group id="_x0000_s3171" o:spid="_x0000_s3171" o:spt="203" style="position:absolute;left:4581;top:9259;height:574;width:2;" coordorigin="4581,9259" coordsize="2,574">
              <o:lock v:ext="edit"/>
              <v:shape id="_x0000_s3172" o:spid="_x0000_s3172" style="position:absolute;left:4581;top:9259;height:574;width:2;" filled="f" coordorigin="4581,9259" coordsize="0,574" path="m4581,9259l4581,9833e">
                <v:path arrowok="t"/>
                <v:fill on="f" focussize="0,0"/>
                <v:stroke weight="0.48pt"/>
                <v:imagedata o:title=""/>
                <o:lock v:ext="edit"/>
              </v:shape>
            </v:group>
            <v:group id="_x0000_s3173" o:spid="_x0000_s3173" o:spt="203" style="position:absolute;left:5040;top:9259;height:574;width:2;" coordorigin="5040,9259" coordsize="2,574">
              <o:lock v:ext="edit"/>
              <v:shape id="_x0000_s3174" o:spid="_x0000_s3174" style="position:absolute;left:5040;top:9259;height:574;width:2;" filled="f" coordorigin="5040,9259" coordsize="0,574" path="m5040,9259l5040,9833e">
                <v:path arrowok="t"/>
                <v:fill on="f" focussize="0,0"/>
                <v:stroke weight="0.48pt"/>
                <v:imagedata o:title=""/>
                <o:lock v:ext="edit"/>
              </v:shape>
            </v:group>
            <v:group id="_x0000_s3175" o:spid="_x0000_s3175" o:spt="203" style="position:absolute;left:5498;top:9259;height:574;width:2;" coordorigin="5498,9259" coordsize="2,574">
              <o:lock v:ext="edit"/>
              <v:shape id="_x0000_s3176" o:spid="_x0000_s3176" style="position:absolute;left:5498;top:9259;height:574;width:2;" filled="f" coordorigin="5498,9259" coordsize="0,574" path="m5498,9259l5498,9833e">
                <v:path arrowok="t"/>
                <v:fill on="f" focussize="0,0"/>
                <v:stroke weight="0.48pt"/>
                <v:imagedata o:title=""/>
                <o:lock v:ext="edit"/>
              </v:shape>
            </v:group>
            <v:group id="_x0000_s3177" o:spid="_x0000_s3177" o:spt="203" style="position:absolute;left:5956;top:9259;height:574;width:2;" coordorigin="5956,9259" coordsize="2,574">
              <o:lock v:ext="edit"/>
              <v:shape id="_x0000_s3178" o:spid="_x0000_s3178" style="position:absolute;left:5956;top:9259;height:574;width:2;" filled="f" coordorigin="5956,9259" coordsize="0,574" path="m5956,9259l5956,9833e">
                <v:path arrowok="t"/>
                <v:fill on="f" focussize="0,0"/>
                <v:stroke weight="0.48pt"/>
                <v:imagedata o:title=""/>
                <o:lock v:ext="edit"/>
              </v:shape>
            </v:group>
            <v:group id="_x0000_s3179" o:spid="_x0000_s3179" o:spt="203" style="position:absolute;left:6415;top:9259;height:574;width:2;" coordorigin="6415,9259" coordsize="2,574">
              <o:lock v:ext="edit"/>
              <v:shape id="_x0000_s3180" o:spid="_x0000_s3180" style="position:absolute;left:6415;top:9259;height:574;width:2;" filled="f" coordorigin="6415,9259" coordsize="0,574" path="m6415,9259l6415,9833e">
                <v:path arrowok="t"/>
                <v:fill on="f" focussize="0,0"/>
                <v:stroke weight="0.48pt"/>
                <v:imagedata o:title=""/>
                <o:lock v:ext="edit"/>
              </v:shape>
            </v:group>
            <v:group id="_x0000_s3181" o:spid="_x0000_s3181" o:spt="203" style="position:absolute;left:6873;top:9259;height:574;width:2;" coordorigin="6873,9259" coordsize="2,574">
              <o:lock v:ext="edit"/>
              <v:shape id="_x0000_s3182" o:spid="_x0000_s3182" style="position:absolute;left:6873;top:9259;height:574;width:2;" filled="f" coordorigin="6873,9259" coordsize="0,574" path="m6873,9259l6873,9833e">
                <v:path arrowok="t"/>
                <v:fill on="f" focussize="0,0"/>
                <v:stroke weight="0.48pt"/>
                <v:imagedata o:title=""/>
                <o:lock v:ext="edit"/>
              </v:shape>
            </v:group>
            <v:group id="_x0000_s3183" o:spid="_x0000_s3183" o:spt="203" style="position:absolute;left:7332;top:9259;height:574;width:2;" coordorigin="7332,9259" coordsize="2,574">
              <o:lock v:ext="edit"/>
              <v:shape id="_x0000_s3184" o:spid="_x0000_s3184" style="position:absolute;left:7332;top:9259;height:574;width:2;" filled="f" coordorigin="7332,9259" coordsize="0,574" path="m7332,9259l7332,9833e">
                <v:path arrowok="t"/>
                <v:fill on="f" focussize="0,0"/>
                <v:stroke weight="0.48pt"/>
                <v:imagedata o:title=""/>
                <o:lock v:ext="edit"/>
              </v:shape>
            </v:group>
            <v:group id="_x0000_s3185" o:spid="_x0000_s3185" o:spt="203" style="position:absolute;left:7790;top:9259;height:574;width:2;" coordorigin="7790,9259" coordsize="2,574">
              <o:lock v:ext="edit"/>
              <v:shape id="_x0000_s3186" o:spid="_x0000_s3186" style="position:absolute;left:7790;top:9259;height:574;width:2;" filled="f" coordorigin="7790,9259" coordsize="0,574" path="m7790,9259l7790,9833e">
                <v:path arrowok="t"/>
                <v:fill on="f" focussize="0,0"/>
                <v:stroke weight="0.48pt"/>
                <v:imagedata o:title=""/>
                <o:lock v:ext="edit"/>
              </v:shape>
            </v:group>
            <v:group id="_x0000_s3187" o:spid="_x0000_s3187" o:spt="203" style="position:absolute;left:8248;top:9259;height:574;width:2;" coordorigin="8248,9259" coordsize="2,574">
              <o:lock v:ext="edit"/>
              <v:shape id="_x0000_s3188" o:spid="_x0000_s3188" style="position:absolute;left:8248;top:9259;height:574;width:2;" filled="f" coordorigin="8248,9259" coordsize="0,574" path="m8248,9259l8248,9833e">
                <v:path arrowok="t"/>
                <v:fill on="f" focussize="0,0"/>
                <v:stroke weight="0.48pt"/>
                <v:imagedata o:title=""/>
                <o:lock v:ext="edit"/>
              </v:shape>
            </v:group>
            <v:group id="_x0000_s3189" o:spid="_x0000_s3189" o:spt="203" style="position:absolute;left:5;top:9264;height:2;width:9170;" coordorigin="5,9264" coordsize="9170,2">
              <o:lock v:ext="edit"/>
              <v:shape id="_x0000_s3190" o:spid="_x0000_s3190" style="position:absolute;left:5;top:9264;height:2;width:9170;" filled="f" coordorigin="5,9264" coordsize="9170,0" path="m5,9264l9174,9264e">
                <v:path arrowok="t"/>
                <v:fill on="f" focussize="0,0"/>
                <v:stroke weight="0.48pt"/>
                <v:imagedata o:title=""/>
                <o:lock v:ext="edit"/>
              </v:shape>
            </v:group>
            <v:group id="_x0000_s3191" o:spid="_x0000_s3191" o:spt="203" style="position:absolute;left:5;top:9838;height:2;width:9170;" coordorigin="5,9838" coordsize="9170,2">
              <o:lock v:ext="edit"/>
              <v:shape id="_x0000_s3192" o:spid="_x0000_s3192" style="position:absolute;left:5;top:9838;height:2;width:9170;" filled="f" coordorigin="5,9838" coordsize="9170,0" path="m5,9838l9174,9838e">
                <v:path arrowok="t"/>
                <v:fill on="f" focussize="0,0"/>
                <v:stroke weight="0.48pt"/>
                <v:imagedata o:title=""/>
                <o:lock v:ext="edit"/>
              </v:shape>
            </v:group>
            <v:group id="_x0000_s3193" o:spid="_x0000_s3193" o:spt="203" style="position:absolute;left:5;top:10083;height:2;width:9135;" coordorigin="5,10083" coordsize="9135,2">
              <o:lock v:ext="edit"/>
              <v:shape id="_x0000_s3194" o:spid="_x0000_s3194" style="position:absolute;left:5;top:10083;height:2;width:9135;" filled="f" coordorigin="5,10083" coordsize="9135,0" path="m5,10083l9139,10083e">
                <v:path arrowok="t"/>
                <v:fill on="f" focussize="0,0"/>
                <v:stroke weight="0.48pt"/>
                <v:imagedata o:title=""/>
                <o:lock v:ext="edit"/>
              </v:shape>
            </v:group>
            <v:group id="_x0000_s3195" o:spid="_x0000_s3195" o:spt="203" style="position:absolute;left:466;top:10323;height:574;width:2;" coordorigin="466,10323" coordsize="2,574">
              <o:lock v:ext="edit"/>
              <v:shape id="_x0000_s3196" o:spid="_x0000_s3196" style="position:absolute;left:466;top:10323;height:574;width:2;" filled="f" coordorigin="466,10323" coordsize="0,574" path="m466,10323l466,10897e">
                <v:path arrowok="t"/>
                <v:fill on="f" focussize="0,0"/>
                <v:stroke weight="0.48pt"/>
                <v:imagedata o:title=""/>
                <o:lock v:ext="edit"/>
              </v:shape>
            </v:group>
            <v:group id="_x0000_s3197" o:spid="_x0000_s3197" o:spt="203" style="position:absolute;left:924;top:10323;height:574;width:2;" coordorigin="924,10323" coordsize="2,574">
              <o:lock v:ext="edit"/>
              <v:shape id="_x0000_s3198" o:spid="_x0000_s3198" style="position:absolute;left:924;top:10323;height:574;width:2;" filled="f" coordorigin="924,10323" coordsize="0,574" path="m924,10323l924,10897e">
                <v:path arrowok="t"/>
                <v:fill on="f" focussize="0,0"/>
                <v:stroke weight="0.48pt"/>
                <v:imagedata o:title=""/>
                <o:lock v:ext="edit"/>
              </v:shape>
            </v:group>
            <v:group id="_x0000_s3199" o:spid="_x0000_s3199" o:spt="203" style="position:absolute;left:1380;top:10323;height:574;width:2;" coordorigin="1380,10323" coordsize="2,574">
              <o:lock v:ext="edit"/>
              <v:shape id="_x0000_s3200" o:spid="_x0000_s3200" style="position:absolute;left:1380;top:10323;height:574;width:2;" filled="f" coordorigin="1380,10323" coordsize="0,574" path="m1380,10323l1380,10897e">
                <v:path arrowok="t"/>
                <v:fill on="f" focussize="0,0"/>
                <v:stroke weight="0.48pt"/>
                <v:imagedata o:title=""/>
                <o:lock v:ext="edit"/>
              </v:shape>
            </v:group>
            <v:group id="_x0000_s3201" o:spid="_x0000_s3201" o:spt="203" style="position:absolute;left:1836;top:10323;height:574;width:2;" coordorigin="1836,10323" coordsize="2,574">
              <o:lock v:ext="edit"/>
              <v:shape id="_x0000_s3202" o:spid="_x0000_s3202" style="position:absolute;left:1836;top:10323;height:574;width:2;" filled="f" coordorigin="1836,10323" coordsize="0,574" path="m1836,10323l1836,10897e">
                <v:path arrowok="t"/>
                <v:fill on="f" focussize="0,0"/>
                <v:stroke weight="0.48pt"/>
                <v:imagedata o:title=""/>
                <o:lock v:ext="edit"/>
              </v:shape>
            </v:group>
            <v:group id="_x0000_s3203" o:spid="_x0000_s3203" o:spt="203" style="position:absolute;left:2294;top:10323;height:574;width:2;" coordorigin="2294,10323" coordsize="2,574">
              <o:lock v:ext="edit"/>
              <v:shape id="_x0000_s3204" o:spid="_x0000_s3204" style="position:absolute;left:2294;top:10323;height:574;width:2;" filled="f" coordorigin="2294,10323" coordsize="0,574" path="m2294,10323l2294,10897e">
                <v:path arrowok="t"/>
                <v:fill on="f" focussize="0,0"/>
                <v:stroke weight="0.48pt"/>
                <v:imagedata o:title=""/>
                <o:lock v:ext="edit"/>
              </v:shape>
            </v:group>
            <v:group id="_x0000_s3205" o:spid="_x0000_s3205" o:spt="203" style="position:absolute;left:2750;top:10323;height:574;width:2;" coordorigin="2750,10323" coordsize="2,574">
              <o:lock v:ext="edit"/>
              <v:shape id="_x0000_s3206" o:spid="_x0000_s3206" style="position:absolute;left:2750;top:10323;height:574;width:2;" filled="f" coordorigin="2750,10323" coordsize="0,574" path="m2750,10323l2750,10897e">
                <v:path arrowok="t"/>
                <v:fill on="f" focussize="0,0"/>
                <v:stroke weight="0.48pt"/>
                <v:imagedata o:title=""/>
                <o:lock v:ext="edit"/>
              </v:shape>
            </v:group>
            <v:group id="_x0000_s3207" o:spid="_x0000_s3207" o:spt="203" style="position:absolute;left:3207;top:10323;height:574;width:2;" coordorigin="3207,10323" coordsize="2,574">
              <o:lock v:ext="edit"/>
              <v:shape id="_x0000_s3208" o:spid="_x0000_s3208" style="position:absolute;left:3207;top:10323;height:574;width:2;" filled="f" coordorigin="3207,10323" coordsize="0,574" path="m3207,10323l3207,10897e">
                <v:path arrowok="t"/>
                <v:fill on="f" focussize="0,0"/>
                <v:stroke weight="0.48pt"/>
                <v:imagedata o:title=""/>
                <o:lock v:ext="edit"/>
              </v:shape>
            </v:group>
            <v:group id="_x0000_s3209" o:spid="_x0000_s3209" o:spt="203" style="position:absolute;left:3665;top:10323;height:574;width:2;" coordorigin="3665,10323" coordsize="2,574">
              <o:lock v:ext="edit"/>
              <v:shape id="_x0000_s3210" o:spid="_x0000_s3210" style="position:absolute;left:3665;top:10323;height:574;width:2;" filled="f" coordorigin="3665,10323" coordsize="0,574" path="m3665,10323l3665,10897e">
                <v:path arrowok="t"/>
                <v:fill on="f" focussize="0,0"/>
                <v:stroke weight="0.48pt"/>
                <v:imagedata o:title=""/>
                <o:lock v:ext="edit"/>
              </v:shape>
            </v:group>
            <v:group id="_x0000_s3211" o:spid="_x0000_s3211" o:spt="203" style="position:absolute;left:4123;top:10323;height:574;width:2;" coordorigin="4123,10323" coordsize="2,574">
              <o:lock v:ext="edit"/>
              <v:shape id="_x0000_s3212" o:spid="_x0000_s3212" style="position:absolute;left:4123;top:10323;height:574;width:2;" filled="f" coordorigin="4123,10323" coordsize="0,574" path="m4123,10323l4123,10897e">
                <v:path arrowok="t"/>
                <v:fill on="f" focussize="0,0"/>
                <v:stroke weight="0.48pt"/>
                <v:imagedata o:title=""/>
                <o:lock v:ext="edit"/>
              </v:shape>
            </v:group>
            <v:group id="_x0000_s3213" o:spid="_x0000_s3213" o:spt="203" style="position:absolute;left:4581;top:10323;height:574;width:2;" coordorigin="4581,10323" coordsize="2,574">
              <o:lock v:ext="edit"/>
              <v:shape id="_x0000_s3214" o:spid="_x0000_s3214" style="position:absolute;left:4581;top:10323;height:574;width:2;" filled="f" coordorigin="4581,10323" coordsize="0,574" path="m4581,10323l4581,10897e">
                <v:path arrowok="t"/>
                <v:fill on="f" focussize="0,0"/>
                <v:stroke weight="0.48pt"/>
                <v:imagedata o:title=""/>
                <o:lock v:ext="edit"/>
              </v:shape>
            </v:group>
            <v:group id="_x0000_s3215" o:spid="_x0000_s3215" o:spt="203" style="position:absolute;left:5040;top:10323;height:574;width:2;" coordorigin="5040,10323" coordsize="2,574">
              <o:lock v:ext="edit"/>
              <v:shape id="_x0000_s3216" o:spid="_x0000_s3216" style="position:absolute;left:5040;top:10323;height:574;width:2;" filled="f" coordorigin="5040,10323" coordsize="0,574" path="m5040,10323l5040,10897e">
                <v:path arrowok="t"/>
                <v:fill on="f" focussize="0,0"/>
                <v:stroke weight="0.48pt"/>
                <v:imagedata o:title=""/>
                <o:lock v:ext="edit"/>
              </v:shape>
            </v:group>
            <v:group id="_x0000_s3217" o:spid="_x0000_s3217" o:spt="203" style="position:absolute;left:5498;top:10323;height:574;width:2;" coordorigin="5498,10323" coordsize="2,574">
              <o:lock v:ext="edit"/>
              <v:shape id="_x0000_s3218" o:spid="_x0000_s3218" style="position:absolute;left:5498;top:10323;height:574;width:2;" filled="f" coordorigin="5498,10323" coordsize="0,574" path="m5498,10323l5498,10897e">
                <v:path arrowok="t"/>
                <v:fill on="f" focussize="0,0"/>
                <v:stroke weight="0.48pt"/>
                <v:imagedata o:title=""/>
                <o:lock v:ext="edit"/>
              </v:shape>
            </v:group>
            <v:group id="_x0000_s3219" o:spid="_x0000_s3219" o:spt="203" style="position:absolute;left:5956;top:10323;height:574;width:2;" coordorigin="5956,10323" coordsize="2,574">
              <o:lock v:ext="edit"/>
              <v:shape id="_x0000_s3220" o:spid="_x0000_s3220" style="position:absolute;left:5956;top:10323;height:574;width:2;" filled="f" coordorigin="5956,10323" coordsize="0,574" path="m5956,10323l5956,10897e">
                <v:path arrowok="t"/>
                <v:fill on="f" focussize="0,0"/>
                <v:stroke weight="0.48pt"/>
                <v:imagedata o:title=""/>
                <o:lock v:ext="edit"/>
              </v:shape>
            </v:group>
            <v:group id="_x0000_s3221" o:spid="_x0000_s3221" o:spt="203" style="position:absolute;left:6415;top:10323;height:574;width:2;" coordorigin="6415,10323" coordsize="2,574">
              <o:lock v:ext="edit"/>
              <v:shape id="_x0000_s3222" o:spid="_x0000_s3222" style="position:absolute;left:6415;top:10323;height:574;width:2;" filled="f" coordorigin="6415,10323" coordsize="0,574" path="m6415,10323l6415,10897e">
                <v:path arrowok="t"/>
                <v:fill on="f" focussize="0,0"/>
                <v:stroke weight="0.48pt"/>
                <v:imagedata o:title=""/>
                <o:lock v:ext="edit"/>
              </v:shape>
            </v:group>
            <v:group id="_x0000_s3223" o:spid="_x0000_s3223" o:spt="203" style="position:absolute;left:6873;top:10323;height:574;width:2;" coordorigin="6873,10323" coordsize="2,574">
              <o:lock v:ext="edit"/>
              <v:shape id="_x0000_s3224" o:spid="_x0000_s3224" style="position:absolute;left:6873;top:10323;height:574;width:2;" filled="f" coordorigin="6873,10323" coordsize="0,574" path="m6873,10323l6873,10897e">
                <v:path arrowok="t"/>
                <v:fill on="f" focussize="0,0"/>
                <v:stroke weight="0.48pt"/>
                <v:imagedata o:title=""/>
                <o:lock v:ext="edit"/>
              </v:shape>
            </v:group>
            <v:group id="_x0000_s3225" o:spid="_x0000_s3225" o:spt="203" style="position:absolute;left:7332;top:10323;height:574;width:2;" coordorigin="7332,10323" coordsize="2,574">
              <o:lock v:ext="edit"/>
              <v:shape id="_x0000_s3226" o:spid="_x0000_s3226" style="position:absolute;left:7332;top:10323;height:574;width:2;" filled="f" coordorigin="7332,10323" coordsize="0,574" path="m7332,10323l7332,10897e">
                <v:path arrowok="t"/>
                <v:fill on="f" focussize="0,0"/>
                <v:stroke weight="0.48pt"/>
                <v:imagedata o:title=""/>
                <o:lock v:ext="edit"/>
              </v:shape>
            </v:group>
            <v:group id="_x0000_s3227" o:spid="_x0000_s3227" o:spt="203" style="position:absolute;left:7790;top:10323;height:574;width:2;" coordorigin="7790,10323" coordsize="2,574">
              <o:lock v:ext="edit"/>
              <v:shape id="_x0000_s3228" o:spid="_x0000_s3228" style="position:absolute;left:7790;top:10323;height:574;width:2;" filled="f" coordorigin="7790,10323" coordsize="0,574" path="m7790,10323l7790,10897e">
                <v:path arrowok="t"/>
                <v:fill on="f" focussize="0,0"/>
                <v:stroke weight="0.48pt"/>
                <v:imagedata o:title=""/>
                <o:lock v:ext="edit"/>
              </v:shape>
            </v:group>
            <v:group id="_x0000_s3229" o:spid="_x0000_s3229" o:spt="203" style="position:absolute;left:8248;top:10323;height:574;width:2;" coordorigin="8248,10323" coordsize="2,574">
              <o:lock v:ext="edit"/>
              <v:shape id="_x0000_s3230" o:spid="_x0000_s3230" style="position:absolute;left:8248;top:10323;height:574;width:2;" filled="f" coordorigin="8248,10323" coordsize="0,574" path="m8248,10323l8248,10897e">
                <v:path arrowok="t"/>
                <v:fill on="f" focussize="0,0"/>
                <v:stroke weight="0.48pt"/>
                <v:imagedata o:title=""/>
                <o:lock v:ext="edit"/>
              </v:shape>
            </v:group>
            <v:group id="_x0000_s3231" o:spid="_x0000_s3231" o:spt="203" style="position:absolute;left:5;top:10328;height:2;width:9170;" coordorigin="5,10328" coordsize="9170,2">
              <o:lock v:ext="edit"/>
              <v:shape id="_x0000_s3232" o:spid="_x0000_s3232" style="position:absolute;left:5;top:10328;height:2;width:9170;" filled="f" coordorigin="5,10328" coordsize="9170,0" path="m5,10328l9174,10328e">
                <v:path arrowok="t"/>
                <v:fill on="f" focussize="0,0"/>
                <v:stroke weight="0.48pt"/>
                <v:imagedata o:title=""/>
                <o:lock v:ext="edit"/>
              </v:shape>
            </v:group>
            <v:group id="_x0000_s3233" o:spid="_x0000_s3233" o:spt="203" style="position:absolute;left:5;top:10902;height:2;width:9170;" coordorigin="5,10902" coordsize="9170,2">
              <o:lock v:ext="edit"/>
              <v:shape id="_x0000_s3234" o:spid="_x0000_s3234" style="position:absolute;left:5;top:10902;height:2;width:9170;" filled="f" coordorigin="5,10902" coordsize="9170,0" path="m5,10902l9174,10902e">
                <v:path arrowok="t"/>
                <v:fill on="f" focussize="0,0"/>
                <v:stroke weight="0.48pt"/>
                <v:imagedata o:title=""/>
                <o:lock v:ext="edit"/>
              </v:shape>
            </v:group>
            <v:group id="_x0000_s3235" o:spid="_x0000_s3235" o:spt="203" style="position:absolute;left:466;top:11142;height:2296;width:2;" coordorigin="466,11142" coordsize="2,2296">
              <o:lock v:ext="edit"/>
              <v:shape id="_x0000_s3236" o:spid="_x0000_s3236" style="position:absolute;left:466;top:11142;height:2296;width:2;" filled="f" coordorigin="466,11142" coordsize="0,2296" path="m466,11142l466,13438e">
                <v:path arrowok="t"/>
                <v:fill on="f" focussize="0,0"/>
                <v:stroke weight="0.48pt"/>
                <v:imagedata o:title=""/>
                <o:lock v:ext="edit"/>
              </v:shape>
            </v:group>
            <v:group id="_x0000_s3237" o:spid="_x0000_s3237" o:spt="203" style="position:absolute;left:924;top:11142;height:2296;width:2;" coordorigin="924,11142" coordsize="2,2296">
              <o:lock v:ext="edit"/>
              <v:shape id="_x0000_s3238" o:spid="_x0000_s3238" style="position:absolute;left:924;top:11142;height:2296;width:2;" filled="f" coordorigin="924,11142" coordsize="0,2296" path="m924,11142l924,13438e">
                <v:path arrowok="t"/>
                <v:fill on="f" focussize="0,0"/>
                <v:stroke weight="0.48pt"/>
                <v:imagedata o:title=""/>
                <o:lock v:ext="edit"/>
              </v:shape>
            </v:group>
            <v:group id="_x0000_s3239" o:spid="_x0000_s3239" o:spt="203" style="position:absolute;left:1380;top:11142;height:2296;width:2;" coordorigin="1380,11142" coordsize="2,2296">
              <o:lock v:ext="edit"/>
              <v:shape id="_x0000_s3240" o:spid="_x0000_s3240" style="position:absolute;left:1380;top:11142;height:2296;width:2;" filled="f" coordorigin="1380,11142" coordsize="0,2296" path="m1380,11142l1380,13438e">
                <v:path arrowok="t"/>
                <v:fill on="f" focussize="0,0"/>
                <v:stroke weight="0.48pt"/>
                <v:imagedata o:title=""/>
                <o:lock v:ext="edit"/>
              </v:shape>
            </v:group>
            <v:group id="_x0000_s3241" o:spid="_x0000_s3241" o:spt="203" style="position:absolute;left:1836;top:11142;height:2296;width:2;" coordorigin="1836,11142" coordsize="2,2296">
              <o:lock v:ext="edit"/>
              <v:shape id="_x0000_s3242" o:spid="_x0000_s3242" style="position:absolute;left:1836;top:11142;height:2296;width:2;" filled="f" coordorigin="1836,11142" coordsize="0,2296" path="m1836,11142l1836,13438e">
                <v:path arrowok="t"/>
                <v:fill on="f" focussize="0,0"/>
                <v:stroke weight="0.48pt"/>
                <v:imagedata o:title=""/>
                <o:lock v:ext="edit"/>
              </v:shape>
            </v:group>
            <v:group id="_x0000_s3243" o:spid="_x0000_s3243" o:spt="203" style="position:absolute;left:2294;top:11142;height:2296;width:2;" coordorigin="2294,11142" coordsize="2,2296">
              <o:lock v:ext="edit"/>
              <v:shape id="_x0000_s3244" o:spid="_x0000_s3244" style="position:absolute;left:2294;top:11142;height:2296;width:2;" filled="f" coordorigin="2294,11142" coordsize="0,2296" path="m2294,11142l2294,13438e">
                <v:path arrowok="t"/>
                <v:fill on="f" focussize="0,0"/>
                <v:stroke weight="0.48pt"/>
                <v:imagedata o:title=""/>
                <o:lock v:ext="edit"/>
              </v:shape>
            </v:group>
            <v:group id="_x0000_s3245" o:spid="_x0000_s3245" o:spt="203" style="position:absolute;left:2750;top:11142;height:2296;width:2;" coordorigin="2750,11142" coordsize="2,2296">
              <o:lock v:ext="edit"/>
              <v:shape id="_x0000_s3246" o:spid="_x0000_s3246" style="position:absolute;left:2750;top:11142;height:2296;width:2;" filled="f" coordorigin="2750,11142" coordsize="0,2296" path="m2750,11142l2750,13438e">
                <v:path arrowok="t"/>
                <v:fill on="f" focussize="0,0"/>
                <v:stroke weight="0.48pt"/>
                <v:imagedata o:title=""/>
                <o:lock v:ext="edit"/>
              </v:shape>
            </v:group>
            <v:group id="_x0000_s3247" o:spid="_x0000_s3247" o:spt="203" style="position:absolute;left:3207;top:11142;height:2296;width:2;" coordorigin="3207,11142" coordsize="2,2296">
              <o:lock v:ext="edit"/>
              <v:shape id="_x0000_s3248" o:spid="_x0000_s3248" style="position:absolute;left:3207;top:11142;height:2296;width:2;" filled="f" coordorigin="3207,11142" coordsize="0,2296" path="m3207,11142l3207,13438e">
                <v:path arrowok="t"/>
                <v:fill on="f" focussize="0,0"/>
                <v:stroke weight="0.48pt"/>
                <v:imagedata o:title=""/>
                <o:lock v:ext="edit"/>
              </v:shape>
            </v:group>
            <v:group id="_x0000_s3249" o:spid="_x0000_s3249" o:spt="203" style="position:absolute;left:3665;top:11142;height:2296;width:2;" coordorigin="3665,11142" coordsize="2,2296">
              <o:lock v:ext="edit"/>
              <v:shape id="_x0000_s3250" o:spid="_x0000_s3250" style="position:absolute;left:3665;top:11142;height:2296;width:2;" filled="f" coordorigin="3665,11142" coordsize="0,2296" path="m3665,11142l3665,13438e">
                <v:path arrowok="t"/>
                <v:fill on="f" focussize="0,0"/>
                <v:stroke weight="0.48pt"/>
                <v:imagedata o:title=""/>
                <o:lock v:ext="edit"/>
              </v:shape>
            </v:group>
            <v:group id="_x0000_s3251" o:spid="_x0000_s3251" o:spt="203" style="position:absolute;left:4123;top:11142;height:2296;width:2;" coordorigin="4123,11142" coordsize="2,2296">
              <o:lock v:ext="edit"/>
              <v:shape id="_x0000_s3252" o:spid="_x0000_s3252" style="position:absolute;left:4123;top:11142;height:2296;width:2;" filled="f" coordorigin="4123,11142" coordsize="0,2296" path="m4123,11142l4123,13438e">
                <v:path arrowok="t"/>
                <v:fill on="f" focussize="0,0"/>
                <v:stroke weight="0.48pt"/>
                <v:imagedata o:title=""/>
                <o:lock v:ext="edit"/>
              </v:shape>
            </v:group>
            <v:group id="_x0000_s3253" o:spid="_x0000_s3253" o:spt="203" style="position:absolute;left:4581;top:11142;height:2296;width:2;" coordorigin="4581,11142" coordsize="2,2296">
              <o:lock v:ext="edit"/>
              <v:shape id="_x0000_s3254" o:spid="_x0000_s3254" style="position:absolute;left:4581;top:11142;height:2296;width:2;" filled="f" coordorigin="4581,11142" coordsize="0,2296" path="m4581,11142l4581,13438e">
                <v:path arrowok="t"/>
                <v:fill on="f" focussize="0,0"/>
                <v:stroke weight="0.48pt"/>
                <v:imagedata o:title=""/>
                <o:lock v:ext="edit"/>
              </v:shape>
            </v:group>
            <v:group id="_x0000_s3255" o:spid="_x0000_s3255" o:spt="203" style="position:absolute;left:5040;top:11142;height:2296;width:2;" coordorigin="5040,11142" coordsize="2,2296">
              <o:lock v:ext="edit"/>
              <v:shape id="_x0000_s3256" o:spid="_x0000_s3256" style="position:absolute;left:5040;top:11142;height:2296;width:2;" filled="f" coordorigin="5040,11142" coordsize="0,2296" path="m5040,11142l5040,13438e">
                <v:path arrowok="t"/>
                <v:fill on="f" focussize="0,0"/>
                <v:stroke weight="0.48pt"/>
                <v:imagedata o:title=""/>
                <o:lock v:ext="edit"/>
              </v:shape>
            </v:group>
            <v:group id="_x0000_s3257" o:spid="_x0000_s3257" o:spt="203" style="position:absolute;left:5498;top:11142;height:2296;width:2;" coordorigin="5498,11142" coordsize="2,2296">
              <o:lock v:ext="edit"/>
              <v:shape id="_x0000_s3258" o:spid="_x0000_s3258" style="position:absolute;left:5498;top:11142;height:2296;width:2;" filled="f" coordorigin="5498,11142" coordsize="0,2296" path="m5498,11142l5498,13438e">
                <v:path arrowok="t"/>
                <v:fill on="f" focussize="0,0"/>
                <v:stroke weight="0.48pt"/>
                <v:imagedata o:title=""/>
                <o:lock v:ext="edit"/>
              </v:shape>
            </v:group>
            <v:group id="_x0000_s3259" o:spid="_x0000_s3259" o:spt="203" style="position:absolute;left:5956;top:11142;height:2296;width:2;" coordorigin="5956,11142" coordsize="2,2296">
              <o:lock v:ext="edit"/>
              <v:shape id="_x0000_s3260" o:spid="_x0000_s3260" style="position:absolute;left:5956;top:11142;height:2296;width:2;" filled="f" coordorigin="5956,11142" coordsize="0,2296" path="m5956,11142l5956,13438e">
                <v:path arrowok="t"/>
                <v:fill on="f" focussize="0,0"/>
                <v:stroke weight="0.48pt"/>
                <v:imagedata o:title=""/>
                <o:lock v:ext="edit"/>
              </v:shape>
            </v:group>
            <v:group id="_x0000_s3261" o:spid="_x0000_s3261" o:spt="203" style="position:absolute;left:6415;top:11142;height:2296;width:2;" coordorigin="6415,11142" coordsize="2,2296">
              <o:lock v:ext="edit"/>
              <v:shape id="_x0000_s3262" o:spid="_x0000_s3262" style="position:absolute;left:6415;top:11142;height:2296;width:2;" filled="f" coordorigin="6415,11142" coordsize="0,2296" path="m6415,11142l6415,13438e">
                <v:path arrowok="t"/>
                <v:fill on="f" focussize="0,0"/>
                <v:stroke weight="0.48pt"/>
                <v:imagedata o:title=""/>
                <o:lock v:ext="edit"/>
              </v:shape>
            </v:group>
            <v:group id="_x0000_s3263" o:spid="_x0000_s3263" o:spt="203" style="position:absolute;left:6873;top:11142;height:2296;width:2;" coordorigin="6873,11142" coordsize="2,2296">
              <o:lock v:ext="edit"/>
              <v:shape id="_x0000_s3264" o:spid="_x0000_s3264" style="position:absolute;left:6873;top:11142;height:2296;width:2;" filled="f" coordorigin="6873,11142" coordsize="0,2296" path="m6873,11142l6873,13438e">
                <v:path arrowok="t"/>
                <v:fill on="f" focussize="0,0"/>
                <v:stroke weight="0.48pt"/>
                <v:imagedata o:title=""/>
                <o:lock v:ext="edit"/>
              </v:shape>
            </v:group>
            <v:group id="_x0000_s3265" o:spid="_x0000_s3265" o:spt="203" style="position:absolute;left:7332;top:11142;height:2296;width:2;" coordorigin="7332,11142" coordsize="2,2296">
              <o:lock v:ext="edit"/>
              <v:shape id="_x0000_s3266" o:spid="_x0000_s3266" style="position:absolute;left:7332;top:11142;height:2296;width:2;" filled="f" coordorigin="7332,11142" coordsize="0,2296" path="m7332,11142l7332,13438e">
                <v:path arrowok="t"/>
                <v:fill on="f" focussize="0,0"/>
                <v:stroke weight="0.48pt"/>
                <v:imagedata o:title=""/>
                <o:lock v:ext="edit"/>
              </v:shape>
            </v:group>
            <v:group id="_x0000_s3267" o:spid="_x0000_s3267" o:spt="203" style="position:absolute;left:7790;top:11142;height:2296;width:2;" coordorigin="7790,11142" coordsize="2,2296">
              <o:lock v:ext="edit"/>
              <v:shape id="_x0000_s3268" o:spid="_x0000_s3268" style="position:absolute;left:7790;top:11142;height:2296;width:2;" filled="f" coordorigin="7790,11142" coordsize="0,2296" path="m7790,11142l7790,13438e">
                <v:path arrowok="t"/>
                <v:fill on="f" focussize="0,0"/>
                <v:stroke weight="0.48pt"/>
                <v:imagedata o:title=""/>
                <o:lock v:ext="edit"/>
              </v:shape>
            </v:group>
            <v:group id="_x0000_s3269" o:spid="_x0000_s3269" o:spt="203" style="position:absolute;left:8248;top:11142;height:2296;width:2;" coordorigin="8248,11142" coordsize="2,2296">
              <o:lock v:ext="edit"/>
              <v:shape id="_x0000_s3270" o:spid="_x0000_s3270" style="position:absolute;left:8248;top:11142;height:2296;width:2;" filled="f" coordorigin="8248,11142" coordsize="0,2296" path="m8248,11142l8248,13438e">
                <v:path arrowok="t"/>
                <v:fill on="f" focussize="0,0"/>
                <v:stroke weight="0.48pt"/>
                <v:imagedata o:title=""/>
                <o:lock v:ext="edit"/>
              </v:shape>
            </v:group>
            <v:group id="_x0000_s3271" o:spid="_x0000_s3271" o:spt="203" style="position:absolute;left:5;top:11147;height:2;width:9170;" coordorigin="5,11147" coordsize="9170,2">
              <o:lock v:ext="edit"/>
              <v:shape id="_x0000_s3272" o:spid="_x0000_s3272" style="position:absolute;left:5;top:11147;height:2;width:9170;" filled="f" coordorigin="5,11147" coordsize="9170,0" path="m5,11147l9174,11147e">
                <v:path arrowok="t"/>
                <v:fill on="f" focussize="0,0"/>
                <v:stroke weight="0.48pt"/>
                <v:imagedata o:title=""/>
                <o:lock v:ext="edit"/>
              </v:shape>
            </v:group>
            <v:group id="_x0000_s3273" o:spid="_x0000_s3273" o:spt="203" style="position:absolute;left:5;top:11721;height:2;width:9170;" coordorigin="5,11721" coordsize="9170,2">
              <o:lock v:ext="edit"/>
              <v:shape id="_x0000_s3274" o:spid="_x0000_s3274" style="position:absolute;left:5;top:11721;height:2;width:9170;" filled="f" coordorigin="5,11721" coordsize="9170,0" path="m5,11721l9174,11721e">
                <v:path arrowok="t"/>
                <v:fill on="f" focussize="0,0"/>
                <v:stroke weight="0.48pt"/>
                <v:imagedata o:title=""/>
                <o:lock v:ext="edit"/>
              </v:shape>
            </v:group>
            <v:group id="_x0000_s3275" o:spid="_x0000_s3275" o:spt="203" style="position:absolute;left:5;top:12295;height:2;width:9170;" coordorigin="5,12295" coordsize="9170,2">
              <o:lock v:ext="edit"/>
              <v:shape id="_x0000_s3276" o:spid="_x0000_s3276" style="position:absolute;left:5;top:12295;height:2;width:9170;" filled="f" coordorigin="5,12295" coordsize="9170,0" path="m5,12295l9174,12295e">
                <v:path arrowok="t"/>
                <v:fill on="f" focussize="0,0"/>
                <v:stroke weight="0.48pt"/>
                <v:imagedata o:title=""/>
                <o:lock v:ext="edit"/>
              </v:shape>
            </v:group>
            <v:group id="_x0000_s3277" o:spid="_x0000_s3277" o:spt="203" style="position:absolute;left:5;top:12869;height:2;width:9170;" coordorigin="5,12869" coordsize="9170,2">
              <o:lock v:ext="edit"/>
              <v:shape id="_x0000_s3278" o:spid="_x0000_s3278" style="position:absolute;left:5;top:12869;height:2;width:9170;" filled="f" coordorigin="5,12869" coordsize="9170,0" path="m5,12869l9174,12869e">
                <v:path arrowok="t"/>
                <v:fill on="f" focussize="0,0"/>
                <v:stroke weight="0.48pt"/>
                <v:imagedata o:title=""/>
                <o:lock v:ext="edit"/>
              </v:shape>
            </v:group>
            <v:group id="_x0000_s3279" o:spid="_x0000_s3279" o:spt="203" style="position:absolute;left:5;top:13443;height:2;width:9170;" coordorigin="5,13443" coordsize="9170,2">
              <o:lock v:ext="edit"/>
              <v:shape id="_x0000_s3280" o:spid="_x0000_s3280" style="position:absolute;left:5;top:13443;height:2;width:9170;" filled="f" coordorigin="5,13443" coordsize="9170,0" path="m5,13443l9174,13443e">
                <v:path arrowok="t"/>
                <v:fill on="f" focussize="0,0"/>
                <v:stroke weight="0.48pt"/>
                <v:imagedata o:title=""/>
                <o:lock v:ext="edit"/>
              </v:shape>
            </v:group>
            <v:group id="_x0000_s3281" o:spid="_x0000_s3281" o:spt="203" style="position:absolute;left:5;top:13605;height:2;width:9135;" coordorigin="5,13605" coordsize="9135,2">
              <o:lock v:ext="edit"/>
              <v:shape id="_x0000_s3282" o:spid="_x0000_s3282" style="position:absolute;left:5;top:13605;height:2;width:9135;" filled="f" coordorigin="5,13605" coordsize="9135,0" path="m5,13605l9139,13605e">
                <v:path arrowok="t"/>
                <v:fill on="f" focussize="0,0"/>
                <v:stroke weight="0.48pt"/>
                <v:imagedata o:title=""/>
                <o:lock v:ext="edit"/>
              </v:shape>
            </v:group>
            <v:group id="_x0000_s3283" o:spid="_x0000_s3283" o:spt="203" style="position:absolute;left:8707;top:2707;height:574;width:2;" coordorigin="8707,2707" coordsize="2,574">
              <o:lock v:ext="edit"/>
              <v:shape id="_x0000_s3284" o:spid="_x0000_s3284" style="position:absolute;left:8707;top:2707;height:574;width:2;" filled="f" coordorigin="8707,2707" coordsize="0,574" path="m8707,2707l8707,3281e">
                <v:path arrowok="t"/>
                <v:fill on="f" focussize="0,0"/>
                <v:stroke weight="0.48pt"/>
                <v:imagedata o:title=""/>
                <o:lock v:ext="edit"/>
              </v:shape>
            </v:group>
            <v:group id="_x0000_s3285" o:spid="_x0000_s3285" o:spt="203" style="position:absolute;left:8707;top:3526;height:574;width:2;" coordorigin="8707,3526" coordsize="2,574">
              <o:lock v:ext="edit"/>
              <v:shape id="_x0000_s3286" o:spid="_x0000_s3286" style="position:absolute;left:8707;top:3526;height:574;width:2;" filled="f" coordorigin="8707,3526" coordsize="0,574" path="m8707,3526l8707,4100e">
                <v:path arrowok="t"/>
                <v:fill on="f" focussize="0,0"/>
                <v:stroke weight="0.48pt"/>
                <v:imagedata o:title=""/>
                <o:lock v:ext="edit"/>
              </v:shape>
            </v:group>
            <v:group id="_x0000_s3287" o:spid="_x0000_s3287" o:spt="203" style="position:absolute;left:8707;top:4345;height:574;width:2;" coordorigin="8707,4345" coordsize="2,574">
              <o:lock v:ext="edit"/>
              <v:shape id="_x0000_s3288" o:spid="_x0000_s3288" style="position:absolute;left:8707;top:4345;height:574;width:2;" filled="f" coordorigin="8707,4345" coordsize="0,574" path="m8707,4345l8707,4919e">
                <v:path arrowok="t"/>
                <v:fill on="f" focussize="0,0"/>
                <v:stroke weight="0.48pt"/>
                <v:imagedata o:title=""/>
                <o:lock v:ext="edit"/>
              </v:shape>
            </v:group>
            <v:group id="_x0000_s3289" o:spid="_x0000_s3289" o:spt="203" style="position:absolute;left:8707;top:5164;height:574;width:2;" coordorigin="8707,5164" coordsize="2,574">
              <o:lock v:ext="edit"/>
              <v:shape id="_x0000_s3290" o:spid="_x0000_s3290" style="position:absolute;left:8707;top:5164;height:574;width:2;" filled="f" coordorigin="8707,5164" coordsize="0,574" path="m8707,5164l8707,5738e">
                <v:path arrowok="t"/>
                <v:fill on="f" focussize="0,0"/>
                <v:stroke weight="0.48pt"/>
                <v:imagedata o:title=""/>
                <o:lock v:ext="edit"/>
              </v:shape>
            </v:group>
            <v:group id="_x0000_s3291" o:spid="_x0000_s3291" o:spt="203" style="position:absolute;left:8707;top:5983;height:574;width:2;" coordorigin="8707,5983" coordsize="2,574">
              <o:lock v:ext="edit"/>
              <v:shape id="_x0000_s3292" o:spid="_x0000_s3292" style="position:absolute;left:8707;top:5983;height:574;width:2;" filled="f" coordorigin="8707,5983" coordsize="0,574" path="m8707,5983l8707,6557e">
                <v:path arrowok="t"/>
                <v:fill on="f" focussize="0,0"/>
                <v:stroke weight="0.48pt"/>
                <v:imagedata o:title=""/>
                <o:lock v:ext="edit"/>
              </v:shape>
            </v:group>
            <v:group id="_x0000_s3293" o:spid="_x0000_s3293" o:spt="203" style="position:absolute;left:8707;top:6802;height:574;width:2;" coordorigin="8707,6802" coordsize="2,574">
              <o:lock v:ext="edit"/>
              <v:shape id="_x0000_s3294" o:spid="_x0000_s3294" style="position:absolute;left:8707;top:6802;height:574;width:2;" filled="f" coordorigin="8707,6802" coordsize="0,574" path="m8707,6802l8707,7376e">
                <v:path arrowok="t"/>
                <v:fill on="f" focussize="0,0"/>
                <v:stroke weight="0.48pt"/>
                <v:imagedata o:title=""/>
                <o:lock v:ext="edit"/>
              </v:shape>
            </v:group>
            <v:group id="_x0000_s3295" o:spid="_x0000_s3295" o:spt="203" style="position:absolute;left:8707;top:7621;height:574;width:2;" coordorigin="8707,7621" coordsize="2,574">
              <o:lock v:ext="edit"/>
              <v:shape id="_x0000_s3296" o:spid="_x0000_s3296" style="position:absolute;left:8707;top:7621;height:574;width:2;" filled="f" coordorigin="8707,7621" coordsize="0,574" path="m8707,7621l8707,8195e">
                <v:path arrowok="t"/>
                <v:fill on="f" focussize="0,0"/>
                <v:stroke weight="0.48pt"/>
                <v:imagedata o:title=""/>
                <o:lock v:ext="edit"/>
              </v:shape>
            </v:group>
            <v:group id="_x0000_s3297" o:spid="_x0000_s3297" o:spt="203" style="position:absolute;left:8707;top:8440;height:574;width:2;" coordorigin="8707,8440" coordsize="2,574">
              <o:lock v:ext="edit"/>
              <v:shape id="_x0000_s3298" o:spid="_x0000_s3298" style="position:absolute;left:8707;top:8440;height:574;width:2;" filled="f" coordorigin="8707,8440" coordsize="0,574" path="m8707,8440l8707,9014e">
                <v:path arrowok="t"/>
                <v:fill on="f" focussize="0,0"/>
                <v:stroke weight="0.48pt"/>
                <v:imagedata o:title=""/>
                <o:lock v:ext="edit"/>
              </v:shape>
            </v:group>
            <v:group id="_x0000_s3299" o:spid="_x0000_s3299" o:spt="203" style="position:absolute;left:8707;top:9259;height:574;width:2;" coordorigin="8707,9259" coordsize="2,574">
              <o:lock v:ext="edit"/>
              <v:shape id="_x0000_s3300" o:spid="_x0000_s3300" style="position:absolute;left:8707;top:9259;height:574;width:2;" filled="f" coordorigin="8707,9259" coordsize="0,574" path="m8707,9259l8707,9833e">
                <v:path arrowok="t"/>
                <v:fill on="f" focussize="0,0"/>
                <v:stroke weight="0.48pt"/>
                <v:imagedata o:title=""/>
                <o:lock v:ext="edit"/>
              </v:shape>
            </v:group>
            <v:group id="_x0000_s3301" o:spid="_x0000_s3301" o:spt="203" style="position:absolute;left:8707;top:10323;height:574;width:2;" coordorigin="8707,10323" coordsize="2,574">
              <o:lock v:ext="edit"/>
              <v:shape id="_x0000_s3302" o:spid="_x0000_s3302" style="position:absolute;left:8707;top:10323;height:574;width:2;" filled="f" coordorigin="8707,10323" coordsize="0,574" path="m8707,10323l8707,10897e">
                <v:path arrowok="t"/>
                <v:fill on="f" focussize="0,0"/>
                <v:stroke weight="0.48pt"/>
                <v:imagedata o:title=""/>
                <o:lock v:ext="edit"/>
              </v:shape>
            </v:group>
            <v:group id="_x0000_s3303" o:spid="_x0000_s3303" o:spt="203" style="position:absolute;left:8707;top:11142;height:2296;width:2;" coordorigin="8707,11142" coordsize="2,2296">
              <o:lock v:ext="edit"/>
              <v:shape id="_x0000_s3304" o:spid="_x0000_s3304" style="position:absolute;left:8707;top:11142;height:2296;width:2;" filled="f" coordorigin="8707,11142" coordsize="0,2296" path="m8707,11142l8707,13438e">
                <v:path arrowok="t"/>
                <v:fill on="f" focussize="0,0"/>
                <v:stroke weight="0.48pt"/>
                <v:imagedata o:title=""/>
                <o:lock v:ext="edit"/>
              </v:shape>
            </v:group>
            <v:group id="_x0000_s3305" o:spid="_x0000_s3305" o:spt="203" style="position:absolute;left:9135;top:14;height:236;width:2;" coordorigin="9135,14" coordsize="2,236">
              <o:lock v:ext="edit"/>
              <v:shape id="_x0000_s3306" o:spid="_x0000_s3306" style="position:absolute;left:9135;top:14;height:236;width:2;" filled="f" coordorigin="9135,14" coordsize="0,236" path="m9135,14l9135,250e">
                <v:path arrowok="t"/>
                <v:fill on="f" focussize="0,0"/>
                <v:stroke weight="0.48pt"/>
                <v:imagedata o:title=""/>
                <o:lock v:ext="edit"/>
              </v:shape>
            </v:group>
            <v:group id="_x0000_s3307" o:spid="_x0000_s3307" o:spt="203" style="position:absolute;left:9135;top:824;height:245;width:2;" coordorigin="9135,824" coordsize="2,245">
              <o:lock v:ext="edit"/>
              <v:shape id="_x0000_s3308" o:spid="_x0000_s3308" style="position:absolute;left:9135;top:824;height:245;width:2;" filled="f" coordorigin="9135,824" coordsize="0,245" path="m9135,824l9135,1069e">
                <v:path arrowok="t"/>
                <v:fill on="f" focussize="0,0"/>
                <v:stroke weight="0.48pt"/>
                <v:imagedata o:title=""/>
                <o:lock v:ext="edit"/>
              </v:shape>
            </v:group>
            <v:group id="_x0000_s3309" o:spid="_x0000_s3309" o:spt="203" style="position:absolute;left:9135;top:1643;height:245;width:2;" coordorigin="9135,1643" coordsize="2,245">
              <o:lock v:ext="edit"/>
              <v:shape id="_x0000_s3310" o:spid="_x0000_s3310" style="position:absolute;left:9135;top:1643;height:245;width:2;" filled="f" coordorigin="9135,1643" coordsize="0,245" path="m9135,1643l9135,1888e">
                <v:path arrowok="t"/>
                <v:fill on="f" focussize="0,0"/>
                <v:stroke weight="0.48pt"/>
                <v:imagedata o:title=""/>
                <o:lock v:ext="edit"/>
              </v:shape>
            </v:group>
            <v:group id="_x0000_s3311" o:spid="_x0000_s3311" o:spt="203" style="position:absolute;left:9135;top:2462;height:245;width:2;" coordorigin="9135,2462" coordsize="2,245">
              <o:lock v:ext="edit"/>
              <v:shape id="_x0000_s3312" o:spid="_x0000_s3312" style="position:absolute;left:9135;top:2462;height:245;width:2;" filled="f" coordorigin="9135,2462" coordsize="0,245" path="m9135,2462l9135,2707e">
                <v:path arrowok="t"/>
                <v:fill on="f" focussize="0,0"/>
                <v:stroke weight="0.48pt"/>
                <v:imagedata o:title=""/>
                <o:lock v:ext="edit"/>
              </v:shape>
            </v:group>
            <v:group id="_x0000_s3313" o:spid="_x0000_s3313" o:spt="203" style="position:absolute;left:9135;top:3281;height:245;width:2;" coordorigin="9135,3281" coordsize="2,245">
              <o:lock v:ext="edit"/>
              <v:shape id="_x0000_s3314" o:spid="_x0000_s3314" style="position:absolute;left:9135;top:3281;height:245;width:2;" filled="f" coordorigin="9135,3281" coordsize="0,245" path="m9135,3281l9135,3526e">
                <v:path arrowok="t"/>
                <v:fill on="f" focussize="0,0"/>
                <v:stroke weight="0.48pt"/>
                <v:imagedata o:title=""/>
                <o:lock v:ext="edit"/>
              </v:shape>
            </v:group>
            <v:group id="_x0000_s3315" o:spid="_x0000_s3315" o:spt="203" style="position:absolute;left:9135;top:4100;height:245;width:2;" coordorigin="9135,4100" coordsize="2,245">
              <o:lock v:ext="edit"/>
              <v:shape id="_x0000_s3316" o:spid="_x0000_s3316" style="position:absolute;left:9135;top:4100;height:245;width:2;" filled="f" coordorigin="9135,4100" coordsize="0,245" path="m9135,4100l9135,4345e">
                <v:path arrowok="t"/>
                <v:fill on="f" focussize="0,0"/>
                <v:stroke weight="0.48pt"/>
                <v:imagedata o:title=""/>
                <o:lock v:ext="edit"/>
              </v:shape>
            </v:group>
            <v:group id="_x0000_s3317" o:spid="_x0000_s3317" o:spt="203" style="position:absolute;left:9135;top:4919;height:245;width:2;" coordorigin="9135,4919" coordsize="2,245">
              <o:lock v:ext="edit"/>
              <v:shape id="_x0000_s3318" o:spid="_x0000_s3318" style="position:absolute;left:9135;top:4919;height:245;width:2;" filled="f" coordorigin="9135,4919" coordsize="0,245" path="m9135,4919l9135,5164e">
                <v:path arrowok="t"/>
                <v:fill on="f" focussize="0,0"/>
                <v:stroke weight="0.48pt"/>
                <v:imagedata o:title=""/>
                <o:lock v:ext="edit"/>
              </v:shape>
            </v:group>
            <v:group id="_x0000_s3319" o:spid="_x0000_s3319" o:spt="203" style="position:absolute;left:9135;top:5738;height:245;width:2;" coordorigin="9135,5738" coordsize="2,245">
              <o:lock v:ext="edit"/>
              <v:shape id="_x0000_s3320" o:spid="_x0000_s3320" style="position:absolute;left:9135;top:5738;height:245;width:2;" filled="f" coordorigin="9135,5738" coordsize="0,245" path="m9135,5738l9135,5983e">
                <v:path arrowok="t"/>
                <v:fill on="f" focussize="0,0"/>
                <v:stroke weight="0.48pt"/>
                <v:imagedata o:title=""/>
                <o:lock v:ext="edit"/>
              </v:shape>
            </v:group>
            <v:group id="_x0000_s3321" o:spid="_x0000_s3321" o:spt="203" style="position:absolute;left:9135;top:6557;height:245;width:2;" coordorigin="9135,6557" coordsize="2,245">
              <o:lock v:ext="edit"/>
              <v:shape id="_x0000_s3322" o:spid="_x0000_s3322" style="position:absolute;left:9135;top:6557;height:245;width:2;" filled="f" coordorigin="9135,6557" coordsize="0,245" path="m9135,6557l9135,6802e">
                <v:path arrowok="t"/>
                <v:fill on="f" focussize="0,0"/>
                <v:stroke weight="0.48pt"/>
                <v:imagedata o:title=""/>
                <o:lock v:ext="edit"/>
              </v:shape>
            </v:group>
            <v:group id="_x0000_s3323" o:spid="_x0000_s3323" o:spt="203" style="position:absolute;left:9135;top:7376;height:245;width:2;" coordorigin="9135,7376" coordsize="2,245">
              <o:lock v:ext="edit"/>
              <v:shape id="_x0000_s3324" o:spid="_x0000_s3324" style="position:absolute;left:9135;top:7376;height:245;width:2;" filled="f" coordorigin="9135,7376" coordsize="0,245" path="m9135,7376l9135,7621e">
                <v:path arrowok="t"/>
                <v:fill on="f" focussize="0,0"/>
                <v:stroke weight="0.48pt"/>
                <v:imagedata o:title=""/>
                <o:lock v:ext="edit"/>
              </v:shape>
            </v:group>
            <v:group id="_x0000_s3325" o:spid="_x0000_s3325" o:spt="203" style="position:absolute;left:9135;top:8195;height:245;width:2;" coordorigin="9135,8195" coordsize="2,245">
              <o:lock v:ext="edit"/>
              <v:shape id="_x0000_s3326" o:spid="_x0000_s3326" style="position:absolute;left:9135;top:8195;height:245;width:2;" filled="f" coordorigin="9135,8195" coordsize="0,245" path="m9135,8195l9135,8440e">
                <v:path arrowok="t"/>
                <v:fill on="f" focussize="0,0"/>
                <v:stroke weight="0.48pt"/>
                <v:imagedata o:title=""/>
                <o:lock v:ext="edit"/>
              </v:shape>
            </v:group>
            <v:group id="_x0000_s3327" o:spid="_x0000_s3327" o:spt="203" style="position:absolute;left:9135;top:9014;height:245;width:2;" coordorigin="9135,9014" coordsize="2,245">
              <o:lock v:ext="edit"/>
              <v:shape id="_x0000_s3328" o:spid="_x0000_s3328" style="position:absolute;left:9135;top:9014;height:245;width:2;" filled="f" coordorigin="9135,9014" coordsize="0,245" path="m9135,9014l9135,9259e">
                <v:path arrowok="t"/>
                <v:fill on="f" focussize="0,0"/>
                <v:stroke weight="0.48pt"/>
                <v:imagedata o:title=""/>
                <o:lock v:ext="edit"/>
              </v:shape>
            </v:group>
            <v:group id="_x0000_s3329" o:spid="_x0000_s3329" o:spt="203" style="position:absolute;left:9135;top:9833;height:490;width:2;" coordorigin="9135,9833" coordsize="2,490">
              <o:lock v:ext="edit"/>
              <v:shape id="_x0000_s3330" o:spid="_x0000_s3330" style="position:absolute;left:9135;top:9833;height:490;width:2;" filled="f" coordorigin="9135,9833" coordsize="0,490" path="m9135,9833l9135,10323e">
                <v:path arrowok="t"/>
                <v:fill on="f" focussize="0,0"/>
                <v:stroke weight="0.48pt"/>
                <v:imagedata o:title=""/>
                <o:lock v:ext="edit"/>
              </v:shape>
            </v:group>
            <v:group id="_x0000_s3331" o:spid="_x0000_s3331" o:spt="203" style="position:absolute;left:9135;top:10897;height:245;width:2;" coordorigin="9135,10897" coordsize="2,245">
              <o:lock v:ext="edit"/>
              <v:shape id="_x0000_s3332" o:spid="_x0000_s3332" style="position:absolute;left:9135;top:10897;height:245;width:2;" filled="f" coordorigin="9135,10897" coordsize="0,245" path="m9135,10897l9135,11142e">
                <v:path arrowok="t"/>
                <v:fill on="f" focussize="0,0"/>
                <v:stroke weight="0.48pt"/>
                <v:imagedata o:title=""/>
                <o:lock v:ext="edit"/>
              </v:shape>
            </v:group>
            <v:group id="_x0000_s3333" o:spid="_x0000_s3333" o:spt="203" style="position:absolute;left:9135;top:13438;height:172;width:2;" coordorigin="9135,13438" coordsize="2,172">
              <o:lock v:ext="edit"/>
              <v:shape id="_x0000_s3334" o:spid="_x0000_s3334" style="position:absolute;left:9135;top:13438;height:172;width:2;" filled="f" coordorigin="9135,13438" coordsize="0,172" path="m9135,13438l9135,13609e">
                <v:path arrowok="t"/>
                <v:fill on="f" focussize="0,0"/>
                <v:stroke weight="0.48pt"/>
                <v:imagedata o:title=""/>
                <o:lock v:ext="edit"/>
              </v:shape>
            </v:group>
            <v:group id="_x0000_s3335" o:spid="_x0000_s3335" o:spt="203" style="position:absolute;left:9170;top:259;height:574;width:2;" coordorigin="9170,259" coordsize="2,574">
              <o:lock v:ext="edit"/>
              <v:shape id="_x0000_s3336" o:spid="_x0000_s3336" style="position:absolute;left:9170;top:259;height:574;width:2;" filled="f" coordorigin="9170,259" coordsize="0,574" path="m9170,259l9170,833e">
                <v:path arrowok="t"/>
                <v:fill on="f" focussize="0,0"/>
                <v:stroke weight="0.48pt"/>
                <v:imagedata o:title=""/>
                <o:lock v:ext="edit"/>
              </v:shape>
            </v:group>
            <v:group id="_x0000_s3337" o:spid="_x0000_s3337" o:spt="203" style="position:absolute;left:9170;top:1078;height:574;width:2;" coordorigin="9170,1078" coordsize="2,574">
              <o:lock v:ext="edit"/>
              <v:shape id="_x0000_s3338" o:spid="_x0000_s3338" style="position:absolute;left:9170;top:1078;height:574;width:2;" filled="f" coordorigin="9170,1078" coordsize="0,574" path="m9170,1078l9170,1652e">
                <v:path arrowok="t"/>
                <v:fill on="f" focussize="0,0"/>
                <v:stroke weight="0.48pt"/>
                <v:imagedata o:title=""/>
                <o:lock v:ext="edit"/>
              </v:shape>
            </v:group>
            <v:group id="_x0000_s3339" o:spid="_x0000_s3339" o:spt="203" style="position:absolute;left:9170;top:1897;height:574;width:2;" coordorigin="9170,1897" coordsize="2,574">
              <o:lock v:ext="edit"/>
              <v:shape id="_x0000_s3340" o:spid="_x0000_s3340" style="position:absolute;left:9170;top:1897;height:574;width:2;" filled="f" coordorigin="9170,1897" coordsize="0,574" path="m9170,1897l9170,2471e">
                <v:path arrowok="t"/>
                <v:fill on="f" focussize="0,0"/>
                <v:stroke weight="0.48pt"/>
                <v:imagedata o:title=""/>
                <o:lock v:ext="edit"/>
              </v:shape>
            </v:group>
            <v:group id="_x0000_s3341" o:spid="_x0000_s3341" o:spt="203" style="position:absolute;left:9170;top:2716;height:574;width:2;" coordorigin="9170,2716" coordsize="2,574">
              <o:lock v:ext="edit"/>
              <v:shape id="_x0000_s3342" o:spid="_x0000_s3342" style="position:absolute;left:9170;top:2716;height:574;width:2;" filled="f" coordorigin="9170,2716" coordsize="0,574" path="m9170,2716l9170,3290e">
                <v:path arrowok="t"/>
                <v:fill on="f" focussize="0,0"/>
                <v:stroke weight="0.48pt"/>
                <v:imagedata o:title=""/>
                <o:lock v:ext="edit"/>
              </v:shape>
            </v:group>
            <v:group id="_x0000_s3343" o:spid="_x0000_s3343" o:spt="203" style="position:absolute;left:9170;top:3535;height:574;width:2;" coordorigin="9170,3535" coordsize="2,574">
              <o:lock v:ext="edit"/>
              <v:shape id="_x0000_s3344" o:spid="_x0000_s3344" style="position:absolute;left:9170;top:3535;height:574;width:2;" filled="f" coordorigin="9170,3535" coordsize="0,574" path="m9170,3535l9170,4109e">
                <v:path arrowok="t"/>
                <v:fill on="f" focussize="0,0"/>
                <v:stroke weight="0.48pt"/>
                <v:imagedata o:title=""/>
                <o:lock v:ext="edit"/>
              </v:shape>
            </v:group>
            <v:group id="_x0000_s3345" o:spid="_x0000_s3345" o:spt="203" style="position:absolute;left:9170;top:4354;height:574;width:2;" coordorigin="9170,4354" coordsize="2,574">
              <o:lock v:ext="edit"/>
              <v:shape id="_x0000_s3346" o:spid="_x0000_s3346" style="position:absolute;left:9170;top:4354;height:574;width:2;" filled="f" coordorigin="9170,4354" coordsize="0,574" path="m9170,4354l9170,4928e">
                <v:path arrowok="t"/>
                <v:fill on="f" focussize="0,0"/>
                <v:stroke weight="0.48pt"/>
                <v:imagedata o:title=""/>
                <o:lock v:ext="edit"/>
              </v:shape>
            </v:group>
            <v:group id="_x0000_s3347" o:spid="_x0000_s3347" o:spt="203" style="position:absolute;left:9170;top:5173;height:574;width:2;" coordorigin="9170,5173" coordsize="2,574">
              <o:lock v:ext="edit"/>
              <v:shape id="_x0000_s3348" o:spid="_x0000_s3348" style="position:absolute;left:9170;top:5173;height:574;width:2;" filled="f" coordorigin="9170,5173" coordsize="0,574" path="m9170,5173l9170,5747e">
                <v:path arrowok="t"/>
                <v:fill on="f" focussize="0,0"/>
                <v:stroke weight="0.48pt"/>
                <v:imagedata o:title=""/>
                <o:lock v:ext="edit"/>
              </v:shape>
            </v:group>
            <v:group id="_x0000_s3349" o:spid="_x0000_s3349" o:spt="203" style="position:absolute;left:9170;top:5992;height:574;width:2;" coordorigin="9170,5992" coordsize="2,574">
              <o:lock v:ext="edit"/>
              <v:shape id="_x0000_s3350" o:spid="_x0000_s3350" style="position:absolute;left:9170;top:5992;height:574;width:2;" filled="f" coordorigin="9170,5992" coordsize="0,574" path="m9170,5992l9170,6566e">
                <v:path arrowok="t"/>
                <v:fill on="f" focussize="0,0"/>
                <v:stroke weight="0.48pt"/>
                <v:imagedata o:title=""/>
                <o:lock v:ext="edit"/>
              </v:shape>
            </v:group>
            <v:group id="_x0000_s3351" o:spid="_x0000_s3351" o:spt="203" style="position:absolute;left:9170;top:6811;height:574;width:2;" coordorigin="9170,6811" coordsize="2,574">
              <o:lock v:ext="edit"/>
              <v:shape id="_x0000_s3352" o:spid="_x0000_s3352" style="position:absolute;left:9170;top:6811;height:574;width:2;" filled="f" coordorigin="9170,6811" coordsize="0,574" path="m9170,6811l9170,7385e">
                <v:path arrowok="t"/>
                <v:fill on="f" focussize="0,0"/>
                <v:stroke weight="0.48pt"/>
                <v:imagedata o:title=""/>
                <o:lock v:ext="edit"/>
              </v:shape>
            </v:group>
            <v:group id="_x0000_s3353" o:spid="_x0000_s3353" o:spt="203" style="position:absolute;left:9170;top:7630;height:574;width:2;" coordorigin="9170,7630" coordsize="2,574">
              <o:lock v:ext="edit"/>
              <v:shape id="_x0000_s3354" o:spid="_x0000_s3354" style="position:absolute;left:9170;top:7630;height:574;width:2;" filled="f" coordorigin="9170,7630" coordsize="0,574" path="m9170,7630l9170,8204e">
                <v:path arrowok="t"/>
                <v:fill on="f" focussize="0,0"/>
                <v:stroke weight="0.48pt"/>
                <v:imagedata o:title=""/>
                <o:lock v:ext="edit"/>
              </v:shape>
            </v:group>
            <v:group id="_x0000_s3355" o:spid="_x0000_s3355" o:spt="203" style="position:absolute;left:9170;top:8449;height:574;width:2;" coordorigin="9170,8449" coordsize="2,574">
              <o:lock v:ext="edit"/>
              <v:shape id="_x0000_s3356" o:spid="_x0000_s3356" style="position:absolute;left:9170;top:8449;height:574;width:2;" filled="f" coordorigin="9170,8449" coordsize="0,574" path="m9170,8449l9170,9023e">
                <v:path arrowok="t"/>
                <v:fill on="f" focussize="0,0"/>
                <v:stroke weight="0.48pt"/>
                <v:imagedata o:title=""/>
                <o:lock v:ext="edit"/>
              </v:shape>
            </v:group>
            <v:group id="_x0000_s3357" o:spid="_x0000_s3357" o:spt="203" style="position:absolute;left:9170;top:9268;height:574;width:2;" coordorigin="9170,9268" coordsize="2,574">
              <o:lock v:ext="edit"/>
              <v:shape id="_x0000_s3358" o:spid="_x0000_s3358" style="position:absolute;left:9170;top:9268;height:574;width:2;" filled="f" coordorigin="9170,9268" coordsize="0,574" path="m9170,9268l9170,9842e">
                <v:path arrowok="t"/>
                <v:fill on="f" focussize="0,0"/>
                <v:stroke weight="0.48pt"/>
                <v:imagedata o:title=""/>
                <o:lock v:ext="edit"/>
              </v:shape>
            </v:group>
            <v:group id="_x0000_s3359" o:spid="_x0000_s3359" o:spt="203" style="position:absolute;left:9170;top:10332;height:574;width:2;" coordorigin="9170,10332" coordsize="2,574">
              <o:lock v:ext="edit"/>
              <v:shape id="_x0000_s3360" o:spid="_x0000_s3360" style="position:absolute;left:9170;top:10332;height:574;width:2;" filled="f" coordorigin="9170,10332" coordsize="0,574" path="m9170,10332l9170,10906e">
                <v:path arrowok="t"/>
                <v:fill on="f" focussize="0,0"/>
                <v:stroke weight="0.48pt"/>
                <v:imagedata o:title=""/>
                <o:lock v:ext="edit"/>
              </v:shape>
            </v:group>
            <v:group id="_x0000_s3361" o:spid="_x0000_s3361" o:spt="203" style="position:absolute;left:9170;top:11151;height:2296;width:2;" coordorigin="9170,11151" coordsize="2,2296">
              <o:lock v:ext="edit"/>
              <v:shape id="_x0000_s3362" o:spid="_x0000_s3362" style="position:absolute;left:9170;top:11151;height:2296;width:2;" filled="f" coordorigin="9170,11151" coordsize="0,2296" path="m9170,11151l9170,13447e">
                <v:path arrowok="t"/>
                <v:fill on="f" focussize="0,0"/>
                <v:stroke weight="0.48pt"/>
                <v:imagedata o:title=""/>
                <o:lock v:ext="edit"/>
              </v:shape>
            </v:group>
            <w10:wrap type="none"/>
            <w10:anchorlock/>
          </v:group>
        </w:pict>
      </w:r>
    </w:p>
    <w:sectPr>
      <w:pgSz w:w="11910" w:h="16840"/>
      <w:pgMar w:top="1000" w:right="980" w:bottom="1340" w:left="1520" w:header="0" w:footer="115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2" o:spid="_x0000_s2052" o:spt="202" type="#_x0000_t202" style="position:absolute;left:0pt;margin-left:271.4pt;margin-top:772.15pt;height:11.5pt;width:69.45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line="214" w:lineRule="exact"/>
                  <w:ind w:left="20"/>
                  <w:rPr>
                    <w:rFonts w:ascii="宋体" w:cs="宋体"/>
                    <w:sz w:val="18"/>
                    <w:szCs w:val="18"/>
                  </w:rPr>
                </w:pPr>
                <w:r>
                  <w:rPr>
                    <w:rFonts w:hint="eastAsia" w:ascii="宋体" w:hAnsi="宋体" w:cs="宋体"/>
                    <w:sz w:val="18"/>
                    <w:szCs w:val="18"/>
                  </w:rPr>
                  <w:t>第</w:t>
                </w:r>
                <w:r>
                  <w:rPr>
                    <w:rFonts w:ascii="宋体" w:hAnsi="宋体" w:cs="宋体"/>
                    <w:spacing w:val="-2"/>
                    <w:sz w:val="18"/>
                    <w:szCs w:val="18"/>
                  </w:rPr>
                  <w:t xml:space="preserve"> </w:t>
                </w:r>
                <w:r>
                  <w:rPr>
                    <w:rFonts w:ascii="Times New Roman" w:hAnsi="Times New Roman"/>
                    <w:sz w:val="18"/>
                    <w:szCs w:val="18"/>
                  </w:rPr>
                  <w:t xml:space="preserve">5  </w:t>
                </w:r>
                <w:r>
                  <w:rPr>
                    <w:rFonts w:hint="eastAsia" w:ascii="宋体" w:hAnsi="宋体" w:cs="宋体"/>
                    <w:sz w:val="18"/>
                    <w:szCs w:val="18"/>
                  </w:rPr>
                  <w:t>页</w:t>
                </w:r>
                <w:r>
                  <w:rPr>
                    <w:rFonts w:ascii="宋体" w:hAnsi="宋体" w:cs="宋体"/>
                    <w:spacing w:val="1"/>
                    <w:sz w:val="18"/>
                    <w:szCs w:val="18"/>
                  </w:rPr>
                  <w:t xml:space="preserve"> </w:t>
                </w:r>
                <w:r>
                  <w:rPr>
                    <w:rFonts w:hint="eastAsia" w:ascii="宋体" w:hAnsi="宋体" w:cs="宋体"/>
                    <w:sz w:val="18"/>
                    <w:szCs w:val="18"/>
                  </w:rPr>
                  <w:t>共</w:t>
                </w:r>
                <w:r>
                  <w:rPr>
                    <w:rFonts w:ascii="宋体" w:hAnsi="宋体" w:cs="宋体"/>
                    <w:spacing w:val="-2"/>
                    <w:sz w:val="18"/>
                    <w:szCs w:val="18"/>
                  </w:rPr>
                  <w:t xml:space="preserve"> </w:t>
                </w:r>
                <w:r>
                  <w:rPr>
                    <w:rFonts w:ascii="Times New Roman" w:hAnsi="Times New Roman"/>
                    <w:sz w:val="18"/>
                    <w:szCs w:val="18"/>
                  </w:rPr>
                  <w:t>8</w:t>
                </w:r>
                <w:r>
                  <w:rPr>
                    <w:rFonts w:ascii="Times New Roman" w:hAnsi="Times New Roman"/>
                    <w:spacing w:val="45"/>
                    <w:sz w:val="18"/>
                    <w:szCs w:val="18"/>
                  </w:rPr>
                  <w:t xml:space="preserve"> </w:t>
                </w:r>
                <w:r>
                  <w:rPr>
                    <w:rFonts w:hint="eastAsia" w:ascii="宋体" w:hAnsi="宋体" w:cs="宋体"/>
                    <w:sz w:val="18"/>
                    <w:szCs w:val="18"/>
                  </w:rPr>
                  <w:t>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displayHorizontalDrawingGridEvery w:val="2"/>
  <w:characterSpacingControl w:val="doNotCompress"/>
  <w:noLineBreaksAfter w:lang="zh-CN" w:val="$([{£¥·‘“〈《「『【〔〖〝﹙﹛﹝＄（．［｛￡￥"/>
  <w:noLineBreaksBefore w:lang="zh-CN" w:val="!%),.:;&gt;?]}¢¨°·ˇˉ―‖’”…‰′″›℃∶、。〃〉》」』】〕〗〞︶︺︾﹀﹄﹚﹜﹞！＂％＇），．：；？］｀｜｝～￠"/>
  <w:hdrShapeDefaults>
    <o:shapelayout v:ext="edit">
      <o:idmap v:ext="edit" data="2"/>
    </o:shapelayout>
  </w:hdrShapeDefaults>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471"/>
    <w:rsid w:val="00100BD7"/>
    <w:rsid w:val="002341C0"/>
    <w:rsid w:val="002E56C3"/>
    <w:rsid w:val="0046077A"/>
    <w:rsid w:val="00695B3A"/>
    <w:rsid w:val="00751D81"/>
    <w:rsid w:val="00955C6C"/>
    <w:rsid w:val="009F35A9"/>
    <w:rsid w:val="00B05380"/>
    <w:rsid w:val="00C15471"/>
    <w:rsid w:val="00D23BAD"/>
    <w:rsid w:val="138F4CC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0"/>
      <w:sz w:val="22"/>
      <w:szCs w:val="22"/>
      <w:lang w:val="en-US" w:eastAsia="en-US"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6"/>
    <w:uiPriority w:val="99"/>
    <w:pPr>
      <w:spacing w:before="36"/>
      <w:ind w:left="104"/>
    </w:pPr>
    <w:rPr>
      <w:rFonts w:ascii="宋体" w:hAnsi="宋体"/>
      <w:sz w:val="24"/>
      <w:szCs w:val="24"/>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Body Text Char"/>
    <w:basedOn w:val="4"/>
    <w:link w:val="2"/>
    <w:semiHidden/>
    <w:locked/>
    <w:uiPriority w:val="99"/>
    <w:rPr>
      <w:rFonts w:cs="Times New Roman"/>
      <w:kern w:val="0"/>
      <w:sz w:val="22"/>
      <w:lang w:eastAsia="en-US"/>
    </w:rPr>
  </w:style>
  <w:style w:type="paragraph" w:styleId="7">
    <w:name w:val="List Paragraph"/>
    <w:basedOn w:val="1"/>
    <w:qFormat/>
    <w:uiPriority w:val="99"/>
  </w:style>
  <w:style w:type="paragraph" w:customStyle="1" w:styleId="8">
    <w:name w:val="Table Paragraph"/>
    <w:basedOn w:val="1"/>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2"/>
    <customShpInfo spid="_x0000_s1067"/>
    <customShpInfo spid="_x0000_s1066"/>
    <customShpInfo spid="_x0000_s1065"/>
    <customShpInfo spid="_x0000_s1070"/>
    <customShpInfo spid="_x0000_s1071"/>
    <customShpInfo spid="_x0000_s1075"/>
    <customShpInfo spid="_x0000_s1074"/>
    <customShpInfo spid="_x0000_s1077"/>
    <customShpInfo spid="_x0000_s1076"/>
    <customShpInfo spid="_x0000_s1079"/>
    <customShpInfo spid="_x0000_s1078"/>
    <customShpInfo spid="_x0000_s1081"/>
    <customShpInfo spid="_x0000_s1080"/>
    <customShpInfo spid="_x0000_s1083"/>
    <customShpInfo spid="_x0000_s1082"/>
    <customShpInfo spid="_x0000_s1085"/>
    <customShpInfo spid="_x0000_s1084"/>
    <customShpInfo spid="_x0000_s1087"/>
    <customShpInfo spid="_x0000_s1086"/>
    <customShpInfo spid="_x0000_s1089"/>
    <customShpInfo spid="_x0000_s1088"/>
    <customShpInfo spid="_x0000_s1091"/>
    <customShpInfo spid="_x0000_s1090"/>
    <customShpInfo spid="_x0000_s1093"/>
    <customShpInfo spid="_x0000_s1092"/>
    <customShpInfo spid="_x0000_s1095"/>
    <customShpInfo spid="_x0000_s1094"/>
    <customShpInfo spid="_x0000_s1097"/>
    <customShpInfo spid="_x0000_s1096"/>
    <customShpInfo spid="_x0000_s1099"/>
    <customShpInfo spid="_x0000_s1098"/>
    <customShpInfo spid="_x0000_s1101"/>
    <customShpInfo spid="_x0000_s1100"/>
    <customShpInfo spid="_x0000_s1103"/>
    <customShpInfo spid="_x0000_s1102"/>
    <customShpInfo spid="_x0000_s1105"/>
    <customShpInfo spid="_x0000_s1104"/>
    <customShpInfo spid="_x0000_s1107"/>
    <customShpInfo spid="_x0000_s1106"/>
    <customShpInfo spid="_x0000_s1109"/>
    <customShpInfo spid="_x0000_s1108"/>
    <customShpInfo spid="_x0000_s1111"/>
    <customShpInfo spid="_x0000_s1110"/>
    <customShpInfo spid="_x0000_s1113"/>
    <customShpInfo spid="_x0000_s1112"/>
    <customShpInfo spid="_x0000_s1115"/>
    <customShpInfo spid="_x0000_s1114"/>
    <customShpInfo spid="_x0000_s1117"/>
    <customShpInfo spid="_x0000_s1116"/>
    <customShpInfo spid="_x0000_s1119"/>
    <customShpInfo spid="_x0000_s1118"/>
    <customShpInfo spid="_x0000_s1121"/>
    <customShpInfo spid="_x0000_s1120"/>
    <customShpInfo spid="_x0000_s1123"/>
    <customShpInfo spid="_x0000_s1122"/>
    <customShpInfo spid="_x0000_s1125"/>
    <customShpInfo spid="_x0000_s1124"/>
    <customShpInfo spid="_x0000_s1127"/>
    <customShpInfo spid="_x0000_s1126"/>
    <customShpInfo spid="_x0000_s1129"/>
    <customShpInfo spid="_x0000_s1128"/>
    <customShpInfo spid="_x0000_s1131"/>
    <customShpInfo spid="_x0000_s1130"/>
    <customShpInfo spid="_x0000_s1133"/>
    <customShpInfo spid="_x0000_s1132"/>
    <customShpInfo spid="_x0000_s1135"/>
    <customShpInfo spid="_x0000_s1134"/>
    <customShpInfo spid="_x0000_s1137"/>
    <customShpInfo spid="_x0000_s1136"/>
    <customShpInfo spid="_x0000_s1139"/>
    <customShpInfo spid="_x0000_s1138"/>
    <customShpInfo spid="_x0000_s1141"/>
    <customShpInfo spid="_x0000_s1140"/>
    <customShpInfo spid="_x0000_s1143"/>
    <customShpInfo spid="_x0000_s1142"/>
    <customShpInfo spid="_x0000_s1145"/>
    <customShpInfo spid="_x0000_s1144"/>
    <customShpInfo spid="_x0000_s1147"/>
    <customShpInfo spid="_x0000_s1146"/>
    <customShpInfo spid="_x0000_s1149"/>
    <customShpInfo spid="_x0000_s1148"/>
    <customShpInfo spid="_x0000_s1151"/>
    <customShpInfo spid="_x0000_s1150"/>
    <customShpInfo spid="_x0000_s1153"/>
    <customShpInfo spid="_x0000_s1152"/>
    <customShpInfo spid="_x0000_s1155"/>
    <customShpInfo spid="_x0000_s1154"/>
    <customShpInfo spid="_x0000_s1157"/>
    <customShpInfo spid="_x0000_s1156"/>
    <customShpInfo spid="_x0000_s1159"/>
    <customShpInfo spid="_x0000_s1158"/>
    <customShpInfo spid="_x0000_s1161"/>
    <customShpInfo spid="_x0000_s1160"/>
    <customShpInfo spid="_x0000_s1163"/>
    <customShpInfo spid="_x0000_s1162"/>
    <customShpInfo spid="_x0000_s1165"/>
    <customShpInfo spid="_x0000_s1164"/>
    <customShpInfo spid="_x0000_s1167"/>
    <customShpInfo spid="_x0000_s1166"/>
    <customShpInfo spid="_x0000_s1169"/>
    <customShpInfo spid="_x0000_s1168"/>
    <customShpInfo spid="_x0000_s1171"/>
    <customShpInfo spid="_x0000_s1170"/>
    <customShpInfo spid="_x0000_s1173"/>
    <customShpInfo spid="_x0000_s1172"/>
    <customShpInfo spid="_x0000_s1175"/>
    <customShpInfo spid="_x0000_s1174"/>
    <customShpInfo spid="_x0000_s1177"/>
    <customShpInfo spid="_x0000_s1176"/>
    <customShpInfo spid="_x0000_s1179"/>
    <customShpInfo spid="_x0000_s1178"/>
    <customShpInfo spid="_x0000_s1181"/>
    <customShpInfo spid="_x0000_s1180"/>
    <customShpInfo spid="_x0000_s1183"/>
    <customShpInfo spid="_x0000_s1182"/>
    <customShpInfo spid="_x0000_s1185"/>
    <customShpInfo spid="_x0000_s1184"/>
    <customShpInfo spid="_x0000_s1187"/>
    <customShpInfo spid="_x0000_s1186"/>
    <customShpInfo spid="_x0000_s1189"/>
    <customShpInfo spid="_x0000_s1188"/>
    <customShpInfo spid="_x0000_s1191"/>
    <customShpInfo spid="_x0000_s1190"/>
    <customShpInfo spid="_x0000_s1193"/>
    <customShpInfo spid="_x0000_s1192"/>
    <customShpInfo spid="_x0000_s1195"/>
    <customShpInfo spid="_x0000_s1194"/>
    <customShpInfo spid="_x0000_s1197"/>
    <customShpInfo spid="_x0000_s1196"/>
    <customShpInfo spid="_x0000_s1199"/>
    <customShpInfo spid="_x0000_s1198"/>
    <customShpInfo spid="_x0000_s1201"/>
    <customShpInfo spid="_x0000_s1200"/>
    <customShpInfo spid="_x0000_s1203"/>
    <customShpInfo spid="_x0000_s1202"/>
    <customShpInfo spid="_x0000_s1205"/>
    <customShpInfo spid="_x0000_s1204"/>
    <customShpInfo spid="_x0000_s1207"/>
    <customShpInfo spid="_x0000_s1206"/>
    <customShpInfo spid="_x0000_s1209"/>
    <customShpInfo spid="_x0000_s1208"/>
    <customShpInfo spid="_x0000_s1211"/>
    <customShpInfo spid="_x0000_s1210"/>
    <customShpInfo spid="_x0000_s1213"/>
    <customShpInfo spid="_x0000_s1212"/>
    <customShpInfo spid="_x0000_s1215"/>
    <customShpInfo spid="_x0000_s1214"/>
    <customShpInfo spid="_x0000_s1217"/>
    <customShpInfo spid="_x0000_s1216"/>
    <customShpInfo spid="_x0000_s1219"/>
    <customShpInfo spid="_x0000_s1218"/>
    <customShpInfo spid="_x0000_s1221"/>
    <customShpInfo spid="_x0000_s1220"/>
    <customShpInfo spid="_x0000_s1223"/>
    <customShpInfo spid="_x0000_s1222"/>
    <customShpInfo spid="_x0000_s1225"/>
    <customShpInfo spid="_x0000_s1224"/>
    <customShpInfo spid="_x0000_s1227"/>
    <customShpInfo spid="_x0000_s1226"/>
    <customShpInfo spid="_x0000_s1229"/>
    <customShpInfo spid="_x0000_s1228"/>
    <customShpInfo spid="_x0000_s1231"/>
    <customShpInfo spid="_x0000_s1230"/>
    <customShpInfo spid="_x0000_s1233"/>
    <customShpInfo spid="_x0000_s1232"/>
    <customShpInfo spid="_x0000_s1235"/>
    <customShpInfo spid="_x0000_s1234"/>
    <customShpInfo spid="_x0000_s1237"/>
    <customShpInfo spid="_x0000_s1236"/>
    <customShpInfo spid="_x0000_s1239"/>
    <customShpInfo spid="_x0000_s1238"/>
    <customShpInfo spid="_x0000_s1241"/>
    <customShpInfo spid="_x0000_s1240"/>
    <customShpInfo spid="_x0000_s1243"/>
    <customShpInfo spid="_x0000_s1242"/>
    <customShpInfo spid="_x0000_s1245"/>
    <customShpInfo spid="_x0000_s1244"/>
    <customShpInfo spid="_x0000_s1247"/>
    <customShpInfo spid="_x0000_s1246"/>
    <customShpInfo spid="_x0000_s1249"/>
    <customShpInfo spid="_x0000_s1248"/>
    <customShpInfo spid="_x0000_s1251"/>
    <customShpInfo spid="_x0000_s1250"/>
    <customShpInfo spid="_x0000_s1253"/>
    <customShpInfo spid="_x0000_s1252"/>
    <customShpInfo spid="_x0000_s1255"/>
    <customShpInfo spid="_x0000_s1254"/>
    <customShpInfo spid="_x0000_s1257"/>
    <customShpInfo spid="_x0000_s1256"/>
    <customShpInfo spid="_x0000_s1259"/>
    <customShpInfo spid="_x0000_s1258"/>
    <customShpInfo spid="_x0000_s1261"/>
    <customShpInfo spid="_x0000_s1260"/>
    <customShpInfo spid="_x0000_s1263"/>
    <customShpInfo spid="_x0000_s1262"/>
    <customShpInfo spid="_x0000_s1265"/>
    <customShpInfo spid="_x0000_s1264"/>
    <customShpInfo spid="_x0000_s1267"/>
    <customShpInfo spid="_x0000_s1266"/>
    <customShpInfo spid="_x0000_s1269"/>
    <customShpInfo spid="_x0000_s1268"/>
    <customShpInfo spid="_x0000_s1271"/>
    <customShpInfo spid="_x0000_s1270"/>
    <customShpInfo spid="_x0000_s1273"/>
    <customShpInfo spid="_x0000_s1272"/>
    <customShpInfo spid="_x0000_s1275"/>
    <customShpInfo spid="_x0000_s1274"/>
    <customShpInfo spid="_x0000_s1277"/>
    <customShpInfo spid="_x0000_s1276"/>
    <customShpInfo spid="_x0000_s1279"/>
    <customShpInfo spid="_x0000_s1278"/>
    <customShpInfo spid="_x0000_s1281"/>
    <customShpInfo spid="_x0000_s1280"/>
    <customShpInfo spid="_x0000_s1283"/>
    <customShpInfo spid="_x0000_s1282"/>
    <customShpInfo spid="_x0000_s1285"/>
    <customShpInfo spid="_x0000_s1284"/>
    <customShpInfo spid="_x0000_s1287"/>
    <customShpInfo spid="_x0000_s1286"/>
    <customShpInfo spid="_x0000_s1289"/>
    <customShpInfo spid="_x0000_s1288"/>
    <customShpInfo spid="_x0000_s1291"/>
    <customShpInfo spid="_x0000_s1290"/>
    <customShpInfo spid="_x0000_s1293"/>
    <customShpInfo spid="_x0000_s1292"/>
    <customShpInfo spid="_x0000_s1295"/>
    <customShpInfo spid="_x0000_s1294"/>
    <customShpInfo spid="_x0000_s1297"/>
    <customShpInfo spid="_x0000_s1296"/>
    <customShpInfo spid="_x0000_s1299"/>
    <customShpInfo spid="_x0000_s1298"/>
    <customShpInfo spid="_x0000_s1301"/>
    <customShpInfo spid="_x0000_s1300"/>
    <customShpInfo spid="_x0000_s1303"/>
    <customShpInfo spid="_x0000_s1302"/>
    <customShpInfo spid="_x0000_s1305"/>
    <customShpInfo spid="_x0000_s1304"/>
    <customShpInfo spid="_x0000_s1307"/>
    <customShpInfo spid="_x0000_s1306"/>
    <customShpInfo spid="_x0000_s1309"/>
    <customShpInfo spid="_x0000_s1308"/>
    <customShpInfo spid="_x0000_s1311"/>
    <customShpInfo spid="_x0000_s1310"/>
    <customShpInfo spid="_x0000_s1313"/>
    <customShpInfo spid="_x0000_s1312"/>
    <customShpInfo spid="_x0000_s1315"/>
    <customShpInfo spid="_x0000_s1314"/>
    <customShpInfo spid="_x0000_s1317"/>
    <customShpInfo spid="_x0000_s1316"/>
    <customShpInfo spid="_x0000_s1319"/>
    <customShpInfo spid="_x0000_s1318"/>
    <customShpInfo spid="_x0000_s1321"/>
    <customShpInfo spid="_x0000_s1320"/>
    <customShpInfo spid="_x0000_s1323"/>
    <customShpInfo spid="_x0000_s1322"/>
    <customShpInfo spid="_x0000_s1325"/>
    <customShpInfo spid="_x0000_s1324"/>
    <customShpInfo spid="_x0000_s1327"/>
    <customShpInfo spid="_x0000_s1326"/>
    <customShpInfo spid="_x0000_s1329"/>
    <customShpInfo spid="_x0000_s1328"/>
    <customShpInfo spid="_x0000_s1331"/>
    <customShpInfo spid="_x0000_s1330"/>
    <customShpInfo spid="_x0000_s1333"/>
    <customShpInfo spid="_x0000_s1332"/>
    <customShpInfo spid="_x0000_s1335"/>
    <customShpInfo spid="_x0000_s1334"/>
    <customShpInfo spid="_x0000_s1337"/>
    <customShpInfo spid="_x0000_s1336"/>
    <customShpInfo spid="_x0000_s1339"/>
    <customShpInfo spid="_x0000_s1338"/>
    <customShpInfo spid="_x0000_s1341"/>
    <customShpInfo spid="_x0000_s1340"/>
    <customShpInfo spid="_x0000_s1343"/>
    <customShpInfo spid="_x0000_s1342"/>
    <customShpInfo spid="_x0000_s1345"/>
    <customShpInfo spid="_x0000_s1344"/>
    <customShpInfo spid="_x0000_s1347"/>
    <customShpInfo spid="_x0000_s1346"/>
    <customShpInfo spid="_x0000_s1349"/>
    <customShpInfo spid="_x0000_s1348"/>
    <customShpInfo spid="_x0000_s1351"/>
    <customShpInfo spid="_x0000_s1350"/>
    <customShpInfo spid="_x0000_s1353"/>
    <customShpInfo spid="_x0000_s1352"/>
    <customShpInfo spid="_x0000_s1355"/>
    <customShpInfo spid="_x0000_s1354"/>
    <customShpInfo spid="_x0000_s1357"/>
    <customShpInfo spid="_x0000_s1356"/>
    <customShpInfo spid="_x0000_s1359"/>
    <customShpInfo spid="_x0000_s1358"/>
    <customShpInfo spid="_x0000_s1361"/>
    <customShpInfo spid="_x0000_s1360"/>
    <customShpInfo spid="_x0000_s1363"/>
    <customShpInfo spid="_x0000_s1362"/>
    <customShpInfo spid="_x0000_s1365"/>
    <customShpInfo spid="_x0000_s1364"/>
    <customShpInfo spid="_x0000_s1367"/>
    <customShpInfo spid="_x0000_s1366"/>
    <customShpInfo spid="_x0000_s1369"/>
    <customShpInfo spid="_x0000_s1368"/>
    <customShpInfo spid="_x0000_s1371"/>
    <customShpInfo spid="_x0000_s1370"/>
    <customShpInfo spid="_x0000_s1373"/>
    <customShpInfo spid="_x0000_s1372"/>
    <customShpInfo spid="_x0000_s1375"/>
    <customShpInfo spid="_x0000_s1374"/>
    <customShpInfo spid="_x0000_s1377"/>
    <customShpInfo spid="_x0000_s1376"/>
    <customShpInfo spid="_x0000_s1379"/>
    <customShpInfo spid="_x0000_s1378"/>
    <customShpInfo spid="_x0000_s1381"/>
    <customShpInfo spid="_x0000_s1380"/>
    <customShpInfo spid="_x0000_s1383"/>
    <customShpInfo spid="_x0000_s1382"/>
    <customShpInfo spid="_x0000_s1385"/>
    <customShpInfo spid="_x0000_s1384"/>
    <customShpInfo spid="_x0000_s1387"/>
    <customShpInfo spid="_x0000_s1386"/>
    <customShpInfo spid="_x0000_s1389"/>
    <customShpInfo spid="_x0000_s1388"/>
    <customShpInfo spid="_x0000_s1391"/>
    <customShpInfo spid="_x0000_s1390"/>
    <customShpInfo spid="_x0000_s1393"/>
    <customShpInfo spid="_x0000_s1392"/>
    <customShpInfo spid="_x0000_s1395"/>
    <customShpInfo spid="_x0000_s1394"/>
    <customShpInfo spid="_x0000_s1397"/>
    <customShpInfo spid="_x0000_s1396"/>
    <customShpInfo spid="_x0000_s1399"/>
    <customShpInfo spid="_x0000_s1398"/>
    <customShpInfo spid="_x0000_s1401"/>
    <customShpInfo spid="_x0000_s1400"/>
    <customShpInfo spid="_x0000_s1403"/>
    <customShpInfo spid="_x0000_s1402"/>
    <customShpInfo spid="_x0000_s1405"/>
    <customShpInfo spid="_x0000_s1404"/>
    <customShpInfo spid="_x0000_s1407"/>
    <customShpInfo spid="_x0000_s1406"/>
    <customShpInfo spid="_x0000_s1409"/>
    <customShpInfo spid="_x0000_s1408"/>
    <customShpInfo spid="_x0000_s1411"/>
    <customShpInfo spid="_x0000_s1410"/>
    <customShpInfo spid="_x0000_s1413"/>
    <customShpInfo spid="_x0000_s1412"/>
    <customShpInfo spid="_x0000_s1415"/>
    <customShpInfo spid="_x0000_s1414"/>
    <customShpInfo spid="_x0000_s1417"/>
    <customShpInfo spid="_x0000_s1416"/>
    <customShpInfo spid="_x0000_s1419"/>
    <customShpInfo spid="_x0000_s1418"/>
    <customShpInfo spid="_x0000_s1421"/>
    <customShpInfo spid="_x0000_s1420"/>
    <customShpInfo spid="_x0000_s1423"/>
    <customShpInfo spid="_x0000_s1422"/>
    <customShpInfo spid="_x0000_s1425"/>
    <customShpInfo spid="_x0000_s1424"/>
    <customShpInfo spid="_x0000_s1427"/>
    <customShpInfo spid="_x0000_s1426"/>
    <customShpInfo spid="_x0000_s1429"/>
    <customShpInfo spid="_x0000_s1428"/>
    <customShpInfo spid="_x0000_s1431"/>
    <customShpInfo spid="_x0000_s1430"/>
    <customShpInfo spid="_x0000_s1433"/>
    <customShpInfo spid="_x0000_s1432"/>
    <customShpInfo spid="_x0000_s1435"/>
    <customShpInfo spid="_x0000_s1434"/>
    <customShpInfo spid="_x0000_s1437"/>
    <customShpInfo spid="_x0000_s1436"/>
    <customShpInfo spid="_x0000_s1439"/>
    <customShpInfo spid="_x0000_s1438"/>
    <customShpInfo spid="_x0000_s1441"/>
    <customShpInfo spid="_x0000_s1440"/>
    <customShpInfo spid="_x0000_s1443"/>
    <customShpInfo spid="_x0000_s1442"/>
    <customShpInfo spid="_x0000_s1445"/>
    <customShpInfo spid="_x0000_s1444"/>
    <customShpInfo spid="_x0000_s1447"/>
    <customShpInfo spid="_x0000_s1446"/>
    <customShpInfo spid="_x0000_s1449"/>
    <customShpInfo spid="_x0000_s1448"/>
    <customShpInfo spid="_x0000_s1451"/>
    <customShpInfo spid="_x0000_s1450"/>
    <customShpInfo spid="_x0000_s1453"/>
    <customShpInfo spid="_x0000_s1452"/>
    <customShpInfo spid="_x0000_s1455"/>
    <customShpInfo spid="_x0000_s1454"/>
    <customShpInfo spid="_x0000_s1457"/>
    <customShpInfo spid="_x0000_s1456"/>
    <customShpInfo spid="_x0000_s1459"/>
    <customShpInfo spid="_x0000_s1458"/>
    <customShpInfo spid="_x0000_s1461"/>
    <customShpInfo spid="_x0000_s1460"/>
    <customShpInfo spid="_x0000_s1463"/>
    <customShpInfo spid="_x0000_s1462"/>
    <customShpInfo spid="_x0000_s1465"/>
    <customShpInfo spid="_x0000_s1464"/>
    <customShpInfo spid="_x0000_s1467"/>
    <customShpInfo spid="_x0000_s1466"/>
    <customShpInfo spid="_x0000_s1469"/>
    <customShpInfo spid="_x0000_s1468"/>
    <customShpInfo spid="_x0000_s1471"/>
    <customShpInfo spid="_x0000_s1470"/>
    <customShpInfo spid="_x0000_s1473"/>
    <customShpInfo spid="_x0000_s1472"/>
    <customShpInfo spid="_x0000_s1475"/>
    <customShpInfo spid="_x0000_s1474"/>
    <customShpInfo spid="_x0000_s1477"/>
    <customShpInfo spid="_x0000_s1476"/>
    <customShpInfo spid="_x0000_s1479"/>
    <customShpInfo spid="_x0000_s1478"/>
    <customShpInfo spid="_x0000_s1481"/>
    <customShpInfo spid="_x0000_s1480"/>
    <customShpInfo spid="_x0000_s1483"/>
    <customShpInfo spid="_x0000_s1482"/>
    <customShpInfo spid="_x0000_s1485"/>
    <customShpInfo spid="_x0000_s1484"/>
    <customShpInfo spid="_x0000_s1487"/>
    <customShpInfo spid="_x0000_s1486"/>
    <customShpInfo spid="_x0000_s1489"/>
    <customShpInfo spid="_x0000_s1488"/>
    <customShpInfo spid="_x0000_s1491"/>
    <customShpInfo spid="_x0000_s1490"/>
    <customShpInfo spid="_x0000_s1493"/>
    <customShpInfo spid="_x0000_s1492"/>
    <customShpInfo spid="_x0000_s1495"/>
    <customShpInfo spid="_x0000_s1494"/>
    <customShpInfo spid="_x0000_s1497"/>
    <customShpInfo spid="_x0000_s1496"/>
    <customShpInfo spid="_x0000_s1499"/>
    <customShpInfo spid="_x0000_s1498"/>
    <customShpInfo spid="_x0000_s1501"/>
    <customShpInfo spid="_x0000_s1500"/>
    <customShpInfo spid="_x0000_s1503"/>
    <customShpInfo spid="_x0000_s1502"/>
    <customShpInfo spid="_x0000_s1505"/>
    <customShpInfo spid="_x0000_s1504"/>
    <customShpInfo spid="_x0000_s1507"/>
    <customShpInfo spid="_x0000_s1506"/>
    <customShpInfo spid="_x0000_s1509"/>
    <customShpInfo spid="_x0000_s1508"/>
    <customShpInfo spid="_x0000_s1511"/>
    <customShpInfo spid="_x0000_s1510"/>
    <customShpInfo spid="_x0000_s1513"/>
    <customShpInfo spid="_x0000_s1512"/>
    <customShpInfo spid="_x0000_s1515"/>
    <customShpInfo spid="_x0000_s1514"/>
    <customShpInfo spid="_x0000_s1517"/>
    <customShpInfo spid="_x0000_s1516"/>
    <customShpInfo spid="_x0000_s1519"/>
    <customShpInfo spid="_x0000_s1518"/>
    <customShpInfo spid="_x0000_s1521"/>
    <customShpInfo spid="_x0000_s1520"/>
    <customShpInfo spid="_x0000_s1523"/>
    <customShpInfo spid="_x0000_s1522"/>
    <customShpInfo spid="_x0000_s1525"/>
    <customShpInfo spid="_x0000_s1524"/>
    <customShpInfo spid="_x0000_s1527"/>
    <customShpInfo spid="_x0000_s1526"/>
    <customShpInfo spid="_x0000_s1529"/>
    <customShpInfo spid="_x0000_s1528"/>
    <customShpInfo spid="_x0000_s1531"/>
    <customShpInfo spid="_x0000_s1530"/>
    <customShpInfo spid="_x0000_s1533"/>
    <customShpInfo spid="_x0000_s1532"/>
    <customShpInfo spid="_x0000_s1535"/>
    <customShpInfo spid="_x0000_s1534"/>
    <customShpInfo spid="_x0000_s1537"/>
    <customShpInfo spid="_x0000_s1536"/>
    <customShpInfo spid="_x0000_s1539"/>
    <customShpInfo spid="_x0000_s1538"/>
    <customShpInfo spid="_x0000_s1541"/>
    <customShpInfo spid="_x0000_s1540"/>
    <customShpInfo spid="_x0000_s1543"/>
    <customShpInfo spid="_x0000_s1542"/>
    <customShpInfo spid="_x0000_s1545"/>
    <customShpInfo spid="_x0000_s1544"/>
    <customShpInfo spid="_x0000_s1547"/>
    <customShpInfo spid="_x0000_s1546"/>
    <customShpInfo spid="_x0000_s1549"/>
    <customShpInfo spid="_x0000_s1548"/>
    <customShpInfo spid="_x0000_s1551"/>
    <customShpInfo spid="_x0000_s1550"/>
    <customShpInfo spid="_x0000_s1553"/>
    <customShpInfo spid="_x0000_s1552"/>
    <customShpInfo spid="_x0000_s1555"/>
    <customShpInfo spid="_x0000_s1554"/>
    <customShpInfo spid="_x0000_s1557"/>
    <customShpInfo spid="_x0000_s1556"/>
    <customShpInfo spid="_x0000_s1559"/>
    <customShpInfo spid="_x0000_s1558"/>
    <customShpInfo spid="_x0000_s1561"/>
    <customShpInfo spid="_x0000_s1560"/>
    <customShpInfo spid="_x0000_s1563"/>
    <customShpInfo spid="_x0000_s1562"/>
    <customShpInfo spid="_x0000_s1565"/>
    <customShpInfo spid="_x0000_s1564"/>
    <customShpInfo spid="_x0000_s1567"/>
    <customShpInfo spid="_x0000_s1566"/>
    <customShpInfo spid="_x0000_s1569"/>
    <customShpInfo spid="_x0000_s1568"/>
    <customShpInfo spid="_x0000_s1571"/>
    <customShpInfo spid="_x0000_s1570"/>
    <customShpInfo spid="_x0000_s1573"/>
    <customShpInfo spid="_x0000_s1572"/>
    <customShpInfo spid="_x0000_s1575"/>
    <customShpInfo spid="_x0000_s1574"/>
    <customShpInfo spid="_x0000_s1577"/>
    <customShpInfo spid="_x0000_s1576"/>
    <customShpInfo spid="_x0000_s1579"/>
    <customShpInfo spid="_x0000_s1578"/>
    <customShpInfo spid="_x0000_s1581"/>
    <customShpInfo spid="_x0000_s1580"/>
    <customShpInfo spid="_x0000_s1583"/>
    <customShpInfo spid="_x0000_s1582"/>
    <customShpInfo spid="_x0000_s1585"/>
    <customShpInfo spid="_x0000_s1584"/>
    <customShpInfo spid="_x0000_s1587"/>
    <customShpInfo spid="_x0000_s1586"/>
    <customShpInfo spid="_x0000_s1589"/>
    <customShpInfo spid="_x0000_s1588"/>
    <customShpInfo spid="_x0000_s1591"/>
    <customShpInfo spid="_x0000_s1590"/>
    <customShpInfo spid="_x0000_s1593"/>
    <customShpInfo spid="_x0000_s1592"/>
    <customShpInfo spid="_x0000_s1595"/>
    <customShpInfo spid="_x0000_s1594"/>
    <customShpInfo spid="_x0000_s1597"/>
    <customShpInfo spid="_x0000_s1596"/>
    <customShpInfo spid="_x0000_s1599"/>
    <customShpInfo spid="_x0000_s1598"/>
    <customShpInfo spid="_x0000_s1601"/>
    <customShpInfo spid="_x0000_s1600"/>
    <customShpInfo spid="_x0000_s1603"/>
    <customShpInfo spid="_x0000_s1602"/>
    <customShpInfo spid="_x0000_s1605"/>
    <customShpInfo spid="_x0000_s1604"/>
    <customShpInfo spid="_x0000_s1607"/>
    <customShpInfo spid="_x0000_s1606"/>
    <customShpInfo spid="_x0000_s1609"/>
    <customShpInfo spid="_x0000_s1608"/>
    <customShpInfo spid="_x0000_s1611"/>
    <customShpInfo spid="_x0000_s1610"/>
    <customShpInfo spid="_x0000_s1613"/>
    <customShpInfo spid="_x0000_s1612"/>
    <customShpInfo spid="_x0000_s1615"/>
    <customShpInfo spid="_x0000_s1614"/>
    <customShpInfo spid="_x0000_s1617"/>
    <customShpInfo spid="_x0000_s1616"/>
    <customShpInfo spid="_x0000_s1619"/>
    <customShpInfo spid="_x0000_s1618"/>
    <customShpInfo spid="_x0000_s1621"/>
    <customShpInfo spid="_x0000_s1620"/>
    <customShpInfo spid="_x0000_s1623"/>
    <customShpInfo spid="_x0000_s1622"/>
    <customShpInfo spid="_x0000_s1625"/>
    <customShpInfo spid="_x0000_s1624"/>
    <customShpInfo spid="_x0000_s1627"/>
    <customShpInfo spid="_x0000_s1626"/>
    <customShpInfo spid="_x0000_s1629"/>
    <customShpInfo spid="_x0000_s1628"/>
    <customShpInfo spid="_x0000_s1631"/>
    <customShpInfo spid="_x0000_s1630"/>
    <customShpInfo spid="_x0000_s1633"/>
    <customShpInfo spid="_x0000_s1632"/>
    <customShpInfo spid="_x0000_s1635"/>
    <customShpInfo spid="_x0000_s1634"/>
    <customShpInfo spid="_x0000_s1637"/>
    <customShpInfo spid="_x0000_s1636"/>
    <customShpInfo spid="_x0000_s1639"/>
    <customShpInfo spid="_x0000_s1638"/>
    <customShpInfo spid="_x0000_s1641"/>
    <customShpInfo spid="_x0000_s1640"/>
    <customShpInfo spid="_x0000_s1643"/>
    <customShpInfo spid="_x0000_s1642"/>
    <customShpInfo spid="_x0000_s1645"/>
    <customShpInfo spid="_x0000_s1644"/>
    <customShpInfo spid="_x0000_s1647"/>
    <customShpInfo spid="_x0000_s1646"/>
    <customShpInfo spid="_x0000_s1649"/>
    <customShpInfo spid="_x0000_s1648"/>
    <customShpInfo spid="_x0000_s1651"/>
    <customShpInfo spid="_x0000_s1650"/>
    <customShpInfo spid="_x0000_s1653"/>
    <customShpInfo spid="_x0000_s1652"/>
    <customShpInfo spid="_x0000_s1655"/>
    <customShpInfo spid="_x0000_s1654"/>
    <customShpInfo spid="_x0000_s1657"/>
    <customShpInfo spid="_x0000_s1656"/>
    <customShpInfo spid="_x0000_s1659"/>
    <customShpInfo spid="_x0000_s1658"/>
    <customShpInfo spid="_x0000_s1661"/>
    <customShpInfo spid="_x0000_s1660"/>
    <customShpInfo spid="_x0000_s1663"/>
    <customShpInfo spid="_x0000_s1662"/>
    <customShpInfo spid="_x0000_s1665"/>
    <customShpInfo spid="_x0000_s1664"/>
    <customShpInfo spid="_x0000_s1667"/>
    <customShpInfo spid="_x0000_s1666"/>
    <customShpInfo spid="_x0000_s1669"/>
    <customShpInfo spid="_x0000_s1668"/>
    <customShpInfo spid="_x0000_s1671"/>
    <customShpInfo spid="_x0000_s1670"/>
    <customShpInfo spid="_x0000_s1673"/>
    <customShpInfo spid="_x0000_s1672"/>
    <customShpInfo spid="_x0000_s1675"/>
    <customShpInfo spid="_x0000_s1674"/>
    <customShpInfo spid="_x0000_s1677"/>
    <customShpInfo spid="_x0000_s1676"/>
    <customShpInfo spid="_x0000_s1073"/>
    <customShpInfo spid="_x0000_s1680"/>
    <customShpInfo spid="_x0000_s1679"/>
    <customShpInfo spid="_x0000_s1682"/>
    <customShpInfo spid="_x0000_s1681"/>
    <customShpInfo spid="_x0000_s1684"/>
    <customShpInfo spid="_x0000_s1683"/>
    <customShpInfo spid="_x0000_s1686"/>
    <customShpInfo spid="_x0000_s1685"/>
    <customShpInfo spid="_x0000_s1688"/>
    <customShpInfo spid="_x0000_s1687"/>
    <customShpInfo spid="_x0000_s1690"/>
    <customShpInfo spid="_x0000_s1689"/>
    <customShpInfo spid="_x0000_s1692"/>
    <customShpInfo spid="_x0000_s1691"/>
    <customShpInfo spid="_x0000_s1694"/>
    <customShpInfo spid="_x0000_s1693"/>
    <customShpInfo spid="_x0000_s1696"/>
    <customShpInfo spid="_x0000_s1695"/>
    <customShpInfo spid="_x0000_s1698"/>
    <customShpInfo spid="_x0000_s1697"/>
    <customShpInfo spid="_x0000_s1700"/>
    <customShpInfo spid="_x0000_s1699"/>
    <customShpInfo spid="_x0000_s1702"/>
    <customShpInfo spid="_x0000_s1701"/>
    <customShpInfo spid="_x0000_s1704"/>
    <customShpInfo spid="_x0000_s1703"/>
    <customShpInfo spid="_x0000_s1706"/>
    <customShpInfo spid="_x0000_s1705"/>
    <customShpInfo spid="_x0000_s1708"/>
    <customShpInfo spid="_x0000_s1707"/>
    <customShpInfo spid="_x0000_s1710"/>
    <customShpInfo spid="_x0000_s1709"/>
    <customShpInfo spid="_x0000_s1712"/>
    <customShpInfo spid="_x0000_s1711"/>
    <customShpInfo spid="_x0000_s1714"/>
    <customShpInfo spid="_x0000_s1713"/>
    <customShpInfo spid="_x0000_s1716"/>
    <customShpInfo spid="_x0000_s1715"/>
    <customShpInfo spid="_x0000_s1718"/>
    <customShpInfo spid="_x0000_s1717"/>
    <customShpInfo spid="_x0000_s1720"/>
    <customShpInfo spid="_x0000_s1719"/>
    <customShpInfo spid="_x0000_s1722"/>
    <customShpInfo spid="_x0000_s1721"/>
    <customShpInfo spid="_x0000_s1724"/>
    <customShpInfo spid="_x0000_s1723"/>
    <customShpInfo spid="_x0000_s1726"/>
    <customShpInfo spid="_x0000_s1725"/>
    <customShpInfo spid="_x0000_s1728"/>
    <customShpInfo spid="_x0000_s1727"/>
    <customShpInfo spid="_x0000_s1730"/>
    <customShpInfo spid="_x0000_s1729"/>
    <customShpInfo spid="_x0000_s1732"/>
    <customShpInfo spid="_x0000_s1731"/>
    <customShpInfo spid="_x0000_s1734"/>
    <customShpInfo spid="_x0000_s1733"/>
    <customShpInfo spid="_x0000_s1736"/>
    <customShpInfo spid="_x0000_s1735"/>
    <customShpInfo spid="_x0000_s1738"/>
    <customShpInfo spid="_x0000_s1737"/>
    <customShpInfo spid="_x0000_s1740"/>
    <customShpInfo spid="_x0000_s1739"/>
    <customShpInfo spid="_x0000_s1742"/>
    <customShpInfo spid="_x0000_s1741"/>
    <customShpInfo spid="_x0000_s1744"/>
    <customShpInfo spid="_x0000_s1743"/>
    <customShpInfo spid="_x0000_s1746"/>
    <customShpInfo spid="_x0000_s1745"/>
    <customShpInfo spid="_x0000_s1748"/>
    <customShpInfo spid="_x0000_s1747"/>
    <customShpInfo spid="_x0000_s1750"/>
    <customShpInfo spid="_x0000_s1749"/>
    <customShpInfo spid="_x0000_s1752"/>
    <customShpInfo spid="_x0000_s1751"/>
    <customShpInfo spid="_x0000_s1754"/>
    <customShpInfo spid="_x0000_s1753"/>
    <customShpInfo spid="_x0000_s1756"/>
    <customShpInfo spid="_x0000_s1755"/>
    <customShpInfo spid="_x0000_s1758"/>
    <customShpInfo spid="_x0000_s1757"/>
    <customShpInfo spid="_x0000_s1760"/>
    <customShpInfo spid="_x0000_s1759"/>
    <customShpInfo spid="_x0000_s1762"/>
    <customShpInfo spid="_x0000_s1761"/>
    <customShpInfo spid="_x0000_s1764"/>
    <customShpInfo spid="_x0000_s1763"/>
    <customShpInfo spid="_x0000_s1766"/>
    <customShpInfo spid="_x0000_s1765"/>
    <customShpInfo spid="_x0000_s1768"/>
    <customShpInfo spid="_x0000_s1767"/>
    <customShpInfo spid="_x0000_s1770"/>
    <customShpInfo spid="_x0000_s1769"/>
    <customShpInfo spid="_x0000_s1772"/>
    <customShpInfo spid="_x0000_s1771"/>
    <customShpInfo spid="_x0000_s1774"/>
    <customShpInfo spid="_x0000_s1773"/>
    <customShpInfo spid="_x0000_s1776"/>
    <customShpInfo spid="_x0000_s1775"/>
    <customShpInfo spid="_x0000_s1778"/>
    <customShpInfo spid="_x0000_s1777"/>
    <customShpInfo spid="_x0000_s1780"/>
    <customShpInfo spid="_x0000_s1779"/>
    <customShpInfo spid="_x0000_s1782"/>
    <customShpInfo spid="_x0000_s1781"/>
    <customShpInfo spid="_x0000_s1784"/>
    <customShpInfo spid="_x0000_s1783"/>
    <customShpInfo spid="_x0000_s1786"/>
    <customShpInfo spid="_x0000_s1785"/>
    <customShpInfo spid="_x0000_s1788"/>
    <customShpInfo spid="_x0000_s1787"/>
    <customShpInfo spid="_x0000_s1790"/>
    <customShpInfo spid="_x0000_s1789"/>
    <customShpInfo spid="_x0000_s1792"/>
    <customShpInfo spid="_x0000_s1791"/>
    <customShpInfo spid="_x0000_s1794"/>
    <customShpInfo spid="_x0000_s1793"/>
    <customShpInfo spid="_x0000_s1796"/>
    <customShpInfo spid="_x0000_s1795"/>
    <customShpInfo spid="_x0000_s1798"/>
    <customShpInfo spid="_x0000_s1797"/>
    <customShpInfo spid="_x0000_s1800"/>
    <customShpInfo spid="_x0000_s1799"/>
    <customShpInfo spid="_x0000_s1802"/>
    <customShpInfo spid="_x0000_s1801"/>
    <customShpInfo spid="_x0000_s1804"/>
    <customShpInfo spid="_x0000_s1803"/>
    <customShpInfo spid="_x0000_s1806"/>
    <customShpInfo spid="_x0000_s1805"/>
    <customShpInfo spid="_x0000_s1808"/>
    <customShpInfo spid="_x0000_s1807"/>
    <customShpInfo spid="_x0000_s1810"/>
    <customShpInfo spid="_x0000_s1809"/>
    <customShpInfo spid="_x0000_s1812"/>
    <customShpInfo spid="_x0000_s1811"/>
    <customShpInfo spid="_x0000_s1814"/>
    <customShpInfo spid="_x0000_s1813"/>
    <customShpInfo spid="_x0000_s1816"/>
    <customShpInfo spid="_x0000_s1815"/>
    <customShpInfo spid="_x0000_s1818"/>
    <customShpInfo spid="_x0000_s1817"/>
    <customShpInfo spid="_x0000_s1820"/>
    <customShpInfo spid="_x0000_s1819"/>
    <customShpInfo spid="_x0000_s1822"/>
    <customShpInfo spid="_x0000_s1821"/>
    <customShpInfo spid="_x0000_s1824"/>
    <customShpInfo spid="_x0000_s1823"/>
    <customShpInfo spid="_x0000_s1826"/>
    <customShpInfo spid="_x0000_s1825"/>
    <customShpInfo spid="_x0000_s1828"/>
    <customShpInfo spid="_x0000_s1827"/>
    <customShpInfo spid="_x0000_s1830"/>
    <customShpInfo spid="_x0000_s1829"/>
    <customShpInfo spid="_x0000_s1832"/>
    <customShpInfo spid="_x0000_s1831"/>
    <customShpInfo spid="_x0000_s1834"/>
    <customShpInfo spid="_x0000_s1833"/>
    <customShpInfo spid="_x0000_s1836"/>
    <customShpInfo spid="_x0000_s1835"/>
    <customShpInfo spid="_x0000_s1838"/>
    <customShpInfo spid="_x0000_s1837"/>
    <customShpInfo spid="_x0000_s1840"/>
    <customShpInfo spid="_x0000_s1839"/>
    <customShpInfo spid="_x0000_s1842"/>
    <customShpInfo spid="_x0000_s1841"/>
    <customShpInfo spid="_x0000_s1844"/>
    <customShpInfo spid="_x0000_s1843"/>
    <customShpInfo spid="_x0000_s1846"/>
    <customShpInfo spid="_x0000_s1845"/>
    <customShpInfo spid="_x0000_s1848"/>
    <customShpInfo spid="_x0000_s1847"/>
    <customShpInfo spid="_x0000_s1850"/>
    <customShpInfo spid="_x0000_s1849"/>
    <customShpInfo spid="_x0000_s1852"/>
    <customShpInfo spid="_x0000_s1851"/>
    <customShpInfo spid="_x0000_s1854"/>
    <customShpInfo spid="_x0000_s1853"/>
    <customShpInfo spid="_x0000_s1856"/>
    <customShpInfo spid="_x0000_s1855"/>
    <customShpInfo spid="_x0000_s1858"/>
    <customShpInfo spid="_x0000_s1857"/>
    <customShpInfo spid="_x0000_s1860"/>
    <customShpInfo spid="_x0000_s1859"/>
    <customShpInfo spid="_x0000_s1862"/>
    <customShpInfo spid="_x0000_s1861"/>
    <customShpInfo spid="_x0000_s1864"/>
    <customShpInfo spid="_x0000_s1863"/>
    <customShpInfo spid="_x0000_s1866"/>
    <customShpInfo spid="_x0000_s1865"/>
    <customShpInfo spid="_x0000_s1868"/>
    <customShpInfo spid="_x0000_s1867"/>
    <customShpInfo spid="_x0000_s1870"/>
    <customShpInfo spid="_x0000_s1869"/>
    <customShpInfo spid="_x0000_s1872"/>
    <customShpInfo spid="_x0000_s1871"/>
    <customShpInfo spid="_x0000_s1874"/>
    <customShpInfo spid="_x0000_s1873"/>
    <customShpInfo spid="_x0000_s1876"/>
    <customShpInfo spid="_x0000_s1875"/>
    <customShpInfo spid="_x0000_s1878"/>
    <customShpInfo spid="_x0000_s1877"/>
    <customShpInfo spid="_x0000_s1880"/>
    <customShpInfo spid="_x0000_s1879"/>
    <customShpInfo spid="_x0000_s1882"/>
    <customShpInfo spid="_x0000_s1881"/>
    <customShpInfo spid="_x0000_s1884"/>
    <customShpInfo spid="_x0000_s1883"/>
    <customShpInfo spid="_x0000_s1886"/>
    <customShpInfo spid="_x0000_s1885"/>
    <customShpInfo spid="_x0000_s1888"/>
    <customShpInfo spid="_x0000_s1887"/>
    <customShpInfo spid="_x0000_s1890"/>
    <customShpInfo spid="_x0000_s1889"/>
    <customShpInfo spid="_x0000_s1892"/>
    <customShpInfo spid="_x0000_s1891"/>
    <customShpInfo spid="_x0000_s1894"/>
    <customShpInfo spid="_x0000_s1893"/>
    <customShpInfo spid="_x0000_s1896"/>
    <customShpInfo spid="_x0000_s1895"/>
    <customShpInfo spid="_x0000_s1898"/>
    <customShpInfo spid="_x0000_s1897"/>
    <customShpInfo spid="_x0000_s1900"/>
    <customShpInfo spid="_x0000_s1899"/>
    <customShpInfo spid="_x0000_s1902"/>
    <customShpInfo spid="_x0000_s1901"/>
    <customShpInfo spid="_x0000_s1904"/>
    <customShpInfo spid="_x0000_s1903"/>
    <customShpInfo spid="_x0000_s1906"/>
    <customShpInfo spid="_x0000_s1905"/>
    <customShpInfo spid="_x0000_s1908"/>
    <customShpInfo spid="_x0000_s1907"/>
    <customShpInfo spid="_x0000_s1910"/>
    <customShpInfo spid="_x0000_s1909"/>
    <customShpInfo spid="_x0000_s1912"/>
    <customShpInfo spid="_x0000_s1911"/>
    <customShpInfo spid="_x0000_s1914"/>
    <customShpInfo spid="_x0000_s1913"/>
    <customShpInfo spid="_x0000_s1916"/>
    <customShpInfo spid="_x0000_s1915"/>
    <customShpInfo spid="_x0000_s1918"/>
    <customShpInfo spid="_x0000_s1917"/>
    <customShpInfo spid="_x0000_s1920"/>
    <customShpInfo spid="_x0000_s1919"/>
    <customShpInfo spid="_x0000_s1922"/>
    <customShpInfo spid="_x0000_s1921"/>
    <customShpInfo spid="_x0000_s1924"/>
    <customShpInfo spid="_x0000_s1923"/>
    <customShpInfo spid="_x0000_s1926"/>
    <customShpInfo spid="_x0000_s1925"/>
    <customShpInfo spid="_x0000_s1928"/>
    <customShpInfo spid="_x0000_s1927"/>
    <customShpInfo spid="_x0000_s1930"/>
    <customShpInfo spid="_x0000_s1929"/>
    <customShpInfo spid="_x0000_s1932"/>
    <customShpInfo spid="_x0000_s1931"/>
    <customShpInfo spid="_x0000_s1934"/>
    <customShpInfo spid="_x0000_s1933"/>
    <customShpInfo spid="_x0000_s1936"/>
    <customShpInfo spid="_x0000_s1935"/>
    <customShpInfo spid="_x0000_s1938"/>
    <customShpInfo spid="_x0000_s1937"/>
    <customShpInfo spid="_x0000_s1940"/>
    <customShpInfo spid="_x0000_s1939"/>
    <customShpInfo spid="_x0000_s1942"/>
    <customShpInfo spid="_x0000_s1941"/>
    <customShpInfo spid="_x0000_s1944"/>
    <customShpInfo spid="_x0000_s1943"/>
    <customShpInfo spid="_x0000_s1946"/>
    <customShpInfo spid="_x0000_s1945"/>
    <customShpInfo spid="_x0000_s1948"/>
    <customShpInfo spid="_x0000_s1947"/>
    <customShpInfo spid="_x0000_s1950"/>
    <customShpInfo spid="_x0000_s1949"/>
    <customShpInfo spid="_x0000_s1952"/>
    <customShpInfo spid="_x0000_s1951"/>
    <customShpInfo spid="_x0000_s1954"/>
    <customShpInfo spid="_x0000_s1953"/>
    <customShpInfo spid="_x0000_s1956"/>
    <customShpInfo spid="_x0000_s1955"/>
    <customShpInfo spid="_x0000_s1958"/>
    <customShpInfo spid="_x0000_s1957"/>
    <customShpInfo spid="_x0000_s1960"/>
    <customShpInfo spid="_x0000_s1959"/>
    <customShpInfo spid="_x0000_s1962"/>
    <customShpInfo spid="_x0000_s1961"/>
    <customShpInfo spid="_x0000_s1964"/>
    <customShpInfo spid="_x0000_s1963"/>
    <customShpInfo spid="_x0000_s1966"/>
    <customShpInfo spid="_x0000_s1965"/>
    <customShpInfo spid="_x0000_s1968"/>
    <customShpInfo spid="_x0000_s1967"/>
    <customShpInfo spid="_x0000_s1970"/>
    <customShpInfo spid="_x0000_s1969"/>
    <customShpInfo spid="_x0000_s1972"/>
    <customShpInfo spid="_x0000_s1971"/>
    <customShpInfo spid="_x0000_s1974"/>
    <customShpInfo spid="_x0000_s1973"/>
    <customShpInfo spid="_x0000_s1976"/>
    <customShpInfo spid="_x0000_s1975"/>
    <customShpInfo spid="_x0000_s1978"/>
    <customShpInfo spid="_x0000_s1977"/>
    <customShpInfo spid="_x0000_s1980"/>
    <customShpInfo spid="_x0000_s1979"/>
    <customShpInfo spid="_x0000_s1982"/>
    <customShpInfo spid="_x0000_s1981"/>
    <customShpInfo spid="_x0000_s1984"/>
    <customShpInfo spid="_x0000_s1983"/>
    <customShpInfo spid="_x0000_s1986"/>
    <customShpInfo spid="_x0000_s1985"/>
    <customShpInfo spid="_x0000_s1988"/>
    <customShpInfo spid="_x0000_s1987"/>
    <customShpInfo spid="_x0000_s1990"/>
    <customShpInfo spid="_x0000_s1989"/>
    <customShpInfo spid="_x0000_s1992"/>
    <customShpInfo spid="_x0000_s1991"/>
    <customShpInfo spid="_x0000_s1994"/>
    <customShpInfo spid="_x0000_s1993"/>
    <customShpInfo spid="_x0000_s1996"/>
    <customShpInfo spid="_x0000_s1995"/>
    <customShpInfo spid="_x0000_s1998"/>
    <customShpInfo spid="_x0000_s1997"/>
    <customShpInfo spid="_x0000_s2000"/>
    <customShpInfo spid="_x0000_s1999"/>
    <customShpInfo spid="_x0000_s2002"/>
    <customShpInfo spid="_x0000_s2001"/>
    <customShpInfo spid="_x0000_s2004"/>
    <customShpInfo spid="_x0000_s2003"/>
    <customShpInfo spid="_x0000_s2006"/>
    <customShpInfo spid="_x0000_s2005"/>
    <customShpInfo spid="_x0000_s2008"/>
    <customShpInfo spid="_x0000_s2007"/>
    <customShpInfo spid="_x0000_s2010"/>
    <customShpInfo spid="_x0000_s2009"/>
    <customShpInfo spid="_x0000_s2012"/>
    <customShpInfo spid="_x0000_s2011"/>
    <customShpInfo spid="_x0000_s2014"/>
    <customShpInfo spid="_x0000_s2013"/>
    <customShpInfo spid="_x0000_s2016"/>
    <customShpInfo spid="_x0000_s2015"/>
    <customShpInfo spid="_x0000_s2018"/>
    <customShpInfo spid="_x0000_s2017"/>
    <customShpInfo spid="_x0000_s2020"/>
    <customShpInfo spid="_x0000_s2019"/>
    <customShpInfo spid="_x0000_s2022"/>
    <customShpInfo spid="_x0000_s2021"/>
    <customShpInfo spid="_x0000_s2024"/>
    <customShpInfo spid="_x0000_s2023"/>
    <customShpInfo spid="_x0000_s2026"/>
    <customShpInfo spid="_x0000_s2025"/>
    <customShpInfo spid="_x0000_s2028"/>
    <customShpInfo spid="_x0000_s2027"/>
    <customShpInfo spid="_x0000_s2030"/>
    <customShpInfo spid="_x0000_s2029"/>
    <customShpInfo spid="_x0000_s2032"/>
    <customShpInfo spid="_x0000_s2031"/>
    <customShpInfo spid="_x0000_s2034"/>
    <customShpInfo spid="_x0000_s2033"/>
    <customShpInfo spid="_x0000_s2036"/>
    <customShpInfo spid="_x0000_s2035"/>
    <customShpInfo spid="_x0000_s2038"/>
    <customShpInfo spid="_x0000_s2037"/>
    <customShpInfo spid="_x0000_s2040"/>
    <customShpInfo spid="_x0000_s2039"/>
    <customShpInfo spid="_x0000_s2042"/>
    <customShpInfo spid="_x0000_s2041"/>
    <customShpInfo spid="_x0000_s2044"/>
    <customShpInfo spid="_x0000_s2043"/>
    <customShpInfo spid="_x0000_s2046"/>
    <customShpInfo spid="_x0000_s2045"/>
    <customShpInfo spid="_x0000_s3072"/>
    <customShpInfo spid="_x0000_s2047"/>
    <customShpInfo spid="_x0000_s3074"/>
    <customShpInfo spid="_x0000_s3073"/>
    <customShpInfo spid="_x0000_s3076"/>
    <customShpInfo spid="_x0000_s3075"/>
    <customShpInfo spid="_x0000_s3078"/>
    <customShpInfo spid="_x0000_s3077"/>
    <customShpInfo spid="_x0000_s3080"/>
    <customShpInfo spid="_x0000_s3079"/>
    <customShpInfo spid="_x0000_s3082"/>
    <customShpInfo spid="_x0000_s3081"/>
    <customShpInfo spid="_x0000_s3084"/>
    <customShpInfo spid="_x0000_s3083"/>
    <customShpInfo spid="_x0000_s3086"/>
    <customShpInfo spid="_x0000_s3085"/>
    <customShpInfo spid="_x0000_s3088"/>
    <customShpInfo spid="_x0000_s3087"/>
    <customShpInfo spid="_x0000_s3090"/>
    <customShpInfo spid="_x0000_s3089"/>
    <customShpInfo spid="_x0000_s3092"/>
    <customShpInfo spid="_x0000_s3091"/>
    <customShpInfo spid="_x0000_s3094"/>
    <customShpInfo spid="_x0000_s3093"/>
    <customShpInfo spid="_x0000_s3096"/>
    <customShpInfo spid="_x0000_s3095"/>
    <customShpInfo spid="_x0000_s3098"/>
    <customShpInfo spid="_x0000_s3097"/>
    <customShpInfo spid="_x0000_s3100"/>
    <customShpInfo spid="_x0000_s3099"/>
    <customShpInfo spid="_x0000_s3102"/>
    <customShpInfo spid="_x0000_s3101"/>
    <customShpInfo spid="_x0000_s3104"/>
    <customShpInfo spid="_x0000_s3103"/>
    <customShpInfo spid="_x0000_s3106"/>
    <customShpInfo spid="_x0000_s3105"/>
    <customShpInfo spid="_x0000_s3108"/>
    <customShpInfo spid="_x0000_s3107"/>
    <customShpInfo spid="_x0000_s3110"/>
    <customShpInfo spid="_x0000_s3109"/>
    <customShpInfo spid="_x0000_s3112"/>
    <customShpInfo spid="_x0000_s3111"/>
    <customShpInfo spid="_x0000_s3114"/>
    <customShpInfo spid="_x0000_s3113"/>
    <customShpInfo spid="_x0000_s3116"/>
    <customShpInfo spid="_x0000_s3115"/>
    <customShpInfo spid="_x0000_s3118"/>
    <customShpInfo spid="_x0000_s3117"/>
    <customShpInfo spid="_x0000_s3120"/>
    <customShpInfo spid="_x0000_s3119"/>
    <customShpInfo spid="_x0000_s3122"/>
    <customShpInfo spid="_x0000_s3121"/>
    <customShpInfo spid="_x0000_s3124"/>
    <customShpInfo spid="_x0000_s3123"/>
    <customShpInfo spid="_x0000_s3126"/>
    <customShpInfo spid="_x0000_s3125"/>
    <customShpInfo spid="_x0000_s3128"/>
    <customShpInfo spid="_x0000_s3127"/>
    <customShpInfo spid="_x0000_s3130"/>
    <customShpInfo spid="_x0000_s3129"/>
    <customShpInfo spid="_x0000_s3132"/>
    <customShpInfo spid="_x0000_s3131"/>
    <customShpInfo spid="_x0000_s3134"/>
    <customShpInfo spid="_x0000_s3133"/>
    <customShpInfo spid="_x0000_s3136"/>
    <customShpInfo spid="_x0000_s3135"/>
    <customShpInfo spid="_x0000_s3138"/>
    <customShpInfo spid="_x0000_s3137"/>
    <customShpInfo spid="_x0000_s3140"/>
    <customShpInfo spid="_x0000_s3139"/>
    <customShpInfo spid="_x0000_s3142"/>
    <customShpInfo spid="_x0000_s3141"/>
    <customShpInfo spid="_x0000_s3144"/>
    <customShpInfo spid="_x0000_s3143"/>
    <customShpInfo spid="_x0000_s3146"/>
    <customShpInfo spid="_x0000_s3145"/>
    <customShpInfo spid="_x0000_s3148"/>
    <customShpInfo spid="_x0000_s3147"/>
    <customShpInfo spid="_x0000_s3150"/>
    <customShpInfo spid="_x0000_s3149"/>
    <customShpInfo spid="_x0000_s3152"/>
    <customShpInfo spid="_x0000_s3151"/>
    <customShpInfo spid="_x0000_s3154"/>
    <customShpInfo spid="_x0000_s3153"/>
    <customShpInfo spid="_x0000_s3156"/>
    <customShpInfo spid="_x0000_s3155"/>
    <customShpInfo spid="_x0000_s3158"/>
    <customShpInfo spid="_x0000_s3157"/>
    <customShpInfo spid="_x0000_s3160"/>
    <customShpInfo spid="_x0000_s3159"/>
    <customShpInfo spid="_x0000_s3162"/>
    <customShpInfo spid="_x0000_s3161"/>
    <customShpInfo spid="_x0000_s3164"/>
    <customShpInfo spid="_x0000_s3163"/>
    <customShpInfo spid="_x0000_s3166"/>
    <customShpInfo spid="_x0000_s3165"/>
    <customShpInfo spid="_x0000_s3168"/>
    <customShpInfo spid="_x0000_s3167"/>
    <customShpInfo spid="_x0000_s3170"/>
    <customShpInfo spid="_x0000_s3169"/>
    <customShpInfo spid="_x0000_s3172"/>
    <customShpInfo spid="_x0000_s3171"/>
    <customShpInfo spid="_x0000_s3174"/>
    <customShpInfo spid="_x0000_s3173"/>
    <customShpInfo spid="_x0000_s3176"/>
    <customShpInfo spid="_x0000_s3175"/>
    <customShpInfo spid="_x0000_s3178"/>
    <customShpInfo spid="_x0000_s3177"/>
    <customShpInfo spid="_x0000_s3180"/>
    <customShpInfo spid="_x0000_s3179"/>
    <customShpInfo spid="_x0000_s3182"/>
    <customShpInfo spid="_x0000_s3181"/>
    <customShpInfo spid="_x0000_s3184"/>
    <customShpInfo spid="_x0000_s3183"/>
    <customShpInfo spid="_x0000_s3186"/>
    <customShpInfo spid="_x0000_s3185"/>
    <customShpInfo spid="_x0000_s3188"/>
    <customShpInfo spid="_x0000_s3187"/>
    <customShpInfo spid="_x0000_s3190"/>
    <customShpInfo spid="_x0000_s3189"/>
    <customShpInfo spid="_x0000_s3192"/>
    <customShpInfo spid="_x0000_s3191"/>
    <customShpInfo spid="_x0000_s3194"/>
    <customShpInfo spid="_x0000_s3193"/>
    <customShpInfo spid="_x0000_s3196"/>
    <customShpInfo spid="_x0000_s3195"/>
    <customShpInfo spid="_x0000_s3198"/>
    <customShpInfo spid="_x0000_s3197"/>
    <customShpInfo spid="_x0000_s3200"/>
    <customShpInfo spid="_x0000_s3199"/>
    <customShpInfo spid="_x0000_s3202"/>
    <customShpInfo spid="_x0000_s3201"/>
    <customShpInfo spid="_x0000_s3204"/>
    <customShpInfo spid="_x0000_s3203"/>
    <customShpInfo spid="_x0000_s3206"/>
    <customShpInfo spid="_x0000_s3205"/>
    <customShpInfo spid="_x0000_s3208"/>
    <customShpInfo spid="_x0000_s3207"/>
    <customShpInfo spid="_x0000_s3210"/>
    <customShpInfo spid="_x0000_s3209"/>
    <customShpInfo spid="_x0000_s3212"/>
    <customShpInfo spid="_x0000_s3211"/>
    <customShpInfo spid="_x0000_s3214"/>
    <customShpInfo spid="_x0000_s3213"/>
    <customShpInfo spid="_x0000_s3216"/>
    <customShpInfo spid="_x0000_s3215"/>
    <customShpInfo spid="_x0000_s3218"/>
    <customShpInfo spid="_x0000_s3217"/>
    <customShpInfo spid="_x0000_s3220"/>
    <customShpInfo spid="_x0000_s3219"/>
    <customShpInfo spid="_x0000_s3222"/>
    <customShpInfo spid="_x0000_s3221"/>
    <customShpInfo spid="_x0000_s3224"/>
    <customShpInfo spid="_x0000_s3223"/>
    <customShpInfo spid="_x0000_s3226"/>
    <customShpInfo spid="_x0000_s3225"/>
    <customShpInfo spid="_x0000_s3228"/>
    <customShpInfo spid="_x0000_s3227"/>
    <customShpInfo spid="_x0000_s3230"/>
    <customShpInfo spid="_x0000_s3229"/>
    <customShpInfo spid="_x0000_s3232"/>
    <customShpInfo spid="_x0000_s3231"/>
    <customShpInfo spid="_x0000_s3234"/>
    <customShpInfo spid="_x0000_s3233"/>
    <customShpInfo spid="_x0000_s3236"/>
    <customShpInfo spid="_x0000_s3235"/>
    <customShpInfo spid="_x0000_s3238"/>
    <customShpInfo spid="_x0000_s3237"/>
    <customShpInfo spid="_x0000_s3240"/>
    <customShpInfo spid="_x0000_s3239"/>
    <customShpInfo spid="_x0000_s3242"/>
    <customShpInfo spid="_x0000_s3241"/>
    <customShpInfo spid="_x0000_s3244"/>
    <customShpInfo spid="_x0000_s3243"/>
    <customShpInfo spid="_x0000_s3246"/>
    <customShpInfo spid="_x0000_s3245"/>
    <customShpInfo spid="_x0000_s3248"/>
    <customShpInfo spid="_x0000_s3247"/>
    <customShpInfo spid="_x0000_s3250"/>
    <customShpInfo spid="_x0000_s3249"/>
    <customShpInfo spid="_x0000_s3252"/>
    <customShpInfo spid="_x0000_s3251"/>
    <customShpInfo spid="_x0000_s3254"/>
    <customShpInfo spid="_x0000_s3253"/>
    <customShpInfo spid="_x0000_s3256"/>
    <customShpInfo spid="_x0000_s3255"/>
    <customShpInfo spid="_x0000_s3258"/>
    <customShpInfo spid="_x0000_s3257"/>
    <customShpInfo spid="_x0000_s3260"/>
    <customShpInfo spid="_x0000_s3259"/>
    <customShpInfo spid="_x0000_s3262"/>
    <customShpInfo spid="_x0000_s3261"/>
    <customShpInfo spid="_x0000_s3264"/>
    <customShpInfo spid="_x0000_s3263"/>
    <customShpInfo spid="_x0000_s3266"/>
    <customShpInfo spid="_x0000_s3265"/>
    <customShpInfo spid="_x0000_s3268"/>
    <customShpInfo spid="_x0000_s3267"/>
    <customShpInfo spid="_x0000_s3270"/>
    <customShpInfo spid="_x0000_s3269"/>
    <customShpInfo spid="_x0000_s3272"/>
    <customShpInfo spid="_x0000_s3271"/>
    <customShpInfo spid="_x0000_s3274"/>
    <customShpInfo spid="_x0000_s3273"/>
    <customShpInfo spid="_x0000_s3276"/>
    <customShpInfo spid="_x0000_s3275"/>
    <customShpInfo spid="_x0000_s3278"/>
    <customShpInfo spid="_x0000_s3277"/>
    <customShpInfo spid="_x0000_s3280"/>
    <customShpInfo spid="_x0000_s3279"/>
    <customShpInfo spid="_x0000_s3282"/>
    <customShpInfo spid="_x0000_s3281"/>
    <customShpInfo spid="_x0000_s3284"/>
    <customShpInfo spid="_x0000_s3283"/>
    <customShpInfo spid="_x0000_s3286"/>
    <customShpInfo spid="_x0000_s3285"/>
    <customShpInfo spid="_x0000_s3288"/>
    <customShpInfo spid="_x0000_s3287"/>
    <customShpInfo spid="_x0000_s3290"/>
    <customShpInfo spid="_x0000_s3289"/>
    <customShpInfo spid="_x0000_s3292"/>
    <customShpInfo spid="_x0000_s3291"/>
    <customShpInfo spid="_x0000_s3294"/>
    <customShpInfo spid="_x0000_s3293"/>
    <customShpInfo spid="_x0000_s3296"/>
    <customShpInfo spid="_x0000_s3295"/>
    <customShpInfo spid="_x0000_s3298"/>
    <customShpInfo spid="_x0000_s3297"/>
    <customShpInfo spid="_x0000_s3300"/>
    <customShpInfo spid="_x0000_s3299"/>
    <customShpInfo spid="_x0000_s3302"/>
    <customShpInfo spid="_x0000_s3301"/>
    <customShpInfo spid="_x0000_s3304"/>
    <customShpInfo spid="_x0000_s3303"/>
    <customShpInfo spid="_x0000_s3306"/>
    <customShpInfo spid="_x0000_s3305"/>
    <customShpInfo spid="_x0000_s3308"/>
    <customShpInfo spid="_x0000_s3307"/>
    <customShpInfo spid="_x0000_s3310"/>
    <customShpInfo spid="_x0000_s3309"/>
    <customShpInfo spid="_x0000_s3312"/>
    <customShpInfo spid="_x0000_s3311"/>
    <customShpInfo spid="_x0000_s3314"/>
    <customShpInfo spid="_x0000_s3313"/>
    <customShpInfo spid="_x0000_s3316"/>
    <customShpInfo spid="_x0000_s3315"/>
    <customShpInfo spid="_x0000_s3318"/>
    <customShpInfo spid="_x0000_s3317"/>
    <customShpInfo spid="_x0000_s3320"/>
    <customShpInfo spid="_x0000_s3319"/>
    <customShpInfo spid="_x0000_s3322"/>
    <customShpInfo spid="_x0000_s3321"/>
    <customShpInfo spid="_x0000_s3324"/>
    <customShpInfo spid="_x0000_s3323"/>
    <customShpInfo spid="_x0000_s3326"/>
    <customShpInfo spid="_x0000_s3325"/>
    <customShpInfo spid="_x0000_s3328"/>
    <customShpInfo spid="_x0000_s3327"/>
    <customShpInfo spid="_x0000_s3330"/>
    <customShpInfo spid="_x0000_s3329"/>
    <customShpInfo spid="_x0000_s3332"/>
    <customShpInfo spid="_x0000_s3331"/>
    <customShpInfo spid="_x0000_s3334"/>
    <customShpInfo spid="_x0000_s3333"/>
    <customShpInfo spid="_x0000_s3336"/>
    <customShpInfo spid="_x0000_s3335"/>
    <customShpInfo spid="_x0000_s3338"/>
    <customShpInfo spid="_x0000_s3337"/>
    <customShpInfo spid="_x0000_s3340"/>
    <customShpInfo spid="_x0000_s3339"/>
    <customShpInfo spid="_x0000_s3342"/>
    <customShpInfo spid="_x0000_s3341"/>
    <customShpInfo spid="_x0000_s3344"/>
    <customShpInfo spid="_x0000_s3343"/>
    <customShpInfo spid="_x0000_s3346"/>
    <customShpInfo spid="_x0000_s3345"/>
    <customShpInfo spid="_x0000_s3348"/>
    <customShpInfo spid="_x0000_s3347"/>
    <customShpInfo spid="_x0000_s3350"/>
    <customShpInfo spid="_x0000_s3349"/>
    <customShpInfo spid="_x0000_s3352"/>
    <customShpInfo spid="_x0000_s3351"/>
    <customShpInfo spid="_x0000_s3354"/>
    <customShpInfo spid="_x0000_s3353"/>
    <customShpInfo spid="_x0000_s3356"/>
    <customShpInfo spid="_x0000_s3355"/>
    <customShpInfo spid="_x0000_s3358"/>
    <customShpInfo spid="_x0000_s3357"/>
    <customShpInfo spid="_x0000_s3360"/>
    <customShpInfo spid="_x0000_s3359"/>
    <customShpInfo spid="_x0000_s3362"/>
    <customShpInfo spid="_x0000_s3361"/>
    <customShpInfo spid="_x0000_s16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8</Pages>
  <Words>639</Words>
  <Characters>3644</Characters>
  <Lines>0</Lines>
  <Paragraphs>0</Paragraphs>
  <TotalTime>0</TotalTime>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2017-11-16T19:53:00Z</dcterms:created>
  <dc:creator>老倪膏药(招代理)</dc:creator>
  <cp:lastModifiedBy>老倪膏药(招代理)</cp:lastModifiedBy>
  <dcterms:modified xsi:type="dcterms:W3CDTF">2017-11-22T01:41:59Z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