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506"/>
          <w:tab w:val="center" w:pos="4153"/>
        </w:tabs>
        <w:spacing w:line="360" w:lineRule="auto"/>
        <w:ind w:firstLine="480" w:firstLineChars="200"/>
        <w:rPr>
          <w:rFonts w:ascii="宋体" w:hAnsi="宋体" w:cs="宋体"/>
          <w:sz w:val="24"/>
          <w:szCs w:val="24"/>
        </w:rPr>
      </w:pPr>
      <w:r>
        <w:rPr>
          <w:rFonts w:hint="eastAsia" w:ascii="宋体" w:hAnsi="宋体" w:cs="宋体"/>
          <w:sz w:val="24"/>
          <w:szCs w:val="24"/>
        </w:rPr>
        <w:t>六年级上册英语期末试卷人教版</w:t>
      </w:r>
    </w:p>
    <w:p>
      <w:pPr>
        <w:tabs>
          <w:tab w:val="left" w:pos="506"/>
          <w:tab w:val="center" w:pos="4153"/>
        </w:tabs>
        <w:spacing w:line="360" w:lineRule="auto"/>
        <w:ind w:firstLine="480" w:firstLineChars="200"/>
        <w:rPr>
          <w:rFonts w:ascii="宋体" w:cs="宋体"/>
          <w:sz w:val="24"/>
          <w:szCs w:val="24"/>
        </w:rPr>
      </w:pPr>
      <w:r>
        <w:rPr>
          <w:rFonts w:hint="eastAsia" w:ascii="宋体" w:hAnsi="宋体" w:cs="宋体"/>
          <w:sz w:val="24"/>
          <w:szCs w:val="24"/>
        </w:rPr>
        <w:t>一、按要求写词语。</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1.too(</w:t>
      </w:r>
      <w:r>
        <w:rPr>
          <w:rFonts w:hint="eastAsia" w:ascii="宋体" w:hAnsi="宋体" w:cs="宋体"/>
          <w:sz w:val="24"/>
          <w:szCs w:val="24"/>
        </w:rPr>
        <w:t>同音词</w:t>
      </w:r>
      <w:r>
        <w:rPr>
          <w:rFonts w:ascii="宋体" w:hAnsi="宋体" w:cs="宋体"/>
          <w:sz w:val="24"/>
          <w:szCs w:val="24"/>
        </w:rPr>
        <w:t>)___________  2.small(</w:t>
      </w:r>
      <w:r>
        <w:rPr>
          <w:rFonts w:hint="eastAsia" w:ascii="宋体" w:hAnsi="宋体" w:cs="宋体"/>
          <w:sz w:val="24"/>
          <w:szCs w:val="24"/>
        </w:rPr>
        <w:t>反义词</w:t>
      </w:r>
      <w:r>
        <w:rPr>
          <w:rFonts w:ascii="宋体" w:hAnsi="宋体" w:cs="宋体"/>
          <w:sz w:val="24"/>
          <w:szCs w:val="24"/>
        </w:rPr>
        <w:t xml:space="preserve">)________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3.box(</w:t>
      </w:r>
      <w:r>
        <w:rPr>
          <w:rFonts w:hint="eastAsia" w:ascii="宋体" w:hAnsi="宋体" w:cs="宋体"/>
          <w:sz w:val="24"/>
          <w:szCs w:val="24"/>
        </w:rPr>
        <w:t>复数形式</w:t>
      </w:r>
      <w:r>
        <w:rPr>
          <w:rFonts w:ascii="宋体" w:hAnsi="宋体" w:cs="宋体"/>
          <w:sz w:val="24"/>
          <w:szCs w:val="24"/>
        </w:rPr>
        <w:t>) __________  4.sheep(</w:t>
      </w:r>
      <w:r>
        <w:rPr>
          <w:rFonts w:hint="eastAsia" w:ascii="宋体" w:hAnsi="宋体" w:cs="宋体"/>
          <w:sz w:val="24"/>
          <w:szCs w:val="24"/>
        </w:rPr>
        <w:t>复数形式</w:t>
      </w:r>
      <w:r>
        <w:rPr>
          <w:rFonts w:ascii="宋体" w:hAnsi="宋体" w:cs="宋体"/>
          <w:sz w:val="24"/>
          <w:szCs w:val="24"/>
        </w:rPr>
        <w:t xml:space="preserve">)_________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5.new(</w:t>
      </w:r>
      <w:r>
        <w:rPr>
          <w:rFonts w:hint="eastAsia" w:ascii="宋体" w:hAnsi="宋体" w:cs="宋体"/>
          <w:sz w:val="24"/>
          <w:szCs w:val="24"/>
        </w:rPr>
        <w:t>反义词</w:t>
      </w:r>
      <w:r>
        <w:rPr>
          <w:rFonts w:ascii="宋体" w:hAnsi="宋体" w:cs="宋体"/>
          <w:sz w:val="24"/>
          <w:szCs w:val="24"/>
        </w:rPr>
        <w:t>)___________   6. read (</w:t>
      </w:r>
      <w:r>
        <w:rPr>
          <w:rFonts w:hint="eastAsia" w:ascii="宋体" w:hAnsi="宋体" w:cs="宋体"/>
          <w:sz w:val="24"/>
          <w:szCs w:val="24"/>
        </w:rPr>
        <w:t>过去式</w:t>
      </w:r>
      <w:r>
        <w:rPr>
          <w:rFonts w:ascii="宋体" w:hAnsi="宋体" w:cs="宋体"/>
          <w:sz w:val="24"/>
          <w:szCs w:val="24"/>
        </w:rPr>
        <w:t>) ___________</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7.tooth(</w:t>
      </w:r>
      <w:r>
        <w:rPr>
          <w:rFonts w:hint="eastAsia" w:ascii="宋体" w:hAnsi="宋体" w:cs="宋体"/>
          <w:sz w:val="24"/>
          <w:szCs w:val="24"/>
        </w:rPr>
        <w:t>复数形式</w:t>
      </w:r>
      <w:r>
        <w:rPr>
          <w:rFonts w:ascii="宋体" w:hAnsi="宋体" w:cs="宋体"/>
          <w:sz w:val="24"/>
          <w:szCs w:val="24"/>
        </w:rPr>
        <w:t>)_________  8. thin (</w:t>
      </w:r>
      <w:r>
        <w:rPr>
          <w:rFonts w:hint="eastAsia" w:ascii="宋体" w:hAnsi="宋体" w:cs="宋体"/>
          <w:sz w:val="24"/>
          <w:szCs w:val="24"/>
        </w:rPr>
        <w:t>比较级</w:t>
      </w:r>
      <w:r>
        <w:rPr>
          <w:rFonts w:ascii="宋体" w:hAnsi="宋体" w:cs="宋体"/>
          <w:sz w:val="24"/>
          <w:szCs w:val="24"/>
        </w:rPr>
        <w:t xml:space="preserve">) __________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9.swim (</w:t>
      </w:r>
      <w:r>
        <w:rPr>
          <w:rFonts w:hint="eastAsia" w:ascii="宋体" w:hAnsi="宋体" w:cs="宋体"/>
          <w:sz w:val="24"/>
          <w:szCs w:val="24"/>
        </w:rPr>
        <w:t>现在分词</w:t>
      </w:r>
      <w:r>
        <w:rPr>
          <w:rFonts w:ascii="宋体" w:hAnsi="宋体" w:cs="宋体"/>
          <w:sz w:val="24"/>
          <w:szCs w:val="24"/>
        </w:rPr>
        <w:t>) __________</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w:t>
      </w:r>
      <w:r>
        <w:rPr>
          <w:rFonts w:hint="eastAsia" w:ascii="宋体" w:hAnsi="宋体" w:cs="宋体"/>
          <w:sz w:val="24"/>
          <w:szCs w:val="24"/>
        </w:rPr>
        <w:t>二、选择填空。</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1. There are ____ pens in my pencil-box. But there aren</w:t>
      </w:r>
      <w:r>
        <w:rPr>
          <w:rFonts w:hint="eastAsia" w:ascii="宋体" w:hAnsi="宋体" w:cs="宋体"/>
          <w:sz w:val="24"/>
          <w:szCs w:val="24"/>
        </w:rPr>
        <w:t>’</w:t>
      </w:r>
      <w:r>
        <w:rPr>
          <w:rFonts w:ascii="宋体" w:hAnsi="宋体" w:cs="宋体"/>
          <w:sz w:val="24"/>
          <w:szCs w:val="24"/>
        </w:rPr>
        <w:t>t____  pencils in it.</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A. some, some     B. some, any    C, any, any        D. any ,some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)2. The __________ has three __________.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boys watches    B. boys watch   C. boy watches    D. boy watch</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)3. I ________ my room last weekend.</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cleaned    B. clean   C. is clean    D. cleaning</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)4. I get up ___7:oo___the morning.</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at  at           B. at  in           C.in  in   D. in  at</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)5. How can I _______ the cinema?</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get     B. get on    C. get to    D. get out</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)6. He is an _____, he draws pictures.</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actor            B. cleaner          C. artist    D. writer</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)7. My father went _________ a walk last night.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to     B. for    C. at     D. of</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)8. My cousin is  __________ than me.</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younger    B. youngest    C. to young    D. young</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)9. The post office is on your right. You can</w:t>
      </w:r>
      <w:r>
        <w:rPr>
          <w:rFonts w:hint="eastAsia" w:ascii="宋体" w:hAnsi="宋体" w:cs="宋体"/>
          <w:sz w:val="24"/>
          <w:szCs w:val="24"/>
        </w:rPr>
        <w:t>’</w:t>
      </w:r>
      <w:r>
        <w:rPr>
          <w:rFonts w:ascii="宋体" w:hAnsi="宋体" w:cs="宋体"/>
          <w:sz w:val="24"/>
          <w:szCs w:val="24"/>
        </w:rPr>
        <w:t>t _______it.</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see      B. miss      C. look    D. watch</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)10. I like to go ____on Sundays.</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A. fishing          B. to fish           C.fish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w:t>
      </w:r>
      <w:r>
        <w:rPr>
          <w:rFonts w:hint="eastAsia" w:ascii="宋体" w:hAnsi="宋体" w:cs="宋体"/>
          <w:sz w:val="24"/>
          <w:szCs w:val="24"/>
        </w:rPr>
        <w:t>三、从Ⅱ栏中选出能对Ⅰ栏中的句子作出正确反应的答句。</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w:t>
      </w:r>
      <w:r>
        <w:rPr>
          <w:rFonts w:hint="eastAsia" w:ascii="宋体" w:hAnsi="宋体" w:cs="宋体"/>
          <w:sz w:val="24"/>
          <w:szCs w:val="24"/>
        </w:rPr>
        <w:t>Ⅰ</w:t>
      </w:r>
      <w:r>
        <w:rPr>
          <w:rFonts w:ascii="宋体" w:hAnsi="宋体" w:cs="宋体"/>
          <w:sz w:val="24"/>
          <w:szCs w:val="24"/>
        </w:rPr>
        <w:t xml:space="preserve">                        </w:t>
      </w:r>
      <w:r>
        <w:rPr>
          <w:rFonts w:hint="eastAsia" w:ascii="宋体" w:hAnsi="宋体" w:cs="宋体"/>
          <w:sz w:val="24"/>
          <w:szCs w:val="24"/>
        </w:rPr>
        <w:t>Ⅱ</w:t>
      </w:r>
      <w:r>
        <w:rPr>
          <w:rFonts w:ascii="宋体" w:hAnsi="宋体" w:cs="宋体"/>
          <w:sz w:val="24"/>
          <w:szCs w:val="24"/>
        </w:rPr>
        <w:t xml:space="preserve">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1. Your dress is so beautiful.       A. They</w:t>
      </w:r>
      <w:r>
        <w:rPr>
          <w:rFonts w:hint="eastAsia" w:ascii="宋体" w:hAnsi="宋体" w:cs="宋体"/>
          <w:sz w:val="24"/>
          <w:szCs w:val="24"/>
        </w:rPr>
        <w:t>’</w:t>
      </w:r>
      <w:r>
        <w:rPr>
          <w:rFonts w:ascii="宋体" w:hAnsi="宋体" w:cs="宋体"/>
          <w:sz w:val="24"/>
          <w:szCs w:val="24"/>
        </w:rPr>
        <w:t xml:space="preserve">re theirs.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 2. Are monkeys as big as elephants?  B. Thank you.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3. How many buildings can you see?  C. I</w:t>
      </w:r>
      <w:r>
        <w:rPr>
          <w:rFonts w:hint="eastAsia" w:ascii="宋体" w:hAnsi="宋体" w:cs="宋体"/>
          <w:sz w:val="24"/>
          <w:szCs w:val="24"/>
        </w:rPr>
        <w:t>’</w:t>
      </w:r>
      <w:r>
        <w:rPr>
          <w:rFonts w:ascii="宋体" w:hAnsi="宋体" w:cs="宋体"/>
          <w:sz w:val="24"/>
          <w:szCs w:val="24"/>
        </w:rPr>
        <w:t>m hungry.</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4 let</w:t>
      </w:r>
      <w:r>
        <w:rPr>
          <w:rFonts w:hint="eastAsia" w:ascii="宋体" w:hAnsi="宋体" w:cs="宋体"/>
          <w:sz w:val="24"/>
          <w:szCs w:val="24"/>
        </w:rPr>
        <w:t>’</w:t>
      </w:r>
      <w:r>
        <w:rPr>
          <w:rFonts w:ascii="宋体" w:hAnsi="宋体" w:cs="宋体"/>
          <w:sz w:val="24"/>
          <w:szCs w:val="24"/>
        </w:rPr>
        <w:t>s go swimming this afternoon.  D. Great!</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5. Whose socks are they?        E. Yes, I can.</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6 What</w:t>
      </w:r>
      <w:r>
        <w:rPr>
          <w:rFonts w:hint="eastAsia" w:ascii="宋体" w:hAnsi="宋体" w:cs="宋体"/>
          <w:sz w:val="24"/>
          <w:szCs w:val="24"/>
        </w:rPr>
        <w:t>’</w:t>
      </w:r>
      <w:r>
        <w:rPr>
          <w:rFonts w:ascii="宋体" w:hAnsi="宋体" w:cs="宋体"/>
          <w:sz w:val="24"/>
          <w:szCs w:val="24"/>
        </w:rPr>
        <w:t>s the matter?         F. I</w:t>
      </w:r>
      <w:r>
        <w:rPr>
          <w:rFonts w:hint="eastAsia" w:ascii="宋体" w:hAnsi="宋体" w:cs="宋体"/>
          <w:sz w:val="24"/>
          <w:szCs w:val="24"/>
        </w:rPr>
        <w:t>’</w:t>
      </w:r>
      <w:r>
        <w:rPr>
          <w:rFonts w:ascii="宋体" w:hAnsi="宋体" w:cs="宋体"/>
          <w:sz w:val="24"/>
          <w:szCs w:val="24"/>
        </w:rPr>
        <w:t>m sorry to hear that.</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7.Can you make a model plane?   G. I can see seven.</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8.I have a cold today.             H. No, they aren</w:t>
      </w:r>
      <w:r>
        <w:rPr>
          <w:rFonts w:hint="eastAsia" w:ascii="宋体" w:hAnsi="宋体" w:cs="宋体"/>
          <w:sz w:val="24"/>
          <w:szCs w:val="24"/>
        </w:rPr>
        <w:t>’</w:t>
      </w:r>
      <w:r>
        <w:rPr>
          <w:rFonts w:ascii="宋体" w:hAnsi="宋体" w:cs="宋体"/>
          <w:sz w:val="24"/>
          <w:szCs w:val="24"/>
        </w:rPr>
        <w:t>t.</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9.What time is it?                    I. Ok. See you soon.</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10. Shall we meet at three thirty?        J. It's about 8:15.</w:t>
      </w:r>
    </w:p>
    <w:p>
      <w:pPr>
        <w:tabs>
          <w:tab w:val="left" w:pos="506"/>
          <w:tab w:val="center" w:pos="4153"/>
        </w:tabs>
        <w:spacing w:line="360" w:lineRule="auto"/>
        <w:ind w:firstLine="480" w:firstLineChars="200"/>
        <w:rPr>
          <w:rFonts w:ascii="宋体" w:cs="宋体"/>
          <w:sz w:val="24"/>
          <w:szCs w:val="24"/>
        </w:rPr>
      </w:pPr>
      <w:r>
        <w:rPr>
          <w:rFonts w:hint="eastAsia" w:ascii="宋体" w:hAnsi="宋体" w:cs="宋体"/>
          <w:sz w:val="24"/>
          <w:szCs w:val="24"/>
        </w:rPr>
        <w:t>四、连词成句。</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1.  children, are, How, family, there, your, many, in(?)</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2.  likes   he   listening   music   to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3.  to ,are, going, weekend, the ,you, what, do ,on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4.  Mike, last, saw, big, Sunday, a, in, tiger, the, park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5.  go, usually, school, I, to, foot, on, (.) </w:t>
      </w:r>
    </w:p>
    <w:p>
      <w:pPr>
        <w:tabs>
          <w:tab w:val="left" w:pos="506"/>
          <w:tab w:val="center" w:pos="4153"/>
        </w:tabs>
        <w:spacing w:line="360" w:lineRule="auto"/>
        <w:ind w:firstLine="480" w:firstLineChars="200"/>
        <w:rPr>
          <w:rFonts w:ascii="宋体" w:cs="宋体"/>
          <w:sz w:val="24"/>
          <w:szCs w:val="24"/>
        </w:rPr>
      </w:pPr>
      <w:r>
        <w:rPr>
          <w:rFonts w:hint="eastAsia" w:ascii="宋体" w:hAnsi="宋体" w:cs="宋体"/>
          <w:sz w:val="24"/>
          <w:szCs w:val="24"/>
        </w:rPr>
        <w:t>五、</w:t>
      </w:r>
      <w:r>
        <w:rPr>
          <w:rFonts w:ascii="宋体" w:hAnsi="宋体" w:cs="宋体"/>
          <w:sz w:val="24"/>
          <w:szCs w:val="24"/>
        </w:rPr>
        <w:t xml:space="preserve"> </w:t>
      </w:r>
      <w:r>
        <w:rPr>
          <w:rFonts w:hint="eastAsia" w:ascii="宋体" w:hAnsi="宋体" w:cs="宋体"/>
          <w:sz w:val="24"/>
          <w:szCs w:val="24"/>
        </w:rPr>
        <w:t>情景交际。</w:t>
      </w:r>
      <w:r>
        <w:rPr>
          <w:rFonts w:ascii="宋体" w:hAnsi="宋体" w:cs="宋体"/>
          <w:sz w:val="24"/>
          <w:szCs w:val="24"/>
        </w:rPr>
        <w:t xml:space="preserve">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1. </w:t>
      </w:r>
      <w:r>
        <w:rPr>
          <w:rFonts w:hint="eastAsia" w:ascii="宋体" w:hAnsi="宋体" w:cs="宋体"/>
          <w:sz w:val="24"/>
          <w:szCs w:val="24"/>
        </w:rPr>
        <w:t>你想约你的朋友周末去滑冰，你可以说：（</w:t>
      </w:r>
      <w:r>
        <w:rPr>
          <w:rFonts w:ascii="宋体" w:hAnsi="宋体" w:cs="宋体"/>
          <w:sz w:val="24"/>
          <w:szCs w:val="24"/>
        </w:rPr>
        <w:t xml:space="preserve">   </w:t>
      </w:r>
      <w:r>
        <w:rPr>
          <w:rFonts w:hint="eastAsia" w:ascii="宋体" w:hAnsi="宋体" w:cs="宋体"/>
          <w:sz w:val="24"/>
          <w:szCs w:val="24"/>
        </w:rPr>
        <w:t>）</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w:t>
      </w:r>
      <w:r>
        <w:rPr>
          <w:rFonts w:hint="eastAsia" w:ascii="宋体" w:hAnsi="宋体" w:cs="宋体"/>
          <w:sz w:val="24"/>
          <w:szCs w:val="24"/>
        </w:rPr>
        <w:t>．</w:t>
      </w:r>
      <w:r>
        <w:rPr>
          <w:rFonts w:ascii="宋体" w:hAnsi="宋体" w:cs="宋体"/>
          <w:sz w:val="24"/>
          <w:szCs w:val="24"/>
        </w:rPr>
        <w:t>Let's go fishing this weekend.     B</w:t>
      </w:r>
      <w:r>
        <w:rPr>
          <w:rFonts w:hint="eastAsia" w:ascii="宋体" w:hAnsi="宋体" w:cs="宋体"/>
          <w:sz w:val="24"/>
          <w:szCs w:val="24"/>
        </w:rPr>
        <w:t>．</w:t>
      </w:r>
      <w:r>
        <w:rPr>
          <w:rFonts w:ascii="宋体" w:hAnsi="宋体" w:cs="宋体"/>
          <w:sz w:val="24"/>
          <w:szCs w:val="24"/>
        </w:rPr>
        <w:t>Let's go hiking this weekend.</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C</w:t>
      </w:r>
      <w:r>
        <w:rPr>
          <w:rFonts w:hint="eastAsia" w:ascii="宋体" w:hAnsi="宋体" w:cs="宋体"/>
          <w:sz w:val="24"/>
          <w:szCs w:val="24"/>
        </w:rPr>
        <w:t>．</w:t>
      </w:r>
      <w:r>
        <w:rPr>
          <w:rFonts w:ascii="宋体" w:hAnsi="宋体" w:cs="宋体"/>
          <w:sz w:val="24"/>
          <w:szCs w:val="24"/>
        </w:rPr>
        <w:t>Let's go ice-skating this weekend.</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2. </w:t>
      </w:r>
      <w:r>
        <w:rPr>
          <w:rFonts w:hint="eastAsia" w:ascii="宋体" w:hAnsi="宋体" w:cs="宋体"/>
          <w:sz w:val="24"/>
          <w:szCs w:val="24"/>
        </w:rPr>
        <w:t>当别人跟你说：</w:t>
      </w:r>
      <w:r>
        <w:rPr>
          <w:rFonts w:ascii="宋体" w:hAnsi="宋体" w:cs="宋体"/>
          <w:sz w:val="24"/>
          <w:szCs w:val="24"/>
        </w:rPr>
        <w:t>May I borrow your dictionary</w:t>
      </w:r>
      <w:r>
        <w:rPr>
          <w:rFonts w:hint="eastAsia" w:ascii="宋体" w:hAnsi="宋体" w:cs="宋体"/>
          <w:sz w:val="24"/>
          <w:szCs w:val="24"/>
        </w:rPr>
        <w:t>？你回答说：（</w:t>
      </w:r>
      <w:r>
        <w:rPr>
          <w:rFonts w:ascii="宋体" w:hAnsi="宋体" w:cs="宋体"/>
          <w:sz w:val="24"/>
          <w:szCs w:val="24"/>
        </w:rPr>
        <w:t xml:space="preserve">   </w:t>
      </w:r>
      <w:r>
        <w:rPr>
          <w:rFonts w:hint="eastAsia" w:ascii="宋体" w:hAnsi="宋体" w:cs="宋体"/>
          <w:sz w:val="24"/>
          <w:szCs w:val="24"/>
        </w:rPr>
        <w:t>）</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w:t>
      </w:r>
      <w:r>
        <w:rPr>
          <w:rFonts w:hint="eastAsia" w:ascii="宋体" w:hAnsi="宋体" w:cs="宋体"/>
          <w:sz w:val="24"/>
          <w:szCs w:val="24"/>
        </w:rPr>
        <w:t>．</w:t>
      </w:r>
      <w:r>
        <w:rPr>
          <w:rFonts w:ascii="宋体" w:hAnsi="宋体" w:cs="宋体"/>
          <w:sz w:val="24"/>
          <w:szCs w:val="24"/>
        </w:rPr>
        <w:t>OK</w:t>
      </w:r>
      <w:r>
        <w:rPr>
          <w:rFonts w:hint="eastAsia" w:ascii="宋体" w:hAnsi="宋体" w:cs="宋体"/>
          <w:sz w:val="24"/>
          <w:szCs w:val="24"/>
        </w:rPr>
        <w:t>，</w:t>
      </w:r>
      <w:r>
        <w:rPr>
          <w:rFonts w:ascii="宋体" w:hAnsi="宋体" w:cs="宋体"/>
          <w:sz w:val="24"/>
          <w:szCs w:val="24"/>
        </w:rPr>
        <w:t>here you are.     B</w:t>
      </w:r>
      <w:r>
        <w:rPr>
          <w:rFonts w:hint="eastAsia" w:ascii="宋体" w:hAnsi="宋体" w:cs="宋体"/>
          <w:sz w:val="24"/>
          <w:szCs w:val="24"/>
        </w:rPr>
        <w:t>．</w:t>
      </w:r>
      <w:r>
        <w:rPr>
          <w:rFonts w:ascii="宋体" w:hAnsi="宋体" w:cs="宋体"/>
          <w:sz w:val="24"/>
          <w:szCs w:val="24"/>
        </w:rPr>
        <w:t>Fine.     C</w:t>
      </w:r>
      <w:r>
        <w:rPr>
          <w:rFonts w:hint="eastAsia" w:ascii="宋体" w:hAnsi="宋体" w:cs="宋体"/>
          <w:sz w:val="24"/>
          <w:szCs w:val="24"/>
        </w:rPr>
        <w:t>．</w:t>
      </w:r>
      <w:r>
        <w:rPr>
          <w:rFonts w:ascii="宋体" w:hAnsi="宋体" w:cs="宋体"/>
          <w:sz w:val="24"/>
          <w:szCs w:val="24"/>
        </w:rPr>
        <w:t>I don't think so.</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3. </w:t>
      </w:r>
      <w:r>
        <w:rPr>
          <w:rFonts w:hint="eastAsia" w:ascii="宋体" w:hAnsi="宋体" w:cs="宋体"/>
          <w:sz w:val="24"/>
          <w:szCs w:val="24"/>
        </w:rPr>
        <w:t>当别人发生不幸的时候你可以说：（</w:t>
      </w:r>
      <w:r>
        <w:rPr>
          <w:rFonts w:ascii="宋体" w:hAnsi="宋体" w:cs="宋体"/>
          <w:sz w:val="24"/>
          <w:szCs w:val="24"/>
        </w:rPr>
        <w:t xml:space="preserve">   </w:t>
      </w:r>
      <w:r>
        <w:rPr>
          <w:rFonts w:hint="eastAsia" w:ascii="宋体" w:hAnsi="宋体" w:cs="宋体"/>
          <w:sz w:val="24"/>
          <w:szCs w:val="24"/>
        </w:rPr>
        <w:t>）</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w:t>
      </w:r>
      <w:r>
        <w:rPr>
          <w:rFonts w:hint="eastAsia" w:ascii="宋体" w:hAnsi="宋体" w:cs="宋体"/>
          <w:sz w:val="24"/>
          <w:szCs w:val="24"/>
        </w:rPr>
        <w:t>．</w:t>
      </w:r>
      <w:r>
        <w:rPr>
          <w:rFonts w:ascii="宋体" w:hAnsi="宋体" w:cs="宋体"/>
          <w:sz w:val="24"/>
          <w:szCs w:val="24"/>
        </w:rPr>
        <w:t>Not at all.     B</w:t>
      </w:r>
      <w:r>
        <w:rPr>
          <w:rFonts w:hint="eastAsia" w:ascii="宋体" w:hAnsi="宋体" w:cs="宋体"/>
          <w:sz w:val="24"/>
          <w:szCs w:val="24"/>
        </w:rPr>
        <w:t>．</w:t>
      </w:r>
      <w:r>
        <w:rPr>
          <w:rFonts w:ascii="宋体" w:hAnsi="宋体" w:cs="宋体"/>
          <w:sz w:val="24"/>
          <w:szCs w:val="24"/>
        </w:rPr>
        <w:t>I'm sorry to hear that.    C</w:t>
      </w:r>
      <w:r>
        <w:rPr>
          <w:rFonts w:hint="eastAsia" w:ascii="宋体" w:hAnsi="宋体" w:cs="宋体"/>
          <w:sz w:val="24"/>
          <w:szCs w:val="24"/>
        </w:rPr>
        <w:t>．</w:t>
      </w:r>
      <w:r>
        <w:rPr>
          <w:rFonts w:ascii="宋体" w:hAnsi="宋体" w:cs="宋体"/>
          <w:sz w:val="24"/>
          <w:szCs w:val="24"/>
        </w:rPr>
        <w:t xml:space="preserve">You're welcome.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4. </w:t>
      </w:r>
      <w:r>
        <w:rPr>
          <w:rFonts w:hint="eastAsia" w:ascii="宋体" w:hAnsi="宋体" w:cs="宋体"/>
          <w:sz w:val="24"/>
          <w:szCs w:val="24"/>
        </w:rPr>
        <w:t>当你想问别人邮局在哪时，你应先说：（</w:t>
      </w:r>
      <w:r>
        <w:rPr>
          <w:rFonts w:ascii="宋体" w:hAnsi="宋体" w:cs="宋体"/>
          <w:sz w:val="24"/>
          <w:szCs w:val="24"/>
        </w:rPr>
        <w:t xml:space="preserve">   </w:t>
      </w:r>
      <w:r>
        <w:rPr>
          <w:rFonts w:hint="eastAsia" w:ascii="宋体" w:hAnsi="宋体" w:cs="宋体"/>
          <w:sz w:val="24"/>
          <w:szCs w:val="24"/>
        </w:rPr>
        <w:t>）</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w:t>
      </w:r>
      <w:r>
        <w:rPr>
          <w:rFonts w:hint="eastAsia" w:ascii="宋体" w:hAnsi="宋体" w:cs="宋体"/>
          <w:sz w:val="24"/>
          <w:szCs w:val="24"/>
        </w:rPr>
        <w:t>．</w:t>
      </w:r>
      <w:r>
        <w:rPr>
          <w:rFonts w:ascii="宋体" w:hAnsi="宋体" w:cs="宋体"/>
          <w:sz w:val="24"/>
          <w:szCs w:val="24"/>
        </w:rPr>
        <w:t>I' m sorry.     B</w:t>
      </w:r>
      <w:r>
        <w:rPr>
          <w:rFonts w:hint="eastAsia" w:ascii="宋体" w:hAnsi="宋体" w:cs="宋体"/>
          <w:sz w:val="24"/>
          <w:szCs w:val="24"/>
        </w:rPr>
        <w:t>．</w:t>
      </w:r>
      <w:r>
        <w:rPr>
          <w:rFonts w:ascii="宋体" w:hAnsi="宋体" w:cs="宋体"/>
          <w:sz w:val="24"/>
          <w:szCs w:val="24"/>
        </w:rPr>
        <w:t>Hi.        C</w:t>
      </w:r>
      <w:r>
        <w:rPr>
          <w:rFonts w:hint="eastAsia" w:ascii="宋体" w:hAnsi="宋体" w:cs="宋体"/>
          <w:sz w:val="24"/>
          <w:szCs w:val="24"/>
        </w:rPr>
        <w:t>．</w:t>
      </w:r>
      <w:r>
        <w:rPr>
          <w:rFonts w:ascii="宋体" w:hAnsi="宋体" w:cs="宋体"/>
          <w:sz w:val="24"/>
          <w:szCs w:val="24"/>
        </w:rPr>
        <w:t>Excuse  me.</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5. </w:t>
      </w:r>
      <w:r>
        <w:rPr>
          <w:rFonts w:hint="eastAsia" w:ascii="宋体" w:hAnsi="宋体" w:cs="宋体"/>
          <w:sz w:val="24"/>
          <w:szCs w:val="24"/>
        </w:rPr>
        <w:t>当有人对你说</w:t>
      </w:r>
      <w:r>
        <w:rPr>
          <w:rFonts w:ascii="宋体" w:hAnsi="宋体" w:cs="宋体"/>
          <w:sz w:val="24"/>
          <w:szCs w:val="24"/>
        </w:rPr>
        <w:t>Happy birthday to you</w:t>
      </w:r>
      <w:r>
        <w:rPr>
          <w:rFonts w:hint="eastAsia" w:ascii="宋体" w:hAnsi="宋体" w:cs="宋体"/>
          <w:sz w:val="24"/>
          <w:szCs w:val="24"/>
        </w:rPr>
        <w:t>！时，你应说：（</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w:t>
      </w:r>
      <w:r>
        <w:rPr>
          <w:rFonts w:hint="eastAsia" w:ascii="宋体" w:hAnsi="宋体" w:cs="宋体"/>
          <w:sz w:val="24"/>
          <w:szCs w:val="24"/>
        </w:rPr>
        <w:t>．</w:t>
      </w:r>
      <w:r>
        <w:rPr>
          <w:rFonts w:ascii="宋体" w:hAnsi="宋体" w:cs="宋体"/>
          <w:sz w:val="24"/>
          <w:szCs w:val="24"/>
        </w:rPr>
        <w:t>You too.       B</w:t>
      </w:r>
      <w:r>
        <w:rPr>
          <w:rFonts w:hint="eastAsia" w:ascii="宋体" w:hAnsi="宋体" w:cs="宋体"/>
          <w:sz w:val="24"/>
          <w:szCs w:val="24"/>
        </w:rPr>
        <w:t>．</w:t>
      </w:r>
      <w:r>
        <w:rPr>
          <w:rFonts w:ascii="宋体" w:hAnsi="宋体" w:cs="宋体"/>
          <w:sz w:val="24"/>
          <w:szCs w:val="24"/>
        </w:rPr>
        <w:t>The same.   C</w:t>
      </w:r>
      <w:r>
        <w:rPr>
          <w:rFonts w:hint="eastAsia" w:ascii="宋体" w:hAnsi="宋体" w:cs="宋体"/>
          <w:sz w:val="24"/>
          <w:szCs w:val="24"/>
        </w:rPr>
        <w:t>．</w:t>
      </w:r>
      <w:r>
        <w:rPr>
          <w:rFonts w:ascii="宋体" w:hAnsi="宋体" w:cs="宋体"/>
          <w:sz w:val="24"/>
          <w:szCs w:val="24"/>
        </w:rPr>
        <w:t>Thank you.</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w:t>
      </w:r>
      <w:r>
        <w:rPr>
          <w:rFonts w:hint="eastAsia" w:ascii="宋体" w:hAnsi="宋体" w:cs="宋体"/>
          <w:sz w:val="24"/>
          <w:szCs w:val="24"/>
        </w:rPr>
        <w:t>六、</w:t>
      </w:r>
      <w:r>
        <w:rPr>
          <w:rFonts w:ascii="宋体" w:hAnsi="宋体" w:cs="宋体"/>
          <w:sz w:val="24"/>
          <w:szCs w:val="24"/>
        </w:rPr>
        <w:t xml:space="preserve"> </w:t>
      </w:r>
      <w:r>
        <w:rPr>
          <w:rFonts w:hint="eastAsia" w:ascii="宋体" w:hAnsi="宋体" w:cs="宋体"/>
          <w:sz w:val="24"/>
          <w:szCs w:val="24"/>
        </w:rPr>
        <w:t>阅读</w:t>
      </w:r>
    </w:p>
    <w:p>
      <w:pPr>
        <w:tabs>
          <w:tab w:val="left" w:pos="506"/>
          <w:tab w:val="center" w:pos="4153"/>
        </w:tabs>
        <w:spacing w:line="360" w:lineRule="auto"/>
        <w:ind w:firstLine="480" w:firstLineChars="200"/>
        <w:rPr>
          <w:rFonts w:ascii="宋体" w:cs="宋体"/>
          <w:sz w:val="24"/>
          <w:szCs w:val="24"/>
        </w:rPr>
      </w:pPr>
      <w:r>
        <w:rPr>
          <w:rFonts w:hint="eastAsia" w:ascii="宋体" w:hAnsi="宋体" w:cs="宋体"/>
          <w:sz w:val="24"/>
          <w:szCs w:val="24"/>
        </w:rPr>
        <w:t>（一）、阅读短文，判断正误；正确的写</w:t>
      </w:r>
      <w:r>
        <w:rPr>
          <w:rFonts w:ascii="宋体" w:hAnsi="宋体" w:cs="宋体"/>
          <w:sz w:val="24"/>
          <w:szCs w:val="24"/>
        </w:rPr>
        <w:t>T</w:t>
      </w:r>
      <w:r>
        <w:rPr>
          <w:rFonts w:hint="eastAsia" w:ascii="宋体" w:hAnsi="宋体" w:cs="宋体"/>
          <w:sz w:val="24"/>
          <w:szCs w:val="24"/>
        </w:rPr>
        <w:t>，错误的写</w:t>
      </w:r>
      <w:r>
        <w:rPr>
          <w:rFonts w:ascii="宋体" w:hAnsi="宋体" w:cs="宋体"/>
          <w:sz w:val="24"/>
          <w:szCs w:val="24"/>
        </w:rPr>
        <w:t>F</w:t>
      </w:r>
      <w:r>
        <w:rPr>
          <w:rFonts w:hint="eastAsia" w:ascii="宋体" w:hAnsi="宋体" w:cs="宋体"/>
          <w:sz w:val="24"/>
          <w:szCs w:val="24"/>
        </w:rPr>
        <w:t>。</w:t>
      </w:r>
      <w:r>
        <w:rPr>
          <w:rFonts w:ascii="宋体" w:hAnsi="宋体" w:cs="宋体"/>
          <w:sz w:val="24"/>
          <w:szCs w:val="24"/>
        </w:rPr>
        <w:t xml:space="preserve">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Yang Ling and her parents live in a new house now. It is near her school. They like the new house very much. There are three bedrooms, a sitting room, a bathroom, a kitchen and a study in it. It</w:t>
      </w:r>
      <w:r>
        <w:rPr>
          <w:rFonts w:hint="eastAsia" w:ascii="宋体" w:hAnsi="宋体" w:cs="宋体"/>
          <w:sz w:val="24"/>
          <w:szCs w:val="24"/>
        </w:rPr>
        <w:t>’</w:t>
      </w:r>
      <w:r>
        <w:rPr>
          <w:rFonts w:ascii="宋体" w:hAnsi="宋体" w:cs="宋体"/>
          <w:sz w:val="24"/>
          <w:szCs w:val="24"/>
        </w:rPr>
        <w:t>s big and bright. There is a pink bed and a green table in Yang Ling</w:t>
      </w:r>
      <w:r>
        <w:rPr>
          <w:rFonts w:hint="eastAsia" w:ascii="宋体" w:hAnsi="宋体" w:cs="宋体"/>
          <w:sz w:val="24"/>
          <w:szCs w:val="24"/>
        </w:rPr>
        <w:t>’</w:t>
      </w:r>
      <w:r>
        <w:rPr>
          <w:rFonts w:ascii="宋体" w:hAnsi="宋体" w:cs="宋体"/>
          <w:sz w:val="24"/>
          <w:szCs w:val="24"/>
        </w:rPr>
        <w:t>s bedroom. On the table, there</w:t>
      </w:r>
      <w:r>
        <w:rPr>
          <w:rFonts w:hint="eastAsia" w:ascii="宋体" w:hAnsi="宋体" w:cs="宋体"/>
          <w:sz w:val="24"/>
          <w:szCs w:val="24"/>
        </w:rPr>
        <w:t>’</w:t>
      </w:r>
      <w:r>
        <w:rPr>
          <w:rFonts w:ascii="宋体" w:hAnsi="宋体" w:cs="宋体"/>
          <w:sz w:val="24"/>
          <w:szCs w:val="24"/>
        </w:rPr>
        <w:t>s a lamp, a telephone and some books. Oh, what</w:t>
      </w:r>
      <w:r>
        <w:rPr>
          <w:rFonts w:hint="eastAsia" w:ascii="宋体" w:hAnsi="宋体" w:cs="宋体"/>
          <w:sz w:val="24"/>
          <w:szCs w:val="24"/>
        </w:rPr>
        <w:t>’</w:t>
      </w:r>
      <w:r>
        <w:rPr>
          <w:rFonts w:ascii="宋体" w:hAnsi="宋体" w:cs="宋体"/>
          <w:sz w:val="24"/>
          <w:szCs w:val="24"/>
        </w:rPr>
        <w:t>s on the wall? It</w:t>
      </w:r>
      <w:r>
        <w:rPr>
          <w:rFonts w:hint="eastAsia" w:ascii="宋体" w:hAnsi="宋体" w:cs="宋体"/>
          <w:sz w:val="24"/>
          <w:szCs w:val="24"/>
        </w:rPr>
        <w:t>’</w:t>
      </w:r>
      <w:r>
        <w:rPr>
          <w:rFonts w:ascii="宋体" w:hAnsi="宋体" w:cs="宋体"/>
          <w:sz w:val="24"/>
          <w:szCs w:val="24"/>
        </w:rPr>
        <w:t>s a beautiful family photo.</w:t>
      </w:r>
    </w:p>
    <w:p>
      <w:pPr>
        <w:tabs>
          <w:tab w:val="left" w:pos="506"/>
          <w:tab w:val="center" w:pos="4153"/>
        </w:tabs>
        <w:spacing w:line="360" w:lineRule="auto"/>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w:t>
      </w:r>
      <w:r>
        <w:rPr>
          <w:rFonts w:ascii="宋体" w:hAnsi="宋体" w:cs="宋体"/>
          <w:sz w:val="24"/>
          <w:szCs w:val="24"/>
        </w:rPr>
        <w:t>Yang Ling and her parents live in a new house now.</w:t>
      </w:r>
    </w:p>
    <w:p>
      <w:pPr>
        <w:tabs>
          <w:tab w:val="left" w:pos="506"/>
          <w:tab w:val="center" w:pos="4153"/>
        </w:tabs>
        <w:spacing w:line="360" w:lineRule="auto"/>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w:t>
      </w:r>
      <w:r>
        <w:rPr>
          <w:rFonts w:ascii="宋体" w:hAnsi="宋体" w:cs="宋体"/>
          <w:sz w:val="24"/>
          <w:szCs w:val="24"/>
        </w:rPr>
        <w:t xml:space="preserve">There are two bedrooms in their house .  </w:t>
      </w:r>
    </w:p>
    <w:p>
      <w:pPr>
        <w:tabs>
          <w:tab w:val="left" w:pos="506"/>
          <w:tab w:val="center" w:pos="4153"/>
        </w:tabs>
        <w:spacing w:line="360" w:lineRule="auto"/>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w:t>
      </w:r>
      <w:r>
        <w:rPr>
          <w:rFonts w:ascii="宋体" w:hAnsi="宋体" w:cs="宋体"/>
          <w:sz w:val="24"/>
          <w:szCs w:val="24"/>
        </w:rPr>
        <w:t>Their house is big and bright .</w:t>
      </w:r>
    </w:p>
    <w:p>
      <w:pPr>
        <w:tabs>
          <w:tab w:val="left" w:pos="506"/>
          <w:tab w:val="center" w:pos="4153"/>
        </w:tabs>
        <w:spacing w:line="360" w:lineRule="auto"/>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w:t>
      </w:r>
      <w:r>
        <w:rPr>
          <w:rFonts w:ascii="宋体" w:hAnsi="宋体" w:cs="宋体"/>
          <w:sz w:val="24"/>
          <w:szCs w:val="24"/>
        </w:rPr>
        <w:t>Yang Ling</w:t>
      </w:r>
      <w:r>
        <w:rPr>
          <w:rFonts w:hint="eastAsia" w:ascii="宋体" w:hAnsi="宋体" w:cs="宋体"/>
          <w:sz w:val="24"/>
          <w:szCs w:val="24"/>
        </w:rPr>
        <w:t>’</w:t>
      </w:r>
      <w:r>
        <w:rPr>
          <w:rFonts w:ascii="宋体" w:hAnsi="宋体" w:cs="宋体"/>
          <w:sz w:val="24"/>
          <w:szCs w:val="24"/>
        </w:rPr>
        <w:t>s bed is red .</w:t>
      </w:r>
      <w:bookmarkStart w:id="0" w:name="_GoBack"/>
      <w:bookmarkEnd w:id="0"/>
    </w:p>
    <w:p>
      <w:pPr>
        <w:tabs>
          <w:tab w:val="left" w:pos="506"/>
          <w:tab w:val="center" w:pos="4153"/>
        </w:tabs>
        <w:spacing w:line="360" w:lineRule="auto"/>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5</w:t>
      </w:r>
      <w:r>
        <w:rPr>
          <w:rFonts w:hint="eastAsia" w:ascii="宋体" w:hAnsi="宋体" w:cs="宋体"/>
          <w:sz w:val="24"/>
          <w:szCs w:val="24"/>
        </w:rPr>
        <w:t>、</w:t>
      </w:r>
      <w:r>
        <w:rPr>
          <w:rFonts w:ascii="宋体" w:hAnsi="宋体" w:cs="宋体"/>
          <w:sz w:val="24"/>
          <w:szCs w:val="24"/>
        </w:rPr>
        <w:t>There is a family photo on the wall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w:t>
      </w:r>
      <w:r>
        <w:rPr>
          <w:rFonts w:hint="eastAsia" w:ascii="宋体" w:hAnsi="宋体" w:cs="宋体"/>
          <w:sz w:val="24"/>
          <w:szCs w:val="24"/>
        </w:rPr>
        <w:t>（二）、阅读短文，选择正确的答案。</w:t>
      </w:r>
      <w:r>
        <w:rPr>
          <w:rFonts w:ascii="宋体" w:hAnsi="宋体" w:cs="宋体"/>
          <w:sz w:val="24"/>
          <w:szCs w:val="24"/>
        </w:rPr>
        <w:t xml:space="preserve">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Mrs. Harris lives in a small village. She has one son. He is 21 and his name is Geoff. He worked in the shop in the village and lived with his mother, but then he had new work in a town and went and lived there. It was very far from his mother's village, and she was not happy about this, but Geoff said, "There isn't good work for me in the country, Mother, and I can get a lot of money in the town and send you some every week." Mrs. Harris was very angry last Sunday. She got on a train and went to her son's house. Then she said to him, "Geoff, why do you never make a telephone to me?" Geoff laughed and said. "But, Mother, you don</w:t>
      </w:r>
      <w:r>
        <w:rPr>
          <w:rFonts w:hint="eastAsia" w:ascii="宋体" w:hAnsi="宋体" w:cs="宋体"/>
          <w:sz w:val="24"/>
          <w:szCs w:val="24"/>
        </w:rPr>
        <w:t>’</w:t>
      </w:r>
      <w:r>
        <w:rPr>
          <w:rFonts w:ascii="宋体" w:hAnsi="宋体" w:cs="宋体"/>
          <w:sz w:val="24"/>
          <w:szCs w:val="24"/>
        </w:rPr>
        <w:t>t have a telephone." she answered, "I don</w:t>
      </w:r>
      <w:r>
        <w:rPr>
          <w:rFonts w:hint="eastAsia" w:ascii="宋体" w:hAnsi="宋体" w:cs="宋体"/>
          <w:sz w:val="24"/>
          <w:szCs w:val="24"/>
        </w:rPr>
        <w:t>’</w:t>
      </w:r>
      <w:r>
        <w:rPr>
          <w:rFonts w:ascii="宋体" w:hAnsi="宋体" w:cs="宋体"/>
          <w:sz w:val="24"/>
          <w:szCs w:val="24"/>
        </w:rPr>
        <w:t>t have, but YOU have one!"</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 1. Where does Mrs. Harris live?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In the town           B. In the country</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 2. Where did her son work?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In the town           B. First in the village, then in the town</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3. How did Mrs. Harris feel when her son went to the town?</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Happy               B. Unhappy</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 4.Why was Mrs. Harris angry?</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Because Geoff didn</w:t>
      </w:r>
      <w:r>
        <w:rPr>
          <w:rFonts w:hint="eastAsia" w:ascii="宋体" w:hAnsi="宋体" w:cs="宋体"/>
          <w:sz w:val="24"/>
          <w:szCs w:val="24"/>
        </w:rPr>
        <w:t>’</w:t>
      </w:r>
      <w:r>
        <w:rPr>
          <w:rFonts w:ascii="宋体" w:hAnsi="宋体" w:cs="宋体"/>
          <w:sz w:val="24"/>
          <w:szCs w:val="24"/>
        </w:rPr>
        <w:t>t make a telephone to her</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B. Because she didn</w:t>
      </w:r>
      <w:r>
        <w:rPr>
          <w:rFonts w:hint="eastAsia" w:ascii="宋体" w:hAnsi="宋体" w:cs="宋体"/>
          <w:sz w:val="24"/>
          <w:szCs w:val="24"/>
        </w:rPr>
        <w:t>’</w:t>
      </w:r>
      <w:r>
        <w:rPr>
          <w:rFonts w:ascii="宋体" w:hAnsi="宋体" w:cs="宋体"/>
          <w:sz w:val="24"/>
          <w:szCs w:val="24"/>
        </w:rPr>
        <w:t xml:space="preserve">t have a telephone.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 xml:space="preserve">(    ) 5. Who has a telephone?  </w:t>
      </w:r>
    </w:p>
    <w:p>
      <w:pPr>
        <w:tabs>
          <w:tab w:val="left" w:pos="506"/>
          <w:tab w:val="center" w:pos="4153"/>
        </w:tabs>
        <w:spacing w:line="360" w:lineRule="auto"/>
        <w:ind w:firstLine="480" w:firstLineChars="200"/>
        <w:rPr>
          <w:rFonts w:ascii="宋体" w:cs="宋体"/>
          <w:sz w:val="24"/>
          <w:szCs w:val="24"/>
        </w:rPr>
      </w:pPr>
      <w:r>
        <w:rPr>
          <w:rFonts w:ascii="宋体" w:hAnsi="宋体" w:cs="宋体"/>
          <w:sz w:val="24"/>
          <w:szCs w:val="24"/>
        </w:rPr>
        <w:t>A. Mrs Harris          B. Geoff</w:t>
      </w:r>
    </w:p>
    <w:p>
      <w:pPr>
        <w:tabs>
          <w:tab w:val="left" w:pos="506"/>
          <w:tab w:val="center" w:pos="4153"/>
        </w:tabs>
        <w:spacing w:line="360" w:lineRule="auto"/>
        <w:ind w:firstLine="480" w:firstLineChars="200"/>
        <w:rPr>
          <w:rFonts w:ascii="宋体" w:cs="宋体"/>
          <w:sz w:val="24"/>
          <w:szCs w:val="24"/>
        </w:rPr>
      </w:pPr>
      <w:r>
        <w:rPr>
          <w:rFonts w:hint="eastAsia" w:ascii="宋体" w:hAnsi="宋体" w:cs="宋体"/>
          <w:sz w:val="24"/>
          <w:szCs w:val="24"/>
        </w:rPr>
        <w:t>七、书面表达。</w:t>
      </w:r>
      <w:r>
        <w:rPr>
          <w:rFonts w:ascii="宋体" w:hAnsi="宋体" w:cs="宋体"/>
          <w:sz w:val="24"/>
          <w:szCs w:val="24"/>
        </w:rPr>
        <w:t xml:space="preserve"> </w:t>
      </w:r>
    </w:p>
    <w:p>
      <w:pPr>
        <w:tabs>
          <w:tab w:val="left" w:pos="506"/>
          <w:tab w:val="center" w:pos="4153"/>
        </w:tabs>
        <w:spacing w:line="360" w:lineRule="auto"/>
        <w:ind w:firstLine="480" w:firstLineChars="200"/>
        <w:rPr>
          <w:rFonts w:ascii="宋体" w:cs="宋体"/>
          <w:sz w:val="24"/>
          <w:szCs w:val="24"/>
        </w:rPr>
      </w:pPr>
      <w:r>
        <w:rPr>
          <w:rFonts w:hint="eastAsia" w:ascii="宋体" w:hAnsi="宋体" w:cs="宋体"/>
          <w:sz w:val="24"/>
          <w:szCs w:val="24"/>
        </w:rPr>
        <w:t>用一般过去时，以“</w:t>
      </w:r>
      <w:r>
        <w:rPr>
          <w:rFonts w:ascii="宋体" w:hAnsi="宋体" w:cs="宋体"/>
          <w:sz w:val="24"/>
          <w:szCs w:val="24"/>
        </w:rPr>
        <w:t>My last weekend</w:t>
      </w:r>
      <w:r>
        <w:rPr>
          <w:rFonts w:hint="eastAsia" w:ascii="宋体" w:hAnsi="宋体" w:cs="宋体"/>
          <w:sz w:val="24"/>
          <w:szCs w:val="24"/>
        </w:rPr>
        <w:t>为题写一篇短文。要求：语言规范，信息内容完整，篇章结构连贯，书写工整，不少于</w:t>
      </w:r>
      <w:r>
        <w:rPr>
          <w:rFonts w:ascii="宋体" w:hAnsi="宋体" w:cs="宋体"/>
          <w:sz w:val="24"/>
          <w:szCs w:val="24"/>
        </w:rPr>
        <w:t>6</w:t>
      </w:r>
      <w:r>
        <w:rPr>
          <w:rFonts w:hint="eastAsia" w:ascii="宋体" w:hAnsi="宋体" w:cs="宋体"/>
          <w:sz w:val="24"/>
          <w:szCs w:val="24"/>
        </w:rPr>
        <w:t>句话。</w:t>
      </w: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630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1F0"/>
    <w:rsid w:val="000246BF"/>
    <w:rsid w:val="00076DF5"/>
    <w:rsid w:val="000F2010"/>
    <w:rsid w:val="000F4F68"/>
    <w:rsid w:val="001003F1"/>
    <w:rsid w:val="001012B0"/>
    <w:rsid w:val="001070F8"/>
    <w:rsid w:val="0011135F"/>
    <w:rsid w:val="001C6C74"/>
    <w:rsid w:val="001F3393"/>
    <w:rsid w:val="00222F5A"/>
    <w:rsid w:val="002B50B4"/>
    <w:rsid w:val="002D51F0"/>
    <w:rsid w:val="002D7515"/>
    <w:rsid w:val="00334673"/>
    <w:rsid w:val="00375F38"/>
    <w:rsid w:val="00383F37"/>
    <w:rsid w:val="003A2D91"/>
    <w:rsid w:val="003A3125"/>
    <w:rsid w:val="003D0B49"/>
    <w:rsid w:val="003D7F76"/>
    <w:rsid w:val="003E3799"/>
    <w:rsid w:val="003F60EB"/>
    <w:rsid w:val="00421E7E"/>
    <w:rsid w:val="004428C5"/>
    <w:rsid w:val="00460640"/>
    <w:rsid w:val="00461B12"/>
    <w:rsid w:val="004767AD"/>
    <w:rsid w:val="004E2600"/>
    <w:rsid w:val="00534CDA"/>
    <w:rsid w:val="005709B7"/>
    <w:rsid w:val="00576C3C"/>
    <w:rsid w:val="0060146D"/>
    <w:rsid w:val="00603174"/>
    <w:rsid w:val="00604686"/>
    <w:rsid w:val="006431D9"/>
    <w:rsid w:val="00664B05"/>
    <w:rsid w:val="0067673B"/>
    <w:rsid w:val="006867DC"/>
    <w:rsid w:val="006F0099"/>
    <w:rsid w:val="006F2C94"/>
    <w:rsid w:val="00754B35"/>
    <w:rsid w:val="00760D17"/>
    <w:rsid w:val="007648EF"/>
    <w:rsid w:val="007766C4"/>
    <w:rsid w:val="0078461D"/>
    <w:rsid w:val="007A1379"/>
    <w:rsid w:val="007A27DD"/>
    <w:rsid w:val="007C1111"/>
    <w:rsid w:val="007F3E26"/>
    <w:rsid w:val="00806CF2"/>
    <w:rsid w:val="00823EA8"/>
    <w:rsid w:val="00885DB3"/>
    <w:rsid w:val="008A1E91"/>
    <w:rsid w:val="008B53EE"/>
    <w:rsid w:val="008C4D0B"/>
    <w:rsid w:val="008D63FF"/>
    <w:rsid w:val="008E4A30"/>
    <w:rsid w:val="008F4DB5"/>
    <w:rsid w:val="00912543"/>
    <w:rsid w:val="00926561"/>
    <w:rsid w:val="00945A56"/>
    <w:rsid w:val="00951D88"/>
    <w:rsid w:val="0095432E"/>
    <w:rsid w:val="00966743"/>
    <w:rsid w:val="009A4CB4"/>
    <w:rsid w:val="009D7FB8"/>
    <w:rsid w:val="00A844F0"/>
    <w:rsid w:val="00AE02B3"/>
    <w:rsid w:val="00AE6B94"/>
    <w:rsid w:val="00AF07E1"/>
    <w:rsid w:val="00AF5B01"/>
    <w:rsid w:val="00B17DCD"/>
    <w:rsid w:val="00B3177F"/>
    <w:rsid w:val="00B3297A"/>
    <w:rsid w:val="00B52A9F"/>
    <w:rsid w:val="00B91F37"/>
    <w:rsid w:val="00B952FB"/>
    <w:rsid w:val="00B95703"/>
    <w:rsid w:val="00BA18C2"/>
    <w:rsid w:val="00BA7E97"/>
    <w:rsid w:val="00BB6720"/>
    <w:rsid w:val="00BC0F0F"/>
    <w:rsid w:val="00BC6341"/>
    <w:rsid w:val="00C966D6"/>
    <w:rsid w:val="00D32EA9"/>
    <w:rsid w:val="00D460CE"/>
    <w:rsid w:val="00D732B8"/>
    <w:rsid w:val="00D80B8C"/>
    <w:rsid w:val="00DC7C84"/>
    <w:rsid w:val="00DD2A88"/>
    <w:rsid w:val="00DE736B"/>
    <w:rsid w:val="00E64514"/>
    <w:rsid w:val="00E65C45"/>
    <w:rsid w:val="00E96B2E"/>
    <w:rsid w:val="00EB6628"/>
    <w:rsid w:val="00EB7456"/>
    <w:rsid w:val="00F31897"/>
    <w:rsid w:val="00F447C8"/>
    <w:rsid w:val="00F72E65"/>
    <w:rsid w:val="00F803F6"/>
    <w:rsid w:val="00F96125"/>
    <w:rsid w:val="00FC6A55"/>
    <w:rsid w:val="00FF7270"/>
    <w:rsid w:val="01010A4D"/>
    <w:rsid w:val="010122FB"/>
    <w:rsid w:val="010171BC"/>
    <w:rsid w:val="010342AF"/>
    <w:rsid w:val="01052AAA"/>
    <w:rsid w:val="01053700"/>
    <w:rsid w:val="01055EDE"/>
    <w:rsid w:val="01077AC8"/>
    <w:rsid w:val="01092EC3"/>
    <w:rsid w:val="010C13E7"/>
    <w:rsid w:val="010F0188"/>
    <w:rsid w:val="0111443B"/>
    <w:rsid w:val="0113738A"/>
    <w:rsid w:val="01155B08"/>
    <w:rsid w:val="011702AC"/>
    <w:rsid w:val="01194694"/>
    <w:rsid w:val="011D1C7B"/>
    <w:rsid w:val="011D2104"/>
    <w:rsid w:val="011F1D54"/>
    <w:rsid w:val="01207C1C"/>
    <w:rsid w:val="01220666"/>
    <w:rsid w:val="0122501C"/>
    <w:rsid w:val="0127610C"/>
    <w:rsid w:val="01276E2B"/>
    <w:rsid w:val="01286695"/>
    <w:rsid w:val="01290612"/>
    <w:rsid w:val="012D4F32"/>
    <w:rsid w:val="01325BB3"/>
    <w:rsid w:val="013307C1"/>
    <w:rsid w:val="01331A27"/>
    <w:rsid w:val="01336E66"/>
    <w:rsid w:val="013504ED"/>
    <w:rsid w:val="013701DB"/>
    <w:rsid w:val="01383EEF"/>
    <w:rsid w:val="013A02A8"/>
    <w:rsid w:val="0142501B"/>
    <w:rsid w:val="0143041E"/>
    <w:rsid w:val="01463717"/>
    <w:rsid w:val="01476888"/>
    <w:rsid w:val="014824E2"/>
    <w:rsid w:val="014867B4"/>
    <w:rsid w:val="014C5D77"/>
    <w:rsid w:val="014E2E69"/>
    <w:rsid w:val="014F4B82"/>
    <w:rsid w:val="015018D4"/>
    <w:rsid w:val="015237C8"/>
    <w:rsid w:val="01562042"/>
    <w:rsid w:val="015C2788"/>
    <w:rsid w:val="016034F5"/>
    <w:rsid w:val="01613DF8"/>
    <w:rsid w:val="016511B7"/>
    <w:rsid w:val="01666B7D"/>
    <w:rsid w:val="016678A1"/>
    <w:rsid w:val="01674F4C"/>
    <w:rsid w:val="016A1142"/>
    <w:rsid w:val="016E39D5"/>
    <w:rsid w:val="016F4310"/>
    <w:rsid w:val="01795ADA"/>
    <w:rsid w:val="017A6C3D"/>
    <w:rsid w:val="018042E8"/>
    <w:rsid w:val="01806B80"/>
    <w:rsid w:val="01827250"/>
    <w:rsid w:val="01832521"/>
    <w:rsid w:val="01845643"/>
    <w:rsid w:val="01853ECA"/>
    <w:rsid w:val="018644AF"/>
    <w:rsid w:val="01876BE4"/>
    <w:rsid w:val="018E102D"/>
    <w:rsid w:val="0191586F"/>
    <w:rsid w:val="019159A3"/>
    <w:rsid w:val="01921949"/>
    <w:rsid w:val="01936244"/>
    <w:rsid w:val="01937289"/>
    <w:rsid w:val="019419DC"/>
    <w:rsid w:val="01961698"/>
    <w:rsid w:val="01981180"/>
    <w:rsid w:val="019B769E"/>
    <w:rsid w:val="019C62D7"/>
    <w:rsid w:val="019F5956"/>
    <w:rsid w:val="01A026D1"/>
    <w:rsid w:val="01A159F3"/>
    <w:rsid w:val="01A33AB3"/>
    <w:rsid w:val="01A6043B"/>
    <w:rsid w:val="01A8078D"/>
    <w:rsid w:val="01AA194D"/>
    <w:rsid w:val="01AA50A6"/>
    <w:rsid w:val="01AD2C41"/>
    <w:rsid w:val="01AF0FC2"/>
    <w:rsid w:val="01B02455"/>
    <w:rsid w:val="01B1189B"/>
    <w:rsid w:val="01B129ED"/>
    <w:rsid w:val="01C17674"/>
    <w:rsid w:val="01C65709"/>
    <w:rsid w:val="01CB791F"/>
    <w:rsid w:val="01CC59E3"/>
    <w:rsid w:val="01D1324D"/>
    <w:rsid w:val="01D16EEA"/>
    <w:rsid w:val="01D30E4D"/>
    <w:rsid w:val="01D60432"/>
    <w:rsid w:val="01D6315D"/>
    <w:rsid w:val="01DC55BA"/>
    <w:rsid w:val="01DF7625"/>
    <w:rsid w:val="01E430D3"/>
    <w:rsid w:val="01E74688"/>
    <w:rsid w:val="01E92BA8"/>
    <w:rsid w:val="01EB42E8"/>
    <w:rsid w:val="01ED1003"/>
    <w:rsid w:val="01F038C7"/>
    <w:rsid w:val="01F105C4"/>
    <w:rsid w:val="01F2761B"/>
    <w:rsid w:val="01F44046"/>
    <w:rsid w:val="01F45EF1"/>
    <w:rsid w:val="01F50206"/>
    <w:rsid w:val="01F672E3"/>
    <w:rsid w:val="01FB1793"/>
    <w:rsid w:val="01FB6519"/>
    <w:rsid w:val="01FB7C8A"/>
    <w:rsid w:val="01FC685C"/>
    <w:rsid w:val="020062CA"/>
    <w:rsid w:val="02015651"/>
    <w:rsid w:val="0202051E"/>
    <w:rsid w:val="02090A52"/>
    <w:rsid w:val="02100F67"/>
    <w:rsid w:val="02101514"/>
    <w:rsid w:val="021168AD"/>
    <w:rsid w:val="02120D11"/>
    <w:rsid w:val="02123E7B"/>
    <w:rsid w:val="02136251"/>
    <w:rsid w:val="021B0B53"/>
    <w:rsid w:val="021D1E1E"/>
    <w:rsid w:val="021D4D2F"/>
    <w:rsid w:val="021E012B"/>
    <w:rsid w:val="021E3328"/>
    <w:rsid w:val="021F13DE"/>
    <w:rsid w:val="02220660"/>
    <w:rsid w:val="0225269D"/>
    <w:rsid w:val="02252FCF"/>
    <w:rsid w:val="022563DD"/>
    <w:rsid w:val="022860FE"/>
    <w:rsid w:val="022912CF"/>
    <w:rsid w:val="02293AAC"/>
    <w:rsid w:val="022C0E59"/>
    <w:rsid w:val="022D57AD"/>
    <w:rsid w:val="02300923"/>
    <w:rsid w:val="023A0077"/>
    <w:rsid w:val="023B31C0"/>
    <w:rsid w:val="023C7D3F"/>
    <w:rsid w:val="023D3DAD"/>
    <w:rsid w:val="023E5B52"/>
    <w:rsid w:val="02441A01"/>
    <w:rsid w:val="02453A66"/>
    <w:rsid w:val="02454976"/>
    <w:rsid w:val="024844F6"/>
    <w:rsid w:val="0249279E"/>
    <w:rsid w:val="02552EED"/>
    <w:rsid w:val="025965B1"/>
    <w:rsid w:val="025C09F9"/>
    <w:rsid w:val="025C1CC4"/>
    <w:rsid w:val="025E13D6"/>
    <w:rsid w:val="025E6D64"/>
    <w:rsid w:val="025F578D"/>
    <w:rsid w:val="02615B7E"/>
    <w:rsid w:val="026276FD"/>
    <w:rsid w:val="0263516B"/>
    <w:rsid w:val="02646A30"/>
    <w:rsid w:val="02682528"/>
    <w:rsid w:val="02684ECE"/>
    <w:rsid w:val="0271305D"/>
    <w:rsid w:val="02717C70"/>
    <w:rsid w:val="0273604C"/>
    <w:rsid w:val="02740C8E"/>
    <w:rsid w:val="027D01E7"/>
    <w:rsid w:val="027D631D"/>
    <w:rsid w:val="027D6C9A"/>
    <w:rsid w:val="028117F3"/>
    <w:rsid w:val="02867232"/>
    <w:rsid w:val="028935DA"/>
    <w:rsid w:val="028A6011"/>
    <w:rsid w:val="029258DB"/>
    <w:rsid w:val="029328FE"/>
    <w:rsid w:val="02935550"/>
    <w:rsid w:val="0294008E"/>
    <w:rsid w:val="02947AE6"/>
    <w:rsid w:val="02962DFA"/>
    <w:rsid w:val="02974160"/>
    <w:rsid w:val="02991015"/>
    <w:rsid w:val="029B29CB"/>
    <w:rsid w:val="029D2C19"/>
    <w:rsid w:val="029E6C3F"/>
    <w:rsid w:val="029F28F6"/>
    <w:rsid w:val="029F54BB"/>
    <w:rsid w:val="02A0338B"/>
    <w:rsid w:val="02A4470A"/>
    <w:rsid w:val="02AC37B8"/>
    <w:rsid w:val="02B21677"/>
    <w:rsid w:val="02B517EE"/>
    <w:rsid w:val="02BA5D02"/>
    <w:rsid w:val="02BC2560"/>
    <w:rsid w:val="02BD373B"/>
    <w:rsid w:val="02BD73BD"/>
    <w:rsid w:val="02C01EAF"/>
    <w:rsid w:val="02C35A73"/>
    <w:rsid w:val="02C47908"/>
    <w:rsid w:val="02C83E88"/>
    <w:rsid w:val="02C9169F"/>
    <w:rsid w:val="02CB42F8"/>
    <w:rsid w:val="02CB62D1"/>
    <w:rsid w:val="02CC30AC"/>
    <w:rsid w:val="02D1544B"/>
    <w:rsid w:val="02D23BDF"/>
    <w:rsid w:val="02D33299"/>
    <w:rsid w:val="02D520C6"/>
    <w:rsid w:val="02D80EF7"/>
    <w:rsid w:val="02D827D2"/>
    <w:rsid w:val="02DA60F3"/>
    <w:rsid w:val="02DB7E60"/>
    <w:rsid w:val="02DC129E"/>
    <w:rsid w:val="02DC136D"/>
    <w:rsid w:val="02DD6DCB"/>
    <w:rsid w:val="02E60575"/>
    <w:rsid w:val="02EB0C04"/>
    <w:rsid w:val="02EF36FB"/>
    <w:rsid w:val="02F361AB"/>
    <w:rsid w:val="02FB585B"/>
    <w:rsid w:val="02FC34C1"/>
    <w:rsid w:val="02FE226B"/>
    <w:rsid w:val="02FF7C45"/>
    <w:rsid w:val="03016455"/>
    <w:rsid w:val="030374C6"/>
    <w:rsid w:val="03042CB4"/>
    <w:rsid w:val="03050AF8"/>
    <w:rsid w:val="030808C7"/>
    <w:rsid w:val="030B3B9F"/>
    <w:rsid w:val="030B7FF3"/>
    <w:rsid w:val="03105D6D"/>
    <w:rsid w:val="03126EAA"/>
    <w:rsid w:val="031D78AB"/>
    <w:rsid w:val="03221780"/>
    <w:rsid w:val="03230688"/>
    <w:rsid w:val="03293D3E"/>
    <w:rsid w:val="032A1E8A"/>
    <w:rsid w:val="032C2B56"/>
    <w:rsid w:val="03326010"/>
    <w:rsid w:val="0339730D"/>
    <w:rsid w:val="033E3E9C"/>
    <w:rsid w:val="03406FD8"/>
    <w:rsid w:val="034225EE"/>
    <w:rsid w:val="03430640"/>
    <w:rsid w:val="0344249D"/>
    <w:rsid w:val="0346695D"/>
    <w:rsid w:val="034828F0"/>
    <w:rsid w:val="03482FD1"/>
    <w:rsid w:val="034B26E1"/>
    <w:rsid w:val="034B35A7"/>
    <w:rsid w:val="03522EF3"/>
    <w:rsid w:val="03535BD0"/>
    <w:rsid w:val="0354184E"/>
    <w:rsid w:val="0359271A"/>
    <w:rsid w:val="03594C6D"/>
    <w:rsid w:val="035C086D"/>
    <w:rsid w:val="035C2804"/>
    <w:rsid w:val="035D084B"/>
    <w:rsid w:val="03621863"/>
    <w:rsid w:val="036302B7"/>
    <w:rsid w:val="03655BC7"/>
    <w:rsid w:val="036671B4"/>
    <w:rsid w:val="0368208E"/>
    <w:rsid w:val="03724678"/>
    <w:rsid w:val="03732330"/>
    <w:rsid w:val="0376120A"/>
    <w:rsid w:val="037C30D3"/>
    <w:rsid w:val="03815F01"/>
    <w:rsid w:val="03837B32"/>
    <w:rsid w:val="03852202"/>
    <w:rsid w:val="038600B3"/>
    <w:rsid w:val="03867A1A"/>
    <w:rsid w:val="038A3430"/>
    <w:rsid w:val="038A63AD"/>
    <w:rsid w:val="038D33DE"/>
    <w:rsid w:val="038D44DC"/>
    <w:rsid w:val="038E0302"/>
    <w:rsid w:val="038E13AC"/>
    <w:rsid w:val="038F630C"/>
    <w:rsid w:val="0390131C"/>
    <w:rsid w:val="03920903"/>
    <w:rsid w:val="039307BA"/>
    <w:rsid w:val="039343D8"/>
    <w:rsid w:val="03987477"/>
    <w:rsid w:val="039B662A"/>
    <w:rsid w:val="039E1510"/>
    <w:rsid w:val="03A05981"/>
    <w:rsid w:val="03A06F28"/>
    <w:rsid w:val="03A13B23"/>
    <w:rsid w:val="03A318E1"/>
    <w:rsid w:val="03A53AFA"/>
    <w:rsid w:val="03A804F7"/>
    <w:rsid w:val="03AF00CC"/>
    <w:rsid w:val="03B2470C"/>
    <w:rsid w:val="03B424C6"/>
    <w:rsid w:val="03B56AB6"/>
    <w:rsid w:val="03B86D47"/>
    <w:rsid w:val="03C13379"/>
    <w:rsid w:val="03C33232"/>
    <w:rsid w:val="03C50999"/>
    <w:rsid w:val="03CB60B0"/>
    <w:rsid w:val="03CE150C"/>
    <w:rsid w:val="03CF1249"/>
    <w:rsid w:val="03D06DF9"/>
    <w:rsid w:val="03D2215F"/>
    <w:rsid w:val="03D27AC7"/>
    <w:rsid w:val="03D43757"/>
    <w:rsid w:val="03D4774D"/>
    <w:rsid w:val="03D71715"/>
    <w:rsid w:val="03DC317F"/>
    <w:rsid w:val="03DD2226"/>
    <w:rsid w:val="03DD5300"/>
    <w:rsid w:val="03E50D4C"/>
    <w:rsid w:val="03E844B0"/>
    <w:rsid w:val="03EA73D1"/>
    <w:rsid w:val="03EB1F4E"/>
    <w:rsid w:val="03EC2BA2"/>
    <w:rsid w:val="03ED7667"/>
    <w:rsid w:val="03EE1522"/>
    <w:rsid w:val="03EF668E"/>
    <w:rsid w:val="03F048E1"/>
    <w:rsid w:val="03F23501"/>
    <w:rsid w:val="03F564D4"/>
    <w:rsid w:val="03F60E41"/>
    <w:rsid w:val="03F716FD"/>
    <w:rsid w:val="03FB3A31"/>
    <w:rsid w:val="03FB6212"/>
    <w:rsid w:val="03FD2887"/>
    <w:rsid w:val="03FE4A08"/>
    <w:rsid w:val="03FE7865"/>
    <w:rsid w:val="03FF0ECC"/>
    <w:rsid w:val="040030AA"/>
    <w:rsid w:val="040105A9"/>
    <w:rsid w:val="0408404A"/>
    <w:rsid w:val="040C1C9F"/>
    <w:rsid w:val="040D7476"/>
    <w:rsid w:val="040F2941"/>
    <w:rsid w:val="04125375"/>
    <w:rsid w:val="0412773B"/>
    <w:rsid w:val="04136CCF"/>
    <w:rsid w:val="041644A1"/>
    <w:rsid w:val="041A175E"/>
    <w:rsid w:val="041E140E"/>
    <w:rsid w:val="04235B63"/>
    <w:rsid w:val="042A151A"/>
    <w:rsid w:val="042A7169"/>
    <w:rsid w:val="042B0EC6"/>
    <w:rsid w:val="042B1F17"/>
    <w:rsid w:val="042B70CC"/>
    <w:rsid w:val="04307918"/>
    <w:rsid w:val="04372010"/>
    <w:rsid w:val="043836D5"/>
    <w:rsid w:val="043A6416"/>
    <w:rsid w:val="043F6BFD"/>
    <w:rsid w:val="044079DF"/>
    <w:rsid w:val="044124AB"/>
    <w:rsid w:val="0442457A"/>
    <w:rsid w:val="04493658"/>
    <w:rsid w:val="044B101A"/>
    <w:rsid w:val="044B10A6"/>
    <w:rsid w:val="044C788A"/>
    <w:rsid w:val="044D35BC"/>
    <w:rsid w:val="044E0C24"/>
    <w:rsid w:val="04521FD8"/>
    <w:rsid w:val="04523DF9"/>
    <w:rsid w:val="04590D60"/>
    <w:rsid w:val="045A4669"/>
    <w:rsid w:val="045D1F91"/>
    <w:rsid w:val="045F212E"/>
    <w:rsid w:val="04610CB1"/>
    <w:rsid w:val="04645226"/>
    <w:rsid w:val="04656771"/>
    <w:rsid w:val="04663534"/>
    <w:rsid w:val="0467210A"/>
    <w:rsid w:val="046D7E14"/>
    <w:rsid w:val="046E47DE"/>
    <w:rsid w:val="04722E57"/>
    <w:rsid w:val="047C47F1"/>
    <w:rsid w:val="047D6E36"/>
    <w:rsid w:val="0481305A"/>
    <w:rsid w:val="04824411"/>
    <w:rsid w:val="048A0AD9"/>
    <w:rsid w:val="0491112C"/>
    <w:rsid w:val="049154A9"/>
    <w:rsid w:val="04962B6A"/>
    <w:rsid w:val="04992F68"/>
    <w:rsid w:val="049A0A6C"/>
    <w:rsid w:val="049C6295"/>
    <w:rsid w:val="04A5390F"/>
    <w:rsid w:val="04A62DB2"/>
    <w:rsid w:val="04A83B6E"/>
    <w:rsid w:val="04AD1CD8"/>
    <w:rsid w:val="04AD2E75"/>
    <w:rsid w:val="04B542A5"/>
    <w:rsid w:val="04B60DDD"/>
    <w:rsid w:val="04B87E4E"/>
    <w:rsid w:val="04B94A55"/>
    <w:rsid w:val="04BA3F22"/>
    <w:rsid w:val="04BE4B92"/>
    <w:rsid w:val="04C058EC"/>
    <w:rsid w:val="04C70F32"/>
    <w:rsid w:val="04C83BFC"/>
    <w:rsid w:val="04CA0914"/>
    <w:rsid w:val="04CD10EA"/>
    <w:rsid w:val="04CF40A6"/>
    <w:rsid w:val="04D1266B"/>
    <w:rsid w:val="04D24672"/>
    <w:rsid w:val="04D66786"/>
    <w:rsid w:val="04DD6A44"/>
    <w:rsid w:val="04DE7901"/>
    <w:rsid w:val="04E41BF8"/>
    <w:rsid w:val="04E82347"/>
    <w:rsid w:val="04EC6382"/>
    <w:rsid w:val="04ED4D9D"/>
    <w:rsid w:val="04EE2262"/>
    <w:rsid w:val="04F44A97"/>
    <w:rsid w:val="04FC1D57"/>
    <w:rsid w:val="04FE1B59"/>
    <w:rsid w:val="04FE45C7"/>
    <w:rsid w:val="050A421D"/>
    <w:rsid w:val="050B41AB"/>
    <w:rsid w:val="0512217F"/>
    <w:rsid w:val="0514359B"/>
    <w:rsid w:val="0514592B"/>
    <w:rsid w:val="05157D74"/>
    <w:rsid w:val="0516042E"/>
    <w:rsid w:val="051729E8"/>
    <w:rsid w:val="051A4553"/>
    <w:rsid w:val="051D34CF"/>
    <w:rsid w:val="051E2B99"/>
    <w:rsid w:val="05204E30"/>
    <w:rsid w:val="05214026"/>
    <w:rsid w:val="05263313"/>
    <w:rsid w:val="052805ED"/>
    <w:rsid w:val="05337B45"/>
    <w:rsid w:val="053501F9"/>
    <w:rsid w:val="05387717"/>
    <w:rsid w:val="053C0AAC"/>
    <w:rsid w:val="053D1C03"/>
    <w:rsid w:val="05434BFB"/>
    <w:rsid w:val="054B22C6"/>
    <w:rsid w:val="054D6B89"/>
    <w:rsid w:val="054E2984"/>
    <w:rsid w:val="054E5D12"/>
    <w:rsid w:val="054F097E"/>
    <w:rsid w:val="054F19C8"/>
    <w:rsid w:val="055042C6"/>
    <w:rsid w:val="05524414"/>
    <w:rsid w:val="055531C0"/>
    <w:rsid w:val="05562730"/>
    <w:rsid w:val="05574490"/>
    <w:rsid w:val="055C4318"/>
    <w:rsid w:val="05606666"/>
    <w:rsid w:val="056073F2"/>
    <w:rsid w:val="05610328"/>
    <w:rsid w:val="05614292"/>
    <w:rsid w:val="056374BB"/>
    <w:rsid w:val="0568235A"/>
    <w:rsid w:val="05693F8C"/>
    <w:rsid w:val="056A7624"/>
    <w:rsid w:val="056B322E"/>
    <w:rsid w:val="056C0ADB"/>
    <w:rsid w:val="056C4B1D"/>
    <w:rsid w:val="056D0520"/>
    <w:rsid w:val="056D2761"/>
    <w:rsid w:val="05746002"/>
    <w:rsid w:val="05764A86"/>
    <w:rsid w:val="057A59B0"/>
    <w:rsid w:val="057D6CA2"/>
    <w:rsid w:val="057F1A03"/>
    <w:rsid w:val="05803067"/>
    <w:rsid w:val="05820614"/>
    <w:rsid w:val="05871BEA"/>
    <w:rsid w:val="05876678"/>
    <w:rsid w:val="058978A2"/>
    <w:rsid w:val="058B2713"/>
    <w:rsid w:val="058C7925"/>
    <w:rsid w:val="058D66BC"/>
    <w:rsid w:val="05941AA8"/>
    <w:rsid w:val="059504FE"/>
    <w:rsid w:val="05985546"/>
    <w:rsid w:val="059B123F"/>
    <w:rsid w:val="059D3B4B"/>
    <w:rsid w:val="059D509F"/>
    <w:rsid w:val="059D707D"/>
    <w:rsid w:val="059E0BE6"/>
    <w:rsid w:val="059E709D"/>
    <w:rsid w:val="059F1AB9"/>
    <w:rsid w:val="05AF4DD4"/>
    <w:rsid w:val="05AF6366"/>
    <w:rsid w:val="05B413B7"/>
    <w:rsid w:val="05B72294"/>
    <w:rsid w:val="05BA3446"/>
    <w:rsid w:val="05BA67D5"/>
    <w:rsid w:val="05BD3E61"/>
    <w:rsid w:val="05BD51FC"/>
    <w:rsid w:val="05BD6E66"/>
    <w:rsid w:val="05BD7C33"/>
    <w:rsid w:val="05BF61DC"/>
    <w:rsid w:val="05BF7F99"/>
    <w:rsid w:val="05C40EE1"/>
    <w:rsid w:val="05C41D6F"/>
    <w:rsid w:val="05C63C56"/>
    <w:rsid w:val="05CC2561"/>
    <w:rsid w:val="05CC560F"/>
    <w:rsid w:val="05CD7A8B"/>
    <w:rsid w:val="05D350E9"/>
    <w:rsid w:val="05D7698B"/>
    <w:rsid w:val="05DB530F"/>
    <w:rsid w:val="05E14E79"/>
    <w:rsid w:val="05E26879"/>
    <w:rsid w:val="05E41DB3"/>
    <w:rsid w:val="05E512E3"/>
    <w:rsid w:val="05E67EE0"/>
    <w:rsid w:val="05E85CA5"/>
    <w:rsid w:val="05ED4544"/>
    <w:rsid w:val="05F1142A"/>
    <w:rsid w:val="05F12E6E"/>
    <w:rsid w:val="05F620BC"/>
    <w:rsid w:val="05FC4FDD"/>
    <w:rsid w:val="05FE5DE1"/>
    <w:rsid w:val="060478AE"/>
    <w:rsid w:val="06094A0A"/>
    <w:rsid w:val="060B57FF"/>
    <w:rsid w:val="061154D9"/>
    <w:rsid w:val="06154F98"/>
    <w:rsid w:val="061B0F0C"/>
    <w:rsid w:val="06205CEB"/>
    <w:rsid w:val="0623375C"/>
    <w:rsid w:val="06235561"/>
    <w:rsid w:val="06244C5D"/>
    <w:rsid w:val="06297AD5"/>
    <w:rsid w:val="062D6154"/>
    <w:rsid w:val="062E425D"/>
    <w:rsid w:val="062F388E"/>
    <w:rsid w:val="06353ED5"/>
    <w:rsid w:val="0637504F"/>
    <w:rsid w:val="06391980"/>
    <w:rsid w:val="063A0535"/>
    <w:rsid w:val="063D048F"/>
    <w:rsid w:val="063D0F7F"/>
    <w:rsid w:val="063D7373"/>
    <w:rsid w:val="063E4CA2"/>
    <w:rsid w:val="063F241F"/>
    <w:rsid w:val="06462E71"/>
    <w:rsid w:val="06476115"/>
    <w:rsid w:val="064A1325"/>
    <w:rsid w:val="064B6C81"/>
    <w:rsid w:val="064E00BE"/>
    <w:rsid w:val="06512E9D"/>
    <w:rsid w:val="06515D62"/>
    <w:rsid w:val="06520FB8"/>
    <w:rsid w:val="06536A18"/>
    <w:rsid w:val="06595115"/>
    <w:rsid w:val="06596D15"/>
    <w:rsid w:val="065A2588"/>
    <w:rsid w:val="065B7CF6"/>
    <w:rsid w:val="065C5001"/>
    <w:rsid w:val="065F5A36"/>
    <w:rsid w:val="066162CE"/>
    <w:rsid w:val="06650C7B"/>
    <w:rsid w:val="067128EB"/>
    <w:rsid w:val="06740B90"/>
    <w:rsid w:val="067418A7"/>
    <w:rsid w:val="067423D4"/>
    <w:rsid w:val="06772262"/>
    <w:rsid w:val="06772E56"/>
    <w:rsid w:val="067848DE"/>
    <w:rsid w:val="06830176"/>
    <w:rsid w:val="06856217"/>
    <w:rsid w:val="068B3BA4"/>
    <w:rsid w:val="068C0F59"/>
    <w:rsid w:val="06952B58"/>
    <w:rsid w:val="06964EE2"/>
    <w:rsid w:val="069C5807"/>
    <w:rsid w:val="069D3782"/>
    <w:rsid w:val="06A409A7"/>
    <w:rsid w:val="06A52EDF"/>
    <w:rsid w:val="06A5442C"/>
    <w:rsid w:val="06A76155"/>
    <w:rsid w:val="06A932EF"/>
    <w:rsid w:val="06A944D9"/>
    <w:rsid w:val="06AD696B"/>
    <w:rsid w:val="06AF4059"/>
    <w:rsid w:val="06AF5887"/>
    <w:rsid w:val="06AF5B81"/>
    <w:rsid w:val="06B00E89"/>
    <w:rsid w:val="06B06DD1"/>
    <w:rsid w:val="06B0739F"/>
    <w:rsid w:val="06B260D5"/>
    <w:rsid w:val="06B4168C"/>
    <w:rsid w:val="06B51F24"/>
    <w:rsid w:val="06B619E9"/>
    <w:rsid w:val="06B80104"/>
    <w:rsid w:val="06BB510F"/>
    <w:rsid w:val="06BD08BA"/>
    <w:rsid w:val="06BD549D"/>
    <w:rsid w:val="06C040BB"/>
    <w:rsid w:val="06C16693"/>
    <w:rsid w:val="06C30529"/>
    <w:rsid w:val="06C36B7B"/>
    <w:rsid w:val="06D05F45"/>
    <w:rsid w:val="06D37F44"/>
    <w:rsid w:val="06D5445C"/>
    <w:rsid w:val="06D64637"/>
    <w:rsid w:val="06E073B6"/>
    <w:rsid w:val="06E105A1"/>
    <w:rsid w:val="06E44B51"/>
    <w:rsid w:val="06E977C2"/>
    <w:rsid w:val="06F0301E"/>
    <w:rsid w:val="06F1329F"/>
    <w:rsid w:val="06F30D10"/>
    <w:rsid w:val="06F404C4"/>
    <w:rsid w:val="06F854A5"/>
    <w:rsid w:val="06FB1F48"/>
    <w:rsid w:val="06FE77F6"/>
    <w:rsid w:val="07026803"/>
    <w:rsid w:val="07027CDF"/>
    <w:rsid w:val="0703268C"/>
    <w:rsid w:val="0706287C"/>
    <w:rsid w:val="07062CAA"/>
    <w:rsid w:val="070F3FFB"/>
    <w:rsid w:val="07156E90"/>
    <w:rsid w:val="071663BB"/>
    <w:rsid w:val="071775D3"/>
    <w:rsid w:val="071A396E"/>
    <w:rsid w:val="071C67F6"/>
    <w:rsid w:val="071F35E3"/>
    <w:rsid w:val="072254B9"/>
    <w:rsid w:val="072B5413"/>
    <w:rsid w:val="073722CA"/>
    <w:rsid w:val="073C15E6"/>
    <w:rsid w:val="073F4BDD"/>
    <w:rsid w:val="0741585C"/>
    <w:rsid w:val="07423455"/>
    <w:rsid w:val="074804CF"/>
    <w:rsid w:val="074A6DE3"/>
    <w:rsid w:val="074D7C5B"/>
    <w:rsid w:val="074E1DDD"/>
    <w:rsid w:val="075153EF"/>
    <w:rsid w:val="075231A4"/>
    <w:rsid w:val="07547B97"/>
    <w:rsid w:val="07561C1B"/>
    <w:rsid w:val="07573B86"/>
    <w:rsid w:val="07612041"/>
    <w:rsid w:val="07650871"/>
    <w:rsid w:val="07664468"/>
    <w:rsid w:val="07673B21"/>
    <w:rsid w:val="076A7CE6"/>
    <w:rsid w:val="076B315E"/>
    <w:rsid w:val="076C145E"/>
    <w:rsid w:val="076D75F0"/>
    <w:rsid w:val="076F17F7"/>
    <w:rsid w:val="076F5B0D"/>
    <w:rsid w:val="07724FE5"/>
    <w:rsid w:val="07733D24"/>
    <w:rsid w:val="077421D7"/>
    <w:rsid w:val="07750715"/>
    <w:rsid w:val="07784648"/>
    <w:rsid w:val="077A4386"/>
    <w:rsid w:val="077B0F9B"/>
    <w:rsid w:val="077D4DDC"/>
    <w:rsid w:val="078209D9"/>
    <w:rsid w:val="078262B8"/>
    <w:rsid w:val="078341DC"/>
    <w:rsid w:val="07834478"/>
    <w:rsid w:val="07835469"/>
    <w:rsid w:val="078A1DE6"/>
    <w:rsid w:val="0792493B"/>
    <w:rsid w:val="07954885"/>
    <w:rsid w:val="079A6B79"/>
    <w:rsid w:val="079B5202"/>
    <w:rsid w:val="079D59E9"/>
    <w:rsid w:val="079E229A"/>
    <w:rsid w:val="079F0024"/>
    <w:rsid w:val="07A15109"/>
    <w:rsid w:val="07A57D12"/>
    <w:rsid w:val="07A83D21"/>
    <w:rsid w:val="07A93146"/>
    <w:rsid w:val="07AD64D5"/>
    <w:rsid w:val="07AF356D"/>
    <w:rsid w:val="07B001E1"/>
    <w:rsid w:val="07B15872"/>
    <w:rsid w:val="07B570A5"/>
    <w:rsid w:val="07C712A5"/>
    <w:rsid w:val="07C77B39"/>
    <w:rsid w:val="07CD0FE4"/>
    <w:rsid w:val="07CF5B63"/>
    <w:rsid w:val="07D153BD"/>
    <w:rsid w:val="07D31B58"/>
    <w:rsid w:val="07D875A2"/>
    <w:rsid w:val="07DA01A0"/>
    <w:rsid w:val="07E23C9A"/>
    <w:rsid w:val="07E318A9"/>
    <w:rsid w:val="07E33A12"/>
    <w:rsid w:val="07E5561A"/>
    <w:rsid w:val="07EE105C"/>
    <w:rsid w:val="07F02567"/>
    <w:rsid w:val="07F07680"/>
    <w:rsid w:val="07FE5859"/>
    <w:rsid w:val="07FF37F0"/>
    <w:rsid w:val="08002B70"/>
    <w:rsid w:val="0800593A"/>
    <w:rsid w:val="080430D4"/>
    <w:rsid w:val="08065A4F"/>
    <w:rsid w:val="08093307"/>
    <w:rsid w:val="080D7D62"/>
    <w:rsid w:val="08103B5C"/>
    <w:rsid w:val="081160D8"/>
    <w:rsid w:val="081476F0"/>
    <w:rsid w:val="08182846"/>
    <w:rsid w:val="08184F90"/>
    <w:rsid w:val="08191EBD"/>
    <w:rsid w:val="081C0EBB"/>
    <w:rsid w:val="081C258F"/>
    <w:rsid w:val="081E44E6"/>
    <w:rsid w:val="081E4EF8"/>
    <w:rsid w:val="08200225"/>
    <w:rsid w:val="0820274C"/>
    <w:rsid w:val="0822333D"/>
    <w:rsid w:val="08237206"/>
    <w:rsid w:val="08263C48"/>
    <w:rsid w:val="08277179"/>
    <w:rsid w:val="08282756"/>
    <w:rsid w:val="082B6B40"/>
    <w:rsid w:val="082D69EB"/>
    <w:rsid w:val="082F2BC0"/>
    <w:rsid w:val="08326C10"/>
    <w:rsid w:val="083C5D77"/>
    <w:rsid w:val="083E68BE"/>
    <w:rsid w:val="084055C5"/>
    <w:rsid w:val="08435577"/>
    <w:rsid w:val="084935A7"/>
    <w:rsid w:val="084A1ABF"/>
    <w:rsid w:val="084C684F"/>
    <w:rsid w:val="084D044B"/>
    <w:rsid w:val="08504EAB"/>
    <w:rsid w:val="08511613"/>
    <w:rsid w:val="08516469"/>
    <w:rsid w:val="08520ECA"/>
    <w:rsid w:val="0854339C"/>
    <w:rsid w:val="08547ADC"/>
    <w:rsid w:val="08554AB2"/>
    <w:rsid w:val="08595C5A"/>
    <w:rsid w:val="085D6ADA"/>
    <w:rsid w:val="08610A02"/>
    <w:rsid w:val="086313E8"/>
    <w:rsid w:val="08633C83"/>
    <w:rsid w:val="08673B2F"/>
    <w:rsid w:val="08693AED"/>
    <w:rsid w:val="086A484E"/>
    <w:rsid w:val="086A7851"/>
    <w:rsid w:val="086C272B"/>
    <w:rsid w:val="086D0EA7"/>
    <w:rsid w:val="087112DA"/>
    <w:rsid w:val="087A4140"/>
    <w:rsid w:val="087B7EE0"/>
    <w:rsid w:val="087C3392"/>
    <w:rsid w:val="087D1450"/>
    <w:rsid w:val="088563F5"/>
    <w:rsid w:val="0887050C"/>
    <w:rsid w:val="08875161"/>
    <w:rsid w:val="088A2122"/>
    <w:rsid w:val="088C3D43"/>
    <w:rsid w:val="088E6ECD"/>
    <w:rsid w:val="088F6282"/>
    <w:rsid w:val="089026D1"/>
    <w:rsid w:val="089050B4"/>
    <w:rsid w:val="08937C70"/>
    <w:rsid w:val="08940BC3"/>
    <w:rsid w:val="08994241"/>
    <w:rsid w:val="08996ED8"/>
    <w:rsid w:val="089B1E27"/>
    <w:rsid w:val="089E29FC"/>
    <w:rsid w:val="08A249FF"/>
    <w:rsid w:val="08A47E15"/>
    <w:rsid w:val="08A92865"/>
    <w:rsid w:val="08AA3A58"/>
    <w:rsid w:val="08AB0B4D"/>
    <w:rsid w:val="08AD3384"/>
    <w:rsid w:val="08B0338E"/>
    <w:rsid w:val="08B21E48"/>
    <w:rsid w:val="08B347BA"/>
    <w:rsid w:val="08B35B7E"/>
    <w:rsid w:val="08B62E43"/>
    <w:rsid w:val="08B81166"/>
    <w:rsid w:val="08BD3E7E"/>
    <w:rsid w:val="08C00891"/>
    <w:rsid w:val="08C17D2F"/>
    <w:rsid w:val="08C62AE8"/>
    <w:rsid w:val="08C844F9"/>
    <w:rsid w:val="08CD7EA3"/>
    <w:rsid w:val="08CF15A2"/>
    <w:rsid w:val="08D8646E"/>
    <w:rsid w:val="08D97892"/>
    <w:rsid w:val="08DA0738"/>
    <w:rsid w:val="08DB3B7F"/>
    <w:rsid w:val="08E048CE"/>
    <w:rsid w:val="08EA2DA0"/>
    <w:rsid w:val="08EA5E58"/>
    <w:rsid w:val="08EF239A"/>
    <w:rsid w:val="08EF29C0"/>
    <w:rsid w:val="08F15088"/>
    <w:rsid w:val="08F369A9"/>
    <w:rsid w:val="08F710D1"/>
    <w:rsid w:val="08F73482"/>
    <w:rsid w:val="08FA4C94"/>
    <w:rsid w:val="08FA67AA"/>
    <w:rsid w:val="08FE5F43"/>
    <w:rsid w:val="09023C09"/>
    <w:rsid w:val="09053AA1"/>
    <w:rsid w:val="090705E3"/>
    <w:rsid w:val="09081B1C"/>
    <w:rsid w:val="09086D72"/>
    <w:rsid w:val="090F0D2D"/>
    <w:rsid w:val="09122D98"/>
    <w:rsid w:val="09126CC1"/>
    <w:rsid w:val="09163A9A"/>
    <w:rsid w:val="09186B1B"/>
    <w:rsid w:val="091A296D"/>
    <w:rsid w:val="091A566C"/>
    <w:rsid w:val="091E6CFB"/>
    <w:rsid w:val="092A7DB8"/>
    <w:rsid w:val="092B1B54"/>
    <w:rsid w:val="092F17D5"/>
    <w:rsid w:val="0930695C"/>
    <w:rsid w:val="0936145D"/>
    <w:rsid w:val="0936278D"/>
    <w:rsid w:val="09391E9A"/>
    <w:rsid w:val="093A5F2A"/>
    <w:rsid w:val="093D4B48"/>
    <w:rsid w:val="093E4417"/>
    <w:rsid w:val="094649ED"/>
    <w:rsid w:val="09465515"/>
    <w:rsid w:val="0947517A"/>
    <w:rsid w:val="094C5B96"/>
    <w:rsid w:val="09504E1F"/>
    <w:rsid w:val="095277FB"/>
    <w:rsid w:val="095363A8"/>
    <w:rsid w:val="095502B3"/>
    <w:rsid w:val="09552E8A"/>
    <w:rsid w:val="09575069"/>
    <w:rsid w:val="095771B9"/>
    <w:rsid w:val="095C32C2"/>
    <w:rsid w:val="095D66EC"/>
    <w:rsid w:val="0961252C"/>
    <w:rsid w:val="096452A8"/>
    <w:rsid w:val="09681AA7"/>
    <w:rsid w:val="09690607"/>
    <w:rsid w:val="096919AC"/>
    <w:rsid w:val="0970520E"/>
    <w:rsid w:val="09755FD5"/>
    <w:rsid w:val="09771074"/>
    <w:rsid w:val="097C2067"/>
    <w:rsid w:val="097C3AD2"/>
    <w:rsid w:val="098257C6"/>
    <w:rsid w:val="098A0637"/>
    <w:rsid w:val="098A5242"/>
    <w:rsid w:val="098A7946"/>
    <w:rsid w:val="09920BAD"/>
    <w:rsid w:val="09945379"/>
    <w:rsid w:val="099473C5"/>
    <w:rsid w:val="09981814"/>
    <w:rsid w:val="0999707A"/>
    <w:rsid w:val="099A290D"/>
    <w:rsid w:val="099C3571"/>
    <w:rsid w:val="099E2FA6"/>
    <w:rsid w:val="099E7765"/>
    <w:rsid w:val="099F544C"/>
    <w:rsid w:val="09A338C0"/>
    <w:rsid w:val="09A406DA"/>
    <w:rsid w:val="09A62094"/>
    <w:rsid w:val="09A65DF6"/>
    <w:rsid w:val="09A668EB"/>
    <w:rsid w:val="09A67A8B"/>
    <w:rsid w:val="09A80686"/>
    <w:rsid w:val="09A8079F"/>
    <w:rsid w:val="09AC60E0"/>
    <w:rsid w:val="09AD236B"/>
    <w:rsid w:val="09AD3AD1"/>
    <w:rsid w:val="09B03BAE"/>
    <w:rsid w:val="09B44083"/>
    <w:rsid w:val="09B51FCD"/>
    <w:rsid w:val="09B54A24"/>
    <w:rsid w:val="09B65269"/>
    <w:rsid w:val="09B76CC3"/>
    <w:rsid w:val="09B76F75"/>
    <w:rsid w:val="09B927FF"/>
    <w:rsid w:val="09BB2606"/>
    <w:rsid w:val="09BC1251"/>
    <w:rsid w:val="09BD2B75"/>
    <w:rsid w:val="09BD52B1"/>
    <w:rsid w:val="09BE2F86"/>
    <w:rsid w:val="09C93DEC"/>
    <w:rsid w:val="09C97FC6"/>
    <w:rsid w:val="09CA056E"/>
    <w:rsid w:val="09CA26F9"/>
    <w:rsid w:val="09CC4727"/>
    <w:rsid w:val="09CE50A1"/>
    <w:rsid w:val="09CF068D"/>
    <w:rsid w:val="09CF2EEF"/>
    <w:rsid w:val="09D22F69"/>
    <w:rsid w:val="09D271E4"/>
    <w:rsid w:val="09D472C4"/>
    <w:rsid w:val="09D6213D"/>
    <w:rsid w:val="09D764C7"/>
    <w:rsid w:val="09D82782"/>
    <w:rsid w:val="09DA2120"/>
    <w:rsid w:val="09DE4A5B"/>
    <w:rsid w:val="09E3689E"/>
    <w:rsid w:val="09E4125D"/>
    <w:rsid w:val="09E62D49"/>
    <w:rsid w:val="09EA58D6"/>
    <w:rsid w:val="09EF7161"/>
    <w:rsid w:val="09F07132"/>
    <w:rsid w:val="09F34164"/>
    <w:rsid w:val="09F60203"/>
    <w:rsid w:val="09FA1D10"/>
    <w:rsid w:val="09FB6112"/>
    <w:rsid w:val="09FF4A0E"/>
    <w:rsid w:val="0A013EDA"/>
    <w:rsid w:val="0A042DCB"/>
    <w:rsid w:val="0A054E3B"/>
    <w:rsid w:val="0A09383B"/>
    <w:rsid w:val="0A0A322F"/>
    <w:rsid w:val="0A0E23DE"/>
    <w:rsid w:val="0A0E448B"/>
    <w:rsid w:val="0A114DFF"/>
    <w:rsid w:val="0A121E8F"/>
    <w:rsid w:val="0A122FE3"/>
    <w:rsid w:val="0A1564BE"/>
    <w:rsid w:val="0A1A6DA3"/>
    <w:rsid w:val="0A282998"/>
    <w:rsid w:val="0A2953F8"/>
    <w:rsid w:val="0A295ECF"/>
    <w:rsid w:val="0A2C7190"/>
    <w:rsid w:val="0A36563A"/>
    <w:rsid w:val="0A397F7B"/>
    <w:rsid w:val="0A3A7001"/>
    <w:rsid w:val="0A3B492F"/>
    <w:rsid w:val="0A3E62C3"/>
    <w:rsid w:val="0A434B7C"/>
    <w:rsid w:val="0A442563"/>
    <w:rsid w:val="0A4521B8"/>
    <w:rsid w:val="0A4628D9"/>
    <w:rsid w:val="0A4B06A0"/>
    <w:rsid w:val="0A4C2F76"/>
    <w:rsid w:val="0A4E1BCA"/>
    <w:rsid w:val="0A547A04"/>
    <w:rsid w:val="0A560001"/>
    <w:rsid w:val="0A561C1B"/>
    <w:rsid w:val="0A576942"/>
    <w:rsid w:val="0A583CAF"/>
    <w:rsid w:val="0A5C2C65"/>
    <w:rsid w:val="0A613FA2"/>
    <w:rsid w:val="0A686352"/>
    <w:rsid w:val="0A6B2A44"/>
    <w:rsid w:val="0A7762D9"/>
    <w:rsid w:val="0A790CED"/>
    <w:rsid w:val="0A792C08"/>
    <w:rsid w:val="0A7C0395"/>
    <w:rsid w:val="0A7C3A5E"/>
    <w:rsid w:val="0A7D23D6"/>
    <w:rsid w:val="0A801BAD"/>
    <w:rsid w:val="0A804A74"/>
    <w:rsid w:val="0A84367C"/>
    <w:rsid w:val="0A8636B9"/>
    <w:rsid w:val="0A867B95"/>
    <w:rsid w:val="0A8861E7"/>
    <w:rsid w:val="0A894438"/>
    <w:rsid w:val="0A92542E"/>
    <w:rsid w:val="0A930B68"/>
    <w:rsid w:val="0A9343FA"/>
    <w:rsid w:val="0A952E08"/>
    <w:rsid w:val="0A957870"/>
    <w:rsid w:val="0A980794"/>
    <w:rsid w:val="0A9B7E93"/>
    <w:rsid w:val="0A9C69DA"/>
    <w:rsid w:val="0AA23E0F"/>
    <w:rsid w:val="0AA97072"/>
    <w:rsid w:val="0AAA4B80"/>
    <w:rsid w:val="0AAA5B33"/>
    <w:rsid w:val="0AAB133B"/>
    <w:rsid w:val="0AAD42E7"/>
    <w:rsid w:val="0AAF5013"/>
    <w:rsid w:val="0AB054AF"/>
    <w:rsid w:val="0AB25F79"/>
    <w:rsid w:val="0AB3723C"/>
    <w:rsid w:val="0AB40CE9"/>
    <w:rsid w:val="0AB616E4"/>
    <w:rsid w:val="0AB65FDF"/>
    <w:rsid w:val="0AB73E69"/>
    <w:rsid w:val="0AB7678E"/>
    <w:rsid w:val="0AB94FAC"/>
    <w:rsid w:val="0ABA36AA"/>
    <w:rsid w:val="0ABE4E3A"/>
    <w:rsid w:val="0AC105A7"/>
    <w:rsid w:val="0AC113F6"/>
    <w:rsid w:val="0AC14EAC"/>
    <w:rsid w:val="0AC47A7A"/>
    <w:rsid w:val="0AC63C3B"/>
    <w:rsid w:val="0ACA1854"/>
    <w:rsid w:val="0ACB5CD1"/>
    <w:rsid w:val="0ACC4ED3"/>
    <w:rsid w:val="0AD44EE3"/>
    <w:rsid w:val="0AD67DEA"/>
    <w:rsid w:val="0AD71AEF"/>
    <w:rsid w:val="0AD96E44"/>
    <w:rsid w:val="0ADA6548"/>
    <w:rsid w:val="0ADA7C6D"/>
    <w:rsid w:val="0ADE3B39"/>
    <w:rsid w:val="0ADF5298"/>
    <w:rsid w:val="0AE4157E"/>
    <w:rsid w:val="0AEB76B2"/>
    <w:rsid w:val="0AF31500"/>
    <w:rsid w:val="0AF801E6"/>
    <w:rsid w:val="0AF97A9C"/>
    <w:rsid w:val="0AFA472F"/>
    <w:rsid w:val="0AFD52E2"/>
    <w:rsid w:val="0AFE02E4"/>
    <w:rsid w:val="0AFE6B32"/>
    <w:rsid w:val="0AFF5AA0"/>
    <w:rsid w:val="0AFF691A"/>
    <w:rsid w:val="0B014C6B"/>
    <w:rsid w:val="0B08073F"/>
    <w:rsid w:val="0B0C1F9E"/>
    <w:rsid w:val="0B0E0FD6"/>
    <w:rsid w:val="0B0F4AF4"/>
    <w:rsid w:val="0B175EB9"/>
    <w:rsid w:val="0B1A2CF3"/>
    <w:rsid w:val="0B1B29F0"/>
    <w:rsid w:val="0B1B3FDF"/>
    <w:rsid w:val="0B1D4DDE"/>
    <w:rsid w:val="0B224CB3"/>
    <w:rsid w:val="0B225AB5"/>
    <w:rsid w:val="0B246CDA"/>
    <w:rsid w:val="0B250F60"/>
    <w:rsid w:val="0B2524F6"/>
    <w:rsid w:val="0B271726"/>
    <w:rsid w:val="0B292E65"/>
    <w:rsid w:val="0B2B383D"/>
    <w:rsid w:val="0B2D6C1F"/>
    <w:rsid w:val="0B352F4A"/>
    <w:rsid w:val="0B354D6A"/>
    <w:rsid w:val="0B3A698E"/>
    <w:rsid w:val="0B3C6D52"/>
    <w:rsid w:val="0B3D0777"/>
    <w:rsid w:val="0B3D7293"/>
    <w:rsid w:val="0B3E46BA"/>
    <w:rsid w:val="0B453B51"/>
    <w:rsid w:val="0B456F6C"/>
    <w:rsid w:val="0B480059"/>
    <w:rsid w:val="0B483ACB"/>
    <w:rsid w:val="0B4C2BEA"/>
    <w:rsid w:val="0B4C48ED"/>
    <w:rsid w:val="0B4F14EB"/>
    <w:rsid w:val="0B512E97"/>
    <w:rsid w:val="0B520A58"/>
    <w:rsid w:val="0B5422A6"/>
    <w:rsid w:val="0B54592D"/>
    <w:rsid w:val="0B554386"/>
    <w:rsid w:val="0B557303"/>
    <w:rsid w:val="0B5767A6"/>
    <w:rsid w:val="0B5865D4"/>
    <w:rsid w:val="0B5B7F1E"/>
    <w:rsid w:val="0B5C7633"/>
    <w:rsid w:val="0B5D5D5A"/>
    <w:rsid w:val="0B606A8D"/>
    <w:rsid w:val="0B613E0B"/>
    <w:rsid w:val="0B6174ED"/>
    <w:rsid w:val="0B636D8D"/>
    <w:rsid w:val="0B6531F0"/>
    <w:rsid w:val="0B67186F"/>
    <w:rsid w:val="0B671DB3"/>
    <w:rsid w:val="0B6915E4"/>
    <w:rsid w:val="0B6B2E2D"/>
    <w:rsid w:val="0B72314D"/>
    <w:rsid w:val="0B740FD9"/>
    <w:rsid w:val="0B755B44"/>
    <w:rsid w:val="0B7601E4"/>
    <w:rsid w:val="0B7A1C25"/>
    <w:rsid w:val="0B7C3124"/>
    <w:rsid w:val="0B7C587B"/>
    <w:rsid w:val="0B7D638E"/>
    <w:rsid w:val="0B800582"/>
    <w:rsid w:val="0B8035AD"/>
    <w:rsid w:val="0B82513F"/>
    <w:rsid w:val="0B825A7B"/>
    <w:rsid w:val="0B836AAF"/>
    <w:rsid w:val="0B84025D"/>
    <w:rsid w:val="0B84792C"/>
    <w:rsid w:val="0B8B57C8"/>
    <w:rsid w:val="0B8D66EF"/>
    <w:rsid w:val="0B940D5C"/>
    <w:rsid w:val="0B990B90"/>
    <w:rsid w:val="0B9F730D"/>
    <w:rsid w:val="0BA57377"/>
    <w:rsid w:val="0BA85DEB"/>
    <w:rsid w:val="0BB24CBC"/>
    <w:rsid w:val="0BB42BC1"/>
    <w:rsid w:val="0BB629FA"/>
    <w:rsid w:val="0BB75037"/>
    <w:rsid w:val="0BB83CE5"/>
    <w:rsid w:val="0BBA0B0B"/>
    <w:rsid w:val="0BBA3CDE"/>
    <w:rsid w:val="0BBE240E"/>
    <w:rsid w:val="0BC21760"/>
    <w:rsid w:val="0BC401F0"/>
    <w:rsid w:val="0BCA2769"/>
    <w:rsid w:val="0BD10EDF"/>
    <w:rsid w:val="0BD34674"/>
    <w:rsid w:val="0BD61323"/>
    <w:rsid w:val="0BD61844"/>
    <w:rsid w:val="0BD7271D"/>
    <w:rsid w:val="0BD85E7E"/>
    <w:rsid w:val="0BD94705"/>
    <w:rsid w:val="0BDA134A"/>
    <w:rsid w:val="0BDB6F12"/>
    <w:rsid w:val="0BDD79BA"/>
    <w:rsid w:val="0BE00943"/>
    <w:rsid w:val="0BE00DE9"/>
    <w:rsid w:val="0BE5462D"/>
    <w:rsid w:val="0BE6302A"/>
    <w:rsid w:val="0BE73A6F"/>
    <w:rsid w:val="0BED56A2"/>
    <w:rsid w:val="0BF0238E"/>
    <w:rsid w:val="0BF16866"/>
    <w:rsid w:val="0BF20908"/>
    <w:rsid w:val="0BF30818"/>
    <w:rsid w:val="0BF31972"/>
    <w:rsid w:val="0BF50BD6"/>
    <w:rsid w:val="0BF64226"/>
    <w:rsid w:val="0BF72916"/>
    <w:rsid w:val="0BFE2AF2"/>
    <w:rsid w:val="0C0346E3"/>
    <w:rsid w:val="0C050EA8"/>
    <w:rsid w:val="0C0D30B6"/>
    <w:rsid w:val="0C102001"/>
    <w:rsid w:val="0C107C0C"/>
    <w:rsid w:val="0C1516AF"/>
    <w:rsid w:val="0C18284C"/>
    <w:rsid w:val="0C1974ED"/>
    <w:rsid w:val="0C1A6908"/>
    <w:rsid w:val="0C1B694F"/>
    <w:rsid w:val="0C1E4353"/>
    <w:rsid w:val="0C1F46A3"/>
    <w:rsid w:val="0C212BF3"/>
    <w:rsid w:val="0C232D05"/>
    <w:rsid w:val="0C245CB2"/>
    <w:rsid w:val="0C262915"/>
    <w:rsid w:val="0C272696"/>
    <w:rsid w:val="0C281D0B"/>
    <w:rsid w:val="0C2A25CA"/>
    <w:rsid w:val="0C2B030C"/>
    <w:rsid w:val="0C2B69F6"/>
    <w:rsid w:val="0C2F618C"/>
    <w:rsid w:val="0C307C4E"/>
    <w:rsid w:val="0C3438DE"/>
    <w:rsid w:val="0C34527B"/>
    <w:rsid w:val="0C3459EE"/>
    <w:rsid w:val="0C3C0986"/>
    <w:rsid w:val="0C3D487E"/>
    <w:rsid w:val="0C3F5F57"/>
    <w:rsid w:val="0C405076"/>
    <w:rsid w:val="0C4407A8"/>
    <w:rsid w:val="0C4937CE"/>
    <w:rsid w:val="0C49514E"/>
    <w:rsid w:val="0C4E4D0E"/>
    <w:rsid w:val="0C536115"/>
    <w:rsid w:val="0C537A72"/>
    <w:rsid w:val="0C597427"/>
    <w:rsid w:val="0C5C519F"/>
    <w:rsid w:val="0C5E763B"/>
    <w:rsid w:val="0C6176A8"/>
    <w:rsid w:val="0C625B5E"/>
    <w:rsid w:val="0C632CE5"/>
    <w:rsid w:val="0C655163"/>
    <w:rsid w:val="0C65643D"/>
    <w:rsid w:val="0C673F26"/>
    <w:rsid w:val="0C6C3A78"/>
    <w:rsid w:val="0C722550"/>
    <w:rsid w:val="0C74598A"/>
    <w:rsid w:val="0C750282"/>
    <w:rsid w:val="0C763BC9"/>
    <w:rsid w:val="0C777CE7"/>
    <w:rsid w:val="0C7A4CA1"/>
    <w:rsid w:val="0C7D25CD"/>
    <w:rsid w:val="0C7E7E8E"/>
    <w:rsid w:val="0C825046"/>
    <w:rsid w:val="0C8335EC"/>
    <w:rsid w:val="0C841DE5"/>
    <w:rsid w:val="0C855BBD"/>
    <w:rsid w:val="0C906167"/>
    <w:rsid w:val="0C92531B"/>
    <w:rsid w:val="0C932EB2"/>
    <w:rsid w:val="0C94391D"/>
    <w:rsid w:val="0C956273"/>
    <w:rsid w:val="0C973C2C"/>
    <w:rsid w:val="0C984504"/>
    <w:rsid w:val="0C995065"/>
    <w:rsid w:val="0C9F4017"/>
    <w:rsid w:val="0CAA711E"/>
    <w:rsid w:val="0CAB197A"/>
    <w:rsid w:val="0CAD146F"/>
    <w:rsid w:val="0CAE0C3A"/>
    <w:rsid w:val="0CB3252C"/>
    <w:rsid w:val="0CB5103D"/>
    <w:rsid w:val="0CB611A6"/>
    <w:rsid w:val="0CB73A19"/>
    <w:rsid w:val="0CB86137"/>
    <w:rsid w:val="0CBB3473"/>
    <w:rsid w:val="0CBD34B8"/>
    <w:rsid w:val="0CBE229B"/>
    <w:rsid w:val="0CBF778F"/>
    <w:rsid w:val="0CC07C5A"/>
    <w:rsid w:val="0CCC10F3"/>
    <w:rsid w:val="0CD029C6"/>
    <w:rsid w:val="0CD066D6"/>
    <w:rsid w:val="0CD56B87"/>
    <w:rsid w:val="0CD74F25"/>
    <w:rsid w:val="0CD92FD8"/>
    <w:rsid w:val="0CDB42AC"/>
    <w:rsid w:val="0CDC1214"/>
    <w:rsid w:val="0CDE261A"/>
    <w:rsid w:val="0CDF50BF"/>
    <w:rsid w:val="0CE44F0A"/>
    <w:rsid w:val="0CE924D2"/>
    <w:rsid w:val="0CEB3F85"/>
    <w:rsid w:val="0CEE60E2"/>
    <w:rsid w:val="0CF134D0"/>
    <w:rsid w:val="0CF3336E"/>
    <w:rsid w:val="0CF72768"/>
    <w:rsid w:val="0CF920FB"/>
    <w:rsid w:val="0CFA2400"/>
    <w:rsid w:val="0CFC4FC6"/>
    <w:rsid w:val="0CFE3D64"/>
    <w:rsid w:val="0CFF205E"/>
    <w:rsid w:val="0CFF4741"/>
    <w:rsid w:val="0D043A28"/>
    <w:rsid w:val="0D0A5EE5"/>
    <w:rsid w:val="0D0A61D5"/>
    <w:rsid w:val="0D0E3207"/>
    <w:rsid w:val="0D112826"/>
    <w:rsid w:val="0D117E5A"/>
    <w:rsid w:val="0D1519FF"/>
    <w:rsid w:val="0D157F4F"/>
    <w:rsid w:val="0D1627A3"/>
    <w:rsid w:val="0D2253F5"/>
    <w:rsid w:val="0D255544"/>
    <w:rsid w:val="0D280681"/>
    <w:rsid w:val="0D287684"/>
    <w:rsid w:val="0D2A16D4"/>
    <w:rsid w:val="0D2B3FAF"/>
    <w:rsid w:val="0D2C054F"/>
    <w:rsid w:val="0D2E239B"/>
    <w:rsid w:val="0D3143AF"/>
    <w:rsid w:val="0D330C43"/>
    <w:rsid w:val="0D361CCD"/>
    <w:rsid w:val="0D371433"/>
    <w:rsid w:val="0D38133B"/>
    <w:rsid w:val="0D3C09E5"/>
    <w:rsid w:val="0D4166A0"/>
    <w:rsid w:val="0D425149"/>
    <w:rsid w:val="0D44673D"/>
    <w:rsid w:val="0D450AA9"/>
    <w:rsid w:val="0D461EF6"/>
    <w:rsid w:val="0D462502"/>
    <w:rsid w:val="0D481A0F"/>
    <w:rsid w:val="0D4F5899"/>
    <w:rsid w:val="0D5268D4"/>
    <w:rsid w:val="0D533A7E"/>
    <w:rsid w:val="0D5E5709"/>
    <w:rsid w:val="0D60520F"/>
    <w:rsid w:val="0D650CD1"/>
    <w:rsid w:val="0D686930"/>
    <w:rsid w:val="0D690A50"/>
    <w:rsid w:val="0D6B7C95"/>
    <w:rsid w:val="0D6F76AE"/>
    <w:rsid w:val="0D712C53"/>
    <w:rsid w:val="0D712FE2"/>
    <w:rsid w:val="0D792E4C"/>
    <w:rsid w:val="0D7D587E"/>
    <w:rsid w:val="0D807AB5"/>
    <w:rsid w:val="0D814E9C"/>
    <w:rsid w:val="0D815336"/>
    <w:rsid w:val="0D8455E7"/>
    <w:rsid w:val="0D85247C"/>
    <w:rsid w:val="0D86197D"/>
    <w:rsid w:val="0D87540B"/>
    <w:rsid w:val="0D8A0270"/>
    <w:rsid w:val="0D8A7DF9"/>
    <w:rsid w:val="0D8C3C9D"/>
    <w:rsid w:val="0D905E3D"/>
    <w:rsid w:val="0D9071F4"/>
    <w:rsid w:val="0D9550EF"/>
    <w:rsid w:val="0D95685F"/>
    <w:rsid w:val="0D957295"/>
    <w:rsid w:val="0D965461"/>
    <w:rsid w:val="0D9C3865"/>
    <w:rsid w:val="0D9D0F38"/>
    <w:rsid w:val="0D9F077E"/>
    <w:rsid w:val="0DA035C8"/>
    <w:rsid w:val="0DA223CE"/>
    <w:rsid w:val="0DA257E1"/>
    <w:rsid w:val="0DA27A7E"/>
    <w:rsid w:val="0DA80EF8"/>
    <w:rsid w:val="0DA91DF9"/>
    <w:rsid w:val="0DA944BA"/>
    <w:rsid w:val="0DAA5999"/>
    <w:rsid w:val="0DAD18BA"/>
    <w:rsid w:val="0DB240D8"/>
    <w:rsid w:val="0DB43FF5"/>
    <w:rsid w:val="0DB65378"/>
    <w:rsid w:val="0DBA39C7"/>
    <w:rsid w:val="0DC55BCC"/>
    <w:rsid w:val="0DCA467A"/>
    <w:rsid w:val="0DCA733D"/>
    <w:rsid w:val="0DCD2CB9"/>
    <w:rsid w:val="0DD2063E"/>
    <w:rsid w:val="0DD21CC5"/>
    <w:rsid w:val="0DD55AAC"/>
    <w:rsid w:val="0DD652AB"/>
    <w:rsid w:val="0DD95FAF"/>
    <w:rsid w:val="0DE25124"/>
    <w:rsid w:val="0DE52CF5"/>
    <w:rsid w:val="0DE702B7"/>
    <w:rsid w:val="0DE978ED"/>
    <w:rsid w:val="0DED2EE9"/>
    <w:rsid w:val="0DEE09A8"/>
    <w:rsid w:val="0DEF3600"/>
    <w:rsid w:val="0DEF7C34"/>
    <w:rsid w:val="0DF03B81"/>
    <w:rsid w:val="0DF151A9"/>
    <w:rsid w:val="0DF656E0"/>
    <w:rsid w:val="0DF65F37"/>
    <w:rsid w:val="0DF82433"/>
    <w:rsid w:val="0DFC740F"/>
    <w:rsid w:val="0DFF5B4E"/>
    <w:rsid w:val="0E013698"/>
    <w:rsid w:val="0E051ACE"/>
    <w:rsid w:val="0E0F0418"/>
    <w:rsid w:val="0E1A07D7"/>
    <w:rsid w:val="0E1C5453"/>
    <w:rsid w:val="0E20502E"/>
    <w:rsid w:val="0E263C92"/>
    <w:rsid w:val="0E272C1E"/>
    <w:rsid w:val="0E2A262D"/>
    <w:rsid w:val="0E2A6AED"/>
    <w:rsid w:val="0E2C6FE5"/>
    <w:rsid w:val="0E2D048B"/>
    <w:rsid w:val="0E323E59"/>
    <w:rsid w:val="0E357B7F"/>
    <w:rsid w:val="0E3615CD"/>
    <w:rsid w:val="0E3A39A0"/>
    <w:rsid w:val="0E3F2102"/>
    <w:rsid w:val="0E415513"/>
    <w:rsid w:val="0E444573"/>
    <w:rsid w:val="0E4471A8"/>
    <w:rsid w:val="0E4669D1"/>
    <w:rsid w:val="0E4A09E2"/>
    <w:rsid w:val="0E4A23F4"/>
    <w:rsid w:val="0E5169FC"/>
    <w:rsid w:val="0E5224D4"/>
    <w:rsid w:val="0E531894"/>
    <w:rsid w:val="0E5448F4"/>
    <w:rsid w:val="0E574D51"/>
    <w:rsid w:val="0E5860A2"/>
    <w:rsid w:val="0E5B0A6D"/>
    <w:rsid w:val="0E5C076B"/>
    <w:rsid w:val="0E6272B9"/>
    <w:rsid w:val="0E663048"/>
    <w:rsid w:val="0E677F94"/>
    <w:rsid w:val="0E6B53CD"/>
    <w:rsid w:val="0E6D5E30"/>
    <w:rsid w:val="0E74405D"/>
    <w:rsid w:val="0E782C26"/>
    <w:rsid w:val="0E785DFE"/>
    <w:rsid w:val="0E7B5A8E"/>
    <w:rsid w:val="0E7D3141"/>
    <w:rsid w:val="0E7E0207"/>
    <w:rsid w:val="0E7E1838"/>
    <w:rsid w:val="0E7E7220"/>
    <w:rsid w:val="0E804909"/>
    <w:rsid w:val="0E8052D6"/>
    <w:rsid w:val="0E83432E"/>
    <w:rsid w:val="0E850C17"/>
    <w:rsid w:val="0E867A54"/>
    <w:rsid w:val="0E8B712E"/>
    <w:rsid w:val="0E903EA7"/>
    <w:rsid w:val="0E904CAD"/>
    <w:rsid w:val="0E933E9C"/>
    <w:rsid w:val="0E960141"/>
    <w:rsid w:val="0E984D22"/>
    <w:rsid w:val="0E990F0F"/>
    <w:rsid w:val="0EA33301"/>
    <w:rsid w:val="0EA8179F"/>
    <w:rsid w:val="0EAC6E3F"/>
    <w:rsid w:val="0EAD1D8F"/>
    <w:rsid w:val="0EB41D3D"/>
    <w:rsid w:val="0EB709C1"/>
    <w:rsid w:val="0EBA6E6A"/>
    <w:rsid w:val="0EBE56CC"/>
    <w:rsid w:val="0EC05ABA"/>
    <w:rsid w:val="0EC53BBE"/>
    <w:rsid w:val="0EC540AD"/>
    <w:rsid w:val="0EC955A4"/>
    <w:rsid w:val="0ECA323B"/>
    <w:rsid w:val="0ECD23F5"/>
    <w:rsid w:val="0ED03B66"/>
    <w:rsid w:val="0ED23BDB"/>
    <w:rsid w:val="0ED457A7"/>
    <w:rsid w:val="0ED73BDE"/>
    <w:rsid w:val="0ED83F48"/>
    <w:rsid w:val="0ED90928"/>
    <w:rsid w:val="0ED93D35"/>
    <w:rsid w:val="0EDA5950"/>
    <w:rsid w:val="0EDE5988"/>
    <w:rsid w:val="0EDF326F"/>
    <w:rsid w:val="0EE22AA8"/>
    <w:rsid w:val="0EE45838"/>
    <w:rsid w:val="0EE5175F"/>
    <w:rsid w:val="0EE902C0"/>
    <w:rsid w:val="0EE918A1"/>
    <w:rsid w:val="0EE94FAC"/>
    <w:rsid w:val="0EEE6FEF"/>
    <w:rsid w:val="0EF01BEC"/>
    <w:rsid w:val="0EF111D1"/>
    <w:rsid w:val="0EF27326"/>
    <w:rsid w:val="0EF447A2"/>
    <w:rsid w:val="0EFA0697"/>
    <w:rsid w:val="0F08395F"/>
    <w:rsid w:val="0F0B6F3D"/>
    <w:rsid w:val="0F0E4356"/>
    <w:rsid w:val="0F0F2F50"/>
    <w:rsid w:val="0F130B8F"/>
    <w:rsid w:val="0F1360E0"/>
    <w:rsid w:val="0F1556FC"/>
    <w:rsid w:val="0F164B6D"/>
    <w:rsid w:val="0F203898"/>
    <w:rsid w:val="0F20436D"/>
    <w:rsid w:val="0F216769"/>
    <w:rsid w:val="0F217CC1"/>
    <w:rsid w:val="0F22747B"/>
    <w:rsid w:val="0F242041"/>
    <w:rsid w:val="0F2631EB"/>
    <w:rsid w:val="0F2674BE"/>
    <w:rsid w:val="0F2A4BE7"/>
    <w:rsid w:val="0F2D1182"/>
    <w:rsid w:val="0F3043F8"/>
    <w:rsid w:val="0F320AFD"/>
    <w:rsid w:val="0F3806A9"/>
    <w:rsid w:val="0F395059"/>
    <w:rsid w:val="0F3A01CB"/>
    <w:rsid w:val="0F3A6C29"/>
    <w:rsid w:val="0F4261B6"/>
    <w:rsid w:val="0F4D08C0"/>
    <w:rsid w:val="0F4D153D"/>
    <w:rsid w:val="0F4D4207"/>
    <w:rsid w:val="0F5063EF"/>
    <w:rsid w:val="0F545BC0"/>
    <w:rsid w:val="0F5731A1"/>
    <w:rsid w:val="0F59719E"/>
    <w:rsid w:val="0F5B12A9"/>
    <w:rsid w:val="0F5D18AC"/>
    <w:rsid w:val="0F626CB7"/>
    <w:rsid w:val="0F6663BB"/>
    <w:rsid w:val="0F694D94"/>
    <w:rsid w:val="0F6A4B80"/>
    <w:rsid w:val="0F6B1FF9"/>
    <w:rsid w:val="0F6B2D4F"/>
    <w:rsid w:val="0F6E3DA2"/>
    <w:rsid w:val="0F6E58E6"/>
    <w:rsid w:val="0F734229"/>
    <w:rsid w:val="0F734E75"/>
    <w:rsid w:val="0F7675D2"/>
    <w:rsid w:val="0F787766"/>
    <w:rsid w:val="0F7F0814"/>
    <w:rsid w:val="0F7F4DB0"/>
    <w:rsid w:val="0F8208F9"/>
    <w:rsid w:val="0F844CBA"/>
    <w:rsid w:val="0F8A4005"/>
    <w:rsid w:val="0F8A4DB5"/>
    <w:rsid w:val="0F8A706A"/>
    <w:rsid w:val="0F905752"/>
    <w:rsid w:val="0F977A48"/>
    <w:rsid w:val="0F98571C"/>
    <w:rsid w:val="0F990546"/>
    <w:rsid w:val="0F995A20"/>
    <w:rsid w:val="0F9A2D7F"/>
    <w:rsid w:val="0F9B713D"/>
    <w:rsid w:val="0FA37393"/>
    <w:rsid w:val="0FA77121"/>
    <w:rsid w:val="0FAA6BBF"/>
    <w:rsid w:val="0FAB4FFF"/>
    <w:rsid w:val="0FAE6F0F"/>
    <w:rsid w:val="0FAE7FEC"/>
    <w:rsid w:val="0FAF2E85"/>
    <w:rsid w:val="0FB10104"/>
    <w:rsid w:val="0FB17AA6"/>
    <w:rsid w:val="0FB23C7E"/>
    <w:rsid w:val="0FB42ED6"/>
    <w:rsid w:val="0FB637AA"/>
    <w:rsid w:val="0FBC705E"/>
    <w:rsid w:val="0FC30C7A"/>
    <w:rsid w:val="0FC45F9C"/>
    <w:rsid w:val="0FC51083"/>
    <w:rsid w:val="0FC64E12"/>
    <w:rsid w:val="0FC861D0"/>
    <w:rsid w:val="0FCA0AD4"/>
    <w:rsid w:val="0FCB4511"/>
    <w:rsid w:val="0FCB5E7D"/>
    <w:rsid w:val="0FCD3A13"/>
    <w:rsid w:val="0FCE2BC5"/>
    <w:rsid w:val="0FD0403B"/>
    <w:rsid w:val="0FD31959"/>
    <w:rsid w:val="0FD86017"/>
    <w:rsid w:val="0FDB029A"/>
    <w:rsid w:val="0FDF3927"/>
    <w:rsid w:val="0FDF4526"/>
    <w:rsid w:val="0FE9364C"/>
    <w:rsid w:val="0FF101D1"/>
    <w:rsid w:val="0FF36A66"/>
    <w:rsid w:val="0FFC7AC6"/>
    <w:rsid w:val="1009739A"/>
    <w:rsid w:val="100A360E"/>
    <w:rsid w:val="100A4543"/>
    <w:rsid w:val="100E2F57"/>
    <w:rsid w:val="10114B6D"/>
    <w:rsid w:val="101178FD"/>
    <w:rsid w:val="1013442C"/>
    <w:rsid w:val="10150B91"/>
    <w:rsid w:val="101A6B1E"/>
    <w:rsid w:val="101D3916"/>
    <w:rsid w:val="101E71A4"/>
    <w:rsid w:val="101F1B98"/>
    <w:rsid w:val="101F6874"/>
    <w:rsid w:val="102053DC"/>
    <w:rsid w:val="10245B66"/>
    <w:rsid w:val="1037615B"/>
    <w:rsid w:val="103767F3"/>
    <w:rsid w:val="103D1F4C"/>
    <w:rsid w:val="103F7913"/>
    <w:rsid w:val="104303E8"/>
    <w:rsid w:val="104420B6"/>
    <w:rsid w:val="104455C4"/>
    <w:rsid w:val="10465EF4"/>
    <w:rsid w:val="104954E5"/>
    <w:rsid w:val="104B1387"/>
    <w:rsid w:val="104D4CDA"/>
    <w:rsid w:val="10513F3F"/>
    <w:rsid w:val="1055034C"/>
    <w:rsid w:val="10551548"/>
    <w:rsid w:val="10566317"/>
    <w:rsid w:val="10577611"/>
    <w:rsid w:val="105A65EA"/>
    <w:rsid w:val="105E3FD4"/>
    <w:rsid w:val="10622484"/>
    <w:rsid w:val="10647F7F"/>
    <w:rsid w:val="10656CF9"/>
    <w:rsid w:val="1068772A"/>
    <w:rsid w:val="106959F9"/>
    <w:rsid w:val="106B29AA"/>
    <w:rsid w:val="106B4FB0"/>
    <w:rsid w:val="106B5EC0"/>
    <w:rsid w:val="106E41C3"/>
    <w:rsid w:val="10754D1C"/>
    <w:rsid w:val="10771E38"/>
    <w:rsid w:val="10777CBE"/>
    <w:rsid w:val="10796EF9"/>
    <w:rsid w:val="107F3497"/>
    <w:rsid w:val="10832EA3"/>
    <w:rsid w:val="10834370"/>
    <w:rsid w:val="108348BB"/>
    <w:rsid w:val="10866972"/>
    <w:rsid w:val="10866BDC"/>
    <w:rsid w:val="10891A17"/>
    <w:rsid w:val="108D3C3B"/>
    <w:rsid w:val="10906465"/>
    <w:rsid w:val="1091681C"/>
    <w:rsid w:val="109421AC"/>
    <w:rsid w:val="109655F3"/>
    <w:rsid w:val="10976F2F"/>
    <w:rsid w:val="10992712"/>
    <w:rsid w:val="109B6D59"/>
    <w:rsid w:val="109E1E14"/>
    <w:rsid w:val="109E1E81"/>
    <w:rsid w:val="10A2513B"/>
    <w:rsid w:val="10A663E5"/>
    <w:rsid w:val="10AC0DD0"/>
    <w:rsid w:val="10AD1648"/>
    <w:rsid w:val="10AF4DD8"/>
    <w:rsid w:val="10B56B34"/>
    <w:rsid w:val="10B67202"/>
    <w:rsid w:val="10B80FD0"/>
    <w:rsid w:val="10B81333"/>
    <w:rsid w:val="10BB1AF5"/>
    <w:rsid w:val="10BC1777"/>
    <w:rsid w:val="10BC353E"/>
    <w:rsid w:val="10BC59B8"/>
    <w:rsid w:val="10C2501F"/>
    <w:rsid w:val="10C61B8F"/>
    <w:rsid w:val="10CB71C1"/>
    <w:rsid w:val="10CC03F3"/>
    <w:rsid w:val="10CC0F4A"/>
    <w:rsid w:val="10CD720F"/>
    <w:rsid w:val="10CF0B30"/>
    <w:rsid w:val="10D25BA5"/>
    <w:rsid w:val="10D32749"/>
    <w:rsid w:val="10D37628"/>
    <w:rsid w:val="10D64040"/>
    <w:rsid w:val="10D71BD3"/>
    <w:rsid w:val="10DC0196"/>
    <w:rsid w:val="10DE4668"/>
    <w:rsid w:val="10E10F0D"/>
    <w:rsid w:val="10E6682A"/>
    <w:rsid w:val="10E70033"/>
    <w:rsid w:val="10E8589F"/>
    <w:rsid w:val="10EA6783"/>
    <w:rsid w:val="10EB6629"/>
    <w:rsid w:val="10ED1A7F"/>
    <w:rsid w:val="10EF7BF6"/>
    <w:rsid w:val="10F0362F"/>
    <w:rsid w:val="10F40871"/>
    <w:rsid w:val="10F80AD3"/>
    <w:rsid w:val="10FA5A20"/>
    <w:rsid w:val="10FA66D8"/>
    <w:rsid w:val="10FC16A1"/>
    <w:rsid w:val="1100247E"/>
    <w:rsid w:val="11014F5E"/>
    <w:rsid w:val="11017BC3"/>
    <w:rsid w:val="11066B69"/>
    <w:rsid w:val="11080314"/>
    <w:rsid w:val="11080D60"/>
    <w:rsid w:val="110813F3"/>
    <w:rsid w:val="110C6E7F"/>
    <w:rsid w:val="110E513D"/>
    <w:rsid w:val="11116566"/>
    <w:rsid w:val="11121A54"/>
    <w:rsid w:val="111457B7"/>
    <w:rsid w:val="1115446A"/>
    <w:rsid w:val="11155DAE"/>
    <w:rsid w:val="11167323"/>
    <w:rsid w:val="11196EAE"/>
    <w:rsid w:val="111A2C39"/>
    <w:rsid w:val="111C4FAE"/>
    <w:rsid w:val="111E28CF"/>
    <w:rsid w:val="111E4174"/>
    <w:rsid w:val="112225BD"/>
    <w:rsid w:val="11231A45"/>
    <w:rsid w:val="1124332D"/>
    <w:rsid w:val="1125367E"/>
    <w:rsid w:val="11271D0E"/>
    <w:rsid w:val="112C5E79"/>
    <w:rsid w:val="1132464A"/>
    <w:rsid w:val="1137364E"/>
    <w:rsid w:val="113A2079"/>
    <w:rsid w:val="113B4887"/>
    <w:rsid w:val="113B7941"/>
    <w:rsid w:val="113D09AE"/>
    <w:rsid w:val="113E1E94"/>
    <w:rsid w:val="113F5188"/>
    <w:rsid w:val="1142061D"/>
    <w:rsid w:val="11422D60"/>
    <w:rsid w:val="1143446F"/>
    <w:rsid w:val="11453965"/>
    <w:rsid w:val="114A0938"/>
    <w:rsid w:val="11505119"/>
    <w:rsid w:val="1151796B"/>
    <w:rsid w:val="1155702B"/>
    <w:rsid w:val="11560A19"/>
    <w:rsid w:val="115D4B53"/>
    <w:rsid w:val="116323D9"/>
    <w:rsid w:val="116425A8"/>
    <w:rsid w:val="116C2AAE"/>
    <w:rsid w:val="116C2B8B"/>
    <w:rsid w:val="116E702E"/>
    <w:rsid w:val="11727952"/>
    <w:rsid w:val="11732A7E"/>
    <w:rsid w:val="11737EAA"/>
    <w:rsid w:val="11791A06"/>
    <w:rsid w:val="117B06E4"/>
    <w:rsid w:val="117E079A"/>
    <w:rsid w:val="117E45F3"/>
    <w:rsid w:val="1182067F"/>
    <w:rsid w:val="11823C55"/>
    <w:rsid w:val="11827DA0"/>
    <w:rsid w:val="11831E5E"/>
    <w:rsid w:val="1183424E"/>
    <w:rsid w:val="11844D81"/>
    <w:rsid w:val="11853A2A"/>
    <w:rsid w:val="119470C6"/>
    <w:rsid w:val="11951E9A"/>
    <w:rsid w:val="11993C89"/>
    <w:rsid w:val="11A067DD"/>
    <w:rsid w:val="11A07A8B"/>
    <w:rsid w:val="11A25CE4"/>
    <w:rsid w:val="11A25F6B"/>
    <w:rsid w:val="11A70882"/>
    <w:rsid w:val="11A97054"/>
    <w:rsid w:val="11B2377A"/>
    <w:rsid w:val="11B26D73"/>
    <w:rsid w:val="11B53C32"/>
    <w:rsid w:val="11C012AD"/>
    <w:rsid w:val="11C37090"/>
    <w:rsid w:val="11C81A70"/>
    <w:rsid w:val="11CE3263"/>
    <w:rsid w:val="11CF2B68"/>
    <w:rsid w:val="11D61037"/>
    <w:rsid w:val="11D6682D"/>
    <w:rsid w:val="11DB025B"/>
    <w:rsid w:val="11DB635A"/>
    <w:rsid w:val="11DD1097"/>
    <w:rsid w:val="11DD7828"/>
    <w:rsid w:val="11DF54AA"/>
    <w:rsid w:val="11E04EC7"/>
    <w:rsid w:val="11E4543B"/>
    <w:rsid w:val="11E77AD0"/>
    <w:rsid w:val="11E8451E"/>
    <w:rsid w:val="11EC3A0F"/>
    <w:rsid w:val="11F00F24"/>
    <w:rsid w:val="11F53C89"/>
    <w:rsid w:val="11F559B3"/>
    <w:rsid w:val="11F718E9"/>
    <w:rsid w:val="11F80674"/>
    <w:rsid w:val="11F85551"/>
    <w:rsid w:val="11FA28EB"/>
    <w:rsid w:val="11FA389E"/>
    <w:rsid w:val="11FD49C5"/>
    <w:rsid w:val="11FE307E"/>
    <w:rsid w:val="11FE5E30"/>
    <w:rsid w:val="12086643"/>
    <w:rsid w:val="12114A67"/>
    <w:rsid w:val="12122B0D"/>
    <w:rsid w:val="12124A29"/>
    <w:rsid w:val="12125F4A"/>
    <w:rsid w:val="12170CA6"/>
    <w:rsid w:val="12177F43"/>
    <w:rsid w:val="121A7515"/>
    <w:rsid w:val="121B6263"/>
    <w:rsid w:val="121B6EF7"/>
    <w:rsid w:val="121D50EB"/>
    <w:rsid w:val="12207790"/>
    <w:rsid w:val="12220FF5"/>
    <w:rsid w:val="122533D7"/>
    <w:rsid w:val="1226518D"/>
    <w:rsid w:val="12281F01"/>
    <w:rsid w:val="12294CEB"/>
    <w:rsid w:val="12297B4A"/>
    <w:rsid w:val="122C4FAE"/>
    <w:rsid w:val="122F2188"/>
    <w:rsid w:val="12331C19"/>
    <w:rsid w:val="12354175"/>
    <w:rsid w:val="1236116B"/>
    <w:rsid w:val="12383DC5"/>
    <w:rsid w:val="123865A2"/>
    <w:rsid w:val="12386884"/>
    <w:rsid w:val="123E2371"/>
    <w:rsid w:val="123F5451"/>
    <w:rsid w:val="1242589C"/>
    <w:rsid w:val="12447623"/>
    <w:rsid w:val="12463B54"/>
    <w:rsid w:val="12493C35"/>
    <w:rsid w:val="124B0A8B"/>
    <w:rsid w:val="124B1268"/>
    <w:rsid w:val="124B1A62"/>
    <w:rsid w:val="124B4912"/>
    <w:rsid w:val="124C1C20"/>
    <w:rsid w:val="124D65BA"/>
    <w:rsid w:val="124E1C40"/>
    <w:rsid w:val="124E407D"/>
    <w:rsid w:val="124F597F"/>
    <w:rsid w:val="12534644"/>
    <w:rsid w:val="12550D0D"/>
    <w:rsid w:val="125D0517"/>
    <w:rsid w:val="125E5DE5"/>
    <w:rsid w:val="12600D75"/>
    <w:rsid w:val="12621351"/>
    <w:rsid w:val="12631949"/>
    <w:rsid w:val="12647DD4"/>
    <w:rsid w:val="12655FEF"/>
    <w:rsid w:val="126602EF"/>
    <w:rsid w:val="126B03BA"/>
    <w:rsid w:val="126B71D6"/>
    <w:rsid w:val="126C3723"/>
    <w:rsid w:val="126E388F"/>
    <w:rsid w:val="126F2615"/>
    <w:rsid w:val="1274186C"/>
    <w:rsid w:val="127D39DB"/>
    <w:rsid w:val="127D693F"/>
    <w:rsid w:val="12822D32"/>
    <w:rsid w:val="12831873"/>
    <w:rsid w:val="12855177"/>
    <w:rsid w:val="12866CD9"/>
    <w:rsid w:val="12875148"/>
    <w:rsid w:val="128B31E5"/>
    <w:rsid w:val="128E21D7"/>
    <w:rsid w:val="12927FE5"/>
    <w:rsid w:val="12973140"/>
    <w:rsid w:val="12982E8D"/>
    <w:rsid w:val="129C1007"/>
    <w:rsid w:val="129C5B28"/>
    <w:rsid w:val="129C7E9E"/>
    <w:rsid w:val="129E0CEA"/>
    <w:rsid w:val="12A05CC5"/>
    <w:rsid w:val="12A40528"/>
    <w:rsid w:val="12A6680F"/>
    <w:rsid w:val="12A66BFF"/>
    <w:rsid w:val="12A707B1"/>
    <w:rsid w:val="12A7539E"/>
    <w:rsid w:val="12A81F69"/>
    <w:rsid w:val="12AA1643"/>
    <w:rsid w:val="12B22442"/>
    <w:rsid w:val="12B90DF3"/>
    <w:rsid w:val="12BE6793"/>
    <w:rsid w:val="12BE775C"/>
    <w:rsid w:val="12C17E36"/>
    <w:rsid w:val="12C917B6"/>
    <w:rsid w:val="12CD2E95"/>
    <w:rsid w:val="12CD5C2D"/>
    <w:rsid w:val="12CF6B02"/>
    <w:rsid w:val="12D039D1"/>
    <w:rsid w:val="12D3468D"/>
    <w:rsid w:val="12D665AD"/>
    <w:rsid w:val="12D6731E"/>
    <w:rsid w:val="12DF54F7"/>
    <w:rsid w:val="12E5155F"/>
    <w:rsid w:val="12E53338"/>
    <w:rsid w:val="12E87D15"/>
    <w:rsid w:val="12EA4022"/>
    <w:rsid w:val="12EA77CB"/>
    <w:rsid w:val="12ED7925"/>
    <w:rsid w:val="12F01FA1"/>
    <w:rsid w:val="12F05BB6"/>
    <w:rsid w:val="12F0776A"/>
    <w:rsid w:val="12F507FD"/>
    <w:rsid w:val="12F64E64"/>
    <w:rsid w:val="12FA6185"/>
    <w:rsid w:val="12FB138E"/>
    <w:rsid w:val="12FE0E4F"/>
    <w:rsid w:val="12FF4A28"/>
    <w:rsid w:val="13040CCF"/>
    <w:rsid w:val="13046F71"/>
    <w:rsid w:val="13065AF1"/>
    <w:rsid w:val="13074CB6"/>
    <w:rsid w:val="130778ED"/>
    <w:rsid w:val="1308295D"/>
    <w:rsid w:val="1308387A"/>
    <w:rsid w:val="130B4291"/>
    <w:rsid w:val="130B675A"/>
    <w:rsid w:val="130D6356"/>
    <w:rsid w:val="130E1EB8"/>
    <w:rsid w:val="130F09EF"/>
    <w:rsid w:val="130F3761"/>
    <w:rsid w:val="13103E1C"/>
    <w:rsid w:val="1311205D"/>
    <w:rsid w:val="131145E4"/>
    <w:rsid w:val="131B288E"/>
    <w:rsid w:val="131C58C6"/>
    <w:rsid w:val="132101F4"/>
    <w:rsid w:val="132310AC"/>
    <w:rsid w:val="13232ACC"/>
    <w:rsid w:val="13235765"/>
    <w:rsid w:val="1324715B"/>
    <w:rsid w:val="13261C08"/>
    <w:rsid w:val="132661CE"/>
    <w:rsid w:val="132B7FE0"/>
    <w:rsid w:val="13323DF3"/>
    <w:rsid w:val="133723BD"/>
    <w:rsid w:val="133B1DD2"/>
    <w:rsid w:val="133C2A11"/>
    <w:rsid w:val="133E5A86"/>
    <w:rsid w:val="1340068C"/>
    <w:rsid w:val="13446817"/>
    <w:rsid w:val="134522B4"/>
    <w:rsid w:val="134671F4"/>
    <w:rsid w:val="134A18B3"/>
    <w:rsid w:val="134E6B12"/>
    <w:rsid w:val="13505ADF"/>
    <w:rsid w:val="135130B9"/>
    <w:rsid w:val="135334A1"/>
    <w:rsid w:val="135A0B16"/>
    <w:rsid w:val="135E6E96"/>
    <w:rsid w:val="135F2D43"/>
    <w:rsid w:val="1360410D"/>
    <w:rsid w:val="1360713B"/>
    <w:rsid w:val="136531EC"/>
    <w:rsid w:val="1366370B"/>
    <w:rsid w:val="13676334"/>
    <w:rsid w:val="13686674"/>
    <w:rsid w:val="136A7989"/>
    <w:rsid w:val="136D69C3"/>
    <w:rsid w:val="137043FA"/>
    <w:rsid w:val="13762523"/>
    <w:rsid w:val="13770A45"/>
    <w:rsid w:val="13793E2B"/>
    <w:rsid w:val="137946DC"/>
    <w:rsid w:val="137B1F2E"/>
    <w:rsid w:val="13802632"/>
    <w:rsid w:val="13813A64"/>
    <w:rsid w:val="138310AE"/>
    <w:rsid w:val="13880200"/>
    <w:rsid w:val="138913EC"/>
    <w:rsid w:val="138C0FDE"/>
    <w:rsid w:val="138D3C3D"/>
    <w:rsid w:val="13907693"/>
    <w:rsid w:val="139079DE"/>
    <w:rsid w:val="13916A80"/>
    <w:rsid w:val="13941124"/>
    <w:rsid w:val="13952FE5"/>
    <w:rsid w:val="139734D2"/>
    <w:rsid w:val="139E53F7"/>
    <w:rsid w:val="13A16373"/>
    <w:rsid w:val="13A41DA2"/>
    <w:rsid w:val="13A61FBB"/>
    <w:rsid w:val="13A66717"/>
    <w:rsid w:val="13AB1C2A"/>
    <w:rsid w:val="13AB6CEF"/>
    <w:rsid w:val="13AD06E6"/>
    <w:rsid w:val="13AD0E1D"/>
    <w:rsid w:val="13AD3E43"/>
    <w:rsid w:val="13B10887"/>
    <w:rsid w:val="13B14AE7"/>
    <w:rsid w:val="13B246BB"/>
    <w:rsid w:val="13B33CC4"/>
    <w:rsid w:val="13B455C3"/>
    <w:rsid w:val="13B650C0"/>
    <w:rsid w:val="13BD56D1"/>
    <w:rsid w:val="13BF0321"/>
    <w:rsid w:val="13C02CAB"/>
    <w:rsid w:val="13C4775B"/>
    <w:rsid w:val="13C55A8C"/>
    <w:rsid w:val="13C6357A"/>
    <w:rsid w:val="13C77D70"/>
    <w:rsid w:val="13CD7CBF"/>
    <w:rsid w:val="13CF2E31"/>
    <w:rsid w:val="13D2521A"/>
    <w:rsid w:val="13D45C5E"/>
    <w:rsid w:val="13D73567"/>
    <w:rsid w:val="13DA5AB3"/>
    <w:rsid w:val="13DD62B2"/>
    <w:rsid w:val="13E15633"/>
    <w:rsid w:val="13E16BEC"/>
    <w:rsid w:val="13E263C4"/>
    <w:rsid w:val="13E50262"/>
    <w:rsid w:val="13E64102"/>
    <w:rsid w:val="13E64195"/>
    <w:rsid w:val="13E6658B"/>
    <w:rsid w:val="13E72514"/>
    <w:rsid w:val="13EB1A9B"/>
    <w:rsid w:val="13EB4EEF"/>
    <w:rsid w:val="13EE7B48"/>
    <w:rsid w:val="13F13329"/>
    <w:rsid w:val="13F20F18"/>
    <w:rsid w:val="13F23A8B"/>
    <w:rsid w:val="13F2598A"/>
    <w:rsid w:val="13F519FD"/>
    <w:rsid w:val="13F51BBD"/>
    <w:rsid w:val="13F61E3C"/>
    <w:rsid w:val="13F9113B"/>
    <w:rsid w:val="13FE2A78"/>
    <w:rsid w:val="13FF0DC7"/>
    <w:rsid w:val="140072EC"/>
    <w:rsid w:val="14020650"/>
    <w:rsid w:val="140228D3"/>
    <w:rsid w:val="14023C21"/>
    <w:rsid w:val="140437E9"/>
    <w:rsid w:val="14054F49"/>
    <w:rsid w:val="14095D9A"/>
    <w:rsid w:val="14097949"/>
    <w:rsid w:val="140F7E4F"/>
    <w:rsid w:val="14121ED3"/>
    <w:rsid w:val="14124407"/>
    <w:rsid w:val="14145C9B"/>
    <w:rsid w:val="141E2014"/>
    <w:rsid w:val="141F0C18"/>
    <w:rsid w:val="142122F5"/>
    <w:rsid w:val="14225A6D"/>
    <w:rsid w:val="142325E6"/>
    <w:rsid w:val="14232840"/>
    <w:rsid w:val="14232FE3"/>
    <w:rsid w:val="142509EE"/>
    <w:rsid w:val="142A131C"/>
    <w:rsid w:val="142C2CDF"/>
    <w:rsid w:val="142D1F2F"/>
    <w:rsid w:val="142E4656"/>
    <w:rsid w:val="143034B6"/>
    <w:rsid w:val="14306511"/>
    <w:rsid w:val="14361CCF"/>
    <w:rsid w:val="14380AA8"/>
    <w:rsid w:val="143A3295"/>
    <w:rsid w:val="143A57F2"/>
    <w:rsid w:val="143A7177"/>
    <w:rsid w:val="143F68C6"/>
    <w:rsid w:val="144114D4"/>
    <w:rsid w:val="14412C21"/>
    <w:rsid w:val="14422733"/>
    <w:rsid w:val="14423451"/>
    <w:rsid w:val="14430C4F"/>
    <w:rsid w:val="14455F35"/>
    <w:rsid w:val="144631B7"/>
    <w:rsid w:val="14463A87"/>
    <w:rsid w:val="144C680C"/>
    <w:rsid w:val="144E3736"/>
    <w:rsid w:val="144F2107"/>
    <w:rsid w:val="144F3395"/>
    <w:rsid w:val="14514BF5"/>
    <w:rsid w:val="14573C38"/>
    <w:rsid w:val="14595C2F"/>
    <w:rsid w:val="145D3115"/>
    <w:rsid w:val="145F0422"/>
    <w:rsid w:val="145F388A"/>
    <w:rsid w:val="146141AD"/>
    <w:rsid w:val="14652796"/>
    <w:rsid w:val="14696788"/>
    <w:rsid w:val="146A054A"/>
    <w:rsid w:val="146F52E4"/>
    <w:rsid w:val="14700ABB"/>
    <w:rsid w:val="14706F88"/>
    <w:rsid w:val="147405B7"/>
    <w:rsid w:val="14761D2C"/>
    <w:rsid w:val="14773322"/>
    <w:rsid w:val="147C627F"/>
    <w:rsid w:val="147D061E"/>
    <w:rsid w:val="147F65F7"/>
    <w:rsid w:val="147F663E"/>
    <w:rsid w:val="148043ED"/>
    <w:rsid w:val="14857810"/>
    <w:rsid w:val="14894B36"/>
    <w:rsid w:val="14897491"/>
    <w:rsid w:val="148A6D8C"/>
    <w:rsid w:val="148B6A05"/>
    <w:rsid w:val="149006BA"/>
    <w:rsid w:val="14905C14"/>
    <w:rsid w:val="14924E82"/>
    <w:rsid w:val="149768D9"/>
    <w:rsid w:val="14990C84"/>
    <w:rsid w:val="149D0237"/>
    <w:rsid w:val="149D6BE6"/>
    <w:rsid w:val="14A54F12"/>
    <w:rsid w:val="14A93F41"/>
    <w:rsid w:val="14AB77D5"/>
    <w:rsid w:val="14AD41A2"/>
    <w:rsid w:val="14AE33C4"/>
    <w:rsid w:val="14B20174"/>
    <w:rsid w:val="14B42B06"/>
    <w:rsid w:val="14B51E7B"/>
    <w:rsid w:val="14BE7D35"/>
    <w:rsid w:val="14C01B90"/>
    <w:rsid w:val="14C37F60"/>
    <w:rsid w:val="14C613C8"/>
    <w:rsid w:val="14C631DC"/>
    <w:rsid w:val="14CB39CA"/>
    <w:rsid w:val="14CF6949"/>
    <w:rsid w:val="14D267EF"/>
    <w:rsid w:val="14D4766F"/>
    <w:rsid w:val="14D852C5"/>
    <w:rsid w:val="14D91B99"/>
    <w:rsid w:val="14DD76DF"/>
    <w:rsid w:val="14E17FBC"/>
    <w:rsid w:val="14E562A1"/>
    <w:rsid w:val="14E901C0"/>
    <w:rsid w:val="14EC6EC1"/>
    <w:rsid w:val="14F650AE"/>
    <w:rsid w:val="14F70085"/>
    <w:rsid w:val="15017DED"/>
    <w:rsid w:val="150A45A7"/>
    <w:rsid w:val="150B0AAD"/>
    <w:rsid w:val="150E386F"/>
    <w:rsid w:val="150E6EC7"/>
    <w:rsid w:val="150F1ECA"/>
    <w:rsid w:val="15105FD7"/>
    <w:rsid w:val="15133FDA"/>
    <w:rsid w:val="151345C6"/>
    <w:rsid w:val="15137D68"/>
    <w:rsid w:val="15153DC3"/>
    <w:rsid w:val="1519130E"/>
    <w:rsid w:val="151A60A5"/>
    <w:rsid w:val="151A66B4"/>
    <w:rsid w:val="151C3594"/>
    <w:rsid w:val="151F177F"/>
    <w:rsid w:val="152037A2"/>
    <w:rsid w:val="152303CA"/>
    <w:rsid w:val="15274D8F"/>
    <w:rsid w:val="15296A88"/>
    <w:rsid w:val="152A7C84"/>
    <w:rsid w:val="152D0964"/>
    <w:rsid w:val="152E2A7E"/>
    <w:rsid w:val="152F5B06"/>
    <w:rsid w:val="15314C62"/>
    <w:rsid w:val="15352288"/>
    <w:rsid w:val="15383EBD"/>
    <w:rsid w:val="15386F1B"/>
    <w:rsid w:val="153A6759"/>
    <w:rsid w:val="153E3609"/>
    <w:rsid w:val="153E5B8D"/>
    <w:rsid w:val="15421A4D"/>
    <w:rsid w:val="1543660A"/>
    <w:rsid w:val="15441C45"/>
    <w:rsid w:val="15441CAE"/>
    <w:rsid w:val="154C2954"/>
    <w:rsid w:val="154E293A"/>
    <w:rsid w:val="15564328"/>
    <w:rsid w:val="155860BE"/>
    <w:rsid w:val="155A2BCF"/>
    <w:rsid w:val="155D683B"/>
    <w:rsid w:val="155F39A2"/>
    <w:rsid w:val="15603ABD"/>
    <w:rsid w:val="15606A85"/>
    <w:rsid w:val="15614944"/>
    <w:rsid w:val="156548DD"/>
    <w:rsid w:val="156602FF"/>
    <w:rsid w:val="156607CF"/>
    <w:rsid w:val="156A33B2"/>
    <w:rsid w:val="156E60B8"/>
    <w:rsid w:val="1570195E"/>
    <w:rsid w:val="1570616C"/>
    <w:rsid w:val="15720160"/>
    <w:rsid w:val="15722BF7"/>
    <w:rsid w:val="15744E3A"/>
    <w:rsid w:val="1574788A"/>
    <w:rsid w:val="157522B9"/>
    <w:rsid w:val="15760E5E"/>
    <w:rsid w:val="157727D9"/>
    <w:rsid w:val="157C496F"/>
    <w:rsid w:val="157E1A8A"/>
    <w:rsid w:val="1582457A"/>
    <w:rsid w:val="15861C6E"/>
    <w:rsid w:val="15875927"/>
    <w:rsid w:val="15896F19"/>
    <w:rsid w:val="158C4CD1"/>
    <w:rsid w:val="15911EE4"/>
    <w:rsid w:val="15996E02"/>
    <w:rsid w:val="159A5342"/>
    <w:rsid w:val="159B5772"/>
    <w:rsid w:val="15A0248E"/>
    <w:rsid w:val="15A150D3"/>
    <w:rsid w:val="15A271A3"/>
    <w:rsid w:val="15A40694"/>
    <w:rsid w:val="15A427F4"/>
    <w:rsid w:val="15A52E53"/>
    <w:rsid w:val="15A82332"/>
    <w:rsid w:val="15A87CC0"/>
    <w:rsid w:val="15AA07F1"/>
    <w:rsid w:val="15AB0CD7"/>
    <w:rsid w:val="15AB3409"/>
    <w:rsid w:val="15AB3775"/>
    <w:rsid w:val="15B23C7B"/>
    <w:rsid w:val="15B5277C"/>
    <w:rsid w:val="15B62B71"/>
    <w:rsid w:val="15B63B94"/>
    <w:rsid w:val="15B63D49"/>
    <w:rsid w:val="15B67C0D"/>
    <w:rsid w:val="15BB60B3"/>
    <w:rsid w:val="15BE21FC"/>
    <w:rsid w:val="15BE5D0D"/>
    <w:rsid w:val="15C50D8F"/>
    <w:rsid w:val="15C634FD"/>
    <w:rsid w:val="15C83C03"/>
    <w:rsid w:val="15C83FF3"/>
    <w:rsid w:val="15CA6FDD"/>
    <w:rsid w:val="15CB21EB"/>
    <w:rsid w:val="15CC38EA"/>
    <w:rsid w:val="15CE0880"/>
    <w:rsid w:val="15D00EBC"/>
    <w:rsid w:val="15D048EA"/>
    <w:rsid w:val="15D15136"/>
    <w:rsid w:val="15D75EDD"/>
    <w:rsid w:val="15E271EA"/>
    <w:rsid w:val="15E46329"/>
    <w:rsid w:val="15E571CA"/>
    <w:rsid w:val="15E928AD"/>
    <w:rsid w:val="15EB23A6"/>
    <w:rsid w:val="15EB7E44"/>
    <w:rsid w:val="15EF0A40"/>
    <w:rsid w:val="15F100A6"/>
    <w:rsid w:val="15F17531"/>
    <w:rsid w:val="15F24633"/>
    <w:rsid w:val="15F9455D"/>
    <w:rsid w:val="15FD1CD8"/>
    <w:rsid w:val="15FE53B6"/>
    <w:rsid w:val="16011AF2"/>
    <w:rsid w:val="16066427"/>
    <w:rsid w:val="160730B6"/>
    <w:rsid w:val="160B42FF"/>
    <w:rsid w:val="160B6965"/>
    <w:rsid w:val="160C2858"/>
    <w:rsid w:val="160D0F4B"/>
    <w:rsid w:val="161315C1"/>
    <w:rsid w:val="161749F8"/>
    <w:rsid w:val="16183CD0"/>
    <w:rsid w:val="161C3B13"/>
    <w:rsid w:val="161C5620"/>
    <w:rsid w:val="161E5B78"/>
    <w:rsid w:val="161F07B1"/>
    <w:rsid w:val="16250832"/>
    <w:rsid w:val="16295280"/>
    <w:rsid w:val="162A5568"/>
    <w:rsid w:val="163105C7"/>
    <w:rsid w:val="163341D3"/>
    <w:rsid w:val="16345670"/>
    <w:rsid w:val="1636386C"/>
    <w:rsid w:val="163730A2"/>
    <w:rsid w:val="163921E8"/>
    <w:rsid w:val="163A3065"/>
    <w:rsid w:val="163B1F4A"/>
    <w:rsid w:val="163C2D86"/>
    <w:rsid w:val="163C69BE"/>
    <w:rsid w:val="16416ED4"/>
    <w:rsid w:val="164464EC"/>
    <w:rsid w:val="16455D66"/>
    <w:rsid w:val="16457580"/>
    <w:rsid w:val="1647315B"/>
    <w:rsid w:val="16483C83"/>
    <w:rsid w:val="164C1280"/>
    <w:rsid w:val="164D7FF8"/>
    <w:rsid w:val="164F49A1"/>
    <w:rsid w:val="16504F5B"/>
    <w:rsid w:val="165A4929"/>
    <w:rsid w:val="165B5C69"/>
    <w:rsid w:val="165B7B11"/>
    <w:rsid w:val="16605604"/>
    <w:rsid w:val="16626F4A"/>
    <w:rsid w:val="166434BC"/>
    <w:rsid w:val="166562CB"/>
    <w:rsid w:val="166662E9"/>
    <w:rsid w:val="166A102B"/>
    <w:rsid w:val="16707819"/>
    <w:rsid w:val="16731FE7"/>
    <w:rsid w:val="16734DD5"/>
    <w:rsid w:val="16741F71"/>
    <w:rsid w:val="16755296"/>
    <w:rsid w:val="167B60BA"/>
    <w:rsid w:val="167F27BB"/>
    <w:rsid w:val="167F6F13"/>
    <w:rsid w:val="16835D08"/>
    <w:rsid w:val="168506FD"/>
    <w:rsid w:val="16852F93"/>
    <w:rsid w:val="1687367C"/>
    <w:rsid w:val="168864E2"/>
    <w:rsid w:val="168A50C9"/>
    <w:rsid w:val="168D7D37"/>
    <w:rsid w:val="168E3D5D"/>
    <w:rsid w:val="1695251E"/>
    <w:rsid w:val="16963BB1"/>
    <w:rsid w:val="169C4069"/>
    <w:rsid w:val="169F61A8"/>
    <w:rsid w:val="16A83AEE"/>
    <w:rsid w:val="16AA34D6"/>
    <w:rsid w:val="16B17B98"/>
    <w:rsid w:val="16B31B26"/>
    <w:rsid w:val="16BA348A"/>
    <w:rsid w:val="16BD655B"/>
    <w:rsid w:val="16BE5511"/>
    <w:rsid w:val="16BF30B1"/>
    <w:rsid w:val="16C20231"/>
    <w:rsid w:val="16C46FA7"/>
    <w:rsid w:val="16C61609"/>
    <w:rsid w:val="16C7758B"/>
    <w:rsid w:val="16CA52BF"/>
    <w:rsid w:val="16CC6046"/>
    <w:rsid w:val="16CD1346"/>
    <w:rsid w:val="16CE0DA9"/>
    <w:rsid w:val="16D177E1"/>
    <w:rsid w:val="16D23499"/>
    <w:rsid w:val="16D334B7"/>
    <w:rsid w:val="16D37AD4"/>
    <w:rsid w:val="16D4413A"/>
    <w:rsid w:val="16D47D46"/>
    <w:rsid w:val="16D47E9C"/>
    <w:rsid w:val="16D72774"/>
    <w:rsid w:val="16D946B3"/>
    <w:rsid w:val="16DB556A"/>
    <w:rsid w:val="16DD0122"/>
    <w:rsid w:val="16DD20C4"/>
    <w:rsid w:val="16DE660E"/>
    <w:rsid w:val="16E078DA"/>
    <w:rsid w:val="16E37697"/>
    <w:rsid w:val="16E93FD4"/>
    <w:rsid w:val="16E94E7A"/>
    <w:rsid w:val="16EA59D6"/>
    <w:rsid w:val="16EA6DD4"/>
    <w:rsid w:val="16EE7020"/>
    <w:rsid w:val="16F330A9"/>
    <w:rsid w:val="16F55021"/>
    <w:rsid w:val="16F9471A"/>
    <w:rsid w:val="16FA318C"/>
    <w:rsid w:val="17005F36"/>
    <w:rsid w:val="170235CF"/>
    <w:rsid w:val="17052C8E"/>
    <w:rsid w:val="170A5D95"/>
    <w:rsid w:val="170D355A"/>
    <w:rsid w:val="170E1E4F"/>
    <w:rsid w:val="170F77EB"/>
    <w:rsid w:val="17106589"/>
    <w:rsid w:val="171755CF"/>
    <w:rsid w:val="17176E86"/>
    <w:rsid w:val="171C269F"/>
    <w:rsid w:val="171D145F"/>
    <w:rsid w:val="171D78D6"/>
    <w:rsid w:val="171F4613"/>
    <w:rsid w:val="172A0EDB"/>
    <w:rsid w:val="172E5390"/>
    <w:rsid w:val="17300E80"/>
    <w:rsid w:val="173417F3"/>
    <w:rsid w:val="17397A84"/>
    <w:rsid w:val="173A2135"/>
    <w:rsid w:val="173C0743"/>
    <w:rsid w:val="173D4C2E"/>
    <w:rsid w:val="17400F7D"/>
    <w:rsid w:val="174036AC"/>
    <w:rsid w:val="17432D2D"/>
    <w:rsid w:val="1744612C"/>
    <w:rsid w:val="174965AD"/>
    <w:rsid w:val="174B417E"/>
    <w:rsid w:val="174C0F3A"/>
    <w:rsid w:val="174C54A9"/>
    <w:rsid w:val="174C75A1"/>
    <w:rsid w:val="174D77DF"/>
    <w:rsid w:val="174E7ABE"/>
    <w:rsid w:val="17515510"/>
    <w:rsid w:val="17522C5F"/>
    <w:rsid w:val="17527C6F"/>
    <w:rsid w:val="17545D05"/>
    <w:rsid w:val="17570702"/>
    <w:rsid w:val="175B3259"/>
    <w:rsid w:val="175C6F77"/>
    <w:rsid w:val="175D79FB"/>
    <w:rsid w:val="1768073E"/>
    <w:rsid w:val="17694964"/>
    <w:rsid w:val="176D296F"/>
    <w:rsid w:val="176D6749"/>
    <w:rsid w:val="176E6E8F"/>
    <w:rsid w:val="177128E0"/>
    <w:rsid w:val="1775264E"/>
    <w:rsid w:val="17754863"/>
    <w:rsid w:val="17755013"/>
    <w:rsid w:val="1777171F"/>
    <w:rsid w:val="17773924"/>
    <w:rsid w:val="177A165F"/>
    <w:rsid w:val="177B2E57"/>
    <w:rsid w:val="177E63AA"/>
    <w:rsid w:val="178D1DFB"/>
    <w:rsid w:val="178E073B"/>
    <w:rsid w:val="17930E3D"/>
    <w:rsid w:val="1796100E"/>
    <w:rsid w:val="17983F02"/>
    <w:rsid w:val="179A3C2D"/>
    <w:rsid w:val="179E2D6C"/>
    <w:rsid w:val="17A00313"/>
    <w:rsid w:val="17A03CE1"/>
    <w:rsid w:val="17A26AC3"/>
    <w:rsid w:val="17A573E7"/>
    <w:rsid w:val="17A9278B"/>
    <w:rsid w:val="17AC0ADB"/>
    <w:rsid w:val="17AD653F"/>
    <w:rsid w:val="17B06339"/>
    <w:rsid w:val="17B76248"/>
    <w:rsid w:val="17B776D3"/>
    <w:rsid w:val="17B927F1"/>
    <w:rsid w:val="17BB07F7"/>
    <w:rsid w:val="17C26B48"/>
    <w:rsid w:val="17C306DA"/>
    <w:rsid w:val="17C62A99"/>
    <w:rsid w:val="17C711E5"/>
    <w:rsid w:val="17C87649"/>
    <w:rsid w:val="17C87C9D"/>
    <w:rsid w:val="17CB7B63"/>
    <w:rsid w:val="17CD2CEF"/>
    <w:rsid w:val="17CD4072"/>
    <w:rsid w:val="17D04FD3"/>
    <w:rsid w:val="17D57D2D"/>
    <w:rsid w:val="17D60CBD"/>
    <w:rsid w:val="17D6136A"/>
    <w:rsid w:val="17D7641A"/>
    <w:rsid w:val="17DB201F"/>
    <w:rsid w:val="17E214A6"/>
    <w:rsid w:val="17E500A4"/>
    <w:rsid w:val="17E50266"/>
    <w:rsid w:val="17E50D76"/>
    <w:rsid w:val="17E55362"/>
    <w:rsid w:val="17E76E2C"/>
    <w:rsid w:val="17E954EB"/>
    <w:rsid w:val="17EA51C9"/>
    <w:rsid w:val="17F04B54"/>
    <w:rsid w:val="17F45F09"/>
    <w:rsid w:val="17F67BE3"/>
    <w:rsid w:val="17FD0AFA"/>
    <w:rsid w:val="17FF56CD"/>
    <w:rsid w:val="18007E17"/>
    <w:rsid w:val="18025377"/>
    <w:rsid w:val="18026DA5"/>
    <w:rsid w:val="18041F64"/>
    <w:rsid w:val="180422C3"/>
    <w:rsid w:val="1805712E"/>
    <w:rsid w:val="180649E0"/>
    <w:rsid w:val="18084BF0"/>
    <w:rsid w:val="180A1AEA"/>
    <w:rsid w:val="180C4E1B"/>
    <w:rsid w:val="180C561E"/>
    <w:rsid w:val="1811076D"/>
    <w:rsid w:val="181B0791"/>
    <w:rsid w:val="181C10B1"/>
    <w:rsid w:val="181F54D8"/>
    <w:rsid w:val="18293BB0"/>
    <w:rsid w:val="182942AE"/>
    <w:rsid w:val="182B5F19"/>
    <w:rsid w:val="182B686D"/>
    <w:rsid w:val="182C7FB8"/>
    <w:rsid w:val="18334B99"/>
    <w:rsid w:val="183C5EFB"/>
    <w:rsid w:val="1841215C"/>
    <w:rsid w:val="18442758"/>
    <w:rsid w:val="18454AB4"/>
    <w:rsid w:val="18462EE2"/>
    <w:rsid w:val="184755A0"/>
    <w:rsid w:val="184D2E86"/>
    <w:rsid w:val="185106F5"/>
    <w:rsid w:val="185159FC"/>
    <w:rsid w:val="18522636"/>
    <w:rsid w:val="185318FE"/>
    <w:rsid w:val="18556847"/>
    <w:rsid w:val="1857175D"/>
    <w:rsid w:val="18586669"/>
    <w:rsid w:val="1859312C"/>
    <w:rsid w:val="18597B6A"/>
    <w:rsid w:val="185E3CA6"/>
    <w:rsid w:val="18603065"/>
    <w:rsid w:val="18621694"/>
    <w:rsid w:val="186225BF"/>
    <w:rsid w:val="1864314A"/>
    <w:rsid w:val="186B110F"/>
    <w:rsid w:val="186B2C09"/>
    <w:rsid w:val="186C2AD5"/>
    <w:rsid w:val="1870301C"/>
    <w:rsid w:val="18764BC3"/>
    <w:rsid w:val="1876565C"/>
    <w:rsid w:val="187749FA"/>
    <w:rsid w:val="187A3CC4"/>
    <w:rsid w:val="187B2827"/>
    <w:rsid w:val="187C01A7"/>
    <w:rsid w:val="1882172A"/>
    <w:rsid w:val="188412C9"/>
    <w:rsid w:val="188542D0"/>
    <w:rsid w:val="18854A15"/>
    <w:rsid w:val="188A2C3D"/>
    <w:rsid w:val="188B1620"/>
    <w:rsid w:val="188B6542"/>
    <w:rsid w:val="188F00CF"/>
    <w:rsid w:val="18922756"/>
    <w:rsid w:val="18945ED1"/>
    <w:rsid w:val="18A130EB"/>
    <w:rsid w:val="18A23BAE"/>
    <w:rsid w:val="18AF0E08"/>
    <w:rsid w:val="18B12889"/>
    <w:rsid w:val="18B132B4"/>
    <w:rsid w:val="18B2246D"/>
    <w:rsid w:val="18B22EAB"/>
    <w:rsid w:val="18B51CA6"/>
    <w:rsid w:val="18B91228"/>
    <w:rsid w:val="18B96D76"/>
    <w:rsid w:val="18BA62F2"/>
    <w:rsid w:val="18BC005C"/>
    <w:rsid w:val="18BC0409"/>
    <w:rsid w:val="18C13F9B"/>
    <w:rsid w:val="18C160CD"/>
    <w:rsid w:val="18C553B3"/>
    <w:rsid w:val="18C867C9"/>
    <w:rsid w:val="18C95BB9"/>
    <w:rsid w:val="18D12695"/>
    <w:rsid w:val="18D538BA"/>
    <w:rsid w:val="18D74B2F"/>
    <w:rsid w:val="18D90D88"/>
    <w:rsid w:val="18EA3859"/>
    <w:rsid w:val="18EB59F7"/>
    <w:rsid w:val="18F27D59"/>
    <w:rsid w:val="18FD5B8D"/>
    <w:rsid w:val="1900701D"/>
    <w:rsid w:val="19026049"/>
    <w:rsid w:val="19050219"/>
    <w:rsid w:val="19072F82"/>
    <w:rsid w:val="190754DE"/>
    <w:rsid w:val="190A274F"/>
    <w:rsid w:val="19132F15"/>
    <w:rsid w:val="191343DE"/>
    <w:rsid w:val="19142560"/>
    <w:rsid w:val="191A15A8"/>
    <w:rsid w:val="191E6140"/>
    <w:rsid w:val="191F4033"/>
    <w:rsid w:val="19212FD2"/>
    <w:rsid w:val="19260196"/>
    <w:rsid w:val="19262F0B"/>
    <w:rsid w:val="19291F00"/>
    <w:rsid w:val="192D390C"/>
    <w:rsid w:val="192D46AF"/>
    <w:rsid w:val="192E4976"/>
    <w:rsid w:val="192E5EFE"/>
    <w:rsid w:val="192F28BF"/>
    <w:rsid w:val="192F7850"/>
    <w:rsid w:val="19331DE3"/>
    <w:rsid w:val="193349EE"/>
    <w:rsid w:val="19340C7D"/>
    <w:rsid w:val="193641EA"/>
    <w:rsid w:val="193667E4"/>
    <w:rsid w:val="19443862"/>
    <w:rsid w:val="19455B9D"/>
    <w:rsid w:val="19486BF0"/>
    <w:rsid w:val="194C01CF"/>
    <w:rsid w:val="19525B08"/>
    <w:rsid w:val="19527AC2"/>
    <w:rsid w:val="19552CB3"/>
    <w:rsid w:val="195B28EE"/>
    <w:rsid w:val="195C6138"/>
    <w:rsid w:val="195C674B"/>
    <w:rsid w:val="195D0F03"/>
    <w:rsid w:val="195D6DF6"/>
    <w:rsid w:val="1965473E"/>
    <w:rsid w:val="19675210"/>
    <w:rsid w:val="19677DA1"/>
    <w:rsid w:val="19696365"/>
    <w:rsid w:val="196A5678"/>
    <w:rsid w:val="196C731A"/>
    <w:rsid w:val="19705E61"/>
    <w:rsid w:val="19726B15"/>
    <w:rsid w:val="19774805"/>
    <w:rsid w:val="1979574F"/>
    <w:rsid w:val="197E2EE4"/>
    <w:rsid w:val="19801BD5"/>
    <w:rsid w:val="19831A73"/>
    <w:rsid w:val="19857EF6"/>
    <w:rsid w:val="19877E2F"/>
    <w:rsid w:val="198B5211"/>
    <w:rsid w:val="198D19AC"/>
    <w:rsid w:val="198D6019"/>
    <w:rsid w:val="198E2BEF"/>
    <w:rsid w:val="19960096"/>
    <w:rsid w:val="1996291C"/>
    <w:rsid w:val="1996486F"/>
    <w:rsid w:val="19965194"/>
    <w:rsid w:val="1997693B"/>
    <w:rsid w:val="199B00B7"/>
    <w:rsid w:val="199B6EAC"/>
    <w:rsid w:val="199B77DE"/>
    <w:rsid w:val="199C2FB6"/>
    <w:rsid w:val="199C60DF"/>
    <w:rsid w:val="199D4C6A"/>
    <w:rsid w:val="199E7946"/>
    <w:rsid w:val="19A37723"/>
    <w:rsid w:val="19A43D82"/>
    <w:rsid w:val="19A85FF3"/>
    <w:rsid w:val="19A86FE7"/>
    <w:rsid w:val="19A91F05"/>
    <w:rsid w:val="19AC61C2"/>
    <w:rsid w:val="19AD1730"/>
    <w:rsid w:val="19B630A4"/>
    <w:rsid w:val="19B64770"/>
    <w:rsid w:val="19B85C7B"/>
    <w:rsid w:val="19B914C2"/>
    <w:rsid w:val="19B96FF1"/>
    <w:rsid w:val="19BB4DF0"/>
    <w:rsid w:val="19BC14A1"/>
    <w:rsid w:val="19BF3F89"/>
    <w:rsid w:val="19BF6BCE"/>
    <w:rsid w:val="19C17C3D"/>
    <w:rsid w:val="19C54FFF"/>
    <w:rsid w:val="19C93ED9"/>
    <w:rsid w:val="19CA6F4D"/>
    <w:rsid w:val="19CD25C7"/>
    <w:rsid w:val="19CE7AF3"/>
    <w:rsid w:val="19CF7EE4"/>
    <w:rsid w:val="19D2579B"/>
    <w:rsid w:val="19D32E67"/>
    <w:rsid w:val="19D33A62"/>
    <w:rsid w:val="19D370A3"/>
    <w:rsid w:val="19D628FA"/>
    <w:rsid w:val="19D72509"/>
    <w:rsid w:val="19D866E6"/>
    <w:rsid w:val="19D97502"/>
    <w:rsid w:val="19DC33B5"/>
    <w:rsid w:val="19E05D4B"/>
    <w:rsid w:val="19E44531"/>
    <w:rsid w:val="19E52B76"/>
    <w:rsid w:val="19E9215F"/>
    <w:rsid w:val="19EA71C9"/>
    <w:rsid w:val="19F356C2"/>
    <w:rsid w:val="19F54F51"/>
    <w:rsid w:val="19F721DA"/>
    <w:rsid w:val="19FA257F"/>
    <w:rsid w:val="1A003F65"/>
    <w:rsid w:val="1A021462"/>
    <w:rsid w:val="1A021A0F"/>
    <w:rsid w:val="1A0454DA"/>
    <w:rsid w:val="1A090605"/>
    <w:rsid w:val="1A09433D"/>
    <w:rsid w:val="1A0A27AD"/>
    <w:rsid w:val="1A0B16C4"/>
    <w:rsid w:val="1A114DD2"/>
    <w:rsid w:val="1A136687"/>
    <w:rsid w:val="1A181C19"/>
    <w:rsid w:val="1A19279F"/>
    <w:rsid w:val="1A1A6C2B"/>
    <w:rsid w:val="1A1B31FE"/>
    <w:rsid w:val="1A1F33FC"/>
    <w:rsid w:val="1A2147D2"/>
    <w:rsid w:val="1A261297"/>
    <w:rsid w:val="1A2633C9"/>
    <w:rsid w:val="1A263501"/>
    <w:rsid w:val="1A264A04"/>
    <w:rsid w:val="1A266BB5"/>
    <w:rsid w:val="1A2671A7"/>
    <w:rsid w:val="1A280842"/>
    <w:rsid w:val="1A285E2C"/>
    <w:rsid w:val="1A2C0AAE"/>
    <w:rsid w:val="1A2C2D57"/>
    <w:rsid w:val="1A2D430C"/>
    <w:rsid w:val="1A3612BE"/>
    <w:rsid w:val="1A3643C3"/>
    <w:rsid w:val="1A3738F4"/>
    <w:rsid w:val="1A37658F"/>
    <w:rsid w:val="1A386EE9"/>
    <w:rsid w:val="1A39206C"/>
    <w:rsid w:val="1A3E607E"/>
    <w:rsid w:val="1A3F489D"/>
    <w:rsid w:val="1A4522E1"/>
    <w:rsid w:val="1A453484"/>
    <w:rsid w:val="1A454B6F"/>
    <w:rsid w:val="1A455510"/>
    <w:rsid w:val="1A49002D"/>
    <w:rsid w:val="1A4E0D88"/>
    <w:rsid w:val="1A4E5C43"/>
    <w:rsid w:val="1A557ADF"/>
    <w:rsid w:val="1A577236"/>
    <w:rsid w:val="1A5A7BC9"/>
    <w:rsid w:val="1A5C737C"/>
    <w:rsid w:val="1A5E475A"/>
    <w:rsid w:val="1A606AE0"/>
    <w:rsid w:val="1A607FC4"/>
    <w:rsid w:val="1A62023E"/>
    <w:rsid w:val="1A643648"/>
    <w:rsid w:val="1A65315C"/>
    <w:rsid w:val="1A6B7081"/>
    <w:rsid w:val="1A6C714E"/>
    <w:rsid w:val="1A6E5F8C"/>
    <w:rsid w:val="1A6E6402"/>
    <w:rsid w:val="1A742B9B"/>
    <w:rsid w:val="1A746F7B"/>
    <w:rsid w:val="1A750DB0"/>
    <w:rsid w:val="1A827316"/>
    <w:rsid w:val="1A857966"/>
    <w:rsid w:val="1A8652B4"/>
    <w:rsid w:val="1A87647B"/>
    <w:rsid w:val="1A88102D"/>
    <w:rsid w:val="1A881DCE"/>
    <w:rsid w:val="1A8844FE"/>
    <w:rsid w:val="1A8D4E32"/>
    <w:rsid w:val="1A8E3768"/>
    <w:rsid w:val="1A8E7C7E"/>
    <w:rsid w:val="1A8F10EA"/>
    <w:rsid w:val="1A9126A8"/>
    <w:rsid w:val="1A9265B1"/>
    <w:rsid w:val="1A932CCC"/>
    <w:rsid w:val="1A985059"/>
    <w:rsid w:val="1A98574D"/>
    <w:rsid w:val="1A9B4FD9"/>
    <w:rsid w:val="1A9F0016"/>
    <w:rsid w:val="1AA35330"/>
    <w:rsid w:val="1AA74D55"/>
    <w:rsid w:val="1AAE6997"/>
    <w:rsid w:val="1AB75DBB"/>
    <w:rsid w:val="1AB76C93"/>
    <w:rsid w:val="1AB91EC2"/>
    <w:rsid w:val="1AB92ED0"/>
    <w:rsid w:val="1ABD4F31"/>
    <w:rsid w:val="1AC30D62"/>
    <w:rsid w:val="1ACF66E8"/>
    <w:rsid w:val="1AD0024B"/>
    <w:rsid w:val="1AD17ABC"/>
    <w:rsid w:val="1AD2418E"/>
    <w:rsid w:val="1AD26431"/>
    <w:rsid w:val="1ADB328C"/>
    <w:rsid w:val="1ADB619B"/>
    <w:rsid w:val="1ADB67EF"/>
    <w:rsid w:val="1AE01672"/>
    <w:rsid w:val="1AE77427"/>
    <w:rsid w:val="1AE77A1E"/>
    <w:rsid w:val="1AE82495"/>
    <w:rsid w:val="1AEE1E90"/>
    <w:rsid w:val="1AEF3971"/>
    <w:rsid w:val="1AFD7DA7"/>
    <w:rsid w:val="1B005932"/>
    <w:rsid w:val="1B0445BB"/>
    <w:rsid w:val="1B09744F"/>
    <w:rsid w:val="1B0F5E8B"/>
    <w:rsid w:val="1B12353B"/>
    <w:rsid w:val="1B1359AF"/>
    <w:rsid w:val="1B137CC6"/>
    <w:rsid w:val="1B140FB5"/>
    <w:rsid w:val="1B146D21"/>
    <w:rsid w:val="1B1B1C2C"/>
    <w:rsid w:val="1B1C057F"/>
    <w:rsid w:val="1B1C6035"/>
    <w:rsid w:val="1B210B39"/>
    <w:rsid w:val="1B217ED4"/>
    <w:rsid w:val="1B2433E7"/>
    <w:rsid w:val="1B257C4A"/>
    <w:rsid w:val="1B293BD2"/>
    <w:rsid w:val="1B2A7697"/>
    <w:rsid w:val="1B2C3CE6"/>
    <w:rsid w:val="1B2C6142"/>
    <w:rsid w:val="1B2D365E"/>
    <w:rsid w:val="1B2D384A"/>
    <w:rsid w:val="1B313A51"/>
    <w:rsid w:val="1B3254F0"/>
    <w:rsid w:val="1B32664B"/>
    <w:rsid w:val="1B326803"/>
    <w:rsid w:val="1B3600AC"/>
    <w:rsid w:val="1B39650E"/>
    <w:rsid w:val="1B3D7ED1"/>
    <w:rsid w:val="1B45297C"/>
    <w:rsid w:val="1B4A21D4"/>
    <w:rsid w:val="1B4D323E"/>
    <w:rsid w:val="1B4E4D7C"/>
    <w:rsid w:val="1B504B6C"/>
    <w:rsid w:val="1B520562"/>
    <w:rsid w:val="1B523D1F"/>
    <w:rsid w:val="1B5272EF"/>
    <w:rsid w:val="1B541065"/>
    <w:rsid w:val="1B54399E"/>
    <w:rsid w:val="1B581CBB"/>
    <w:rsid w:val="1B5B742B"/>
    <w:rsid w:val="1B5C7DF3"/>
    <w:rsid w:val="1B5F1531"/>
    <w:rsid w:val="1B5F36F5"/>
    <w:rsid w:val="1B5F4E9D"/>
    <w:rsid w:val="1B611817"/>
    <w:rsid w:val="1B6603AB"/>
    <w:rsid w:val="1B68021D"/>
    <w:rsid w:val="1B694031"/>
    <w:rsid w:val="1B6B0F00"/>
    <w:rsid w:val="1B6C754B"/>
    <w:rsid w:val="1B7720B7"/>
    <w:rsid w:val="1B7B079E"/>
    <w:rsid w:val="1B7C02A8"/>
    <w:rsid w:val="1B7C0537"/>
    <w:rsid w:val="1B7E10A0"/>
    <w:rsid w:val="1B7E23EC"/>
    <w:rsid w:val="1B810A22"/>
    <w:rsid w:val="1B813477"/>
    <w:rsid w:val="1B956811"/>
    <w:rsid w:val="1B9A6DFB"/>
    <w:rsid w:val="1B9B1E19"/>
    <w:rsid w:val="1B9E28F0"/>
    <w:rsid w:val="1BA104A4"/>
    <w:rsid w:val="1BA312C3"/>
    <w:rsid w:val="1BA54A89"/>
    <w:rsid w:val="1BA717BC"/>
    <w:rsid w:val="1BA82041"/>
    <w:rsid w:val="1BAA70C8"/>
    <w:rsid w:val="1BAE65A8"/>
    <w:rsid w:val="1BB20556"/>
    <w:rsid w:val="1BB235B2"/>
    <w:rsid w:val="1BB2614B"/>
    <w:rsid w:val="1BB52BDB"/>
    <w:rsid w:val="1BBB7E2C"/>
    <w:rsid w:val="1BBD0D5C"/>
    <w:rsid w:val="1BBF5C57"/>
    <w:rsid w:val="1BC03D86"/>
    <w:rsid w:val="1BC233A8"/>
    <w:rsid w:val="1BC36B7A"/>
    <w:rsid w:val="1BC44A1E"/>
    <w:rsid w:val="1BCF7C18"/>
    <w:rsid w:val="1BD01BD2"/>
    <w:rsid w:val="1BD07E9D"/>
    <w:rsid w:val="1BD2581F"/>
    <w:rsid w:val="1BD54819"/>
    <w:rsid w:val="1BD92B90"/>
    <w:rsid w:val="1BD944C3"/>
    <w:rsid w:val="1BDB5BCF"/>
    <w:rsid w:val="1BDC4D86"/>
    <w:rsid w:val="1BDC5BC8"/>
    <w:rsid w:val="1BE04AEB"/>
    <w:rsid w:val="1BE06723"/>
    <w:rsid w:val="1BE0699E"/>
    <w:rsid w:val="1BE235A7"/>
    <w:rsid w:val="1BE40A39"/>
    <w:rsid w:val="1BE46A24"/>
    <w:rsid w:val="1BE621F3"/>
    <w:rsid w:val="1BE866A5"/>
    <w:rsid w:val="1BE86928"/>
    <w:rsid w:val="1BEA53CA"/>
    <w:rsid w:val="1BEF641E"/>
    <w:rsid w:val="1BF22D4A"/>
    <w:rsid w:val="1BF433CC"/>
    <w:rsid w:val="1BF75D8A"/>
    <w:rsid w:val="1BFA4D99"/>
    <w:rsid w:val="1BFA517B"/>
    <w:rsid w:val="1BFB0589"/>
    <w:rsid w:val="1C002500"/>
    <w:rsid w:val="1C0E4205"/>
    <w:rsid w:val="1C11399B"/>
    <w:rsid w:val="1C115845"/>
    <w:rsid w:val="1C116675"/>
    <w:rsid w:val="1C135C0E"/>
    <w:rsid w:val="1C14680A"/>
    <w:rsid w:val="1C15022B"/>
    <w:rsid w:val="1C172BE0"/>
    <w:rsid w:val="1C1E6998"/>
    <w:rsid w:val="1C2440F6"/>
    <w:rsid w:val="1C267820"/>
    <w:rsid w:val="1C286F32"/>
    <w:rsid w:val="1C2D4159"/>
    <w:rsid w:val="1C305016"/>
    <w:rsid w:val="1C3364A2"/>
    <w:rsid w:val="1C37583A"/>
    <w:rsid w:val="1C3C7D45"/>
    <w:rsid w:val="1C3D7153"/>
    <w:rsid w:val="1C3E5784"/>
    <w:rsid w:val="1C3F084B"/>
    <w:rsid w:val="1C4036C0"/>
    <w:rsid w:val="1C413F46"/>
    <w:rsid w:val="1C427221"/>
    <w:rsid w:val="1C4B0EBB"/>
    <w:rsid w:val="1C4F29F8"/>
    <w:rsid w:val="1C512D45"/>
    <w:rsid w:val="1C5132D1"/>
    <w:rsid w:val="1C53705B"/>
    <w:rsid w:val="1C561E2D"/>
    <w:rsid w:val="1C563695"/>
    <w:rsid w:val="1C597E01"/>
    <w:rsid w:val="1C5A1469"/>
    <w:rsid w:val="1C5E0665"/>
    <w:rsid w:val="1C613F43"/>
    <w:rsid w:val="1C61464E"/>
    <w:rsid w:val="1C630E69"/>
    <w:rsid w:val="1C686A94"/>
    <w:rsid w:val="1C6901D3"/>
    <w:rsid w:val="1C7A3BF1"/>
    <w:rsid w:val="1C7C0AE2"/>
    <w:rsid w:val="1C7F2E3A"/>
    <w:rsid w:val="1C827735"/>
    <w:rsid w:val="1C8619D0"/>
    <w:rsid w:val="1C87579E"/>
    <w:rsid w:val="1C8A0A23"/>
    <w:rsid w:val="1C8E697D"/>
    <w:rsid w:val="1C906501"/>
    <w:rsid w:val="1C976874"/>
    <w:rsid w:val="1C9843C7"/>
    <w:rsid w:val="1C9E6DA5"/>
    <w:rsid w:val="1C9F767A"/>
    <w:rsid w:val="1CA07168"/>
    <w:rsid w:val="1CA2475F"/>
    <w:rsid w:val="1CA41509"/>
    <w:rsid w:val="1CA75835"/>
    <w:rsid w:val="1CA8601A"/>
    <w:rsid w:val="1CB04C69"/>
    <w:rsid w:val="1CB1372E"/>
    <w:rsid w:val="1CB452BC"/>
    <w:rsid w:val="1CB4625A"/>
    <w:rsid w:val="1CB52806"/>
    <w:rsid w:val="1CB62964"/>
    <w:rsid w:val="1CBA0B1B"/>
    <w:rsid w:val="1CBB4CAF"/>
    <w:rsid w:val="1CC130F7"/>
    <w:rsid w:val="1CC13EBB"/>
    <w:rsid w:val="1CC227CC"/>
    <w:rsid w:val="1CC47B51"/>
    <w:rsid w:val="1CC5182C"/>
    <w:rsid w:val="1CCB3B2E"/>
    <w:rsid w:val="1CCF729E"/>
    <w:rsid w:val="1CD0273A"/>
    <w:rsid w:val="1CD2361D"/>
    <w:rsid w:val="1CD43219"/>
    <w:rsid w:val="1CD50CE1"/>
    <w:rsid w:val="1CD53BF3"/>
    <w:rsid w:val="1CD72B8D"/>
    <w:rsid w:val="1CD86838"/>
    <w:rsid w:val="1CDA2338"/>
    <w:rsid w:val="1CDF5642"/>
    <w:rsid w:val="1CDF7699"/>
    <w:rsid w:val="1CE15E27"/>
    <w:rsid w:val="1CE412FE"/>
    <w:rsid w:val="1CE66697"/>
    <w:rsid w:val="1CE76179"/>
    <w:rsid w:val="1CE8564F"/>
    <w:rsid w:val="1CEA3375"/>
    <w:rsid w:val="1CEE5A17"/>
    <w:rsid w:val="1CF64351"/>
    <w:rsid w:val="1CF81F76"/>
    <w:rsid w:val="1CF96501"/>
    <w:rsid w:val="1CFB2245"/>
    <w:rsid w:val="1CFB473E"/>
    <w:rsid w:val="1CFD3669"/>
    <w:rsid w:val="1CFF0276"/>
    <w:rsid w:val="1D062100"/>
    <w:rsid w:val="1D08727D"/>
    <w:rsid w:val="1D0A0F05"/>
    <w:rsid w:val="1D0B0DB0"/>
    <w:rsid w:val="1D0B6F35"/>
    <w:rsid w:val="1D0E0B7B"/>
    <w:rsid w:val="1D10469E"/>
    <w:rsid w:val="1D107CE2"/>
    <w:rsid w:val="1D1520AF"/>
    <w:rsid w:val="1D1539F9"/>
    <w:rsid w:val="1D166867"/>
    <w:rsid w:val="1D1A0DBF"/>
    <w:rsid w:val="1D1A4836"/>
    <w:rsid w:val="1D1E1891"/>
    <w:rsid w:val="1D1E30A1"/>
    <w:rsid w:val="1D1F573D"/>
    <w:rsid w:val="1D20182F"/>
    <w:rsid w:val="1D2136A1"/>
    <w:rsid w:val="1D2261AE"/>
    <w:rsid w:val="1D240382"/>
    <w:rsid w:val="1D263F37"/>
    <w:rsid w:val="1D2C1CF3"/>
    <w:rsid w:val="1D2C1DA3"/>
    <w:rsid w:val="1D2D65B2"/>
    <w:rsid w:val="1D2D6A65"/>
    <w:rsid w:val="1D2F1D71"/>
    <w:rsid w:val="1D3571F0"/>
    <w:rsid w:val="1D3577D1"/>
    <w:rsid w:val="1D374C1B"/>
    <w:rsid w:val="1D386684"/>
    <w:rsid w:val="1D3A5017"/>
    <w:rsid w:val="1D3C26A7"/>
    <w:rsid w:val="1D3C7867"/>
    <w:rsid w:val="1D436088"/>
    <w:rsid w:val="1D4B25F5"/>
    <w:rsid w:val="1D4C6494"/>
    <w:rsid w:val="1D52447D"/>
    <w:rsid w:val="1D530AE5"/>
    <w:rsid w:val="1D5F111E"/>
    <w:rsid w:val="1D603706"/>
    <w:rsid w:val="1D632D4C"/>
    <w:rsid w:val="1D6364FA"/>
    <w:rsid w:val="1D6535B2"/>
    <w:rsid w:val="1D6536EB"/>
    <w:rsid w:val="1D654C49"/>
    <w:rsid w:val="1D666034"/>
    <w:rsid w:val="1D676299"/>
    <w:rsid w:val="1D6A17EE"/>
    <w:rsid w:val="1D6C0F6E"/>
    <w:rsid w:val="1D6D4E65"/>
    <w:rsid w:val="1D6E5F73"/>
    <w:rsid w:val="1D7120DA"/>
    <w:rsid w:val="1D742F17"/>
    <w:rsid w:val="1D785422"/>
    <w:rsid w:val="1D7C7F3C"/>
    <w:rsid w:val="1D8055E1"/>
    <w:rsid w:val="1D807DFA"/>
    <w:rsid w:val="1D836007"/>
    <w:rsid w:val="1D872F1B"/>
    <w:rsid w:val="1D88624F"/>
    <w:rsid w:val="1D8B25B2"/>
    <w:rsid w:val="1D96731B"/>
    <w:rsid w:val="1D9A656F"/>
    <w:rsid w:val="1D9A7757"/>
    <w:rsid w:val="1D9C4BD0"/>
    <w:rsid w:val="1DA04ED5"/>
    <w:rsid w:val="1DA26621"/>
    <w:rsid w:val="1DA40BAE"/>
    <w:rsid w:val="1DA521BF"/>
    <w:rsid w:val="1DA5664C"/>
    <w:rsid w:val="1DA66F97"/>
    <w:rsid w:val="1DAB1C10"/>
    <w:rsid w:val="1DAD0A22"/>
    <w:rsid w:val="1DB33D61"/>
    <w:rsid w:val="1DB62650"/>
    <w:rsid w:val="1DB719A3"/>
    <w:rsid w:val="1DB86E5B"/>
    <w:rsid w:val="1DB87905"/>
    <w:rsid w:val="1DB911E1"/>
    <w:rsid w:val="1DBB61E0"/>
    <w:rsid w:val="1DC64C1A"/>
    <w:rsid w:val="1DC67DA1"/>
    <w:rsid w:val="1DCA4D99"/>
    <w:rsid w:val="1DCE0539"/>
    <w:rsid w:val="1DD0543E"/>
    <w:rsid w:val="1DD31D14"/>
    <w:rsid w:val="1DD3770F"/>
    <w:rsid w:val="1DD405F3"/>
    <w:rsid w:val="1DDD5F93"/>
    <w:rsid w:val="1DDE599F"/>
    <w:rsid w:val="1DDF3465"/>
    <w:rsid w:val="1DDF4D2E"/>
    <w:rsid w:val="1DE2334A"/>
    <w:rsid w:val="1DE26B38"/>
    <w:rsid w:val="1DE7521A"/>
    <w:rsid w:val="1DED0304"/>
    <w:rsid w:val="1DF709D4"/>
    <w:rsid w:val="1DFB516F"/>
    <w:rsid w:val="1DFF5700"/>
    <w:rsid w:val="1E022EB7"/>
    <w:rsid w:val="1E0536C8"/>
    <w:rsid w:val="1E057AB8"/>
    <w:rsid w:val="1E08546D"/>
    <w:rsid w:val="1E085B8F"/>
    <w:rsid w:val="1E0B411E"/>
    <w:rsid w:val="1E0F30A7"/>
    <w:rsid w:val="1E147EE4"/>
    <w:rsid w:val="1E1537B4"/>
    <w:rsid w:val="1E1B6E3A"/>
    <w:rsid w:val="1E1F0AF5"/>
    <w:rsid w:val="1E1F726F"/>
    <w:rsid w:val="1E201F51"/>
    <w:rsid w:val="1E2C225B"/>
    <w:rsid w:val="1E2E1898"/>
    <w:rsid w:val="1E2F6A37"/>
    <w:rsid w:val="1E342B0F"/>
    <w:rsid w:val="1E352AC7"/>
    <w:rsid w:val="1E485BFD"/>
    <w:rsid w:val="1E4A4D9A"/>
    <w:rsid w:val="1E4A6E22"/>
    <w:rsid w:val="1E4E2518"/>
    <w:rsid w:val="1E592E1A"/>
    <w:rsid w:val="1E593928"/>
    <w:rsid w:val="1E5949BC"/>
    <w:rsid w:val="1E5C7038"/>
    <w:rsid w:val="1E5D6828"/>
    <w:rsid w:val="1E5E4078"/>
    <w:rsid w:val="1E5F7374"/>
    <w:rsid w:val="1E6A2942"/>
    <w:rsid w:val="1E6E4A0E"/>
    <w:rsid w:val="1E7307C8"/>
    <w:rsid w:val="1E761EB8"/>
    <w:rsid w:val="1E764E53"/>
    <w:rsid w:val="1E773AAD"/>
    <w:rsid w:val="1E7824C5"/>
    <w:rsid w:val="1E7A3B62"/>
    <w:rsid w:val="1E7B3C02"/>
    <w:rsid w:val="1E7D1B5C"/>
    <w:rsid w:val="1E7E46E2"/>
    <w:rsid w:val="1E830432"/>
    <w:rsid w:val="1E8338DB"/>
    <w:rsid w:val="1E8376D5"/>
    <w:rsid w:val="1E862EB9"/>
    <w:rsid w:val="1E88029B"/>
    <w:rsid w:val="1E8D270C"/>
    <w:rsid w:val="1E8E6989"/>
    <w:rsid w:val="1E9143F7"/>
    <w:rsid w:val="1E9451EE"/>
    <w:rsid w:val="1E953C17"/>
    <w:rsid w:val="1E9544B5"/>
    <w:rsid w:val="1E972B74"/>
    <w:rsid w:val="1E987E04"/>
    <w:rsid w:val="1E9976EE"/>
    <w:rsid w:val="1E9D59AA"/>
    <w:rsid w:val="1EAC0FD1"/>
    <w:rsid w:val="1EAD2296"/>
    <w:rsid w:val="1EB16247"/>
    <w:rsid w:val="1EB36623"/>
    <w:rsid w:val="1EB67EAB"/>
    <w:rsid w:val="1EB81A9A"/>
    <w:rsid w:val="1EBB012A"/>
    <w:rsid w:val="1EBD57C2"/>
    <w:rsid w:val="1EBD62E1"/>
    <w:rsid w:val="1EBD7BBF"/>
    <w:rsid w:val="1EBE04E9"/>
    <w:rsid w:val="1EC3225B"/>
    <w:rsid w:val="1EC43C44"/>
    <w:rsid w:val="1EC57594"/>
    <w:rsid w:val="1EC5776B"/>
    <w:rsid w:val="1EC66E22"/>
    <w:rsid w:val="1EC826D4"/>
    <w:rsid w:val="1ECA4891"/>
    <w:rsid w:val="1ECE3761"/>
    <w:rsid w:val="1ED010FB"/>
    <w:rsid w:val="1ED1283C"/>
    <w:rsid w:val="1ED432D1"/>
    <w:rsid w:val="1ED53A8E"/>
    <w:rsid w:val="1ED61995"/>
    <w:rsid w:val="1ED9059C"/>
    <w:rsid w:val="1EDB2DB7"/>
    <w:rsid w:val="1EDD274F"/>
    <w:rsid w:val="1EDE20EC"/>
    <w:rsid w:val="1EE42C7C"/>
    <w:rsid w:val="1EE53240"/>
    <w:rsid w:val="1EE73E2B"/>
    <w:rsid w:val="1EE802A4"/>
    <w:rsid w:val="1EE84BBE"/>
    <w:rsid w:val="1EEB74F9"/>
    <w:rsid w:val="1EEF3EB9"/>
    <w:rsid w:val="1EF36B74"/>
    <w:rsid w:val="1EF817B3"/>
    <w:rsid w:val="1EFA44E8"/>
    <w:rsid w:val="1EFB604E"/>
    <w:rsid w:val="1EFF5FAA"/>
    <w:rsid w:val="1F002F15"/>
    <w:rsid w:val="1F02681F"/>
    <w:rsid w:val="1F060D57"/>
    <w:rsid w:val="1F066118"/>
    <w:rsid w:val="1F07648C"/>
    <w:rsid w:val="1F0774CE"/>
    <w:rsid w:val="1F0C0AF1"/>
    <w:rsid w:val="1F0D5E2A"/>
    <w:rsid w:val="1F0E7B70"/>
    <w:rsid w:val="1F13360F"/>
    <w:rsid w:val="1F136DC0"/>
    <w:rsid w:val="1F1A02A9"/>
    <w:rsid w:val="1F1C21BA"/>
    <w:rsid w:val="1F1C3811"/>
    <w:rsid w:val="1F1F1866"/>
    <w:rsid w:val="1F261F64"/>
    <w:rsid w:val="1F262816"/>
    <w:rsid w:val="1F272F0B"/>
    <w:rsid w:val="1F281062"/>
    <w:rsid w:val="1F2B56BB"/>
    <w:rsid w:val="1F2B736B"/>
    <w:rsid w:val="1F2B768A"/>
    <w:rsid w:val="1F2E78B4"/>
    <w:rsid w:val="1F2F3651"/>
    <w:rsid w:val="1F2F3D33"/>
    <w:rsid w:val="1F38660B"/>
    <w:rsid w:val="1F3B45F4"/>
    <w:rsid w:val="1F3C3633"/>
    <w:rsid w:val="1F410EDC"/>
    <w:rsid w:val="1F411450"/>
    <w:rsid w:val="1F4334FA"/>
    <w:rsid w:val="1F443EE6"/>
    <w:rsid w:val="1F4B20FD"/>
    <w:rsid w:val="1F4F5A91"/>
    <w:rsid w:val="1F50622C"/>
    <w:rsid w:val="1F58375A"/>
    <w:rsid w:val="1F5B6982"/>
    <w:rsid w:val="1F5C025F"/>
    <w:rsid w:val="1F643F03"/>
    <w:rsid w:val="1F68771E"/>
    <w:rsid w:val="1F702B79"/>
    <w:rsid w:val="1F735A97"/>
    <w:rsid w:val="1F745685"/>
    <w:rsid w:val="1F792EA7"/>
    <w:rsid w:val="1F7B2E75"/>
    <w:rsid w:val="1F7E55CA"/>
    <w:rsid w:val="1F825A67"/>
    <w:rsid w:val="1F83197D"/>
    <w:rsid w:val="1F866435"/>
    <w:rsid w:val="1F86798F"/>
    <w:rsid w:val="1F87123D"/>
    <w:rsid w:val="1F880595"/>
    <w:rsid w:val="1F887141"/>
    <w:rsid w:val="1F922EC5"/>
    <w:rsid w:val="1F925D00"/>
    <w:rsid w:val="1F951482"/>
    <w:rsid w:val="1F980336"/>
    <w:rsid w:val="1F9930C1"/>
    <w:rsid w:val="1F9A1B7B"/>
    <w:rsid w:val="1F9B26A9"/>
    <w:rsid w:val="1F9D605E"/>
    <w:rsid w:val="1F9F7F42"/>
    <w:rsid w:val="1FA7518C"/>
    <w:rsid w:val="1FA77BEF"/>
    <w:rsid w:val="1FA83CD0"/>
    <w:rsid w:val="1FAB2349"/>
    <w:rsid w:val="1FAC30A7"/>
    <w:rsid w:val="1FAD158A"/>
    <w:rsid w:val="1FAE61DE"/>
    <w:rsid w:val="1FAE6443"/>
    <w:rsid w:val="1FAF7C47"/>
    <w:rsid w:val="1FB17863"/>
    <w:rsid w:val="1FB404A8"/>
    <w:rsid w:val="1FB52826"/>
    <w:rsid w:val="1FB62F2B"/>
    <w:rsid w:val="1FB72D5B"/>
    <w:rsid w:val="1FB820DF"/>
    <w:rsid w:val="1FC11477"/>
    <w:rsid w:val="1FC23B74"/>
    <w:rsid w:val="1FC314B5"/>
    <w:rsid w:val="1FC41D19"/>
    <w:rsid w:val="1FCE40B5"/>
    <w:rsid w:val="1FCE4227"/>
    <w:rsid w:val="1FCF1FEF"/>
    <w:rsid w:val="1FCF2B55"/>
    <w:rsid w:val="1FD34AC5"/>
    <w:rsid w:val="1FD36CB8"/>
    <w:rsid w:val="1FD521CA"/>
    <w:rsid w:val="1FD81916"/>
    <w:rsid w:val="1FD86612"/>
    <w:rsid w:val="1FE02546"/>
    <w:rsid w:val="1FE06A18"/>
    <w:rsid w:val="1FE30E6F"/>
    <w:rsid w:val="1FE42ABA"/>
    <w:rsid w:val="1FE6322C"/>
    <w:rsid w:val="1FE841B7"/>
    <w:rsid w:val="1FE84B19"/>
    <w:rsid w:val="1FF30484"/>
    <w:rsid w:val="1FF56FE2"/>
    <w:rsid w:val="1FF60CFB"/>
    <w:rsid w:val="1FF63D16"/>
    <w:rsid w:val="1FF73C02"/>
    <w:rsid w:val="1FF80679"/>
    <w:rsid w:val="1FFD7B32"/>
    <w:rsid w:val="1FFF651A"/>
    <w:rsid w:val="200129D2"/>
    <w:rsid w:val="2004212A"/>
    <w:rsid w:val="200463BF"/>
    <w:rsid w:val="20093E12"/>
    <w:rsid w:val="200A4012"/>
    <w:rsid w:val="200E75DE"/>
    <w:rsid w:val="200F1A03"/>
    <w:rsid w:val="20172C91"/>
    <w:rsid w:val="201A0143"/>
    <w:rsid w:val="20227DB4"/>
    <w:rsid w:val="202328E2"/>
    <w:rsid w:val="20251D7F"/>
    <w:rsid w:val="20275D08"/>
    <w:rsid w:val="202A2192"/>
    <w:rsid w:val="202B0BAA"/>
    <w:rsid w:val="202D0E36"/>
    <w:rsid w:val="202D4A03"/>
    <w:rsid w:val="20342C44"/>
    <w:rsid w:val="20346E85"/>
    <w:rsid w:val="203876D8"/>
    <w:rsid w:val="20395AE3"/>
    <w:rsid w:val="20397C1D"/>
    <w:rsid w:val="203A293B"/>
    <w:rsid w:val="203F6817"/>
    <w:rsid w:val="20411B1B"/>
    <w:rsid w:val="2042644F"/>
    <w:rsid w:val="20470AFC"/>
    <w:rsid w:val="20480E47"/>
    <w:rsid w:val="204A14AB"/>
    <w:rsid w:val="204D3BF3"/>
    <w:rsid w:val="205C3E88"/>
    <w:rsid w:val="205E7A47"/>
    <w:rsid w:val="20620370"/>
    <w:rsid w:val="206356E1"/>
    <w:rsid w:val="206601E6"/>
    <w:rsid w:val="206D7CAB"/>
    <w:rsid w:val="206E3E28"/>
    <w:rsid w:val="206F5629"/>
    <w:rsid w:val="20717C4E"/>
    <w:rsid w:val="20761E2D"/>
    <w:rsid w:val="207762E4"/>
    <w:rsid w:val="207A2BDD"/>
    <w:rsid w:val="20821396"/>
    <w:rsid w:val="20836822"/>
    <w:rsid w:val="208665D1"/>
    <w:rsid w:val="20877268"/>
    <w:rsid w:val="20892080"/>
    <w:rsid w:val="208B5F7E"/>
    <w:rsid w:val="208D5486"/>
    <w:rsid w:val="20916410"/>
    <w:rsid w:val="20977A45"/>
    <w:rsid w:val="209E416D"/>
    <w:rsid w:val="20A01162"/>
    <w:rsid w:val="20A0774E"/>
    <w:rsid w:val="20A15DBB"/>
    <w:rsid w:val="20A16966"/>
    <w:rsid w:val="20A30485"/>
    <w:rsid w:val="20A85BA7"/>
    <w:rsid w:val="20AB68AD"/>
    <w:rsid w:val="20B020B1"/>
    <w:rsid w:val="20B32789"/>
    <w:rsid w:val="20B8722B"/>
    <w:rsid w:val="20BD2067"/>
    <w:rsid w:val="20BE25F2"/>
    <w:rsid w:val="20BF7BB8"/>
    <w:rsid w:val="20CE2AC3"/>
    <w:rsid w:val="20D15556"/>
    <w:rsid w:val="20D2304E"/>
    <w:rsid w:val="20D4447F"/>
    <w:rsid w:val="20D8296D"/>
    <w:rsid w:val="20D948A5"/>
    <w:rsid w:val="20D94E5C"/>
    <w:rsid w:val="20D94F0D"/>
    <w:rsid w:val="20DA3ED2"/>
    <w:rsid w:val="20DB02F3"/>
    <w:rsid w:val="20E26BEA"/>
    <w:rsid w:val="20E54CBC"/>
    <w:rsid w:val="20E570A6"/>
    <w:rsid w:val="20E82FDD"/>
    <w:rsid w:val="20E911DB"/>
    <w:rsid w:val="20EA4E4E"/>
    <w:rsid w:val="20EB0D19"/>
    <w:rsid w:val="20ED12A4"/>
    <w:rsid w:val="20EE0BB7"/>
    <w:rsid w:val="20EF0B6F"/>
    <w:rsid w:val="20F055B5"/>
    <w:rsid w:val="20F05B9D"/>
    <w:rsid w:val="20F15830"/>
    <w:rsid w:val="20F40AA2"/>
    <w:rsid w:val="20F7311D"/>
    <w:rsid w:val="20FB50AD"/>
    <w:rsid w:val="20FE08ED"/>
    <w:rsid w:val="21011D36"/>
    <w:rsid w:val="21050AED"/>
    <w:rsid w:val="21070771"/>
    <w:rsid w:val="210A3FC4"/>
    <w:rsid w:val="210B3507"/>
    <w:rsid w:val="210E6760"/>
    <w:rsid w:val="210F1F95"/>
    <w:rsid w:val="210F3F36"/>
    <w:rsid w:val="211064FB"/>
    <w:rsid w:val="211403AD"/>
    <w:rsid w:val="21150A22"/>
    <w:rsid w:val="21151316"/>
    <w:rsid w:val="2115407A"/>
    <w:rsid w:val="211749FA"/>
    <w:rsid w:val="2119066A"/>
    <w:rsid w:val="21190904"/>
    <w:rsid w:val="21252705"/>
    <w:rsid w:val="212566F0"/>
    <w:rsid w:val="21261A5A"/>
    <w:rsid w:val="21276698"/>
    <w:rsid w:val="2128030C"/>
    <w:rsid w:val="212B2705"/>
    <w:rsid w:val="212B5CC2"/>
    <w:rsid w:val="212C25AE"/>
    <w:rsid w:val="213521C6"/>
    <w:rsid w:val="21395470"/>
    <w:rsid w:val="21397BC5"/>
    <w:rsid w:val="213E1252"/>
    <w:rsid w:val="21426A70"/>
    <w:rsid w:val="21430AB9"/>
    <w:rsid w:val="214700DE"/>
    <w:rsid w:val="2148571D"/>
    <w:rsid w:val="214933B8"/>
    <w:rsid w:val="214D381B"/>
    <w:rsid w:val="21505AFC"/>
    <w:rsid w:val="21595930"/>
    <w:rsid w:val="215B6FBC"/>
    <w:rsid w:val="215C1C52"/>
    <w:rsid w:val="215C33D0"/>
    <w:rsid w:val="215D22D9"/>
    <w:rsid w:val="2168794C"/>
    <w:rsid w:val="216A7ED8"/>
    <w:rsid w:val="216C326F"/>
    <w:rsid w:val="216D2537"/>
    <w:rsid w:val="216E63A8"/>
    <w:rsid w:val="216E6FFE"/>
    <w:rsid w:val="21751223"/>
    <w:rsid w:val="217560FC"/>
    <w:rsid w:val="21782AE7"/>
    <w:rsid w:val="217919B1"/>
    <w:rsid w:val="217B055F"/>
    <w:rsid w:val="217C2264"/>
    <w:rsid w:val="217D05D4"/>
    <w:rsid w:val="217D55C4"/>
    <w:rsid w:val="21832D80"/>
    <w:rsid w:val="2183737A"/>
    <w:rsid w:val="21846C67"/>
    <w:rsid w:val="21875A44"/>
    <w:rsid w:val="2188035A"/>
    <w:rsid w:val="218C25D9"/>
    <w:rsid w:val="218F4DEA"/>
    <w:rsid w:val="219771FF"/>
    <w:rsid w:val="21977DFA"/>
    <w:rsid w:val="2198417D"/>
    <w:rsid w:val="219939FE"/>
    <w:rsid w:val="219B2393"/>
    <w:rsid w:val="219D3395"/>
    <w:rsid w:val="219D6BD8"/>
    <w:rsid w:val="21A243C7"/>
    <w:rsid w:val="21A31D66"/>
    <w:rsid w:val="21A37F9D"/>
    <w:rsid w:val="21A55852"/>
    <w:rsid w:val="21A851AF"/>
    <w:rsid w:val="21AB4B8C"/>
    <w:rsid w:val="21B017C6"/>
    <w:rsid w:val="21B055CE"/>
    <w:rsid w:val="21B2211D"/>
    <w:rsid w:val="21B271F0"/>
    <w:rsid w:val="21B548E7"/>
    <w:rsid w:val="21BA3644"/>
    <w:rsid w:val="21BB49E0"/>
    <w:rsid w:val="21BD6B74"/>
    <w:rsid w:val="21C06730"/>
    <w:rsid w:val="21C33674"/>
    <w:rsid w:val="21C55287"/>
    <w:rsid w:val="21C5664A"/>
    <w:rsid w:val="21C757BF"/>
    <w:rsid w:val="21C80B53"/>
    <w:rsid w:val="21CC498F"/>
    <w:rsid w:val="21CF69AE"/>
    <w:rsid w:val="21D64CC4"/>
    <w:rsid w:val="21D9546D"/>
    <w:rsid w:val="21D97E79"/>
    <w:rsid w:val="21DA5827"/>
    <w:rsid w:val="21DB0769"/>
    <w:rsid w:val="21DE0D4B"/>
    <w:rsid w:val="21DF118B"/>
    <w:rsid w:val="21E10BE0"/>
    <w:rsid w:val="21E77BD8"/>
    <w:rsid w:val="21E807F9"/>
    <w:rsid w:val="21E97C6E"/>
    <w:rsid w:val="21EE1E2B"/>
    <w:rsid w:val="21EF2D3C"/>
    <w:rsid w:val="21F02B26"/>
    <w:rsid w:val="21F75771"/>
    <w:rsid w:val="21F817A1"/>
    <w:rsid w:val="21FB041B"/>
    <w:rsid w:val="21FB377D"/>
    <w:rsid w:val="21FB5D69"/>
    <w:rsid w:val="22017829"/>
    <w:rsid w:val="22036078"/>
    <w:rsid w:val="220677A7"/>
    <w:rsid w:val="22086C03"/>
    <w:rsid w:val="220C467D"/>
    <w:rsid w:val="22116264"/>
    <w:rsid w:val="2211734D"/>
    <w:rsid w:val="22150631"/>
    <w:rsid w:val="22154871"/>
    <w:rsid w:val="2215732C"/>
    <w:rsid w:val="221B0265"/>
    <w:rsid w:val="221C1047"/>
    <w:rsid w:val="221D4DE1"/>
    <w:rsid w:val="22201900"/>
    <w:rsid w:val="22203546"/>
    <w:rsid w:val="22206BBC"/>
    <w:rsid w:val="22216A2F"/>
    <w:rsid w:val="22224A41"/>
    <w:rsid w:val="222437F1"/>
    <w:rsid w:val="222F1276"/>
    <w:rsid w:val="22300120"/>
    <w:rsid w:val="22353A06"/>
    <w:rsid w:val="223A49AE"/>
    <w:rsid w:val="223C1166"/>
    <w:rsid w:val="223C7B7A"/>
    <w:rsid w:val="223D7816"/>
    <w:rsid w:val="223F12C6"/>
    <w:rsid w:val="22413943"/>
    <w:rsid w:val="22425205"/>
    <w:rsid w:val="224B2D1A"/>
    <w:rsid w:val="224D7BDC"/>
    <w:rsid w:val="224E2259"/>
    <w:rsid w:val="22520A8A"/>
    <w:rsid w:val="225265D0"/>
    <w:rsid w:val="22576098"/>
    <w:rsid w:val="225C06DD"/>
    <w:rsid w:val="225C3070"/>
    <w:rsid w:val="225D7CFE"/>
    <w:rsid w:val="225E0BC0"/>
    <w:rsid w:val="226367CD"/>
    <w:rsid w:val="2267241E"/>
    <w:rsid w:val="2268416E"/>
    <w:rsid w:val="226A453A"/>
    <w:rsid w:val="226C6181"/>
    <w:rsid w:val="22705475"/>
    <w:rsid w:val="22736185"/>
    <w:rsid w:val="22747703"/>
    <w:rsid w:val="22756CD3"/>
    <w:rsid w:val="227A3E25"/>
    <w:rsid w:val="22835088"/>
    <w:rsid w:val="22850CBC"/>
    <w:rsid w:val="2287077D"/>
    <w:rsid w:val="228729F2"/>
    <w:rsid w:val="228A2D19"/>
    <w:rsid w:val="228F0744"/>
    <w:rsid w:val="22942200"/>
    <w:rsid w:val="2296455F"/>
    <w:rsid w:val="229A2928"/>
    <w:rsid w:val="22A554FD"/>
    <w:rsid w:val="22A62AA1"/>
    <w:rsid w:val="22A726D5"/>
    <w:rsid w:val="22A82867"/>
    <w:rsid w:val="22A94788"/>
    <w:rsid w:val="22AB1F57"/>
    <w:rsid w:val="22AC1108"/>
    <w:rsid w:val="22AD339A"/>
    <w:rsid w:val="22AE3036"/>
    <w:rsid w:val="22AF59A7"/>
    <w:rsid w:val="22B10901"/>
    <w:rsid w:val="22B31451"/>
    <w:rsid w:val="22B31A62"/>
    <w:rsid w:val="22B41ACD"/>
    <w:rsid w:val="22BA2A71"/>
    <w:rsid w:val="22BE3D66"/>
    <w:rsid w:val="22C878A0"/>
    <w:rsid w:val="22CD2D6F"/>
    <w:rsid w:val="22CD7C25"/>
    <w:rsid w:val="22CF6FC7"/>
    <w:rsid w:val="22D32E14"/>
    <w:rsid w:val="22D4048A"/>
    <w:rsid w:val="22D76391"/>
    <w:rsid w:val="22D919EC"/>
    <w:rsid w:val="22DD4E22"/>
    <w:rsid w:val="22E10ADD"/>
    <w:rsid w:val="22E13E7C"/>
    <w:rsid w:val="22E20D41"/>
    <w:rsid w:val="22E338DE"/>
    <w:rsid w:val="22E81C57"/>
    <w:rsid w:val="22E916A7"/>
    <w:rsid w:val="22EA2B65"/>
    <w:rsid w:val="22EB5A86"/>
    <w:rsid w:val="22EC496A"/>
    <w:rsid w:val="22F055C2"/>
    <w:rsid w:val="22F253C1"/>
    <w:rsid w:val="22F32785"/>
    <w:rsid w:val="22F54D42"/>
    <w:rsid w:val="22F73632"/>
    <w:rsid w:val="22F8752F"/>
    <w:rsid w:val="22F94587"/>
    <w:rsid w:val="22FF16EF"/>
    <w:rsid w:val="22FF356F"/>
    <w:rsid w:val="230D2E42"/>
    <w:rsid w:val="23116BED"/>
    <w:rsid w:val="23132556"/>
    <w:rsid w:val="23161255"/>
    <w:rsid w:val="231D00A2"/>
    <w:rsid w:val="231E03E4"/>
    <w:rsid w:val="231F386D"/>
    <w:rsid w:val="23267877"/>
    <w:rsid w:val="232C61D6"/>
    <w:rsid w:val="232D3C05"/>
    <w:rsid w:val="232F157E"/>
    <w:rsid w:val="233108BB"/>
    <w:rsid w:val="23380800"/>
    <w:rsid w:val="23382A16"/>
    <w:rsid w:val="233A785B"/>
    <w:rsid w:val="233B4768"/>
    <w:rsid w:val="233B6B57"/>
    <w:rsid w:val="233D4857"/>
    <w:rsid w:val="2340703D"/>
    <w:rsid w:val="23411C24"/>
    <w:rsid w:val="23443C62"/>
    <w:rsid w:val="2346159C"/>
    <w:rsid w:val="2348327D"/>
    <w:rsid w:val="23523917"/>
    <w:rsid w:val="23531413"/>
    <w:rsid w:val="23535734"/>
    <w:rsid w:val="23585560"/>
    <w:rsid w:val="235A2AF0"/>
    <w:rsid w:val="235F340C"/>
    <w:rsid w:val="235F3591"/>
    <w:rsid w:val="2362118D"/>
    <w:rsid w:val="23667FA2"/>
    <w:rsid w:val="23673627"/>
    <w:rsid w:val="23685A5C"/>
    <w:rsid w:val="23686D47"/>
    <w:rsid w:val="236C09E3"/>
    <w:rsid w:val="236C5CAB"/>
    <w:rsid w:val="236D2106"/>
    <w:rsid w:val="236F7FF6"/>
    <w:rsid w:val="23743B1C"/>
    <w:rsid w:val="23752675"/>
    <w:rsid w:val="23754C72"/>
    <w:rsid w:val="23755D83"/>
    <w:rsid w:val="237B32D1"/>
    <w:rsid w:val="237B4DD8"/>
    <w:rsid w:val="237D7C5E"/>
    <w:rsid w:val="237E6AFD"/>
    <w:rsid w:val="23854E14"/>
    <w:rsid w:val="23890488"/>
    <w:rsid w:val="23902462"/>
    <w:rsid w:val="23930263"/>
    <w:rsid w:val="239510F6"/>
    <w:rsid w:val="2395570B"/>
    <w:rsid w:val="239816A4"/>
    <w:rsid w:val="23984531"/>
    <w:rsid w:val="23994713"/>
    <w:rsid w:val="23995262"/>
    <w:rsid w:val="239C2A40"/>
    <w:rsid w:val="239E0AE0"/>
    <w:rsid w:val="23A56805"/>
    <w:rsid w:val="23A61AA0"/>
    <w:rsid w:val="23A9739B"/>
    <w:rsid w:val="23AB65E0"/>
    <w:rsid w:val="23AC1ACA"/>
    <w:rsid w:val="23AF12A8"/>
    <w:rsid w:val="23B45F20"/>
    <w:rsid w:val="23BC26DC"/>
    <w:rsid w:val="23BD3853"/>
    <w:rsid w:val="23BD5C5A"/>
    <w:rsid w:val="23BD685D"/>
    <w:rsid w:val="23BE1DA4"/>
    <w:rsid w:val="23C060E1"/>
    <w:rsid w:val="23C10E54"/>
    <w:rsid w:val="23C32B68"/>
    <w:rsid w:val="23C40CD0"/>
    <w:rsid w:val="23C60E86"/>
    <w:rsid w:val="23C727AA"/>
    <w:rsid w:val="23C73AF4"/>
    <w:rsid w:val="23C97DA7"/>
    <w:rsid w:val="23CA210B"/>
    <w:rsid w:val="23CB2602"/>
    <w:rsid w:val="23CC0B92"/>
    <w:rsid w:val="23CD06F4"/>
    <w:rsid w:val="23D11AFA"/>
    <w:rsid w:val="23D176E7"/>
    <w:rsid w:val="23D21B87"/>
    <w:rsid w:val="23D262C4"/>
    <w:rsid w:val="23D34A0F"/>
    <w:rsid w:val="23D350DF"/>
    <w:rsid w:val="23D438B3"/>
    <w:rsid w:val="23D6722A"/>
    <w:rsid w:val="23D84EF1"/>
    <w:rsid w:val="23DA06BC"/>
    <w:rsid w:val="23DE30DE"/>
    <w:rsid w:val="23DE689D"/>
    <w:rsid w:val="23DF489D"/>
    <w:rsid w:val="23E24E02"/>
    <w:rsid w:val="23E70265"/>
    <w:rsid w:val="23E71A91"/>
    <w:rsid w:val="23EB5B5D"/>
    <w:rsid w:val="23EE5F29"/>
    <w:rsid w:val="23EF1663"/>
    <w:rsid w:val="23F20909"/>
    <w:rsid w:val="23F2549D"/>
    <w:rsid w:val="23F63424"/>
    <w:rsid w:val="23F8156C"/>
    <w:rsid w:val="23F9327E"/>
    <w:rsid w:val="23FC4C47"/>
    <w:rsid w:val="240134BD"/>
    <w:rsid w:val="240315D6"/>
    <w:rsid w:val="240330AE"/>
    <w:rsid w:val="24044DF1"/>
    <w:rsid w:val="2407110D"/>
    <w:rsid w:val="240F4CFD"/>
    <w:rsid w:val="2412065E"/>
    <w:rsid w:val="24120E04"/>
    <w:rsid w:val="24160E00"/>
    <w:rsid w:val="2417128C"/>
    <w:rsid w:val="24184C3B"/>
    <w:rsid w:val="241A6C9B"/>
    <w:rsid w:val="241D6574"/>
    <w:rsid w:val="2425030B"/>
    <w:rsid w:val="24253CDF"/>
    <w:rsid w:val="24264448"/>
    <w:rsid w:val="242A2FF5"/>
    <w:rsid w:val="242B12DF"/>
    <w:rsid w:val="242D3F53"/>
    <w:rsid w:val="242F095B"/>
    <w:rsid w:val="24313DBD"/>
    <w:rsid w:val="24365D58"/>
    <w:rsid w:val="243D3BBE"/>
    <w:rsid w:val="24415070"/>
    <w:rsid w:val="24421FCB"/>
    <w:rsid w:val="24442596"/>
    <w:rsid w:val="24445284"/>
    <w:rsid w:val="24450663"/>
    <w:rsid w:val="24455508"/>
    <w:rsid w:val="244C7065"/>
    <w:rsid w:val="244E7C5A"/>
    <w:rsid w:val="24511220"/>
    <w:rsid w:val="2453165D"/>
    <w:rsid w:val="2453402D"/>
    <w:rsid w:val="24536DD8"/>
    <w:rsid w:val="245707FE"/>
    <w:rsid w:val="24570829"/>
    <w:rsid w:val="245728EE"/>
    <w:rsid w:val="245B2D81"/>
    <w:rsid w:val="245C149D"/>
    <w:rsid w:val="245C2165"/>
    <w:rsid w:val="24642B8C"/>
    <w:rsid w:val="2471073B"/>
    <w:rsid w:val="247174F0"/>
    <w:rsid w:val="247178B3"/>
    <w:rsid w:val="24746EB6"/>
    <w:rsid w:val="24751B95"/>
    <w:rsid w:val="247B7AB2"/>
    <w:rsid w:val="247D0AA1"/>
    <w:rsid w:val="247E297A"/>
    <w:rsid w:val="247E7A4B"/>
    <w:rsid w:val="24883863"/>
    <w:rsid w:val="248F134A"/>
    <w:rsid w:val="24932C11"/>
    <w:rsid w:val="24962116"/>
    <w:rsid w:val="249B564B"/>
    <w:rsid w:val="249C243E"/>
    <w:rsid w:val="24A02FB3"/>
    <w:rsid w:val="24A15953"/>
    <w:rsid w:val="24A3007C"/>
    <w:rsid w:val="24AE2D05"/>
    <w:rsid w:val="24B10909"/>
    <w:rsid w:val="24B5180B"/>
    <w:rsid w:val="24B67705"/>
    <w:rsid w:val="24B71FC2"/>
    <w:rsid w:val="24B840BD"/>
    <w:rsid w:val="24C3169A"/>
    <w:rsid w:val="24C55D20"/>
    <w:rsid w:val="24C92007"/>
    <w:rsid w:val="24C95610"/>
    <w:rsid w:val="24CB149A"/>
    <w:rsid w:val="24CE0A75"/>
    <w:rsid w:val="24CE6624"/>
    <w:rsid w:val="24D441ED"/>
    <w:rsid w:val="24D54105"/>
    <w:rsid w:val="24D92259"/>
    <w:rsid w:val="24DB0B88"/>
    <w:rsid w:val="24E76F16"/>
    <w:rsid w:val="24EB4123"/>
    <w:rsid w:val="24EC396E"/>
    <w:rsid w:val="24F0632D"/>
    <w:rsid w:val="24F45DFB"/>
    <w:rsid w:val="24F55E9A"/>
    <w:rsid w:val="24F5697F"/>
    <w:rsid w:val="24F6652F"/>
    <w:rsid w:val="24F754D1"/>
    <w:rsid w:val="24FC6030"/>
    <w:rsid w:val="24FE486C"/>
    <w:rsid w:val="24FF4D7D"/>
    <w:rsid w:val="24FF6F87"/>
    <w:rsid w:val="2501603B"/>
    <w:rsid w:val="250A067E"/>
    <w:rsid w:val="250A1501"/>
    <w:rsid w:val="250E1532"/>
    <w:rsid w:val="250E33A1"/>
    <w:rsid w:val="250E4D18"/>
    <w:rsid w:val="250F64F2"/>
    <w:rsid w:val="250F6F8C"/>
    <w:rsid w:val="251049B6"/>
    <w:rsid w:val="251219B5"/>
    <w:rsid w:val="251255B9"/>
    <w:rsid w:val="251271E2"/>
    <w:rsid w:val="251310DF"/>
    <w:rsid w:val="25161F0C"/>
    <w:rsid w:val="251623B3"/>
    <w:rsid w:val="25166A05"/>
    <w:rsid w:val="251B3AF2"/>
    <w:rsid w:val="252162C7"/>
    <w:rsid w:val="2526456B"/>
    <w:rsid w:val="252B10AD"/>
    <w:rsid w:val="252C2D6A"/>
    <w:rsid w:val="25301D44"/>
    <w:rsid w:val="253127AD"/>
    <w:rsid w:val="25320C4C"/>
    <w:rsid w:val="25382EAE"/>
    <w:rsid w:val="25390028"/>
    <w:rsid w:val="2539197E"/>
    <w:rsid w:val="25391FDD"/>
    <w:rsid w:val="253A2A6B"/>
    <w:rsid w:val="253E41C2"/>
    <w:rsid w:val="253E4BBE"/>
    <w:rsid w:val="25414F4C"/>
    <w:rsid w:val="254240CD"/>
    <w:rsid w:val="25457BEA"/>
    <w:rsid w:val="25461B07"/>
    <w:rsid w:val="25486CDC"/>
    <w:rsid w:val="25497039"/>
    <w:rsid w:val="254B0260"/>
    <w:rsid w:val="254E3792"/>
    <w:rsid w:val="254E5A36"/>
    <w:rsid w:val="254F5D09"/>
    <w:rsid w:val="25585442"/>
    <w:rsid w:val="255962ED"/>
    <w:rsid w:val="255D2D3A"/>
    <w:rsid w:val="256119DD"/>
    <w:rsid w:val="256621B1"/>
    <w:rsid w:val="25663737"/>
    <w:rsid w:val="256A4CBC"/>
    <w:rsid w:val="256D60F0"/>
    <w:rsid w:val="2570510C"/>
    <w:rsid w:val="25745BE7"/>
    <w:rsid w:val="25777692"/>
    <w:rsid w:val="25796B43"/>
    <w:rsid w:val="257D0A50"/>
    <w:rsid w:val="257F150B"/>
    <w:rsid w:val="25856A59"/>
    <w:rsid w:val="258E4085"/>
    <w:rsid w:val="258F25A0"/>
    <w:rsid w:val="25917AF2"/>
    <w:rsid w:val="259C28C8"/>
    <w:rsid w:val="25A21F6E"/>
    <w:rsid w:val="25A66004"/>
    <w:rsid w:val="25A87738"/>
    <w:rsid w:val="25AB59C1"/>
    <w:rsid w:val="25B06BDB"/>
    <w:rsid w:val="25B1276E"/>
    <w:rsid w:val="25B215DC"/>
    <w:rsid w:val="25BA06C5"/>
    <w:rsid w:val="25BA0967"/>
    <w:rsid w:val="25BB1D56"/>
    <w:rsid w:val="25BC0CCE"/>
    <w:rsid w:val="25BC624C"/>
    <w:rsid w:val="25BD0D1D"/>
    <w:rsid w:val="25BD5BA1"/>
    <w:rsid w:val="25C03627"/>
    <w:rsid w:val="25C146A6"/>
    <w:rsid w:val="25C40995"/>
    <w:rsid w:val="25C43DAC"/>
    <w:rsid w:val="25C62540"/>
    <w:rsid w:val="25C75E26"/>
    <w:rsid w:val="25CB47C3"/>
    <w:rsid w:val="25CC41A1"/>
    <w:rsid w:val="25CD0E64"/>
    <w:rsid w:val="25D10939"/>
    <w:rsid w:val="25D23B48"/>
    <w:rsid w:val="25D47351"/>
    <w:rsid w:val="25D5459E"/>
    <w:rsid w:val="25DD488A"/>
    <w:rsid w:val="25DF4722"/>
    <w:rsid w:val="25E36C45"/>
    <w:rsid w:val="25E76E42"/>
    <w:rsid w:val="25E92EDA"/>
    <w:rsid w:val="25E94DE7"/>
    <w:rsid w:val="25F33986"/>
    <w:rsid w:val="25F60A25"/>
    <w:rsid w:val="25F76EF3"/>
    <w:rsid w:val="25F93838"/>
    <w:rsid w:val="25FA0243"/>
    <w:rsid w:val="25FB1FAC"/>
    <w:rsid w:val="260206AA"/>
    <w:rsid w:val="2602696E"/>
    <w:rsid w:val="26027428"/>
    <w:rsid w:val="2603126B"/>
    <w:rsid w:val="26076D77"/>
    <w:rsid w:val="26077355"/>
    <w:rsid w:val="260A3E02"/>
    <w:rsid w:val="260D6C24"/>
    <w:rsid w:val="260F4812"/>
    <w:rsid w:val="261121EA"/>
    <w:rsid w:val="261145AF"/>
    <w:rsid w:val="261C1602"/>
    <w:rsid w:val="261E0844"/>
    <w:rsid w:val="261E1D21"/>
    <w:rsid w:val="261E71F4"/>
    <w:rsid w:val="261F0914"/>
    <w:rsid w:val="261F1E80"/>
    <w:rsid w:val="26224CD4"/>
    <w:rsid w:val="26256180"/>
    <w:rsid w:val="2626032F"/>
    <w:rsid w:val="262D041C"/>
    <w:rsid w:val="262F121F"/>
    <w:rsid w:val="26341468"/>
    <w:rsid w:val="26385301"/>
    <w:rsid w:val="26395DFF"/>
    <w:rsid w:val="263E4265"/>
    <w:rsid w:val="2641689D"/>
    <w:rsid w:val="26423558"/>
    <w:rsid w:val="26473BF2"/>
    <w:rsid w:val="26480DCE"/>
    <w:rsid w:val="264E7C9B"/>
    <w:rsid w:val="26546F24"/>
    <w:rsid w:val="26573093"/>
    <w:rsid w:val="265A41EB"/>
    <w:rsid w:val="265B0BCD"/>
    <w:rsid w:val="265B2098"/>
    <w:rsid w:val="265F01A1"/>
    <w:rsid w:val="265F181F"/>
    <w:rsid w:val="265F2152"/>
    <w:rsid w:val="265F7064"/>
    <w:rsid w:val="266340A1"/>
    <w:rsid w:val="26637A2B"/>
    <w:rsid w:val="26664144"/>
    <w:rsid w:val="26682A9E"/>
    <w:rsid w:val="266B42F9"/>
    <w:rsid w:val="26707E12"/>
    <w:rsid w:val="26734D72"/>
    <w:rsid w:val="26747F9C"/>
    <w:rsid w:val="26752E95"/>
    <w:rsid w:val="267C2FB8"/>
    <w:rsid w:val="267C595E"/>
    <w:rsid w:val="267C79B8"/>
    <w:rsid w:val="267D548D"/>
    <w:rsid w:val="268647C5"/>
    <w:rsid w:val="268748C6"/>
    <w:rsid w:val="2687630F"/>
    <w:rsid w:val="26881483"/>
    <w:rsid w:val="26886B68"/>
    <w:rsid w:val="268A7C65"/>
    <w:rsid w:val="268E0AFE"/>
    <w:rsid w:val="26930DB9"/>
    <w:rsid w:val="2698276B"/>
    <w:rsid w:val="269F1222"/>
    <w:rsid w:val="26A2223C"/>
    <w:rsid w:val="26A2680B"/>
    <w:rsid w:val="26AB40E9"/>
    <w:rsid w:val="26AD1445"/>
    <w:rsid w:val="26AF0438"/>
    <w:rsid w:val="26AF0D86"/>
    <w:rsid w:val="26B4585A"/>
    <w:rsid w:val="26BB340D"/>
    <w:rsid w:val="26BD76D6"/>
    <w:rsid w:val="26C3439E"/>
    <w:rsid w:val="26C71ADC"/>
    <w:rsid w:val="26C949BA"/>
    <w:rsid w:val="26CB7ED0"/>
    <w:rsid w:val="26CC29A4"/>
    <w:rsid w:val="26D63286"/>
    <w:rsid w:val="26DD4F65"/>
    <w:rsid w:val="26E56B07"/>
    <w:rsid w:val="26E62B9B"/>
    <w:rsid w:val="26E63424"/>
    <w:rsid w:val="26E8114A"/>
    <w:rsid w:val="26EE1F0B"/>
    <w:rsid w:val="26EE6645"/>
    <w:rsid w:val="26F34AAE"/>
    <w:rsid w:val="26F475AD"/>
    <w:rsid w:val="26F57AC0"/>
    <w:rsid w:val="26F9133D"/>
    <w:rsid w:val="26F9350A"/>
    <w:rsid w:val="26FB55C0"/>
    <w:rsid w:val="26FE670E"/>
    <w:rsid w:val="26FF4367"/>
    <w:rsid w:val="26FF672B"/>
    <w:rsid w:val="27005647"/>
    <w:rsid w:val="27026F1F"/>
    <w:rsid w:val="270357E5"/>
    <w:rsid w:val="27043091"/>
    <w:rsid w:val="27044938"/>
    <w:rsid w:val="2704626A"/>
    <w:rsid w:val="27051A10"/>
    <w:rsid w:val="270C04C1"/>
    <w:rsid w:val="270C266A"/>
    <w:rsid w:val="270D3587"/>
    <w:rsid w:val="27114E69"/>
    <w:rsid w:val="27130BC8"/>
    <w:rsid w:val="27132E69"/>
    <w:rsid w:val="271424DC"/>
    <w:rsid w:val="27172B83"/>
    <w:rsid w:val="271830E1"/>
    <w:rsid w:val="271C64E3"/>
    <w:rsid w:val="27200342"/>
    <w:rsid w:val="27213306"/>
    <w:rsid w:val="27305723"/>
    <w:rsid w:val="27317146"/>
    <w:rsid w:val="2732098C"/>
    <w:rsid w:val="27322882"/>
    <w:rsid w:val="27351024"/>
    <w:rsid w:val="27366514"/>
    <w:rsid w:val="273723F1"/>
    <w:rsid w:val="27382E8D"/>
    <w:rsid w:val="27392824"/>
    <w:rsid w:val="27394579"/>
    <w:rsid w:val="273B1604"/>
    <w:rsid w:val="273B792E"/>
    <w:rsid w:val="273E00A8"/>
    <w:rsid w:val="27427616"/>
    <w:rsid w:val="27485AA2"/>
    <w:rsid w:val="274A663D"/>
    <w:rsid w:val="274B08C7"/>
    <w:rsid w:val="274D2296"/>
    <w:rsid w:val="274E4D73"/>
    <w:rsid w:val="2751024D"/>
    <w:rsid w:val="27524CEF"/>
    <w:rsid w:val="27545C20"/>
    <w:rsid w:val="27545E15"/>
    <w:rsid w:val="275560E4"/>
    <w:rsid w:val="27557C2C"/>
    <w:rsid w:val="275706EA"/>
    <w:rsid w:val="275B5D8B"/>
    <w:rsid w:val="27613B25"/>
    <w:rsid w:val="2766750A"/>
    <w:rsid w:val="276C3F5E"/>
    <w:rsid w:val="27770A22"/>
    <w:rsid w:val="2777683B"/>
    <w:rsid w:val="277B4A27"/>
    <w:rsid w:val="277D0ACA"/>
    <w:rsid w:val="277E17B6"/>
    <w:rsid w:val="277E5871"/>
    <w:rsid w:val="27802CFD"/>
    <w:rsid w:val="27807448"/>
    <w:rsid w:val="27823B5A"/>
    <w:rsid w:val="27866DEF"/>
    <w:rsid w:val="27873C71"/>
    <w:rsid w:val="278A149C"/>
    <w:rsid w:val="278C2A58"/>
    <w:rsid w:val="27911DD9"/>
    <w:rsid w:val="27933D9D"/>
    <w:rsid w:val="279670E7"/>
    <w:rsid w:val="27994056"/>
    <w:rsid w:val="27A409DD"/>
    <w:rsid w:val="27A51C35"/>
    <w:rsid w:val="27A54DEC"/>
    <w:rsid w:val="27A57C46"/>
    <w:rsid w:val="27A63DA4"/>
    <w:rsid w:val="27A709EA"/>
    <w:rsid w:val="27AE3A26"/>
    <w:rsid w:val="27AE556E"/>
    <w:rsid w:val="27B024B4"/>
    <w:rsid w:val="27B053CF"/>
    <w:rsid w:val="27B747D4"/>
    <w:rsid w:val="27B951A5"/>
    <w:rsid w:val="27B96464"/>
    <w:rsid w:val="27BA3778"/>
    <w:rsid w:val="27C4248D"/>
    <w:rsid w:val="27C56093"/>
    <w:rsid w:val="27C83C4A"/>
    <w:rsid w:val="27C8459D"/>
    <w:rsid w:val="27C851A7"/>
    <w:rsid w:val="27CB62BD"/>
    <w:rsid w:val="27CC62A9"/>
    <w:rsid w:val="27D4032C"/>
    <w:rsid w:val="27D60705"/>
    <w:rsid w:val="27D902B0"/>
    <w:rsid w:val="27E157E9"/>
    <w:rsid w:val="27E46C25"/>
    <w:rsid w:val="27E62BCE"/>
    <w:rsid w:val="27E851C5"/>
    <w:rsid w:val="27EA20D2"/>
    <w:rsid w:val="27EB2DA8"/>
    <w:rsid w:val="27EC4BB9"/>
    <w:rsid w:val="27EE1EF4"/>
    <w:rsid w:val="27EE5A94"/>
    <w:rsid w:val="27F000FE"/>
    <w:rsid w:val="27F21AA7"/>
    <w:rsid w:val="27F556BC"/>
    <w:rsid w:val="27F83BD5"/>
    <w:rsid w:val="27FC2E24"/>
    <w:rsid w:val="27FF25CD"/>
    <w:rsid w:val="280222DA"/>
    <w:rsid w:val="28025389"/>
    <w:rsid w:val="280565D0"/>
    <w:rsid w:val="28066AEF"/>
    <w:rsid w:val="28072548"/>
    <w:rsid w:val="2811182C"/>
    <w:rsid w:val="281330EA"/>
    <w:rsid w:val="2814288F"/>
    <w:rsid w:val="28146439"/>
    <w:rsid w:val="28166CB2"/>
    <w:rsid w:val="281916C6"/>
    <w:rsid w:val="281F147C"/>
    <w:rsid w:val="281F7689"/>
    <w:rsid w:val="28217DF3"/>
    <w:rsid w:val="282700F8"/>
    <w:rsid w:val="28320E28"/>
    <w:rsid w:val="28332A02"/>
    <w:rsid w:val="283619EA"/>
    <w:rsid w:val="28393294"/>
    <w:rsid w:val="283D598A"/>
    <w:rsid w:val="284014F3"/>
    <w:rsid w:val="28406074"/>
    <w:rsid w:val="28440A2A"/>
    <w:rsid w:val="284A5792"/>
    <w:rsid w:val="284B79ED"/>
    <w:rsid w:val="28540719"/>
    <w:rsid w:val="28540ABA"/>
    <w:rsid w:val="28546941"/>
    <w:rsid w:val="28561D9E"/>
    <w:rsid w:val="285D5EBA"/>
    <w:rsid w:val="285F40B8"/>
    <w:rsid w:val="28652C3C"/>
    <w:rsid w:val="28652CED"/>
    <w:rsid w:val="28663252"/>
    <w:rsid w:val="28666850"/>
    <w:rsid w:val="286A3089"/>
    <w:rsid w:val="286E69E5"/>
    <w:rsid w:val="286E7F03"/>
    <w:rsid w:val="286F3258"/>
    <w:rsid w:val="287141EE"/>
    <w:rsid w:val="287219BC"/>
    <w:rsid w:val="287D2774"/>
    <w:rsid w:val="28887202"/>
    <w:rsid w:val="28891308"/>
    <w:rsid w:val="288959FF"/>
    <w:rsid w:val="288C3356"/>
    <w:rsid w:val="289016B5"/>
    <w:rsid w:val="28922F31"/>
    <w:rsid w:val="289825C3"/>
    <w:rsid w:val="28987222"/>
    <w:rsid w:val="28990E44"/>
    <w:rsid w:val="289929B7"/>
    <w:rsid w:val="289C4BDC"/>
    <w:rsid w:val="289E431F"/>
    <w:rsid w:val="289E6AF4"/>
    <w:rsid w:val="28A03A81"/>
    <w:rsid w:val="28A14A37"/>
    <w:rsid w:val="28A14E67"/>
    <w:rsid w:val="28A90030"/>
    <w:rsid w:val="28A924EE"/>
    <w:rsid w:val="28AC521B"/>
    <w:rsid w:val="28AD5CC5"/>
    <w:rsid w:val="28AE4565"/>
    <w:rsid w:val="28B03A90"/>
    <w:rsid w:val="28B10BD2"/>
    <w:rsid w:val="28B4149D"/>
    <w:rsid w:val="28B513A2"/>
    <w:rsid w:val="28B574C5"/>
    <w:rsid w:val="28B626F0"/>
    <w:rsid w:val="28B74DC9"/>
    <w:rsid w:val="28B906D0"/>
    <w:rsid w:val="28BD6636"/>
    <w:rsid w:val="28C220C1"/>
    <w:rsid w:val="28C46CCF"/>
    <w:rsid w:val="28C77EED"/>
    <w:rsid w:val="28C86E8E"/>
    <w:rsid w:val="28CB613C"/>
    <w:rsid w:val="28CC5161"/>
    <w:rsid w:val="28D052AB"/>
    <w:rsid w:val="28D307C9"/>
    <w:rsid w:val="28D67CA8"/>
    <w:rsid w:val="28D91035"/>
    <w:rsid w:val="28DA2835"/>
    <w:rsid w:val="28DD74B2"/>
    <w:rsid w:val="28E0379F"/>
    <w:rsid w:val="28E153CD"/>
    <w:rsid w:val="28E40B58"/>
    <w:rsid w:val="28E465AE"/>
    <w:rsid w:val="28E76758"/>
    <w:rsid w:val="28E83076"/>
    <w:rsid w:val="28E94314"/>
    <w:rsid w:val="28ED3799"/>
    <w:rsid w:val="28EF34A0"/>
    <w:rsid w:val="28F0192C"/>
    <w:rsid w:val="28F96C3F"/>
    <w:rsid w:val="28FC3A93"/>
    <w:rsid w:val="28FC61B3"/>
    <w:rsid w:val="29007E85"/>
    <w:rsid w:val="29046C3E"/>
    <w:rsid w:val="29053F5B"/>
    <w:rsid w:val="29087A89"/>
    <w:rsid w:val="290B42FD"/>
    <w:rsid w:val="290E1BD4"/>
    <w:rsid w:val="29110CAF"/>
    <w:rsid w:val="291242E6"/>
    <w:rsid w:val="29134DE8"/>
    <w:rsid w:val="29153EB9"/>
    <w:rsid w:val="291766CA"/>
    <w:rsid w:val="29183E6C"/>
    <w:rsid w:val="291B068C"/>
    <w:rsid w:val="291D32F0"/>
    <w:rsid w:val="291E277C"/>
    <w:rsid w:val="2926393B"/>
    <w:rsid w:val="29270899"/>
    <w:rsid w:val="29290218"/>
    <w:rsid w:val="292A0AB7"/>
    <w:rsid w:val="292D3932"/>
    <w:rsid w:val="292E287E"/>
    <w:rsid w:val="292F7A75"/>
    <w:rsid w:val="29316748"/>
    <w:rsid w:val="293755C8"/>
    <w:rsid w:val="29384A7D"/>
    <w:rsid w:val="293A2104"/>
    <w:rsid w:val="293F0458"/>
    <w:rsid w:val="294063E5"/>
    <w:rsid w:val="29440FB1"/>
    <w:rsid w:val="2945358E"/>
    <w:rsid w:val="29473230"/>
    <w:rsid w:val="29496D44"/>
    <w:rsid w:val="294B0737"/>
    <w:rsid w:val="2950330B"/>
    <w:rsid w:val="29563A12"/>
    <w:rsid w:val="2959076B"/>
    <w:rsid w:val="295D1DA9"/>
    <w:rsid w:val="29613721"/>
    <w:rsid w:val="296A01FF"/>
    <w:rsid w:val="296B0158"/>
    <w:rsid w:val="296D488D"/>
    <w:rsid w:val="296E202B"/>
    <w:rsid w:val="29730188"/>
    <w:rsid w:val="29752869"/>
    <w:rsid w:val="297E3200"/>
    <w:rsid w:val="297F641C"/>
    <w:rsid w:val="29804798"/>
    <w:rsid w:val="29893EA3"/>
    <w:rsid w:val="298E4CFC"/>
    <w:rsid w:val="298E5430"/>
    <w:rsid w:val="2992741D"/>
    <w:rsid w:val="2993651A"/>
    <w:rsid w:val="29937EC6"/>
    <w:rsid w:val="29A264FF"/>
    <w:rsid w:val="29A755E7"/>
    <w:rsid w:val="29A82FE6"/>
    <w:rsid w:val="29AE2DBD"/>
    <w:rsid w:val="29B1397C"/>
    <w:rsid w:val="29B320DB"/>
    <w:rsid w:val="29B72D63"/>
    <w:rsid w:val="29BE0BD1"/>
    <w:rsid w:val="29BE1B5C"/>
    <w:rsid w:val="29BE4EFD"/>
    <w:rsid w:val="29BF5348"/>
    <w:rsid w:val="29C177F9"/>
    <w:rsid w:val="29C367CD"/>
    <w:rsid w:val="29C4106D"/>
    <w:rsid w:val="29CA6E3D"/>
    <w:rsid w:val="29CB5A08"/>
    <w:rsid w:val="29CC10EF"/>
    <w:rsid w:val="29CD676E"/>
    <w:rsid w:val="29CF5B47"/>
    <w:rsid w:val="29D11B35"/>
    <w:rsid w:val="29D15132"/>
    <w:rsid w:val="29D231F7"/>
    <w:rsid w:val="29D27601"/>
    <w:rsid w:val="29D72C83"/>
    <w:rsid w:val="29D85B81"/>
    <w:rsid w:val="29D914F2"/>
    <w:rsid w:val="29E0650B"/>
    <w:rsid w:val="29E252CC"/>
    <w:rsid w:val="29E33DBB"/>
    <w:rsid w:val="29E57073"/>
    <w:rsid w:val="29E600CD"/>
    <w:rsid w:val="29E9411B"/>
    <w:rsid w:val="29EC2720"/>
    <w:rsid w:val="29F27457"/>
    <w:rsid w:val="29F32EAA"/>
    <w:rsid w:val="29F42FD9"/>
    <w:rsid w:val="29FB6418"/>
    <w:rsid w:val="29FC6F7B"/>
    <w:rsid w:val="29FD0359"/>
    <w:rsid w:val="2A0259CD"/>
    <w:rsid w:val="2A06797A"/>
    <w:rsid w:val="2A076B9A"/>
    <w:rsid w:val="2A0829FE"/>
    <w:rsid w:val="2A0B3C8D"/>
    <w:rsid w:val="2A11645A"/>
    <w:rsid w:val="2A163A48"/>
    <w:rsid w:val="2A167C35"/>
    <w:rsid w:val="2A171D41"/>
    <w:rsid w:val="2A204450"/>
    <w:rsid w:val="2A2204D4"/>
    <w:rsid w:val="2A23355D"/>
    <w:rsid w:val="2A264BDA"/>
    <w:rsid w:val="2A2822B6"/>
    <w:rsid w:val="2A295C80"/>
    <w:rsid w:val="2A2B017E"/>
    <w:rsid w:val="2A2B31CB"/>
    <w:rsid w:val="2A320779"/>
    <w:rsid w:val="2A3377FE"/>
    <w:rsid w:val="2A355AC5"/>
    <w:rsid w:val="2A3629A8"/>
    <w:rsid w:val="2A393767"/>
    <w:rsid w:val="2A3B6879"/>
    <w:rsid w:val="2A3C0EA8"/>
    <w:rsid w:val="2A3F1585"/>
    <w:rsid w:val="2A400EBD"/>
    <w:rsid w:val="2A414EE1"/>
    <w:rsid w:val="2A4538F2"/>
    <w:rsid w:val="2A4613D9"/>
    <w:rsid w:val="2A4B5957"/>
    <w:rsid w:val="2A4F2DDB"/>
    <w:rsid w:val="2A550B79"/>
    <w:rsid w:val="2A55791D"/>
    <w:rsid w:val="2A561FF1"/>
    <w:rsid w:val="2A596734"/>
    <w:rsid w:val="2A5A5355"/>
    <w:rsid w:val="2A5B23D1"/>
    <w:rsid w:val="2A5B4E91"/>
    <w:rsid w:val="2A5E03F8"/>
    <w:rsid w:val="2A5E3824"/>
    <w:rsid w:val="2A6B2349"/>
    <w:rsid w:val="2A6E07BC"/>
    <w:rsid w:val="2A6E7448"/>
    <w:rsid w:val="2A727127"/>
    <w:rsid w:val="2A7618DB"/>
    <w:rsid w:val="2A7804C5"/>
    <w:rsid w:val="2A78760A"/>
    <w:rsid w:val="2A7A69E8"/>
    <w:rsid w:val="2A830B92"/>
    <w:rsid w:val="2A8371BE"/>
    <w:rsid w:val="2A856713"/>
    <w:rsid w:val="2A8A592D"/>
    <w:rsid w:val="2A8B0CB3"/>
    <w:rsid w:val="2A8C2EBB"/>
    <w:rsid w:val="2A8D6EFC"/>
    <w:rsid w:val="2A8E04FB"/>
    <w:rsid w:val="2A8F187F"/>
    <w:rsid w:val="2A8F40AC"/>
    <w:rsid w:val="2A905E37"/>
    <w:rsid w:val="2A96767C"/>
    <w:rsid w:val="2AA07FB0"/>
    <w:rsid w:val="2AA16660"/>
    <w:rsid w:val="2AA25C82"/>
    <w:rsid w:val="2AA44146"/>
    <w:rsid w:val="2AA55446"/>
    <w:rsid w:val="2AAA77FD"/>
    <w:rsid w:val="2AAD009F"/>
    <w:rsid w:val="2AB00D9D"/>
    <w:rsid w:val="2AB330CD"/>
    <w:rsid w:val="2AB61FDE"/>
    <w:rsid w:val="2ABA776F"/>
    <w:rsid w:val="2ABC21A9"/>
    <w:rsid w:val="2AC076B4"/>
    <w:rsid w:val="2AC556F9"/>
    <w:rsid w:val="2AC668F6"/>
    <w:rsid w:val="2ACB5ED7"/>
    <w:rsid w:val="2ACC6767"/>
    <w:rsid w:val="2AD02702"/>
    <w:rsid w:val="2AD86FCF"/>
    <w:rsid w:val="2ADA64B4"/>
    <w:rsid w:val="2ADE0355"/>
    <w:rsid w:val="2AE30858"/>
    <w:rsid w:val="2AE70B12"/>
    <w:rsid w:val="2AEE03F9"/>
    <w:rsid w:val="2AEE09BF"/>
    <w:rsid w:val="2AFB4262"/>
    <w:rsid w:val="2AFD2E24"/>
    <w:rsid w:val="2AFD6C3A"/>
    <w:rsid w:val="2AFF2BA5"/>
    <w:rsid w:val="2B011C6F"/>
    <w:rsid w:val="2B01618D"/>
    <w:rsid w:val="2B0369E2"/>
    <w:rsid w:val="2B046BA3"/>
    <w:rsid w:val="2B053D70"/>
    <w:rsid w:val="2B056C53"/>
    <w:rsid w:val="2B061422"/>
    <w:rsid w:val="2B0D414E"/>
    <w:rsid w:val="2B107FD8"/>
    <w:rsid w:val="2B1549E1"/>
    <w:rsid w:val="2B171917"/>
    <w:rsid w:val="2B184010"/>
    <w:rsid w:val="2B236C2B"/>
    <w:rsid w:val="2B256325"/>
    <w:rsid w:val="2B2750CB"/>
    <w:rsid w:val="2B284BC4"/>
    <w:rsid w:val="2B2D2098"/>
    <w:rsid w:val="2B322CE8"/>
    <w:rsid w:val="2B323D3C"/>
    <w:rsid w:val="2B364EE3"/>
    <w:rsid w:val="2B37393B"/>
    <w:rsid w:val="2B387388"/>
    <w:rsid w:val="2B4226A6"/>
    <w:rsid w:val="2B423A7D"/>
    <w:rsid w:val="2B426800"/>
    <w:rsid w:val="2B452B8B"/>
    <w:rsid w:val="2B470947"/>
    <w:rsid w:val="2B493AFD"/>
    <w:rsid w:val="2B4A5620"/>
    <w:rsid w:val="2B4E0C36"/>
    <w:rsid w:val="2B516563"/>
    <w:rsid w:val="2B530D4A"/>
    <w:rsid w:val="2B532E3E"/>
    <w:rsid w:val="2B557BB2"/>
    <w:rsid w:val="2B572A7F"/>
    <w:rsid w:val="2B585BA5"/>
    <w:rsid w:val="2B595DD1"/>
    <w:rsid w:val="2B5B4957"/>
    <w:rsid w:val="2B5B520C"/>
    <w:rsid w:val="2B5F2921"/>
    <w:rsid w:val="2B604909"/>
    <w:rsid w:val="2B61585B"/>
    <w:rsid w:val="2B623511"/>
    <w:rsid w:val="2B6967CB"/>
    <w:rsid w:val="2B6B4221"/>
    <w:rsid w:val="2B740E99"/>
    <w:rsid w:val="2B745DF7"/>
    <w:rsid w:val="2B777AD6"/>
    <w:rsid w:val="2B7B70E0"/>
    <w:rsid w:val="2B7E468F"/>
    <w:rsid w:val="2B802898"/>
    <w:rsid w:val="2B867FFA"/>
    <w:rsid w:val="2B8732E9"/>
    <w:rsid w:val="2B8976ED"/>
    <w:rsid w:val="2B8E680A"/>
    <w:rsid w:val="2B8F1774"/>
    <w:rsid w:val="2B906BBA"/>
    <w:rsid w:val="2B9071C2"/>
    <w:rsid w:val="2B920475"/>
    <w:rsid w:val="2B941600"/>
    <w:rsid w:val="2B9516D9"/>
    <w:rsid w:val="2B9914AF"/>
    <w:rsid w:val="2B9E09CE"/>
    <w:rsid w:val="2B9F173D"/>
    <w:rsid w:val="2BA216E2"/>
    <w:rsid w:val="2BA2196C"/>
    <w:rsid w:val="2BA31861"/>
    <w:rsid w:val="2BA3407E"/>
    <w:rsid w:val="2BA70FFE"/>
    <w:rsid w:val="2BA71878"/>
    <w:rsid w:val="2BA93374"/>
    <w:rsid w:val="2BB02CAE"/>
    <w:rsid w:val="2BB32C92"/>
    <w:rsid w:val="2BB465C2"/>
    <w:rsid w:val="2BB611D3"/>
    <w:rsid w:val="2BBC0C44"/>
    <w:rsid w:val="2BBE5DC3"/>
    <w:rsid w:val="2BBF4334"/>
    <w:rsid w:val="2BBF7410"/>
    <w:rsid w:val="2BC137B0"/>
    <w:rsid w:val="2BC22BE3"/>
    <w:rsid w:val="2BC54D1D"/>
    <w:rsid w:val="2BC9460E"/>
    <w:rsid w:val="2BCA31CB"/>
    <w:rsid w:val="2BCA4F50"/>
    <w:rsid w:val="2BCF49D1"/>
    <w:rsid w:val="2BCF7DAE"/>
    <w:rsid w:val="2BD156A0"/>
    <w:rsid w:val="2BD658FE"/>
    <w:rsid w:val="2BDB6E52"/>
    <w:rsid w:val="2BDC5EC2"/>
    <w:rsid w:val="2BDF79FD"/>
    <w:rsid w:val="2BDF7EE4"/>
    <w:rsid w:val="2BE354CF"/>
    <w:rsid w:val="2BE6468B"/>
    <w:rsid w:val="2BE65B51"/>
    <w:rsid w:val="2BE8674D"/>
    <w:rsid w:val="2BEC6052"/>
    <w:rsid w:val="2BEE628C"/>
    <w:rsid w:val="2BF020AA"/>
    <w:rsid w:val="2BF22911"/>
    <w:rsid w:val="2BF31932"/>
    <w:rsid w:val="2BF81AA5"/>
    <w:rsid w:val="2BFA2817"/>
    <w:rsid w:val="2BFC5FD3"/>
    <w:rsid w:val="2C0073A2"/>
    <w:rsid w:val="2C016D62"/>
    <w:rsid w:val="2C051912"/>
    <w:rsid w:val="2C056754"/>
    <w:rsid w:val="2C0647F6"/>
    <w:rsid w:val="2C0D3807"/>
    <w:rsid w:val="2C0E221D"/>
    <w:rsid w:val="2C0F5273"/>
    <w:rsid w:val="2C0F7F03"/>
    <w:rsid w:val="2C135A33"/>
    <w:rsid w:val="2C14539B"/>
    <w:rsid w:val="2C147110"/>
    <w:rsid w:val="2C1536F0"/>
    <w:rsid w:val="2C1B275B"/>
    <w:rsid w:val="2C1B5799"/>
    <w:rsid w:val="2C1C0668"/>
    <w:rsid w:val="2C1E2CF9"/>
    <w:rsid w:val="2C205150"/>
    <w:rsid w:val="2C206868"/>
    <w:rsid w:val="2C213520"/>
    <w:rsid w:val="2C21632F"/>
    <w:rsid w:val="2C222345"/>
    <w:rsid w:val="2C227140"/>
    <w:rsid w:val="2C23125B"/>
    <w:rsid w:val="2C24342A"/>
    <w:rsid w:val="2C2514DC"/>
    <w:rsid w:val="2C266971"/>
    <w:rsid w:val="2C267C5E"/>
    <w:rsid w:val="2C2B01C2"/>
    <w:rsid w:val="2C2B734C"/>
    <w:rsid w:val="2C2D64BB"/>
    <w:rsid w:val="2C2F0824"/>
    <w:rsid w:val="2C2F195B"/>
    <w:rsid w:val="2C337EC1"/>
    <w:rsid w:val="2C3412FB"/>
    <w:rsid w:val="2C3D0FE1"/>
    <w:rsid w:val="2C42528C"/>
    <w:rsid w:val="2C43028B"/>
    <w:rsid w:val="2C432FF3"/>
    <w:rsid w:val="2C456E2E"/>
    <w:rsid w:val="2C4623EB"/>
    <w:rsid w:val="2C4D23B0"/>
    <w:rsid w:val="2C4E41AD"/>
    <w:rsid w:val="2C4E6FB4"/>
    <w:rsid w:val="2C514A76"/>
    <w:rsid w:val="2C521A75"/>
    <w:rsid w:val="2C53678A"/>
    <w:rsid w:val="2C5471CD"/>
    <w:rsid w:val="2C556B3B"/>
    <w:rsid w:val="2C5648EC"/>
    <w:rsid w:val="2C595A7D"/>
    <w:rsid w:val="2C6264D0"/>
    <w:rsid w:val="2C65053C"/>
    <w:rsid w:val="2C660369"/>
    <w:rsid w:val="2C6C0649"/>
    <w:rsid w:val="2C6F1AA2"/>
    <w:rsid w:val="2C73743C"/>
    <w:rsid w:val="2C7B38B4"/>
    <w:rsid w:val="2C7E2010"/>
    <w:rsid w:val="2C7E2D9D"/>
    <w:rsid w:val="2C7E62F4"/>
    <w:rsid w:val="2C822A7A"/>
    <w:rsid w:val="2C823F3B"/>
    <w:rsid w:val="2C826A55"/>
    <w:rsid w:val="2C84060A"/>
    <w:rsid w:val="2C85688D"/>
    <w:rsid w:val="2C8639AE"/>
    <w:rsid w:val="2C8A402E"/>
    <w:rsid w:val="2C8F6EE8"/>
    <w:rsid w:val="2C9246FE"/>
    <w:rsid w:val="2C981DDA"/>
    <w:rsid w:val="2C9A74DB"/>
    <w:rsid w:val="2C9D4254"/>
    <w:rsid w:val="2C9E2709"/>
    <w:rsid w:val="2C9F546E"/>
    <w:rsid w:val="2CA06ECA"/>
    <w:rsid w:val="2CA51071"/>
    <w:rsid w:val="2CA9393C"/>
    <w:rsid w:val="2CAE593A"/>
    <w:rsid w:val="2CB24B35"/>
    <w:rsid w:val="2CB251C5"/>
    <w:rsid w:val="2CB33ED8"/>
    <w:rsid w:val="2CB37E17"/>
    <w:rsid w:val="2CB61D2D"/>
    <w:rsid w:val="2CB86B51"/>
    <w:rsid w:val="2CBA3DA9"/>
    <w:rsid w:val="2CBF7890"/>
    <w:rsid w:val="2CC15E8D"/>
    <w:rsid w:val="2CC66556"/>
    <w:rsid w:val="2CC86BA8"/>
    <w:rsid w:val="2CCA3FED"/>
    <w:rsid w:val="2CCE2360"/>
    <w:rsid w:val="2CCF23A5"/>
    <w:rsid w:val="2CCF5438"/>
    <w:rsid w:val="2CD0421E"/>
    <w:rsid w:val="2CD22728"/>
    <w:rsid w:val="2CD7374F"/>
    <w:rsid w:val="2CD85EB1"/>
    <w:rsid w:val="2CD86EF2"/>
    <w:rsid w:val="2CD8760C"/>
    <w:rsid w:val="2CD91988"/>
    <w:rsid w:val="2CD97E63"/>
    <w:rsid w:val="2CE10ED8"/>
    <w:rsid w:val="2CE17F68"/>
    <w:rsid w:val="2CE22D6E"/>
    <w:rsid w:val="2CE31CE4"/>
    <w:rsid w:val="2CE351CF"/>
    <w:rsid w:val="2CEA724E"/>
    <w:rsid w:val="2CEB1920"/>
    <w:rsid w:val="2CED17C6"/>
    <w:rsid w:val="2CF04E65"/>
    <w:rsid w:val="2CF40407"/>
    <w:rsid w:val="2CF9154D"/>
    <w:rsid w:val="2CFC557D"/>
    <w:rsid w:val="2CFF0846"/>
    <w:rsid w:val="2D005206"/>
    <w:rsid w:val="2D02730E"/>
    <w:rsid w:val="2D053ABC"/>
    <w:rsid w:val="2D056385"/>
    <w:rsid w:val="2D05789B"/>
    <w:rsid w:val="2D0F10AF"/>
    <w:rsid w:val="2D0F2C1E"/>
    <w:rsid w:val="2D112018"/>
    <w:rsid w:val="2D165A54"/>
    <w:rsid w:val="2D1661F8"/>
    <w:rsid w:val="2D191A83"/>
    <w:rsid w:val="2D191DAD"/>
    <w:rsid w:val="2D1923BF"/>
    <w:rsid w:val="2D1D428E"/>
    <w:rsid w:val="2D1F2764"/>
    <w:rsid w:val="2D2308F7"/>
    <w:rsid w:val="2D2609A6"/>
    <w:rsid w:val="2D280374"/>
    <w:rsid w:val="2D287CEA"/>
    <w:rsid w:val="2D293AE7"/>
    <w:rsid w:val="2D297BE2"/>
    <w:rsid w:val="2D30780F"/>
    <w:rsid w:val="2D315A17"/>
    <w:rsid w:val="2D324EFD"/>
    <w:rsid w:val="2D3274DD"/>
    <w:rsid w:val="2D345649"/>
    <w:rsid w:val="2D35714A"/>
    <w:rsid w:val="2D3A46C5"/>
    <w:rsid w:val="2D3B7279"/>
    <w:rsid w:val="2D3D44FD"/>
    <w:rsid w:val="2D3E4C04"/>
    <w:rsid w:val="2D3E583C"/>
    <w:rsid w:val="2D4332C7"/>
    <w:rsid w:val="2D4532E6"/>
    <w:rsid w:val="2D463295"/>
    <w:rsid w:val="2D4645DA"/>
    <w:rsid w:val="2D466313"/>
    <w:rsid w:val="2D4A5A0E"/>
    <w:rsid w:val="2D4B1130"/>
    <w:rsid w:val="2D4B7987"/>
    <w:rsid w:val="2D4D1CC7"/>
    <w:rsid w:val="2D520BB5"/>
    <w:rsid w:val="2D5C4C31"/>
    <w:rsid w:val="2D5F1294"/>
    <w:rsid w:val="2D6034A8"/>
    <w:rsid w:val="2D6215F9"/>
    <w:rsid w:val="2D656700"/>
    <w:rsid w:val="2D664084"/>
    <w:rsid w:val="2D666329"/>
    <w:rsid w:val="2D6C2B11"/>
    <w:rsid w:val="2D7309C7"/>
    <w:rsid w:val="2D737E83"/>
    <w:rsid w:val="2D753F13"/>
    <w:rsid w:val="2D7579AD"/>
    <w:rsid w:val="2D7919C9"/>
    <w:rsid w:val="2D7C5980"/>
    <w:rsid w:val="2D7E2FDE"/>
    <w:rsid w:val="2D7E6FE7"/>
    <w:rsid w:val="2D7F558D"/>
    <w:rsid w:val="2D806391"/>
    <w:rsid w:val="2D8178B4"/>
    <w:rsid w:val="2D84115C"/>
    <w:rsid w:val="2D842BD8"/>
    <w:rsid w:val="2D8F38D2"/>
    <w:rsid w:val="2D904D59"/>
    <w:rsid w:val="2D906690"/>
    <w:rsid w:val="2D920B31"/>
    <w:rsid w:val="2D926A1F"/>
    <w:rsid w:val="2D9438BD"/>
    <w:rsid w:val="2D98180F"/>
    <w:rsid w:val="2D9A2EA2"/>
    <w:rsid w:val="2D9B6DEB"/>
    <w:rsid w:val="2DA72D9C"/>
    <w:rsid w:val="2DA7454F"/>
    <w:rsid w:val="2DA95F40"/>
    <w:rsid w:val="2DB101B1"/>
    <w:rsid w:val="2DB24D89"/>
    <w:rsid w:val="2DB476DC"/>
    <w:rsid w:val="2DB656EF"/>
    <w:rsid w:val="2DB66CDB"/>
    <w:rsid w:val="2DBC5532"/>
    <w:rsid w:val="2DC0543A"/>
    <w:rsid w:val="2DC37AA0"/>
    <w:rsid w:val="2DC405F4"/>
    <w:rsid w:val="2DC556FF"/>
    <w:rsid w:val="2DC60321"/>
    <w:rsid w:val="2DC61CE4"/>
    <w:rsid w:val="2DC74841"/>
    <w:rsid w:val="2DC806FE"/>
    <w:rsid w:val="2DC92F2E"/>
    <w:rsid w:val="2DCB6FAD"/>
    <w:rsid w:val="2DCD08B5"/>
    <w:rsid w:val="2DCF1336"/>
    <w:rsid w:val="2DCF1537"/>
    <w:rsid w:val="2DD30CC3"/>
    <w:rsid w:val="2DD41B38"/>
    <w:rsid w:val="2DD65BD5"/>
    <w:rsid w:val="2DD77984"/>
    <w:rsid w:val="2DDB4A27"/>
    <w:rsid w:val="2DE23932"/>
    <w:rsid w:val="2DE421CA"/>
    <w:rsid w:val="2DE45D43"/>
    <w:rsid w:val="2DE778AD"/>
    <w:rsid w:val="2DE81F36"/>
    <w:rsid w:val="2DEC39D8"/>
    <w:rsid w:val="2DEF3F83"/>
    <w:rsid w:val="2DF022B6"/>
    <w:rsid w:val="2DF332B7"/>
    <w:rsid w:val="2DF72AE8"/>
    <w:rsid w:val="2DF74137"/>
    <w:rsid w:val="2DF77350"/>
    <w:rsid w:val="2DF96051"/>
    <w:rsid w:val="2DFE0DB9"/>
    <w:rsid w:val="2E0074FE"/>
    <w:rsid w:val="2E00795B"/>
    <w:rsid w:val="2E066400"/>
    <w:rsid w:val="2E084757"/>
    <w:rsid w:val="2E0D07DB"/>
    <w:rsid w:val="2E0F5C67"/>
    <w:rsid w:val="2E0F64B1"/>
    <w:rsid w:val="2E105B4B"/>
    <w:rsid w:val="2E135E4F"/>
    <w:rsid w:val="2E13623A"/>
    <w:rsid w:val="2E147347"/>
    <w:rsid w:val="2E17530C"/>
    <w:rsid w:val="2E1A6355"/>
    <w:rsid w:val="2E1B2091"/>
    <w:rsid w:val="2E1C2B51"/>
    <w:rsid w:val="2E1E482D"/>
    <w:rsid w:val="2E1E4923"/>
    <w:rsid w:val="2E201ED7"/>
    <w:rsid w:val="2E242104"/>
    <w:rsid w:val="2E26672F"/>
    <w:rsid w:val="2E2F725A"/>
    <w:rsid w:val="2E32179C"/>
    <w:rsid w:val="2E383AE3"/>
    <w:rsid w:val="2E39671F"/>
    <w:rsid w:val="2E3F5623"/>
    <w:rsid w:val="2E435C77"/>
    <w:rsid w:val="2E4477F4"/>
    <w:rsid w:val="2E490943"/>
    <w:rsid w:val="2E4D260D"/>
    <w:rsid w:val="2E4F6E74"/>
    <w:rsid w:val="2E5561F1"/>
    <w:rsid w:val="2E567C03"/>
    <w:rsid w:val="2E573392"/>
    <w:rsid w:val="2E582C80"/>
    <w:rsid w:val="2E5B46A0"/>
    <w:rsid w:val="2E614E26"/>
    <w:rsid w:val="2E617A9D"/>
    <w:rsid w:val="2E621F6D"/>
    <w:rsid w:val="2E623DD8"/>
    <w:rsid w:val="2E657A57"/>
    <w:rsid w:val="2E6D51E9"/>
    <w:rsid w:val="2E6F390F"/>
    <w:rsid w:val="2E720890"/>
    <w:rsid w:val="2E74101F"/>
    <w:rsid w:val="2E746335"/>
    <w:rsid w:val="2E776852"/>
    <w:rsid w:val="2E7B5161"/>
    <w:rsid w:val="2E7F4EE6"/>
    <w:rsid w:val="2E821A84"/>
    <w:rsid w:val="2E88695E"/>
    <w:rsid w:val="2E8C6879"/>
    <w:rsid w:val="2E9355F0"/>
    <w:rsid w:val="2E9409AE"/>
    <w:rsid w:val="2E951E09"/>
    <w:rsid w:val="2E983552"/>
    <w:rsid w:val="2E9D5B78"/>
    <w:rsid w:val="2EA1198E"/>
    <w:rsid w:val="2EA134D3"/>
    <w:rsid w:val="2EA23B17"/>
    <w:rsid w:val="2EA25839"/>
    <w:rsid w:val="2EA81511"/>
    <w:rsid w:val="2EAD5F7C"/>
    <w:rsid w:val="2EAE53A8"/>
    <w:rsid w:val="2EAF10B2"/>
    <w:rsid w:val="2EB44D9B"/>
    <w:rsid w:val="2EB5619B"/>
    <w:rsid w:val="2ECA66CD"/>
    <w:rsid w:val="2ECC5426"/>
    <w:rsid w:val="2ECC7366"/>
    <w:rsid w:val="2ECD75DE"/>
    <w:rsid w:val="2ECE37F8"/>
    <w:rsid w:val="2ED048E5"/>
    <w:rsid w:val="2ED86EB8"/>
    <w:rsid w:val="2EDB7B68"/>
    <w:rsid w:val="2EDC6A92"/>
    <w:rsid w:val="2EE0401B"/>
    <w:rsid w:val="2EE307FE"/>
    <w:rsid w:val="2EE60E00"/>
    <w:rsid w:val="2EE62B56"/>
    <w:rsid w:val="2EED67BD"/>
    <w:rsid w:val="2EEF26DE"/>
    <w:rsid w:val="2EF02613"/>
    <w:rsid w:val="2EF41153"/>
    <w:rsid w:val="2EF710A7"/>
    <w:rsid w:val="2EF8081E"/>
    <w:rsid w:val="2EFB7F3E"/>
    <w:rsid w:val="2EFC6627"/>
    <w:rsid w:val="2EFC6B76"/>
    <w:rsid w:val="2F00317B"/>
    <w:rsid w:val="2F013523"/>
    <w:rsid w:val="2F017678"/>
    <w:rsid w:val="2F023C1F"/>
    <w:rsid w:val="2F032825"/>
    <w:rsid w:val="2F032F25"/>
    <w:rsid w:val="2F0341FE"/>
    <w:rsid w:val="2F040D6E"/>
    <w:rsid w:val="2F0418B1"/>
    <w:rsid w:val="2F045282"/>
    <w:rsid w:val="2F0700BE"/>
    <w:rsid w:val="2F0926F0"/>
    <w:rsid w:val="2F09786A"/>
    <w:rsid w:val="2F0B0879"/>
    <w:rsid w:val="2F0D0875"/>
    <w:rsid w:val="2F105051"/>
    <w:rsid w:val="2F1442EC"/>
    <w:rsid w:val="2F1E0CC8"/>
    <w:rsid w:val="2F1F1A1F"/>
    <w:rsid w:val="2F207BEC"/>
    <w:rsid w:val="2F2349DF"/>
    <w:rsid w:val="2F241A80"/>
    <w:rsid w:val="2F3017E8"/>
    <w:rsid w:val="2F313ED4"/>
    <w:rsid w:val="2F357BC5"/>
    <w:rsid w:val="2F3D51F1"/>
    <w:rsid w:val="2F4451C8"/>
    <w:rsid w:val="2F4C72E0"/>
    <w:rsid w:val="2F4E0462"/>
    <w:rsid w:val="2F4E2793"/>
    <w:rsid w:val="2F4E7EDF"/>
    <w:rsid w:val="2F5057AF"/>
    <w:rsid w:val="2F5A3E8F"/>
    <w:rsid w:val="2F5B5B86"/>
    <w:rsid w:val="2F5B60FD"/>
    <w:rsid w:val="2F5C3F6E"/>
    <w:rsid w:val="2F5C7931"/>
    <w:rsid w:val="2F5E6A8B"/>
    <w:rsid w:val="2F5F31E0"/>
    <w:rsid w:val="2F60716F"/>
    <w:rsid w:val="2F61178F"/>
    <w:rsid w:val="2F6213A2"/>
    <w:rsid w:val="2F652BDE"/>
    <w:rsid w:val="2F6817D0"/>
    <w:rsid w:val="2F681C00"/>
    <w:rsid w:val="2F6C3547"/>
    <w:rsid w:val="2F6F5F64"/>
    <w:rsid w:val="2F700346"/>
    <w:rsid w:val="2F746698"/>
    <w:rsid w:val="2F7469F3"/>
    <w:rsid w:val="2F75768D"/>
    <w:rsid w:val="2F780300"/>
    <w:rsid w:val="2F781B66"/>
    <w:rsid w:val="2F7A5D83"/>
    <w:rsid w:val="2F7E4725"/>
    <w:rsid w:val="2F832D78"/>
    <w:rsid w:val="2F833BCA"/>
    <w:rsid w:val="2F88386F"/>
    <w:rsid w:val="2F8A4794"/>
    <w:rsid w:val="2F8C7FBB"/>
    <w:rsid w:val="2F8D448F"/>
    <w:rsid w:val="2F912192"/>
    <w:rsid w:val="2F943068"/>
    <w:rsid w:val="2F9D7B23"/>
    <w:rsid w:val="2F9F53DE"/>
    <w:rsid w:val="2FA166E6"/>
    <w:rsid w:val="2FA971EB"/>
    <w:rsid w:val="2FAD5CDF"/>
    <w:rsid w:val="2FB34A1E"/>
    <w:rsid w:val="2FB8110C"/>
    <w:rsid w:val="2FB920A9"/>
    <w:rsid w:val="2FBC3FD5"/>
    <w:rsid w:val="2FBC66DE"/>
    <w:rsid w:val="2FC42A5B"/>
    <w:rsid w:val="2FC631F5"/>
    <w:rsid w:val="2FC82290"/>
    <w:rsid w:val="2FCB738E"/>
    <w:rsid w:val="2FCC4BFE"/>
    <w:rsid w:val="2FCC6361"/>
    <w:rsid w:val="2FCF5A9E"/>
    <w:rsid w:val="2FD10C7B"/>
    <w:rsid w:val="2FD41D25"/>
    <w:rsid w:val="2FD453BC"/>
    <w:rsid w:val="2FD927DE"/>
    <w:rsid w:val="2FD94EDA"/>
    <w:rsid w:val="2FDA16F3"/>
    <w:rsid w:val="2FDB13C7"/>
    <w:rsid w:val="2FDB66ED"/>
    <w:rsid w:val="2FDD7F7C"/>
    <w:rsid w:val="2FDE027B"/>
    <w:rsid w:val="2FDF606A"/>
    <w:rsid w:val="2FE139D2"/>
    <w:rsid w:val="2FE24B4B"/>
    <w:rsid w:val="2FE36CEC"/>
    <w:rsid w:val="2FE44CE6"/>
    <w:rsid w:val="2FE53704"/>
    <w:rsid w:val="2FE53EEE"/>
    <w:rsid w:val="2FEA0403"/>
    <w:rsid w:val="2FEC2421"/>
    <w:rsid w:val="2FF04789"/>
    <w:rsid w:val="2FF412DF"/>
    <w:rsid w:val="2FF60E80"/>
    <w:rsid w:val="2FF86148"/>
    <w:rsid w:val="2FF91FFA"/>
    <w:rsid w:val="2FFE2F4D"/>
    <w:rsid w:val="2FFE4AFC"/>
    <w:rsid w:val="2FFF34EC"/>
    <w:rsid w:val="30002827"/>
    <w:rsid w:val="300271C4"/>
    <w:rsid w:val="3011476D"/>
    <w:rsid w:val="3013260F"/>
    <w:rsid w:val="30154943"/>
    <w:rsid w:val="301619F9"/>
    <w:rsid w:val="301B2EF2"/>
    <w:rsid w:val="301B6D57"/>
    <w:rsid w:val="301C31E6"/>
    <w:rsid w:val="301D39E3"/>
    <w:rsid w:val="30216B41"/>
    <w:rsid w:val="30223A04"/>
    <w:rsid w:val="30224FCE"/>
    <w:rsid w:val="30232B5D"/>
    <w:rsid w:val="30255982"/>
    <w:rsid w:val="30285FE1"/>
    <w:rsid w:val="302975C7"/>
    <w:rsid w:val="302A414A"/>
    <w:rsid w:val="302A79ED"/>
    <w:rsid w:val="302B6801"/>
    <w:rsid w:val="302F1717"/>
    <w:rsid w:val="30351717"/>
    <w:rsid w:val="30367C98"/>
    <w:rsid w:val="3039258C"/>
    <w:rsid w:val="303B430D"/>
    <w:rsid w:val="303B7BA7"/>
    <w:rsid w:val="303F17EA"/>
    <w:rsid w:val="304069E1"/>
    <w:rsid w:val="304544D2"/>
    <w:rsid w:val="304B2B7E"/>
    <w:rsid w:val="304D1B51"/>
    <w:rsid w:val="304F2FF5"/>
    <w:rsid w:val="304F5EE3"/>
    <w:rsid w:val="305242BE"/>
    <w:rsid w:val="30526761"/>
    <w:rsid w:val="305530EC"/>
    <w:rsid w:val="30563ED8"/>
    <w:rsid w:val="30596937"/>
    <w:rsid w:val="305B34AE"/>
    <w:rsid w:val="305B4095"/>
    <w:rsid w:val="305D21F5"/>
    <w:rsid w:val="305E5DDF"/>
    <w:rsid w:val="30637A0B"/>
    <w:rsid w:val="30661073"/>
    <w:rsid w:val="3067205C"/>
    <w:rsid w:val="30697D15"/>
    <w:rsid w:val="306B26FA"/>
    <w:rsid w:val="306B4243"/>
    <w:rsid w:val="306C29F6"/>
    <w:rsid w:val="307006BA"/>
    <w:rsid w:val="30761179"/>
    <w:rsid w:val="30782D8E"/>
    <w:rsid w:val="307D0600"/>
    <w:rsid w:val="307D40C3"/>
    <w:rsid w:val="30836558"/>
    <w:rsid w:val="30867F97"/>
    <w:rsid w:val="308B298B"/>
    <w:rsid w:val="308F3B0E"/>
    <w:rsid w:val="30911453"/>
    <w:rsid w:val="309533A7"/>
    <w:rsid w:val="30997ADA"/>
    <w:rsid w:val="30A212E1"/>
    <w:rsid w:val="30A965D7"/>
    <w:rsid w:val="30AD1506"/>
    <w:rsid w:val="30AE0D23"/>
    <w:rsid w:val="30AE4388"/>
    <w:rsid w:val="30B1170F"/>
    <w:rsid w:val="30B74061"/>
    <w:rsid w:val="30BD35D5"/>
    <w:rsid w:val="30C56143"/>
    <w:rsid w:val="30CB0117"/>
    <w:rsid w:val="30CE2EA6"/>
    <w:rsid w:val="30CE3F55"/>
    <w:rsid w:val="30D12AB9"/>
    <w:rsid w:val="30D45C7F"/>
    <w:rsid w:val="30D87C26"/>
    <w:rsid w:val="30DA69B5"/>
    <w:rsid w:val="30DA6CF2"/>
    <w:rsid w:val="30DB135C"/>
    <w:rsid w:val="30DC3367"/>
    <w:rsid w:val="30DD6D16"/>
    <w:rsid w:val="30E10CF4"/>
    <w:rsid w:val="30E2360E"/>
    <w:rsid w:val="30E33269"/>
    <w:rsid w:val="30EA2937"/>
    <w:rsid w:val="30EA466B"/>
    <w:rsid w:val="30EE5381"/>
    <w:rsid w:val="30EF52BA"/>
    <w:rsid w:val="30EF76A6"/>
    <w:rsid w:val="30F5350D"/>
    <w:rsid w:val="30F5519A"/>
    <w:rsid w:val="30F77941"/>
    <w:rsid w:val="30FE499F"/>
    <w:rsid w:val="30FE616C"/>
    <w:rsid w:val="31011C90"/>
    <w:rsid w:val="31027BDA"/>
    <w:rsid w:val="31032B68"/>
    <w:rsid w:val="310A41B7"/>
    <w:rsid w:val="31102206"/>
    <w:rsid w:val="31137EF1"/>
    <w:rsid w:val="31164C52"/>
    <w:rsid w:val="311924AD"/>
    <w:rsid w:val="311C1A54"/>
    <w:rsid w:val="311E1E49"/>
    <w:rsid w:val="31232A32"/>
    <w:rsid w:val="31261CE9"/>
    <w:rsid w:val="312A078E"/>
    <w:rsid w:val="312C4DEC"/>
    <w:rsid w:val="312F0667"/>
    <w:rsid w:val="312F3251"/>
    <w:rsid w:val="312F4C09"/>
    <w:rsid w:val="312F7E1A"/>
    <w:rsid w:val="3133472A"/>
    <w:rsid w:val="313B1404"/>
    <w:rsid w:val="313B6729"/>
    <w:rsid w:val="313C460F"/>
    <w:rsid w:val="314220A3"/>
    <w:rsid w:val="31475D24"/>
    <w:rsid w:val="31477C01"/>
    <w:rsid w:val="314B6F09"/>
    <w:rsid w:val="314F6F50"/>
    <w:rsid w:val="315212B9"/>
    <w:rsid w:val="31530C12"/>
    <w:rsid w:val="315460F8"/>
    <w:rsid w:val="315500B0"/>
    <w:rsid w:val="31604AF8"/>
    <w:rsid w:val="316A5196"/>
    <w:rsid w:val="316A6E0C"/>
    <w:rsid w:val="316B4875"/>
    <w:rsid w:val="316C0383"/>
    <w:rsid w:val="316D07F5"/>
    <w:rsid w:val="316E3FB4"/>
    <w:rsid w:val="31716257"/>
    <w:rsid w:val="31752DC8"/>
    <w:rsid w:val="31780893"/>
    <w:rsid w:val="317A0DC8"/>
    <w:rsid w:val="317F412D"/>
    <w:rsid w:val="31806960"/>
    <w:rsid w:val="31832402"/>
    <w:rsid w:val="318638C8"/>
    <w:rsid w:val="31867CD2"/>
    <w:rsid w:val="3188438A"/>
    <w:rsid w:val="318A65DE"/>
    <w:rsid w:val="318C0A72"/>
    <w:rsid w:val="318E24C6"/>
    <w:rsid w:val="31990DB4"/>
    <w:rsid w:val="319A5BAB"/>
    <w:rsid w:val="319F1194"/>
    <w:rsid w:val="31A0728A"/>
    <w:rsid w:val="31A42928"/>
    <w:rsid w:val="31A822C8"/>
    <w:rsid w:val="31A96C5E"/>
    <w:rsid w:val="31AA2DBE"/>
    <w:rsid w:val="31AB3640"/>
    <w:rsid w:val="31AE13C4"/>
    <w:rsid w:val="31AF1C5C"/>
    <w:rsid w:val="31B118E6"/>
    <w:rsid w:val="31B124F8"/>
    <w:rsid w:val="31B1717D"/>
    <w:rsid w:val="31B26805"/>
    <w:rsid w:val="31B466F9"/>
    <w:rsid w:val="31B50867"/>
    <w:rsid w:val="31B91E12"/>
    <w:rsid w:val="31BA1DFB"/>
    <w:rsid w:val="31BE4761"/>
    <w:rsid w:val="31BE7D68"/>
    <w:rsid w:val="31C048F5"/>
    <w:rsid w:val="31C051D7"/>
    <w:rsid w:val="31C05645"/>
    <w:rsid w:val="31C73A45"/>
    <w:rsid w:val="31C86CDF"/>
    <w:rsid w:val="31CA1C4E"/>
    <w:rsid w:val="31D35547"/>
    <w:rsid w:val="31D60F24"/>
    <w:rsid w:val="31D82E05"/>
    <w:rsid w:val="31D96012"/>
    <w:rsid w:val="31DD4B7A"/>
    <w:rsid w:val="31DE2385"/>
    <w:rsid w:val="31DF4791"/>
    <w:rsid w:val="31E841E0"/>
    <w:rsid w:val="31E91615"/>
    <w:rsid w:val="31EA7340"/>
    <w:rsid w:val="31EC091C"/>
    <w:rsid w:val="31EC3493"/>
    <w:rsid w:val="31EF2843"/>
    <w:rsid w:val="31EF365F"/>
    <w:rsid w:val="31EF56E6"/>
    <w:rsid w:val="31F01949"/>
    <w:rsid w:val="31F57CC0"/>
    <w:rsid w:val="31F932F5"/>
    <w:rsid w:val="31F971E7"/>
    <w:rsid w:val="31FE1FC0"/>
    <w:rsid w:val="32007AEE"/>
    <w:rsid w:val="32016FDD"/>
    <w:rsid w:val="32027CAB"/>
    <w:rsid w:val="32034FFF"/>
    <w:rsid w:val="32061BF6"/>
    <w:rsid w:val="3206683C"/>
    <w:rsid w:val="320B0721"/>
    <w:rsid w:val="320C1DC5"/>
    <w:rsid w:val="3213312A"/>
    <w:rsid w:val="32146209"/>
    <w:rsid w:val="322C5B7D"/>
    <w:rsid w:val="322D0FCE"/>
    <w:rsid w:val="322F7364"/>
    <w:rsid w:val="32313F1F"/>
    <w:rsid w:val="323172D3"/>
    <w:rsid w:val="323466C2"/>
    <w:rsid w:val="32347D12"/>
    <w:rsid w:val="32386429"/>
    <w:rsid w:val="323B3FD2"/>
    <w:rsid w:val="323C0775"/>
    <w:rsid w:val="323C2A00"/>
    <w:rsid w:val="323D118D"/>
    <w:rsid w:val="32405FC8"/>
    <w:rsid w:val="324152B5"/>
    <w:rsid w:val="32430CAE"/>
    <w:rsid w:val="32454882"/>
    <w:rsid w:val="32464B5D"/>
    <w:rsid w:val="32470E4B"/>
    <w:rsid w:val="325059D8"/>
    <w:rsid w:val="32545491"/>
    <w:rsid w:val="3258502B"/>
    <w:rsid w:val="325955D4"/>
    <w:rsid w:val="325D7270"/>
    <w:rsid w:val="325E580F"/>
    <w:rsid w:val="32613835"/>
    <w:rsid w:val="326662EF"/>
    <w:rsid w:val="326868F6"/>
    <w:rsid w:val="326C701D"/>
    <w:rsid w:val="326E4091"/>
    <w:rsid w:val="326E4199"/>
    <w:rsid w:val="32746EAA"/>
    <w:rsid w:val="32772615"/>
    <w:rsid w:val="3279064A"/>
    <w:rsid w:val="327A33A3"/>
    <w:rsid w:val="3280037F"/>
    <w:rsid w:val="32843ACA"/>
    <w:rsid w:val="328A3E6F"/>
    <w:rsid w:val="328B4820"/>
    <w:rsid w:val="328D1214"/>
    <w:rsid w:val="328F367B"/>
    <w:rsid w:val="32923E79"/>
    <w:rsid w:val="32946AF1"/>
    <w:rsid w:val="32954675"/>
    <w:rsid w:val="32976285"/>
    <w:rsid w:val="32984824"/>
    <w:rsid w:val="329951A1"/>
    <w:rsid w:val="32A63F86"/>
    <w:rsid w:val="32A74791"/>
    <w:rsid w:val="32A74BA0"/>
    <w:rsid w:val="32A771F6"/>
    <w:rsid w:val="32AA6816"/>
    <w:rsid w:val="32AC4B04"/>
    <w:rsid w:val="32AC7964"/>
    <w:rsid w:val="32B24AA9"/>
    <w:rsid w:val="32B30B20"/>
    <w:rsid w:val="32B406FC"/>
    <w:rsid w:val="32B60A6F"/>
    <w:rsid w:val="32B74433"/>
    <w:rsid w:val="32BD28C6"/>
    <w:rsid w:val="32BD4904"/>
    <w:rsid w:val="32C02487"/>
    <w:rsid w:val="32C02E44"/>
    <w:rsid w:val="32C13156"/>
    <w:rsid w:val="32C36B04"/>
    <w:rsid w:val="32C47CF3"/>
    <w:rsid w:val="32C64875"/>
    <w:rsid w:val="32C81498"/>
    <w:rsid w:val="32CB1495"/>
    <w:rsid w:val="32CB6FD1"/>
    <w:rsid w:val="32CC30AE"/>
    <w:rsid w:val="32D1619A"/>
    <w:rsid w:val="32D2611A"/>
    <w:rsid w:val="32D30AC6"/>
    <w:rsid w:val="32D536B5"/>
    <w:rsid w:val="32DC0DF9"/>
    <w:rsid w:val="32DE41BE"/>
    <w:rsid w:val="32E06521"/>
    <w:rsid w:val="32E12A75"/>
    <w:rsid w:val="32E131D3"/>
    <w:rsid w:val="32E52055"/>
    <w:rsid w:val="32E725B4"/>
    <w:rsid w:val="32EC35F0"/>
    <w:rsid w:val="32ED16AD"/>
    <w:rsid w:val="32EE7ACF"/>
    <w:rsid w:val="32F16320"/>
    <w:rsid w:val="32F23890"/>
    <w:rsid w:val="32F43C92"/>
    <w:rsid w:val="32FB0568"/>
    <w:rsid w:val="32FC2E02"/>
    <w:rsid w:val="32FE2678"/>
    <w:rsid w:val="32FF49A3"/>
    <w:rsid w:val="33041971"/>
    <w:rsid w:val="330A62F7"/>
    <w:rsid w:val="330A6D53"/>
    <w:rsid w:val="330B304F"/>
    <w:rsid w:val="330C028F"/>
    <w:rsid w:val="330C4137"/>
    <w:rsid w:val="331014F6"/>
    <w:rsid w:val="331444D4"/>
    <w:rsid w:val="331D4EA2"/>
    <w:rsid w:val="331E7840"/>
    <w:rsid w:val="33210CC8"/>
    <w:rsid w:val="33215CBE"/>
    <w:rsid w:val="3326548D"/>
    <w:rsid w:val="332D4306"/>
    <w:rsid w:val="332F1AB6"/>
    <w:rsid w:val="333254B7"/>
    <w:rsid w:val="33334307"/>
    <w:rsid w:val="333C1762"/>
    <w:rsid w:val="333D0804"/>
    <w:rsid w:val="333E6076"/>
    <w:rsid w:val="333E66A4"/>
    <w:rsid w:val="333F3A85"/>
    <w:rsid w:val="334107B7"/>
    <w:rsid w:val="3341457B"/>
    <w:rsid w:val="33472851"/>
    <w:rsid w:val="33492BC2"/>
    <w:rsid w:val="334C563D"/>
    <w:rsid w:val="33505BE6"/>
    <w:rsid w:val="33530B23"/>
    <w:rsid w:val="3353514D"/>
    <w:rsid w:val="33556A0F"/>
    <w:rsid w:val="335946E3"/>
    <w:rsid w:val="335B74F1"/>
    <w:rsid w:val="335C2927"/>
    <w:rsid w:val="33603CC0"/>
    <w:rsid w:val="33613E22"/>
    <w:rsid w:val="33621506"/>
    <w:rsid w:val="33621851"/>
    <w:rsid w:val="33631D01"/>
    <w:rsid w:val="33634C53"/>
    <w:rsid w:val="33653364"/>
    <w:rsid w:val="336A10C4"/>
    <w:rsid w:val="336D52B3"/>
    <w:rsid w:val="3377490E"/>
    <w:rsid w:val="337850FB"/>
    <w:rsid w:val="337F00F2"/>
    <w:rsid w:val="337F2D3B"/>
    <w:rsid w:val="33831F07"/>
    <w:rsid w:val="338528C6"/>
    <w:rsid w:val="33870865"/>
    <w:rsid w:val="338C046B"/>
    <w:rsid w:val="338E3284"/>
    <w:rsid w:val="339208C3"/>
    <w:rsid w:val="33934278"/>
    <w:rsid w:val="339465D1"/>
    <w:rsid w:val="339731E1"/>
    <w:rsid w:val="33A23A6D"/>
    <w:rsid w:val="33A43A35"/>
    <w:rsid w:val="33A5290B"/>
    <w:rsid w:val="33A54FD3"/>
    <w:rsid w:val="33AE36DF"/>
    <w:rsid w:val="33B33979"/>
    <w:rsid w:val="33B4169A"/>
    <w:rsid w:val="33B451FE"/>
    <w:rsid w:val="33BD0FB7"/>
    <w:rsid w:val="33BD1C24"/>
    <w:rsid w:val="33BD472F"/>
    <w:rsid w:val="33BD49D5"/>
    <w:rsid w:val="33C05238"/>
    <w:rsid w:val="33C42785"/>
    <w:rsid w:val="33C517B0"/>
    <w:rsid w:val="33C53A62"/>
    <w:rsid w:val="33C80AAF"/>
    <w:rsid w:val="33C84722"/>
    <w:rsid w:val="33CA7FC9"/>
    <w:rsid w:val="33CC0283"/>
    <w:rsid w:val="33CC2DF3"/>
    <w:rsid w:val="33CE4F26"/>
    <w:rsid w:val="33CF69C8"/>
    <w:rsid w:val="33D46902"/>
    <w:rsid w:val="33DA7736"/>
    <w:rsid w:val="33E01B7F"/>
    <w:rsid w:val="33E66EE6"/>
    <w:rsid w:val="33E86936"/>
    <w:rsid w:val="33EA6753"/>
    <w:rsid w:val="33EA781A"/>
    <w:rsid w:val="33EF0157"/>
    <w:rsid w:val="33F131A2"/>
    <w:rsid w:val="33F14164"/>
    <w:rsid w:val="33F62595"/>
    <w:rsid w:val="33F6582B"/>
    <w:rsid w:val="33FA0B46"/>
    <w:rsid w:val="33FB6044"/>
    <w:rsid w:val="34035278"/>
    <w:rsid w:val="34054FCA"/>
    <w:rsid w:val="34076E9E"/>
    <w:rsid w:val="34114820"/>
    <w:rsid w:val="34114B9B"/>
    <w:rsid w:val="34121314"/>
    <w:rsid w:val="3414754F"/>
    <w:rsid w:val="34154328"/>
    <w:rsid w:val="34156B83"/>
    <w:rsid w:val="34165E2C"/>
    <w:rsid w:val="341A266D"/>
    <w:rsid w:val="341C6B5A"/>
    <w:rsid w:val="341D4524"/>
    <w:rsid w:val="341E4BA6"/>
    <w:rsid w:val="341F6613"/>
    <w:rsid w:val="34213112"/>
    <w:rsid w:val="34230424"/>
    <w:rsid w:val="34231928"/>
    <w:rsid w:val="34273D5D"/>
    <w:rsid w:val="342D20F0"/>
    <w:rsid w:val="343115BB"/>
    <w:rsid w:val="343205E9"/>
    <w:rsid w:val="34357DC0"/>
    <w:rsid w:val="343767BF"/>
    <w:rsid w:val="343F00BA"/>
    <w:rsid w:val="34436C9B"/>
    <w:rsid w:val="34474FF5"/>
    <w:rsid w:val="344F15A2"/>
    <w:rsid w:val="3451081B"/>
    <w:rsid w:val="34513F44"/>
    <w:rsid w:val="34517653"/>
    <w:rsid w:val="345206F0"/>
    <w:rsid w:val="34527707"/>
    <w:rsid w:val="34555B7A"/>
    <w:rsid w:val="3455643B"/>
    <w:rsid w:val="34561913"/>
    <w:rsid w:val="345918E6"/>
    <w:rsid w:val="345E575C"/>
    <w:rsid w:val="346009C8"/>
    <w:rsid w:val="34606DCA"/>
    <w:rsid w:val="34634738"/>
    <w:rsid w:val="346B37FE"/>
    <w:rsid w:val="346C780F"/>
    <w:rsid w:val="346D1B5F"/>
    <w:rsid w:val="346D75DC"/>
    <w:rsid w:val="34704461"/>
    <w:rsid w:val="3472138C"/>
    <w:rsid w:val="34740681"/>
    <w:rsid w:val="34792FF2"/>
    <w:rsid w:val="347D48FA"/>
    <w:rsid w:val="347F3375"/>
    <w:rsid w:val="34824D0E"/>
    <w:rsid w:val="34825400"/>
    <w:rsid w:val="34831677"/>
    <w:rsid w:val="34871ACF"/>
    <w:rsid w:val="348C4CBA"/>
    <w:rsid w:val="348D0C10"/>
    <w:rsid w:val="348D6C3D"/>
    <w:rsid w:val="348E5082"/>
    <w:rsid w:val="348F76D9"/>
    <w:rsid w:val="349175FF"/>
    <w:rsid w:val="34951ACB"/>
    <w:rsid w:val="34977E9E"/>
    <w:rsid w:val="349A55DD"/>
    <w:rsid w:val="349A5800"/>
    <w:rsid w:val="349F208F"/>
    <w:rsid w:val="34AE480F"/>
    <w:rsid w:val="34B42826"/>
    <w:rsid w:val="34B44BB7"/>
    <w:rsid w:val="34B6771C"/>
    <w:rsid w:val="34B91411"/>
    <w:rsid w:val="34BD0322"/>
    <w:rsid w:val="34BD65BE"/>
    <w:rsid w:val="34BF0D18"/>
    <w:rsid w:val="34C072E8"/>
    <w:rsid w:val="34C7023C"/>
    <w:rsid w:val="34CA5A47"/>
    <w:rsid w:val="34CB55CD"/>
    <w:rsid w:val="34CE3909"/>
    <w:rsid w:val="34CF7BF6"/>
    <w:rsid w:val="34D01DC0"/>
    <w:rsid w:val="34D3378C"/>
    <w:rsid w:val="34D33972"/>
    <w:rsid w:val="34D5521D"/>
    <w:rsid w:val="34D87995"/>
    <w:rsid w:val="34DB1DB1"/>
    <w:rsid w:val="34DF69FB"/>
    <w:rsid w:val="34E366A5"/>
    <w:rsid w:val="34EC1694"/>
    <w:rsid w:val="34EC2B50"/>
    <w:rsid w:val="34EE5A4F"/>
    <w:rsid w:val="34F51651"/>
    <w:rsid w:val="34FD1DE0"/>
    <w:rsid w:val="35011564"/>
    <w:rsid w:val="35022B0B"/>
    <w:rsid w:val="35043FDC"/>
    <w:rsid w:val="35074FFB"/>
    <w:rsid w:val="350758C9"/>
    <w:rsid w:val="350B1C78"/>
    <w:rsid w:val="350B52FF"/>
    <w:rsid w:val="350B68BE"/>
    <w:rsid w:val="350C7551"/>
    <w:rsid w:val="350E36E7"/>
    <w:rsid w:val="35132117"/>
    <w:rsid w:val="35192360"/>
    <w:rsid w:val="35194D5F"/>
    <w:rsid w:val="351A2F0B"/>
    <w:rsid w:val="351C4364"/>
    <w:rsid w:val="35210732"/>
    <w:rsid w:val="3521215B"/>
    <w:rsid w:val="35237632"/>
    <w:rsid w:val="35243DE7"/>
    <w:rsid w:val="3526733C"/>
    <w:rsid w:val="35282A81"/>
    <w:rsid w:val="352D602E"/>
    <w:rsid w:val="3530016B"/>
    <w:rsid w:val="35331144"/>
    <w:rsid w:val="353414D2"/>
    <w:rsid w:val="35346EE5"/>
    <w:rsid w:val="353A328F"/>
    <w:rsid w:val="353B743E"/>
    <w:rsid w:val="35410076"/>
    <w:rsid w:val="35425350"/>
    <w:rsid w:val="35472D90"/>
    <w:rsid w:val="354757FA"/>
    <w:rsid w:val="354848F0"/>
    <w:rsid w:val="354B50C9"/>
    <w:rsid w:val="354B7E42"/>
    <w:rsid w:val="354E5381"/>
    <w:rsid w:val="354F201F"/>
    <w:rsid w:val="354F7F6B"/>
    <w:rsid w:val="355207A1"/>
    <w:rsid w:val="3552221B"/>
    <w:rsid w:val="35531350"/>
    <w:rsid w:val="3554227F"/>
    <w:rsid w:val="355717A4"/>
    <w:rsid w:val="355C4AE4"/>
    <w:rsid w:val="355E1892"/>
    <w:rsid w:val="355E5766"/>
    <w:rsid w:val="35644000"/>
    <w:rsid w:val="35682D4C"/>
    <w:rsid w:val="356873A0"/>
    <w:rsid w:val="35693841"/>
    <w:rsid w:val="35694678"/>
    <w:rsid w:val="356F5753"/>
    <w:rsid w:val="356F6A8B"/>
    <w:rsid w:val="35703C5A"/>
    <w:rsid w:val="357137E3"/>
    <w:rsid w:val="35733935"/>
    <w:rsid w:val="35746FA2"/>
    <w:rsid w:val="357803A6"/>
    <w:rsid w:val="357A27A8"/>
    <w:rsid w:val="357B1FDF"/>
    <w:rsid w:val="357C7804"/>
    <w:rsid w:val="357E0E07"/>
    <w:rsid w:val="35804696"/>
    <w:rsid w:val="35820BB2"/>
    <w:rsid w:val="35825BA3"/>
    <w:rsid w:val="3585584E"/>
    <w:rsid w:val="35880DDC"/>
    <w:rsid w:val="358A777F"/>
    <w:rsid w:val="358B0002"/>
    <w:rsid w:val="358B6127"/>
    <w:rsid w:val="358C58D8"/>
    <w:rsid w:val="358E0FE5"/>
    <w:rsid w:val="358E1C88"/>
    <w:rsid w:val="358F59F1"/>
    <w:rsid w:val="3592560B"/>
    <w:rsid w:val="3595406F"/>
    <w:rsid w:val="35971B3E"/>
    <w:rsid w:val="35973FC9"/>
    <w:rsid w:val="359C3916"/>
    <w:rsid w:val="359C6F75"/>
    <w:rsid w:val="359F4310"/>
    <w:rsid w:val="35A36F4C"/>
    <w:rsid w:val="35A62476"/>
    <w:rsid w:val="35AE62A9"/>
    <w:rsid w:val="35AF42B7"/>
    <w:rsid w:val="35B17DFE"/>
    <w:rsid w:val="35B46B5C"/>
    <w:rsid w:val="35B8061F"/>
    <w:rsid w:val="35B919C2"/>
    <w:rsid w:val="35B942D0"/>
    <w:rsid w:val="35B945D2"/>
    <w:rsid w:val="35BA5A88"/>
    <w:rsid w:val="35BC26EA"/>
    <w:rsid w:val="35C24BDC"/>
    <w:rsid w:val="35C5331E"/>
    <w:rsid w:val="35C6025E"/>
    <w:rsid w:val="35C926B5"/>
    <w:rsid w:val="35C94756"/>
    <w:rsid w:val="35C94C05"/>
    <w:rsid w:val="35CA218D"/>
    <w:rsid w:val="35CD7017"/>
    <w:rsid w:val="35CE3EF2"/>
    <w:rsid w:val="35D118A1"/>
    <w:rsid w:val="35D17D7B"/>
    <w:rsid w:val="35D21840"/>
    <w:rsid w:val="35D34F0B"/>
    <w:rsid w:val="35D50276"/>
    <w:rsid w:val="35D67DA5"/>
    <w:rsid w:val="35DA7D5B"/>
    <w:rsid w:val="35DD204D"/>
    <w:rsid w:val="35DD3603"/>
    <w:rsid w:val="35E04E7C"/>
    <w:rsid w:val="35E314F9"/>
    <w:rsid w:val="35E42613"/>
    <w:rsid w:val="35E56A36"/>
    <w:rsid w:val="35E71895"/>
    <w:rsid w:val="35E724D3"/>
    <w:rsid w:val="35E93194"/>
    <w:rsid w:val="35EA3CD3"/>
    <w:rsid w:val="35EC39CF"/>
    <w:rsid w:val="35EC7DAD"/>
    <w:rsid w:val="35ED3B42"/>
    <w:rsid w:val="35EE5777"/>
    <w:rsid w:val="35EE5C73"/>
    <w:rsid w:val="35FB428B"/>
    <w:rsid w:val="35FB688B"/>
    <w:rsid w:val="36010CEC"/>
    <w:rsid w:val="36057DA1"/>
    <w:rsid w:val="3610281D"/>
    <w:rsid w:val="36110822"/>
    <w:rsid w:val="3611248D"/>
    <w:rsid w:val="36115C26"/>
    <w:rsid w:val="361251C8"/>
    <w:rsid w:val="36134365"/>
    <w:rsid w:val="36161BE3"/>
    <w:rsid w:val="36172B16"/>
    <w:rsid w:val="361918C6"/>
    <w:rsid w:val="36194853"/>
    <w:rsid w:val="361B4109"/>
    <w:rsid w:val="361C45D3"/>
    <w:rsid w:val="361D46E6"/>
    <w:rsid w:val="361D4FE4"/>
    <w:rsid w:val="36200A08"/>
    <w:rsid w:val="36206282"/>
    <w:rsid w:val="36223F2C"/>
    <w:rsid w:val="362764D8"/>
    <w:rsid w:val="36290B6B"/>
    <w:rsid w:val="36301D53"/>
    <w:rsid w:val="3630703F"/>
    <w:rsid w:val="3631174D"/>
    <w:rsid w:val="363611CE"/>
    <w:rsid w:val="36361746"/>
    <w:rsid w:val="36365B96"/>
    <w:rsid w:val="36372315"/>
    <w:rsid w:val="363A4746"/>
    <w:rsid w:val="363A6B34"/>
    <w:rsid w:val="363C7DF6"/>
    <w:rsid w:val="36427E53"/>
    <w:rsid w:val="36445B6F"/>
    <w:rsid w:val="36454501"/>
    <w:rsid w:val="364D1038"/>
    <w:rsid w:val="364E49EB"/>
    <w:rsid w:val="36503E65"/>
    <w:rsid w:val="36511BB8"/>
    <w:rsid w:val="365158E4"/>
    <w:rsid w:val="36531E69"/>
    <w:rsid w:val="3657117B"/>
    <w:rsid w:val="365E6C38"/>
    <w:rsid w:val="365F3C53"/>
    <w:rsid w:val="366068F4"/>
    <w:rsid w:val="36657EB7"/>
    <w:rsid w:val="366B09C7"/>
    <w:rsid w:val="366F2FD9"/>
    <w:rsid w:val="366F3781"/>
    <w:rsid w:val="36723432"/>
    <w:rsid w:val="36742D32"/>
    <w:rsid w:val="36754B9B"/>
    <w:rsid w:val="36773F0D"/>
    <w:rsid w:val="367867A6"/>
    <w:rsid w:val="367E520B"/>
    <w:rsid w:val="367F30E6"/>
    <w:rsid w:val="36845448"/>
    <w:rsid w:val="3685647B"/>
    <w:rsid w:val="36863677"/>
    <w:rsid w:val="36873568"/>
    <w:rsid w:val="36875D84"/>
    <w:rsid w:val="36877B85"/>
    <w:rsid w:val="368A6400"/>
    <w:rsid w:val="368B0CBA"/>
    <w:rsid w:val="368C4DFF"/>
    <w:rsid w:val="368C7003"/>
    <w:rsid w:val="368C7233"/>
    <w:rsid w:val="3695400E"/>
    <w:rsid w:val="369961A3"/>
    <w:rsid w:val="369A3315"/>
    <w:rsid w:val="369B1872"/>
    <w:rsid w:val="369C0BC1"/>
    <w:rsid w:val="369E2D3C"/>
    <w:rsid w:val="369F1157"/>
    <w:rsid w:val="36A15671"/>
    <w:rsid w:val="36A36D89"/>
    <w:rsid w:val="36A41661"/>
    <w:rsid w:val="36A430DF"/>
    <w:rsid w:val="36A62823"/>
    <w:rsid w:val="36A72E2C"/>
    <w:rsid w:val="36A84509"/>
    <w:rsid w:val="36AE3296"/>
    <w:rsid w:val="36BC4557"/>
    <w:rsid w:val="36C2127E"/>
    <w:rsid w:val="36C2392E"/>
    <w:rsid w:val="36C534A4"/>
    <w:rsid w:val="36CB564F"/>
    <w:rsid w:val="36CD5330"/>
    <w:rsid w:val="36D56B48"/>
    <w:rsid w:val="36D86B1E"/>
    <w:rsid w:val="36D91A4D"/>
    <w:rsid w:val="36DE3F98"/>
    <w:rsid w:val="36E06DA2"/>
    <w:rsid w:val="36E16F55"/>
    <w:rsid w:val="36E32B74"/>
    <w:rsid w:val="36E81A89"/>
    <w:rsid w:val="36E849BE"/>
    <w:rsid w:val="36E87485"/>
    <w:rsid w:val="36EB2E7D"/>
    <w:rsid w:val="36EC24FC"/>
    <w:rsid w:val="36ED5C30"/>
    <w:rsid w:val="36F03F17"/>
    <w:rsid w:val="36F533DF"/>
    <w:rsid w:val="36F64958"/>
    <w:rsid w:val="36F9716B"/>
    <w:rsid w:val="36FD0D81"/>
    <w:rsid w:val="36FE66E1"/>
    <w:rsid w:val="37002126"/>
    <w:rsid w:val="370321E6"/>
    <w:rsid w:val="37036B90"/>
    <w:rsid w:val="37037DAA"/>
    <w:rsid w:val="37064184"/>
    <w:rsid w:val="3708351E"/>
    <w:rsid w:val="370B3ACA"/>
    <w:rsid w:val="370D0087"/>
    <w:rsid w:val="37103EE5"/>
    <w:rsid w:val="37124A58"/>
    <w:rsid w:val="371413C0"/>
    <w:rsid w:val="371663E2"/>
    <w:rsid w:val="37171FFC"/>
    <w:rsid w:val="371848DC"/>
    <w:rsid w:val="37184F3A"/>
    <w:rsid w:val="3719312C"/>
    <w:rsid w:val="37196C32"/>
    <w:rsid w:val="371A46FD"/>
    <w:rsid w:val="371E2DA0"/>
    <w:rsid w:val="371E4782"/>
    <w:rsid w:val="371F2999"/>
    <w:rsid w:val="37200F10"/>
    <w:rsid w:val="3721392A"/>
    <w:rsid w:val="37225ACF"/>
    <w:rsid w:val="3728798F"/>
    <w:rsid w:val="372D117F"/>
    <w:rsid w:val="3731619E"/>
    <w:rsid w:val="3734173D"/>
    <w:rsid w:val="37364C2D"/>
    <w:rsid w:val="373745D8"/>
    <w:rsid w:val="37390F45"/>
    <w:rsid w:val="373D5DFC"/>
    <w:rsid w:val="373E5E72"/>
    <w:rsid w:val="37416128"/>
    <w:rsid w:val="37476734"/>
    <w:rsid w:val="374A50DE"/>
    <w:rsid w:val="374E294A"/>
    <w:rsid w:val="374F54C5"/>
    <w:rsid w:val="37527434"/>
    <w:rsid w:val="3755282A"/>
    <w:rsid w:val="375C6F64"/>
    <w:rsid w:val="37614989"/>
    <w:rsid w:val="37622B28"/>
    <w:rsid w:val="37624539"/>
    <w:rsid w:val="3762645C"/>
    <w:rsid w:val="376769CF"/>
    <w:rsid w:val="3769086D"/>
    <w:rsid w:val="37705844"/>
    <w:rsid w:val="37726BED"/>
    <w:rsid w:val="37744D2D"/>
    <w:rsid w:val="377634AA"/>
    <w:rsid w:val="377A448B"/>
    <w:rsid w:val="377A5294"/>
    <w:rsid w:val="377D7EB8"/>
    <w:rsid w:val="377E07E7"/>
    <w:rsid w:val="37822D9F"/>
    <w:rsid w:val="37833BA2"/>
    <w:rsid w:val="37834AFA"/>
    <w:rsid w:val="37860E77"/>
    <w:rsid w:val="37877193"/>
    <w:rsid w:val="378A3307"/>
    <w:rsid w:val="37980B21"/>
    <w:rsid w:val="379F33C0"/>
    <w:rsid w:val="37A14D33"/>
    <w:rsid w:val="37A175B8"/>
    <w:rsid w:val="37A47556"/>
    <w:rsid w:val="37A52D77"/>
    <w:rsid w:val="37A53157"/>
    <w:rsid w:val="37A95721"/>
    <w:rsid w:val="37AB79D5"/>
    <w:rsid w:val="37AF2164"/>
    <w:rsid w:val="37B307C0"/>
    <w:rsid w:val="37B75259"/>
    <w:rsid w:val="37B87150"/>
    <w:rsid w:val="37BA239E"/>
    <w:rsid w:val="37BA39B3"/>
    <w:rsid w:val="37BA67B5"/>
    <w:rsid w:val="37BE4D5E"/>
    <w:rsid w:val="37C04B23"/>
    <w:rsid w:val="37C371A0"/>
    <w:rsid w:val="37C637B1"/>
    <w:rsid w:val="37C8414F"/>
    <w:rsid w:val="37D15418"/>
    <w:rsid w:val="37D20BB3"/>
    <w:rsid w:val="37D83ED5"/>
    <w:rsid w:val="37D848A9"/>
    <w:rsid w:val="37D95F69"/>
    <w:rsid w:val="37DF3F75"/>
    <w:rsid w:val="37E0437C"/>
    <w:rsid w:val="37E42DD4"/>
    <w:rsid w:val="37E4642E"/>
    <w:rsid w:val="37E9251B"/>
    <w:rsid w:val="37EA3C90"/>
    <w:rsid w:val="37EA672E"/>
    <w:rsid w:val="37ED4FEE"/>
    <w:rsid w:val="37EF1F18"/>
    <w:rsid w:val="37F037D3"/>
    <w:rsid w:val="37F32055"/>
    <w:rsid w:val="37F45ED0"/>
    <w:rsid w:val="37F83B1D"/>
    <w:rsid w:val="37F87D56"/>
    <w:rsid w:val="37FA3124"/>
    <w:rsid w:val="38007D89"/>
    <w:rsid w:val="38012631"/>
    <w:rsid w:val="38033AD3"/>
    <w:rsid w:val="38060A3F"/>
    <w:rsid w:val="38085A4E"/>
    <w:rsid w:val="380D054D"/>
    <w:rsid w:val="380D2130"/>
    <w:rsid w:val="38102B05"/>
    <w:rsid w:val="38114BBE"/>
    <w:rsid w:val="381244E0"/>
    <w:rsid w:val="3813782A"/>
    <w:rsid w:val="38140024"/>
    <w:rsid w:val="38176075"/>
    <w:rsid w:val="381C2DA0"/>
    <w:rsid w:val="3822318D"/>
    <w:rsid w:val="38241A61"/>
    <w:rsid w:val="382521B9"/>
    <w:rsid w:val="382A7FC3"/>
    <w:rsid w:val="382C1F30"/>
    <w:rsid w:val="382C24BD"/>
    <w:rsid w:val="382D7EAF"/>
    <w:rsid w:val="382F52DB"/>
    <w:rsid w:val="382F5725"/>
    <w:rsid w:val="38304223"/>
    <w:rsid w:val="38376693"/>
    <w:rsid w:val="384066D5"/>
    <w:rsid w:val="38413D0F"/>
    <w:rsid w:val="384252FE"/>
    <w:rsid w:val="38462E81"/>
    <w:rsid w:val="3846579D"/>
    <w:rsid w:val="38496FB1"/>
    <w:rsid w:val="384B0F31"/>
    <w:rsid w:val="384C2133"/>
    <w:rsid w:val="385065E6"/>
    <w:rsid w:val="3851053F"/>
    <w:rsid w:val="385547E1"/>
    <w:rsid w:val="38566427"/>
    <w:rsid w:val="3857629F"/>
    <w:rsid w:val="38594BCC"/>
    <w:rsid w:val="385A15CB"/>
    <w:rsid w:val="385E1940"/>
    <w:rsid w:val="3868683F"/>
    <w:rsid w:val="38690F57"/>
    <w:rsid w:val="386B704C"/>
    <w:rsid w:val="38733847"/>
    <w:rsid w:val="387772E0"/>
    <w:rsid w:val="387C0ABB"/>
    <w:rsid w:val="387F2DCF"/>
    <w:rsid w:val="38815C1B"/>
    <w:rsid w:val="388750DA"/>
    <w:rsid w:val="38876F06"/>
    <w:rsid w:val="38884031"/>
    <w:rsid w:val="388D0BEC"/>
    <w:rsid w:val="388E2C70"/>
    <w:rsid w:val="388F4E53"/>
    <w:rsid w:val="38921396"/>
    <w:rsid w:val="389577E9"/>
    <w:rsid w:val="389712FF"/>
    <w:rsid w:val="389824BF"/>
    <w:rsid w:val="38983E5D"/>
    <w:rsid w:val="38985CAF"/>
    <w:rsid w:val="389870D4"/>
    <w:rsid w:val="389A5B0C"/>
    <w:rsid w:val="389B7780"/>
    <w:rsid w:val="389D3B0E"/>
    <w:rsid w:val="389F5BFA"/>
    <w:rsid w:val="389F7E33"/>
    <w:rsid w:val="38A012BE"/>
    <w:rsid w:val="38A31E2C"/>
    <w:rsid w:val="38A407B6"/>
    <w:rsid w:val="38A41A49"/>
    <w:rsid w:val="38A55752"/>
    <w:rsid w:val="38AA010A"/>
    <w:rsid w:val="38AA6DFA"/>
    <w:rsid w:val="38B01B55"/>
    <w:rsid w:val="38B06C0D"/>
    <w:rsid w:val="38B5141C"/>
    <w:rsid w:val="38B642F8"/>
    <w:rsid w:val="38B73CCA"/>
    <w:rsid w:val="38B74997"/>
    <w:rsid w:val="38B85178"/>
    <w:rsid w:val="38CA54ED"/>
    <w:rsid w:val="38D129C9"/>
    <w:rsid w:val="38D16D37"/>
    <w:rsid w:val="38D36576"/>
    <w:rsid w:val="38D84481"/>
    <w:rsid w:val="38DB1975"/>
    <w:rsid w:val="38E9615B"/>
    <w:rsid w:val="38EB2D35"/>
    <w:rsid w:val="38F64B15"/>
    <w:rsid w:val="38F67564"/>
    <w:rsid w:val="38F76C7F"/>
    <w:rsid w:val="38F80659"/>
    <w:rsid w:val="38FC5B51"/>
    <w:rsid w:val="38FD520E"/>
    <w:rsid w:val="38FE3F9A"/>
    <w:rsid w:val="38FE7F9E"/>
    <w:rsid w:val="390464C9"/>
    <w:rsid w:val="39054A1F"/>
    <w:rsid w:val="39067C10"/>
    <w:rsid w:val="39070C79"/>
    <w:rsid w:val="390A706B"/>
    <w:rsid w:val="390C04BC"/>
    <w:rsid w:val="390C4875"/>
    <w:rsid w:val="390C6455"/>
    <w:rsid w:val="390F1660"/>
    <w:rsid w:val="39135446"/>
    <w:rsid w:val="39151B6A"/>
    <w:rsid w:val="39184F00"/>
    <w:rsid w:val="391E7F42"/>
    <w:rsid w:val="391F0FC8"/>
    <w:rsid w:val="39212326"/>
    <w:rsid w:val="392617F6"/>
    <w:rsid w:val="392737CF"/>
    <w:rsid w:val="392A50FA"/>
    <w:rsid w:val="392B04F8"/>
    <w:rsid w:val="392B3211"/>
    <w:rsid w:val="39300FE3"/>
    <w:rsid w:val="39312653"/>
    <w:rsid w:val="39313080"/>
    <w:rsid w:val="393324F1"/>
    <w:rsid w:val="39360173"/>
    <w:rsid w:val="393A6A83"/>
    <w:rsid w:val="393E0BB2"/>
    <w:rsid w:val="393E5477"/>
    <w:rsid w:val="39410B16"/>
    <w:rsid w:val="39483828"/>
    <w:rsid w:val="394A5014"/>
    <w:rsid w:val="394C0C36"/>
    <w:rsid w:val="394E27FE"/>
    <w:rsid w:val="394F1514"/>
    <w:rsid w:val="39512A48"/>
    <w:rsid w:val="39513994"/>
    <w:rsid w:val="39522B38"/>
    <w:rsid w:val="395232B3"/>
    <w:rsid w:val="3954398D"/>
    <w:rsid w:val="39583C08"/>
    <w:rsid w:val="39593E7B"/>
    <w:rsid w:val="395C46E1"/>
    <w:rsid w:val="3960093B"/>
    <w:rsid w:val="39631CC6"/>
    <w:rsid w:val="3964365A"/>
    <w:rsid w:val="39653C78"/>
    <w:rsid w:val="396645D2"/>
    <w:rsid w:val="39680F28"/>
    <w:rsid w:val="39702DE5"/>
    <w:rsid w:val="3974216C"/>
    <w:rsid w:val="39745459"/>
    <w:rsid w:val="39755D0A"/>
    <w:rsid w:val="3976460A"/>
    <w:rsid w:val="39770BE6"/>
    <w:rsid w:val="39780EF4"/>
    <w:rsid w:val="39786366"/>
    <w:rsid w:val="397E567C"/>
    <w:rsid w:val="39834FF2"/>
    <w:rsid w:val="39837D61"/>
    <w:rsid w:val="39854AC2"/>
    <w:rsid w:val="39870FC7"/>
    <w:rsid w:val="398A1C67"/>
    <w:rsid w:val="398C34D4"/>
    <w:rsid w:val="398C4D41"/>
    <w:rsid w:val="398D1762"/>
    <w:rsid w:val="398D20BD"/>
    <w:rsid w:val="398D4766"/>
    <w:rsid w:val="39925578"/>
    <w:rsid w:val="39977461"/>
    <w:rsid w:val="39983125"/>
    <w:rsid w:val="39995BFC"/>
    <w:rsid w:val="399A51F6"/>
    <w:rsid w:val="399E0B9F"/>
    <w:rsid w:val="399E5D04"/>
    <w:rsid w:val="39A017A2"/>
    <w:rsid w:val="39A174B3"/>
    <w:rsid w:val="39A90D61"/>
    <w:rsid w:val="39A93A29"/>
    <w:rsid w:val="39AA0262"/>
    <w:rsid w:val="39AA71EE"/>
    <w:rsid w:val="39AC3345"/>
    <w:rsid w:val="39B405E6"/>
    <w:rsid w:val="39B425E7"/>
    <w:rsid w:val="39B7796A"/>
    <w:rsid w:val="39BC31D6"/>
    <w:rsid w:val="39BD628F"/>
    <w:rsid w:val="39C06090"/>
    <w:rsid w:val="39C16592"/>
    <w:rsid w:val="39C60AB9"/>
    <w:rsid w:val="39C65ADB"/>
    <w:rsid w:val="39C7689D"/>
    <w:rsid w:val="39C7769E"/>
    <w:rsid w:val="39CA65E3"/>
    <w:rsid w:val="39CC5791"/>
    <w:rsid w:val="39CE4EAB"/>
    <w:rsid w:val="39D642B8"/>
    <w:rsid w:val="39D877C6"/>
    <w:rsid w:val="39DB05B8"/>
    <w:rsid w:val="39DE7345"/>
    <w:rsid w:val="39E02440"/>
    <w:rsid w:val="39E0779B"/>
    <w:rsid w:val="39E1614F"/>
    <w:rsid w:val="39E17454"/>
    <w:rsid w:val="39EA7F0D"/>
    <w:rsid w:val="39ED523C"/>
    <w:rsid w:val="39EF1122"/>
    <w:rsid w:val="39F00F87"/>
    <w:rsid w:val="39F52506"/>
    <w:rsid w:val="39F565A9"/>
    <w:rsid w:val="39FF40DC"/>
    <w:rsid w:val="3A0637C9"/>
    <w:rsid w:val="3A0663B1"/>
    <w:rsid w:val="3A0738F0"/>
    <w:rsid w:val="3A0B4F8F"/>
    <w:rsid w:val="3A13388F"/>
    <w:rsid w:val="3A1B381E"/>
    <w:rsid w:val="3A1B3AC1"/>
    <w:rsid w:val="3A1E0FBA"/>
    <w:rsid w:val="3A2037CD"/>
    <w:rsid w:val="3A210318"/>
    <w:rsid w:val="3A246362"/>
    <w:rsid w:val="3A247AA7"/>
    <w:rsid w:val="3A2519CC"/>
    <w:rsid w:val="3A27736D"/>
    <w:rsid w:val="3A2B0DC3"/>
    <w:rsid w:val="3A2B71AC"/>
    <w:rsid w:val="3A2C1D51"/>
    <w:rsid w:val="3A2C6BF0"/>
    <w:rsid w:val="3A2C7767"/>
    <w:rsid w:val="3A306032"/>
    <w:rsid w:val="3A323A6C"/>
    <w:rsid w:val="3A3521E4"/>
    <w:rsid w:val="3A363EB1"/>
    <w:rsid w:val="3A3675DA"/>
    <w:rsid w:val="3A3809B6"/>
    <w:rsid w:val="3A390DBF"/>
    <w:rsid w:val="3A3B52B7"/>
    <w:rsid w:val="3A3D50E5"/>
    <w:rsid w:val="3A3F619D"/>
    <w:rsid w:val="3A401536"/>
    <w:rsid w:val="3A4059CA"/>
    <w:rsid w:val="3A425BA9"/>
    <w:rsid w:val="3A437CF7"/>
    <w:rsid w:val="3A473638"/>
    <w:rsid w:val="3A4B36A8"/>
    <w:rsid w:val="3A4D133F"/>
    <w:rsid w:val="3A5006EC"/>
    <w:rsid w:val="3A5039C2"/>
    <w:rsid w:val="3A52076F"/>
    <w:rsid w:val="3A541456"/>
    <w:rsid w:val="3A541F2C"/>
    <w:rsid w:val="3A5555EF"/>
    <w:rsid w:val="3A561F9B"/>
    <w:rsid w:val="3A5C5E27"/>
    <w:rsid w:val="3A5C76F2"/>
    <w:rsid w:val="3A5D4AE5"/>
    <w:rsid w:val="3A5F37DA"/>
    <w:rsid w:val="3A5F4213"/>
    <w:rsid w:val="3A6326A5"/>
    <w:rsid w:val="3A6366BC"/>
    <w:rsid w:val="3A65359A"/>
    <w:rsid w:val="3A654AAC"/>
    <w:rsid w:val="3A6756AD"/>
    <w:rsid w:val="3A691280"/>
    <w:rsid w:val="3A692E3B"/>
    <w:rsid w:val="3A6D564C"/>
    <w:rsid w:val="3A6F49B7"/>
    <w:rsid w:val="3A70588F"/>
    <w:rsid w:val="3A742064"/>
    <w:rsid w:val="3A764C0D"/>
    <w:rsid w:val="3A772FF5"/>
    <w:rsid w:val="3A790B7A"/>
    <w:rsid w:val="3A7D1CB3"/>
    <w:rsid w:val="3A820B13"/>
    <w:rsid w:val="3A8737A8"/>
    <w:rsid w:val="3A88478D"/>
    <w:rsid w:val="3A8C00A7"/>
    <w:rsid w:val="3A8F0D04"/>
    <w:rsid w:val="3A956172"/>
    <w:rsid w:val="3A964677"/>
    <w:rsid w:val="3A9C7B19"/>
    <w:rsid w:val="3AA06E4E"/>
    <w:rsid w:val="3AA14E7A"/>
    <w:rsid w:val="3AA14E99"/>
    <w:rsid w:val="3AA41A73"/>
    <w:rsid w:val="3AA65648"/>
    <w:rsid w:val="3AAC020C"/>
    <w:rsid w:val="3AAD2CD0"/>
    <w:rsid w:val="3AAF6325"/>
    <w:rsid w:val="3AB20085"/>
    <w:rsid w:val="3AB44325"/>
    <w:rsid w:val="3AB50ABE"/>
    <w:rsid w:val="3AB65475"/>
    <w:rsid w:val="3ABC60AA"/>
    <w:rsid w:val="3ABE1659"/>
    <w:rsid w:val="3ABE3295"/>
    <w:rsid w:val="3ABE7D32"/>
    <w:rsid w:val="3AC51D2D"/>
    <w:rsid w:val="3AC72043"/>
    <w:rsid w:val="3AC7785E"/>
    <w:rsid w:val="3AC9005C"/>
    <w:rsid w:val="3AC90250"/>
    <w:rsid w:val="3ACE0C62"/>
    <w:rsid w:val="3AD03A08"/>
    <w:rsid w:val="3AD75B33"/>
    <w:rsid w:val="3AE64991"/>
    <w:rsid w:val="3AE66C16"/>
    <w:rsid w:val="3AEB584D"/>
    <w:rsid w:val="3AED310C"/>
    <w:rsid w:val="3AF036FF"/>
    <w:rsid w:val="3AF05F59"/>
    <w:rsid w:val="3AF75B76"/>
    <w:rsid w:val="3AFC6F56"/>
    <w:rsid w:val="3AFD51D1"/>
    <w:rsid w:val="3B045E96"/>
    <w:rsid w:val="3B05054E"/>
    <w:rsid w:val="3B0E5285"/>
    <w:rsid w:val="3B0F0A87"/>
    <w:rsid w:val="3B10362C"/>
    <w:rsid w:val="3B103993"/>
    <w:rsid w:val="3B170B8F"/>
    <w:rsid w:val="3B180B47"/>
    <w:rsid w:val="3B1A74E7"/>
    <w:rsid w:val="3B1D3C4C"/>
    <w:rsid w:val="3B1D6ED4"/>
    <w:rsid w:val="3B235EF0"/>
    <w:rsid w:val="3B2722B9"/>
    <w:rsid w:val="3B2A3758"/>
    <w:rsid w:val="3B2D6FF1"/>
    <w:rsid w:val="3B2E5492"/>
    <w:rsid w:val="3B2F7F47"/>
    <w:rsid w:val="3B325529"/>
    <w:rsid w:val="3B337F98"/>
    <w:rsid w:val="3B353699"/>
    <w:rsid w:val="3B3B368C"/>
    <w:rsid w:val="3B3D4C12"/>
    <w:rsid w:val="3B3D6A7B"/>
    <w:rsid w:val="3B400248"/>
    <w:rsid w:val="3B442AE9"/>
    <w:rsid w:val="3B454330"/>
    <w:rsid w:val="3B4A11E0"/>
    <w:rsid w:val="3B4B0E76"/>
    <w:rsid w:val="3B4F034F"/>
    <w:rsid w:val="3B5128C4"/>
    <w:rsid w:val="3B542EFC"/>
    <w:rsid w:val="3B55491E"/>
    <w:rsid w:val="3B611D9E"/>
    <w:rsid w:val="3B614BA2"/>
    <w:rsid w:val="3B641844"/>
    <w:rsid w:val="3B665541"/>
    <w:rsid w:val="3B6941FC"/>
    <w:rsid w:val="3B6B72BF"/>
    <w:rsid w:val="3B6E6DF1"/>
    <w:rsid w:val="3B6F0D55"/>
    <w:rsid w:val="3B6F676A"/>
    <w:rsid w:val="3B716C0A"/>
    <w:rsid w:val="3B7315DF"/>
    <w:rsid w:val="3B732CE1"/>
    <w:rsid w:val="3B742289"/>
    <w:rsid w:val="3B7B762E"/>
    <w:rsid w:val="3B7C3655"/>
    <w:rsid w:val="3B7C5DED"/>
    <w:rsid w:val="3B7C7AAD"/>
    <w:rsid w:val="3B7E1571"/>
    <w:rsid w:val="3B7E7BA3"/>
    <w:rsid w:val="3B7F2EB6"/>
    <w:rsid w:val="3B806AB9"/>
    <w:rsid w:val="3B817BB1"/>
    <w:rsid w:val="3B8515D4"/>
    <w:rsid w:val="3B8773DD"/>
    <w:rsid w:val="3B8969F3"/>
    <w:rsid w:val="3B8D6E10"/>
    <w:rsid w:val="3B952D51"/>
    <w:rsid w:val="3B95521E"/>
    <w:rsid w:val="3B9627D2"/>
    <w:rsid w:val="3B976984"/>
    <w:rsid w:val="3B991F3B"/>
    <w:rsid w:val="3B9A2521"/>
    <w:rsid w:val="3B9B6DF5"/>
    <w:rsid w:val="3B9D3299"/>
    <w:rsid w:val="3B9E5440"/>
    <w:rsid w:val="3BA54F44"/>
    <w:rsid w:val="3BA76FC9"/>
    <w:rsid w:val="3BAE7A44"/>
    <w:rsid w:val="3BB074AF"/>
    <w:rsid w:val="3BB112B0"/>
    <w:rsid w:val="3BB61EED"/>
    <w:rsid w:val="3BB7297C"/>
    <w:rsid w:val="3BB81735"/>
    <w:rsid w:val="3BB84B57"/>
    <w:rsid w:val="3BBB5C63"/>
    <w:rsid w:val="3BBD6861"/>
    <w:rsid w:val="3BBF4A4B"/>
    <w:rsid w:val="3BC1730F"/>
    <w:rsid w:val="3BC17426"/>
    <w:rsid w:val="3BC57196"/>
    <w:rsid w:val="3BC77901"/>
    <w:rsid w:val="3BCE7471"/>
    <w:rsid w:val="3BCF6CA3"/>
    <w:rsid w:val="3BD37408"/>
    <w:rsid w:val="3BD43417"/>
    <w:rsid w:val="3BD74663"/>
    <w:rsid w:val="3BD817B7"/>
    <w:rsid w:val="3BDC05D1"/>
    <w:rsid w:val="3BDC331A"/>
    <w:rsid w:val="3BDD2523"/>
    <w:rsid w:val="3BE355B5"/>
    <w:rsid w:val="3BE37297"/>
    <w:rsid w:val="3BE6717D"/>
    <w:rsid w:val="3BE758CA"/>
    <w:rsid w:val="3BE82653"/>
    <w:rsid w:val="3BEA6D8F"/>
    <w:rsid w:val="3BEB1854"/>
    <w:rsid w:val="3BEB5DB9"/>
    <w:rsid w:val="3BEC3220"/>
    <w:rsid w:val="3BEE1642"/>
    <w:rsid w:val="3BF026E5"/>
    <w:rsid w:val="3BF1045E"/>
    <w:rsid w:val="3BF31080"/>
    <w:rsid w:val="3BF40041"/>
    <w:rsid w:val="3BF663C2"/>
    <w:rsid w:val="3BFB43B5"/>
    <w:rsid w:val="3BFC0F07"/>
    <w:rsid w:val="3BFD537E"/>
    <w:rsid w:val="3BFE483A"/>
    <w:rsid w:val="3C0208D6"/>
    <w:rsid w:val="3C0231C6"/>
    <w:rsid w:val="3C046DAC"/>
    <w:rsid w:val="3C047042"/>
    <w:rsid w:val="3C0543D1"/>
    <w:rsid w:val="3C0855A7"/>
    <w:rsid w:val="3C0A6061"/>
    <w:rsid w:val="3C0D2C85"/>
    <w:rsid w:val="3C1071A0"/>
    <w:rsid w:val="3C120920"/>
    <w:rsid w:val="3C126429"/>
    <w:rsid w:val="3C134726"/>
    <w:rsid w:val="3C18385F"/>
    <w:rsid w:val="3C194FE9"/>
    <w:rsid w:val="3C1A4B19"/>
    <w:rsid w:val="3C222185"/>
    <w:rsid w:val="3C244AE8"/>
    <w:rsid w:val="3C246532"/>
    <w:rsid w:val="3C284BA1"/>
    <w:rsid w:val="3C293B0F"/>
    <w:rsid w:val="3C3117F7"/>
    <w:rsid w:val="3C357C46"/>
    <w:rsid w:val="3C366F00"/>
    <w:rsid w:val="3C3912D7"/>
    <w:rsid w:val="3C394DC7"/>
    <w:rsid w:val="3C3D5C19"/>
    <w:rsid w:val="3C3E5937"/>
    <w:rsid w:val="3C400629"/>
    <w:rsid w:val="3C41395D"/>
    <w:rsid w:val="3C413A5F"/>
    <w:rsid w:val="3C4432F3"/>
    <w:rsid w:val="3C466C5D"/>
    <w:rsid w:val="3C524092"/>
    <w:rsid w:val="3C555B7B"/>
    <w:rsid w:val="3C571A35"/>
    <w:rsid w:val="3C571CF3"/>
    <w:rsid w:val="3C58048F"/>
    <w:rsid w:val="3C5A080D"/>
    <w:rsid w:val="3C5E1974"/>
    <w:rsid w:val="3C614E58"/>
    <w:rsid w:val="3C651537"/>
    <w:rsid w:val="3C6B4A42"/>
    <w:rsid w:val="3C6D5116"/>
    <w:rsid w:val="3C717DA5"/>
    <w:rsid w:val="3C76459D"/>
    <w:rsid w:val="3C782055"/>
    <w:rsid w:val="3C7B4475"/>
    <w:rsid w:val="3C7B4B67"/>
    <w:rsid w:val="3C7C0E53"/>
    <w:rsid w:val="3C7C1397"/>
    <w:rsid w:val="3C7C5F59"/>
    <w:rsid w:val="3C8166A3"/>
    <w:rsid w:val="3C84660E"/>
    <w:rsid w:val="3C851674"/>
    <w:rsid w:val="3C8846F8"/>
    <w:rsid w:val="3C895C75"/>
    <w:rsid w:val="3C8A4161"/>
    <w:rsid w:val="3C8E6AF5"/>
    <w:rsid w:val="3C920CFC"/>
    <w:rsid w:val="3C926FD9"/>
    <w:rsid w:val="3C940727"/>
    <w:rsid w:val="3C9719BA"/>
    <w:rsid w:val="3C972A9D"/>
    <w:rsid w:val="3C972F1B"/>
    <w:rsid w:val="3C990F40"/>
    <w:rsid w:val="3C9A1F8F"/>
    <w:rsid w:val="3C9D077F"/>
    <w:rsid w:val="3C9E55CA"/>
    <w:rsid w:val="3C9F1E2F"/>
    <w:rsid w:val="3CA15D20"/>
    <w:rsid w:val="3CA57EDE"/>
    <w:rsid w:val="3CA73A0E"/>
    <w:rsid w:val="3CAE0009"/>
    <w:rsid w:val="3CB239B8"/>
    <w:rsid w:val="3CB31378"/>
    <w:rsid w:val="3CB370E1"/>
    <w:rsid w:val="3CB440B2"/>
    <w:rsid w:val="3CB94ADD"/>
    <w:rsid w:val="3CBA60AA"/>
    <w:rsid w:val="3CC64063"/>
    <w:rsid w:val="3CC810C3"/>
    <w:rsid w:val="3CCA7174"/>
    <w:rsid w:val="3CCB1679"/>
    <w:rsid w:val="3CCC03C0"/>
    <w:rsid w:val="3CD0007C"/>
    <w:rsid w:val="3CD23F65"/>
    <w:rsid w:val="3CD30EAA"/>
    <w:rsid w:val="3CD43449"/>
    <w:rsid w:val="3CD55803"/>
    <w:rsid w:val="3CDB136D"/>
    <w:rsid w:val="3CE114B2"/>
    <w:rsid w:val="3CE23CDC"/>
    <w:rsid w:val="3CE325D0"/>
    <w:rsid w:val="3CE56DA8"/>
    <w:rsid w:val="3CE619F2"/>
    <w:rsid w:val="3CE83EC4"/>
    <w:rsid w:val="3CEF23B3"/>
    <w:rsid w:val="3CF23422"/>
    <w:rsid w:val="3CF73A96"/>
    <w:rsid w:val="3CF76810"/>
    <w:rsid w:val="3D000F58"/>
    <w:rsid w:val="3D014EA9"/>
    <w:rsid w:val="3D023987"/>
    <w:rsid w:val="3D025BAD"/>
    <w:rsid w:val="3D062525"/>
    <w:rsid w:val="3D083141"/>
    <w:rsid w:val="3D0A3ADC"/>
    <w:rsid w:val="3D0A44FE"/>
    <w:rsid w:val="3D0E59F4"/>
    <w:rsid w:val="3D1159A6"/>
    <w:rsid w:val="3D1335AC"/>
    <w:rsid w:val="3D16396C"/>
    <w:rsid w:val="3D1F4B03"/>
    <w:rsid w:val="3D22298F"/>
    <w:rsid w:val="3D29522D"/>
    <w:rsid w:val="3D2A3DDE"/>
    <w:rsid w:val="3D2D7F2A"/>
    <w:rsid w:val="3D312B42"/>
    <w:rsid w:val="3D34743D"/>
    <w:rsid w:val="3D396898"/>
    <w:rsid w:val="3D3A0CD7"/>
    <w:rsid w:val="3D3D3E1F"/>
    <w:rsid w:val="3D411D04"/>
    <w:rsid w:val="3D413957"/>
    <w:rsid w:val="3D415BD4"/>
    <w:rsid w:val="3D425B88"/>
    <w:rsid w:val="3D473346"/>
    <w:rsid w:val="3D475160"/>
    <w:rsid w:val="3D4865D4"/>
    <w:rsid w:val="3D4A1EFE"/>
    <w:rsid w:val="3D4B4C4A"/>
    <w:rsid w:val="3D4C06FE"/>
    <w:rsid w:val="3D5217A7"/>
    <w:rsid w:val="3D5233E6"/>
    <w:rsid w:val="3D536CA7"/>
    <w:rsid w:val="3D574291"/>
    <w:rsid w:val="3D5C5DCE"/>
    <w:rsid w:val="3D63512C"/>
    <w:rsid w:val="3D662053"/>
    <w:rsid w:val="3D680FA3"/>
    <w:rsid w:val="3D6F6B09"/>
    <w:rsid w:val="3D72699B"/>
    <w:rsid w:val="3D7851E1"/>
    <w:rsid w:val="3D7C3430"/>
    <w:rsid w:val="3D7D5B4F"/>
    <w:rsid w:val="3D8256FB"/>
    <w:rsid w:val="3D826075"/>
    <w:rsid w:val="3D837A36"/>
    <w:rsid w:val="3D8911E4"/>
    <w:rsid w:val="3D897506"/>
    <w:rsid w:val="3D920683"/>
    <w:rsid w:val="3D926DBA"/>
    <w:rsid w:val="3D927787"/>
    <w:rsid w:val="3D9409F8"/>
    <w:rsid w:val="3D9411A2"/>
    <w:rsid w:val="3D942193"/>
    <w:rsid w:val="3D946ECC"/>
    <w:rsid w:val="3D957D69"/>
    <w:rsid w:val="3D964C8F"/>
    <w:rsid w:val="3D995ED4"/>
    <w:rsid w:val="3D9A7D06"/>
    <w:rsid w:val="3D9B0B62"/>
    <w:rsid w:val="3D9C3064"/>
    <w:rsid w:val="3D9C7C64"/>
    <w:rsid w:val="3DA30E50"/>
    <w:rsid w:val="3DA410C7"/>
    <w:rsid w:val="3DA4301A"/>
    <w:rsid w:val="3DA56EB6"/>
    <w:rsid w:val="3DA8257F"/>
    <w:rsid w:val="3DA90CB8"/>
    <w:rsid w:val="3DAA4213"/>
    <w:rsid w:val="3DAB3E6F"/>
    <w:rsid w:val="3DAB7CED"/>
    <w:rsid w:val="3DAC6AEB"/>
    <w:rsid w:val="3DB3071B"/>
    <w:rsid w:val="3DB548E5"/>
    <w:rsid w:val="3DB91571"/>
    <w:rsid w:val="3DB92C4B"/>
    <w:rsid w:val="3DBD0C4E"/>
    <w:rsid w:val="3DBE5077"/>
    <w:rsid w:val="3DC16200"/>
    <w:rsid w:val="3DC20755"/>
    <w:rsid w:val="3DC21ACC"/>
    <w:rsid w:val="3DC7445D"/>
    <w:rsid w:val="3DCD0EFF"/>
    <w:rsid w:val="3DCE2380"/>
    <w:rsid w:val="3DCF243A"/>
    <w:rsid w:val="3DCF7E40"/>
    <w:rsid w:val="3DD015F3"/>
    <w:rsid w:val="3DD921AC"/>
    <w:rsid w:val="3DD97846"/>
    <w:rsid w:val="3DDB0217"/>
    <w:rsid w:val="3DDB71C8"/>
    <w:rsid w:val="3DDE023C"/>
    <w:rsid w:val="3DE177FA"/>
    <w:rsid w:val="3DE73272"/>
    <w:rsid w:val="3DEA7F20"/>
    <w:rsid w:val="3DF06FA7"/>
    <w:rsid w:val="3DF36944"/>
    <w:rsid w:val="3DF62042"/>
    <w:rsid w:val="3DF85A97"/>
    <w:rsid w:val="3DF94D29"/>
    <w:rsid w:val="3DFA66CF"/>
    <w:rsid w:val="3DFB1C70"/>
    <w:rsid w:val="3DFB5801"/>
    <w:rsid w:val="3DFC4806"/>
    <w:rsid w:val="3DFF2EEB"/>
    <w:rsid w:val="3DFF3054"/>
    <w:rsid w:val="3E0967E0"/>
    <w:rsid w:val="3E0A09E5"/>
    <w:rsid w:val="3E0C1737"/>
    <w:rsid w:val="3E0F3ABC"/>
    <w:rsid w:val="3E163B46"/>
    <w:rsid w:val="3E1B29CE"/>
    <w:rsid w:val="3E1D6CAC"/>
    <w:rsid w:val="3E1E0AE0"/>
    <w:rsid w:val="3E1F7D7A"/>
    <w:rsid w:val="3E216B33"/>
    <w:rsid w:val="3E2201F9"/>
    <w:rsid w:val="3E2337ED"/>
    <w:rsid w:val="3E237882"/>
    <w:rsid w:val="3E26618B"/>
    <w:rsid w:val="3E2943BF"/>
    <w:rsid w:val="3E297A79"/>
    <w:rsid w:val="3E2A4DC9"/>
    <w:rsid w:val="3E2F1F52"/>
    <w:rsid w:val="3E324643"/>
    <w:rsid w:val="3E34264E"/>
    <w:rsid w:val="3E38675C"/>
    <w:rsid w:val="3E39556D"/>
    <w:rsid w:val="3E3E14A3"/>
    <w:rsid w:val="3E45732D"/>
    <w:rsid w:val="3E460D64"/>
    <w:rsid w:val="3E485CD1"/>
    <w:rsid w:val="3E4C4A0C"/>
    <w:rsid w:val="3E4E6527"/>
    <w:rsid w:val="3E52063E"/>
    <w:rsid w:val="3E52404B"/>
    <w:rsid w:val="3E525E4E"/>
    <w:rsid w:val="3E60554F"/>
    <w:rsid w:val="3E61098A"/>
    <w:rsid w:val="3E632636"/>
    <w:rsid w:val="3E6375A8"/>
    <w:rsid w:val="3E6C0D73"/>
    <w:rsid w:val="3E6C1F4F"/>
    <w:rsid w:val="3E6C3D22"/>
    <w:rsid w:val="3E6D47FA"/>
    <w:rsid w:val="3E6F3229"/>
    <w:rsid w:val="3E754127"/>
    <w:rsid w:val="3E780302"/>
    <w:rsid w:val="3E851049"/>
    <w:rsid w:val="3E872B8A"/>
    <w:rsid w:val="3E880C8E"/>
    <w:rsid w:val="3E8B0A0A"/>
    <w:rsid w:val="3E8B1387"/>
    <w:rsid w:val="3E8F27F3"/>
    <w:rsid w:val="3E9058F0"/>
    <w:rsid w:val="3E951A68"/>
    <w:rsid w:val="3E9740E0"/>
    <w:rsid w:val="3E9745EF"/>
    <w:rsid w:val="3E985BF9"/>
    <w:rsid w:val="3E997057"/>
    <w:rsid w:val="3E9B311D"/>
    <w:rsid w:val="3E9B6FE3"/>
    <w:rsid w:val="3E9B79E2"/>
    <w:rsid w:val="3E9D7452"/>
    <w:rsid w:val="3EA22C55"/>
    <w:rsid w:val="3EA26DF8"/>
    <w:rsid w:val="3EA72E41"/>
    <w:rsid w:val="3EA8317E"/>
    <w:rsid w:val="3EAB4347"/>
    <w:rsid w:val="3EAD0BC8"/>
    <w:rsid w:val="3EAD4D89"/>
    <w:rsid w:val="3EAD7DD8"/>
    <w:rsid w:val="3EAE47A5"/>
    <w:rsid w:val="3EAF258F"/>
    <w:rsid w:val="3EB16EB1"/>
    <w:rsid w:val="3EB20EC2"/>
    <w:rsid w:val="3EB454A4"/>
    <w:rsid w:val="3EB8285E"/>
    <w:rsid w:val="3EB8724A"/>
    <w:rsid w:val="3EBF0C78"/>
    <w:rsid w:val="3ECA2825"/>
    <w:rsid w:val="3ECB7CE4"/>
    <w:rsid w:val="3ED01E7C"/>
    <w:rsid w:val="3ED5216B"/>
    <w:rsid w:val="3ED57BBC"/>
    <w:rsid w:val="3ED7114D"/>
    <w:rsid w:val="3ED84538"/>
    <w:rsid w:val="3ED947E8"/>
    <w:rsid w:val="3EDB6E13"/>
    <w:rsid w:val="3EDC6B61"/>
    <w:rsid w:val="3EDF20ED"/>
    <w:rsid w:val="3EE370A3"/>
    <w:rsid w:val="3EEE0404"/>
    <w:rsid w:val="3EF063B6"/>
    <w:rsid w:val="3EF15540"/>
    <w:rsid w:val="3EF2096E"/>
    <w:rsid w:val="3EF2158C"/>
    <w:rsid w:val="3EF2585D"/>
    <w:rsid w:val="3EF367FD"/>
    <w:rsid w:val="3EF73899"/>
    <w:rsid w:val="3EFC1346"/>
    <w:rsid w:val="3EFD20E6"/>
    <w:rsid w:val="3EFD789D"/>
    <w:rsid w:val="3F045B1F"/>
    <w:rsid w:val="3F046FFF"/>
    <w:rsid w:val="3F0E2F4B"/>
    <w:rsid w:val="3F1164D4"/>
    <w:rsid w:val="3F14487F"/>
    <w:rsid w:val="3F17678F"/>
    <w:rsid w:val="3F180740"/>
    <w:rsid w:val="3F184D75"/>
    <w:rsid w:val="3F1A0B0C"/>
    <w:rsid w:val="3F204BE8"/>
    <w:rsid w:val="3F205F0E"/>
    <w:rsid w:val="3F251129"/>
    <w:rsid w:val="3F2917B0"/>
    <w:rsid w:val="3F292AAE"/>
    <w:rsid w:val="3F2948BA"/>
    <w:rsid w:val="3F2E24C6"/>
    <w:rsid w:val="3F3514E5"/>
    <w:rsid w:val="3F364BE9"/>
    <w:rsid w:val="3F3C7B3F"/>
    <w:rsid w:val="3F3E3D29"/>
    <w:rsid w:val="3F3F232A"/>
    <w:rsid w:val="3F400738"/>
    <w:rsid w:val="3F400B99"/>
    <w:rsid w:val="3F4250C8"/>
    <w:rsid w:val="3F426DD4"/>
    <w:rsid w:val="3F436DD6"/>
    <w:rsid w:val="3F4F340E"/>
    <w:rsid w:val="3F546A4A"/>
    <w:rsid w:val="3F596F55"/>
    <w:rsid w:val="3F5A45D8"/>
    <w:rsid w:val="3F5C751F"/>
    <w:rsid w:val="3F5D0737"/>
    <w:rsid w:val="3F5E4E7C"/>
    <w:rsid w:val="3F5E729C"/>
    <w:rsid w:val="3F5F4FB5"/>
    <w:rsid w:val="3F605D56"/>
    <w:rsid w:val="3F664084"/>
    <w:rsid w:val="3F697227"/>
    <w:rsid w:val="3F6A4FA3"/>
    <w:rsid w:val="3F6B7304"/>
    <w:rsid w:val="3F6C106B"/>
    <w:rsid w:val="3F6C6B6D"/>
    <w:rsid w:val="3F6E167D"/>
    <w:rsid w:val="3F6F0F0E"/>
    <w:rsid w:val="3F722418"/>
    <w:rsid w:val="3F726B3B"/>
    <w:rsid w:val="3F727736"/>
    <w:rsid w:val="3F74060F"/>
    <w:rsid w:val="3F7A2277"/>
    <w:rsid w:val="3F8126F1"/>
    <w:rsid w:val="3F8175B8"/>
    <w:rsid w:val="3F85341F"/>
    <w:rsid w:val="3F8645E9"/>
    <w:rsid w:val="3F8843FE"/>
    <w:rsid w:val="3F886596"/>
    <w:rsid w:val="3F8A2C3A"/>
    <w:rsid w:val="3F8A6D5F"/>
    <w:rsid w:val="3F8B6C53"/>
    <w:rsid w:val="3F923A1F"/>
    <w:rsid w:val="3F97429C"/>
    <w:rsid w:val="3F9761E5"/>
    <w:rsid w:val="3F984AB4"/>
    <w:rsid w:val="3F984CB5"/>
    <w:rsid w:val="3F9A5BC1"/>
    <w:rsid w:val="3F9C2754"/>
    <w:rsid w:val="3F9D4666"/>
    <w:rsid w:val="3FA516AD"/>
    <w:rsid w:val="3FB31241"/>
    <w:rsid w:val="3FB3569A"/>
    <w:rsid w:val="3FB57423"/>
    <w:rsid w:val="3FB63095"/>
    <w:rsid w:val="3FB82D7C"/>
    <w:rsid w:val="3FB84055"/>
    <w:rsid w:val="3FB87949"/>
    <w:rsid w:val="3FBB3929"/>
    <w:rsid w:val="3FC41568"/>
    <w:rsid w:val="3FCD6929"/>
    <w:rsid w:val="3FCE1D91"/>
    <w:rsid w:val="3FD16A9A"/>
    <w:rsid w:val="3FD20C01"/>
    <w:rsid w:val="3FD5481F"/>
    <w:rsid w:val="3FD63691"/>
    <w:rsid w:val="3FD938F7"/>
    <w:rsid w:val="3FDA3F66"/>
    <w:rsid w:val="3FDA4C73"/>
    <w:rsid w:val="3FDB612D"/>
    <w:rsid w:val="3FDC6BB9"/>
    <w:rsid w:val="3FDF57BD"/>
    <w:rsid w:val="3FE47180"/>
    <w:rsid w:val="3FE70C7B"/>
    <w:rsid w:val="3FE77B77"/>
    <w:rsid w:val="3FEC21CD"/>
    <w:rsid w:val="3FF82259"/>
    <w:rsid w:val="3FF973E1"/>
    <w:rsid w:val="400043F1"/>
    <w:rsid w:val="40025BC0"/>
    <w:rsid w:val="401142DE"/>
    <w:rsid w:val="401F65FE"/>
    <w:rsid w:val="40201889"/>
    <w:rsid w:val="40222CA6"/>
    <w:rsid w:val="4024257C"/>
    <w:rsid w:val="402458ED"/>
    <w:rsid w:val="40256000"/>
    <w:rsid w:val="4025600B"/>
    <w:rsid w:val="402A3B94"/>
    <w:rsid w:val="402B4704"/>
    <w:rsid w:val="402C76F1"/>
    <w:rsid w:val="402E6B44"/>
    <w:rsid w:val="4031053F"/>
    <w:rsid w:val="4031512C"/>
    <w:rsid w:val="40351EAB"/>
    <w:rsid w:val="40365504"/>
    <w:rsid w:val="40367207"/>
    <w:rsid w:val="403954CD"/>
    <w:rsid w:val="40395685"/>
    <w:rsid w:val="403E172E"/>
    <w:rsid w:val="403E17E0"/>
    <w:rsid w:val="4042544F"/>
    <w:rsid w:val="40444E88"/>
    <w:rsid w:val="40445440"/>
    <w:rsid w:val="4045229D"/>
    <w:rsid w:val="40493763"/>
    <w:rsid w:val="404A2656"/>
    <w:rsid w:val="404A6E8E"/>
    <w:rsid w:val="404B4FB6"/>
    <w:rsid w:val="404E1C33"/>
    <w:rsid w:val="404E5DAA"/>
    <w:rsid w:val="40515279"/>
    <w:rsid w:val="40546593"/>
    <w:rsid w:val="405D1EFF"/>
    <w:rsid w:val="405D57A4"/>
    <w:rsid w:val="40616BF1"/>
    <w:rsid w:val="4065532B"/>
    <w:rsid w:val="4066044D"/>
    <w:rsid w:val="4068230D"/>
    <w:rsid w:val="406849B7"/>
    <w:rsid w:val="406C7662"/>
    <w:rsid w:val="406F08EC"/>
    <w:rsid w:val="4077395D"/>
    <w:rsid w:val="407815BB"/>
    <w:rsid w:val="407E67AB"/>
    <w:rsid w:val="40827552"/>
    <w:rsid w:val="40832079"/>
    <w:rsid w:val="40836909"/>
    <w:rsid w:val="40837186"/>
    <w:rsid w:val="4088514D"/>
    <w:rsid w:val="408F48E3"/>
    <w:rsid w:val="40907BBC"/>
    <w:rsid w:val="4091119B"/>
    <w:rsid w:val="40913D4E"/>
    <w:rsid w:val="40945867"/>
    <w:rsid w:val="409512C0"/>
    <w:rsid w:val="409529D1"/>
    <w:rsid w:val="40963944"/>
    <w:rsid w:val="409A4F15"/>
    <w:rsid w:val="409E0FFB"/>
    <w:rsid w:val="409E3417"/>
    <w:rsid w:val="409F0464"/>
    <w:rsid w:val="409F0951"/>
    <w:rsid w:val="409F3EEC"/>
    <w:rsid w:val="40A40784"/>
    <w:rsid w:val="40A531B8"/>
    <w:rsid w:val="40A571AD"/>
    <w:rsid w:val="40A93A65"/>
    <w:rsid w:val="40AE2BB6"/>
    <w:rsid w:val="40AE7A07"/>
    <w:rsid w:val="40AF53B6"/>
    <w:rsid w:val="40B019C3"/>
    <w:rsid w:val="40B126F8"/>
    <w:rsid w:val="40B12DFE"/>
    <w:rsid w:val="40B21C67"/>
    <w:rsid w:val="40B4747A"/>
    <w:rsid w:val="40B71AC7"/>
    <w:rsid w:val="40C707FC"/>
    <w:rsid w:val="40C854DD"/>
    <w:rsid w:val="40C87AF0"/>
    <w:rsid w:val="40C97EBF"/>
    <w:rsid w:val="40CC4E24"/>
    <w:rsid w:val="40CD72BD"/>
    <w:rsid w:val="40D2174D"/>
    <w:rsid w:val="40D30BD6"/>
    <w:rsid w:val="40D53EDA"/>
    <w:rsid w:val="40D57E20"/>
    <w:rsid w:val="40DE17E0"/>
    <w:rsid w:val="40E02916"/>
    <w:rsid w:val="40E04842"/>
    <w:rsid w:val="40E0580F"/>
    <w:rsid w:val="40E66090"/>
    <w:rsid w:val="40E8393C"/>
    <w:rsid w:val="40E94576"/>
    <w:rsid w:val="40EA00BC"/>
    <w:rsid w:val="40F7331F"/>
    <w:rsid w:val="40F76F12"/>
    <w:rsid w:val="40F906E0"/>
    <w:rsid w:val="40FD1744"/>
    <w:rsid w:val="41016264"/>
    <w:rsid w:val="41024EDE"/>
    <w:rsid w:val="410723DE"/>
    <w:rsid w:val="410D55A8"/>
    <w:rsid w:val="4110419D"/>
    <w:rsid w:val="41117325"/>
    <w:rsid w:val="41203D94"/>
    <w:rsid w:val="41275DC0"/>
    <w:rsid w:val="41290649"/>
    <w:rsid w:val="41290FFA"/>
    <w:rsid w:val="412A2C89"/>
    <w:rsid w:val="412C1560"/>
    <w:rsid w:val="412D61D1"/>
    <w:rsid w:val="412E1C87"/>
    <w:rsid w:val="412F4B6F"/>
    <w:rsid w:val="41335A5D"/>
    <w:rsid w:val="4137765B"/>
    <w:rsid w:val="413C533F"/>
    <w:rsid w:val="413E5895"/>
    <w:rsid w:val="413F3601"/>
    <w:rsid w:val="4141334C"/>
    <w:rsid w:val="41426D18"/>
    <w:rsid w:val="415356E0"/>
    <w:rsid w:val="4162791C"/>
    <w:rsid w:val="416770D7"/>
    <w:rsid w:val="416B46DC"/>
    <w:rsid w:val="416D1310"/>
    <w:rsid w:val="41712E6D"/>
    <w:rsid w:val="417470D5"/>
    <w:rsid w:val="41747C57"/>
    <w:rsid w:val="417567AB"/>
    <w:rsid w:val="417C0E72"/>
    <w:rsid w:val="417D182F"/>
    <w:rsid w:val="417F0CB6"/>
    <w:rsid w:val="41821389"/>
    <w:rsid w:val="418219D8"/>
    <w:rsid w:val="41874B51"/>
    <w:rsid w:val="418904F6"/>
    <w:rsid w:val="418B0690"/>
    <w:rsid w:val="4192292A"/>
    <w:rsid w:val="419535F8"/>
    <w:rsid w:val="419677F2"/>
    <w:rsid w:val="41980D66"/>
    <w:rsid w:val="419A521D"/>
    <w:rsid w:val="419B107E"/>
    <w:rsid w:val="419F0BD7"/>
    <w:rsid w:val="41A04A64"/>
    <w:rsid w:val="41A24393"/>
    <w:rsid w:val="41A51363"/>
    <w:rsid w:val="41A56C30"/>
    <w:rsid w:val="41AD42BB"/>
    <w:rsid w:val="41B3251C"/>
    <w:rsid w:val="41B61B5A"/>
    <w:rsid w:val="41B642EE"/>
    <w:rsid w:val="41B961EA"/>
    <w:rsid w:val="41BB384C"/>
    <w:rsid w:val="41BB65AF"/>
    <w:rsid w:val="41C02BF3"/>
    <w:rsid w:val="41C21191"/>
    <w:rsid w:val="41C24B18"/>
    <w:rsid w:val="41C33153"/>
    <w:rsid w:val="41C4633D"/>
    <w:rsid w:val="41C5331A"/>
    <w:rsid w:val="41CB58AD"/>
    <w:rsid w:val="41CC7C9F"/>
    <w:rsid w:val="41CE30F5"/>
    <w:rsid w:val="41CF1351"/>
    <w:rsid w:val="41CF56D7"/>
    <w:rsid w:val="41D66CDC"/>
    <w:rsid w:val="41DB0ED3"/>
    <w:rsid w:val="41DC5AA5"/>
    <w:rsid w:val="41DE5830"/>
    <w:rsid w:val="41DE6C9D"/>
    <w:rsid w:val="41E01D88"/>
    <w:rsid w:val="41E14A37"/>
    <w:rsid w:val="41E30103"/>
    <w:rsid w:val="41E50236"/>
    <w:rsid w:val="41E509F8"/>
    <w:rsid w:val="41E51D72"/>
    <w:rsid w:val="41E81489"/>
    <w:rsid w:val="41EC3350"/>
    <w:rsid w:val="41EC4CCE"/>
    <w:rsid w:val="41EE2A8B"/>
    <w:rsid w:val="41F17052"/>
    <w:rsid w:val="41F42E8E"/>
    <w:rsid w:val="41F64D14"/>
    <w:rsid w:val="420477F9"/>
    <w:rsid w:val="420629A3"/>
    <w:rsid w:val="42094D05"/>
    <w:rsid w:val="420B29B2"/>
    <w:rsid w:val="420B56CB"/>
    <w:rsid w:val="420C2FE8"/>
    <w:rsid w:val="420C68FA"/>
    <w:rsid w:val="420F19EA"/>
    <w:rsid w:val="42116C64"/>
    <w:rsid w:val="4217056E"/>
    <w:rsid w:val="42177C6A"/>
    <w:rsid w:val="421837C0"/>
    <w:rsid w:val="421A36B9"/>
    <w:rsid w:val="421E21FB"/>
    <w:rsid w:val="42216CE5"/>
    <w:rsid w:val="42231BA3"/>
    <w:rsid w:val="42245F99"/>
    <w:rsid w:val="42271214"/>
    <w:rsid w:val="422B1ADF"/>
    <w:rsid w:val="422C602D"/>
    <w:rsid w:val="422E5B56"/>
    <w:rsid w:val="42303029"/>
    <w:rsid w:val="42334D1E"/>
    <w:rsid w:val="42352595"/>
    <w:rsid w:val="42353B26"/>
    <w:rsid w:val="423568C9"/>
    <w:rsid w:val="423A3A0C"/>
    <w:rsid w:val="423D52F3"/>
    <w:rsid w:val="42401ED4"/>
    <w:rsid w:val="42415215"/>
    <w:rsid w:val="42435B3B"/>
    <w:rsid w:val="42456E2B"/>
    <w:rsid w:val="424868BD"/>
    <w:rsid w:val="42496651"/>
    <w:rsid w:val="424C4093"/>
    <w:rsid w:val="424F3AA1"/>
    <w:rsid w:val="42530DEA"/>
    <w:rsid w:val="42542CF2"/>
    <w:rsid w:val="42553500"/>
    <w:rsid w:val="42570F12"/>
    <w:rsid w:val="425743F9"/>
    <w:rsid w:val="42584740"/>
    <w:rsid w:val="42585118"/>
    <w:rsid w:val="425A7E79"/>
    <w:rsid w:val="425F7269"/>
    <w:rsid w:val="42613451"/>
    <w:rsid w:val="42637213"/>
    <w:rsid w:val="426378B9"/>
    <w:rsid w:val="4266066B"/>
    <w:rsid w:val="4266367A"/>
    <w:rsid w:val="42711517"/>
    <w:rsid w:val="427147EE"/>
    <w:rsid w:val="42723E5E"/>
    <w:rsid w:val="4276671F"/>
    <w:rsid w:val="427C7C8F"/>
    <w:rsid w:val="427D7EDE"/>
    <w:rsid w:val="427E54B9"/>
    <w:rsid w:val="428363DA"/>
    <w:rsid w:val="4285152B"/>
    <w:rsid w:val="4285344C"/>
    <w:rsid w:val="428805AC"/>
    <w:rsid w:val="428D0730"/>
    <w:rsid w:val="42935BEE"/>
    <w:rsid w:val="42947B00"/>
    <w:rsid w:val="4295378A"/>
    <w:rsid w:val="429746CE"/>
    <w:rsid w:val="429902A4"/>
    <w:rsid w:val="429B025E"/>
    <w:rsid w:val="429B39E2"/>
    <w:rsid w:val="429D1B76"/>
    <w:rsid w:val="429D3094"/>
    <w:rsid w:val="429E5C5A"/>
    <w:rsid w:val="42A1339D"/>
    <w:rsid w:val="42A365FE"/>
    <w:rsid w:val="42A7053A"/>
    <w:rsid w:val="42A8378F"/>
    <w:rsid w:val="42AE0C5A"/>
    <w:rsid w:val="42AE7A86"/>
    <w:rsid w:val="42B056F3"/>
    <w:rsid w:val="42B06970"/>
    <w:rsid w:val="42B156B3"/>
    <w:rsid w:val="42B912A2"/>
    <w:rsid w:val="42BC22E4"/>
    <w:rsid w:val="42BC2CFF"/>
    <w:rsid w:val="42BE2EA7"/>
    <w:rsid w:val="42BF07BF"/>
    <w:rsid w:val="42C70B7F"/>
    <w:rsid w:val="42C80B91"/>
    <w:rsid w:val="42C95A55"/>
    <w:rsid w:val="42CB60D5"/>
    <w:rsid w:val="42CD1BF4"/>
    <w:rsid w:val="42CE39E3"/>
    <w:rsid w:val="42D01270"/>
    <w:rsid w:val="42D24C12"/>
    <w:rsid w:val="42D655AF"/>
    <w:rsid w:val="42DA15E2"/>
    <w:rsid w:val="42DC5A1C"/>
    <w:rsid w:val="42DF05D7"/>
    <w:rsid w:val="42DF2326"/>
    <w:rsid w:val="42E21840"/>
    <w:rsid w:val="42E25D01"/>
    <w:rsid w:val="42EE7134"/>
    <w:rsid w:val="42F04C21"/>
    <w:rsid w:val="42F163CF"/>
    <w:rsid w:val="42F35A60"/>
    <w:rsid w:val="42F430FC"/>
    <w:rsid w:val="42F715C2"/>
    <w:rsid w:val="42F82666"/>
    <w:rsid w:val="42FA441B"/>
    <w:rsid w:val="42FD3FA2"/>
    <w:rsid w:val="43074563"/>
    <w:rsid w:val="4308172C"/>
    <w:rsid w:val="43096B1F"/>
    <w:rsid w:val="430F1AAE"/>
    <w:rsid w:val="431063F7"/>
    <w:rsid w:val="43115D60"/>
    <w:rsid w:val="43121A9A"/>
    <w:rsid w:val="4317522E"/>
    <w:rsid w:val="431C39FA"/>
    <w:rsid w:val="431C43A1"/>
    <w:rsid w:val="431F6C55"/>
    <w:rsid w:val="432308BF"/>
    <w:rsid w:val="43230E78"/>
    <w:rsid w:val="43231E38"/>
    <w:rsid w:val="43264809"/>
    <w:rsid w:val="432807A2"/>
    <w:rsid w:val="432C12B8"/>
    <w:rsid w:val="432E6F94"/>
    <w:rsid w:val="433170A5"/>
    <w:rsid w:val="4332741B"/>
    <w:rsid w:val="433459A6"/>
    <w:rsid w:val="433930A9"/>
    <w:rsid w:val="43393CAA"/>
    <w:rsid w:val="4339478C"/>
    <w:rsid w:val="43426AAE"/>
    <w:rsid w:val="434673E6"/>
    <w:rsid w:val="434C5BD8"/>
    <w:rsid w:val="434F410A"/>
    <w:rsid w:val="435D10BC"/>
    <w:rsid w:val="435D6AEB"/>
    <w:rsid w:val="43607031"/>
    <w:rsid w:val="43632C30"/>
    <w:rsid w:val="43670BF0"/>
    <w:rsid w:val="436800AB"/>
    <w:rsid w:val="436A59C9"/>
    <w:rsid w:val="436B5434"/>
    <w:rsid w:val="436C2F33"/>
    <w:rsid w:val="436D43CF"/>
    <w:rsid w:val="43711841"/>
    <w:rsid w:val="43717BE5"/>
    <w:rsid w:val="437A330B"/>
    <w:rsid w:val="437B524E"/>
    <w:rsid w:val="437F6047"/>
    <w:rsid w:val="438648B9"/>
    <w:rsid w:val="438668BC"/>
    <w:rsid w:val="438679D5"/>
    <w:rsid w:val="43872DC6"/>
    <w:rsid w:val="43880D56"/>
    <w:rsid w:val="43903C48"/>
    <w:rsid w:val="4391076F"/>
    <w:rsid w:val="43921BE0"/>
    <w:rsid w:val="439332E0"/>
    <w:rsid w:val="439471BB"/>
    <w:rsid w:val="43995CAC"/>
    <w:rsid w:val="4399695C"/>
    <w:rsid w:val="43A04A9D"/>
    <w:rsid w:val="43A40A26"/>
    <w:rsid w:val="43A47B29"/>
    <w:rsid w:val="43A64D95"/>
    <w:rsid w:val="43A77B47"/>
    <w:rsid w:val="43AA7F28"/>
    <w:rsid w:val="43AF3D50"/>
    <w:rsid w:val="43AF4647"/>
    <w:rsid w:val="43B11B1E"/>
    <w:rsid w:val="43B159E3"/>
    <w:rsid w:val="43B176EB"/>
    <w:rsid w:val="43B40BC4"/>
    <w:rsid w:val="43B622A4"/>
    <w:rsid w:val="43B814F2"/>
    <w:rsid w:val="43BF2544"/>
    <w:rsid w:val="43BF349D"/>
    <w:rsid w:val="43C502F3"/>
    <w:rsid w:val="43C57CC5"/>
    <w:rsid w:val="43C77A15"/>
    <w:rsid w:val="43C84E10"/>
    <w:rsid w:val="43C901EE"/>
    <w:rsid w:val="43CD4986"/>
    <w:rsid w:val="43D069A2"/>
    <w:rsid w:val="43D11EF4"/>
    <w:rsid w:val="43D14FF5"/>
    <w:rsid w:val="43D41140"/>
    <w:rsid w:val="43D42F3D"/>
    <w:rsid w:val="43D465A7"/>
    <w:rsid w:val="43D56D98"/>
    <w:rsid w:val="43D636B2"/>
    <w:rsid w:val="43D861BE"/>
    <w:rsid w:val="43DA4D68"/>
    <w:rsid w:val="43E024F5"/>
    <w:rsid w:val="43E06E18"/>
    <w:rsid w:val="43E60A82"/>
    <w:rsid w:val="43E92DD3"/>
    <w:rsid w:val="43F111CB"/>
    <w:rsid w:val="43F130DE"/>
    <w:rsid w:val="43F2318F"/>
    <w:rsid w:val="43F2782A"/>
    <w:rsid w:val="43F80BBA"/>
    <w:rsid w:val="43FD0D14"/>
    <w:rsid w:val="43FE580D"/>
    <w:rsid w:val="44017F42"/>
    <w:rsid w:val="44031FD6"/>
    <w:rsid w:val="440450C4"/>
    <w:rsid w:val="44047352"/>
    <w:rsid w:val="440614DA"/>
    <w:rsid w:val="44085417"/>
    <w:rsid w:val="440C7C49"/>
    <w:rsid w:val="440E66CB"/>
    <w:rsid w:val="4410017D"/>
    <w:rsid w:val="441266D0"/>
    <w:rsid w:val="441923FB"/>
    <w:rsid w:val="441B16F5"/>
    <w:rsid w:val="441B5C7D"/>
    <w:rsid w:val="441F6691"/>
    <w:rsid w:val="442174AE"/>
    <w:rsid w:val="44282D42"/>
    <w:rsid w:val="44293E2E"/>
    <w:rsid w:val="443076A6"/>
    <w:rsid w:val="4433513F"/>
    <w:rsid w:val="44363339"/>
    <w:rsid w:val="443A4763"/>
    <w:rsid w:val="443A68EB"/>
    <w:rsid w:val="443F6748"/>
    <w:rsid w:val="44423BA1"/>
    <w:rsid w:val="44432C20"/>
    <w:rsid w:val="444448DF"/>
    <w:rsid w:val="44445C52"/>
    <w:rsid w:val="44453BCD"/>
    <w:rsid w:val="44473DCC"/>
    <w:rsid w:val="44491AC5"/>
    <w:rsid w:val="444E4BAF"/>
    <w:rsid w:val="444F0D82"/>
    <w:rsid w:val="44511706"/>
    <w:rsid w:val="445278B6"/>
    <w:rsid w:val="44576229"/>
    <w:rsid w:val="44591D80"/>
    <w:rsid w:val="445921D9"/>
    <w:rsid w:val="445C5817"/>
    <w:rsid w:val="445C6121"/>
    <w:rsid w:val="445D5516"/>
    <w:rsid w:val="445E5BB1"/>
    <w:rsid w:val="446207E8"/>
    <w:rsid w:val="44642D4D"/>
    <w:rsid w:val="44655272"/>
    <w:rsid w:val="446C7E99"/>
    <w:rsid w:val="446D477C"/>
    <w:rsid w:val="446E2DE7"/>
    <w:rsid w:val="446F3314"/>
    <w:rsid w:val="44700240"/>
    <w:rsid w:val="447205A6"/>
    <w:rsid w:val="44755D90"/>
    <w:rsid w:val="44766ADA"/>
    <w:rsid w:val="44793523"/>
    <w:rsid w:val="44793670"/>
    <w:rsid w:val="447E3099"/>
    <w:rsid w:val="447F44B5"/>
    <w:rsid w:val="44861B40"/>
    <w:rsid w:val="44875767"/>
    <w:rsid w:val="448B4C54"/>
    <w:rsid w:val="448B773B"/>
    <w:rsid w:val="448E1C1A"/>
    <w:rsid w:val="44921129"/>
    <w:rsid w:val="44965EAF"/>
    <w:rsid w:val="44970939"/>
    <w:rsid w:val="449D4FF5"/>
    <w:rsid w:val="449F5494"/>
    <w:rsid w:val="44A055D4"/>
    <w:rsid w:val="44A22726"/>
    <w:rsid w:val="44A26625"/>
    <w:rsid w:val="44A73830"/>
    <w:rsid w:val="44A81FD8"/>
    <w:rsid w:val="44B0482B"/>
    <w:rsid w:val="44B56441"/>
    <w:rsid w:val="44B73782"/>
    <w:rsid w:val="44BA2C23"/>
    <w:rsid w:val="44BD4F4D"/>
    <w:rsid w:val="44BE28A7"/>
    <w:rsid w:val="44C04EF9"/>
    <w:rsid w:val="44C162BC"/>
    <w:rsid w:val="44C334CF"/>
    <w:rsid w:val="44C44200"/>
    <w:rsid w:val="44C800D5"/>
    <w:rsid w:val="44C9705F"/>
    <w:rsid w:val="44CA2F7B"/>
    <w:rsid w:val="44CD074F"/>
    <w:rsid w:val="44D0081B"/>
    <w:rsid w:val="44D130B5"/>
    <w:rsid w:val="44D130B6"/>
    <w:rsid w:val="44D17CFA"/>
    <w:rsid w:val="44DE4BD1"/>
    <w:rsid w:val="44E347D3"/>
    <w:rsid w:val="44E4587A"/>
    <w:rsid w:val="44E816C4"/>
    <w:rsid w:val="44EE5D52"/>
    <w:rsid w:val="44F153C1"/>
    <w:rsid w:val="44F24FEA"/>
    <w:rsid w:val="44F40CDD"/>
    <w:rsid w:val="44F81273"/>
    <w:rsid w:val="44F81821"/>
    <w:rsid w:val="44F90950"/>
    <w:rsid w:val="44FB0376"/>
    <w:rsid w:val="44FC6C29"/>
    <w:rsid w:val="450138D8"/>
    <w:rsid w:val="45044C0F"/>
    <w:rsid w:val="45052B9C"/>
    <w:rsid w:val="450629AD"/>
    <w:rsid w:val="45066713"/>
    <w:rsid w:val="4509313D"/>
    <w:rsid w:val="450A0A26"/>
    <w:rsid w:val="450E4774"/>
    <w:rsid w:val="451738A1"/>
    <w:rsid w:val="451A66DE"/>
    <w:rsid w:val="451E1D19"/>
    <w:rsid w:val="45202DF8"/>
    <w:rsid w:val="45211B4B"/>
    <w:rsid w:val="45234463"/>
    <w:rsid w:val="452513E8"/>
    <w:rsid w:val="452929CB"/>
    <w:rsid w:val="45311D75"/>
    <w:rsid w:val="45351947"/>
    <w:rsid w:val="4537351D"/>
    <w:rsid w:val="45392F6E"/>
    <w:rsid w:val="4539434A"/>
    <w:rsid w:val="453A4FE0"/>
    <w:rsid w:val="453D13A2"/>
    <w:rsid w:val="453D2E2B"/>
    <w:rsid w:val="454074C9"/>
    <w:rsid w:val="45416A23"/>
    <w:rsid w:val="454206CE"/>
    <w:rsid w:val="45430E56"/>
    <w:rsid w:val="454518A8"/>
    <w:rsid w:val="4549488C"/>
    <w:rsid w:val="454B479D"/>
    <w:rsid w:val="454E49F2"/>
    <w:rsid w:val="4551425A"/>
    <w:rsid w:val="4551790C"/>
    <w:rsid w:val="4556678A"/>
    <w:rsid w:val="45570B70"/>
    <w:rsid w:val="45576A11"/>
    <w:rsid w:val="4559799E"/>
    <w:rsid w:val="45597D3E"/>
    <w:rsid w:val="455E5259"/>
    <w:rsid w:val="456021D7"/>
    <w:rsid w:val="4562085B"/>
    <w:rsid w:val="45625DD2"/>
    <w:rsid w:val="45634A9D"/>
    <w:rsid w:val="456457C7"/>
    <w:rsid w:val="45687775"/>
    <w:rsid w:val="4569340D"/>
    <w:rsid w:val="456F24A8"/>
    <w:rsid w:val="456F310F"/>
    <w:rsid w:val="45703C29"/>
    <w:rsid w:val="45707865"/>
    <w:rsid w:val="45714169"/>
    <w:rsid w:val="457260E3"/>
    <w:rsid w:val="4574129A"/>
    <w:rsid w:val="45756F5C"/>
    <w:rsid w:val="45780084"/>
    <w:rsid w:val="45795A95"/>
    <w:rsid w:val="458C1A7C"/>
    <w:rsid w:val="458D2F74"/>
    <w:rsid w:val="458E7B3D"/>
    <w:rsid w:val="45914F1D"/>
    <w:rsid w:val="459171BB"/>
    <w:rsid w:val="45945DEF"/>
    <w:rsid w:val="459617C1"/>
    <w:rsid w:val="45961BDC"/>
    <w:rsid w:val="4596731F"/>
    <w:rsid w:val="45967E21"/>
    <w:rsid w:val="45A12FC7"/>
    <w:rsid w:val="45A64070"/>
    <w:rsid w:val="45A6795B"/>
    <w:rsid w:val="45AE0B37"/>
    <w:rsid w:val="45B00AB4"/>
    <w:rsid w:val="45B01840"/>
    <w:rsid w:val="45B07F72"/>
    <w:rsid w:val="45B238F7"/>
    <w:rsid w:val="45B523CE"/>
    <w:rsid w:val="45B70563"/>
    <w:rsid w:val="45B7756E"/>
    <w:rsid w:val="45B86A89"/>
    <w:rsid w:val="45BA2862"/>
    <w:rsid w:val="45BB1F0D"/>
    <w:rsid w:val="45BE46A4"/>
    <w:rsid w:val="45C35EBB"/>
    <w:rsid w:val="45C4134E"/>
    <w:rsid w:val="45C426C2"/>
    <w:rsid w:val="45C56BCC"/>
    <w:rsid w:val="45CB1B25"/>
    <w:rsid w:val="45CC1CCD"/>
    <w:rsid w:val="45CE0AB6"/>
    <w:rsid w:val="45D03241"/>
    <w:rsid w:val="45D2099D"/>
    <w:rsid w:val="45D2650F"/>
    <w:rsid w:val="45D71353"/>
    <w:rsid w:val="45DA2AE8"/>
    <w:rsid w:val="45DA6055"/>
    <w:rsid w:val="45E06EE1"/>
    <w:rsid w:val="45E20399"/>
    <w:rsid w:val="45E24374"/>
    <w:rsid w:val="45E602D9"/>
    <w:rsid w:val="45E80783"/>
    <w:rsid w:val="45E85314"/>
    <w:rsid w:val="45E902A9"/>
    <w:rsid w:val="45EC037C"/>
    <w:rsid w:val="45ED67FC"/>
    <w:rsid w:val="45EE610D"/>
    <w:rsid w:val="45F17311"/>
    <w:rsid w:val="45F30C49"/>
    <w:rsid w:val="45F338EF"/>
    <w:rsid w:val="45F578D5"/>
    <w:rsid w:val="45F72AB3"/>
    <w:rsid w:val="45F870CA"/>
    <w:rsid w:val="46011AEB"/>
    <w:rsid w:val="46067AC2"/>
    <w:rsid w:val="46085491"/>
    <w:rsid w:val="460D00F8"/>
    <w:rsid w:val="46116775"/>
    <w:rsid w:val="461278FE"/>
    <w:rsid w:val="46184721"/>
    <w:rsid w:val="461A72BC"/>
    <w:rsid w:val="461B7858"/>
    <w:rsid w:val="461D4524"/>
    <w:rsid w:val="46215792"/>
    <w:rsid w:val="46247920"/>
    <w:rsid w:val="462D17D3"/>
    <w:rsid w:val="463202E9"/>
    <w:rsid w:val="463267B7"/>
    <w:rsid w:val="46335711"/>
    <w:rsid w:val="46364E90"/>
    <w:rsid w:val="46370FFF"/>
    <w:rsid w:val="463B1A8A"/>
    <w:rsid w:val="463B7534"/>
    <w:rsid w:val="463C39AB"/>
    <w:rsid w:val="463D2CD8"/>
    <w:rsid w:val="464163C8"/>
    <w:rsid w:val="46434CF7"/>
    <w:rsid w:val="46443160"/>
    <w:rsid w:val="4645166D"/>
    <w:rsid w:val="464B4867"/>
    <w:rsid w:val="464E126E"/>
    <w:rsid w:val="464F1E63"/>
    <w:rsid w:val="4650214F"/>
    <w:rsid w:val="4650787F"/>
    <w:rsid w:val="465652FD"/>
    <w:rsid w:val="465917D2"/>
    <w:rsid w:val="46606E1D"/>
    <w:rsid w:val="4661752B"/>
    <w:rsid w:val="4662513B"/>
    <w:rsid w:val="466256F5"/>
    <w:rsid w:val="466326C9"/>
    <w:rsid w:val="4664159C"/>
    <w:rsid w:val="4667633F"/>
    <w:rsid w:val="4668417C"/>
    <w:rsid w:val="466C7713"/>
    <w:rsid w:val="467531A8"/>
    <w:rsid w:val="467C1DDD"/>
    <w:rsid w:val="467D1B59"/>
    <w:rsid w:val="467D3078"/>
    <w:rsid w:val="467E092C"/>
    <w:rsid w:val="467F2408"/>
    <w:rsid w:val="468211C1"/>
    <w:rsid w:val="468A1E26"/>
    <w:rsid w:val="468C05BC"/>
    <w:rsid w:val="468E3106"/>
    <w:rsid w:val="468E58B3"/>
    <w:rsid w:val="468F45A1"/>
    <w:rsid w:val="468F5CDF"/>
    <w:rsid w:val="46904ED8"/>
    <w:rsid w:val="469263C4"/>
    <w:rsid w:val="469B00DB"/>
    <w:rsid w:val="469B602E"/>
    <w:rsid w:val="469D78F6"/>
    <w:rsid w:val="469E3B9A"/>
    <w:rsid w:val="46A058D0"/>
    <w:rsid w:val="46A05BD3"/>
    <w:rsid w:val="46A3452D"/>
    <w:rsid w:val="46B16F64"/>
    <w:rsid w:val="46B6340F"/>
    <w:rsid w:val="46B97E10"/>
    <w:rsid w:val="46BE0C3A"/>
    <w:rsid w:val="46BE6879"/>
    <w:rsid w:val="46C31DCE"/>
    <w:rsid w:val="46C71553"/>
    <w:rsid w:val="46C747C4"/>
    <w:rsid w:val="46CD444C"/>
    <w:rsid w:val="46CE6E80"/>
    <w:rsid w:val="46CE7D10"/>
    <w:rsid w:val="46D20F61"/>
    <w:rsid w:val="46D67171"/>
    <w:rsid w:val="46D67EFE"/>
    <w:rsid w:val="46D71545"/>
    <w:rsid w:val="46D73E8F"/>
    <w:rsid w:val="46D740EB"/>
    <w:rsid w:val="46D7616E"/>
    <w:rsid w:val="46D8571C"/>
    <w:rsid w:val="46DF4954"/>
    <w:rsid w:val="46E2403B"/>
    <w:rsid w:val="46EA163D"/>
    <w:rsid w:val="46EA4245"/>
    <w:rsid w:val="46EA71E6"/>
    <w:rsid w:val="46EB527A"/>
    <w:rsid w:val="46EB7687"/>
    <w:rsid w:val="46EC4F75"/>
    <w:rsid w:val="46EF2689"/>
    <w:rsid w:val="46F04328"/>
    <w:rsid w:val="46F1693A"/>
    <w:rsid w:val="46F34F28"/>
    <w:rsid w:val="46F42981"/>
    <w:rsid w:val="46F667FD"/>
    <w:rsid w:val="46F67DCC"/>
    <w:rsid w:val="46F85EC2"/>
    <w:rsid w:val="46FA52D3"/>
    <w:rsid w:val="46FA5DAA"/>
    <w:rsid w:val="46FC2093"/>
    <w:rsid w:val="47000101"/>
    <w:rsid w:val="4701137B"/>
    <w:rsid w:val="47017E2F"/>
    <w:rsid w:val="47041C3F"/>
    <w:rsid w:val="47060786"/>
    <w:rsid w:val="47080690"/>
    <w:rsid w:val="470C149B"/>
    <w:rsid w:val="470E0E38"/>
    <w:rsid w:val="470F1411"/>
    <w:rsid w:val="471003A4"/>
    <w:rsid w:val="47150ABD"/>
    <w:rsid w:val="47173C6F"/>
    <w:rsid w:val="47191805"/>
    <w:rsid w:val="471E69B8"/>
    <w:rsid w:val="47204899"/>
    <w:rsid w:val="4721392F"/>
    <w:rsid w:val="472162D4"/>
    <w:rsid w:val="47231E15"/>
    <w:rsid w:val="47281148"/>
    <w:rsid w:val="47292DE9"/>
    <w:rsid w:val="472A08BB"/>
    <w:rsid w:val="472A510D"/>
    <w:rsid w:val="472C7104"/>
    <w:rsid w:val="472D0E49"/>
    <w:rsid w:val="472F15E5"/>
    <w:rsid w:val="47305D3E"/>
    <w:rsid w:val="47323C6E"/>
    <w:rsid w:val="47330668"/>
    <w:rsid w:val="4735652D"/>
    <w:rsid w:val="4738394B"/>
    <w:rsid w:val="47392AA6"/>
    <w:rsid w:val="473B1157"/>
    <w:rsid w:val="473D31B0"/>
    <w:rsid w:val="473D372E"/>
    <w:rsid w:val="474164CE"/>
    <w:rsid w:val="47422724"/>
    <w:rsid w:val="47434221"/>
    <w:rsid w:val="47452D57"/>
    <w:rsid w:val="47477880"/>
    <w:rsid w:val="474814A0"/>
    <w:rsid w:val="474C7729"/>
    <w:rsid w:val="474D035C"/>
    <w:rsid w:val="474F6C76"/>
    <w:rsid w:val="475078F6"/>
    <w:rsid w:val="47564E5E"/>
    <w:rsid w:val="47571A61"/>
    <w:rsid w:val="475769E0"/>
    <w:rsid w:val="475833DE"/>
    <w:rsid w:val="47592BFC"/>
    <w:rsid w:val="475A2FEC"/>
    <w:rsid w:val="475D48D4"/>
    <w:rsid w:val="475F2506"/>
    <w:rsid w:val="476B3580"/>
    <w:rsid w:val="476C1EC6"/>
    <w:rsid w:val="476E1C63"/>
    <w:rsid w:val="47701863"/>
    <w:rsid w:val="477172BD"/>
    <w:rsid w:val="47730F98"/>
    <w:rsid w:val="47736C00"/>
    <w:rsid w:val="4775406A"/>
    <w:rsid w:val="47762CC1"/>
    <w:rsid w:val="47770149"/>
    <w:rsid w:val="47776707"/>
    <w:rsid w:val="47796B84"/>
    <w:rsid w:val="477D03FE"/>
    <w:rsid w:val="477D1938"/>
    <w:rsid w:val="4786621F"/>
    <w:rsid w:val="47876DA1"/>
    <w:rsid w:val="478D7016"/>
    <w:rsid w:val="478E1741"/>
    <w:rsid w:val="478E270D"/>
    <w:rsid w:val="478F4A56"/>
    <w:rsid w:val="47970BEA"/>
    <w:rsid w:val="479819D6"/>
    <w:rsid w:val="479A7A48"/>
    <w:rsid w:val="479B2737"/>
    <w:rsid w:val="479D1124"/>
    <w:rsid w:val="479E5670"/>
    <w:rsid w:val="47A11B67"/>
    <w:rsid w:val="47A14166"/>
    <w:rsid w:val="47A14DF9"/>
    <w:rsid w:val="47A260F8"/>
    <w:rsid w:val="47A266F6"/>
    <w:rsid w:val="47A32855"/>
    <w:rsid w:val="47A51104"/>
    <w:rsid w:val="47A808CD"/>
    <w:rsid w:val="47AE4DE8"/>
    <w:rsid w:val="47B2671E"/>
    <w:rsid w:val="47B52652"/>
    <w:rsid w:val="47B6003E"/>
    <w:rsid w:val="47BA762B"/>
    <w:rsid w:val="47BD4F6D"/>
    <w:rsid w:val="47C267F1"/>
    <w:rsid w:val="47C73FAC"/>
    <w:rsid w:val="47C96BF9"/>
    <w:rsid w:val="47CC728B"/>
    <w:rsid w:val="47CD6249"/>
    <w:rsid w:val="47CE2AD3"/>
    <w:rsid w:val="47CE4541"/>
    <w:rsid w:val="47D002E7"/>
    <w:rsid w:val="47D36FFA"/>
    <w:rsid w:val="47D54C19"/>
    <w:rsid w:val="47D63567"/>
    <w:rsid w:val="47DA460F"/>
    <w:rsid w:val="47DD07DB"/>
    <w:rsid w:val="47DE2673"/>
    <w:rsid w:val="47E003E0"/>
    <w:rsid w:val="47E30884"/>
    <w:rsid w:val="47EA1718"/>
    <w:rsid w:val="47EA25B3"/>
    <w:rsid w:val="47F000D1"/>
    <w:rsid w:val="47F04260"/>
    <w:rsid w:val="47F30E04"/>
    <w:rsid w:val="47F63A7E"/>
    <w:rsid w:val="47FA2148"/>
    <w:rsid w:val="47FA2967"/>
    <w:rsid w:val="47FE3E11"/>
    <w:rsid w:val="48034778"/>
    <w:rsid w:val="4805048F"/>
    <w:rsid w:val="48067D09"/>
    <w:rsid w:val="48071531"/>
    <w:rsid w:val="480871A4"/>
    <w:rsid w:val="480D3BA4"/>
    <w:rsid w:val="481122F5"/>
    <w:rsid w:val="48137791"/>
    <w:rsid w:val="48145710"/>
    <w:rsid w:val="48170844"/>
    <w:rsid w:val="481A5188"/>
    <w:rsid w:val="481D35BE"/>
    <w:rsid w:val="482042E4"/>
    <w:rsid w:val="48266A91"/>
    <w:rsid w:val="482A036F"/>
    <w:rsid w:val="482C6133"/>
    <w:rsid w:val="482C6F40"/>
    <w:rsid w:val="482E6547"/>
    <w:rsid w:val="48306751"/>
    <w:rsid w:val="4831065D"/>
    <w:rsid w:val="48335CB5"/>
    <w:rsid w:val="48356E14"/>
    <w:rsid w:val="48360A1D"/>
    <w:rsid w:val="483D7564"/>
    <w:rsid w:val="483E6B45"/>
    <w:rsid w:val="483F2006"/>
    <w:rsid w:val="484526E4"/>
    <w:rsid w:val="484615C8"/>
    <w:rsid w:val="48466D32"/>
    <w:rsid w:val="48470CFE"/>
    <w:rsid w:val="48493C64"/>
    <w:rsid w:val="48494C8F"/>
    <w:rsid w:val="48512A7F"/>
    <w:rsid w:val="4851416D"/>
    <w:rsid w:val="48521E38"/>
    <w:rsid w:val="48524350"/>
    <w:rsid w:val="48591660"/>
    <w:rsid w:val="485B156B"/>
    <w:rsid w:val="485B79F3"/>
    <w:rsid w:val="486102D5"/>
    <w:rsid w:val="48620819"/>
    <w:rsid w:val="48625FDD"/>
    <w:rsid w:val="486362CF"/>
    <w:rsid w:val="48662C6B"/>
    <w:rsid w:val="486638AD"/>
    <w:rsid w:val="486942DE"/>
    <w:rsid w:val="48696FF7"/>
    <w:rsid w:val="486B01A7"/>
    <w:rsid w:val="486F625C"/>
    <w:rsid w:val="487077BF"/>
    <w:rsid w:val="487364FF"/>
    <w:rsid w:val="48775CA2"/>
    <w:rsid w:val="487D6284"/>
    <w:rsid w:val="487F0CCC"/>
    <w:rsid w:val="488201F4"/>
    <w:rsid w:val="4883161E"/>
    <w:rsid w:val="488327F5"/>
    <w:rsid w:val="488739DF"/>
    <w:rsid w:val="48890FE6"/>
    <w:rsid w:val="488B2E26"/>
    <w:rsid w:val="488C1F55"/>
    <w:rsid w:val="489154AC"/>
    <w:rsid w:val="489A0787"/>
    <w:rsid w:val="489C0045"/>
    <w:rsid w:val="489C7103"/>
    <w:rsid w:val="48A26804"/>
    <w:rsid w:val="48A430CD"/>
    <w:rsid w:val="48AA3887"/>
    <w:rsid w:val="48AD29C6"/>
    <w:rsid w:val="48AD4494"/>
    <w:rsid w:val="48AF787E"/>
    <w:rsid w:val="48B237F7"/>
    <w:rsid w:val="48B523A2"/>
    <w:rsid w:val="48B679BE"/>
    <w:rsid w:val="48B96EE3"/>
    <w:rsid w:val="48B97C60"/>
    <w:rsid w:val="48BE5CD1"/>
    <w:rsid w:val="48C16691"/>
    <w:rsid w:val="48C3064D"/>
    <w:rsid w:val="48C46B0B"/>
    <w:rsid w:val="48C6602E"/>
    <w:rsid w:val="48CD0184"/>
    <w:rsid w:val="48CE7003"/>
    <w:rsid w:val="48CE701B"/>
    <w:rsid w:val="48CF7BC3"/>
    <w:rsid w:val="48D00E63"/>
    <w:rsid w:val="48D16D28"/>
    <w:rsid w:val="48D333C7"/>
    <w:rsid w:val="48DB6DCC"/>
    <w:rsid w:val="48DD0D2F"/>
    <w:rsid w:val="48DD5368"/>
    <w:rsid w:val="48DF4170"/>
    <w:rsid w:val="48E20925"/>
    <w:rsid w:val="48E9148A"/>
    <w:rsid w:val="48EA580E"/>
    <w:rsid w:val="48EB20AB"/>
    <w:rsid w:val="48EB5682"/>
    <w:rsid w:val="48EE7D4E"/>
    <w:rsid w:val="48F07BFA"/>
    <w:rsid w:val="48F31AB2"/>
    <w:rsid w:val="48F65DB4"/>
    <w:rsid w:val="48FB5FDE"/>
    <w:rsid w:val="48FC538F"/>
    <w:rsid w:val="48FE713D"/>
    <w:rsid w:val="48FF03DD"/>
    <w:rsid w:val="49003AC5"/>
    <w:rsid w:val="49016F18"/>
    <w:rsid w:val="49080B67"/>
    <w:rsid w:val="490A2AFB"/>
    <w:rsid w:val="490B3484"/>
    <w:rsid w:val="490D751B"/>
    <w:rsid w:val="490E549E"/>
    <w:rsid w:val="491336C4"/>
    <w:rsid w:val="4915390D"/>
    <w:rsid w:val="4916242D"/>
    <w:rsid w:val="49165403"/>
    <w:rsid w:val="49175C0A"/>
    <w:rsid w:val="491A06F3"/>
    <w:rsid w:val="491F5785"/>
    <w:rsid w:val="49205FF2"/>
    <w:rsid w:val="49221788"/>
    <w:rsid w:val="49252C62"/>
    <w:rsid w:val="49281409"/>
    <w:rsid w:val="49282D2B"/>
    <w:rsid w:val="49293306"/>
    <w:rsid w:val="492A018F"/>
    <w:rsid w:val="492A30EF"/>
    <w:rsid w:val="492B02F9"/>
    <w:rsid w:val="492B748A"/>
    <w:rsid w:val="492F0313"/>
    <w:rsid w:val="49305391"/>
    <w:rsid w:val="493362FE"/>
    <w:rsid w:val="493456AC"/>
    <w:rsid w:val="49346A5E"/>
    <w:rsid w:val="4935769C"/>
    <w:rsid w:val="49387BF5"/>
    <w:rsid w:val="493A7A4F"/>
    <w:rsid w:val="493D6903"/>
    <w:rsid w:val="493E186A"/>
    <w:rsid w:val="493F1C0E"/>
    <w:rsid w:val="493F6D3E"/>
    <w:rsid w:val="494101AD"/>
    <w:rsid w:val="49452C1D"/>
    <w:rsid w:val="49484359"/>
    <w:rsid w:val="494952AB"/>
    <w:rsid w:val="495109B0"/>
    <w:rsid w:val="49571239"/>
    <w:rsid w:val="49575483"/>
    <w:rsid w:val="49580C71"/>
    <w:rsid w:val="49584536"/>
    <w:rsid w:val="4960335D"/>
    <w:rsid w:val="49610606"/>
    <w:rsid w:val="496E125A"/>
    <w:rsid w:val="496F0516"/>
    <w:rsid w:val="4974181A"/>
    <w:rsid w:val="49767536"/>
    <w:rsid w:val="4977666B"/>
    <w:rsid w:val="49792BFD"/>
    <w:rsid w:val="497B2D56"/>
    <w:rsid w:val="4981039D"/>
    <w:rsid w:val="498213BC"/>
    <w:rsid w:val="49834067"/>
    <w:rsid w:val="498A34DD"/>
    <w:rsid w:val="498C05C5"/>
    <w:rsid w:val="49913B9A"/>
    <w:rsid w:val="49925887"/>
    <w:rsid w:val="49933DB9"/>
    <w:rsid w:val="499805B2"/>
    <w:rsid w:val="499A56B8"/>
    <w:rsid w:val="499A5CE6"/>
    <w:rsid w:val="499C0A8E"/>
    <w:rsid w:val="499E045C"/>
    <w:rsid w:val="499E6E9C"/>
    <w:rsid w:val="49A30C6E"/>
    <w:rsid w:val="49A45F43"/>
    <w:rsid w:val="49A55129"/>
    <w:rsid w:val="49A83DE3"/>
    <w:rsid w:val="49AA4729"/>
    <w:rsid w:val="49B26013"/>
    <w:rsid w:val="49B739F4"/>
    <w:rsid w:val="49B97AF2"/>
    <w:rsid w:val="49BB009F"/>
    <w:rsid w:val="49BD5DF2"/>
    <w:rsid w:val="49C23E2C"/>
    <w:rsid w:val="49C26F56"/>
    <w:rsid w:val="49C30A8B"/>
    <w:rsid w:val="49C616AF"/>
    <w:rsid w:val="49CA7B63"/>
    <w:rsid w:val="49CE2DC4"/>
    <w:rsid w:val="49CF21E8"/>
    <w:rsid w:val="49D250CB"/>
    <w:rsid w:val="49D52757"/>
    <w:rsid w:val="49D55FEB"/>
    <w:rsid w:val="49D75CB4"/>
    <w:rsid w:val="49DD1F90"/>
    <w:rsid w:val="49DE24E0"/>
    <w:rsid w:val="49E67878"/>
    <w:rsid w:val="49E95B76"/>
    <w:rsid w:val="49F24E79"/>
    <w:rsid w:val="49F330E7"/>
    <w:rsid w:val="49F74994"/>
    <w:rsid w:val="49FA261F"/>
    <w:rsid w:val="49FA38B6"/>
    <w:rsid w:val="49FB5E76"/>
    <w:rsid w:val="49FE5490"/>
    <w:rsid w:val="49FF079E"/>
    <w:rsid w:val="4A005518"/>
    <w:rsid w:val="4A09668F"/>
    <w:rsid w:val="4A0A0201"/>
    <w:rsid w:val="4A0D4F01"/>
    <w:rsid w:val="4A0E4012"/>
    <w:rsid w:val="4A1714F4"/>
    <w:rsid w:val="4A174E4F"/>
    <w:rsid w:val="4A1B2427"/>
    <w:rsid w:val="4A1C0117"/>
    <w:rsid w:val="4A257FF8"/>
    <w:rsid w:val="4A265220"/>
    <w:rsid w:val="4A2A7844"/>
    <w:rsid w:val="4A2D3CDA"/>
    <w:rsid w:val="4A2D53D2"/>
    <w:rsid w:val="4A2D7B6A"/>
    <w:rsid w:val="4A2F77C4"/>
    <w:rsid w:val="4A305051"/>
    <w:rsid w:val="4A311DBC"/>
    <w:rsid w:val="4A3205BB"/>
    <w:rsid w:val="4A320C55"/>
    <w:rsid w:val="4A324315"/>
    <w:rsid w:val="4A333AFF"/>
    <w:rsid w:val="4A3746DA"/>
    <w:rsid w:val="4A392395"/>
    <w:rsid w:val="4A3B335E"/>
    <w:rsid w:val="4A3D1208"/>
    <w:rsid w:val="4A3F617D"/>
    <w:rsid w:val="4A404C94"/>
    <w:rsid w:val="4A4103A3"/>
    <w:rsid w:val="4A453E07"/>
    <w:rsid w:val="4A4A7004"/>
    <w:rsid w:val="4A4E3938"/>
    <w:rsid w:val="4A4F1B6B"/>
    <w:rsid w:val="4A52376D"/>
    <w:rsid w:val="4A530170"/>
    <w:rsid w:val="4A550AB3"/>
    <w:rsid w:val="4A555131"/>
    <w:rsid w:val="4A567B4F"/>
    <w:rsid w:val="4A5850B0"/>
    <w:rsid w:val="4A5C60E7"/>
    <w:rsid w:val="4A5F70B2"/>
    <w:rsid w:val="4A613079"/>
    <w:rsid w:val="4A624B13"/>
    <w:rsid w:val="4A67167A"/>
    <w:rsid w:val="4A6844AB"/>
    <w:rsid w:val="4A684A6B"/>
    <w:rsid w:val="4A6B5BCC"/>
    <w:rsid w:val="4A7114BC"/>
    <w:rsid w:val="4A79433E"/>
    <w:rsid w:val="4A7E5A81"/>
    <w:rsid w:val="4A7F0574"/>
    <w:rsid w:val="4A803A57"/>
    <w:rsid w:val="4A80762B"/>
    <w:rsid w:val="4A815593"/>
    <w:rsid w:val="4A8201F0"/>
    <w:rsid w:val="4A82423C"/>
    <w:rsid w:val="4A88330F"/>
    <w:rsid w:val="4A885558"/>
    <w:rsid w:val="4A8B311B"/>
    <w:rsid w:val="4A8E7413"/>
    <w:rsid w:val="4A8F147A"/>
    <w:rsid w:val="4A90090E"/>
    <w:rsid w:val="4A926C6F"/>
    <w:rsid w:val="4A9A56E0"/>
    <w:rsid w:val="4A9D1CEE"/>
    <w:rsid w:val="4A9D39E2"/>
    <w:rsid w:val="4A9F25DA"/>
    <w:rsid w:val="4AA74596"/>
    <w:rsid w:val="4AA94DE9"/>
    <w:rsid w:val="4AAC4280"/>
    <w:rsid w:val="4AAD13C4"/>
    <w:rsid w:val="4AB02E25"/>
    <w:rsid w:val="4AB2417D"/>
    <w:rsid w:val="4AB26A67"/>
    <w:rsid w:val="4AB271A8"/>
    <w:rsid w:val="4AB47129"/>
    <w:rsid w:val="4AB56A3C"/>
    <w:rsid w:val="4AC14DEE"/>
    <w:rsid w:val="4AC15265"/>
    <w:rsid w:val="4AC63BDF"/>
    <w:rsid w:val="4ACA52C8"/>
    <w:rsid w:val="4ACA681F"/>
    <w:rsid w:val="4ACD3EEC"/>
    <w:rsid w:val="4ACD46C1"/>
    <w:rsid w:val="4ACE637B"/>
    <w:rsid w:val="4ACF4A15"/>
    <w:rsid w:val="4AD243FF"/>
    <w:rsid w:val="4AD30DB7"/>
    <w:rsid w:val="4AD37BA1"/>
    <w:rsid w:val="4AD406A0"/>
    <w:rsid w:val="4AD636AA"/>
    <w:rsid w:val="4AD74AEE"/>
    <w:rsid w:val="4ADA5D3B"/>
    <w:rsid w:val="4ADF6F42"/>
    <w:rsid w:val="4ADF6F73"/>
    <w:rsid w:val="4AE50A9A"/>
    <w:rsid w:val="4AE55A41"/>
    <w:rsid w:val="4AE55E78"/>
    <w:rsid w:val="4AE66EA0"/>
    <w:rsid w:val="4AF126E9"/>
    <w:rsid w:val="4AF22BBC"/>
    <w:rsid w:val="4AF659DC"/>
    <w:rsid w:val="4AF76A29"/>
    <w:rsid w:val="4AF92AE6"/>
    <w:rsid w:val="4AF953DB"/>
    <w:rsid w:val="4AFA1594"/>
    <w:rsid w:val="4AFA6A35"/>
    <w:rsid w:val="4AFE2F70"/>
    <w:rsid w:val="4B007A7C"/>
    <w:rsid w:val="4B0D460E"/>
    <w:rsid w:val="4B0E5F23"/>
    <w:rsid w:val="4B121CEF"/>
    <w:rsid w:val="4B12610F"/>
    <w:rsid w:val="4B1601FD"/>
    <w:rsid w:val="4B185357"/>
    <w:rsid w:val="4B1975C6"/>
    <w:rsid w:val="4B1D0197"/>
    <w:rsid w:val="4B1E12B3"/>
    <w:rsid w:val="4B2C0424"/>
    <w:rsid w:val="4B2D077E"/>
    <w:rsid w:val="4B361E51"/>
    <w:rsid w:val="4B391113"/>
    <w:rsid w:val="4B3A4C91"/>
    <w:rsid w:val="4B3E2FF0"/>
    <w:rsid w:val="4B4267FD"/>
    <w:rsid w:val="4B434125"/>
    <w:rsid w:val="4B43493A"/>
    <w:rsid w:val="4B465BCF"/>
    <w:rsid w:val="4B470393"/>
    <w:rsid w:val="4B473385"/>
    <w:rsid w:val="4B4833B9"/>
    <w:rsid w:val="4B4B1EE0"/>
    <w:rsid w:val="4B4B5D49"/>
    <w:rsid w:val="4B4C2FD0"/>
    <w:rsid w:val="4B4F35A5"/>
    <w:rsid w:val="4B533696"/>
    <w:rsid w:val="4B537E6A"/>
    <w:rsid w:val="4B563F13"/>
    <w:rsid w:val="4B57195D"/>
    <w:rsid w:val="4B580879"/>
    <w:rsid w:val="4B59235D"/>
    <w:rsid w:val="4B5C4849"/>
    <w:rsid w:val="4B5F4A4F"/>
    <w:rsid w:val="4B5F4AB3"/>
    <w:rsid w:val="4B6074A4"/>
    <w:rsid w:val="4B621E09"/>
    <w:rsid w:val="4B6719E6"/>
    <w:rsid w:val="4B672894"/>
    <w:rsid w:val="4B6A2DD5"/>
    <w:rsid w:val="4B6C5783"/>
    <w:rsid w:val="4B6E45E8"/>
    <w:rsid w:val="4B6F19C5"/>
    <w:rsid w:val="4B704439"/>
    <w:rsid w:val="4B716647"/>
    <w:rsid w:val="4B720188"/>
    <w:rsid w:val="4B7214B6"/>
    <w:rsid w:val="4B7356FF"/>
    <w:rsid w:val="4B742D04"/>
    <w:rsid w:val="4B7533DD"/>
    <w:rsid w:val="4B774F36"/>
    <w:rsid w:val="4B791132"/>
    <w:rsid w:val="4B79134D"/>
    <w:rsid w:val="4B7A6A24"/>
    <w:rsid w:val="4B7C67AB"/>
    <w:rsid w:val="4B7D224A"/>
    <w:rsid w:val="4B867925"/>
    <w:rsid w:val="4B874C96"/>
    <w:rsid w:val="4B8A51E9"/>
    <w:rsid w:val="4B8C5105"/>
    <w:rsid w:val="4B967955"/>
    <w:rsid w:val="4BA524AE"/>
    <w:rsid w:val="4BA73AF8"/>
    <w:rsid w:val="4BAD489C"/>
    <w:rsid w:val="4BAD5A80"/>
    <w:rsid w:val="4BB0315C"/>
    <w:rsid w:val="4BB135AE"/>
    <w:rsid w:val="4BB2165C"/>
    <w:rsid w:val="4BB22D7C"/>
    <w:rsid w:val="4BB83FE9"/>
    <w:rsid w:val="4BBE2521"/>
    <w:rsid w:val="4BC22B09"/>
    <w:rsid w:val="4BC4115E"/>
    <w:rsid w:val="4BC73797"/>
    <w:rsid w:val="4BCA052C"/>
    <w:rsid w:val="4BCD4571"/>
    <w:rsid w:val="4BCE0D4A"/>
    <w:rsid w:val="4BCE13F2"/>
    <w:rsid w:val="4BD04CFE"/>
    <w:rsid w:val="4BD4002E"/>
    <w:rsid w:val="4BD84B1F"/>
    <w:rsid w:val="4BD962D6"/>
    <w:rsid w:val="4BE56CD1"/>
    <w:rsid w:val="4BE7692F"/>
    <w:rsid w:val="4BEA553D"/>
    <w:rsid w:val="4BF53FE7"/>
    <w:rsid w:val="4BF72A50"/>
    <w:rsid w:val="4BFD6275"/>
    <w:rsid w:val="4BFE3329"/>
    <w:rsid w:val="4C004D35"/>
    <w:rsid w:val="4C011CDB"/>
    <w:rsid w:val="4C056359"/>
    <w:rsid w:val="4C060A4E"/>
    <w:rsid w:val="4C074F43"/>
    <w:rsid w:val="4C084A14"/>
    <w:rsid w:val="4C0852CE"/>
    <w:rsid w:val="4C19079B"/>
    <w:rsid w:val="4C1907D7"/>
    <w:rsid w:val="4C1C1FDF"/>
    <w:rsid w:val="4C23225D"/>
    <w:rsid w:val="4C2624C5"/>
    <w:rsid w:val="4C2B6ED8"/>
    <w:rsid w:val="4C2C63B3"/>
    <w:rsid w:val="4C2C7C4E"/>
    <w:rsid w:val="4C2D4F6F"/>
    <w:rsid w:val="4C2E3234"/>
    <w:rsid w:val="4C2F5DB5"/>
    <w:rsid w:val="4C304945"/>
    <w:rsid w:val="4C305304"/>
    <w:rsid w:val="4C3243F4"/>
    <w:rsid w:val="4C331A1A"/>
    <w:rsid w:val="4C3567AC"/>
    <w:rsid w:val="4C393674"/>
    <w:rsid w:val="4C39615D"/>
    <w:rsid w:val="4C3D0200"/>
    <w:rsid w:val="4C4024E5"/>
    <w:rsid w:val="4C44313D"/>
    <w:rsid w:val="4C463AE4"/>
    <w:rsid w:val="4C47749F"/>
    <w:rsid w:val="4C4A2C6D"/>
    <w:rsid w:val="4C4D4737"/>
    <w:rsid w:val="4C4D6EF1"/>
    <w:rsid w:val="4C4D730A"/>
    <w:rsid w:val="4C4E1EBC"/>
    <w:rsid w:val="4C504B6B"/>
    <w:rsid w:val="4C512462"/>
    <w:rsid w:val="4C557D41"/>
    <w:rsid w:val="4C574F37"/>
    <w:rsid w:val="4C59553B"/>
    <w:rsid w:val="4C5D48AD"/>
    <w:rsid w:val="4C5F5F04"/>
    <w:rsid w:val="4C613704"/>
    <w:rsid w:val="4C620350"/>
    <w:rsid w:val="4C656A78"/>
    <w:rsid w:val="4C6660A7"/>
    <w:rsid w:val="4C6945C9"/>
    <w:rsid w:val="4C6D2E56"/>
    <w:rsid w:val="4C705A80"/>
    <w:rsid w:val="4C750C14"/>
    <w:rsid w:val="4C7571C1"/>
    <w:rsid w:val="4C765DE7"/>
    <w:rsid w:val="4C772781"/>
    <w:rsid w:val="4C772B05"/>
    <w:rsid w:val="4C7F6328"/>
    <w:rsid w:val="4C834E4D"/>
    <w:rsid w:val="4C886613"/>
    <w:rsid w:val="4C8A5B95"/>
    <w:rsid w:val="4C8A5DA4"/>
    <w:rsid w:val="4C946F72"/>
    <w:rsid w:val="4C9B0443"/>
    <w:rsid w:val="4C9F4BC2"/>
    <w:rsid w:val="4CA16F8A"/>
    <w:rsid w:val="4CA27D56"/>
    <w:rsid w:val="4CA42EFB"/>
    <w:rsid w:val="4CA54953"/>
    <w:rsid w:val="4CA63D6F"/>
    <w:rsid w:val="4CA84D5F"/>
    <w:rsid w:val="4CAE24ED"/>
    <w:rsid w:val="4CB72B22"/>
    <w:rsid w:val="4CB75657"/>
    <w:rsid w:val="4CBA08E3"/>
    <w:rsid w:val="4CBD035D"/>
    <w:rsid w:val="4CBE66DE"/>
    <w:rsid w:val="4CBE6DBC"/>
    <w:rsid w:val="4CC05A3A"/>
    <w:rsid w:val="4CC2099E"/>
    <w:rsid w:val="4CC4098D"/>
    <w:rsid w:val="4CD21F2D"/>
    <w:rsid w:val="4CD34395"/>
    <w:rsid w:val="4CD67136"/>
    <w:rsid w:val="4CD80C9C"/>
    <w:rsid w:val="4CD850A5"/>
    <w:rsid w:val="4CD94D82"/>
    <w:rsid w:val="4CE33393"/>
    <w:rsid w:val="4CE35F98"/>
    <w:rsid w:val="4CE42BB5"/>
    <w:rsid w:val="4CE45415"/>
    <w:rsid w:val="4CE62C76"/>
    <w:rsid w:val="4CE80A44"/>
    <w:rsid w:val="4CEA4557"/>
    <w:rsid w:val="4CF47EF5"/>
    <w:rsid w:val="4CF62CAE"/>
    <w:rsid w:val="4CF83DCA"/>
    <w:rsid w:val="4CF905F5"/>
    <w:rsid w:val="4CFB443C"/>
    <w:rsid w:val="4D0249E1"/>
    <w:rsid w:val="4D045B76"/>
    <w:rsid w:val="4D076EBF"/>
    <w:rsid w:val="4D08348F"/>
    <w:rsid w:val="4D0A21EB"/>
    <w:rsid w:val="4D0B1F29"/>
    <w:rsid w:val="4D1932A1"/>
    <w:rsid w:val="4D1C71CF"/>
    <w:rsid w:val="4D231E44"/>
    <w:rsid w:val="4D262E0D"/>
    <w:rsid w:val="4D28002C"/>
    <w:rsid w:val="4D2A0D77"/>
    <w:rsid w:val="4D306258"/>
    <w:rsid w:val="4D336CC7"/>
    <w:rsid w:val="4D36564D"/>
    <w:rsid w:val="4D3712BB"/>
    <w:rsid w:val="4D390156"/>
    <w:rsid w:val="4D3913E2"/>
    <w:rsid w:val="4D3A1524"/>
    <w:rsid w:val="4D3F2D6D"/>
    <w:rsid w:val="4D4052BF"/>
    <w:rsid w:val="4D434C81"/>
    <w:rsid w:val="4D4458D7"/>
    <w:rsid w:val="4D453B40"/>
    <w:rsid w:val="4D4802E6"/>
    <w:rsid w:val="4D495BCB"/>
    <w:rsid w:val="4D4A2E10"/>
    <w:rsid w:val="4D4B177C"/>
    <w:rsid w:val="4D4B615A"/>
    <w:rsid w:val="4D4B7AD3"/>
    <w:rsid w:val="4D4C69F3"/>
    <w:rsid w:val="4D4D7558"/>
    <w:rsid w:val="4D4F0670"/>
    <w:rsid w:val="4D4F4DF7"/>
    <w:rsid w:val="4D5033A5"/>
    <w:rsid w:val="4D533A31"/>
    <w:rsid w:val="4D542CEA"/>
    <w:rsid w:val="4D555C1C"/>
    <w:rsid w:val="4D582A18"/>
    <w:rsid w:val="4D59169D"/>
    <w:rsid w:val="4D5E3DB3"/>
    <w:rsid w:val="4D604B1E"/>
    <w:rsid w:val="4D622893"/>
    <w:rsid w:val="4D625234"/>
    <w:rsid w:val="4D70724E"/>
    <w:rsid w:val="4D7517E0"/>
    <w:rsid w:val="4D762408"/>
    <w:rsid w:val="4D7A1185"/>
    <w:rsid w:val="4D7D2525"/>
    <w:rsid w:val="4D7D4F7F"/>
    <w:rsid w:val="4D7E2A5F"/>
    <w:rsid w:val="4D7E6920"/>
    <w:rsid w:val="4D852A56"/>
    <w:rsid w:val="4D86254F"/>
    <w:rsid w:val="4D8859A4"/>
    <w:rsid w:val="4D8D15D0"/>
    <w:rsid w:val="4D963CD6"/>
    <w:rsid w:val="4D970829"/>
    <w:rsid w:val="4D992143"/>
    <w:rsid w:val="4D9A56D8"/>
    <w:rsid w:val="4DA02F0B"/>
    <w:rsid w:val="4DA32C0B"/>
    <w:rsid w:val="4DA3597B"/>
    <w:rsid w:val="4DA70263"/>
    <w:rsid w:val="4DAB3A31"/>
    <w:rsid w:val="4DAB3FE8"/>
    <w:rsid w:val="4DAF6CB3"/>
    <w:rsid w:val="4DB220BB"/>
    <w:rsid w:val="4DB32599"/>
    <w:rsid w:val="4DB3329D"/>
    <w:rsid w:val="4DB5516D"/>
    <w:rsid w:val="4DB91716"/>
    <w:rsid w:val="4DBB52B1"/>
    <w:rsid w:val="4DBB7A0A"/>
    <w:rsid w:val="4DBE375D"/>
    <w:rsid w:val="4DBE44FA"/>
    <w:rsid w:val="4DBF2DF1"/>
    <w:rsid w:val="4DC04ACF"/>
    <w:rsid w:val="4DC24285"/>
    <w:rsid w:val="4DC30584"/>
    <w:rsid w:val="4DC55FD9"/>
    <w:rsid w:val="4DC57D18"/>
    <w:rsid w:val="4DC61CBE"/>
    <w:rsid w:val="4DCB6104"/>
    <w:rsid w:val="4DCF100F"/>
    <w:rsid w:val="4DD64BC0"/>
    <w:rsid w:val="4DD86082"/>
    <w:rsid w:val="4DD905E5"/>
    <w:rsid w:val="4DDA3DA9"/>
    <w:rsid w:val="4DDF526E"/>
    <w:rsid w:val="4DE1409A"/>
    <w:rsid w:val="4DE32C01"/>
    <w:rsid w:val="4DE66719"/>
    <w:rsid w:val="4DEC77C0"/>
    <w:rsid w:val="4DF02C52"/>
    <w:rsid w:val="4DF2647A"/>
    <w:rsid w:val="4DF47472"/>
    <w:rsid w:val="4DF62CDE"/>
    <w:rsid w:val="4DF80705"/>
    <w:rsid w:val="4DFC46FD"/>
    <w:rsid w:val="4DFD1EE2"/>
    <w:rsid w:val="4DFE623D"/>
    <w:rsid w:val="4DFF060F"/>
    <w:rsid w:val="4E010186"/>
    <w:rsid w:val="4E020A8E"/>
    <w:rsid w:val="4E0461F8"/>
    <w:rsid w:val="4E070387"/>
    <w:rsid w:val="4E0C5AF6"/>
    <w:rsid w:val="4E0D4A23"/>
    <w:rsid w:val="4E1A347A"/>
    <w:rsid w:val="4E1C33FD"/>
    <w:rsid w:val="4E223097"/>
    <w:rsid w:val="4E232FA5"/>
    <w:rsid w:val="4E2341FC"/>
    <w:rsid w:val="4E234219"/>
    <w:rsid w:val="4E2409C7"/>
    <w:rsid w:val="4E29068D"/>
    <w:rsid w:val="4E2A3471"/>
    <w:rsid w:val="4E2D0AF3"/>
    <w:rsid w:val="4E302321"/>
    <w:rsid w:val="4E371A9A"/>
    <w:rsid w:val="4E38047D"/>
    <w:rsid w:val="4E3E0272"/>
    <w:rsid w:val="4E406C32"/>
    <w:rsid w:val="4E421546"/>
    <w:rsid w:val="4E45712A"/>
    <w:rsid w:val="4E47623F"/>
    <w:rsid w:val="4E49027F"/>
    <w:rsid w:val="4E4A65FD"/>
    <w:rsid w:val="4E4C29C6"/>
    <w:rsid w:val="4E515208"/>
    <w:rsid w:val="4E572C45"/>
    <w:rsid w:val="4E575A92"/>
    <w:rsid w:val="4E5C2FBC"/>
    <w:rsid w:val="4E5D2361"/>
    <w:rsid w:val="4E5E2FD9"/>
    <w:rsid w:val="4E5E4332"/>
    <w:rsid w:val="4E6A661A"/>
    <w:rsid w:val="4E6B0667"/>
    <w:rsid w:val="4E6B3819"/>
    <w:rsid w:val="4E6D34A8"/>
    <w:rsid w:val="4E6D75CB"/>
    <w:rsid w:val="4E6F0110"/>
    <w:rsid w:val="4E6F523E"/>
    <w:rsid w:val="4E7155FB"/>
    <w:rsid w:val="4E7221CE"/>
    <w:rsid w:val="4E726219"/>
    <w:rsid w:val="4E760595"/>
    <w:rsid w:val="4E7701B0"/>
    <w:rsid w:val="4E7778FE"/>
    <w:rsid w:val="4E7B4182"/>
    <w:rsid w:val="4E7D610E"/>
    <w:rsid w:val="4E7E3B8C"/>
    <w:rsid w:val="4E7E5246"/>
    <w:rsid w:val="4E817C15"/>
    <w:rsid w:val="4E8215FF"/>
    <w:rsid w:val="4E826D49"/>
    <w:rsid w:val="4E8434EB"/>
    <w:rsid w:val="4E850B06"/>
    <w:rsid w:val="4E876329"/>
    <w:rsid w:val="4E8F2E42"/>
    <w:rsid w:val="4E902C2F"/>
    <w:rsid w:val="4E996971"/>
    <w:rsid w:val="4E9B2E15"/>
    <w:rsid w:val="4EA229DA"/>
    <w:rsid w:val="4EA24F95"/>
    <w:rsid w:val="4EA432E5"/>
    <w:rsid w:val="4EA76382"/>
    <w:rsid w:val="4EAA1815"/>
    <w:rsid w:val="4EAA1BF5"/>
    <w:rsid w:val="4EAA2685"/>
    <w:rsid w:val="4EAA3691"/>
    <w:rsid w:val="4EAE5C71"/>
    <w:rsid w:val="4EB10EC9"/>
    <w:rsid w:val="4EB3461B"/>
    <w:rsid w:val="4EB5745F"/>
    <w:rsid w:val="4EB77A98"/>
    <w:rsid w:val="4EBC1908"/>
    <w:rsid w:val="4EC11D08"/>
    <w:rsid w:val="4EC62B76"/>
    <w:rsid w:val="4ECE7ADB"/>
    <w:rsid w:val="4ED10F01"/>
    <w:rsid w:val="4ED1695D"/>
    <w:rsid w:val="4ED41EFC"/>
    <w:rsid w:val="4EDB1B09"/>
    <w:rsid w:val="4EDD0367"/>
    <w:rsid w:val="4EE41266"/>
    <w:rsid w:val="4EE5162D"/>
    <w:rsid w:val="4EE53EEC"/>
    <w:rsid w:val="4EE832C4"/>
    <w:rsid w:val="4EF2753E"/>
    <w:rsid w:val="4EF83041"/>
    <w:rsid w:val="4EFD35F7"/>
    <w:rsid w:val="4EFE7E24"/>
    <w:rsid w:val="4F0157DB"/>
    <w:rsid w:val="4F017DDA"/>
    <w:rsid w:val="4F030397"/>
    <w:rsid w:val="4F03267D"/>
    <w:rsid w:val="4F0B5D7F"/>
    <w:rsid w:val="4F0C19B6"/>
    <w:rsid w:val="4F0C27B2"/>
    <w:rsid w:val="4F0E7F16"/>
    <w:rsid w:val="4F1417A7"/>
    <w:rsid w:val="4F142146"/>
    <w:rsid w:val="4F174775"/>
    <w:rsid w:val="4F1B5388"/>
    <w:rsid w:val="4F1B5692"/>
    <w:rsid w:val="4F1E3436"/>
    <w:rsid w:val="4F1F655F"/>
    <w:rsid w:val="4F283618"/>
    <w:rsid w:val="4F292643"/>
    <w:rsid w:val="4F2A11CA"/>
    <w:rsid w:val="4F2E22EF"/>
    <w:rsid w:val="4F2F06A9"/>
    <w:rsid w:val="4F2F6BBB"/>
    <w:rsid w:val="4F3376A0"/>
    <w:rsid w:val="4F357E0D"/>
    <w:rsid w:val="4F381F72"/>
    <w:rsid w:val="4F3941A9"/>
    <w:rsid w:val="4F3A2CB6"/>
    <w:rsid w:val="4F3E7A03"/>
    <w:rsid w:val="4F402BFE"/>
    <w:rsid w:val="4F417B5F"/>
    <w:rsid w:val="4F42641F"/>
    <w:rsid w:val="4F4371F6"/>
    <w:rsid w:val="4F4758B5"/>
    <w:rsid w:val="4F4C7253"/>
    <w:rsid w:val="4F4C7EF1"/>
    <w:rsid w:val="4F4E35C7"/>
    <w:rsid w:val="4F5C1C02"/>
    <w:rsid w:val="4F5C1E54"/>
    <w:rsid w:val="4F66082D"/>
    <w:rsid w:val="4F674525"/>
    <w:rsid w:val="4F6B7D71"/>
    <w:rsid w:val="4F7229D3"/>
    <w:rsid w:val="4F724664"/>
    <w:rsid w:val="4F747F84"/>
    <w:rsid w:val="4F773EFD"/>
    <w:rsid w:val="4F7D0395"/>
    <w:rsid w:val="4F7D66F8"/>
    <w:rsid w:val="4F7F0E19"/>
    <w:rsid w:val="4F7F7202"/>
    <w:rsid w:val="4F824129"/>
    <w:rsid w:val="4F841BB0"/>
    <w:rsid w:val="4F880DAD"/>
    <w:rsid w:val="4F883EBC"/>
    <w:rsid w:val="4F886D64"/>
    <w:rsid w:val="4F896AFF"/>
    <w:rsid w:val="4F935621"/>
    <w:rsid w:val="4F9C0233"/>
    <w:rsid w:val="4F9E65AF"/>
    <w:rsid w:val="4F9F704B"/>
    <w:rsid w:val="4FA56189"/>
    <w:rsid w:val="4FA57F85"/>
    <w:rsid w:val="4FA67A98"/>
    <w:rsid w:val="4FA77A93"/>
    <w:rsid w:val="4FA812AE"/>
    <w:rsid w:val="4FA96FBE"/>
    <w:rsid w:val="4FA971B4"/>
    <w:rsid w:val="4FAA098E"/>
    <w:rsid w:val="4FAA3A95"/>
    <w:rsid w:val="4FAB18B0"/>
    <w:rsid w:val="4FAB2846"/>
    <w:rsid w:val="4FAC0665"/>
    <w:rsid w:val="4FAE1831"/>
    <w:rsid w:val="4FAE2940"/>
    <w:rsid w:val="4FB45632"/>
    <w:rsid w:val="4FB64CD1"/>
    <w:rsid w:val="4FB673A1"/>
    <w:rsid w:val="4FB76B08"/>
    <w:rsid w:val="4FB85074"/>
    <w:rsid w:val="4FB97B30"/>
    <w:rsid w:val="4FBB2699"/>
    <w:rsid w:val="4FBC7926"/>
    <w:rsid w:val="4FBD6696"/>
    <w:rsid w:val="4FC130B0"/>
    <w:rsid w:val="4FC159F0"/>
    <w:rsid w:val="4FC37468"/>
    <w:rsid w:val="4FC43B48"/>
    <w:rsid w:val="4FCC4223"/>
    <w:rsid w:val="4FCD07BE"/>
    <w:rsid w:val="4FCD316A"/>
    <w:rsid w:val="4FCF3E6F"/>
    <w:rsid w:val="4FD40177"/>
    <w:rsid w:val="4FD54C3F"/>
    <w:rsid w:val="4FD73243"/>
    <w:rsid w:val="4FD7796E"/>
    <w:rsid w:val="4FD77E9D"/>
    <w:rsid w:val="4FD82695"/>
    <w:rsid w:val="4FD959D3"/>
    <w:rsid w:val="4FDF0D9E"/>
    <w:rsid w:val="4FDF2ACD"/>
    <w:rsid w:val="4FDF4030"/>
    <w:rsid w:val="4FE043AF"/>
    <w:rsid w:val="4FE449EA"/>
    <w:rsid w:val="4FE81BA7"/>
    <w:rsid w:val="4FE90515"/>
    <w:rsid w:val="4FE941D3"/>
    <w:rsid w:val="4FF36E7B"/>
    <w:rsid w:val="4FF74C27"/>
    <w:rsid w:val="4FF77007"/>
    <w:rsid w:val="4FF856B2"/>
    <w:rsid w:val="4FFE601C"/>
    <w:rsid w:val="4FFF5CE6"/>
    <w:rsid w:val="50012526"/>
    <w:rsid w:val="50025811"/>
    <w:rsid w:val="50032184"/>
    <w:rsid w:val="50043283"/>
    <w:rsid w:val="50075523"/>
    <w:rsid w:val="50083099"/>
    <w:rsid w:val="500937EA"/>
    <w:rsid w:val="500A6D9C"/>
    <w:rsid w:val="500E2902"/>
    <w:rsid w:val="500E31D8"/>
    <w:rsid w:val="50142919"/>
    <w:rsid w:val="50156705"/>
    <w:rsid w:val="501603B2"/>
    <w:rsid w:val="501A10DD"/>
    <w:rsid w:val="501B4231"/>
    <w:rsid w:val="501B5AB9"/>
    <w:rsid w:val="501C34EC"/>
    <w:rsid w:val="501E0450"/>
    <w:rsid w:val="501E698A"/>
    <w:rsid w:val="5022572C"/>
    <w:rsid w:val="50261793"/>
    <w:rsid w:val="502657A5"/>
    <w:rsid w:val="5027059F"/>
    <w:rsid w:val="50276531"/>
    <w:rsid w:val="50282A7F"/>
    <w:rsid w:val="502F1722"/>
    <w:rsid w:val="502F7A1B"/>
    <w:rsid w:val="50322DC6"/>
    <w:rsid w:val="50325469"/>
    <w:rsid w:val="50344BEF"/>
    <w:rsid w:val="50376BBF"/>
    <w:rsid w:val="50386B9B"/>
    <w:rsid w:val="503E561C"/>
    <w:rsid w:val="50454921"/>
    <w:rsid w:val="50472800"/>
    <w:rsid w:val="50481A3D"/>
    <w:rsid w:val="504A6581"/>
    <w:rsid w:val="504B6348"/>
    <w:rsid w:val="504D245A"/>
    <w:rsid w:val="504E1FF0"/>
    <w:rsid w:val="50517353"/>
    <w:rsid w:val="50544C08"/>
    <w:rsid w:val="5056440D"/>
    <w:rsid w:val="505671FA"/>
    <w:rsid w:val="505A48B6"/>
    <w:rsid w:val="505D01BB"/>
    <w:rsid w:val="50666CB3"/>
    <w:rsid w:val="506A53E5"/>
    <w:rsid w:val="506E2E5C"/>
    <w:rsid w:val="5073319F"/>
    <w:rsid w:val="507746AB"/>
    <w:rsid w:val="507A3990"/>
    <w:rsid w:val="50835755"/>
    <w:rsid w:val="508446B3"/>
    <w:rsid w:val="50864F0D"/>
    <w:rsid w:val="508E5BC2"/>
    <w:rsid w:val="508F0A2C"/>
    <w:rsid w:val="509124B9"/>
    <w:rsid w:val="50954A6A"/>
    <w:rsid w:val="509A3266"/>
    <w:rsid w:val="509B1EC2"/>
    <w:rsid w:val="509D69B8"/>
    <w:rsid w:val="509E2917"/>
    <w:rsid w:val="50A270C5"/>
    <w:rsid w:val="50AE2068"/>
    <w:rsid w:val="50B06915"/>
    <w:rsid w:val="50B15A78"/>
    <w:rsid w:val="50B32C81"/>
    <w:rsid w:val="50B358DE"/>
    <w:rsid w:val="50B6355D"/>
    <w:rsid w:val="50B86685"/>
    <w:rsid w:val="50B92BE9"/>
    <w:rsid w:val="50BC7A40"/>
    <w:rsid w:val="50BC7F64"/>
    <w:rsid w:val="50BE001F"/>
    <w:rsid w:val="50BE4EB3"/>
    <w:rsid w:val="50C83765"/>
    <w:rsid w:val="50CB62CB"/>
    <w:rsid w:val="50CD6EF9"/>
    <w:rsid w:val="50CE6704"/>
    <w:rsid w:val="50CF06F1"/>
    <w:rsid w:val="50CF13A1"/>
    <w:rsid w:val="50CF560F"/>
    <w:rsid w:val="50D061D9"/>
    <w:rsid w:val="50D327D5"/>
    <w:rsid w:val="50D32B12"/>
    <w:rsid w:val="50D477FC"/>
    <w:rsid w:val="50D601DD"/>
    <w:rsid w:val="50D64632"/>
    <w:rsid w:val="50DE3DF3"/>
    <w:rsid w:val="50E21436"/>
    <w:rsid w:val="50E61CC4"/>
    <w:rsid w:val="50E86255"/>
    <w:rsid w:val="50EA0A73"/>
    <w:rsid w:val="50EB7DDC"/>
    <w:rsid w:val="50EC02F4"/>
    <w:rsid w:val="50F02DC0"/>
    <w:rsid w:val="50F22F00"/>
    <w:rsid w:val="50F62311"/>
    <w:rsid w:val="50FA04E4"/>
    <w:rsid w:val="50FA5FAA"/>
    <w:rsid w:val="50FD39C2"/>
    <w:rsid w:val="50FE0454"/>
    <w:rsid w:val="51002EE5"/>
    <w:rsid w:val="51016903"/>
    <w:rsid w:val="51085F4E"/>
    <w:rsid w:val="510D7660"/>
    <w:rsid w:val="510E00B1"/>
    <w:rsid w:val="510E355B"/>
    <w:rsid w:val="510F11B2"/>
    <w:rsid w:val="5110701B"/>
    <w:rsid w:val="511251B1"/>
    <w:rsid w:val="51173F63"/>
    <w:rsid w:val="5117639A"/>
    <w:rsid w:val="511A67D3"/>
    <w:rsid w:val="511D3705"/>
    <w:rsid w:val="512101BC"/>
    <w:rsid w:val="51276772"/>
    <w:rsid w:val="51282086"/>
    <w:rsid w:val="51293372"/>
    <w:rsid w:val="51293AAF"/>
    <w:rsid w:val="512E2F86"/>
    <w:rsid w:val="512E3A15"/>
    <w:rsid w:val="512F630A"/>
    <w:rsid w:val="51307502"/>
    <w:rsid w:val="51311B66"/>
    <w:rsid w:val="51345919"/>
    <w:rsid w:val="513469D0"/>
    <w:rsid w:val="513525A0"/>
    <w:rsid w:val="5135533E"/>
    <w:rsid w:val="51367F1E"/>
    <w:rsid w:val="51381FA2"/>
    <w:rsid w:val="51386064"/>
    <w:rsid w:val="513931D0"/>
    <w:rsid w:val="513B6D71"/>
    <w:rsid w:val="51416C93"/>
    <w:rsid w:val="51454E2B"/>
    <w:rsid w:val="514608BE"/>
    <w:rsid w:val="514765E9"/>
    <w:rsid w:val="51486912"/>
    <w:rsid w:val="514A166C"/>
    <w:rsid w:val="514D7CF3"/>
    <w:rsid w:val="514F0290"/>
    <w:rsid w:val="51523F64"/>
    <w:rsid w:val="515F08DB"/>
    <w:rsid w:val="516041E8"/>
    <w:rsid w:val="5163593E"/>
    <w:rsid w:val="51647C15"/>
    <w:rsid w:val="5166592A"/>
    <w:rsid w:val="51691F47"/>
    <w:rsid w:val="516B30FB"/>
    <w:rsid w:val="516C0C18"/>
    <w:rsid w:val="516C50F4"/>
    <w:rsid w:val="51763C75"/>
    <w:rsid w:val="51785140"/>
    <w:rsid w:val="51800D9E"/>
    <w:rsid w:val="51805946"/>
    <w:rsid w:val="51834C1B"/>
    <w:rsid w:val="5183673E"/>
    <w:rsid w:val="51843EC3"/>
    <w:rsid w:val="5184565F"/>
    <w:rsid w:val="51862F0F"/>
    <w:rsid w:val="51896B11"/>
    <w:rsid w:val="518974A4"/>
    <w:rsid w:val="518D7353"/>
    <w:rsid w:val="51914C1D"/>
    <w:rsid w:val="519226C1"/>
    <w:rsid w:val="5192363D"/>
    <w:rsid w:val="51947B02"/>
    <w:rsid w:val="51967CCE"/>
    <w:rsid w:val="51970FB0"/>
    <w:rsid w:val="519729BF"/>
    <w:rsid w:val="519A52BE"/>
    <w:rsid w:val="51A14298"/>
    <w:rsid w:val="51A31B41"/>
    <w:rsid w:val="51A4179C"/>
    <w:rsid w:val="51A834EB"/>
    <w:rsid w:val="51AB39CC"/>
    <w:rsid w:val="51AC5261"/>
    <w:rsid w:val="51AF1D7B"/>
    <w:rsid w:val="51AF2323"/>
    <w:rsid w:val="51AF59CE"/>
    <w:rsid w:val="51B137C7"/>
    <w:rsid w:val="51B16F12"/>
    <w:rsid w:val="51B171BE"/>
    <w:rsid w:val="51B4369C"/>
    <w:rsid w:val="51B607E7"/>
    <w:rsid w:val="51BB1BD9"/>
    <w:rsid w:val="51BE54DC"/>
    <w:rsid w:val="51C40B3A"/>
    <w:rsid w:val="51C6746E"/>
    <w:rsid w:val="51C71A13"/>
    <w:rsid w:val="51C737CA"/>
    <w:rsid w:val="51C95B94"/>
    <w:rsid w:val="51CD1F51"/>
    <w:rsid w:val="51CE361C"/>
    <w:rsid w:val="51CF4777"/>
    <w:rsid w:val="51D46264"/>
    <w:rsid w:val="51D53271"/>
    <w:rsid w:val="51D7175E"/>
    <w:rsid w:val="51D75181"/>
    <w:rsid w:val="51DA16D1"/>
    <w:rsid w:val="51DE69BD"/>
    <w:rsid w:val="51E149F2"/>
    <w:rsid w:val="51FE1C17"/>
    <w:rsid w:val="5201671A"/>
    <w:rsid w:val="52032FFD"/>
    <w:rsid w:val="52075F49"/>
    <w:rsid w:val="520F5357"/>
    <w:rsid w:val="521115D4"/>
    <w:rsid w:val="52152D2A"/>
    <w:rsid w:val="52161C33"/>
    <w:rsid w:val="521A0512"/>
    <w:rsid w:val="52201345"/>
    <w:rsid w:val="522109F7"/>
    <w:rsid w:val="522425A8"/>
    <w:rsid w:val="52267A40"/>
    <w:rsid w:val="52295E07"/>
    <w:rsid w:val="522A6EC5"/>
    <w:rsid w:val="522C140D"/>
    <w:rsid w:val="522C4BAA"/>
    <w:rsid w:val="522D25DD"/>
    <w:rsid w:val="522F7D5A"/>
    <w:rsid w:val="523450A2"/>
    <w:rsid w:val="5239069C"/>
    <w:rsid w:val="523B32C2"/>
    <w:rsid w:val="523C5567"/>
    <w:rsid w:val="52413579"/>
    <w:rsid w:val="52432F14"/>
    <w:rsid w:val="52483A13"/>
    <w:rsid w:val="524C241D"/>
    <w:rsid w:val="52510339"/>
    <w:rsid w:val="52511E8D"/>
    <w:rsid w:val="52530541"/>
    <w:rsid w:val="52556E44"/>
    <w:rsid w:val="52560752"/>
    <w:rsid w:val="525851EA"/>
    <w:rsid w:val="52591E24"/>
    <w:rsid w:val="525946A3"/>
    <w:rsid w:val="525C4C3F"/>
    <w:rsid w:val="525E1027"/>
    <w:rsid w:val="52601CD1"/>
    <w:rsid w:val="52616996"/>
    <w:rsid w:val="52670378"/>
    <w:rsid w:val="52673DB2"/>
    <w:rsid w:val="526C47F7"/>
    <w:rsid w:val="526D2693"/>
    <w:rsid w:val="527453FC"/>
    <w:rsid w:val="52795DA3"/>
    <w:rsid w:val="527D088D"/>
    <w:rsid w:val="527E2D50"/>
    <w:rsid w:val="527E47C7"/>
    <w:rsid w:val="52825347"/>
    <w:rsid w:val="52884E31"/>
    <w:rsid w:val="5289483E"/>
    <w:rsid w:val="52901A81"/>
    <w:rsid w:val="529103D4"/>
    <w:rsid w:val="529207E0"/>
    <w:rsid w:val="52956BCF"/>
    <w:rsid w:val="529772D4"/>
    <w:rsid w:val="529C269B"/>
    <w:rsid w:val="529E1314"/>
    <w:rsid w:val="529E18A2"/>
    <w:rsid w:val="52A60446"/>
    <w:rsid w:val="52A661E5"/>
    <w:rsid w:val="52AF3580"/>
    <w:rsid w:val="52B006E9"/>
    <w:rsid w:val="52B218A8"/>
    <w:rsid w:val="52B45BF5"/>
    <w:rsid w:val="52B744B0"/>
    <w:rsid w:val="52B749D9"/>
    <w:rsid w:val="52B77296"/>
    <w:rsid w:val="52BA77BE"/>
    <w:rsid w:val="52BE7082"/>
    <w:rsid w:val="52BE7D84"/>
    <w:rsid w:val="52C350CC"/>
    <w:rsid w:val="52C45B9D"/>
    <w:rsid w:val="52C479FD"/>
    <w:rsid w:val="52C5647E"/>
    <w:rsid w:val="52CB1174"/>
    <w:rsid w:val="52D34EA9"/>
    <w:rsid w:val="52D76E03"/>
    <w:rsid w:val="52D95570"/>
    <w:rsid w:val="52DB3B8A"/>
    <w:rsid w:val="52DB497F"/>
    <w:rsid w:val="52DE658F"/>
    <w:rsid w:val="52E3245F"/>
    <w:rsid w:val="52E85833"/>
    <w:rsid w:val="52ED560F"/>
    <w:rsid w:val="52F22E6D"/>
    <w:rsid w:val="52F22F6A"/>
    <w:rsid w:val="52F30589"/>
    <w:rsid w:val="52F62948"/>
    <w:rsid w:val="52FD2327"/>
    <w:rsid w:val="52FF2350"/>
    <w:rsid w:val="530011C4"/>
    <w:rsid w:val="53021DA4"/>
    <w:rsid w:val="530342AB"/>
    <w:rsid w:val="53086817"/>
    <w:rsid w:val="53093FFC"/>
    <w:rsid w:val="530A0191"/>
    <w:rsid w:val="530F1F83"/>
    <w:rsid w:val="5317435E"/>
    <w:rsid w:val="5317456B"/>
    <w:rsid w:val="531A15C1"/>
    <w:rsid w:val="531C59A2"/>
    <w:rsid w:val="531F0EC8"/>
    <w:rsid w:val="5320733F"/>
    <w:rsid w:val="53216D64"/>
    <w:rsid w:val="532249A9"/>
    <w:rsid w:val="53274774"/>
    <w:rsid w:val="532A0E99"/>
    <w:rsid w:val="532E4178"/>
    <w:rsid w:val="53333F31"/>
    <w:rsid w:val="53344C8E"/>
    <w:rsid w:val="53360681"/>
    <w:rsid w:val="533F63AD"/>
    <w:rsid w:val="5345784F"/>
    <w:rsid w:val="53470E0B"/>
    <w:rsid w:val="534A53A4"/>
    <w:rsid w:val="534C37F4"/>
    <w:rsid w:val="534F11DF"/>
    <w:rsid w:val="5355407B"/>
    <w:rsid w:val="5355716A"/>
    <w:rsid w:val="535779FE"/>
    <w:rsid w:val="53580B02"/>
    <w:rsid w:val="53597F45"/>
    <w:rsid w:val="535C7573"/>
    <w:rsid w:val="535E0E9E"/>
    <w:rsid w:val="535E4427"/>
    <w:rsid w:val="535F0F06"/>
    <w:rsid w:val="53606ED1"/>
    <w:rsid w:val="53612C77"/>
    <w:rsid w:val="536132FF"/>
    <w:rsid w:val="536524A9"/>
    <w:rsid w:val="536809B5"/>
    <w:rsid w:val="536C2525"/>
    <w:rsid w:val="536D63BA"/>
    <w:rsid w:val="53710301"/>
    <w:rsid w:val="53794240"/>
    <w:rsid w:val="538643FD"/>
    <w:rsid w:val="538B0A41"/>
    <w:rsid w:val="538B2704"/>
    <w:rsid w:val="538B5E23"/>
    <w:rsid w:val="538D14FB"/>
    <w:rsid w:val="53906AF9"/>
    <w:rsid w:val="53932E2C"/>
    <w:rsid w:val="53945280"/>
    <w:rsid w:val="53956054"/>
    <w:rsid w:val="539858F8"/>
    <w:rsid w:val="5399388A"/>
    <w:rsid w:val="53993DFE"/>
    <w:rsid w:val="539D7DDF"/>
    <w:rsid w:val="539E388A"/>
    <w:rsid w:val="53A15F7A"/>
    <w:rsid w:val="53A502E9"/>
    <w:rsid w:val="53A62B18"/>
    <w:rsid w:val="53B3522C"/>
    <w:rsid w:val="53B51EDC"/>
    <w:rsid w:val="53B70170"/>
    <w:rsid w:val="53B8120D"/>
    <w:rsid w:val="53BC2CEC"/>
    <w:rsid w:val="53BF228F"/>
    <w:rsid w:val="53C37A7A"/>
    <w:rsid w:val="53C5359F"/>
    <w:rsid w:val="53C74FAE"/>
    <w:rsid w:val="53C80430"/>
    <w:rsid w:val="53C83387"/>
    <w:rsid w:val="53CD6AA8"/>
    <w:rsid w:val="53CE5E33"/>
    <w:rsid w:val="53CF3D33"/>
    <w:rsid w:val="53D00938"/>
    <w:rsid w:val="53D0110F"/>
    <w:rsid w:val="53D34EB8"/>
    <w:rsid w:val="53D87500"/>
    <w:rsid w:val="53D91911"/>
    <w:rsid w:val="53DA2C89"/>
    <w:rsid w:val="53DC69BC"/>
    <w:rsid w:val="53DE6A25"/>
    <w:rsid w:val="53E03FEE"/>
    <w:rsid w:val="53E176DB"/>
    <w:rsid w:val="53E83438"/>
    <w:rsid w:val="53EA5715"/>
    <w:rsid w:val="53EB1339"/>
    <w:rsid w:val="53F2641F"/>
    <w:rsid w:val="53F55F9E"/>
    <w:rsid w:val="53F64952"/>
    <w:rsid w:val="53F71373"/>
    <w:rsid w:val="53F72E2D"/>
    <w:rsid w:val="53F74A5C"/>
    <w:rsid w:val="53F76ABB"/>
    <w:rsid w:val="53FD3E5F"/>
    <w:rsid w:val="53FE39B1"/>
    <w:rsid w:val="53FE6ABB"/>
    <w:rsid w:val="54014FB5"/>
    <w:rsid w:val="5403658B"/>
    <w:rsid w:val="54090517"/>
    <w:rsid w:val="54106280"/>
    <w:rsid w:val="54106F3D"/>
    <w:rsid w:val="54121063"/>
    <w:rsid w:val="54131ED2"/>
    <w:rsid w:val="54161B20"/>
    <w:rsid w:val="5417661F"/>
    <w:rsid w:val="541C70A4"/>
    <w:rsid w:val="541E0C21"/>
    <w:rsid w:val="541E7881"/>
    <w:rsid w:val="54236DBC"/>
    <w:rsid w:val="542D4253"/>
    <w:rsid w:val="543077E6"/>
    <w:rsid w:val="54396B11"/>
    <w:rsid w:val="543A4C91"/>
    <w:rsid w:val="54402578"/>
    <w:rsid w:val="54404AED"/>
    <w:rsid w:val="544B2D8E"/>
    <w:rsid w:val="544D2FE8"/>
    <w:rsid w:val="544F1CCD"/>
    <w:rsid w:val="54535C9F"/>
    <w:rsid w:val="5454181E"/>
    <w:rsid w:val="54554FCF"/>
    <w:rsid w:val="5457457B"/>
    <w:rsid w:val="5458722D"/>
    <w:rsid w:val="545B4B73"/>
    <w:rsid w:val="545F3B1C"/>
    <w:rsid w:val="54600668"/>
    <w:rsid w:val="54601EF8"/>
    <w:rsid w:val="5460496A"/>
    <w:rsid w:val="5462365E"/>
    <w:rsid w:val="54642328"/>
    <w:rsid w:val="546450B4"/>
    <w:rsid w:val="54657F35"/>
    <w:rsid w:val="54682390"/>
    <w:rsid w:val="546C0FA0"/>
    <w:rsid w:val="54735163"/>
    <w:rsid w:val="547429FB"/>
    <w:rsid w:val="54780E42"/>
    <w:rsid w:val="547A5842"/>
    <w:rsid w:val="547C4EFC"/>
    <w:rsid w:val="547E0085"/>
    <w:rsid w:val="547E4F34"/>
    <w:rsid w:val="547E56F8"/>
    <w:rsid w:val="54825CEF"/>
    <w:rsid w:val="54835BC7"/>
    <w:rsid w:val="54837881"/>
    <w:rsid w:val="54843A0D"/>
    <w:rsid w:val="54850054"/>
    <w:rsid w:val="548D2C45"/>
    <w:rsid w:val="54966065"/>
    <w:rsid w:val="54992F5C"/>
    <w:rsid w:val="549B4AC8"/>
    <w:rsid w:val="549C0CBF"/>
    <w:rsid w:val="549E21BC"/>
    <w:rsid w:val="549E2D96"/>
    <w:rsid w:val="549E6BD9"/>
    <w:rsid w:val="54A30BE0"/>
    <w:rsid w:val="54A31978"/>
    <w:rsid w:val="54A67FD8"/>
    <w:rsid w:val="54A8159A"/>
    <w:rsid w:val="54AA1853"/>
    <w:rsid w:val="54AA1D7D"/>
    <w:rsid w:val="54AE6CCF"/>
    <w:rsid w:val="54AF25C6"/>
    <w:rsid w:val="54AF4786"/>
    <w:rsid w:val="54B77B7E"/>
    <w:rsid w:val="54BB6D17"/>
    <w:rsid w:val="54C5191F"/>
    <w:rsid w:val="54C55CF6"/>
    <w:rsid w:val="54CA7BCE"/>
    <w:rsid w:val="54CF581D"/>
    <w:rsid w:val="54D03C79"/>
    <w:rsid w:val="54D207D8"/>
    <w:rsid w:val="54D41102"/>
    <w:rsid w:val="54D71FF1"/>
    <w:rsid w:val="54DB0734"/>
    <w:rsid w:val="54E111FE"/>
    <w:rsid w:val="54E1669F"/>
    <w:rsid w:val="54E24379"/>
    <w:rsid w:val="54E43935"/>
    <w:rsid w:val="54E722B4"/>
    <w:rsid w:val="54EB4DD4"/>
    <w:rsid w:val="54EC37F4"/>
    <w:rsid w:val="54EE0D5F"/>
    <w:rsid w:val="54F02884"/>
    <w:rsid w:val="54F92A37"/>
    <w:rsid w:val="54FD763F"/>
    <w:rsid w:val="54FE71DF"/>
    <w:rsid w:val="55020B45"/>
    <w:rsid w:val="5504607E"/>
    <w:rsid w:val="550516B9"/>
    <w:rsid w:val="550B40EB"/>
    <w:rsid w:val="550B43EB"/>
    <w:rsid w:val="550C7D55"/>
    <w:rsid w:val="55161E4B"/>
    <w:rsid w:val="551637A0"/>
    <w:rsid w:val="5516788D"/>
    <w:rsid w:val="551B6ED0"/>
    <w:rsid w:val="551D5B49"/>
    <w:rsid w:val="551E4BA5"/>
    <w:rsid w:val="551F401F"/>
    <w:rsid w:val="55231569"/>
    <w:rsid w:val="552C5D87"/>
    <w:rsid w:val="552D6695"/>
    <w:rsid w:val="552F1DC8"/>
    <w:rsid w:val="55304103"/>
    <w:rsid w:val="55321869"/>
    <w:rsid w:val="553551B5"/>
    <w:rsid w:val="55373EF5"/>
    <w:rsid w:val="553A04C2"/>
    <w:rsid w:val="553D5948"/>
    <w:rsid w:val="553F5C1D"/>
    <w:rsid w:val="55407A20"/>
    <w:rsid w:val="554132C0"/>
    <w:rsid w:val="55423651"/>
    <w:rsid w:val="55424EF5"/>
    <w:rsid w:val="55461606"/>
    <w:rsid w:val="554626AA"/>
    <w:rsid w:val="554755C8"/>
    <w:rsid w:val="55486B82"/>
    <w:rsid w:val="554B4B54"/>
    <w:rsid w:val="55560832"/>
    <w:rsid w:val="555673C1"/>
    <w:rsid w:val="55583137"/>
    <w:rsid w:val="55593666"/>
    <w:rsid w:val="55595BF1"/>
    <w:rsid w:val="555D1DF4"/>
    <w:rsid w:val="555F0D52"/>
    <w:rsid w:val="55610CB4"/>
    <w:rsid w:val="55621A1D"/>
    <w:rsid w:val="55626DAA"/>
    <w:rsid w:val="55680F0D"/>
    <w:rsid w:val="556A125F"/>
    <w:rsid w:val="556A655E"/>
    <w:rsid w:val="556B4B51"/>
    <w:rsid w:val="556D6E8A"/>
    <w:rsid w:val="55720BF0"/>
    <w:rsid w:val="557264FD"/>
    <w:rsid w:val="5575060A"/>
    <w:rsid w:val="557532FD"/>
    <w:rsid w:val="557656E5"/>
    <w:rsid w:val="557C377D"/>
    <w:rsid w:val="557C590A"/>
    <w:rsid w:val="55815317"/>
    <w:rsid w:val="558404A1"/>
    <w:rsid w:val="558B3E16"/>
    <w:rsid w:val="558C3355"/>
    <w:rsid w:val="559333FD"/>
    <w:rsid w:val="559A20FB"/>
    <w:rsid w:val="559A2462"/>
    <w:rsid w:val="559A4D26"/>
    <w:rsid w:val="559A4F63"/>
    <w:rsid w:val="559C1131"/>
    <w:rsid w:val="559C63FA"/>
    <w:rsid w:val="559F13E3"/>
    <w:rsid w:val="55A16EE1"/>
    <w:rsid w:val="55A255A6"/>
    <w:rsid w:val="55A60558"/>
    <w:rsid w:val="55A77CA4"/>
    <w:rsid w:val="55AB1FF1"/>
    <w:rsid w:val="55AC2631"/>
    <w:rsid w:val="55AC328A"/>
    <w:rsid w:val="55AC68DC"/>
    <w:rsid w:val="55AD4C51"/>
    <w:rsid w:val="55AD7B9E"/>
    <w:rsid w:val="55AF6926"/>
    <w:rsid w:val="55B2087F"/>
    <w:rsid w:val="55B223DE"/>
    <w:rsid w:val="55B22511"/>
    <w:rsid w:val="55B30D8C"/>
    <w:rsid w:val="55B3625F"/>
    <w:rsid w:val="55B36DA6"/>
    <w:rsid w:val="55B652C0"/>
    <w:rsid w:val="55BA22FF"/>
    <w:rsid w:val="55BC139B"/>
    <w:rsid w:val="55BD28F1"/>
    <w:rsid w:val="55C03734"/>
    <w:rsid w:val="55C22D88"/>
    <w:rsid w:val="55C350EE"/>
    <w:rsid w:val="55C450CD"/>
    <w:rsid w:val="55C56E8D"/>
    <w:rsid w:val="55C65EF9"/>
    <w:rsid w:val="55C8773B"/>
    <w:rsid w:val="55C91A99"/>
    <w:rsid w:val="55CA7227"/>
    <w:rsid w:val="55D20FED"/>
    <w:rsid w:val="55D554F6"/>
    <w:rsid w:val="55D76ED1"/>
    <w:rsid w:val="55D8526A"/>
    <w:rsid w:val="55D91652"/>
    <w:rsid w:val="55DB3990"/>
    <w:rsid w:val="55DC1420"/>
    <w:rsid w:val="55DD4AF4"/>
    <w:rsid w:val="55DF1933"/>
    <w:rsid w:val="55EA0C52"/>
    <w:rsid w:val="55EB5FF7"/>
    <w:rsid w:val="55F105D5"/>
    <w:rsid w:val="55F50686"/>
    <w:rsid w:val="55F63C75"/>
    <w:rsid w:val="560241F5"/>
    <w:rsid w:val="5603135C"/>
    <w:rsid w:val="5603776B"/>
    <w:rsid w:val="56056596"/>
    <w:rsid w:val="560728DD"/>
    <w:rsid w:val="56074818"/>
    <w:rsid w:val="5609002E"/>
    <w:rsid w:val="560D10A3"/>
    <w:rsid w:val="56124951"/>
    <w:rsid w:val="56161429"/>
    <w:rsid w:val="56162ABB"/>
    <w:rsid w:val="561B60B2"/>
    <w:rsid w:val="561C437E"/>
    <w:rsid w:val="561E2AF2"/>
    <w:rsid w:val="562735B3"/>
    <w:rsid w:val="56306381"/>
    <w:rsid w:val="56316C7B"/>
    <w:rsid w:val="56363CA4"/>
    <w:rsid w:val="56365BAA"/>
    <w:rsid w:val="563A2865"/>
    <w:rsid w:val="563A3710"/>
    <w:rsid w:val="563A4C44"/>
    <w:rsid w:val="56402A75"/>
    <w:rsid w:val="5641197F"/>
    <w:rsid w:val="564136BE"/>
    <w:rsid w:val="564E3B2B"/>
    <w:rsid w:val="5652292B"/>
    <w:rsid w:val="5652676F"/>
    <w:rsid w:val="56527F8F"/>
    <w:rsid w:val="56545D48"/>
    <w:rsid w:val="565A5BED"/>
    <w:rsid w:val="565B1A84"/>
    <w:rsid w:val="56634EA1"/>
    <w:rsid w:val="566961F6"/>
    <w:rsid w:val="566F3E00"/>
    <w:rsid w:val="56717CDB"/>
    <w:rsid w:val="56723AC7"/>
    <w:rsid w:val="56753820"/>
    <w:rsid w:val="567A4260"/>
    <w:rsid w:val="567C44B2"/>
    <w:rsid w:val="567D79CC"/>
    <w:rsid w:val="567F3FB6"/>
    <w:rsid w:val="567F7140"/>
    <w:rsid w:val="568023D4"/>
    <w:rsid w:val="5680666D"/>
    <w:rsid w:val="56840F1C"/>
    <w:rsid w:val="568644CD"/>
    <w:rsid w:val="56873822"/>
    <w:rsid w:val="568836F9"/>
    <w:rsid w:val="56891825"/>
    <w:rsid w:val="568966BB"/>
    <w:rsid w:val="56915259"/>
    <w:rsid w:val="56933565"/>
    <w:rsid w:val="5695094E"/>
    <w:rsid w:val="56990017"/>
    <w:rsid w:val="569941B4"/>
    <w:rsid w:val="569A2286"/>
    <w:rsid w:val="569B4FFA"/>
    <w:rsid w:val="569E1A6F"/>
    <w:rsid w:val="56A143C9"/>
    <w:rsid w:val="56A1570B"/>
    <w:rsid w:val="56A20A83"/>
    <w:rsid w:val="56A40AFF"/>
    <w:rsid w:val="56A438F9"/>
    <w:rsid w:val="56A46BF2"/>
    <w:rsid w:val="56A711B9"/>
    <w:rsid w:val="56A73734"/>
    <w:rsid w:val="56B0195D"/>
    <w:rsid w:val="56B02D6B"/>
    <w:rsid w:val="56B07C36"/>
    <w:rsid w:val="56B70FC0"/>
    <w:rsid w:val="56B96A0D"/>
    <w:rsid w:val="56B97A66"/>
    <w:rsid w:val="56BB0897"/>
    <w:rsid w:val="56BB7C7F"/>
    <w:rsid w:val="56C32E35"/>
    <w:rsid w:val="56C34601"/>
    <w:rsid w:val="56C37EB5"/>
    <w:rsid w:val="56CE590C"/>
    <w:rsid w:val="56D23D87"/>
    <w:rsid w:val="56D2451F"/>
    <w:rsid w:val="56D8673F"/>
    <w:rsid w:val="56DA0DCF"/>
    <w:rsid w:val="56DB08D2"/>
    <w:rsid w:val="56DC5C10"/>
    <w:rsid w:val="56DE0F31"/>
    <w:rsid w:val="56DE0FA3"/>
    <w:rsid w:val="56E15E21"/>
    <w:rsid w:val="56E32675"/>
    <w:rsid w:val="56E46F12"/>
    <w:rsid w:val="56E53314"/>
    <w:rsid w:val="56E7079C"/>
    <w:rsid w:val="56E93D96"/>
    <w:rsid w:val="56EA0D85"/>
    <w:rsid w:val="56EA6E6D"/>
    <w:rsid w:val="56EE15A2"/>
    <w:rsid w:val="56EE6CFE"/>
    <w:rsid w:val="56F039F5"/>
    <w:rsid w:val="56F06093"/>
    <w:rsid w:val="56F113C4"/>
    <w:rsid w:val="56F171DA"/>
    <w:rsid w:val="56F5274C"/>
    <w:rsid w:val="56F701C1"/>
    <w:rsid w:val="56F91619"/>
    <w:rsid w:val="56F95B3B"/>
    <w:rsid w:val="57004DB0"/>
    <w:rsid w:val="57013351"/>
    <w:rsid w:val="57064448"/>
    <w:rsid w:val="57085E35"/>
    <w:rsid w:val="570A2600"/>
    <w:rsid w:val="57113512"/>
    <w:rsid w:val="57125EF5"/>
    <w:rsid w:val="57136254"/>
    <w:rsid w:val="571553BF"/>
    <w:rsid w:val="57170772"/>
    <w:rsid w:val="57173A52"/>
    <w:rsid w:val="57190723"/>
    <w:rsid w:val="571A7E88"/>
    <w:rsid w:val="571D732A"/>
    <w:rsid w:val="571E5E52"/>
    <w:rsid w:val="57244C53"/>
    <w:rsid w:val="57252C9F"/>
    <w:rsid w:val="57274084"/>
    <w:rsid w:val="57283762"/>
    <w:rsid w:val="572913C3"/>
    <w:rsid w:val="572A74FE"/>
    <w:rsid w:val="572E7EA4"/>
    <w:rsid w:val="573C1660"/>
    <w:rsid w:val="573C7682"/>
    <w:rsid w:val="57411975"/>
    <w:rsid w:val="574529C9"/>
    <w:rsid w:val="57466EFC"/>
    <w:rsid w:val="574730F0"/>
    <w:rsid w:val="574851E3"/>
    <w:rsid w:val="57496CBA"/>
    <w:rsid w:val="574B0E81"/>
    <w:rsid w:val="574B2CF4"/>
    <w:rsid w:val="574D4BB3"/>
    <w:rsid w:val="574E69B8"/>
    <w:rsid w:val="574E71E1"/>
    <w:rsid w:val="57520931"/>
    <w:rsid w:val="575A054E"/>
    <w:rsid w:val="575C0E0B"/>
    <w:rsid w:val="575C526F"/>
    <w:rsid w:val="575D4AB6"/>
    <w:rsid w:val="575F357C"/>
    <w:rsid w:val="575F55FC"/>
    <w:rsid w:val="5766508B"/>
    <w:rsid w:val="576D7C03"/>
    <w:rsid w:val="57711D15"/>
    <w:rsid w:val="57722C31"/>
    <w:rsid w:val="577305DE"/>
    <w:rsid w:val="577F6DDE"/>
    <w:rsid w:val="57810DAE"/>
    <w:rsid w:val="57813796"/>
    <w:rsid w:val="578546C4"/>
    <w:rsid w:val="5789232D"/>
    <w:rsid w:val="5791205A"/>
    <w:rsid w:val="579134BE"/>
    <w:rsid w:val="57927343"/>
    <w:rsid w:val="57956874"/>
    <w:rsid w:val="57990062"/>
    <w:rsid w:val="579C395D"/>
    <w:rsid w:val="57A0793B"/>
    <w:rsid w:val="57A454B6"/>
    <w:rsid w:val="57A73F1D"/>
    <w:rsid w:val="57A76AB6"/>
    <w:rsid w:val="57AD5B06"/>
    <w:rsid w:val="57AE2DCE"/>
    <w:rsid w:val="57AE7EB7"/>
    <w:rsid w:val="57B37CC1"/>
    <w:rsid w:val="57B46C4E"/>
    <w:rsid w:val="57B64D2E"/>
    <w:rsid w:val="57B87484"/>
    <w:rsid w:val="57B90065"/>
    <w:rsid w:val="57BD2F54"/>
    <w:rsid w:val="57BF36B1"/>
    <w:rsid w:val="57C0432D"/>
    <w:rsid w:val="57C11878"/>
    <w:rsid w:val="57C13379"/>
    <w:rsid w:val="57C80C54"/>
    <w:rsid w:val="57C94E2D"/>
    <w:rsid w:val="57CC30A4"/>
    <w:rsid w:val="57CC60AF"/>
    <w:rsid w:val="57CC7DCA"/>
    <w:rsid w:val="57CE1C82"/>
    <w:rsid w:val="57CE7C85"/>
    <w:rsid w:val="57DA3108"/>
    <w:rsid w:val="57DB4E64"/>
    <w:rsid w:val="57E001BF"/>
    <w:rsid w:val="57E17B88"/>
    <w:rsid w:val="57E558E5"/>
    <w:rsid w:val="57EB293F"/>
    <w:rsid w:val="57EF59C8"/>
    <w:rsid w:val="57F3199F"/>
    <w:rsid w:val="57F975E4"/>
    <w:rsid w:val="57F977EC"/>
    <w:rsid w:val="57FB668A"/>
    <w:rsid w:val="57FB743B"/>
    <w:rsid w:val="57FC762F"/>
    <w:rsid w:val="5801276A"/>
    <w:rsid w:val="580614C5"/>
    <w:rsid w:val="58096461"/>
    <w:rsid w:val="580E563F"/>
    <w:rsid w:val="58145622"/>
    <w:rsid w:val="58150D16"/>
    <w:rsid w:val="58197CA6"/>
    <w:rsid w:val="581B6040"/>
    <w:rsid w:val="581F1891"/>
    <w:rsid w:val="581F246C"/>
    <w:rsid w:val="582232E5"/>
    <w:rsid w:val="582256EB"/>
    <w:rsid w:val="5824628A"/>
    <w:rsid w:val="5825326E"/>
    <w:rsid w:val="58260183"/>
    <w:rsid w:val="58294B4C"/>
    <w:rsid w:val="582A4F78"/>
    <w:rsid w:val="582C4EC1"/>
    <w:rsid w:val="582E7877"/>
    <w:rsid w:val="582F68C1"/>
    <w:rsid w:val="58301AF7"/>
    <w:rsid w:val="58301FC1"/>
    <w:rsid w:val="58327DDF"/>
    <w:rsid w:val="583433D9"/>
    <w:rsid w:val="58377F21"/>
    <w:rsid w:val="583805B4"/>
    <w:rsid w:val="583940BF"/>
    <w:rsid w:val="583A42B8"/>
    <w:rsid w:val="583B32E8"/>
    <w:rsid w:val="58491FCD"/>
    <w:rsid w:val="584A1BD8"/>
    <w:rsid w:val="584B3217"/>
    <w:rsid w:val="584D06C5"/>
    <w:rsid w:val="585535EF"/>
    <w:rsid w:val="585A7033"/>
    <w:rsid w:val="585B318C"/>
    <w:rsid w:val="585C416F"/>
    <w:rsid w:val="585F580C"/>
    <w:rsid w:val="586148B3"/>
    <w:rsid w:val="58643A96"/>
    <w:rsid w:val="5865665D"/>
    <w:rsid w:val="58687BF4"/>
    <w:rsid w:val="58690913"/>
    <w:rsid w:val="586A7209"/>
    <w:rsid w:val="586B794A"/>
    <w:rsid w:val="58776B0F"/>
    <w:rsid w:val="58797100"/>
    <w:rsid w:val="58821DF0"/>
    <w:rsid w:val="58863324"/>
    <w:rsid w:val="588B68D9"/>
    <w:rsid w:val="588E23B0"/>
    <w:rsid w:val="588F0001"/>
    <w:rsid w:val="589261C2"/>
    <w:rsid w:val="589537F2"/>
    <w:rsid w:val="5896004B"/>
    <w:rsid w:val="589A0116"/>
    <w:rsid w:val="589D42DD"/>
    <w:rsid w:val="58A34025"/>
    <w:rsid w:val="58A64740"/>
    <w:rsid w:val="58A704DE"/>
    <w:rsid w:val="58A80545"/>
    <w:rsid w:val="58A8327E"/>
    <w:rsid w:val="58A84478"/>
    <w:rsid w:val="58A9065A"/>
    <w:rsid w:val="58A9618D"/>
    <w:rsid w:val="58A968E2"/>
    <w:rsid w:val="58AC10BB"/>
    <w:rsid w:val="58AD3D09"/>
    <w:rsid w:val="58B00516"/>
    <w:rsid w:val="58B13054"/>
    <w:rsid w:val="58B219AF"/>
    <w:rsid w:val="58B3403E"/>
    <w:rsid w:val="58B44911"/>
    <w:rsid w:val="58B63D4D"/>
    <w:rsid w:val="58BF770F"/>
    <w:rsid w:val="58C1551A"/>
    <w:rsid w:val="58C20481"/>
    <w:rsid w:val="58C55F47"/>
    <w:rsid w:val="58C8354F"/>
    <w:rsid w:val="58C9546B"/>
    <w:rsid w:val="58CC5B26"/>
    <w:rsid w:val="58D04F10"/>
    <w:rsid w:val="58D15F28"/>
    <w:rsid w:val="58D3121E"/>
    <w:rsid w:val="58D70F54"/>
    <w:rsid w:val="58D92B3B"/>
    <w:rsid w:val="58D95A32"/>
    <w:rsid w:val="58E04212"/>
    <w:rsid w:val="58E067FE"/>
    <w:rsid w:val="58E25F0B"/>
    <w:rsid w:val="58E36ADC"/>
    <w:rsid w:val="58E45434"/>
    <w:rsid w:val="58E8599A"/>
    <w:rsid w:val="58E90709"/>
    <w:rsid w:val="58EA4673"/>
    <w:rsid w:val="58EE384B"/>
    <w:rsid w:val="58F057F1"/>
    <w:rsid w:val="58F30029"/>
    <w:rsid w:val="58F87186"/>
    <w:rsid w:val="58FB7B81"/>
    <w:rsid w:val="58FC1D07"/>
    <w:rsid w:val="58FE72AA"/>
    <w:rsid w:val="590B411E"/>
    <w:rsid w:val="590B58BD"/>
    <w:rsid w:val="590C24BE"/>
    <w:rsid w:val="59130DF6"/>
    <w:rsid w:val="59184697"/>
    <w:rsid w:val="59203E4C"/>
    <w:rsid w:val="59204BD3"/>
    <w:rsid w:val="59260B3E"/>
    <w:rsid w:val="592D2549"/>
    <w:rsid w:val="592D2E2A"/>
    <w:rsid w:val="592D7C4D"/>
    <w:rsid w:val="592E26D9"/>
    <w:rsid w:val="592E50BC"/>
    <w:rsid w:val="59304C3A"/>
    <w:rsid w:val="59321992"/>
    <w:rsid w:val="59322C6A"/>
    <w:rsid w:val="59327ED2"/>
    <w:rsid w:val="59365887"/>
    <w:rsid w:val="593834F9"/>
    <w:rsid w:val="59383D00"/>
    <w:rsid w:val="59391F18"/>
    <w:rsid w:val="593F007A"/>
    <w:rsid w:val="593F0D05"/>
    <w:rsid w:val="59493550"/>
    <w:rsid w:val="594A15ED"/>
    <w:rsid w:val="594B2F2A"/>
    <w:rsid w:val="594F2788"/>
    <w:rsid w:val="595054F8"/>
    <w:rsid w:val="59513FBD"/>
    <w:rsid w:val="595146F6"/>
    <w:rsid w:val="59514796"/>
    <w:rsid w:val="59567F57"/>
    <w:rsid w:val="59581BA9"/>
    <w:rsid w:val="595B3404"/>
    <w:rsid w:val="595F044B"/>
    <w:rsid w:val="596A29F1"/>
    <w:rsid w:val="596C439F"/>
    <w:rsid w:val="59706307"/>
    <w:rsid w:val="597068D5"/>
    <w:rsid w:val="59727AA8"/>
    <w:rsid w:val="597378A9"/>
    <w:rsid w:val="59750427"/>
    <w:rsid w:val="597724F8"/>
    <w:rsid w:val="597942E5"/>
    <w:rsid w:val="59796D5D"/>
    <w:rsid w:val="597C15DF"/>
    <w:rsid w:val="59811615"/>
    <w:rsid w:val="598119E1"/>
    <w:rsid w:val="5983502F"/>
    <w:rsid w:val="59876965"/>
    <w:rsid w:val="59903AB1"/>
    <w:rsid w:val="59945949"/>
    <w:rsid w:val="59964241"/>
    <w:rsid w:val="599D3F91"/>
    <w:rsid w:val="599E1EF5"/>
    <w:rsid w:val="59A56A37"/>
    <w:rsid w:val="59A819BC"/>
    <w:rsid w:val="59A849B8"/>
    <w:rsid w:val="59A95EA0"/>
    <w:rsid w:val="59AC2D3D"/>
    <w:rsid w:val="59B76F4F"/>
    <w:rsid w:val="59B84BB1"/>
    <w:rsid w:val="59BC57C1"/>
    <w:rsid w:val="59BE2D44"/>
    <w:rsid w:val="59BE65CA"/>
    <w:rsid w:val="59C07C64"/>
    <w:rsid w:val="59C37027"/>
    <w:rsid w:val="59C93F7E"/>
    <w:rsid w:val="59CB14AB"/>
    <w:rsid w:val="59CB4C1E"/>
    <w:rsid w:val="59CC0BED"/>
    <w:rsid w:val="59CD33C1"/>
    <w:rsid w:val="59CE2EAA"/>
    <w:rsid w:val="59D020E9"/>
    <w:rsid w:val="59D03536"/>
    <w:rsid w:val="59D226C8"/>
    <w:rsid w:val="59D24D75"/>
    <w:rsid w:val="59D80452"/>
    <w:rsid w:val="59D909F4"/>
    <w:rsid w:val="59DA538A"/>
    <w:rsid w:val="59DE641F"/>
    <w:rsid w:val="59DF6972"/>
    <w:rsid w:val="59E2023C"/>
    <w:rsid w:val="59E309C5"/>
    <w:rsid w:val="59E76027"/>
    <w:rsid w:val="59E76BD6"/>
    <w:rsid w:val="59E778C0"/>
    <w:rsid w:val="59EA7C46"/>
    <w:rsid w:val="59EF1387"/>
    <w:rsid w:val="59F0140C"/>
    <w:rsid w:val="59F21126"/>
    <w:rsid w:val="59F63C04"/>
    <w:rsid w:val="59F90CCA"/>
    <w:rsid w:val="59FE5D4D"/>
    <w:rsid w:val="5A010AB7"/>
    <w:rsid w:val="5A017026"/>
    <w:rsid w:val="5A030B0B"/>
    <w:rsid w:val="5A061AC0"/>
    <w:rsid w:val="5A0641E7"/>
    <w:rsid w:val="5A077213"/>
    <w:rsid w:val="5A0953C4"/>
    <w:rsid w:val="5A0B30FB"/>
    <w:rsid w:val="5A0B3529"/>
    <w:rsid w:val="5A0F10E3"/>
    <w:rsid w:val="5A100013"/>
    <w:rsid w:val="5A102600"/>
    <w:rsid w:val="5A1047A6"/>
    <w:rsid w:val="5A107399"/>
    <w:rsid w:val="5A1502FE"/>
    <w:rsid w:val="5A1F4DA9"/>
    <w:rsid w:val="5A1F73D8"/>
    <w:rsid w:val="5A221BC9"/>
    <w:rsid w:val="5A2B4A88"/>
    <w:rsid w:val="5A2C1979"/>
    <w:rsid w:val="5A2F0419"/>
    <w:rsid w:val="5A376B6F"/>
    <w:rsid w:val="5A3809C5"/>
    <w:rsid w:val="5A382CAC"/>
    <w:rsid w:val="5A3D060E"/>
    <w:rsid w:val="5A3D337E"/>
    <w:rsid w:val="5A3E46A0"/>
    <w:rsid w:val="5A3E682A"/>
    <w:rsid w:val="5A3F1C36"/>
    <w:rsid w:val="5A433046"/>
    <w:rsid w:val="5A436E7E"/>
    <w:rsid w:val="5A4B4FAC"/>
    <w:rsid w:val="5A514D9F"/>
    <w:rsid w:val="5A55349F"/>
    <w:rsid w:val="5A593EED"/>
    <w:rsid w:val="5A5C2E6A"/>
    <w:rsid w:val="5A5C5303"/>
    <w:rsid w:val="5A5D763E"/>
    <w:rsid w:val="5A5E1448"/>
    <w:rsid w:val="5A5E7095"/>
    <w:rsid w:val="5A623A0D"/>
    <w:rsid w:val="5A6443C8"/>
    <w:rsid w:val="5A64537E"/>
    <w:rsid w:val="5A663EA6"/>
    <w:rsid w:val="5A692E72"/>
    <w:rsid w:val="5A6E5BF5"/>
    <w:rsid w:val="5A7165E7"/>
    <w:rsid w:val="5A763050"/>
    <w:rsid w:val="5A7801D5"/>
    <w:rsid w:val="5A792EE2"/>
    <w:rsid w:val="5A7A1648"/>
    <w:rsid w:val="5A7B2CA5"/>
    <w:rsid w:val="5A7B5D27"/>
    <w:rsid w:val="5A7C512B"/>
    <w:rsid w:val="5A7E536D"/>
    <w:rsid w:val="5A7F3C62"/>
    <w:rsid w:val="5A846AB1"/>
    <w:rsid w:val="5A85766A"/>
    <w:rsid w:val="5A865C51"/>
    <w:rsid w:val="5A8B4389"/>
    <w:rsid w:val="5A8C318C"/>
    <w:rsid w:val="5A9029B5"/>
    <w:rsid w:val="5A915944"/>
    <w:rsid w:val="5A942198"/>
    <w:rsid w:val="5A9455C9"/>
    <w:rsid w:val="5A986466"/>
    <w:rsid w:val="5A9C4F74"/>
    <w:rsid w:val="5A9F0B76"/>
    <w:rsid w:val="5AA15805"/>
    <w:rsid w:val="5AA418E6"/>
    <w:rsid w:val="5AA63A81"/>
    <w:rsid w:val="5AAC7D32"/>
    <w:rsid w:val="5AAE25A6"/>
    <w:rsid w:val="5AAF3D8F"/>
    <w:rsid w:val="5AB64B76"/>
    <w:rsid w:val="5AB8036B"/>
    <w:rsid w:val="5ABC6E54"/>
    <w:rsid w:val="5ABF6C30"/>
    <w:rsid w:val="5AC1301D"/>
    <w:rsid w:val="5AC36994"/>
    <w:rsid w:val="5ACA1F29"/>
    <w:rsid w:val="5ACA6F2E"/>
    <w:rsid w:val="5ACB666D"/>
    <w:rsid w:val="5ACD0444"/>
    <w:rsid w:val="5ACE14DD"/>
    <w:rsid w:val="5AD0163A"/>
    <w:rsid w:val="5AD36FF5"/>
    <w:rsid w:val="5AD64733"/>
    <w:rsid w:val="5ADA19E8"/>
    <w:rsid w:val="5ADA69F6"/>
    <w:rsid w:val="5ADB655F"/>
    <w:rsid w:val="5ADC0BA1"/>
    <w:rsid w:val="5AE122E3"/>
    <w:rsid w:val="5AE50265"/>
    <w:rsid w:val="5AE8069A"/>
    <w:rsid w:val="5AEB55B8"/>
    <w:rsid w:val="5AF32D5D"/>
    <w:rsid w:val="5AF9794E"/>
    <w:rsid w:val="5B01364C"/>
    <w:rsid w:val="5B0236ED"/>
    <w:rsid w:val="5B072A45"/>
    <w:rsid w:val="5B0B5601"/>
    <w:rsid w:val="5B102DBF"/>
    <w:rsid w:val="5B1207B2"/>
    <w:rsid w:val="5B143BBA"/>
    <w:rsid w:val="5B1550C7"/>
    <w:rsid w:val="5B164631"/>
    <w:rsid w:val="5B1E1150"/>
    <w:rsid w:val="5B2273CC"/>
    <w:rsid w:val="5B23193D"/>
    <w:rsid w:val="5B2D4975"/>
    <w:rsid w:val="5B2F5017"/>
    <w:rsid w:val="5B305992"/>
    <w:rsid w:val="5B331395"/>
    <w:rsid w:val="5B3433E2"/>
    <w:rsid w:val="5B357456"/>
    <w:rsid w:val="5B3E11EF"/>
    <w:rsid w:val="5B4024CE"/>
    <w:rsid w:val="5B4148FA"/>
    <w:rsid w:val="5B481441"/>
    <w:rsid w:val="5B500039"/>
    <w:rsid w:val="5B550397"/>
    <w:rsid w:val="5B571EC7"/>
    <w:rsid w:val="5B5B3BBF"/>
    <w:rsid w:val="5B5C5746"/>
    <w:rsid w:val="5B6221AE"/>
    <w:rsid w:val="5B656F43"/>
    <w:rsid w:val="5B6925E8"/>
    <w:rsid w:val="5B6B49B4"/>
    <w:rsid w:val="5B6C740D"/>
    <w:rsid w:val="5B6F538C"/>
    <w:rsid w:val="5B705EA5"/>
    <w:rsid w:val="5B707279"/>
    <w:rsid w:val="5B734CAE"/>
    <w:rsid w:val="5B740651"/>
    <w:rsid w:val="5B756109"/>
    <w:rsid w:val="5B7C2B9B"/>
    <w:rsid w:val="5B835CE6"/>
    <w:rsid w:val="5B84135F"/>
    <w:rsid w:val="5B8478B4"/>
    <w:rsid w:val="5B88382F"/>
    <w:rsid w:val="5B8A49C9"/>
    <w:rsid w:val="5B8B043C"/>
    <w:rsid w:val="5B8B215D"/>
    <w:rsid w:val="5B8C3245"/>
    <w:rsid w:val="5B8D4C59"/>
    <w:rsid w:val="5B93549F"/>
    <w:rsid w:val="5B947A86"/>
    <w:rsid w:val="5B954EB5"/>
    <w:rsid w:val="5B96468A"/>
    <w:rsid w:val="5B9758BD"/>
    <w:rsid w:val="5B983AA8"/>
    <w:rsid w:val="5B984B04"/>
    <w:rsid w:val="5B984C3D"/>
    <w:rsid w:val="5B996826"/>
    <w:rsid w:val="5B9A1520"/>
    <w:rsid w:val="5B9D0A62"/>
    <w:rsid w:val="5B9D4B17"/>
    <w:rsid w:val="5BA77D5B"/>
    <w:rsid w:val="5BA97579"/>
    <w:rsid w:val="5BAC4D26"/>
    <w:rsid w:val="5BB05EFF"/>
    <w:rsid w:val="5BB772A4"/>
    <w:rsid w:val="5BBA15CE"/>
    <w:rsid w:val="5BC02F47"/>
    <w:rsid w:val="5BC330F2"/>
    <w:rsid w:val="5BC3672F"/>
    <w:rsid w:val="5BC50031"/>
    <w:rsid w:val="5BCA21BA"/>
    <w:rsid w:val="5BCE4189"/>
    <w:rsid w:val="5BD44999"/>
    <w:rsid w:val="5BD87941"/>
    <w:rsid w:val="5BDB4716"/>
    <w:rsid w:val="5BDE7969"/>
    <w:rsid w:val="5BE12AAD"/>
    <w:rsid w:val="5BE36739"/>
    <w:rsid w:val="5BE4061F"/>
    <w:rsid w:val="5BE842D6"/>
    <w:rsid w:val="5BF22B1F"/>
    <w:rsid w:val="5BF40F33"/>
    <w:rsid w:val="5BF45546"/>
    <w:rsid w:val="5BF464CE"/>
    <w:rsid w:val="5BF57EB8"/>
    <w:rsid w:val="5BF639EC"/>
    <w:rsid w:val="5BF84957"/>
    <w:rsid w:val="5BFA1C5E"/>
    <w:rsid w:val="5C0230CD"/>
    <w:rsid w:val="5C063D74"/>
    <w:rsid w:val="5C086642"/>
    <w:rsid w:val="5C094D34"/>
    <w:rsid w:val="5C0D3A4E"/>
    <w:rsid w:val="5C0E225B"/>
    <w:rsid w:val="5C1244A1"/>
    <w:rsid w:val="5C126449"/>
    <w:rsid w:val="5C174A9F"/>
    <w:rsid w:val="5C192384"/>
    <w:rsid w:val="5C1A30A9"/>
    <w:rsid w:val="5C1B7A6F"/>
    <w:rsid w:val="5C1C2AA7"/>
    <w:rsid w:val="5C1D705F"/>
    <w:rsid w:val="5C231485"/>
    <w:rsid w:val="5C2604F7"/>
    <w:rsid w:val="5C291990"/>
    <w:rsid w:val="5C302A72"/>
    <w:rsid w:val="5C346286"/>
    <w:rsid w:val="5C3E7B28"/>
    <w:rsid w:val="5C41194F"/>
    <w:rsid w:val="5C417C0F"/>
    <w:rsid w:val="5C4A18A0"/>
    <w:rsid w:val="5C4A5636"/>
    <w:rsid w:val="5C4E150E"/>
    <w:rsid w:val="5C4E53D6"/>
    <w:rsid w:val="5C503583"/>
    <w:rsid w:val="5C527CFF"/>
    <w:rsid w:val="5C566F4B"/>
    <w:rsid w:val="5C573C5C"/>
    <w:rsid w:val="5C5E0646"/>
    <w:rsid w:val="5C6423AA"/>
    <w:rsid w:val="5C654DE9"/>
    <w:rsid w:val="5C694B0E"/>
    <w:rsid w:val="5C6D50AD"/>
    <w:rsid w:val="5C7531EC"/>
    <w:rsid w:val="5C7569BC"/>
    <w:rsid w:val="5C763274"/>
    <w:rsid w:val="5C7845EA"/>
    <w:rsid w:val="5C7C5005"/>
    <w:rsid w:val="5C7D5F85"/>
    <w:rsid w:val="5C7F6D7B"/>
    <w:rsid w:val="5C824544"/>
    <w:rsid w:val="5C82781A"/>
    <w:rsid w:val="5C83507D"/>
    <w:rsid w:val="5C845FAB"/>
    <w:rsid w:val="5C853CE3"/>
    <w:rsid w:val="5C864E84"/>
    <w:rsid w:val="5C87197E"/>
    <w:rsid w:val="5C8B5A56"/>
    <w:rsid w:val="5C8D794A"/>
    <w:rsid w:val="5C902831"/>
    <w:rsid w:val="5C904FAD"/>
    <w:rsid w:val="5C914EFE"/>
    <w:rsid w:val="5C940C76"/>
    <w:rsid w:val="5C951F7E"/>
    <w:rsid w:val="5C9B7114"/>
    <w:rsid w:val="5C9C7D12"/>
    <w:rsid w:val="5C9E0392"/>
    <w:rsid w:val="5CA170D2"/>
    <w:rsid w:val="5CA3358F"/>
    <w:rsid w:val="5CA62E25"/>
    <w:rsid w:val="5CA72A76"/>
    <w:rsid w:val="5CA75BE3"/>
    <w:rsid w:val="5CAA36F6"/>
    <w:rsid w:val="5CB129CF"/>
    <w:rsid w:val="5CB16689"/>
    <w:rsid w:val="5CB16BAB"/>
    <w:rsid w:val="5CB47B7D"/>
    <w:rsid w:val="5CB555A1"/>
    <w:rsid w:val="5CB64AF7"/>
    <w:rsid w:val="5CB9193F"/>
    <w:rsid w:val="5CC013E4"/>
    <w:rsid w:val="5CC01E2D"/>
    <w:rsid w:val="5CC12065"/>
    <w:rsid w:val="5CC733B6"/>
    <w:rsid w:val="5CC956B2"/>
    <w:rsid w:val="5CCB226D"/>
    <w:rsid w:val="5CCC2DE1"/>
    <w:rsid w:val="5CCD10FA"/>
    <w:rsid w:val="5CCD57DC"/>
    <w:rsid w:val="5CCE1D40"/>
    <w:rsid w:val="5CCE32A2"/>
    <w:rsid w:val="5CD078F9"/>
    <w:rsid w:val="5CD41B4D"/>
    <w:rsid w:val="5CD9549F"/>
    <w:rsid w:val="5CDC3650"/>
    <w:rsid w:val="5CDD4A81"/>
    <w:rsid w:val="5CE164B4"/>
    <w:rsid w:val="5CE5289A"/>
    <w:rsid w:val="5CE81EF6"/>
    <w:rsid w:val="5CEB117B"/>
    <w:rsid w:val="5CED30EF"/>
    <w:rsid w:val="5CEF3473"/>
    <w:rsid w:val="5CF34EA2"/>
    <w:rsid w:val="5CF40527"/>
    <w:rsid w:val="5CFB5AD5"/>
    <w:rsid w:val="5CFE6261"/>
    <w:rsid w:val="5D013338"/>
    <w:rsid w:val="5D090E2B"/>
    <w:rsid w:val="5D0A7AF4"/>
    <w:rsid w:val="5D0D050F"/>
    <w:rsid w:val="5D0F1674"/>
    <w:rsid w:val="5D162899"/>
    <w:rsid w:val="5D16597B"/>
    <w:rsid w:val="5D187B99"/>
    <w:rsid w:val="5D1A22DF"/>
    <w:rsid w:val="5D1A4DB4"/>
    <w:rsid w:val="5D1B40D3"/>
    <w:rsid w:val="5D1B6C22"/>
    <w:rsid w:val="5D1D1E66"/>
    <w:rsid w:val="5D2024C6"/>
    <w:rsid w:val="5D207663"/>
    <w:rsid w:val="5D222DC7"/>
    <w:rsid w:val="5D224CB1"/>
    <w:rsid w:val="5D236BC5"/>
    <w:rsid w:val="5D267EE1"/>
    <w:rsid w:val="5D2A1793"/>
    <w:rsid w:val="5D2A53D9"/>
    <w:rsid w:val="5D2A71B4"/>
    <w:rsid w:val="5D2E4D78"/>
    <w:rsid w:val="5D2F59CD"/>
    <w:rsid w:val="5D3C55C3"/>
    <w:rsid w:val="5D3E742A"/>
    <w:rsid w:val="5D407A6C"/>
    <w:rsid w:val="5D440523"/>
    <w:rsid w:val="5D460C47"/>
    <w:rsid w:val="5D473391"/>
    <w:rsid w:val="5D4779F9"/>
    <w:rsid w:val="5D4809ED"/>
    <w:rsid w:val="5D4A0A5A"/>
    <w:rsid w:val="5D4B2EF9"/>
    <w:rsid w:val="5D4B54DA"/>
    <w:rsid w:val="5D4E09B3"/>
    <w:rsid w:val="5D53500C"/>
    <w:rsid w:val="5D544091"/>
    <w:rsid w:val="5D5764CF"/>
    <w:rsid w:val="5D592B88"/>
    <w:rsid w:val="5D606B18"/>
    <w:rsid w:val="5D6241FD"/>
    <w:rsid w:val="5D644351"/>
    <w:rsid w:val="5D674237"/>
    <w:rsid w:val="5D676ECE"/>
    <w:rsid w:val="5D677316"/>
    <w:rsid w:val="5D694F7E"/>
    <w:rsid w:val="5D6C5150"/>
    <w:rsid w:val="5D6D1B03"/>
    <w:rsid w:val="5D6D6B94"/>
    <w:rsid w:val="5D6F3320"/>
    <w:rsid w:val="5D746BA2"/>
    <w:rsid w:val="5D7A1DA2"/>
    <w:rsid w:val="5D7F4435"/>
    <w:rsid w:val="5D813D04"/>
    <w:rsid w:val="5D861F46"/>
    <w:rsid w:val="5D866A61"/>
    <w:rsid w:val="5D8C19A3"/>
    <w:rsid w:val="5D8E1266"/>
    <w:rsid w:val="5D8E2755"/>
    <w:rsid w:val="5D951079"/>
    <w:rsid w:val="5D9B7448"/>
    <w:rsid w:val="5D9C1BC4"/>
    <w:rsid w:val="5D9E6EC4"/>
    <w:rsid w:val="5D9F3B1C"/>
    <w:rsid w:val="5DA635CE"/>
    <w:rsid w:val="5DA66EE7"/>
    <w:rsid w:val="5DAB087C"/>
    <w:rsid w:val="5DAC0D59"/>
    <w:rsid w:val="5DAE2A37"/>
    <w:rsid w:val="5DAE7D52"/>
    <w:rsid w:val="5DAF6C67"/>
    <w:rsid w:val="5DB100EA"/>
    <w:rsid w:val="5DB21F38"/>
    <w:rsid w:val="5DBC7074"/>
    <w:rsid w:val="5DBD43D0"/>
    <w:rsid w:val="5DBF5589"/>
    <w:rsid w:val="5DC17A1A"/>
    <w:rsid w:val="5DC21A35"/>
    <w:rsid w:val="5DCA5908"/>
    <w:rsid w:val="5DCC1664"/>
    <w:rsid w:val="5DCC3AAD"/>
    <w:rsid w:val="5DCD5177"/>
    <w:rsid w:val="5DCD770C"/>
    <w:rsid w:val="5DD0134A"/>
    <w:rsid w:val="5DD0408F"/>
    <w:rsid w:val="5DD3190C"/>
    <w:rsid w:val="5DD94AF1"/>
    <w:rsid w:val="5DD95F78"/>
    <w:rsid w:val="5DDB6381"/>
    <w:rsid w:val="5DDD6EC6"/>
    <w:rsid w:val="5DDF13C7"/>
    <w:rsid w:val="5DE04BC4"/>
    <w:rsid w:val="5DE24608"/>
    <w:rsid w:val="5DE43929"/>
    <w:rsid w:val="5DE941FB"/>
    <w:rsid w:val="5DEA080C"/>
    <w:rsid w:val="5DEF65D7"/>
    <w:rsid w:val="5DF44F1F"/>
    <w:rsid w:val="5DF50C39"/>
    <w:rsid w:val="5DF55450"/>
    <w:rsid w:val="5DF57E2C"/>
    <w:rsid w:val="5DF77B37"/>
    <w:rsid w:val="5DFC66C7"/>
    <w:rsid w:val="5DFE3C15"/>
    <w:rsid w:val="5E087AAA"/>
    <w:rsid w:val="5E092718"/>
    <w:rsid w:val="5E0D2046"/>
    <w:rsid w:val="5E0D63A2"/>
    <w:rsid w:val="5E0E673A"/>
    <w:rsid w:val="5E1034A8"/>
    <w:rsid w:val="5E1C777C"/>
    <w:rsid w:val="5E202521"/>
    <w:rsid w:val="5E2025F2"/>
    <w:rsid w:val="5E245FF7"/>
    <w:rsid w:val="5E2876B1"/>
    <w:rsid w:val="5E2A7498"/>
    <w:rsid w:val="5E2C014E"/>
    <w:rsid w:val="5E3104D3"/>
    <w:rsid w:val="5E326DFF"/>
    <w:rsid w:val="5E3272FA"/>
    <w:rsid w:val="5E335289"/>
    <w:rsid w:val="5E360AD0"/>
    <w:rsid w:val="5E363B12"/>
    <w:rsid w:val="5E383BDB"/>
    <w:rsid w:val="5E3C6234"/>
    <w:rsid w:val="5E3E160B"/>
    <w:rsid w:val="5E3F70C7"/>
    <w:rsid w:val="5E40024F"/>
    <w:rsid w:val="5E4609A2"/>
    <w:rsid w:val="5E4738B8"/>
    <w:rsid w:val="5E4A0284"/>
    <w:rsid w:val="5E4A5898"/>
    <w:rsid w:val="5E505B96"/>
    <w:rsid w:val="5E571CF4"/>
    <w:rsid w:val="5E592F90"/>
    <w:rsid w:val="5E5D1351"/>
    <w:rsid w:val="5E635DF4"/>
    <w:rsid w:val="5E671406"/>
    <w:rsid w:val="5E6B25A8"/>
    <w:rsid w:val="5E6D3E56"/>
    <w:rsid w:val="5E6F4FE1"/>
    <w:rsid w:val="5E745E66"/>
    <w:rsid w:val="5E775D87"/>
    <w:rsid w:val="5E7A582B"/>
    <w:rsid w:val="5E8017E3"/>
    <w:rsid w:val="5E807736"/>
    <w:rsid w:val="5E8137E0"/>
    <w:rsid w:val="5E836FA9"/>
    <w:rsid w:val="5E862A2E"/>
    <w:rsid w:val="5E8674DB"/>
    <w:rsid w:val="5E8B563C"/>
    <w:rsid w:val="5E8F7056"/>
    <w:rsid w:val="5E9B142F"/>
    <w:rsid w:val="5E9C5617"/>
    <w:rsid w:val="5E9E7A12"/>
    <w:rsid w:val="5E9F23A7"/>
    <w:rsid w:val="5E9F61E5"/>
    <w:rsid w:val="5EA14E3D"/>
    <w:rsid w:val="5EA4166F"/>
    <w:rsid w:val="5EA55834"/>
    <w:rsid w:val="5EA73F10"/>
    <w:rsid w:val="5EA87EA0"/>
    <w:rsid w:val="5EA9632D"/>
    <w:rsid w:val="5EAC1512"/>
    <w:rsid w:val="5EAF34F0"/>
    <w:rsid w:val="5EB14C15"/>
    <w:rsid w:val="5EB30928"/>
    <w:rsid w:val="5EB80658"/>
    <w:rsid w:val="5EB92DF0"/>
    <w:rsid w:val="5EB95D8D"/>
    <w:rsid w:val="5EBA0864"/>
    <w:rsid w:val="5EC008D8"/>
    <w:rsid w:val="5EC13194"/>
    <w:rsid w:val="5EC70134"/>
    <w:rsid w:val="5EC80177"/>
    <w:rsid w:val="5ECB2FF1"/>
    <w:rsid w:val="5ECC1653"/>
    <w:rsid w:val="5ECD0F9A"/>
    <w:rsid w:val="5ECF5F3E"/>
    <w:rsid w:val="5ED0081A"/>
    <w:rsid w:val="5ED236C2"/>
    <w:rsid w:val="5ED4130A"/>
    <w:rsid w:val="5ED4380D"/>
    <w:rsid w:val="5ED66FF2"/>
    <w:rsid w:val="5EDA75AB"/>
    <w:rsid w:val="5EDF6901"/>
    <w:rsid w:val="5EE22D27"/>
    <w:rsid w:val="5EE27E83"/>
    <w:rsid w:val="5EE320A6"/>
    <w:rsid w:val="5EE33176"/>
    <w:rsid w:val="5EE77B23"/>
    <w:rsid w:val="5EE92E18"/>
    <w:rsid w:val="5EF16E8C"/>
    <w:rsid w:val="5EF5558F"/>
    <w:rsid w:val="5EF72A20"/>
    <w:rsid w:val="5EF958F1"/>
    <w:rsid w:val="5EFA1A8B"/>
    <w:rsid w:val="5EFF2D5E"/>
    <w:rsid w:val="5EFF37A1"/>
    <w:rsid w:val="5EFF6C2A"/>
    <w:rsid w:val="5F0021C5"/>
    <w:rsid w:val="5F005D51"/>
    <w:rsid w:val="5F01563A"/>
    <w:rsid w:val="5F0242E2"/>
    <w:rsid w:val="5F030885"/>
    <w:rsid w:val="5F051EA3"/>
    <w:rsid w:val="5F063EF5"/>
    <w:rsid w:val="5F067F56"/>
    <w:rsid w:val="5F0C4EC7"/>
    <w:rsid w:val="5F114691"/>
    <w:rsid w:val="5F161F29"/>
    <w:rsid w:val="5F170BAF"/>
    <w:rsid w:val="5F1A2A44"/>
    <w:rsid w:val="5F1E03DA"/>
    <w:rsid w:val="5F1F17D5"/>
    <w:rsid w:val="5F1F1C3A"/>
    <w:rsid w:val="5F213C67"/>
    <w:rsid w:val="5F224151"/>
    <w:rsid w:val="5F2358F6"/>
    <w:rsid w:val="5F2463A7"/>
    <w:rsid w:val="5F254B62"/>
    <w:rsid w:val="5F2718C7"/>
    <w:rsid w:val="5F297CFB"/>
    <w:rsid w:val="5F2A11FC"/>
    <w:rsid w:val="5F2A2A63"/>
    <w:rsid w:val="5F2C23B4"/>
    <w:rsid w:val="5F2C7568"/>
    <w:rsid w:val="5F2D431F"/>
    <w:rsid w:val="5F2D7250"/>
    <w:rsid w:val="5F3312DE"/>
    <w:rsid w:val="5F346EEB"/>
    <w:rsid w:val="5F365B9D"/>
    <w:rsid w:val="5F3F78E0"/>
    <w:rsid w:val="5F446DB2"/>
    <w:rsid w:val="5F452923"/>
    <w:rsid w:val="5F4553AE"/>
    <w:rsid w:val="5F492E8C"/>
    <w:rsid w:val="5F4A27CC"/>
    <w:rsid w:val="5F4D3209"/>
    <w:rsid w:val="5F5150D4"/>
    <w:rsid w:val="5F537F79"/>
    <w:rsid w:val="5F550CF5"/>
    <w:rsid w:val="5F572133"/>
    <w:rsid w:val="5F5B0811"/>
    <w:rsid w:val="5F5D1100"/>
    <w:rsid w:val="5F5E041B"/>
    <w:rsid w:val="5F5E6C9B"/>
    <w:rsid w:val="5F674DD5"/>
    <w:rsid w:val="5F6778D2"/>
    <w:rsid w:val="5F6B2591"/>
    <w:rsid w:val="5F6C31AE"/>
    <w:rsid w:val="5F6F14BC"/>
    <w:rsid w:val="5F712687"/>
    <w:rsid w:val="5F7814BF"/>
    <w:rsid w:val="5F7E647F"/>
    <w:rsid w:val="5F8258C4"/>
    <w:rsid w:val="5F8276B8"/>
    <w:rsid w:val="5F8673CA"/>
    <w:rsid w:val="5F87357F"/>
    <w:rsid w:val="5F8A1CB2"/>
    <w:rsid w:val="5F8C3463"/>
    <w:rsid w:val="5F917BD3"/>
    <w:rsid w:val="5F9217E3"/>
    <w:rsid w:val="5F9465CF"/>
    <w:rsid w:val="5F9865D9"/>
    <w:rsid w:val="5F9D74E3"/>
    <w:rsid w:val="5FA0777B"/>
    <w:rsid w:val="5FA21797"/>
    <w:rsid w:val="5FA229A8"/>
    <w:rsid w:val="5FA30C05"/>
    <w:rsid w:val="5FA51F41"/>
    <w:rsid w:val="5FA556A3"/>
    <w:rsid w:val="5FAC5C27"/>
    <w:rsid w:val="5FAD6091"/>
    <w:rsid w:val="5FAE109A"/>
    <w:rsid w:val="5FB03C1D"/>
    <w:rsid w:val="5FB33038"/>
    <w:rsid w:val="5FB461C1"/>
    <w:rsid w:val="5FB66FBF"/>
    <w:rsid w:val="5FBA6677"/>
    <w:rsid w:val="5FBC1455"/>
    <w:rsid w:val="5FBE4500"/>
    <w:rsid w:val="5FC55157"/>
    <w:rsid w:val="5FCB06BB"/>
    <w:rsid w:val="5FCE2808"/>
    <w:rsid w:val="5FD303EF"/>
    <w:rsid w:val="5FD425D8"/>
    <w:rsid w:val="5FD46FAC"/>
    <w:rsid w:val="5FD5507E"/>
    <w:rsid w:val="5FDB44E4"/>
    <w:rsid w:val="5FDE3087"/>
    <w:rsid w:val="5FDF78BC"/>
    <w:rsid w:val="5FE31F56"/>
    <w:rsid w:val="5FE60069"/>
    <w:rsid w:val="5FE800F0"/>
    <w:rsid w:val="5FED7345"/>
    <w:rsid w:val="5FEF03AF"/>
    <w:rsid w:val="5FF5369E"/>
    <w:rsid w:val="5FFD1C78"/>
    <w:rsid w:val="60015264"/>
    <w:rsid w:val="6003246F"/>
    <w:rsid w:val="60040CF6"/>
    <w:rsid w:val="60075D49"/>
    <w:rsid w:val="60081386"/>
    <w:rsid w:val="60090571"/>
    <w:rsid w:val="600C524A"/>
    <w:rsid w:val="600D3C12"/>
    <w:rsid w:val="600D6E5B"/>
    <w:rsid w:val="600F14DD"/>
    <w:rsid w:val="60120970"/>
    <w:rsid w:val="60130AEE"/>
    <w:rsid w:val="60140699"/>
    <w:rsid w:val="60153F04"/>
    <w:rsid w:val="601628F6"/>
    <w:rsid w:val="601875DF"/>
    <w:rsid w:val="601C03CD"/>
    <w:rsid w:val="602004FC"/>
    <w:rsid w:val="60201C14"/>
    <w:rsid w:val="60235776"/>
    <w:rsid w:val="60251E03"/>
    <w:rsid w:val="602533F6"/>
    <w:rsid w:val="60257CA3"/>
    <w:rsid w:val="60291EF8"/>
    <w:rsid w:val="602A4884"/>
    <w:rsid w:val="602D075E"/>
    <w:rsid w:val="602E6EC4"/>
    <w:rsid w:val="60301198"/>
    <w:rsid w:val="603022F8"/>
    <w:rsid w:val="60310FD8"/>
    <w:rsid w:val="6034432F"/>
    <w:rsid w:val="60354A8B"/>
    <w:rsid w:val="60490F3C"/>
    <w:rsid w:val="60491044"/>
    <w:rsid w:val="604E2F7E"/>
    <w:rsid w:val="605103EF"/>
    <w:rsid w:val="60510D01"/>
    <w:rsid w:val="60523238"/>
    <w:rsid w:val="605716A8"/>
    <w:rsid w:val="605765A2"/>
    <w:rsid w:val="605A6CA4"/>
    <w:rsid w:val="605B4C1A"/>
    <w:rsid w:val="606235FA"/>
    <w:rsid w:val="60631E97"/>
    <w:rsid w:val="60635F5E"/>
    <w:rsid w:val="606745BF"/>
    <w:rsid w:val="606B70D4"/>
    <w:rsid w:val="606B774D"/>
    <w:rsid w:val="60742D1D"/>
    <w:rsid w:val="6074776B"/>
    <w:rsid w:val="60762B0A"/>
    <w:rsid w:val="60767626"/>
    <w:rsid w:val="60793E89"/>
    <w:rsid w:val="607D7A31"/>
    <w:rsid w:val="60836AEF"/>
    <w:rsid w:val="60841FFE"/>
    <w:rsid w:val="608A29EA"/>
    <w:rsid w:val="608C1156"/>
    <w:rsid w:val="608E7CED"/>
    <w:rsid w:val="608E7ECF"/>
    <w:rsid w:val="609C24DD"/>
    <w:rsid w:val="609C4C4C"/>
    <w:rsid w:val="609D12F4"/>
    <w:rsid w:val="609E7EEE"/>
    <w:rsid w:val="609F435E"/>
    <w:rsid w:val="60A009FE"/>
    <w:rsid w:val="60A1304E"/>
    <w:rsid w:val="60A24520"/>
    <w:rsid w:val="60A360B8"/>
    <w:rsid w:val="60A37D46"/>
    <w:rsid w:val="60B21ED3"/>
    <w:rsid w:val="60B25DFB"/>
    <w:rsid w:val="60B3122E"/>
    <w:rsid w:val="60B36E95"/>
    <w:rsid w:val="60B5355B"/>
    <w:rsid w:val="60B65CE9"/>
    <w:rsid w:val="60BA1A30"/>
    <w:rsid w:val="60BB279B"/>
    <w:rsid w:val="60BE1458"/>
    <w:rsid w:val="60BF211A"/>
    <w:rsid w:val="60C10439"/>
    <w:rsid w:val="60C14BD4"/>
    <w:rsid w:val="60C5294A"/>
    <w:rsid w:val="60C55FE0"/>
    <w:rsid w:val="60C903F4"/>
    <w:rsid w:val="60CB4755"/>
    <w:rsid w:val="60CC562A"/>
    <w:rsid w:val="60CE0AA9"/>
    <w:rsid w:val="60D16B4B"/>
    <w:rsid w:val="60D709C1"/>
    <w:rsid w:val="60D717E8"/>
    <w:rsid w:val="60D86346"/>
    <w:rsid w:val="60DB173B"/>
    <w:rsid w:val="60E15619"/>
    <w:rsid w:val="60E5053D"/>
    <w:rsid w:val="60E51F89"/>
    <w:rsid w:val="60E64379"/>
    <w:rsid w:val="60F11C2B"/>
    <w:rsid w:val="60F13A82"/>
    <w:rsid w:val="60F64222"/>
    <w:rsid w:val="60FA237D"/>
    <w:rsid w:val="60FB16EF"/>
    <w:rsid w:val="60FB5E65"/>
    <w:rsid w:val="60FE3462"/>
    <w:rsid w:val="610413BD"/>
    <w:rsid w:val="610423A4"/>
    <w:rsid w:val="610734EC"/>
    <w:rsid w:val="610807BF"/>
    <w:rsid w:val="6108726D"/>
    <w:rsid w:val="6109565B"/>
    <w:rsid w:val="610E76D9"/>
    <w:rsid w:val="61114C9C"/>
    <w:rsid w:val="61121B2E"/>
    <w:rsid w:val="611375BA"/>
    <w:rsid w:val="61172DCE"/>
    <w:rsid w:val="611B45EF"/>
    <w:rsid w:val="611E23BD"/>
    <w:rsid w:val="612418D5"/>
    <w:rsid w:val="612773B1"/>
    <w:rsid w:val="612912A4"/>
    <w:rsid w:val="612A45AD"/>
    <w:rsid w:val="612A62E9"/>
    <w:rsid w:val="612C0B4D"/>
    <w:rsid w:val="612C48BB"/>
    <w:rsid w:val="612C6608"/>
    <w:rsid w:val="613824B9"/>
    <w:rsid w:val="613B2B06"/>
    <w:rsid w:val="613C0507"/>
    <w:rsid w:val="613D3E21"/>
    <w:rsid w:val="613F57DD"/>
    <w:rsid w:val="614513CC"/>
    <w:rsid w:val="61461A6F"/>
    <w:rsid w:val="61466405"/>
    <w:rsid w:val="6147266B"/>
    <w:rsid w:val="61480BE9"/>
    <w:rsid w:val="61492055"/>
    <w:rsid w:val="614D6191"/>
    <w:rsid w:val="614F58F3"/>
    <w:rsid w:val="61520726"/>
    <w:rsid w:val="615605DD"/>
    <w:rsid w:val="61572307"/>
    <w:rsid w:val="6157233B"/>
    <w:rsid w:val="6157445D"/>
    <w:rsid w:val="61577731"/>
    <w:rsid w:val="61582DBF"/>
    <w:rsid w:val="615B057B"/>
    <w:rsid w:val="61611673"/>
    <w:rsid w:val="61621A0D"/>
    <w:rsid w:val="61633C46"/>
    <w:rsid w:val="616413F9"/>
    <w:rsid w:val="61670076"/>
    <w:rsid w:val="616B5ED5"/>
    <w:rsid w:val="616D729C"/>
    <w:rsid w:val="61792E72"/>
    <w:rsid w:val="617A4B26"/>
    <w:rsid w:val="617B10D8"/>
    <w:rsid w:val="617F32EF"/>
    <w:rsid w:val="61835DD3"/>
    <w:rsid w:val="61836F15"/>
    <w:rsid w:val="61841E62"/>
    <w:rsid w:val="618561AC"/>
    <w:rsid w:val="61857948"/>
    <w:rsid w:val="618A1D3E"/>
    <w:rsid w:val="618B6219"/>
    <w:rsid w:val="619205BC"/>
    <w:rsid w:val="61955D35"/>
    <w:rsid w:val="6198568A"/>
    <w:rsid w:val="61993293"/>
    <w:rsid w:val="619A21CA"/>
    <w:rsid w:val="619D06EF"/>
    <w:rsid w:val="61A262B0"/>
    <w:rsid w:val="61A34AF3"/>
    <w:rsid w:val="61A522EA"/>
    <w:rsid w:val="61A54AF0"/>
    <w:rsid w:val="61AA21DD"/>
    <w:rsid w:val="61AA412F"/>
    <w:rsid w:val="61AC6219"/>
    <w:rsid w:val="61AE69B6"/>
    <w:rsid w:val="61B005DC"/>
    <w:rsid w:val="61B76C4F"/>
    <w:rsid w:val="61B862BD"/>
    <w:rsid w:val="61B963C7"/>
    <w:rsid w:val="61BA12F2"/>
    <w:rsid w:val="61C11102"/>
    <w:rsid w:val="61CA3E0D"/>
    <w:rsid w:val="61D0614A"/>
    <w:rsid w:val="61D243BC"/>
    <w:rsid w:val="61D6744B"/>
    <w:rsid w:val="61DF4D01"/>
    <w:rsid w:val="61E23E29"/>
    <w:rsid w:val="61EA6328"/>
    <w:rsid w:val="61EB1464"/>
    <w:rsid w:val="61EC0781"/>
    <w:rsid w:val="61F22588"/>
    <w:rsid w:val="61F40F58"/>
    <w:rsid w:val="61F51AE0"/>
    <w:rsid w:val="61F63F48"/>
    <w:rsid w:val="61F713D6"/>
    <w:rsid w:val="61F77FC3"/>
    <w:rsid w:val="61FA6394"/>
    <w:rsid w:val="61FB78DA"/>
    <w:rsid w:val="62016D5E"/>
    <w:rsid w:val="62063CF1"/>
    <w:rsid w:val="62080CD1"/>
    <w:rsid w:val="620D2A98"/>
    <w:rsid w:val="621759B6"/>
    <w:rsid w:val="62193947"/>
    <w:rsid w:val="621D4D22"/>
    <w:rsid w:val="62215FA0"/>
    <w:rsid w:val="622273D9"/>
    <w:rsid w:val="62242013"/>
    <w:rsid w:val="62252B01"/>
    <w:rsid w:val="62276025"/>
    <w:rsid w:val="62291BFA"/>
    <w:rsid w:val="622A0E2A"/>
    <w:rsid w:val="622A2AAD"/>
    <w:rsid w:val="622A2F9F"/>
    <w:rsid w:val="622B65B4"/>
    <w:rsid w:val="622E51A1"/>
    <w:rsid w:val="622F73C6"/>
    <w:rsid w:val="62305489"/>
    <w:rsid w:val="623575C7"/>
    <w:rsid w:val="6237456D"/>
    <w:rsid w:val="62383A78"/>
    <w:rsid w:val="623A7FF4"/>
    <w:rsid w:val="623B5BD1"/>
    <w:rsid w:val="623B7F7F"/>
    <w:rsid w:val="623D6F0A"/>
    <w:rsid w:val="62422064"/>
    <w:rsid w:val="62435440"/>
    <w:rsid w:val="62475D64"/>
    <w:rsid w:val="62547D7D"/>
    <w:rsid w:val="62571FF1"/>
    <w:rsid w:val="625E4572"/>
    <w:rsid w:val="62604D06"/>
    <w:rsid w:val="626172BE"/>
    <w:rsid w:val="626343BC"/>
    <w:rsid w:val="62644360"/>
    <w:rsid w:val="62682699"/>
    <w:rsid w:val="626973E7"/>
    <w:rsid w:val="626D756C"/>
    <w:rsid w:val="62730171"/>
    <w:rsid w:val="62734516"/>
    <w:rsid w:val="62735EEB"/>
    <w:rsid w:val="6277602B"/>
    <w:rsid w:val="627C386F"/>
    <w:rsid w:val="62814A53"/>
    <w:rsid w:val="62840296"/>
    <w:rsid w:val="62840F94"/>
    <w:rsid w:val="6284434F"/>
    <w:rsid w:val="62845D9C"/>
    <w:rsid w:val="6287664D"/>
    <w:rsid w:val="628A3F44"/>
    <w:rsid w:val="628B077E"/>
    <w:rsid w:val="628B67BF"/>
    <w:rsid w:val="628D57F8"/>
    <w:rsid w:val="628F2BFD"/>
    <w:rsid w:val="62905DED"/>
    <w:rsid w:val="62942040"/>
    <w:rsid w:val="62957621"/>
    <w:rsid w:val="629602A4"/>
    <w:rsid w:val="6299193E"/>
    <w:rsid w:val="629C026D"/>
    <w:rsid w:val="629C201E"/>
    <w:rsid w:val="62A358EE"/>
    <w:rsid w:val="62A44D7A"/>
    <w:rsid w:val="62A501AB"/>
    <w:rsid w:val="62A573CF"/>
    <w:rsid w:val="62A604E8"/>
    <w:rsid w:val="62AD78C4"/>
    <w:rsid w:val="62B102DF"/>
    <w:rsid w:val="62B4751F"/>
    <w:rsid w:val="62B7731D"/>
    <w:rsid w:val="62BB709B"/>
    <w:rsid w:val="62BC0D4E"/>
    <w:rsid w:val="62BD758E"/>
    <w:rsid w:val="62BE09C2"/>
    <w:rsid w:val="62BE6268"/>
    <w:rsid w:val="62C1751C"/>
    <w:rsid w:val="62C34AF5"/>
    <w:rsid w:val="62C56B29"/>
    <w:rsid w:val="62C6509A"/>
    <w:rsid w:val="62CA494A"/>
    <w:rsid w:val="62CA6093"/>
    <w:rsid w:val="62CE35CD"/>
    <w:rsid w:val="62CF7832"/>
    <w:rsid w:val="62D97AC7"/>
    <w:rsid w:val="62DC15EE"/>
    <w:rsid w:val="62DD5188"/>
    <w:rsid w:val="62E05038"/>
    <w:rsid w:val="62EA0646"/>
    <w:rsid w:val="62EC296A"/>
    <w:rsid w:val="62F27E71"/>
    <w:rsid w:val="62F77CE2"/>
    <w:rsid w:val="62FA52E6"/>
    <w:rsid w:val="62FB3523"/>
    <w:rsid w:val="63016162"/>
    <w:rsid w:val="630237FF"/>
    <w:rsid w:val="63032E3C"/>
    <w:rsid w:val="63051C35"/>
    <w:rsid w:val="63083E75"/>
    <w:rsid w:val="63096743"/>
    <w:rsid w:val="630A29BB"/>
    <w:rsid w:val="630E0C45"/>
    <w:rsid w:val="630E6A54"/>
    <w:rsid w:val="63114AEE"/>
    <w:rsid w:val="63122E37"/>
    <w:rsid w:val="63140942"/>
    <w:rsid w:val="63181286"/>
    <w:rsid w:val="63187214"/>
    <w:rsid w:val="631929AE"/>
    <w:rsid w:val="631B4C86"/>
    <w:rsid w:val="631B56F2"/>
    <w:rsid w:val="631D462A"/>
    <w:rsid w:val="631F361A"/>
    <w:rsid w:val="631F4BB7"/>
    <w:rsid w:val="6320648D"/>
    <w:rsid w:val="63211806"/>
    <w:rsid w:val="63212EE5"/>
    <w:rsid w:val="632605EF"/>
    <w:rsid w:val="63261342"/>
    <w:rsid w:val="6326696B"/>
    <w:rsid w:val="6328772A"/>
    <w:rsid w:val="632A5C76"/>
    <w:rsid w:val="632E6508"/>
    <w:rsid w:val="632E6DE1"/>
    <w:rsid w:val="632F0972"/>
    <w:rsid w:val="633157B5"/>
    <w:rsid w:val="633B5A89"/>
    <w:rsid w:val="633D0757"/>
    <w:rsid w:val="633E6092"/>
    <w:rsid w:val="6342590F"/>
    <w:rsid w:val="63432D9D"/>
    <w:rsid w:val="6343521A"/>
    <w:rsid w:val="63464443"/>
    <w:rsid w:val="63471734"/>
    <w:rsid w:val="63483ED0"/>
    <w:rsid w:val="634E1CDC"/>
    <w:rsid w:val="634E426B"/>
    <w:rsid w:val="634F2061"/>
    <w:rsid w:val="63510B6B"/>
    <w:rsid w:val="635B7288"/>
    <w:rsid w:val="63622FAD"/>
    <w:rsid w:val="63644D83"/>
    <w:rsid w:val="63660588"/>
    <w:rsid w:val="63665783"/>
    <w:rsid w:val="6367356C"/>
    <w:rsid w:val="63695D64"/>
    <w:rsid w:val="636A0C2B"/>
    <w:rsid w:val="636A5E0C"/>
    <w:rsid w:val="636B2A1B"/>
    <w:rsid w:val="636C5C81"/>
    <w:rsid w:val="636D1A20"/>
    <w:rsid w:val="63722603"/>
    <w:rsid w:val="63730074"/>
    <w:rsid w:val="63741106"/>
    <w:rsid w:val="63744C41"/>
    <w:rsid w:val="637747D8"/>
    <w:rsid w:val="63796C74"/>
    <w:rsid w:val="637A6D61"/>
    <w:rsid w:val="63804728"/>
    <w:rsid w:val="6383238D"/>
    <w:rsid w:val="638966D1"/>
    <w:rsid w:val="63907F6B"/>
    <w:rsid w:val="639377A3"/>
    <w:rsid w:val="63980E6B"/>
    <w:rsid w:val="639A648D"/>
    <w:rsid w:val="639A6942"/>
    <w:rsid w:val="639F6782"/>
    <w:rsid w:val="63AE3C8F"/>
    <w:rsid w:val="63B00017"/>
    <w:rsid w:val="63B82100"/>
    <w:rsid w:val="63B84D30"/>
    <w:rsid w:val="63BC744A"/>
    <w:rsid w:val="63BD2C83"/>
    <w:rsid w:val="63CD3309"/>
    <w:rsid w:val="63D4235F"/>
    <w:rsid w:val="63D71F94"/>
    <w:rsid w:val="63D729A1"/>
    <w:rsid w:val="63D73BEA"/>
    <w:rsid w:val="63D830CA"/>
    <w:rsid w:val="63D8338D"/>
    <w:rsid w:val="63D83B74"/>
    <w:rsid w:val="63D945AF"/>
    <w:rsid w:val="63DA26ED"/>
    <w:rsid w:val="63DD37CF"/>
    <w:rsid w:val="63E0770E"/>
    <w:rsid w:val="63E65474"/>
    <w:rsid w:val="63EB76F1"/>
    <w:rsid w:val="63EF30BD"/>
    <w:rsid w:val="63F1122C"/>
    <w:rsid w:val="63F67449"/>
    <w:rsid w:val="63F842F4"/>
    <w:rsid w:val="63FA7ABF"/>
    <w:rsid w:val="63FB7FA7"/>
    <w:rsid w:val="63FC163A"/>
    <w:rsid w:val="63FC4DFC"/>
    <w:rsid w:val="6401003E"/>
    <w:rsid w:val="640403CD"/>
    <w:rsid w:val="64084EE8"/>
    <w:rsid w:val="640B50A2"/>
    <w:rsid w:val="640C6550"/>
    <w:rsid w:val="640D4759"/>
    <w:rsid w:val="640E7511"/>
    <w:rsid w:val="640F3222"/>
    <w:rsid w:val="64120557"/>
    <w:rsid w:val="641302B7"/>
    <w:rsid w:val="64132D35"/>
    <w:rsid w:val="64166863"/>
    <w:rsid w:val="64176AC8"/>
    <w:rsid w:val="64190371"/>
    <w:rsid w:val="64195401"/>
    <w:rsid w:val="641E1572"/>
    <w:rsid w:val="642558CF"/>
    <w:rsid w:val="64295024"/>
    <w:rsid w:val="64301919"/>
    <w:rsid w:val="6432044C"/>
    <w:rsid w:val="64374E78"/>
    <w:rsid w:val="643D5B25"/>
    <w:rsid w:val="644263B6"/>
    <w:rsid w:val="6448457B"/>
    <w:rsid w:val="644A638B"/>
    <w:rsid w:val="644B3989"/>
    <w:rsid w:val="644D4926"/>
    <w:rsid w:val="64546C8F"/>
    <w:rsid w:val="64565A97"/>
    <w:rsid w:val="64581697"/>
    <w:rsid w:val="64610F70"/>
    <w:rsid w:val="646159A7"/>
    <w:rsid w:val="646B0535"/>
    <w:rsid w:val="646B72FD"/>
    <w:rsid w:val="64705585"/>
    <w:rsid w:val="647358E8"/>
    <w:rsid w:val="64752996"/>
    <w:rsid w:val="647C24F0"/>
    <w:rsid w:val="647D452A"/>
    <w:rsid w:val="647E7DD1"/>
    <w:rsid w:val="64810E48"/>
    <w:rsid w:val="64847346"/>
    <w:rsid w:val="64870E1E"/>
    <w:rsid w:val="648931EC"/>
    <w:rsid w:val="648C150D"/>
    <w:rsid w:val="648C7E70"/>
    <w:rsid w:val="64901471"/>
    <w:rsid w:val="64906C0D"/>
    <w:rsid w:val="649358EF"/>
    <w:rsid w:val="649847DC"/>
    <w:rsid w:val="64991B0A"/>
    <w:rsid w:val="649A72FB"/>
    <w:rsid w:val="649D3E4D"/>
    <w:rsid w:val="649E2F99"/>
    <w:rsid w:val="64A1407E"/>
    <w:rsid w:val="64A7152D"/>
    <w:rsid w:val="64AA3DC4"/>
    <w:rsid w:val="64B13A32"/>
    <w:rsid w:val="64B265EF"/>
    <w:rsid w:val="64B73BF8"/>
    <w:rsid w:val="64B853BC"/>
    <w:rsid w:val="64BA6110"/>
    <w:rsid w:val="64BB590B"/>
    <w:rsid w:val="64BE4707"/>
    <w:rsid w:val="64C2224A"/>
    <w:rsid w:val="64C230DC"/>
    <w:rsid w:val="64C522C0"/>
    <w:rsid w:val="64C86137"/>
    <w:rsid w:val="64CB38A2"/>
    <w:rsid w:val="64CE3563"/>
    <w:rsid w:val="64D10DE9"/>
    <w:rsid w:val="64D51CAA"/>
    <w:rsid w:val="64D75FB7"/>
    <w:rsid w:val="64D87469"/>
    <w:rsid w:val="64D949B0"/>
    <w:rsid w:val="64DA3F5A"/>
    <w:rsid w:val="64DE0E1C"/>
    <w:rsid w:val="64DF4B95"/>
    <w:rsid w:val="64E70D6E"/>
    <w:rsid w:val="64E82F8E"/>
    <w:rsid w:val="64EE6CC8"/>
    <w:rsid w:val="64EF5928"/>
    <w:rsid w:val="64F90719"/>
    <w:rsid w:val="64FA0220"/>
    <w:rsid w:val="64FA1D66"/>
    <w:rsid w:val="64FC0E09"/>
    <w:rsid w:val="64FC6A62"/>
    <w:rsid w:val="64FD5633"/>
    <w:rsid w:val="65006667"/>
    <w:rsid w:val="65043561"/>
    <w:rsid w:val="65047306"/>
    <w:rsid w:val="650510DC"/>
    <w:rsid w:val="65066E30"/>
    <w:rsid w:val="650711B6"/>
    <w:rsid w:val="65086FCC"/>
    <w:rsid w:val="650C1AF0"/>
    <w:rsid w:val="650D3D10"/>
    <w:rsid w:val="650F7CD6"/>
    <w:rsid w:val="65113858"/>
    <w:rsid w:val="65134702"/>
    <w:rsid w:val="651348EB"/>
    <w:rsid w:val="65170C8C"/>
    <w:rsid w:val="651C0278"/>
    <w:rsid w:val="651E5545"/>
    <w:rsid w:val="651F1F01"/>
    <w:rsid w:val="65250DFD"/>
    <w:rsid w:val="652568ED"/>
    <w:rsid w:val="6529731F"/>
    <w:rsid w:val="652A42AB"/>
    <w:rsid w:val="652F1560"/>
    <w:rsid w:val="65325841"/>
    <w:rsid w:val="6538724F"/>
    <w:rsid w:val="6539052E"/>
    <w:rsid w:val="653B26B4"/>
    <w:rsid w:val="653C256B"/>
    <w:rsid w:val="653C5869"/>
    <w:rsid w:val="653D0D73"/>
    <w:rsid w:val="653D153A"/>
    <w:rsid w:val="653D7C1B"/>
    <w:rsid w:val="654C4026"/>
    <w:rsid w:val="654D56D5"/>
    <w:rsid w:val="655718FF"/>
    <w:rsid w:val="655A1990"/>
    <w:rsid w:val="655A4E73"/>
    <w:rsid w:val="655B3E39"/>
    <w:rsid w:val="655E04DF"/>
    <w:rsid w:val="65647927"/>
    <w:rsid w:val="65656A9A"/>
    <w:rsid w:val="656601FC"/>
    <w:rsid w:val="656768FE"/>
    <w:rsid w:val="65677712"/>
    <w:rsid w:val="656A0439"/>
    <w:rsid w:val="657118F0"/>
    <w:rsid w:val="6584785D"/>
    <w:rsid w:val="658876D0"/>
    <w:rsid w:val="658D29CB"/>
    <w:rsid w:val="658F2B8D"/>
    <w:rsid w:val="65924CE1"/>
    <w:rsid w:val="65930E69"/>
    <w:rsid w:val="6593638F"/>
    <w:rsid w:val="6598361E"/>
    <w:rsid w:val="65995DF3"/>
    <w:rsid w:val="659D77A7"/>
    <w:rsid w:val="65A04F5F"/>
    <w:rsid w:val="65A261B1"/>
    <w:rsid w:val="65A3307B"/>
    <w:rsid w:val="65A42983"/>
    <w:rsid w:val="65A53546"/>
    <w:rsid w:val="65A578A0"/>
    <w:rsid w:val="65A60BEF"/>
    <w:rsid w:val="65AB14F0"/>
    <w:rsid w:val="65AC0B5E"/>
    <w:rsid w:val="65AE2E18"/>
    <w:rsid w:val="65AF03DF"/>
    <w:rsid w:val="65AF0766"/>
    <w:rsid w:val="65B01E02"/>
    <w:rsid w:val="65B21516"/>
    <w:rsid w:val="65B308F4"/>
    <w:rsid w:val="65B76028"/>
    <w:rsid w:val="65BA329A"/>
    <w:rsid w:val="65BB0890"/>
    <w:rsid w:val="65BB1D83"/>
    <w:rsid w:val="65BF7C86"/>
    <w:rsid w:val="65C02043"/>
    <w:rsid w:val="65C54FFD"/>
    <w:rsid w:val="65C60308"/>
    <w:rsid w:val="65CB433C"/>
    <w:rsid w:val="65CF1FFF"/>
    <w:rsid w:val="65CF7C77"/>
    <w:rsid w:val="65D01405"/>
    <w:rsid w:val="65D73D19"/>
    <w:rsid w:val="65D92DD3"/>
    <w:rsid w:val="65DB1F33"/>
    <w:rsid w:val="65E27B1D"/>
    <w:rsid w:val="65E83FC0"/>
    <w:rsid w:val="65E90A21"/>
    <w:rsid w:val="65EC3CD4"/>
    <w:rsid w:val="65EF6632"/>
    <w:rsid w:val="65F27B0D"/>
    <w:rsid w:val="65F35A7A"/>
    <w:rsid w:val="65F369AD"/>
    <w:rsid w:val="66064A49"/>
    <w:rsid w:val="6607574E"/>
    <w:rsid w:val="66087F62"/>
    <w:rsid w:val="660B1368"/>
    <w:rsid w:val="660E211B"/>
    <w:rsid w:val="66112D6A"/>
    <w:rsid w:val="66151384"/>
    <w:rsid w:val="66155123"/>
    <w:rsid w:val="661644C8"/>
    <w:rsid w:val="661A68CA"/>
    <w:rsid w:val="661C12F4"/>
    <w:rsid w:val="661C571A"/>
    <w:rsid w:val="661D3BE3"/>
    <w:rsid w:val="661E6F4A"/>
    <w:rsid w:val="66207A8A"/>
    <w:rsid w:val="66212A25"/>
    <w:rsid w:val="66215705"/>
    <w:rsid w:val="66226311"/>
    <w:rsid w:val="66237FF5"/>
    <w:rsid w:val="6624242A"/>
    <w:rsid w:val="662A21A3"/>
    <w:rsid w:val="662C1DC3"/>
    <w:rsid w:val="663011E0"/>
    <w:rsid w:val="66314EE9"/>
    <w:rsid w:val="663520A3"/>
    <w:rsid w:val="66364380"/>
    <w:rsid w:val="663E491A"/>
    <w:rsid w:val="663F6D5D"/>
    <w:rsid w:val="664078A1"/>
    <w:rsid w:val="66412F48"/>
    <w:rsid w:val="664279C3"/>
    <w:rsid w:val="664503CD"/>
    <w:rsid w:val="664E5824"/>
    <w:rsid w:val="66524900"/>
    <w:rsid w:val="6653528B"/>
    <w:rsid w:val="665417DE"/>
    <w:rsid w:val="66544D29"/>
    <w:rsid w:val="665456C2"/>
    <w:rsid w:val="66586FDA"/>
    <w:rsid w:val="6659642B"/>
    <w:rsid w:val="66662CED"/>
    <w:rsid w:val="6667043F"/>
    <w:rsid w:val="666758BB"/>
    <w:rsid w:val="666A63F1"/>
    <w:rsid w:val="666B5CB8"/>
    <w:rsid w:val="666C3C01"/>
    <w:rsid w:val="66721445"/>
    <w:rsid w:val="6672487C"/>
    <w:rsid w:val="667454A1"/>
    <w:rsid w:val="66781C79"/>
    <w:rsid w:val="66794F64"/>
    <w:rsid w:val="667A7CEC"/>
    <w:rsid w:val="667E233A"/>
    <w:rsid w:val="66800C49"/>
    <w:rsid w:val="66804CAA"/>
    <w:rsid w:val="66833BAD"/>
    <w:rsid w:val="668433BE"/>
    <w:rsid w:val="668645CA"/>
    <w:rsid w:val="66873A9C"/>
    <w:rsid w:val="66881372"/>
    <w:rsid w:val="6689617A"/>
    <w:rsid w:val="668E4F9F"/>
    <w:rsid w:val="66911E88"/>
    <w:rsid w:val="6692730B"/>
    <w:rsid w:val="6693324F"/>
    <w:rsid w:val="66950780"/>
    <w:rsid w:val="66950A14"/>
    <w:rsid w:val="66960BD7"/>
    <w:rsid w:val="6696511B"/>
    <w:rsid w:val="669A2F7A"/>
    <w:rsid w:val="669A70D6"/>
    <w:rsid w:val="669E5C63"/>
    <w:rsid w:val="66A15476"/>
    <w:rsid w:val="66A2337A"/>
    <w:rsid w:val="66A30832"/>
    <w:rsid w:val="66A31DD0"/>
    <w:rsid w:val="66A82FC6"/>
    <w:rsid w:val="66AB402B"/>
    <w:rsid w:val="66AF4CFE"/>
    <w:rsid w:val="66B016B1"/>
    <w:rsid w:val="66B334CE"/>
    <w:rsid w:val="66B44F86"/>
    <w:rsid w:val="66B53005"/>
    <w:rsid w:val="66BD7077"/>
    <w:rsid w:val="66C14445"/>
    <w:rsid w:val="66C36638"/>
    <w:rsid w:val="66C74280"/>
    <w:rsid w:val="66C76F9C"/>
    <w:rsid w:val="66CA2E37"/>
    <w:rsid w:val="66D01E7F"/>
    <w:rsid w:val="66D025E9"/>
    <w:rsid w:val="66D25ADB"/>
    <w:rsid w:val="66D517DC"/>
    <w:rsid w:val="66D62DEA"/>
    <w:rsid w:val="66D77490"/>
    <w:rsid w:val="66D77F50"/>
    <w:rsid w:val="66D87302"/>
    <w:rsid w:val="66DA76D3"/>
    <w:rsid w:val="66E02FC4"/>
    <w:rsid w:val="66E118E2"/>
    <w:rsid w:val="66E140B7"/>
    <w:rsid w:val="66E638B4"/>
    <w:rsid w:val="66E8104C"/>
    <w:rsid w:val="66EB1E83"/>
    <w:rsid w:val="66EC241A"/>
    <w:rsid w:val="66F11B1B"/>
    <w:rsid w:val="66F146C9"/>
    <w:rsid w:val="66F509C9"/>
    <w:rsid w:val="66F61814"/>
    <w:rsid w:val="66F916FE"/>
    <w:rsid w:val="66FB7FB7"/>
    <w:rsid w:val="66FE35A5"/>
    <w:rsid w:val="6702778C"/>
    <w:rsid w:val="670321A0"/>
    <w:rsid w:val="67072DF5"/>
    <w:rsid w:val="67074B61"/>
    <w:rsid w:val="670C0370"/>
    <w:rsid w:val="671156BA"/>
    <w:rsid w:val="671432AE"/>
    <w:rsid w:val="67153568"/>
    <w:rsid w:val="6718369E"/>
    <w:rsid w:val="67190DBB"/>
    <w:rsid w:val="67193864"/>
    <w:rsid w:val="671A37EF"/>
    <w:rsid w:val="671B1351"/>
    <w:rsid w:val="671C1E87"/>
    <w:rsid w:val="671C7129"/>
    <w:rsid w:val="671F391A"/>
    <w:rsid w:val="67206837"/>
    <w:rsid w:val="672112EB"/>
    <w:rsid w:val="67264D2B"/>
    <w:rsid w:val="672766A3"/>
    <w:rsid w:val="672D3BC7"/>
    <w:rsid w:val="673706EA"/>
    <w:rsid w:val="67392F48"/>
    <w:rsid w:val="673A0ADB"/>
    <w:rsid w:val="673B2DD5"/>
    <w:rsid w:val="673E19F2"/>
    <w:rsid w:val="67416600"/>
    <w:rsid w:val="674A03D0"/>
    <w:rsid w:val="674B4101"/>
    <w:rsid w:val="674C36B0"/>
    <w:rsid w:val="674D11FF"/>
    <w:rsid w:val="675328B5"/>
    <w:rsid w:val="67541F4B"/>
    <w:rsid w:val="675A0ED6"/>
    <w:rsid w:val="675C1A06"/>
    <w:rsid w:val="676647AD"/>
    <w:rsid w:val="67677C32"/>
    <w:rsid w:val="67686E0A"/>
    <w:rsid w:val="67694B37"/>
    <w:rsid w:val="676D3529"/>
    <w:rsid w:val="676F5CAA"/>
    <w:rsid w:val="6772576C"/>
    <w:rsid w:val="67725BD4"/>
    <w:rsid w:val="677316C0"/>
    <w:rsid w:val="67734C9A"/>
    <w:rsid w:val="67762288"/>
    <w:rsid w:val="67771A24"/>
    <w:rsid w:val="67791C2C"/>
    <w:rsid w:val="677E3A33"/>
    <w:rsid w:val="677E5E6F"/>
    <w:rsid w:val="67846B03"/>
    <w:rsid w:val="67854A0D"/>
    <w:rsid w:val="67862406"/>
    <w:rsid w:val="6786325A"/>
    <w:rsid w:val="678E6CAE"/>
    <w:rsid w:val="67981C17"/>
    <w:rsid w:val="679A3011"/>
    <w:rsid w:val="679E3CA3"/>
    <w:rsid w:val="679E7E5D"/>
    <w:rsid w:val="67A14DD8"/>
    <w:rsid w:val="67A7178A"/>
    <w:rsid w:val="67AB04A6"/>
    <w:rsid w:val="67AF112D"/>
    <w:rsid w:val="67B33C91"/>
    <w:rsid w:val="67BA30AA"/>
    <w:rsid w:val="67BA3FB1"/>
    <w:rsid w:val="67BB2EDE"/>
    <w:rsid w:val="67BB51B4"/>
    <w:rsid w:val="67BC08A2"/>
    <w:rsid w:val="67C47FE5"/>
    <w:rsid w:val="67C70913"/>
    <w:rsid w:val="67C731C7"/>
    <w:rsid w:val="67CE6B3B"/>
    <w:rsid w:val="67D11648"/>
    <w:rsid w:val="67D61144"/>
    <w:rsid w:val="67DA4D29"/>
    <w:rsid w:val="67DD1DB7"/>
    <w:rsid w:val="67DF08E1"/>
    <w:rsid w:val="67E23DAF"/>
    <w:rsid w:val="67E24E55"/>
    <w:rsid w:val="67E7742E"/>
    <w:rsid w:val="67E82D07"/>
    <w:rsid w:val="67E97C77"/>
    <w:rsid w:val="67F14B0D"/>
    <w:rsid w:val="67F4492A"/>
    <w:rsid w:val="67F4700B"/>
    <w:rsid w:val="67F62AC0"/>
    <w:rsid w:val="67F63615"/>
    <w:rsid w:val="67F93AB1"/>
    <w:rsid w:val="67FE474E"/>
    <w:rsid w:val="67FE6625"/>
    <w:rsid w:val="680045E3"/>
    <w:rsid w:val="68037BD1"/>
    <w:rsid w:val="68064A6B"/>
    <w:rsid w:val="680A2F09"/>
    <w:rsid w:val="680C45E9"/>
    <w:rsid w:val="680D2AAC"/>
    <w:rsid w:val="680E32FC"/>
    <w:rsid w:val="681012B6"/>
    <w:rsid w:val="68107610"/>
    <w:rsid w:val="681238E6"/>
    <w:rsid w:val="6812523B"/>
    <w:rsid w:val="6813415C"/>
    <w:rsid w:val="68141638"/>
    <w:rsid w:val="68204970"/>
    <w:rsid w:val="682100CB"/>
    <w:rsid w:val="68226776"/>
    <w:rsid w:val="682351B2"/>
    <w:rsid w:val="6826071F"/>
    <w:rsid w:val="68295C54"/>
    <w:rsid w:val="682A7F06"/>
    <w:rsid w:val="682C27B2"/>
    <w:rsid w:val="682C29CD"/>
    <w:rsid w:val="68304936"/>
    <w:rsid w:val="68312416"/>
    <w:rsid w:val="68364F55"/>
    <w:rsid w:val="683B3B91"/>
    <w:rsid w:val="683C7426"/>
    <w:rsid w:val="683F3D68"/>
    <w:rsid w:val="68470FD5"/>
    <w:rsid w:val="684810CE"/>
    <w:rsid w:val="684E209C"/>
    <w:rsid w:val="684F3C7D"/>
    <w:rsid w:val="68520E08"/>
    <w:rsid w:val="68574B0C"/>
    <w:rsid w:val="685B4A19"/>
    <w:rsid w:val="685E223E"/>
    <w:rsid w:val="685F041D"/>
    <w:rsid w:val="685F05D8"/>
    <w:rsid w:val="68615734"/>
    <w:rsid w:val="686369DC"/>
    <w:rsid w:val="68687BC0"/>
    <w:rsid w:val="68696FEE"/>
    <w:rsid w:val="686A0670"/>
    <w:rsid w:val="686A246B"/>
    <w:rsid w:val="686C2C17"/>
    <w:rsid w:val="686D2309"/>
    <w:rsid w:val="686D34D2"/>
    <w:rsid w:val="686F173E"/>
    <w:rsid w:val="68700D26"/>
    <w:rsid w:val="68702DE2"/>
    <w:rsid w:val="68753AE7"/>
    <w:rsid w:val="687600C5"/>
    <w:rsid w:val="68764BC7"/>
    <w:rsid w:val="68790C91"/>
    <w:rsid w:val="68794AA1"/>
    <w:rsid w:val="687B159B"/>
    <w:rsid w:val="68816C8E"/>
    <w:rsid w:val="68850F46"/>
    <w:rsid w:val="68876811"/>
    <w:rsid w:val="688814A3"/>
    <w:rsid w:val="68945C15"/>
    <w:rsid w:val="68946487"/>
    <w:rsid w:val="68965DA9"/>
    <w:rsid w:val="68972A96"/>
    <w:rsid w:val="689E6C53"/>
    <w:rsid w:val="68A0091E"/>
    <w:rsid w:val="68A55E24"/>
    <w:rsid w:val="68A67D34"/>
    <w:rsid w:val="68A855AA"/>
    <w:rsid w:val="68AD63AF"/>
    <w:rsid w:val="68AF27F2"/>
    <w:rsid w:val="68B25A15"/>
    <w:rsid w:val="68B34C10"/>
    <w:rsid w:val="68B355B1"/>
    <w:rsid w:val="68B45750"/>
    <w:rsid w:val="68B613DA"/>
    <w:rsid w:val="68B704DB"/>
    <w:rsid w:val="68B90A01"/>
    <w:rsid w:val="68BB0689"/>
    <w:rsid w:val="68BE4864"/>
    <w:rsid w:val="68C13902"/>
    <w:rsid w:val="68C4327D"/>
    <w:rsid w:val="68C64B82"/>
    <w:rsid w:val="68CC2785"/>
    <w:rsid w:val="68CC31F2"/>
    <w:rsid w:val="68CC4427"/>
    <w:rsid w:val="68CE0476"/>
    <w:rsid w:val="68CE785A"/>
    <w:rsid w:val="68D35F02"/>
    <w:rsid w:val="68D558B3"/>
    <w:rsid w:val="68DB39DF"/>
    <w:rsid w:val="68DD18DB"/>
    <w:rsid w:val="68DE2F6B"/>
    <w:rsid w:val="68E34F92"/>
    <w:rsid w:val="68E52F59"/>
    <w:rsid w:val="68EA1995"/>
    <w:rsid w:val="68EC226C"/>
    <w:rsid w:val="68ED51E5"/>
    <w:rsid w:val="68F80938"/>
    <w:rsid w:val="68FA1791"/>
    <w:rsid w:val="69030AF1"/>
    <w:rsid w:val="69077245"/>
    <w:rsid w:val="69095CB1"/>
    <w:rsid w:val="690D5B0B"/>
    <w:rsid w:val="690F03F6"/>
    <w:rsid w:val="69102A04"/>
    <w:rsid w:val="69103F36"/>
    <w:rsid w:val="69115372"/>
    <w:rsid w:val="69147D16"/>
    <w:rsid w:val="6915529B"/>
    <w:rsid w:val="691D541C"/>
    <w:rsid w:val="692454FC"/>
    <w:rsid w:val="6927252F"/>
    <w:rsid w:val="6928582B"/>
    <w:rsid w:val="692949B3"/>
    <w:rsid w:val="692B12FE"/>
    <w:rsid w:val="692C61D3"/>
    <w:rsid w:val="692E7797"/>
    <w:rsid w:val="692E7979"/>
    <w:rsid w:val="692F4220"/>
    <w:rsid w:val="69304D39"/>
    <w:rsid w:val="69305D44"/>
    <w:rsid w:val="693226B6"/>
    <w:rsid w:val="69322F3C"/>
    <w:rsid w:val="693255E5"/>
    <w:rsid w:val="6939671B"/>
    <w:rsid w:val="693E75FD"/>
    <w:rsid w:val="693F6538"/>
    <w:rsid w:val="694028DB"/>
    <w:rsid w:val="69422902"/>
    <w:rsid w:val="694679A8"/>
    <w:rsid w:val="694B3A55"/>
    <w:rsid w:val="694D28D3"/>
    <w:rsid w:val="69505639"/>
    <w:rsid w:val="69580F28"/>
    <w:rsid w:val="69584C84"/>
    <w:rsid w:val="695C5995"/>
    <w:rsid w:val="695E75F5"/>
    <w:rsid w:val="696362D2"/>
    <w:rsid w:val="6964334F"/>
    <w:rsid w:val="696935C7"/>
    <w:rsid w:val="69707B3E"/>
    <w:rsid w:val="69742EA3"/>
    <w:rsid w:val="697456BD"/>
    <w:rsid w:val="69774E71"/>
    <w:rsid w:val="697A1687"/>
    <w:rsid w:val="697C14A3"/>
    <w:rsid w:val="69811638"/>
    <w:rsid w:val="6982515C"/>
    <w:rsid w:val="69831062"/>
    <w:rsid w:val="698670AA"/>
    <w:rsid w:val="6986754D"/>
    <w:rsid w:val="69891A65"/>
    <w:rsid w:val="698E2B2F"/>
    <w:rsid w:val="698E4CB4"/>
    <w:rsid w:val="699552C2"/>
    <w:rsid w:val="699771DE"/>
    <w:rsid w:val="69A03007"/>
    <w:rsid w:val="69A3150D"/>
    <w:rsid w:val="69A4545F"/>
    <w:rsid w:val="69A62888"/>
    <w:rsid w:val="69A879A7"/>
    <w:rsid w:val="69AA1BA9"/>
    <w:rsid w:val="69AE1674"/>
    <w:rsid w:val="69B376C8"/>
    <w:rsid w:val="69B70AAF"/>
    <w:rsid w:val="69B77C9D"/>
    <w:rsid w:val="69B83D24"/>
    <w:rsid w:val="69C312CF"/>
    <w:rsid w:val="69C62745"/>
    <w:rsid w:val="69C64C1F"/>
    <w:rsid w:val="69C72B43"/>
    <w:rsid w:val="69C936C2"/>
    <w:rsid w:val="69CC061A"/>
    <w:rsid w:val="69D23238"/>
    <w:rsid w:val="69D35931"/>
    <w:rsid w:val="69D4074B"/>
    <w:rsid w:val="69D50CC9"/>
    <w:rsid w:val="69D97E69"/>
    <w:rsid w:val="69E641D5"/>
    <w:rsid w:val="69E86882"/>
    <w:rsid w:val="69E92CD3"/>
    <w:rsid w:val="69EE3A11"/>
    <w:rsid w:val="69EF3EC2"/>
    <w:rsid w:val="69F17462"/>
    <w:rsid w:val="69F33BA0"/>
    <w:rsid w:val="69FE1C6C"/>
    <w:rsid w:val="69FE56AC"/>
    <w:rsid w:val="6A060714"/>
    <w:rsid w:val="6A0A4E87"/>
    <w:rsid w:val="6A10454E"/>
    <w:rsid w:val="6A110045"/>
    <w:rsid w:val="6A120322"/>
    <w:rsid w:val="6A123A43"/>
    <w:rsid w:val="6A13439D"/>
    <w:rsid w:val="6A16021F"/>
    <w:rsid w:val="6A167213"/>
    <w:rsid w:val="6A186483"/>
    <w:rsid w:val="6A1B1FD3"/>
    <w:rsid w:val="6A23267E"/>
    <w:rsid w:val="6A2676B9"/>
    <w:rsid w:val="6A267BB6"/>
    <w:rsid w:val="6A305F0C"/>
    <w:rsid w:val="6A3621CF"/>
    <w:rsid w:val="6A3A77E5"/>
    <w:rsid w:val="6A3B5558"/>
    <w:rsid w:val="6A3C3294"/>
    <w:rsid w:val="6A40236E"/>
    <w:rsid w:val="6A43504C"/>
    <w:rsid w:val="6A442837"/>
    <w:rsid w:val="6A4517A8"/>
    <w:rsid w:val="6A452D0A"/>
    <w:rsid w:val="6A467599"/>
    <w:rsid w:val="6A473EB8"/>
    <w:rsid w:val="6A495419"/>
    <w:rsid w:val="6A4A4326"/>
    <w:rsid w:val="6A4C400B"/>
    <w:rsid w:val="6A4D5C2B"/>
    <w:rsid w:val="6A4E1300"/>
    <w:rsid w:val="6A4E5FF1"/>
    <w:rsid w:val="6A4F2580"/>
    <w:rsid w:val="6A4F306D"/>
    <w:rsid w:val="6A520FA4"/>
    <w:rsid w:val="6A5250D5"/>
    <w:rsid w:val="6A535670"/>
    <w:rsid w:val="6A5842D2"/>
    <w:rsid w:val="6A592F51"/>
    <w:rsid w:val="6A5A1001"/>
    <w:rsid w:val="6A5E4302"/>
    <w:rsid w:val="6A6269FC"/>
    <w:rsid w:val="6A657546"/>
    <w:rsid w:val="6A66238E"/>
    <w:rsid w:val="6A6815F7"/>
    <w:rsid w:val="6A6B47D1"/>
    <w:rsid w:val="6A6D46B8"/>
    <w:rsid w:val="6A6D6F15"/>
    <w:rsid w:val="6A7856F4"/>
    <w:rsid w:val="6A7B6628"/>
    <w:rsid w:val="6A7F10F5"/>
    <w:rsid w:val="6A831123"/>
    <w:rsid w:val="6A8A6CA6"/>
    <w:rsid w:val="6A8D5C6B"/>
    <w:rsid w:val="6A8F764B"/>
    <w:rsid w:val="6A94692A"/>
    <w:rsid w:val="6A973F8F"/>
    <w:rsid w:val="6A97697D"/>
    <w:rsid w:val="6A9A2373"/>
    <w:rsid w:val="6A9A77AC"/>
    <w:rsid w:val="6A9B7533"/>
    <w:rsid w:val="6AA05B01"/>
    <w:rsid w:val="6AA06FAE"/>
    <w:rsid w:val="6AA61FB2"/>
    <w:rsid w:val="6AA76F07"/>
    <w:rsid w:val="6AAA11A2"/>
    <w:rsid w:val="6AAA587D"/>
    <w:rsid w:val="6AAB28AF"/>
    <w:rsid w:val="6AB1158C"/>
    <w:rsid w:val="6AB6468F"/>
    <w:rsid w:val="6AB646AC"/>
    <w:rsid w:val="6ABE0F3D"/>
    <w:rsid w:val="6AC47B05"/>
    <w:rsid w:val="6AC5064E"/>
    <w:rsid w:val="6AC63431"/>
    <w:rsid w:val="6AC641DC"/>
    <w:rsid w:val="6AC66018"/>
    <w:rsid w:val="6AC70B33"/>
    <w:rsid w:val="6AC8253C"/>
    <w:rsid w:val="6ACA059C"/>
    <w:rsid w:val="6ACA6A75"/>
    <w:rsid w:val="6ACC704F"/>
    <w:rsid w:val="6AD027CE"/>
    <w:rsid w:val="6AD1703E"/>
    <w:rsid w:val="6AD36513"/>
    <w:rsid w:val="6AE0674B"/>
    <w:rsid w:val="6AE0692E"/>
    <w:rsid w:val="6AE20DB4"/>
    <w:rsid w:val="6AE24F96"/>
    <w:rsid w:val="6AE31854"/>
    <w:rsid w:val="6AE409D8"/>
    <w:rsid w:val="6AE43FE2"/>
    <w:rsid w:val="6AE82DBA"/>
    <w:rsid w:val="6AEA3D57"/>
    <w:rsid w:val="6AF24C89"/>
    <w:rsid w:val="6AF44745"/>
    <w:rsid w:val="6AF80B7C"/>
    <w:rsid w:val="6AF859CF"/>
    <w:rsid w:val="6AFA2DF5"/>
    <w:rsid w:val="6AFC673E"/>
    <w:rsid w:val="6AFF1A7A"/>
    <w:rsid w:val="6B03296E"/>
    <w:rsid w:val="6B0456C4"/>
    <w:rsid w:val="6B0B361C"/>
    <w:rsid w:val="6B0B46A3"/>
    <w:rsid w:val="6B0C1BF9"/>
    <w:rsid w:val="6B0C4FCE"/>
    <w:rsid w:val="6B157C14"/>
    <w:rsid w:val="6B164913"/>
    <w:rsid w:val="6B170992"/>
    <w:rsid w:val="6B185685"/>
    <w:rsid w:val="6B195318"/>
    <w:rsid w:val="6B1966CF"/>
    <w:rsid w:val="6B1A101A"/>
    <w:rsid w:val="6B1A4B3E"/>
    <w:rsid w:val="6B230CE6"/>
    <w:rsid w:val="6B254571"/>
    <w:rsid w:val="6B271538"/>
    <w:rsid w:val="6B2B6713"/>
    <w:rsid w:val="6B2B6A91"/>
    <w:rsid w:val="6B2D6289"/>
    <w:rsid w:val="6B2E5038"/>
    <w:rsid w:val="6B314987"/>
    <w:rsid w:val="6B3402DC"/>
    <w:rsid w:val="6B3A67BB"/>
    <w:rsid w:val="6B463A02"/>
    <w:rsid w:val="6B4940A4"/>
    <w:rsid w:val="6B494B7C"/>
    <w:rsid w:val="6B4B1330"/>
    <w:rsid w:val="6B4C2DB2"/>
    <w:rsid w:val="6B4F102F"/>
    <w:rsid w:val="6B500A50"/>
    <w:rsid w:val="6B50608F"/>
    <w:rsid w:val="6B534FA5"/>
    <w:rsid w:val="6B562CAF"/>
    <w:rsid w:val="6B564793"/>
    <w:rsid w:val="6B5C5D92"/>
    <w:rsid w:val="6B6159E8"/>
    <w:rsid w:val="6B6718C4"/>
    <w:rsid w:val="6B706980"/>
    <w:rsid w:val="6B717F94"/>
    <w:rsid w:val="6B722706"/>
    <w:rsid w:val="6B741B9A"/>
    <w:rsid w:val="6B7A0DAF"/>
    <w:rsid w:val="6B7E3E00"/>
    <w:rsid w:val="6B7F4E60"/>
    <w:rsid w:val="6B823D04"/>
    <w:rsid w:val="6B8247AF"/>
    <w:rsid w:val="6B842288"/>
    <w:rsid w:val="6B8464BB"/>
    <w:rsid w:val="6B86765E"/>
    <w:rsid w:val="6B867F2E"/>
    <w:rsid w:val="6B88018D"/>
    <w:rsid w:val="6B896592"/>
    <w:rsid w:val="6B8B0B6E"/>
    <w:rsid w:val="6B8B2321"/>
    <w:rsid w:val="6B910E5C"/>
    <w:rsid w:val="6B9443CB"/>
    <w:rsid w:val="6B9523C7"/>
    <w:rsid w:val="6B953C33"/>
    <w:rsid w:val="6B966CF0"/>
    <w:rsid w:val="6B974A9F"/>
    <w:rsid w:val="6BA01F14"/>
    <w:rsid w:val="6BA03A40"/>
    <w:rsid w:val="6BA0789B"/>
    <w:rsid w:val="6BA139C6"/>
    <w:rsid w:val="6BA3378C"/>
    <w:rsid w:val="6BA378C0"/>
    <w:rsid w:val="6BA41EF5"/>
    <w:rsid w:val="6BA766DC"/>
    <w:rsid w:val="6BB03571"/>
    <w:rsid w:val="6BB456AA"/>
    <w:rsid w:val="6BB730B2"/>
    <w:rsid w:val="6BB8442F"/>
    <w:rsid w:val="6BBD47A3"/>
    <w:rsid w:val="6BBE31AF"/>
    <w:rsid w:val="6BC00E89"/>
    <w:rsid w:val="6BC546BB"/>
    <w:rsid w:val="6BC8493D"/>
    <w:rsid w:val="6BCA4DBE"/>
    <w:rsid w:val="6BCE4E88"/>
    <w:rsid w:val="6BD0128E"/>
    <w:rsid w:val="6BD16BF3"/>
    <w:rsid w:val="6BD30A00"/>
    <w:rsid w:val="6BD64B71"/>
    <w:rsid w:val="6BD84C76"/>
    <w:rsid w:val="6BDB4908"/>
    <w:rsid w:val="6BDC1673"/>
    <w:rsid w:val="6BDC559B"/>
    <w:rsid w:val="6BDE7A23"/>
    <w:rsid w:val="6BDF203E"/>
    <w:rsid w:val="6BE05D27"/>
    <w:rsid w:val="6BE162DB"/>
    <w:rsid w:val="6BE9139D"/>
    <w:rsid w:val="6BEC66CE"/>
    <w:rsid w:val="6BEE052F"/>
    <w:rsid w:val="6BEE47EE"/>
    <w:rsid w:val="6BEE5FBD"/>
    <w:rsid w:val="6BF87BFE"/>
    <w:rsid w:val="6BF91DB2"/>
    <w:rsid w:val="6BFB3A00"/>
    <w:rsid w:val="6BFE3E8E"/>
    <w:rsid w:val="6C007A23"/>
    <w:rsid w:val="6C033CB7"/>
    <w:rsid w:val="6C041DB1"/>
    <w:rsid w:val="6C046F13"/>
    <w:rsid w:val="6C047702"/>
    <w:rsid w:val="6C0849EB"/>
    <w:rsid w:val="6C0A400F"/>
    <w:rsid w:val="6C0B237A"/>
    <w:rsid w:val="6C0E7791"/>
    <w:rsid w:val="6C175CA2"/>
    <w:rsid w:val="6C190B74"/>
    <w:rsid w:val="6C1E1C9A"/>
    <w:rsid w:val="6C240B69"/>
    <w:rsid w:val="6C242075"/>
    <w:rsid w:val="6C2B3492"/>
    <w:rsid w:val="6C2D1C79"/>
    <w:rsid w:val="6C2D48A5"/>
    <w:rsid w:val="6C311A8F"/>
    <w:rsid w:val="6C312C2A"/>
    <w:rsid w:val="6C327118"/>
    <w:rsid w:val="6C3341F1"/>
    <w:rsid w:val="6C35694F"/>
    <w:rsid w:val="6C360085"/>
    <w:rsid w:val="6C361E7B"/>
    <w:rsid w:val="6C374E45"/>
    <w:rsid w:val="6C3D4FC1"/>
    <w:rsid w:val="6C3F4DB3"/>
    <w:rsid w:val="6C412086"/>
    <w:rsid w:val="6C430973"/>
    <w:rsid w:val="6C455D58"/>
    <w:rsid w:val="6C462727"/>
    <w:rsid w:val="6C48485A"/>
    <w:rsid w:val="6C4A3FAD"/>
    <w:rsid w:val="6C4D09DD"/>
    <w:rsid w:val="6C5020F9"/>
    <w:rsid w:val="6C524AA0"/>
    <w:rsid w:val="6C5A54C7"/>
    <w:rsid w:val="6C620C0D"/>
    <w:rsid w:val="6C68088F"/>
    <w:rsid w:val="6C6B2B5C"/>
    <w:rsid w:val="6C6E7E55"/>
    <w:rsid w:val="6C6F2D48"/>
    <w:rsid w:val="6C703C36"/>
    <w:rsid w:val="6C731884"/>
    <w:rsid w:val="6C735417"/>
    <w:rsid w:val="6C736561"/>
    <w:rsid w:val="6C7368D9"/>
    <w:rsid w:val="6C741668"/>
    <w:rsid w:val="6C780779"/>
    <w:rsid w:val="6C796E89"/>
    <w:rsid w:val="6C7D180E"/>
    <w:rsid w:val="6C7E39EA"/>
    <w:rsid w:val="6C7E464D"/>
    <w:rsid w:val="6C7F5126"/>
    <w:rsid w:val="6C837197"/>
    <w:rsid w:val="6C83763E"/>
    <w:rsid w:val="6C874EA3"/>
    <w:rsid w:val="6C8A64E5"/>
    <w:rsid w:val="6C8F6383"/>
    <w:rsid w:val="6C922CAE"/>
    <w:rsid w:val="6C9343D8"/>
    <w:rsid w:val="6C941E21"/>
    <w:rsid w:val="6C947D93"/>
    <w:rsid w:val="6C9A6DF4"/>
    <w:rsid w:val="6CA01AD4"/>
    <w:rsid w:val="6CA15CFD"/>
    <w:rsid w:val="6CA27EC2"/>
    <w:rsid w:val="6CA95CF8"/>
    <w:rsid w:val="6CA97634"/>
    <w:rsid w:val="6CAA2421"/>
    <w:rsid w:val="6CAB614C"/>
    <w:rsid w:val="6CAC1A58"/>
    <w:rsid w:val="6CAC4037"/>
    <w:rsid w:val="6CAE0467"/>
    <w:rsid w:val="6CAE48B6"/>
    <w:rsid w:val="6CB53614"/>
    <w:rsid w:val="6CB768F7"/>
    <w:rsid w:val="6CB946C8"/>
    <w:rsid w:val="6CBC4BF8"/>
    <w:rsid w:val="6CBD13E7"/>
    <w:rsid w:val="6CC07A93"/>
    <w:rsid w:val="6CC2048B"/>
    <w:rsid w:val="6CC61D8C"/>
    <w:rsid w:val="6CC726E0"/>
    <w:rsid w:val="6CC8140B"/>
    <w:rsid w:val="6CCC2618"/>
    <w:rsid w:val="6CCC2920"/>
    <w:rsid w:val="6CCE0F01"/>
    <w:rsid w:val="6CD0268F"/>
    <w:rsid w:val="6CD20D07"/>
    <w:rsid w:val="6CD44904"/>
    <w:rsid w:val="6CD4573A"/>
    <w:rsid w:val="6CD67EC8"/>
    <w:rsid w:val="6CD93FCD"/>
    <w:rsid w:val="6CDB47D0"/>
    <w:rsid w:val="6CDD0761"/>
    <w:rsid w:val="6CDF4E8A"/>
    <w:rsid w:val="6CE122D4"/>
    <w:rsid w:val="6CE571E9"/>
    <w:rsid w:val="6CE62DC1"/>
    <w:rsid w:val="6CE73A34"/>
    <w:rsid w:val="6CEE7203"/>
    <w:rsid w:val="6CEF4BB7"/>
    <w:rsid w:val="6CF53005"/>
    <w:rsid w:val="6CF84B3D"/>
    <w:rsid w:val="6CFB0857"/>
    <w:rsid w:val="6CFE0D97"/>
    <w:rsid w:val="6CFE5F6B"/>
    <w:rsid w:val="6D012958"/>
    <w:rsid w:val="6D061104"/>
    <w:rsid w:val="6D0710D6"/>
    <w:rsid w:val="6D08757A"/>
    <w:rsid w:val="6D0B27F3"/>
    <w:rsid w:val="6D0E05B0"/>
    <w:rsid w:val="6D0F6118"/>
    <w:rsid w:val="6D1438BB"/>
    <w:rsid w:val="6D174089"/>
    <w:rsid w:val="6D195D0F"/>
    <w:rsid w:val="6D196B78"/>
    <w:rsid w:val="6D1E3FB6"/>
    <w:rsid w:val="6D2022C2"/>
    <w:rsid w:val="6D2178C7"/>
    <w:rsid w:val="6D234160"/>
    <w:rsid w:val="6D242E5C"/>
    <w:rsid w:val="6D24520D"/>
    <w:rsid w:val="6D252221"/>
    <w:rsid w:val="6D2B4910"/>
    <w:rsid w:val="6D2B7194"/>
    <w:rsid w:val="6D2E5178"/>
    <w:rsid w:val="6D302D36"/>
    <w:rsid w:val="6D322634"/>
    <w:rsid w:val="6D3228C2"/>
    <w:rsid w:val="6D342878"/>
    <w:rsid w:val="6D360D76"/>
    <w:rsid w:val="6D366099"/>
    <w:rsid w:val="6D390C1B"/>
    <w:rsid w:val="6D39257E"/>
    <w:rsid w:val="6D3C2B1A"/>
    <w:rsid w:val="6D4143F2"/>
    <w:rsid w:val="6D4443CB"/>
    <w:rsid w:val="6D47430D"/>
    <w:rsid w:val="6D4B58A8"/>
    <w:rsid w:val="6D4E1EF5"/>
    <w:rsid w:val="6D4F5A37"/>
    <w:rsid w:val="6D4F7C7C"/>
    <w:rsid w:val="6D514475"/>
    <w:rsid w:val="6D521244"/>
    <w:rsid w:val="6D5279EB"/>
    <w:rsid w:val="6D547B11"/>
    <w:rsid w:val="6D570BF5"/>
    <w:rsid w:val="6D5746A5"/>
    <w:rsid w:val="6D5866F8"/>
    <w:rsid w:val="6D5D3D73"/>
    <w:rsid w:val="6D645A66"/>
    <w:rsid w:val="6D67778B"/>
    <w:rsid w:val="6D6A59E2"/>
    <w:rsid w:val="6D6C7085"/>
    <w:rsid w:val="6D6D0BB3"/>
    <w:rsid w:val="6D6F0BF6"/>
    <w:rsid w:val="6D726DAE"/>
    <w:rsid w:val="6D755DAB"/>
    <w:rsid w:val="6D762B88"/>
    <w:rsid w:val="6D77028D"/>
    <w:rsid w:val="6D7A402F"/>
    <w:rsid w:val="6D7C40B3"/>
    <w:rsid w:val="6D7F4507"/>
    <w:rsid w:val="6D81722A"/>
    <w:rsid w:val="6D895219"/>
    <w:rsid w:val="6D8D0633"/>
    <w:rsid w:val="6D8D7BB4"/>
    <w:rsid w:val="6D8F7B4F"/>
    <w:rsid w:val="6D9324CD"/>
    <w:rsid w:val="6D947E7D"/>
    <w:rsid w:val="6D9741CA"/>
    <w:rsid w:val="6D99441B"/>
    <w:rsid w:val="6D9A31C5"/>
    <w:rsid w:val="6D9C3C36"/>
    <w:rsid w:val="6D9C7B8B"/>
    <w:rsid w:val="6DA062A8"/>
    <w:rsid w:val="6DA12442"/>
    <w:rsid w:val="6DA25B1F"/>
    <w:rsid w:val="6DA622C0"/>
    <w:rsid w:val="6DAC0DFA"/>
    <w:rsid w:val="6DAC156A"/>
    <w:rsid w:val="6DAE037A"/>
    <w:rsid w:val="6DAF646B"/>
    <w:rsid w:val="6DB10BD1"/>
    <w:rsid w:val="6DB210CA"/>
    <w:rsid w:val="6DB21218"/>
    <w:rsid w:val="6DB21DAC"/>
    <w:rsid w:val="6DB27626"/>
    <w:rsid w:val="6DB640E4"/>
    <w:rsid w:val="6DBA3E3B"/>
    <w:rsid w:val="6DBA5BF6"/>
    <w:rsid w:val="6DBD5207"/>
    <w:rsid w:val="6DBE441F"/>
    <w:rsid w:val="6DC27073"/>
    <w:rsid w:val="6DC42111"/>
    <w:rsid w:val="6DC5252A"/>
    <w:rsid w:val="6DC96806"/>
    <w:rsid w:val="6DCB04B4"/>
    <w:rsid w:val="6DCC03E1"/>
    <w:rsid w:val="6DCE51F5"/>
    <w:rsid w:val="6DD456D4"/>
    <w:rsid w:val="6DD6622E"/>
    <w:rsid w:val="6DD6684A"/>
    <w:rsid w:val="6DDD3E64"/>
    <w:rsid w:val="6DE341E4"/>
    <w:rsid w:val="6DE34DBB"/>
    <w:rsid w:val="6DE83A54"/>
    <w:rsid w:val="6DEA2AE8"/>
    <w:rsid w:val="6DED1664"/>
    <w:rsid w:val="6DEE00AB"/>
    <w:rsid w:val="6DF74F96"/>
    <w:rsid w:val="6DF80779"/>
    <w:rsid w:val="6DFC7126"/>
    <w:rsid w:val="6E032E11"/>
    <w:rsid w:val="6E033F9A"/>
    <w:rsid w:val="6E077C21"/>
    <w:rsid w:val="6E0B54C9"/>
    <w:rsid w:val="6E0E1E18"/>
    <w:rsid w:val="6E107C34"/>
    <w:rsid w:val="6E125114"/>
    <w:rsid w:val="6E134E64"/>
    <w:rsid w:val="6E1B1811"/>
    <w:rsid w:val="6E1F540D"/>
    <w:rsid w:val="6E2022D3"/>
    <w:rsid w:val="6E213999"/>
    <w:rsid w:val="6E22165E"/>
    <w:rsid w:val="6E256A0F"/>
    <w:rsid w:val="6E2D3DBB"/>
    <w:rsid w:val="6E2D5134"/>
    <w:rsid w:val="6E2E2FDA"/>
    <w:rsid w:val="6E2E41B1"/>
    <w:rsid w:val="6E2E65ED"/>
    <w:rsid w:val="6E2F05AF"/>
    <w:rsid w:val="6E2F068A"/>
    <w:rsid w:val="6E302879"/>
    <w:rsid w:val="6E344E44"/>
    <w:rsid w:val="6E346EEC"/>
    <w:rsid w:val="6E3654BB"/>
    <w:rsid w:val="6E372A34"/>
    <w:rsid w:val="6E3828A5"/>
    <w:rsid w:val="6E393FEB"/>
    <w:rsid w:val="6E3964E9"/>
    <w:rsid w:val="6E3E6C71"/>
    <w:rsid w:val="6E42035D"/>
    <w:rsid w:val="6E42703A"/>
    <w:rsid w:val="6E431334"/>
    <w:rsid w:val="6E46284D"/>
    <w:rsid w:val="6E512686"/>
    <w:rsid w:val="6E542593"/>
    <w:rsid w:val="6E5701FE"/>
    <w:rsid w:val="6E58005B"/>
    <w:rsid w:val="6E591FDE"/>
    <w:rsid w:val="6E593AC0"/>
    <w:rsid w:val="6E5E42EF"/>
    <w:rsid w:val="6E602341"/>
    <w:rsid w:val="6E6043DE"/>
    <w:rsid w:val="6E660452"/>
    <w:rsid w:val="6E667C45"/>
    <w:rsid w:val="6E6C0851"/>
    <w:rsid w:val="6E730780"/>
    <w:rsid w:val="6E771448"/>
    <w:rsid w:val="6E782D34"/>
    <w:rsid w:val="6E794D89"/>
    <w:rsid w:val="6E7D7077"/>
    <w:rsid w:val="6E7F0EFF"/>
    <w:rsid w:val="6E7F620B"/>
    <w:rsid w:val="6E865082"/>
    <w:rsid w:val="6E8A5DD0"/>
    <w:rsid w:val="6E8B3F3A"/>
    <w:rsid w:val="6E925C9A"/>
    <w:rsid w:val="6E942035"/>
    <w:rsid w:val="6E974EE3"/>
    <w:rsid w:val="6E990644"/>
    <w:rsid w:val="6E9B619D"/>
    <w:rsid w:val="6E9F2B34"/>
    <w:rsid w:val="6EA42383"/>
    <w:rsid w:val="6EA470E7"/>
    <w:rsid w:val="6EA72830"/>
    <w:rsid w:val="6EA8022D"/>
    <w:rsid w:val="6EAA7606"/>
    <w:rsid w:val="6EAC1538"/>
    <w:rsid w:val="6EAE38A4"/>
    <w:rsid w:val="6EB51445"/>
    <w:rsid w:val="6EB6616A"/>
    <w:rsid w:val="6EB9272F"/>
    <w:rsid w:val="6EBB319E"/>
    <w:rsid w:val="6EBD17D5"/>
    <w:rsid w:val="6EC041B2"/>
    <w:rsid w:val="6EC92ECA"/>
    <w:rsid w:val="6ECE4A2C"/>
    <w:rsid w:val="6ED1489B"/>
    <w:rsid w:val="6ED55A6D"/>
    <w:rsid w:val="6EDD4702"/>
    <w:rsid w:val="6EDF2908"/>
    <w:rsid w:val="6EE31A23"/>
    <w:rsid w:val="6EE527CA"/>
    <w:rsid w:val="6EE73B73"/>
    <w:rsid w:val="6EE76B61"/>
    <w:rsid w:val="6EE815E3"/>
    <w:rsid w:val="6EE823E0"/>
    <w:rsid w:val="6EE96578"/>
    <w:rsid w:val="6EE96F7C"/>
    <w:rsid w:val="6EEB17AF"/>
    <w:rsid w:val="6EED587E"/>
    <w:rsid w:val="6EEF62B9"/>
    <w:rsid w:val="6EF631D2"/>
    <w:rsid w:val="6EF77A9B"/>
    <w:rsid w:val="6EFA1EA8"/>
    <w:rsid w:val="6F001041"/>
    <w:rsid w:val="6F010A11"/>
    <w:rsid w:val="6F087A78"/>
    <w:rsid w:val="6F0E549C"/>
    <w:rsid w:val="6F106516"/>
    <w:rsid w:val="6F1155C1"/>
    <w:rsid w:val="6F12166F"/>
    <w:rsid w:val="6F130FB3"/>
    <w:rsid w:val="6F161D04"/>
    <w:rsid w:val="6F16538E"/>
    <w:rsid w:val="6F1803C5"/>
    <w:rsid w:val="6F1C4808"/>
    <w:rsid w:val="6F1F6E0E"/>
    <w:rsid w:val="6F20076B"/>
    <w:rsid w:val="6F2357DF"/>
    <w:rsid w:val="6F2607A7"/>
    <w:rsid w:val="6F271511"/>
    <w:rsid w:val="6F273ACA"/>
    <w:rsid w:val="6F3222DA"/>
    <w:rsid w:val="6F325BFB"/>
    <w:rsid w:val="6F363641"/>
    <w:rsid w:val="6F382025"/>
    <w:rsid w:val="6F3871CC"/>
    <w:rsid w:val="6F393C7D"/>
    <w:rsid w:val="6F3B70B1"/>
    <w:rsid w:val="6F3D6747"/>
    <w:rsid w:val="6F3E0151"/>
    <w:rsid w:val="6F3F337E"/>
    <w:rsid w:val="6F3F7876"/>
    <w:rsid w:val="6F4165DF"/>
    <w:rsid w:val="6F453B83"/>
    <w:rsid w:val="6F4632AB"/>
    <w:rsid w:val="6F4815B1"/>
    <w:rsid w:val="6F49598A"/>
    <w:rsid w:val="6F4A6ACA"/>
    <w:rsid w:val="6F4E5276"/>
    <w:rsid w:val="6F536310"/>
    <w:rsid w:val="6F546D0A"/>
    <w:rsid w:val="6F581158"/>
    <w:rsid w:val="6F5E6B48"/>
    <w:rsid w:val="6F5F1B2B"/>
    <w:rsid w:val="6F614D1C"/>
    <w:rsid w:val="6F62620F"/>
    <w:rsid w:val="6F626ACB"/>
    <w:rsid w:val="6F65151E"/>
    <w:rsid w:val="6F662169"/>
    <w:rsid w:val="6F681870"/>
    <w:rsid w:val="6F6D34FA"/>
    <w:rsid w:val="6F716DF4"/>
    <w:rsid w:val="6F726E09"/>
    <w:rsid w:val="6F733F42"/>
    <w:rsid w:val="6F73523F"/>
    <w:rsid w:val="6F762EA0"/>
    <w:rsid w:val="6F7F0D16"/>
    <w:rsid w:val="6F8159A1"/>
    <w:rsid w:val="6F821F9B"/>
    <w:rsid w:val="6F842C6B"/>
    <w:rsid w:val="6F84659C"/>
    <w:rsid w:val="6F871E53"/>
    <w:rsid w:val="6F8B6B27"/>
    <w:rsid w:val="6F8C403A"/>
    <w:rsid w:val="6F953366"/>
    <w:rsid w:val="6F9738C5"/>
    <w:rsid w:val="6F9747C1"/>
    <w:rsid w:val="6F9A391C"/>
    <w:rsid w:val="6F9F2566"/>
    <w:rsid w:val="6FA376DF"/>
    <w:rsid w:val="6FA44AE1"/>
    <w:rsid w:val="6FA86447"/>
    <w:rsid w:val="6FA972A4"/>
    <w:rsid w:val="6FAF0701"/>
    <w:rsid w:val="6FAF3B7D"/>
    <w:rsid w:val="6FB34569"/>
    <w:rsid w:val="6FB61E75"/>
    <w:rsid w:val="6FBA5AB1"/>
    <w:rsid w:val="6FBE75C0"/>
    <w:rsid w:val="6FBF4493"/>
    <w:rsid w:val="6FC04DC9"/>
    <w:rsid w:val="6FC30F2E"/>
    <w:rsid w:val="6FC617EC"/>
    <w:rsid w:val="6FC67883"/>
    <w:rsid w:val="6FC8745D"/>
    <w:rsid w:val="6FC965AA"/>
    <w:rsid w:val="6FC972A9"/>
    <w:rsid w:val="6FCB468F"/>
    <w:rsid w:val="6FCD1DC9"/>
    <w:rsid w:val="6FCF3B06"/>
    <w:rsid w:val="6FD0144C"/>
    <w:rsid w:val="6FD21751"/>
    <w:rsid w:val="6FD330EB"/>
    <w:rsid w:val="6FD47A8B"/>
    <w:rsid w:val="6FD62EE8"/>
    <w:rsid w:val="6FD91D3E"/>
    <w:rsid w:val="6FDA5006"/>
    <w:rsid w:val="6FDB0F6A"/>
    <w:rsid w:val="6FDB494D"/>
    <w:rsid w:val="6FE15DCF"/>
    <w:rsid w:val="6FE66799"/>
    <w:rsid w:val="6FEC152D"/>
    <w:rsid w:val="6FED19F4"/>
    <w:rsid w:val="6FEF3684"/>
    <w:rsid w:val="6FF17215"/>
    <w:rsid w:val="6FF454C0"/>
    <w:rsid w:val="6FFB6D83"/>
    <w:rsid w:val="6FFC2E2B"/>
    <w:rsid w:val="6FFD404D"/>
    <w:rsid w:val="70017AA5"/>
    <w:rsid w:val="700526C1"/>
    <w:rsid w:val="70066703"/>
    <w:rsid w:val="700A7C78"/>
    <w:rsid w:val="701010EF"/>
    <w:rsid w:val="70117A83"/>
    <w:rsid w:val="70121D8D"/>
    <w:rsid w:val="701535C2"/>
    <w:rsid w:val="70170423"/>
    <w:rsid w:val="70170EE7"/>
    <w:rsid w:val="701A4281"/>
    <w:rsid w:val="701A7734"/>
    <w:rsid w:val="701C7906"/>
    <w:rsid w:val="701E646B"/>
    <w:rsid w:val="7020744F"/>
    <w:rsid w:val="70207FF5"/>
    <w:rsid w:val="70225C26"/>
    <w:rsid w:val="702313D6"/>
    <w:rsid w:val="70275562"/>
    <w:rsid w:val="70277570"/>
    <w:rsid w:val="70286972"/>
    <w:rsid w:val="702D40F8"/>
    <w:rsid w:val="702F33EC"/>
    <w:rsid w:val="70316406"/>
    <w:rsid w:val="70317AF1"/>
    <w:rsid w:val="70352BEF"/>
    <w:rsid w:val="70372946"/>
    <w:rsid w:val="703A71E4"/>
    <w:rsid w:val="703B7FE7"/>
    <w:rsid w:val="703F0524"/>
    <w:rsid w:val="70417B35"/>
    <w:rsid w:val="704343BB"/>
    <w:rsid w:val="704A4D8A"/>
    <w:rsid w:val="704A772A"/>
    <w:rsid w:val="704B6E8E"/>
    <w:rsid w:val="70515E73"/>
    <w:rsid w:val="7052688A"/>
    <w:rsid w:val="705D2223"/>
    <w:rsid w:val="705D5FA7"/>
    <w:rsid w:val="705E5477"/>
    <w:rsid w:val="705F13C7"/>
    <w:rsid w:val="70604835"/>
    <w:rsid w:val="70622F1E"/>
    <w:rsid w:val="70624A7E"/>
    <w:rsid w:val="70635D86"/>
    <w:rsid w:val="7067635B"/>
    <w:rsid w:val="706B79F7"/>
    <w:rsid w:val="706E033D"/>
    <w:rsid w:val="707324AA"/>
    <w:rsid w:val="70772DC6"/>
    <w:rsid w:val="70785458"/>
    <w:rsid w:val="707D0D1D"/>
    <w:rsid w:val="70842E73"/>
    <w:rsid w:val="708616BB"/>
    <w:rsid w:val="708930F7"/>
    <w:rsid w:val="708A344D"/>
    <w:rsid w:val="708C6FAC"/>
    <w:rsid w:val="708D0F25"/>
    <w:rsid w:val="708E78AC"/>
    <w:rsid w:val="70973E3D"/>
    <w:rsid w:val="70977B7F"/>
    <w:rsid w:val="709E1190"/>
    <w:rsid w:val="70A05EDA"/>
    <w:rsid w:val="70A5233F"/>
    <w:rsid w:val="70A730E1"/>
    <w:rsid w:val="70A80BFE"/>
    <w:rsid w:val="70A979B9"/>
    <w:rsid w:val="70AD1CBC"/>
    <w:rsid w:val="70B145C3"/>
    <w:rsid w:val="70B33815"/>
    <w:rsid w:val="70B34F74"/>
    <w:rsid w:val="70B72930"/>
    <w:rsid w:val="70C2240A"/>
    <w:rsid w:val="70C267BA"/>
    <w:rsid w:val="70C54393"/>
    <w:rsid w:val="70C6046F"/>
    <w:rsid w:val="70C859FB"/>
    <w:rsid w:val="70C91444"/>
    <w:rsid w:val="70CE6E51"/>
    <w:rsid w:val="70CE71AC"/>
    <w:rsid w:val="70D1330E"/>
    <w:rsid w:val="70D32548"/>
    <w:rsid w:val="70DA2E70"/>
    <w:rsid w:val="70DE25C5"/>
    <w:rsid w:val="70E029EF"/>
    <w:rsid w:val="70E140FC"/>
    <w:rsid w:val="70E319FE"/>
    <w:rsid w:val="70E32406"/>
    <w:rsid w:val="70F03274"/>
    <w:rsid w:val="70F8267B"/>
    <w:rsid w:val="70F87D92"/>
    <w:rsid w:val="70FA089A"/>
    <w:rsid w:val="70FA2165"/>
    <w:rsid w:val="70FB1D9B"/>
    <w:rsid w:val="70FC2A96"/>
    <w:rsid w:val="70FE20EC"/>
    <w:rsid w:val="710B7906"/>
    <w:rsid w:val="710F0700"/>
    <w:rsid w:val="710F35F3"/>
    <w:rsid w:val="71126D50"/>
    <w:rsid w:val="7115622B"/>
    <w:rsid w:val="71160B35"/>
    <w:rsid w:val="7116629E"/>
    <w:rsid w:val="71166555"/>
    <w:rsid w:val="71166A74"/>
    <w:rsid w:val="711D2CB9"/>
    <w:rsid w:val="711E0617"/>
    <w:rsid w:val="711F77AD"/>
    <w:rsid w:val="712453BF"/>
    <w:rsid w:val="712567DA"/>
    <w:rsid w:val="71297987"/>
    <w:rsid w:val="71297C8B"/>
    <w:rsid w:val="712C056E"/>
    <w:rsid w:val="712D6D35"/>
    <w:rsid w:val="712E3B15"/>
    <w:rsid w:val="712F5EF9"/>
    <w:rsid w:val="71302EF0"/>
    <w:rsid w:val="713133BE"/>
    <w:rsid w:val="713202A8"/>
    <w:rsid w:val="713319C6"/>
    <w:rsid w:val="713748A5"/>
    <w:rsid w:val="71380643"/>
    <w:rsid w:val="713C750B"/>
    <w:rsid w:val="714159B0"/>
    <w:rsid w:val="71427304"/>
    <w:rsid w:val="71435368"/>
    <w:rsid w:val="71494F15"/>
    <w:rsid w:val="714B3FE4"/>
    <w:rsid w:val="714D5E94"/>
    <w:rsid w:val="714F517D"/>
    <w:rsid w:val="71501450"/>
    <w:rsid w:val="7151681F"/>
    <w:rsid w:val="71553416"/>
    <w:rsid w:val="71576E78"/>
    <w:rsid w:val="715838AE"/>
    <w:rsid w:val="715C2AE3"/>
    <w:rsid w:val="715E2A3E"/>
    <w:rsid w:val="715F6F30"/>
    <w:rsid w:val="71613F0D"/>
    <w:rsid w:val="7161422D"/>
    <w:rsid w:val="71621B3D"/>
    <w:rsid w:val="71634F58"/>
    <w:rsid w:val="716352D2"/>
    <w:rsid w:val="71662F52"/>
    <w:rsid w:val="716863F4"/>
    <w:rsid w:val="716C4F32"/>
    <w:rsid w:val="716F4050"/>
    <w:rsid w:val="71764DD0"/>
    <w:rsid w:val="71856CA6"/>
    <w:rsid w:val="718774BE"/>
    <w:rsid w:val="71893941"/>
    <w:rsid w:val="718A0535"/>
    <w:rsid w:val="718A532B"/>
    <w:rsid w:val="718C6C58"/>
    <w:rsid w:val="718D2DA7"/>
    <w:rsid w:val="718E5094"/>
    <w:rsid w:val="718E5B7E"/>
    <w:rsid w:val="71941519"/>
    <w:rsid w:val="719604EB"/>
    <w:rsid w:val="71971739"/>
    <w:rsid w:val="71994E7D"/>
    <w:rsid w:val="719954E4"/>
    <w:rsid w:val="719C746A"/>
    <w:rsid w:val="719D75A4"/>
    <w:rsid w:val="719E0DDC"/>
    <w:rsid w:val="719E635E"/>
    <w:rsid w:val="71A13942"/>
    <w:rsid w:val="71A1667E"/>
    <w:rsid w:val="71A210AF"/>
    <w:rsid w:val="71A62A55"/>
    <w:rsid w:val="71A91DEF"/>
    <w:rsid w:val="71AD1937"/>
    <w:rsid w:val="71B155CF"/>
    <w:rsid w:val="71B33765"/>
    <w:rsid w:val="71B514BF"/>
    <w:rsid w:val="71BB597F"/>
    <w:rsid w:val="71BE70F7"/>
    <w:rsid w:val="71C81114"/>
    <w:rsid w:val="71CC4BC8"/>
    <w:rsid w:val="71CE1F5E"/>
    <w:rsid w:val="71CF24DB"/>
    <w:rsid w:val="71CF58D9"/>
    <w:rsid w:val="71D04D22"/>
    <w:rsid w:val="71D455FF"/>
    <w:rsid w:val="71D53B8C"/>
    <w:rsid w:val="71D74728"/>
    <w:rsid w:val="71DA14B6"/>
    <w:rsid w:val="71DE20E2"/>
    <w:rsid w:val="71E408B4"/>
    <w:rsid w:val="71E61149"/>
    <w:rsid w:val="71E957FA"/>
    <w:rsid w:val="71F555E9"/>
    <w:rsid w:val="71F76A3F"/>
    <w:rsid w:val="71F77A3A"/>
    <w:rsid w:val="71F81114"/>
    <w:rsid w:val="71F813EB"/>
    <w:rsid w:val="71FC129E"/>
    <w:rsid w:val="71FC27DB"/>
    <w:rsid w:val="72010C4E"/>
    <w:rsid w:val="72073D64"/>
    <w:rsid w:val="720C4990"/>
    <w:rsid w:val="720F2EB6"/>
    <w:rsid w:val="72122D83"/>
    <w:rsid w:val="7215244A"/>
    <w:rsid w:val="72154C27"/>
    <w:rsid w:val="72177C9D"/>
    <w:rsid w:val="72196806"/>
    <w:rsid w:val="721E1F0C"/>
    <w:rsid w:val="721E2D30"/>
    <w:rsid w:val="72200123"/>
    <w:rsid w:val="722155A0"/>
    <w:rsid w:val="722214CD"/>
    <w:rsid w:val="72242FE0"/>
    <w:rsid w:val="72256054"/>
    <w:rsid w:val="72290F92"/>
    <w:rsid w:val="72295C8F"/>
    <w:rsid w:val="72393071"/>
    <w:rsid w:val="723A4A63"/>
    <w:rsid w:val="723A4DD5"/>
    <w:rsid w:val="723C5B50"/>
    <w:rsid w:val="724240FC"/>
    <w:rsid w:val="72432AA6"/>
    <w:rsid w:val="7247625E"/>
    <w:rsid w:val="72480D6C"/>
    <w:rsid w:val="724D2A49"/>
    <w:rsid w:val="72512772"/>
    <w:rsid w:val="725276F5"/>
    <w:rsid w:val="72536004"/>
    <w:rsid w:val="72611AE6"/>
    <w:rsid w:val="726432B7"/>
    <w:rsid w:val="72683E99"/>
    <w:rsid w:val="726B284E"/>
    <w:rsid w:val="726C51DF"/>
    <w:rsid w:val="726F6008"/>
    <w:rsid w:val="727049E5"/>
    <w:rsid w:val="727264D3"/>
    <w:rsid w:val="72726858"/>
    <w:rsid w:val="72746DD1"/>
    <w:rsid w:val="72774B85"/>
    <w:rsid w:val="72776003"/>
    <w:rsid w:val="72786BC9"/>
    <w:rsid w:val="72787D20"/>
    <w:rsid w:val="727E6AFB"/>
    <w:rsid w:val="72810247"/>
    <w:rsid w:val="7283360F"/>
    <w:rsid w:val="728509A4"/>
    <w:rsid w:val="728842CF"/>
    <w:rsid w:val="729530B2"/>
    <w:rsid w:val="72956C26"/>
    <w:rsid w:val="729601FD"/>
    <w:rsid w:val="72973FB0"/>
    <w:rsid w:val="72995E47"/>
    <w:rsid w:val="729B48DE"/>
    <w:rsid w:val="729B5EBF"/>
    <w:rsid w:val="729C126B"/>
    <w:rsid w:val="729C2223"/>
    <w:rsid w:val="729F187C"/>
    <w:rsid w:val="72A376A3"/>
    <w:rsid w:val="72A56206"/>
    <w:rsid w:val="72A868B1"/>
    <w:rsid w:val="72AC40D9"/>
    <w:rsid w:val="72B11906"/>
    <w:rsid w:val="72B66BB2"/>
    <w:rsid w:val="72C03D71"/>
    <w:rsid w:val="72C14410"/>
    <w:rsid w:val="72C15BE8"/>
    <w:rsid w:val="72C516AA"/>
    <w:rsid w:val="72CA1009"/>
    <w:rsid w:val="72CE5FE4"/>
    <w:rsid w:val="72CF5CCC"/>
    <w:rsid w:val="72D229AE"/>
    <w:rsid w:val="72D622CC"/>
    <w:rsid w:val="72D71F11"/>
    <w:rsid w:val="72DA3E07"/>
    <w:rsid w:val="72DB483F"/>
    <w:rsid w:val="72DC7EF1"/>
    <w:rsid w:val="72DE4230"/>
    <w:rsid w:val="72E2400F"/>
    <w:rsid w:val="72E319A0"/>
    <w:rsid w:val="72E42E50"/>
    <w:rsid w:val="72E5482A"/>
    <w:rsid w:val="72E90C9F"/>
    <w:rsid w:val="72EA1A12"/>
    <w:rsid w:val="72F02700"/>
    <w:rsid w:val="72F251AE"/>
    <w:rsid w:val="72F357D4"/>
    <w:rsid w:val="72F453AB"/>
    <w:rsid w:val="72F5330D"/>
    <w:rsid w:val="72F71960"/>
    <w:rsid w:val="72F945D2"/>
    <w:rsid w:val="72F94E2F"/>
    <w:rsid w:val="72FE2DC9"/>
    <w:rsid w:val="72FE72EA"/>
    <w:rsid w:val="73012416"/>
    <w:rsid w:val="7306621B"/>
    <w:rsid w:val="730742E1"/>
    <w:rsid w:val="7308379D"/>
    <w:rsid w:val="73090355"/>
    <w:rsid w:val="730A0D34"/>
    <w:rsid w:val="73135A03"/>
    <w:rsid w:val="73153A14"/>
    <w:rsid w:val="73174FE7"/>
    <w:rsid w:val="731829A5"/>
    <w:rsid w:val="731A4205"/>
    <w:rsid w:val="731B46D5"/>
    <w:rsid w:val="731C662F"/>
    <w:rsid w:val="73214267"/>
    <w:rsid w:val="73277359"/>
    <w:rsid w:val="732828F0"/>
    <w:rsid w:val="732A1D63"/>
    <w:rsid w:val="732A6585"/>
    <w:rsid w:val="732C02AD"/>
    <w:rsid w:val="732C614E"/>
    <w:rsid w:val="732E092A"/>
    <w:rsid w:val="73342306"/>
    <w:rsid w:val="733603A6"/>
    <w:rsid w:val="733662C6"/>
    <w:rsid w:val="73390C11"/>
    <w:rsid w:val="733B6AB6"/>
    <w:rsid w:val="733D6F5C"/>
    <w:rsid w:val="7345586F"/>
    <w:rsid w:val="734C531A"/>
    <w:rsid w:val="734C62AC"/>
    <w:rsid w:val="73542573"/>
    <w:rsid w:val="735500EA"/>
    <w:rsid w:val="735868B1"/>
    <w:rsid w:val="73594B11"/>
    <w:rsid w:val="735955DA"/>
    <w:rsid w:val="735B0747"/>
    <w:rsid w:val="735B7EC1"/>
    <w:rsid w:val="73600C54"/>
    <w:rsid w:val="736716A5"/>
    <w:rsid w:val="73676A61"/>
    <w:rsid w:val="736E255F"/>
    <w:rsid w:val="736E47BC"/>
    <w:rsid w:val="73713AEC"/>
    <w:rsid w:val="73715B85"/>
    <w:rsid w:val="73724C03"/>
    <w:rsid w:val="73753AA5"/>
    <w:rsid w:val="737B4D37"/>
    <w:rsid w:val="737C0828"/>
    <w:rsid w:val="73877425"/>
    <w:rsid w:val="73892323"/>
    <w:rsid w:val="738A02D0"/>
    <w:rsid w:val="738A7850"/>
    <w:rsid w:val="738D0D6C"/>
    <w:rsid w:val="73957279"/>
    <w:rsid w:val="73961C73"/>
    <w:rsid w:val="739670A2"/>
    <w:rsid w:val="739B2958"/>
    <w:rsid w:val="739B466C"/>
    <w:rsid w:val="739C24AE"/>
    <w:rsid w:val="739D00EF"/>
    <w:rsid w:val="73A05246"/>
    <w:rsid w:val="73A42444"/>
    <w:rsid w:val="73A4562A"/>
    <w:rsid w:val="73A774F8"/>
    <w:rsid w:val="73AB4C55"/>
    <w:rsid w:val="73AB583B"/>
    <w:rsid w:val="73B24291"/>
    <w:rsid w:val="73B308CE"/>
    <w:rsid w:val="73B459B4"/>
    <w:rsid w:val="73B720C3"/>
    <w:rsid w:val="73B90D8A"/>
    <w:rsid w:val="73BA53F7"/>
    <w:rsid w:val="73BE156F"/>
    <w:rsid w:val="73BE7AD2"/>
    <w:rsid w:val="73BF3684"/>
    <w:rsid w:val="73BF43AA"/>
    <w:rsid w:val="73C0279F"/>
    <w:rsid w:val="73C755B9"/>
    <w:rsid w:val="73C75D4B"/>
    <w:rsid w:val="73C876DE"/>
    <w:rsid w:val="73D3282D"/>
    <w:rsid w:val="73D54876"/>
    <w:rsid w:val="73D60AF0"/>
    <w:rsid w:val="73D61E53"/>
    <w:rsid w:val="73DA1F27"/>
    <w:rsid w:val="73DE3609"/>
    <w:rsid w:val="73E21279"/>
    <w:rsid w:val="73E275DF"/>
    <w:rsid w:val="73E7337C"/>
    <w:rsid w:val="73E7361C"/>
    <w:rsid w:val="73EA388B"/>
    <w:rsid w:val="73EC14F0"/>
    <w:rsid w:val="73EE2380"/>
    <w:rsid w:val="73EF52AF"/>
    <w:rsid w:val="73F14920"/>
    <w:rsid w:val="73F16C37"/>
    <w:rsid w:val="73F175FF"/>
    <w:rsid w:val="73F73266"/>
    <w:rsid w:val="73F84858"/>
    <w:rsid w:val="73FE2420"/>
    <w:rsid w:val="74030F15"/>
    <w:rsid w:val="7403687B"/>
    <w:rsid w:val="74085D18"/>
    <w:rsid w:val="740A3F37"/>
    <w:rsid w:val="741144FE"/>
    <w:rsid w:val="74125213"/>
    <w:rsid w:val="741361F4"/>
    <w:rsid w:val="74183723"/>
    <w:rsid w:val="741A3AB7"/>
    <w:rsid w:val="741B5A9A"/>
    <w:rsid w:val="741D3805"/>
    <w:rsid w:val="741F3281"/>
    <w:rsid w:val="7420229E"/>
    <w:rsid w:val="74247EDB"/>
    <w:rsid w:val="74254646"/>
    <w:rsid w:val="74276115"/>
    <w:rsid w:val="742A3176"/>
    <w:rsid w:val="742B4E60"/>
    <w:rsid w:val="743C03CB"/>
    <w:rsid w:val="743C5276"/>
    <w:rsid w:val="743D6527"/>
    <w:rsid w:val="743D6EE5"/>
    <w:rsid w:val="743D7526"/>
    <w:rsid w:val="7440045B"/>
    <w:rsid w:val="74405040"/>
    <w:rsid w:val="74417456"/>
    <w:rsid w:val="74420974"/>
    <w:rsid w:val="74431BC1"/>
    <w:rsid w:val="74435C55"/>
    <w:rsid w:val="74441F12"/>
    <w:rsid w:val="7445180E"/>
    <w:rsid w:val="744637F7"/>
    <w:rsid w:val="7448145D"/>
    <w:rsid w:val="744936FE"/>
    <w:rsid w:val="744C3CBE"/>
    <w:rsid w:val="744C4A2E"/>
    <w:rsid w:val="745067F5"/>
    <w:rsid w:val="7458102E"/>
    <w:rsid w:val="745F4552"/>
    <w:rsid w:val="74610816"/>
    <w:rsid w:val="746513F9"/>
    <w:rsid w:val="746A7ADB"/>
    <w:rsid w:val="746B5802"/>
    <w:rsid w:val="7475241B"/>
    <w:rsid w:val="74765CC2"/>
    <w:rsid w:val="74775B3C"/>
    <w:rsid w:val="7477763E"/>
    <w:rsid w:val="74781ACC"/>
    <w:rsid w:val="747941F2"/>
    <w:rsid w:val="74796F82"/>
    <w:rsid w:val="747A783E"/>
    <w:rsid w:val="747C183A"/>
    <w:rsid w:val="747D7E63"/>
    <w:rsid w:val="747F3A22"/>
    <w:rsid w:val="747F7FFB"/>
    <w:rsid w:val="748138AA"/>
    <w:rsid w:val="74840E80"/>
    <w:rsid w:val="74850946"/>
    <w:rsid w:val="74851695"/>
    <w:rsid w:val="74862BE7"/>
    <w:rsid w:val="74863005"/>
    <w:rsid w:val="748873E6"/>
    <w:rsid w:val="748B0B5A"/>
    <w:rsid w:val="748B1E79"/>
    <w:rsid w:val="748B1F2C"/>
    <w:rsid w:val="748C6374"/>
    <w:rsid w:val="7490323D"/>
    <w:rsid w:val="74945647"/>
    <w:rsid w:val="749B46A3"/>
    <w:rsid w:val="749C06A8"/>
    <w:rsid w:val="749E3DD1"/>
    <w:rsid w:val="74A02D9A"/>
    <w:rsid w:val="74A07BF9"/>
    <w:rsid w:val="74A3020D"/>
    <w:rsid w:val="74A303F3"/>
    <w:rsid w:val="74A44808"/>
    <w:rsid w:val="74A55AA0"/>
    <w:rsid w:val="74A762DA"/>
    <w:rsid w:val="74AA113E"/>
    <w:rsid w:val="74AD49AE"/>
    <w:rsid w:val="74B52A61"/>
    <w:rsid w:val="74BC22AF"/>
    <w:rsid w:val="74BD35B9"/>
    <w:rsid w:val="74C4060C"/>
    <w:rsid w:val="74C46877"/>
    <w:rsid w:val="74C62A78"/>
    <w:rsid w:val="74CC2CFE"/>
    <w:rsid w:val="74CD3A44"/>
    <w:rsid w:val="74D6208B"/>
    <w:rsid w:val="74D63CCD"/>
    <w:rsid w:val="74D81B22"/>
    <w:rsid w:val="74DC111E"/>
    <w:rsid w:val="74DC4517"/>
    <w:rsid w:val="74E1490A"/>
    <w:rsid w:val="74E2635F"/>
    <w:rsid w:val="74E2660E"/>
    <w:rsid w:val="74E26BC8"/>
    <w:rsid w:val="74EA11F9"/>
    <w:rsid w:val="74EB58C7"/>
    <w:rsid w:val="74EC5F16"/>
    <w:rsid w:val="74ED5BAF"/>
    <w:rsid w:val="74EF5134"/>
    <w:rsid w:val="74F1618B"/>
    <w:rsid w:val="74F83273"/>
    <w:rsid w:val="74FC7CCA"/>
    <w:rsid w:val="74FD2E75"/>
    <w:rsid w:val="7502205C"/>
    <w:rsid w:val="750619DA"/>
    <w:rsid w:val="7507050E"/>
    <w:rsid w:val="7508462F"/>
    <w:rsid w:val="75086D26"/>
    <w:rsid w:val="75090493"/>
    <w:rsid w:val="75095A6A"/>
    <w:rsid w:val="750A7A1F"/>
    <w:rsid w:val="750C36A2"/>
    <w:rsid w:val="750F1E87"/>
    <w:rsid w:val="75113790"/>
    <w:rsid w:val="7515321D"/>
    <w:rsid w:val="751B1A3B"/>
    <w:rsid w:val="751B1BA7"/>
    <w:rsid w:val="751B72EA"/>
    <w:rsid w:val="751C5552"/>
    <w:rsid w:val="75225634"/>
    <w:rsid w:val="7525193A"/>
    <w:rsid w:val="752735B2"/>
    <w:rsid w:val="7528434D"/>
    <w:rsid w:val="752F6776"/>
    <w:rsid w:val="75304629"/>
    <w:rsid w:val="7538638B"/>
    <w:rsid w:val="753917B5"/>
    <w:rsid w:val="753A0813"/>
    <w:rsid w:val="753C15F9"/>
    <w:rsid w:val="753F5901"/>
    <w:rsid w:val="754247CA"/>
    <w:rsid w:val="7545208D"/>
    <w:rsid w:val="75454818"/>
    <w:rsid w:val="75481C93"/>
    <w:rsid w:val="754C4D2B"/>
    <w:rsid w:val="754E7C0C"/>
    <w:rsid w:val="754F06C2"/>
    <w:rsid w:val="7551618C"/>
    <w:rsid w:val="75521A84"/>
    <w:rsid w:val="7557199A"/>
    <w:rsid w:val="75594B47"/>
    <w:rsid w:val="755B08B8"/>
    <w:rsid w:val="755B24AD"/>
    <w:rsid w:val="755D318D"/>
    <w:rsid w:val="75624346"/>
    <w:rsid w:val="75663061"/>
    <w:rsid w:val="75690F13"/>
    <w:rsid w:val="75692F07"/>
    <w:rsid w:val="756C4190"/>
    <w:rsid w:val="756F6887"/>
    <w:rsid w:val="757034CB"/>
    <w:rsid w:val="757200E6"/>
    <w:rsid w:val="75740562"/>
    <w:rsid w:val="75792E8F"/>
    <w:rsid w:val="757F16CB"/>
    <w:rsid w:val="7583361E"/>
    <w:rsid w:val="7587451C"/>
    <w:rsid w:val="75895847"/>
    <w:rsid w:val="758D3600"/>
    <w:rsid w:val="758D549F"/>
    <w:rsid w:val="759214C4"/>
    <w:rsid w:val="75930229"/>
    <w:rsid w:val="75967F30"/>
    <w:rsid w:val="75A02F86"/>
    <w:rsid w:val="75A07BCC"/>
    <w:rsid w:val="75A125EE"/>
    <w:rsid w:val="75A31CF4"/>
    <w:rsid w:val="75A32F09"/>
    <w:rsid w:val="75A96BFD"/>
    <w:rsid w:val="75AF4934"/>
    <w:rsid w:val="75BE164E"/>
    <w:rsid w:val="75C45263"/>
    <w:rsid w:val="75C464B5"/>
    <w:rsid w:val="75C7115A"/>
    <w:rsid w:val="75C90641"/>
    <w:rsid w:val="75CB4A61"/>
    <w:rsid w:val="75CB7F19"/>
    <w:rsid w:val="75CC302B"/>
    <w:rsid w:val="75CD11E4"/>
    <w:rsid w:val="75D1258C"/>
    <w:rsid w:val="75D8079C"/>
    <w:rsid w:val="75DC5721"/>
    <w:rsid w:val="75DE3A07"/>
    <w:rsid w:val="75DE6458"/>
    <w:rsid w:val="75E17DD4"/>
    <w:rsid w:val="75E35C04"/>
    <w:rsid w:val="75E40252"/>
    <w:rsid w:val="75E8405A"/>
    <w:rsid w:val="75EA3315"/>
    <w:rsid w:val="75EA6A3D"/>
    <w:rsid w:val="75ED4B1D"/>
    <w:rsid w:val="75EF00D3"/>
    <w:rsid w:val="75EF6EF1"/>
    <w:rsid w:val="75F62D76"/>
    <w:rsid w:val="75FA04F2"/>
    <w:rsid w:val="75FB03F0"/>
    <w:rsid w:val="76004F5E"/>
    <w:rsid w:val="7606020E"/>
    <w:rsid w:val="76084D59"/>
    <w:rsid w:val="76094CCA"/>
    <w:rsid w:val="760B01FF"/>
    <w:rsid w:val="760B027E"/>
    <w:rsid w:val="76196DC5"/>
    <w:rsid w:val="762134AF"/>
    <w:rsid w:val="76223C7A"/>
    <w:rsid w:val="76274335"/>
    <w:rsid w:val="762B6B66"/>
    <w:rsid w:val="763409DF"/>
    <w:rsid w:val="763A3C72"/>
    <w:rsid w:val="763B3F96"/>
    <w:rsid w:val="763D129A"/>
    <w:rsid w:val="763D21EF"/>
    <w:rsid w:val="763E2BD1"/>
    <w:rsid w:val="763F47BD"/>
    <w:rsid w:val="76415C8E"/>
    <w:rsid w:val="76435CCF"/>
    <w:rsid w:val="7644151E"/>
    <w:rsid w:val="764416A8"/>
    <w:rsid w:val="76443501"/>
    <w:rsid w:val="76485D3E"/>
    <w:rsid w:val="764908D1"/>
    <w:rsid w:val="764B3A30"/>
    <w:rsid w:val="764B754A"/>
    <w:rsid w:val="764C0D68"/>
    <w:rsid w:val="7650567F"/>
    <w:rsid w:val="76544F01"/>
    <w:rsid w:val="76554B39"/>
    <w:rsid w:val="76570465"/>
    <w:rsid w:val="765A517F"/>
    <w:rsid w:val="765D0931"/>
    <w:rsid w:val="766109B2"/>
    <w:rsid w:val="766516D0"/>
    <w:rsid w:val="76670B86"/>
    <w:rsid w:val="766C7C47"/>
    <w:rsid w:val="766F767E"/>
    <w:rsid w:val="767226DE"/>
    <w:rsid w:val="76766A65"/>
    <w:rsid w:val="767C099B"/>
    <w:rsid w:val="767D349D"/>
    <w:rsid w:val="767D5BA7"/>
    <w:rsid w:val="767E366C"/>
    <w:rsid w:val="767E4A83"/>
    <w:rsid w:val="767F5365"/>
    <w:rsid w:val="7682575D"/>
    <w:rsid w:val="7685107A"/>
    <w:rsid w:val="768A0072"/>
    <w:rsid w:val="768E0D8D"/>
    <w:rsid w:val="768E2703"/>
    <w:rsid w:val="768F4C91"/>
    <w:rsid w:val="76914FDE"/>
    <w:rsid w:val="76943AA8"/>
    <w:rsid w:val="769528A9"/>
    <w:rsid w:val="76965E1B"/>
    <w:rsid w:val="7697741F"/>
    <w:rsid w:val="769921DE"/>
    <w:rsid w:val="769929B0"/>
    <w:rsid w:val="76A428B9"/>
    <w:rsid w:val="76A471F1"/>
    <w:rsid w:val="76AD0B20"/>
    <w:rsid w:val="76B075B9"/>
    <w:rsid w:val="76B657B6"/>
    <w:rsid w:val="76B715FE"/>
    <w:rsid w:val="76BB65CB"/>
    <w:rsid w:val="76BC0581"/>
    <w:rsid w:val="76BC53C3"/>
    <w:rsid w:val="76BC6946"/>
    <w:rsid w:val="76C12ED4"/>
    <w:rsid w:val="76D00FC4"/>
    <w:rsid w:val="76D26DFB"/>
    <w:rsid w:val="76D27EA2"/>
    <w:rsid w:val="76D36200"/>
    <w:rsid w:val="76D461B3"/>
    <w:rsid w:val="76D64EDF"/>
    <w:rsid w:val="76D72A5F"/>
    <w:rsid w:val="76D7497F"/>
    <w:rsid w:val="76DF18BC"/>
    <w:rsid w:val="76DF41F4"/>
    <w:rsid w:val="76E10518"/>
    <w:rsid w:val="76E3306E"/>
    <w:rsid w:val="76E42FEA"/>
    <w:rsid w:val="76EB2642"/>
    <w:rsid w:val="76EC0056"/>
    <w:rsid w:val="76ED095F"/>
    <w:rsid w:val="76F22239"/>
    <w:rsid w:val="76F53C7C"/>
    <w:rsid w:val="76F92191"/>
    <w:rsid w:val="76FD56BE"/>
    <w:rsid w:val="76FF4010"/>
    <w:rsid w:val="77002689"/>
    <w:rsid w:val="7701682A"/>
    <w:rsid w:val="770170AD"/>
    <w:rsid w:val="77034DC0"/>
    <w:rsid w:val="77036A7D"/>
    <w:rsid w:val="77043C77"/>
    <w:rsid w:val="770752D7"/>
    <w:rsid w:val="77085F94"/>
    <w:rsid w:val="770A3107"/>
    <w:rsid w:val="770C2F63"/>
    <w:rsid w:val="77121FC2"/>
    <w:rsid w:val="7712402E"/>
    <w:rsid w:val="77136B53"/>
    <w:rsid w:val="77136D68"/>
    <w:rsid w:val="7718409E"/>
    <w:rsid w:val="771861E0"/>
    <w:rsid w:val="77186994"/>
    <w:rsid w:val="771908F0"/>
    <w:rsid w:val="771974FA"/>
    <w:rsid w:val="771C3AF9"/>
    <w:rsid w:val="771D780C"/>
    <w:rsid w:val="771F5132"/>
    <w:rsid w:val="77205EC8"/>
    <w:rsid w:val="77221953"/>
    <w:rsid w:val="772A7A58"/>
    <w:rsid w:val="773524B9"/>
    <w:rsid w:val="77361223"/>
    <w:rsid w:val="77364C37"/>
    <w:rsid w:val="77375603"/>
    <w:rsid w:val="77385770"/>
    <w:rsid w:val="773A044B"/>
    <w:rsid w:val="773A3B1F"/>
    <w:rsid w:val="773A5FDA"/>
    <w:rsid w:val="773B427C"/>
    <w:rsid w:val="773B4B24"/>
    <w:rsid w:val="7740547E"/>
    <w:rsid w:val="77432F08"/>
    <w:rsid w:val="774355B7"/>
    <w:rsid w:val="77481238"/>
    <w:rsid w:val="774C0498"/>
    <w:rsid w:val="7757155E"/>
    <w:rsid w:val="775A653E"/>
    <w:rsid w:val="7761220D"/>
    <w:rsid w:val="7763323D"/>
    <w:rsid w:val="77664EEC"/>
    <w:rsid w:val="7767347C"/>
    <w:rsid w:val="776A03B4"/>
    <w:rsid w:val="776B6829"/>
    <w:rsid w:val="776C0F43"/>
    <w:rsid w:val="77722734"/>
    <w:rsid w:val="77727BB6"/>
    <w:rsid w:val="77771D26"/>
    <w:rsid w:val="777A386F"/>
    <w:rsid w:val="777B584E"/>
    <w:rsid w:val="777D780C"/>
    <w:rsid w:val="77825BC7"/>
    <w:rsid w:val="77851FD1"/>
    <w:rsid w:val="778910B8"/>
    <w:rsid w:val="778F67C8"/>
    <w:rsid w:val="77920069"/>
    <w:rsid w:val="779439A1"/>
    <w:rsid w:val="779677B8"/>
    <w:rsid w:val="77992131"/>
    <w:rsid w:val="779923DF"/>
    <w:rsid w:val="779A3B26"/>
    <w:rsid w:val="779C1268"/>
    <w:rsid w:val="779C2DA1"/>
    <w:rsid w:val="779E7731"/>
    <w:rsid w:val="779F308A"/>
    <w:rsid w:val="779F40E1"/>
    <w:rsid w:val="77A17AD9"/>
    <w:rsid w:val="77A309F2"/>
    <w:rsid w:val="77A535A4"/>
    <w:rsid w:val="77A763B4"/>
    <w:rsid w:val="77A86204"/>
    <w:rsid w:val="77A95F15"/>
    <w:rsid w:val="77B0501D"/>
    <w:rsid w:val="77B37F39"/>
    <w:rsid w:val="77B6335D"/>
    <w:rsid w:val="77B916CD"/>
    <w:rsid w:val="77BA0CFB"/>
    <w:rsid w:val="77BB3692"/>
    <w:rsid w:val="77BF4A27"/>
    <w:rsid w:val="77C13034"/>
    <w:rsid w:val="77C209D3"/>
    <w:rsid w:val="77C21494"/>
    <w:rsid w:val="77C37249"/>
    <w:rsid w:val="77C67C92"/>
    <w:rsid w:val="77C74514"/>
    <w:rsid w:val="77CE0AF5"/>
    <w:rsid w:val="77D060F5"/>
    <w:rsid w:val="77D335A6"/>
    <w:rsid w:val="77D62914"/>
    <w:rsid w:val="77D74F96"/>
    <w:rsid w:val="77DB40C2"/>
    <w:rsid w:val="77DC333C"/>
    <w:rsid w:val="77DF6FB6"/>
    <w:rsid w:val="77E2481E"/>
    <w:rsid w:val="77E6447F"/>
    <w:rsid w:val="77EA152F"/>
    <w:rsid w:val="77EB7DC9"/>
    <w:rsid w:val="77F4486F"/>
    <w:rsid w:val="77F60A82"/>
    <w:rsid w:val="77F879E6"/>
    <w:rsid w:val="77F934BF"/>
    <w:rsid w:val="77FB30C1"/>
    <w:rsid w:val="77FD5765"/>
    <w:rsid w:val="77FE4066"/>
    <w:rsid w:val="77FF601A"/>
    <w:rsid w:val="780B2856"/>
    <w:rsid w:val="780B4433"/>
    <w:rsid w:val="78104030"/>
    <w:rsid w:val="78106150"/>
    <w:rsid w:val="781760C7"/>
    <w:rsid w:val="781A0670"/>
    <w:rsid w:val="781A12A6"/>
    <w:rsid w:val="781C1494"/>
    <w:rsid w:val="78216B94"/>
    <w:rsid w:val="78275BD6"/>
    <w:rsid w:val="782B7166"/>
    <w:rsid w:val="782C7E5E"/>
    <w:rsid w:val="782D5A89"/>
    <w:rsid w:val="78307E75"/>
    <w:rsid w:val="78392DF6"/>
    <w:rsid w:val="783A688F"/>
    <w:rsid w:val="784155D8"/>
    <w:rsid w:val="784755A8"/>
    <w:rsid w:val="784843DD"/>
    <w:rsid w:val="78487662"/>
    <w:rsid w:val="784C2CE8"/>
    <w:rsid w:val="784C7179"/>
    <w:rsid w:val="7851671A"/>
    <w:rsid w:val="7852119C"/>
    <w:rsid w:val="7853710A"/>
    <w:rsid w:val="78546128"/>
    <w:rsid w:val="78576EDF"/>
    <w:rsid w:val="78581A09"/>
    <w:rsid w:val="785E5E73"/>
    <w:rsid w:val="785F1DF4"/>
    <w:rsid w:val="78644767"/>
    <w:rsid w:val="78652A66"/>
    <w:rsid w:val="786620B3"/>
    <w:rsid w:val="786835FF"/>
    <w:rsid w:val="78697E18"/>
    <w:rsid w:val="786E32C2"/>
    <w:rsid w:val="7871702D"/>
    <w:rsid w:val="7874201C"/>
    <w:rsid w:val="787B17EC"/>
    <w:rsid w:val="787C2B15"/>
    <w:rsid w:val="78815341"/>
    <w:rsid w:val="78844ADE"/>
    <w:rsid w:val="78890FCB"/>
    <w:rsid w:val="788B65BE"/>
    <w:rsid w:val="788E5485"/>
    <w:rsid w:val="78994F39"/>
    <w:rsid w:val="789C227B"/>
    <w:rsid w:val="78A03F55"/>
    <w:rsid w:val="78A109F9"/>
    <w:rsid w:val="78A34086"/>
    <w:rsid w:val="78A9519D"/>
    <w:rsid w:val="78AE16C3"/>
    <w:rsid w:val="78AE6D0E"/>
    <w:rsid w:val="78AF5706"/>
    <w:rsid w:val="78B02AE5"/>
    <w:rsid w:val="78B32FCC"/>
    <w:rsid w:val="78B5601B"/>
    <w:rsid w:val="78B72328"/>
    <w:rsid w:val="78B74E97"/>
    <w:rsid w:val="78BF04ED"/>
    <w:rsid w:val="78C60D91"/>
    <w:rsid w:val="78C91B66"/>
    <w:rsid w:val="78CA567F"/>
    <w:rsid w:val="78CD33EF"/>
    <w:rsid w:val="78CD59E3"/>
    <w:rsid w:val="78CD7CBA"/>
    <w:rsid w:val="78CF2A76"/>
    <w:rsid w:val="78CF53D4"/>
    <w:rsid w:val="78D03F15"/>
    <w:rsid w:val="78D1182C"/>
    <w:rsid w:val="78D235F7"/>
    <w:rsid w:val="78D41015"/>
    <w:rsid w:val="78D47D76"/>
    <w:rsid w:val="78DA29CC"/>
    <w:rsid w:val="78DB3856"/>
    <w:rsid w:val="78DD229D"/>
    <w:rsid w:val="78E47666"/>
    <w:rsid w:val="78E536D4"/>
    <w:rsid w:val="78E710D3"/>
    <w:rsid w:val="78EE6A83"/>
    <w:rsid w:val="78EF3EFD"/>
    <w:rsid w:val="78F2260D"/>
    <w:rsid w:val="78F73C57"/>
    <w:rsid w:val="78FC2577"/>
    <w:rsid w:val="78FD2299"/>
    <w:rsid w:val="78FD3938"/>
    <w:rsid w:val="78FE74FF"/>
    <w:rsid w:val="78FF6F47"/>
    <w:rsid w:val="7900412C"/>
    <w:rsid w:val="7903679B"/>
    <w:rsid w:val="79080B14"/>
    <w:rsid w:val="79112146"/>
    <w:rsid w:val="791253DB"/>
    <w:rsid w:val="79127390"/>
    <w:rsid w:val="79127636"/>
    <w:rsid w:val="7914489A"/>
    <w:rsid w:val="7914552B"/>
    <w:rsid w:val="79147802"/>
    <w:rsid w:val="79162B6B"/>
    <w:rsid w:val="79175C4F"/>
    <w:rsid w:val="791B4E00"/>
    <w:rsid w:val="791D1AFE"/>
    <w:rsid w:val="791D54E7"/>
    <w:rsid w:val="792150A3"/>
    <w:rsid w:val="7922487A"/>
    <w:rsid w:val="792249BC"/>
    <w:rsid w:val="79240BAB"/>
    <w:rsid w:val="79274DD2"/>
    <w:rsid w:val="792B15C6"/>
    <w:rsid w:val="792B4238"/>
    <w:rsid w:val="792C7648"/>
    <w:rsid w:val="792D1488"/>
    <w:rsid w:val="792E01DE"/>
    <w:rsid w:val="793473DF"/>
    <w:rsid w:val="79355420"/>
    <w:rsid w:val="79384722"/>
    <w:rsid w:val="793D7459"/>
    <w:rsid w:val="793E195E"/>
    <w:rsid w:val="793E44E7"/>
    <w:rsid w:val="793E7C2C"/>
    <w:rsid w:val="79404994"/>
    <w:rsid w:val="794060A2"/>
    <w:rsid w:val="794362E9"/>
    <w:rsid w:val="79457821"/>
    <w:rsid w:val="794C21A4"/>
    <w:rsid w:val="79504B9E"/>
    <w:rsid w:val="7957609F"/>
    <w:rsid w:val="79596F50"/>
    <w:rsid w:val="795A4BE0"/>
    <w:rsid w:val="795C5197"/>
    <w:rsid w:val="795E5FF9"/>
    <w:rsid w:val="796355F5"/>
    <w:rsid w:val="796677C0"/>
    <w:rsid w:val="796878C3"/>
    <w:rsid w:val="796925A9"/>
    <w:rsid w:val="79692BB9"/>
    <w:rsid w:val="796A5BBF"/>
    <w:rsid w:val="79716060"/>
    <w:rsid w:val="79726B69"/>
    <w:rsid w:val="79734F28"/>
    <w:rsid w:val="797867CB"/>
    <w:rsid w:val="79794F1A"/>
    <w:rsid w:val="797B0B91"/>
    <w:rsid w:val="797C0CAF"/>
    <w:rsid w:val="797C2205"/>
    <w:rsid w:val="797C5AEF"/>
    <w:rsid w:val="797D48BA"/>
    <w:rsid w:val="79811313"/>
    <w:rsid w:val="798302DE"/>
    <w:rsid w:val="79864066"/>
    <w:rsid w:val="79883E54"/>
    <w:rsid w:val="798A52DB"/>
    <w:rsid w:val="798D3C06"/>
    <w:rsid w:val="798E32E4"/>
    <w:rsid w:val="798E359E"/>
    <w:rsid w:val="798E386E"/>
    <w:rsid w:val="798E3B15"/>
    <w:rsid w:val="79916542"/>
    <w:rsid w:val="79933F2F"/>
    <w:rsid w:val="79986E5B"/>
    <w:rsid w:val="799908E6"/>
    <w:rsid w:val="799A775C"/>
    <w:rsid w:val="799C178B"/>
    <w:rsid w:val="799E20D0"/>
    <w:rsid w:val="799E5DF1"/>
    <w:rsid w:val="79A016AB"/>
    <w:rsid w:val="79A13EFE"/>
    <w:rsid w:val="79A348F0"/>
    <w:rsid w:val="79A67301"/>
    <w:rsid w:val="79A67CE6"/>
    <w:rsid w:val="79A90116"/>
    <w:rsid w:val="79AC034E"/>
    <w:rsid w:val="79AC302A"/>
    <w:rsid w:val="79AF219A"/>
    <w:rsid w:val="79B4337A"/>
    <w:rsid w:val="79B56905"/>
    <w:rsid w:val="79B92642"/>
    <w:rsid w:val="79BC35C5"/>
    <w:rsid w:val="79BD235C"/>
    <w:rsid w:val="79BE2E86"/>
    <w:rsid w:val="79BF2222"/>
    <w:rsid w:val="79C402F6"/>
    <w:rsid w:val="79CA233E"/>
    <w:rsid w:val="79CA46F2"/>
    <w:rsid w:val="79CA7950"/>
    <w:rsid w:val="79CE6B2B"/>
    <w:rsid w:val="79D054FF"/>
    <w:rsid w:val="79D1291B"/>
    <w:rsid w:val="79D432A4"/>
    <w:rsid w:val="79D43F1D"/>
    <w:rsid w:val="79D563FE"/>
    <w:rsid w:val="79D73313"/>
    <w:rsid w:val="79D751FB"/>
    <w:rsid w:val="79D829D2"/>
    <w:rsid w:val="79D95D54"/>
    <w:rsid w:val="79DB7723"/>
    <w:rsid w:val="79DF1E0A"/>
    <w:rsid w:val="79E200E3"/>
    <w:rsid w:val="79E2463C"/>
    <w:rsid w:val="79E36B11"/>
    <w:rsid w:val="79E45DC2"/>
    <w:rsid w:val="79E65BBA"/>
    <w:rsid w:val="79E70947"/>
    <w:rsid w:val="79EB4275"/>
    <w:rsid w:val="79EC5BF0"/>
    <w:rsid w:val="79EC6624"/>
    <w:rsid w:val="79EE32C2"/>
    <w:rsid w:val="79EF192E"/>
    <w:rsid w:val="79EF6CF9"/>
    <w:rsid w:val="79F02BDF"/>
    <w:rsid w:val="79F22284"/>
    <w:rsid w:val="79F26510"/>
    <w:rsid w:val="79F42C27"/>
    <w:rsid w:val="79FF0989"/>
    <w:rsid w:val="79FF2440"/>
    <w:rsid w:val="79FF7535"/>
    <w:rsid w:val="7A015C58"/>
    <w:rsid w:val="7A027CB6"/>
    <w:rsid w:val="7A031ED4"/>
    <w:rsid w:val="7A0426E8"/>
    <w:rsid w:val="7A085B5C"/>
    <w:rsid w:val="7A0F31F7"/>
    <w:rsid w:val="7A1A4502"/>
    <w:rsid w:val="7A273298"/>
    <w:rsid w:val="7A293E88"/>
    <w:rsid w:val="7A3001F5"/>
    <w:rsid w:val="7A3221F2"/>
    <w:rsid w:val="7A3679BA"/>
    <w:rsid w:val="7A381E83"/>
    <w:rsid w:val="7A3936D9"/>
    <w:rsid w:val="7A3D1F2C"/>
    <w:rsid w:val="7A406323"/>
    <w:rsid w:val="7A440980"/>
    <w:rsid w:val="7A450CAB"/>
    <w:rsid w:val="7A507153"/>
    <w:rsid w:val="7A5732F9"/>
    <w:rsid w:val="7A585135"/>
    <w:rsid w:val="7A5E3C22"/>
    <w:rsid w:val="7A5F4A6E"/>
    <w:rsid w:val="7A606111"/>
    <w:rsid w:val="7A653BEF"/>
    <w:rsid w:val="7A6B3EB0"/>
    <w:rsid w:val="7A6E2120"/>
    <w:rsid w:val="7A6F792B"/>
    <w:rsid w:val="7A711840"/>
    <w:rsid w:val="7A712577"/>
    <w:rsid w:val="7A71790D"/>
    <w:rsid w:val="7A7421D5"/>
    <w:rsid w:val="7A745A4C"/>
    <w:rsid w:val="7A7902C4"/>
    <w:rsid w:val="7A7C2E6D"/>
    <w:rsid w:val="7A7F7119"/>
    <w:rsid w:val="7A80342A"/>
    <w:rsid w:val="7A8154FC"/>
    <w:rsid w:val="7A83757C"/>
    <w:rsid w:val="7A8A5CF4"/>
    <w:rsid w:val="7A8E31A7"/>
    <w:rsid w:val="7A8E4251"/>
    <w:rsid w:val="7A915B0A"/>
    <w:rsid w:val="7A9671EF"/>
    <w:rsid w:val="7A9A660C"/>
    <w:rsid w:val="7A9A7FD8"/>
    <w:rsid w:val="7AA03001"/>
    <w:rsid w:val="7AA422BD"/>
    <w:rsid w:val="7AA62DC6"/>
    <w:rsid w:val="7AA76E29"/>
    <w:rsid w:val="7AA87D98"/>
    <w:rsid w:val="7AA93628"/>
    <w:rsid w:val="7AAA1504"/>
    <w:rsid w:val="7AB01A51"/>
    <w:rsid w:val="7AB6121C"/>
    <w:rsid w:val="7AB80D86"/>
    <w:rsid w:val="7ABA0551"/>
    <w:rsid w:val="7ABD7AF7"/>
    <w:rsid w:val="7ABF20F9"/>
    <w:rsid w:val="7AC003F8"/>
    <w:rsid w:val="7AC55223"/>
    <w:rsid w:val="7AC942A7"/>
    <w:rsid w:val="7ACA06DF"/>
    <w:rsid w:val="7ACA7717"/>
    <w:rsid w:val="7ACF3AE8"/>
    <w:rsid w:val="7AD80167"/>
    <w:rsid w:val="7ADC2775"/>
    <w:rsid w:val="7ADD01F4"/>
    <w:rsid w:val="7ADD154D"/>
    <w:rsid w:val="7AE454C6"/>
    <w:rsid w:val="7AE53059"/>
    <w:rsid w:val="7AEF605D"/>
    <w:rsid w:val="7AF024D6"/>
    <w:rsid w:val="7AF11CA9"/>
    <w:rsid w:val="7AF252F5"/>
    <w:rsid w:val="7AF83033"/>
    <w:rsid w:val="7AFA41B7"/>
    <w:rsid w:val="7AFD3B31"/>
    <w:rsid w:val="7AFD7728"/>
    <w:rsid w:val="7AFF6A41"/>
    <w:rsid w:val="7B0750DC"/>
    <w:rsid w:val="7B0B47A8"/>
    <w:rsid w:val="7B0B5C95"/>
    <w:rsid w:val="7B0D398D"/>
    <w:rsid w:val="7B0D4C06"/>
    <w:rsid w:val="7B0E3F82"/>
    <w:rsid w:val="7B0F589B"/>
    <w:rsid w:val="7B1004F8"/>
    <w:rsid w:val="7B111613"/>
    <w:rsid w:val="7B18643B"/>
    <w:rsid w:val="7B191F40"/>
    <w:rsid w:val="7B1C2DAA"/>
    <w:rsid w:val="7B1D336B"/>
    <w:rsid w:val="7B1F1CEC"/>
    <w:rsid w:val="7B280B82"/>
    <w:rsid w:val="7B296947"/>
    <w:rsid w:val="7B2A5EDA"/>
    <w:rsid w:val="7B2D10F9"/>
    <w:rsid w:val="7B2D3B17"/>
    <w:rsid w:val="7B2E01BE"/>
    <w:rsid w:val="7B2E066F"/>
    <w:rsid w:val="7B2E1A8F"/>
    <w:rsid w:val="7B311CB2"/>
    <w:rsid w:val="7B344DE7"/>
    <w:rsid w:val="7B373229"/>
    <w:rsid w:val="7B3D2A4B"/>
    <w:rsid w:val="7B4B01A3"/>
    <w:rsid w:val="7B4E343D"/>
    <w:rsid w:val="7B4E43C2"/>
    <w:rsid w:val="7B581406"/>
    <w:rsid w:val="7B583103"/>
    <w:rsid w:val="7B5E1294"/>
    <w:rsid w:val="7B63053E"/>
    <w:rsid w:val="7B6A6B9A"/>
    <w:rsid w:val="7B6D184F"/>
    <w:rsid w:val="7B6D2EF7"/>
    <w:rsid w:val="7B6D6A6D"/>
    <w:rsid w:val="7B6F0FCF"/>
    <w:rsid w:val="7B6F58C8"/>
    <w:rsid w:val="7B713CB0"/>
    <w:rsid w:val="7B7349BD"/>
    <w:rsid w:val="7B7650A4"/>
    <w:rsid w:val="7B786F20"/>
    <w:rsid w:val="7B797E8D"/>
    <w:rsid w:val="7B7A5587"/>
    <w:rsid w:val="7B7A5C8B"/>
    <w:rsid w:val="7B7B486D"/>
    <w:rsid w:val="7B7C2DDA"/>
    <w:rsid w:val="7B7C545D"/>
    <w:rsid w:val="7B7F281D"/>
    <w:rsid w:val="7B7F686B"/>
    <w:rsid w:val="7B812862"/>
    <w:rsid w:val="7B843EDE"/>
    <w:rsid w:val="7B846689"/>
    <w:rsid w:val="7B862528"/>
    <w:rsid w:val="7B893E8E"/>
    <w:rsid w:val="7B8E1A48"/>
    <w:rsid w:val="7B8F3A2D"/>
    <w:rsid w:val="7B947067"/>
    <w:rsid w:val="7B961AC4"/>
    <w:rsid w:val="7B965B52"/>
    <w:rsid w:val="7B97094C"/>
    <w:rsid w:val="7B977999"/>
    <w:rsid w:val="7B9E0D7E"/>
    <w:rsid w:val="7BA507A5"/>
    <w:rsid w:val="7BA56B96"/>
    <w:rsid w:val="7BA56E80"/>
    <w:rsid w:val="7BA7699E"/>
    <w:rsid w:val="7BB557D8"/>
    <w:rsid w:val="7BB60A84"/>
    <w:rsid w:val="7BBF3ED1"/>
    <w:rsid w:val="7BC17B12"/>
    <w:rsid w:val="7BC4224D"/>
    <w:rsid w:val="7BC51F02"/>
    <w:rsid w:val="7BC633C6"/>
    <w:rsid w:val="7BC91C04"/>
    <w:rsid w:val="7BC91F1D"/>
    <w:rsid w:val="7BC92AF3"/>
    <w:rsid w:val="7BC94C81"/>
    <w:rsid w:val="7BCA2A06"/>
    <w:rsid w:val="7BCB52F8"/>
    <w:rsid w:val="7BCE0998"/>
    <w:rsid w:val="7BCF06DB"/>
    <w:rsid w:val="7BD342A0"/>
    <w:rsid w:val="7BDB4CBF"/>
    <w:rsid w:val="7BDE5D7A"/>
    <w:rsid w:val="7BDF07E6"/>
    <w:rsid w:val="7BDF17E0"/>
    <w:rsid w:val="7BDF766B"/>
    <w:rsid w:val="7BE060A0"/>
    <w:rsid w:val="7BE11855"/>
    <w:rsid w:val="7BE422A4"/>
    <w:rsid w:val="7BE51294"/>
    <w:rsid w:val="7BE825F4"/>
    <w:rsid w:val="7BEA104E"/>
    <w:rsid w:val="7BEA4327"/>
    <w:rsid w:val="7BF04B82"/>
    <w:rsid w:val="7BF364FF"/>
    <w:rsid w:val="7BF74C4F"/>
    <w:rsid w:val="7BFB0E24"/>
    <w:rsid w:val="7BFC292E"/>
    <w:rsid w:val="7BFD2248"/>
    <w:rsid w:val="7BFE71C5"/>
    <w:rsid w:val="7BFE73F4"/>
    <w:rsid w:val="7C021EFA"/>
    <w:rsid w:val="7C027743"/>
    <w:rsid w:val="7C0910D0"/>
    <w:rsid w:val="7C097F05"/>
    <w:rsid w:val="7C0A58EB"/>
    <w:rsid w:val="7C0D69F0"/>
    <w:rsid w:val="7C0F3DBE"/>
    <w:rsid w:val="7C166CC2"/>
    <w:rsid w:val="7C176CF0"/>
    <w:rsid w:val="7C183069"/>
    <w:rsid w:val="7C280863"/>
    <w:rsid w:val="7C283463"/>
    <w:rsid w:val="7C28635C"/>
    <w:rsid w:val="7C2A17F0"/>
    <w:rsid w:val="7C2A5E16"/>
    <w:rsid w:val="7C2B7F62"/>
    <w:rsid w:val="7C304B20"/>
    <w:rsid w:val="7C320621"/>
    <w:rsid w:val="7C345E4D"/>
    <w:rsid w:val="7C3640BE"/>
    <w:rsid w:val="7C3B215D"/>
    <w:rsid w:val="7C411B69"/>
    <w:rsid w:val="7C415334"/>
    <w:rsid w:val="7C425AD1"/>
    <w:rsid w:val="7C443BEB"/>
    <w:rsid w:val="7C4A5271"/>
    <w:rsid w:val="7C4A7011"/>
    <w:rsid w:val="7C4E2B4F"/>
    <w:rsid w:val="7C5047AA"/>
    <w:rsid w:val="7C511FB9"/>
    <w:rsid w:val="7C5272A4"/>
    <w:rsid w:val="7C5556A8"/>
    <w:rsid w:val="7C5D5E4C"/>
    <w:rsid w:val="7C5E50B9"/>
    <w:rsid w:val="7C622463"/>
    <w:rsid w:val="7C637A70"/>
    <w:rsid w:val="7C682CDE"/>
    <w:rsid w:val="7C686151"/>
    <w:rsid w:val="7C6B5B69"/>
    <w:rsid w:val="7C710A6F"/>
    <w:rsid w:val="7C716439"/>
    <w:rsid w:val="7C722771"/>
    <w:rsid w:val="7C7520CE"/>
    <w:rsid w:val="7C753008"/>
    <w:rsid w:val="7C760E37"/>
    <w:rsid w:val="7C791AC5"/>
    <w:rsid w:val="7C7D423B"/>
    <w:rsid w:val="7C7F378C"/>
    <w:rsid w:val="7C81402D"/>
    <w:rsid w:val="7C814E93"/>
    <w:rsid w:val="7C836332"/>
    <w:rsid w:val="7C840E65"/>
    <w:rsid w:val="7C884F80"/>
    <w:rsid w:val="7C891E89"/>
    <w:rsid w:val="7C9122F6"/>
    <w:rsid w:val="7C9376BF"/>
    <w:rsid w:val="7C9406E9"/>
    <w:rsid w:val="7C9652D0"/>
    <w:rsid w:val="7C9D7E24"/>
    <w:rsid w:val="7C9E58CE"/>
    <w:rsid w:val="7CA91FAF"/>
    <w:rsid w:val="7CAE3D2E"/>
    <w:rsid w:val="7CB415D9"/>
    <w:rsid w:val="7CB67EBE"/>
    <w:rsid w:val="7CBA5C5A"/>
    <w:rsid w:val="7CBD16B4"/>
    <w:rsid w:val="7CBF0696"/>
    <w:rsid w:val="7CC825EE"/>
    <w:rsid w:val="7CD00997"/>
    <w:rsid w:val="7CD664B2"/>
    <w:rsid w:val="7CD71F16"/>
    <w:rsid w:val="7CD83499"/>
    <w:rsid w:val="7CDB0D75"/>
    <w:rsid w:val="7CDB4E32"/>
    <w:rsid w:val="7CDD3063"/>
    <w:rsid w:val="7CE2428A"/>
    <w:rsid w:val="7CE46EBF"/>
    <w:rsid w:val="7CE631A5"/>
    <w:rsid w:val="7CEA3C20"/>
    <w:rsid w:val="7CEC1D65"/>
    <w:rsid w:val="7CEC3D14"/>
    <w:rsid w:val="7CED320C"/>
    <w:rsid w:val="7CEF494D"/>
    <w:rsid w:val="7CFE30D8"/>
    <w:rsid w:val="7CFE71F7"/>
    <w:rsid w:val="7D021CBE"/>
    <w:rsid w:val="7D027150"/>
    <w:rsid w:val="7D045BA2"/>
    <w:rsid w:val="7D05497F"/>
    <w:rsid w:val="7D071D6F"/>
    <w:rsid w:val="7D0A6A0C"/>
    <w:rsid w:val="7D0A6FE5"/>
    <w:rsid w:val="7D0B7FE6"/>
    <w:rsid w:val="7D0C3938"/>
    <w:rsid w:val="7D0D23D8"/>
    <w:rsid w:val="7D0E2972"/>
    <w:rsid w:val="7D0E2CC7"/>
    <w:rsid w:val="7D1862B8"/>
    <w:rsid w:val="7D1B558C"/>
    <w:rsid w:val="7D221058"/>
    <w:rsid w:val="7D2323DB"/>
    <w:rsid w:val="7D264A7E"/>
    <w:rsid w:val="7D2B5BE4"/>
    <w:rsid w:val="7D35579C"/>
    <w:rsid w:val="7D36410C"/>
    <w:rsid w:val="7D3A00BC"/>
    <w:rsid w:val="7D3E1485"/>
    <w:rsid w:val="7D401D63"/>
    <w:rsid w:val="7D402CCF"/>
    <w:rsid w:val="7D403E7A"/>
    <w:rsid w:val="7D437105"/>
    <w:rsid w:val="7D46487C"/>
    <w:rsid w:val="7D4900A1"/>
    <w:rsid w:val="7D491DC2"/>
    <w:rsid w:val="7D4E1EB8"/>
    <w:rsid w:val="7D4F242E"/>
    <w:rsid w:val="7D501681"/>
    <w:rsid w:val="7D505464"/>
    <w:rsid w:val="7D56384F"/>
    <w:rsid w:val="7D576150"/>
    <w:rsid w:val="7D585891"/>
    <w:rsid w:val="7D590B8E"/>
    <w:rsid w:val="7D5E09E4"/>
    <w:rsid w:val="7D675117"/>
    <w:rsid w:val="7D67670D"/>
    <w:rsid w:val="7D69086C"/>
    <w:rsid w:val="7D765EDF"/>
    <w:rsid w:val="7D7D05CA"/>
    <w:rsid w:val="7D8274DA"/>
    <w:rsid w:val="7D8323EF"/>
    <w:rsid w:val="7D881599"/>
    <w:rsid w:val="7D887632"/>
    <w:rsid w:val="7D887F58"/>
    <w:rsid w:val="7D9214F3"/>
    <w:rsid w:val="7D931129"/>
    <w:rsid w:val="7D936D61"/>
    <w:rsid w:val="7D96613E"/>
    <w:rsid w:val="7D9A4F2F"/>
    <w:rsid w:val="7D9D699E"/>
    <w:rsid w:val="7DA16233"/>
    <w:rsid w:val="7DA302CF"/>
    <w:rsid w:val="7DA45446"/>
    <w:rsid w:val="7DA70F55"/>
    <w:rsid w:val="7DA817A5"/>
    <w:rsid w:val="7DAF1410"/>
    <w:rsid w:val="7DB355BA"/>
    <w:rsid w:val="7DB624BD"/>
    <w:rsid w:val="7DB72EB1"/>
    <w:rsid w:val="7DBA08ED"/>
    <w:rsid w:val="7DBA2FD8"/>
    <w:rsid w:val="7DBA53EE"/>
    <w:rsid w:val="7DBD5367"/>
    <w:rsid w:val="7DBE1625"/>
    <w:rsid w:val="7DC460F0"/>
    <w:rsid w:val="7DC5209C"/>
    <w:rsid w:val="7DD21904"/>
    <w:rsid w:val="7DD338FD"/>
    <w:rsid w:val="7DD6446C"/>
    <w:rsid w:val="7DD664C8"/>
    <w:rsid w:val="7DDC47EB"/>
    <w:rsid w:val="7DE2295B"/>
    <w:rsid w:val="7DE24E19"/>
    <w:rsid w:val="7DE7312F"/>
    <w:rsid w:val="7DE87C8D"/>
    <w:rsid w:val="7DE87D83"/>
    <w:rsid w:val="7DEC785C"/>
    <w:rsid w:val="7DEF1CFC"/>
    <w:rsid w:val="7DF0026B"/>
    <w:rsid w:val="7DF312DB"/>
    <w:rsid w:val="7DF4126E"/>
    <w:rsid w:val="7DF441A1"/>
    <w:rsid w:val="7DF8153F"/>
    <w:rsid w:val="7DFA63BA"/>
    <w:rsid w:val="7DFF5E7B"/>
    <w:rsid w:val="7E030D89"/>
    <w:rsid w:val="7E043890"/>
    <w:rsid w:val="7E043BA0"/>
    <w:rsid w:val="7E05660B"/>
    <w:rsid w:val="7E07627C"/>
    <w:rsid w:val="7E080932"/>
    <w:rsid w:val="7E0C008B"/>
    <w:rsid w:val="7E0D1A70"/>
    <w:rsid w:val="7E0E4A5D"/>
    <w:rsid w:val="7E157C01"/>
    <w:rsid w:val="7E172010"/>
    <w:rsid w:val="7E174DE9"/>
    <w:rsid w:val="7E190EBA"/>
    <w:rsid w:val="7E205179"/>
    <w:rsid w:val="7E226494"/>
    <w:rsid w:val="7E263924"/>
    <w:rsid w:val="7E265F3C"/>
    <w:rsid w:val="7E277F04"/>
    <w:rsid w:val="7E280ECF"/>
    <w:rsid w:val="7E2B33CD"/>
    <w:rsid w:val="7E2C1107"/>
    <w:rsid w:val="7E2E392E"/>
    <w:rsid w:val="7E2F3B34"/>
    <w:rsid w:val="7E30553D"/>
    <w:rsid w:val="7E337AC7"/>
    <w:rsid w:val="7E3711AD"/>
    <w:rsid w:val="7E390002"/>
    <w:rsid w:val="7E4344E3"/>
    <w:rsid w:val="7E490C69"/>
    <w:rsid w:val="7E4A29EB"/>
    <w:rsid w:val="7E4D07B3"/>
    <w:rsid w:val="7E4D3F89"/>
    <w:rsid w:val="7E4E1E48"/>
    <w:rsid w:val="7E4F6DEA"/>
    <w:rsid w:val="7E5237C2"/>
    <w:rsid w:val="7E5A70D3"/>
    <w:rsid w:val="7E5D3BAB"/>
    <w:rsid w:val="7E5E17B8"/>
    <w:rsid w:val="7E601DFB"/>
    <w:rsid w:val="7E6165FD"/>
    <w:rsid w:val="7E674188"/>
    <w:rsid w:val="7E6A3EE4"/>
    <w:rsid w:val="7E6A55BC"/>
    <w:rsid w:val="7E6B2A3E"/>
    <w:rsid w:val="7E6B5CC1"/>
    <w:rsid w:val="7E704682"/>
    <w:rsid w:val="7E716066"/>
    <w:rsid w:val="7E787E06"/>
    <w:rsid w:val="7E7D698C"/>
    <w:rsid w:val="7E7E2819"/>
    <w:rsid w:val="7E820A75"/>
    <w:rsid w:val="7E8A1300"/>
    <w:rsid w:val="7E8A3C53"/>
    <w:rsid w:val="7E8D7F0A"/>
    <w:rsid w:val="7E8E76E9"/>
    <w:rsid w:val="7E921A6E"/>
    <w:rsid w:val="7E982AFC"/>
    <w:rsid w:val="7E9B7326"/>
    <w:rsid w:val="7EA17176"/>
    <w:rsid w:val="7EA47EDB"/>
    <w:rsid w:val="7EA5469A"/>
    <w:rsid w:val="7EA63687"/>
    <w:rsid w:val="7EA93FE8"/>
    <w:rsid w:val="7EAB5E3A"/>
    <w:rsid w:val="7EB10FAD"/>
    <w:rsid w:val="7EB169DC"/>
    <w:rsid w:val="7EB57A43"/>
    <w:rsid w:val="7EB76475"/>
    <w:rsid w:val="7EBF4201"/>
    <w:rsid w:val="7EC22F62"/>
    <w:rsid w:val="7EC442F9"/>
    <w:rsid w:val="7EC65D2F"/>
    <w:rsid w:val="7EC76426"/>
    <w:rsid w:val="7ECC6B4C"/>
    <w:rsid w:val="7ECD5905"/>
    <w:rsid w:val="7ECE41B2"/>
    <w:rsid w:val="7ECF3684"/>
    <w:rsid w:val="7ED753EC"/>
    <w:rsid w:val="7ED975B4"/>
    <w:rsid w:val="7EDB3E0E"/>
    <w:rsid w:val="7EDE5315"/>
    <w:rsid w:val="7EE15694"/>
    <w:rsid w:val="7EE77A87"/>
    <w:rsid w:val="7EE859D2"/>
    <w:rsid w:val="7EEB75EA"/>
    <w:rsid w:val="7EED20DC"/>
    <w:rsid w:val="7EEE6858"/>
    <w:rsid w:val="7EEF558F"/>
    <w:rsid w:val="7EF17935"/>
    <w:rsid w:val="7EF20F43"/>
    <w:rsid w:val="7EF52898"/>
    <w:rsid w:val="7EF87315"/>
    <w:rsid w:val="7EFD588A"/>
    <w:rsid w:val="7F063981"/>
    <w:rsid w:val="7F085885"/>
    <w:rsid w:val="7F092E27"/>
    <w:rsid w:val="7F093EEB"/>
    <w:rsid w:val="7F095723"/>
    <w:rsid w:val="7F0A7D3A"/>
    <w:rsid w:val="7F0F596C"/>
    <w:rsid w:val="7F1159FD"/>
    <w:rsid w:val="7F11601D"/>
    <w:rsid w:val="7F162228"/>
    <w:rsid w:val="7F1A1C1D"/>
    <w:rsid w:val="7F236C5D"/>
    <w:rsid w:val="7F2A1FF6"/>
    <w:rsid w:val="7F2A6488"/>
    <w:rsid w:val="7F2C6F77"/>
    <w:rsid w:val="7F2C7180"/>
    <w:rsid w:val="7F2E0434"/>
    <w:rsid w:val="7F40283D"/>
    <w:rsid w:val="7F446408"/>
    <w:rsid w:val="7F481710"/>
    <w:rsid w:val="7F495B27"/>
    <w:rsid w:val="7F4C6798"/>
    <w:rsid w:val="7F4C7B14"/>
    <w:rsid w:val="7F4F3943"/>
    <w:rsid w:val="7F514AC5"/>
    <w:rsid w:val="7F541613"/>
    <w:rsid w:val="7F59772C"/>
    <w:rsid w:val="7F5E2766"/>
    <w:rsid w:val="7F6064D7"/>
    <w:rsid w:val="7F614D63"/>
    <w:rsid w:val="7F6579F2"/>
    <w:rsid w:val="7F6732DD"/>
    <w:rsid w:val="7F674313"/>
    <w:rsid w:val="7F684BB9"/>
    <w:rsid w:val="7F6A1B26"/>
    <w:rsid w:val="7F721897"/>
    <w:rsid w:val="7F78036E"/>
    <w:rsid w:val="7F7849D2"/>
    <w:rsid w:val="7F7A4AFE"/>
    <w:rsid w:val="7F7B67BE"/>
    <w:rsid w:val="7F806B3A"/>
    <w:rsid w:val="7F8330B3"/>
    <w:rsid w:val="7F846E0D"/>
    <w:rsid w:val="7F861D73"/>
    <w:rsid w:val="7F862DBF"/>
    <w:rsid w:val="7F874381"/>
    <w:rsid w:val="7F880EE0"/>
    <w:rsid w:val="7F8920E5"/>
    <w:rsid w:val="7F8C33D6"/>
    <w:rsid w:val="7F8D5ECB"/>
    <w:rsid w:val="7F9015E2"/>
    <w:rsid w:val="7F911EC9"/>
    <w:rsid w:val="7F955CF6"/>
    <w:rsid w:val="7F9630EB"/>
    <w:rsid w:val="7F9772F4"/>
    <w:rsid w:val="7F985429"/>
    <w:rsid w:val="7F9E1575"/>
    <w:rsid w:val="7FA05EAE"/>
    <w:rsid w:val="7FA15313"/>
    <w:rsid w:val="7FA25795"/>
    <w:rsid w:val="7FA60EFC"/>
    <w:rsid w:val="7FAD10E0"/>
    <w:rsid w:val="7FAE71E1"/>
    <w:rsid w:val="7FAF5885"/>
    <w:rsid w:val="7FB126F0"/>
    <w:rsid w:val="7FB45FB8"/>
    <w:rsid w:val="7FBE27A3"/>
    <w:rsid w:val="7FBE3846"/>
    <w:rsid w:val="7FBE3C4D"/>
    <w:rsid w:val="7FBE4263"/>
    <w:rsid w:val="7FBF7415"/>
    <w:rsid w:val="7FC070BC"/>
    <w:rsid w:val="7FC1707E"/>
    <w:rsid w:val="7FC35A3C"/>
    <w:rsid w:val="7FC61833"/>
    <w:rsid w:val="7FC65E57"/>
    <w:rsid w:val="7FC96487"/>
    <w:rsid w:val="7FCA3D82"/>
    <w:rsid w:val="7FCD67DA"/>
    <w:rsid w:val="7FD2148E"/>
    <w:rsid w:val="7FD22389"/>
    <w:rsid w:val="7FD24C69"/>
    <w:rsid w:val="7FD26EDD"/>
    <w:rsid w:val="7FD506CD"/>
    <w:rsid w:val="7FD60F9A"/>
    <w:rsid w:val="7FDD2894"/>
    <w:rsid w:val="7FDF0E36"/>
    <w:rsid w:val="7FE43393"/>
    <w:rsid w:val="7FE82AAD"/>
    <w:rsid w:val="7FEF5602"/>
    <w:rsid w:val="7FF52400"/>
    <w:rsid w:val="7FF557E5"/>
    <w:rsid w:val="7FF566E7"/>
    <w:rsid w:val="7FF72326"/>
    <w:rsid w:val="7FF85344"/>
    <w:rsid w:val="7FFB5AEA"/>
    <w:rsid w:val="7FFE2645"/>
    <w:rsid w:val="7FFF2A4F"/>
    <w:rsid w:val="7FFF3C0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99" w:semiHidden="0"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qFormat="1" w:unhideWhenUsed="0" w:uiPriority="99" w:semiHidden="0" w:name="HTML Acronym"/>
    <w:lsdException w:uiPriority="99" w:name="HTML Address"/>
    <w:lsdException w:unhideWhenUsed="0" w:uiPriority="99" w:semiHidden="0" w:name="HTML Cite"/>
    <w:lsdException w:unhideWhenUsed="0" w:uiPriority="99" w:semiHidden="0" w:name="HTML Code"/>
    <w:lsdException w:qFormat="1" w:unhideWhenUsed="0" w:uiPriority="99" w:semiHidden="0" w:name="HTML Definition"/>
    <w:lsdException w:uiPriority="99" w:name="HTML Keyboard"/>
    <w:lsdException w:uiPriority="99" w:name="HTML Preformatted"/>
    <w:lsdException w:uiPriority="99" w:name="HTML Sample"/>
    <w:lsdException w:uiPriority="99" w:name="HTML Typewriter"/>
    <w:lsdException w:qFormat="1" w:unhideWhenUsed="0"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9"/>
    <w:pPr>
      <w:spacing w:beforeAutospacing="1" w:afterAutospacing="1"/>
      <w:jc w:val="left"/>
      <w:outlineLvl w:val="0"/>
    </w:pPr>
    <w:rPr>
      <w:rFonts w:ascii="宋体" w:hAnsi="宋体"/>
      <w:b/>
      <w:kern w:val="44"/>
      <w:sz w:val="48"/>
      <w:szCs w:val="48"/>
    </w:rPr>
  </w:style>
  <w:style w:type="character" w:default="1" w:styleId="7">
    <w:name w:val="Default Paragraph Font"/>
    <w:semiHidden/>
    <w:uiPriority w:val="99"/>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20"/>
    <w:uiPriority w:val="99"/>
    <w:rPr>
      <w:sz w:val="18"/>
      <w:szCs w:val="18"/>
    </w:rPr>
  </w:style>
  <w:style w:type="paragraph" w:styleId="4">
    <w:name w:val="footer"/>
    <w:basedOn w:val="1"/>
    <w:link w:val="21"/>
    <w:uiPriority w:val="99"/>
    <w:pPr>
      <w:tabs>
        <w:tab w:val="center" w:pos="4153"/>
        <w:tab w:val="right" w:pos="8306"/>
      </w:tabs>
      <w:snapToGrid w:val="0"/>
      <w:jc w:val="left"/>
    </w:pPr>
    <w:rPr>
      <w:sz w:val="18"/>
      <w:szCs w:val="18"/>
    </w:rPr>
  </w:style>
  <w:style w:type="paragraph" w:styleId="5">
    <w:name w:val="header"/>
    <w:basedOn w:val="1"/>
    <w:link w:val="22"/>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spacing w:beforeAutospacing="1" w:afterAutospacing="1"/>
      <w:jc w:val="left"/>
    </w:pPr>
    <w:rPr>
      <w:kern w:val="0"/>
      <w:sz w:val="24"/>
    </w:rPr>
  </w:style>
  <w:style w:type="character" w:styleId="8">
    <w:name w:val="Strong"/>
    <w:basedOn w:val="7"/>
    <w:qFormat/>
    <w:uiPriority w:val="99"/>
    <w:rPr>
      <w:rFonts w:cs="Times New Roman"/>
      <w:b/>
    </w:rPr>
  </w:style>
  <w:style w:type="character" w:styleId="9">
    <w:name w:val="FollowedHyperlink"/>
    <w:basedOn w:val="7"/>
    <w:uiPriority w:val="99"/>
    <w:rPr>
      <w:rFonts w:cs="Times New Roman"/>
      <w:color w:val="333333"/>
      <w:u w:val="none"/>
    </w:rPr>
  </w:style>
  <w:style w:type="character" w:styleId="10">
    <w:name w:val="Emphasis"/>
    <w:basedOn w:val="7"/>
    <w:qFormat/>
    <w:uiPriority w:val="99"/>
    <w:rPr>
      <w:rFonts w:cs="Times New Roman"/>
    </w:rPr>
  </w:style>
  <w:style w:type="character" w:styleId="11">
    <w:name w:val="HTML Definition"/>
    <w:basedOn w:val="7"/>
    <w:qFormat/>
    <w:uiPriority w:val="99"/>
    <w:rPr>
      <w:rFonts w:cs="Times New Roman"/>
    </w:rPr>
  </w:style>
  <w:style w:type="character" w:styleId="12">
    <w:name w:val="HTML Acronym"/>
    <w:basedOn w:val="7"/>
    <w:qFormat/>
    <w:uiPriority w:val="99"/>
    <w:rPr>
      <w:rFonts w:cs="Times New Roman"/>
    </w:rPr>
  </w:style>
  <w:style w:type="character" w:styleId="13">
    <w:name w:val="HTML Variable"/>
    <w:basedOn w:val="7"/>
    <w:qFormat/>
    <w:uiPriority w:val="99"/>
    <w:rPr>
      <w:rFonts w:cs="Times New Roman"/>
    </w:rPr>
  </w:style>
  <w:style w:type="character" w:styleId="14">
    <w:name w:val="Hyperlink"/>
    <w:basedOn w:val="7"/>
    <w:uiPriority w:val="99"/>
    <w:rPr>
      <w:rFonts w:cs="Times New Roman"/>
      <w:color w:val="333333"/>
      <w:u w:val="none"/>
    </w:rPr>
  </w:style>
  <w:style w:type="character" w:styleId="15">
    <w:name w:val="HTML Code"/>
    <w:basedOn w:val="7"/>
    <w:uiPriority w:val="99"/>
    <w:rPr>
      <w:rFonts w:ascii="Courier New" w:hAnsi="Courier New" w:cs="Times New Roman"/>
      <w:sz w:val="20"/>
    </w:rPr>
  </w:style>
  <w:style w:type="character" w:styleId="16">
    <w:name w:val="HTML Cite"/>
    <w:basedOn w:val="7"/>
    <w:uiPriority w:val="99"/>
    <w:rPr>
      <w:rFonts w:cs="Times New Roman"/>
    </w:rPr>
  </w:style>
  <w:style w:type="table" w:styleId="18">
    <w:name w:val="Table Grid"/>
    <w:basedOn w:val="17"/>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Heading 1 Char"/>
    <w:basedOn w:val="7"/>
    <w:link w:val="2"/>
    <w:uiPriority w:val="9"/>
    <w:rPr>
      <w:rFonts w:ascii="Calibri" w:hAnsi="Calibri"/>
      <w:b/>
      <w:bCs/>
      <w:kern w:val="44"/>
      <w:sz w:val="44"/>
      <w:szCs w:val="44"/>
    </w:rPr>
  </w:style>
  <w:style w:type="character" w:customStyle="1" w:styleId="20">
    <w:name w:val="Balloon Text Char"/>
    <w:basedOn w:val="7"/>
    <w:link w:val="3"/>
    <w:semiHidden/>
    <w:locked/>
    <w:uiPriority w:val="99"/>
    <w:rPr>
      <w:rFonts w:cs="Times New Roman"/>
      <w:sz w:val="18"/>
      <w:szCs w:val="18"/>
    </w:rPr>
  </w:style>
  <w:style w:type="character" w:customStyle="1" w:styleId="21">
    <w:name w:val="Footer Char"/>
    <w:basedOn w:val="7"/>
    <w:link w:val="4"/>
    <w:semiHidden/>
    <w:locked/>
    <w:uiPriority w:val="99"/>
    <w:rPr>
      <w:rFonts w:cs="Times New Roman"/>
      <w:sz w:val="18"/>
      <w:szCs w:val="18"/>
    </w:rPr>
  </w:style>
  <w:style w:type="character" w:customStyle="1" w:styleId="22">
    <w:name w:val="Header Char"/>
    <w:basedOn w:val="7"/>
    <w:link w:val="5"/>
    <w:semiHidden/>
    <w:locked/>
    <w:uiPriority w:val="99"/>
    <w:rPr>
      <w:rFonts w:cs="Times New Roman"/>
      <w:sz w:val="18"/>
      <w:szCs w:val="18"/>
    </w:rPr>
  </w:style>
  <w:style w:type="character" w:customStyle="1" w:styleId="23">
    <w:name w:val="u_login"/>
    <w:basedOn w:val="7"/>
    <w:uiPriority w:val="99"/>
    <w:rPr>
      <w:rFonts w:cs="Times New Roman"/>
    </w:rPr>
  </w:style>
  <w:style w:type="character" w:customStyle="1" w:styleId="24">
    <w:name w:val="red"/>
    <w:basedOn w:val="7"/>
    <w:uiPriority w:val="99"/>
    <w:rPr>
      <w:rFonts w:cs="Times New Roman"/>
      <w:color w:val="CC0000"/>
    </w:rPr>
  </w:style>
  <w:style w:type="character" w:customStyle="1" w:styleId="25">
    <w:name w:val="bds_nopic"/>
    <w:basedOn w:val="7"/>
    <w:uiPriority w:val="99"/>
    <w:rPr>
      <w:rFonts w:cs="Times New Roman"/>
    </w:rPr>
  </w:style>
  <w:style w:type="character" w:customStyle="1" w:styleId="26">
    <w:name w:val="bds_nopic1"/>
    <w:basedOn w:val="7"/>
    <w:uiPriority w:val="99"/>
    <w:rPr>
      <w:rFonts w:cs="Times New Roman"/>
    </w:rPr>
  </w:style>
  <w:style w:type="character" w:customStyle="1" w:styleId="27">
    <w:name w:val="bds_nopic2"/>
    <w:basedOn w:val="7"/>
    <w:uiPriority w:val="99"/>
    <w:rPr>
      <w:rFonts w:cs="Times New Roman"/>
    </w:rPr>
  </w:style>
  <w:style w:type="character" w:customStyle="1" w:styleId="28">
    <w:name w:val="isnow"/>
    <w:basedOn w:val="7"/>
    <w:qFormat/>
    <w:uiPriority w:val="99"/>
    <w:rPr>
      <w:rFonts w:cs="Times New Roman"/>
      <w:color w:val="FFFFFF"/>
      <w:shd w:val="clear" w:color="auto" w:fill="258CFF"/>
    </w:rPr>
  </w:style>
  <w:style w:type="character" w:customStyle="1" w:styleId="29">
    <w:name w:val="page"/>
    <w:basedOn w:val="7"/>
    <w:uiPriority w:val="99"/>
    <w:rPr>
      <w:rFonts w:cs="Times New Roman"/>
    </w:rPr>
  </w:style>
  <w:style w:type="character" w:customStyle="1" w:styleId="30">
    <w:name w:val="bds_more2"/>
    <w:basedOn w:val="7"/>
    <w:uiPriority w:val="99"/>
    <w:rPr>
      <w:rFonts w:ascii="宋体" w:hAnsi="宋体" w:eastAsia="宋体" w:cs="宋体"/>
    </w:rPr>
  </w:style>
  <w:style w:type="character" w:customStyle="1" w:styleId="31">
    <w:name w:val="bds_more3"/>
    <w:basedOn w:val="7"/>
    <w:uiPriority w:val="99"/>
    <w:rPr>
      <w:rFonts w:cs="Times New Roman"/>
    </w:rPr>
  </w:style>
  <w:style w:type="character" w:customStyle="1" w:styleId="32">
    <w:name w:val="bds_more4"/>
    <w:basedOn w:val="7"/>
    <w:uiPriority w:val="99"/>
    <w:rPr>
      <w:rFonts w:cs="Times New Roman"/>
    </w:rPr>
  </w:style>
  <w:style w:type="character" w:customStyle="1" w:styleId="33">
    <w:name w:val="bds_more"/>
    <w:basedOn w:val="7"/>
    <w:uiPriority w:val="99"/>
    <w:rPr>
      <w:rFonts w:ascii="宋体" w:hAnsi="宋体" w:eastAsia="宋体" w:cs="宋体"/>
    </w:rPr>
  </w:style>
  <w:style w:type="character" w:customStyle="1" w:styleId="34">
    <w:name w:val="bds_more1"/>
    <w:basedOn w:val="7"/>
    <w:uiPriority w:val="99"/>
    <w:rPr>
      <w:rFonts w:cs="Times New Roman"/>
    </w:rPr>
  </w:style>
  <w:style w:type="character" w:customStyle="1" w:styleId="35">
    <w:name w:val="btndc4"/>
    <w:basedOn w:val="7"/>
    <w:uiPriority w:val="99"/>
    <w:rPr>
      <w:rFonts w:cs="Times New Roman"/>
      <w:color w:val="999999"/>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4</Pages>
  <Words>701</Words>
  <Characters>4002</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2015-09-23T08:15:00Z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2017-12-26T09:20:16Z</dcterms:modified>
  <dc:subject>新建 Microsoft Office Word 文档.docx</dc:subject>
  <dc:title>新建 Microsoft Office Word 文档.docx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2052-10.1.0.7022</vt:lpwstr>
  </property>
</Properties>
</file>