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bidi="ar"/>
        </w:rPr>
        <w:t>2017-2018学年第二学期期中考试-四年级语文苏教版</w:t>
      </w:r>
    </w:p>
    <w:p>
      <w:pPr>
        <w:jc w:val="center"/>
      </w:pPr>
      <w:r>
        <w:rPr>
          <w:rFonts w:hint="eastAsia"/>
        </w:rPr>
        <w:t>班级：__________ 姓名：__________ 学号：__________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读拼音，写词语，注意写工整、美观。（10分）、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jīng què      jūn yún    </w:t>
      </w:r>
      <w:r>
        <w:rPr>
          <w:rFonts w:ascii="宋体" w:hAnsi="宋体" w:eastAsia="宋体" w:cs="宋体"/>
          <w:color w:val="666666"/>
          <w:szCs w:val="21"/>
        </w:rPr>
        <w:t xml:space="preserve">  </w:t>
      </w:r>
      <w:r>
        <w:rPr>
          <w:rFonts w:hint="eastAsia" w:ascii="宋体" w:hAnsi="宋体" w:eastAsia="宋体" w:cs="宋体"/>
          <w:color w:val="666666"/>
          <w:szCs w:val="21"/>
        </w:rPr>
        <w:t>zhū gě       wéi fàn     xiān měi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(        )    (        )  (        )  (        )    (        )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juān xiàn     bó zi      xiān ruò    hóng qí       hǎi bīn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(        )    (        )  (        )   (       )    (         )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给带点字选择正确读音打“√”。（4分）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泛 ( fá   fàn  )     矩（ jù    jǔ ） </w:t>
      </w:r>
      <w:r>
        <w:rPr>
          <w:rFonts w:ascii="宋体" w:hAnsi="宋体" w:eastAsia="宋体" w:cs="宋体"/>
          <w:color w:val="666666"/>
          <w:szCs w:val="21"/>
        </w:rPr>
        <w:t xml:space="preserve"> </w:t>
      </w:r>
      <w:r>
        <w:rPr>
          <w:rFonts w:hint="eastAsia" w:ascii="宋体" w:hAnsi="宋体" w:eastAsia="宋体" w:cs="宋体"/>
          <w:color w:val="666666"/>
          <w:szCs w:val="21"/>
        </w:rPr>
        <w:t xml:space="preserve">绽（zhàn   dìng）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辅（bǔ    fǔ ）      堵塞（sè  sāi） </w:t>
      </w:r>
      <w:r>
        <w:rPr>
          <w:rFonts w:ascii="宋体" w:hAnsi="宋体" w:eastAsia="宋体" w:cs="宋体"/>
          <w:color w:val="666666"/>
          <w:szCs w:val="21"/>
        </w:rPr>
        <w:t xml:space="preserve"> 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纤（xiān   qiān ）弱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将括号里能与前面搭配的词用“</w:t>
      </w:r>
      <w:r>
        <w:rPr>
          <w:rFonts w:hint="eastAsia" w:ascii="宋体" w:hAnsi="宋体" w:eastAsia="宋体" w:cs="宋体"/>
          <w:szCs w:val="21"/>
        </w:rPr>
        <w:t>____</w:t>
      </w:r>
      <w:r>
        <w:rPr>
          <w:rFonts w:hint="eastAsia" w:ascii="宋体" w:hAnsi="宋体" w:eastAsia="宋体" w:cs="宋体"/>
          <w:color w:val="666666"/>
          <w:szCs w:val="21"/>
        </w:rPr>
        <w:t xml:space="preserve">”画出来。（6分）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拜访（朋友   亲人）     月光（洁白  皎洁）       著名的（朋友  诗人）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月夜（宁静   平静）     发现（题目  问题）        反映（意思  意见）</w:t>
      </w:r>
      <w:r>
        <w:rPr>
          <w:rFonts w:ascii="宋体" w:hAnsi="宋体" w:eastAsia="宋体" w:cs="宋体"/>
          <w:color w:val="FFFFFF"/>
          <w:sz w:val="4"/>
          <w:szCs w:val="21"/>
        </w:rPr>
        <w:t>[来源:学,科,网]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把词语补充完整，并说说所填字的意思。（12分）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（       ）茅庐</w:t>
      </w:r>
      <w:r>
        <w:rPr>
          <w:rFonts w:hint="eastAsia" w:ascii="宋体" w:hAnsi="宋体" w:eastAsia="宋体" w:cs="宋体"/>
          <w:szCs w:val="21"/>
        </w:rPr>
        <w:t>___________________________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青翠（     ）滴</w:t>
      </w:r>
      <w:r>
        <w:rPr>
          <w:rFonts w:hint="eastAsia" w:ascii="宋体" w:hAnsi="宋体" w:eastAsia="宋体" w:cs="宋体"/>
          <w:szCs w:val="21"/>
        </w:rPr>
        <w:t>___________________________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群雄（     ）争</w:t>
      </w:r>
      <w:r>
        <w:rPr>
          <w:rFonts w:hint="eastAsia" w:ascii="宋体" w:hAnsi="宋体" w:eastAsia="宋体" w:cs="宋体"/>
          <w:szCs w:val="21"/>
        </w:rPr>
        <w:t>___________________________</w:t>
      </w:r>
      <w:r>
        <w:rPr>
          <w:rFonts w:hint="eastAsia" w:ascii="宋体" w:hAnsi="宋体" w:eastAsia="宋体" w:cs="宋体"/>
          <w:color w:val="666666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茅塞（     ）开</w:t>
      </w:r>
      <w:r>
        <w:rPr>
          <w:rFonts w:hint="eastAsia" w:ascii="宋体" w:hAnsi="宋体" w:eastAsia="宋体" w:cs="宋体"/>
          <w:szCs w:val="21"/>
        </w:rPr>
        <w:t>___________________________</w:t>
      </w:r>
      <w:r>
        <w:rPr>
          <w:rFonts w:hint="eastAsia" w:ascii="宋体" w:hAnsi="宋体" w:eastAsia="宋体" w:cs="宋体"/>
          <w:color w:val="666666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无所不（     ）</w:t>
      </w:r>
      <w:r>
        <w:rPr>
          <w:rFonts w:hint="eastAsia" w:ascii="宋体" w:hAnsi="宋体" w:eastAsia="宋体" w:cs="宋体"/>
          <w:szCs w:val="21"/>
        </w:rPr>
        <w:t>___________________________</w:t>
      </w:r>
      <w:r>
        <w:rPr>
          <w:rFonts w:hint="eastAsia" w:ascii="宋体" w:hAnsi="宋体" w:eastAsia="宋体" w:cs="宋体"/>
          <w:color w:val="666666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秀丽（     ）人</w:t>
      </w:r>
      <w:r>
        <w:rPr>
          <w:rFonts w:hint="eastAsia" w:ascii="宋体" w:hAnsi="宋体" w:eastAsia="宋体" w:cs="宋体"/>
          <w:szCs w:val="21"/>
        </w:rPr>
        <w:t>___________________________</w:t>
      </w:r>
      <w:r>
        <w:rPr>
          <w:rFonts w:hint="eastAsia" w:ascii="宋体" w:hAnsi="宋体" w:eastAsia="宋体" w:cs="宋体"/>
          <w:color w:val="666666"/>
          <w:szCs w:val="21"/>
        </w:rPr>
        <w:t xml:space="preserve"> 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五、选词填空。（8分）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舒展 展开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1．跳水运动员（ </w:t>
      </w:r>
      <w:r>
        <w:rPr>
          <w:rFonts w:ascii="宋体" w:hAnsi="宋体" w:eastAsia="宋体" w:cs="宋体"/>
          <w:color w:val="555555"/>
          <w:spacing w:val="8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）双臂，准备往下跳。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2．今天下午开会，对如何搞好精神文明建设大家要（ </w:t>
      </w:r>
      <w:r>
        <w:rPr>
          <w:rFonts w:ascii="宋体" w:hAnsi="宋体" w:eastAsia="宋体" w:cs="宋体"/>
          <w:color w:val="555555"/>
          <w:spacing w:val="8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）讨论。 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飘拂 飘扬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3．几间茅屋的屋顶上（ </w:t>
      </w:r>
      <w:r>
        <w:rPr>
          <w:rFonts w:ascii="宋体" w:hAnsi="宋体" w:eastAsia="宋体" w:cs="宋体"/>
          <w:color w:val="555555"/>
          <w:spacing w:val="8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）着阵阵炊烟。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4．我们中队登上了山，队旗（ </w:t>
      </w:r>
      <w:r>
        <w:rPr>
          <w:rFonts w:ascii="宋体" w:hAnsi="宋体" w:eastAsia="宋体" w:cs="宋体"/>
          <w:color w:val="555555"/>
          <w:spacing w:val="8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）在山顶。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既……又……   虽然……但是……   尽管……还是…… 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5.（     ）我讨厌看那些看似可怜的乞丐，（    ）给了他一元钱。 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6.我（    ）希望自己早点长大，（      ）很害怕长大。 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 xml:space="preserve">7.这道题（      ）看起来很简单，（      ）解起来挺复杂。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六、按要求（照样子）写词语（6分）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1 原原本本：(</w:t>
      </w:r>
      <w:r>
        <w:rPr>
          <w:rFonts w:ascii="宋体" w:hAnsi="宋体" w:eastAsia="宋体" w:cs="宋体"/>
          <w:color w:val="666666"/>
          <w:szCs w:val="21"/>
        </w:rPr>
        <w:t xml:space="preserve">                                                      </w:t>
      </w:r>
      <w:r>
        <w:rPr>
          <w:rFonts w:hint="eastAsia" w:ascii="宋体" w:hAnsi="宋体" w:eastAsia="宋体" w:cs="宋体"/>
          <w:color w:val="666666"/>
          <w:szCs w:val="21"/>
        </w:rPr>
        <w:t>)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2 形容雨大的：（ </w:t>
      </w:r>
      <w:r>
        <w:rPr>
          <w:rFonts w:ascii="宋体" w:hAnsi="宋体" w:eastAsia="宋体" w:cs="宋体"/>
          <w:color w:val="666666"/>
          <w:szCs w:val="21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666666"/>
          <w:szCs w:val="21"/>
        </w:rPr>
        <w:t>） </w:t>
      </w:r>
      <w:r>
        <w:rPr>
          <w:rFonts w:ascii="宋体" w:hAnsi="宋体" w:eastAsia="宋体" w:cs="宋体"/>
          <w:color w:val="666666"/>
          <w:szCs w:val="21"/>
        </w:rPr>
        <w:t xml:space="preserve"> </w:t>
      </w:r>
      <w:r>
        <w:rPr>
          <w:rFonts w:hint="eastAsia" w:ascii="宋体" w:hAnsi="宋体" w:eastAsia="宋体" w:cs="宋体"/>
          <w:color w:val="666666"/>
          <w:szCs w:val="21"/>
        </w:rPr>
        <w:t>   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3 出自《三国演义》的成语：（ </w:t>
      </w:r>
      <w:r>
        <w:rPr>
          <w:rFonts w:ascii="宋体" w:hAnsi="宋体" w:eastAsia="宋体" w:cs="宋体"/>
          <w:color w:val="666666"/>
          <w:szCs w:val="21"/>
        </w:rPr>
        <w:t xml:space="preserve">                                      </w:t>
      </w:r>
      <w:r>
        <w:rPr>
          <w:rFonts w:hint="eastAsia" w:ascii="宋体" w:hAnsi="宋体" w:eastAsia="宋体" w:cs="宋体"/>
          <w:color w:val="666666"/>
          <w:szCs w:val="21"/>
        </w:rPr>
        <w:t>）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七、写出下列词语的近义词。（8分）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偶尔（       ）    娴熟（       ）   愧疚（       ）  剧烈（       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大概（       ）    疲惫（       ）   责怪（        ） 尊重（       ）</w:t>
      </w:r>
    </w:p>
    <w:p>
      <w:pPr>
        <w:pStyle w:val="4"/>
        <w:widowControl/>
        <w:spacing w:beforeAutospacing="0" w:afterAutospacing="0" w:line="360" w:lineRule="auto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八、判断，对的画√，错的画×。（6分）</w:t>
      </w:r>
    </w:p>
    <w:p>
      <w:pPr>
        <w:pStyle w:val="4"/>
        <w:widowControl/>
        <w:spacing w:beforeAutospacing="0" w:afterAutospacing="0" w:line="360" w:lineRule="auto"/>
        <w:ind w:left="7684" w:hanging="7684" w:hangingChars="3400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1．骆驼在沙漠里能给人们带路、报警、驮东西，因此人们把骆驼叫做沙漠里的船。</w:t>
      </w:r>
    </w:p>
    <w:p>
      <w:pPr>
        <w:pStyle w:val="4"/>
        <w:widowControl/>
        <w:spacing w:beforeAutospacing="0" w:afterAutospacing="0" w:line="360" w:lineRule="auto"/>
        <w:ind w:left="7732" w:leftChars="3359" w:hanging="678" w:hangingChars="300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（    ）</w:t>
      </w:r>
    </w:p>
    <w:p>
      <w:pPr>
        <w:pStyle w:val="4"/>
        <w:widowControl/>
        <w:spacing w:beforeAutospacing="0" w:afterAutospacing="0" w:line="360" w:lineRule="auto"/>
        <w:ind w:left="7006" w:hanging="7006" w:hangingChars="3100"/>
        <w:jc w:val="both"/>
        <w:rPr>
          <w:rFonts w:ascii="宋体" w:hAnsi="宋体" w:eastAsia="宋体" w:cs="宋体"/>
          <w:color w:val="555555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2．《西</w:t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  <w:lang w:val="zh-CN"/>
        </w:rPr>
        <w:drawing>
          <wp:inline distT="0" distB="0" distL="0" distR="0">
            <wp:extent cx="1524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555555"/>
          <w:spacing w:val="8"/>
          <w:sz w:val="21"/>
          <w:szCs w:val="21"/>
        </w:rPr>
        <w:t>门豹》是一篇历史故事，故事赞扬了西门豹破除迷信为百姓兴利除害的业绩。（    ）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Cs w:val="21"/>
        </w:rPr>
        <w:t>3．“树木密密层层”，是写秋天树木长得枝繁叶茂。                （     ）</w:t>
      </w:r>
      <w:r>
        <w:rPr>
          <w:rFonts w:hint="eastAsia" w:ascii="宋体" w:hAnsi="宋体" w:eastAsia="宋体" w:cs="宋体"/>
          <w:color w:val="666666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九、按要求改写句子，要有信心哦。（12分）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起风了，庐山的云雾千变万化。 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改为比喻句：_________________________________________________________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布谷鸟咕咕叫。 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改为拟人句：_________________________________________________________ </w:t>
      </w:r>
      <w:r>
        <w:rPr>
          <w:rFonts w:ascii="宋体" w:hAnsi="宋体" w:eastAsia="宋体" w:cs="宋体"/>
          <w:color w:val="FFFFFF"/>
          <w:sz w:val="4"/>
          <w:szCs w:val="21"/>
        </w:rPr>
        <w:t>[来源:Z.xx.k.Com]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近几年来，我国人民的生活水平又有了改善。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修改病句：____________________________</w:t>
      </w:r>
      <w:r>
        <w:rPr>
          <w:rFonts w:hint="eastAsia" w:ascii="宋体" w:hAnsi="宋体" w:eastAsia="宋体" w:cs="宋体"/>
          <w:color w:val="666666"/>
          <w:szCs w:val="21"/>
        </w:rPr>
        <w:drawing>
          <wp:inline distT="0" distB="0" distL="0" distR="0">
            <wp:extent cx="2032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 xml:space="preserve">_____________________________ 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我的建议希望大家能够采纳。 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改变词语的顺序，但句子意思不变：______________________________________ </w:t>
      </w:r>
    </w:p>
    <w:p>
      <w:pPr>
        <w:numPr>
          <w:ilvl w:val="0"/>
          <w:numId w:val="3"/>
        </w:num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照样子，改句子。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⑴例：小溪潺潺地流，发出叮咚的声音。      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小溪一边唱着动听的歌，一边向前奔跑。 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一阵风吹来，小草轻轻地摆动。  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 ___________________________________________________                                               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⑵例：解狐不是杀害你父亲的仇人吗？    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解狐是杀害你父亲的仇人。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你不懂得尊重人才，怎么能成就大事？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_________________________</w:t>
      </w:r>
      <w:r>
        <w:rPr>
          <w:rFonts w:hint="eastAsia" w:ascii="宋体" w:hAnsi="宋体" w:eastAsia="宋体" w:cs="宋体"/>
          <w:color w:val="666666"/>
          <w:szCs w:val="21"/>
        </w:rPr>
        <w:drawing>
          <wp:inline distT="0" distB="0" distL="0" distR="0">
            <wp:extent cx="2032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__________________________                                        </w:t>
      </w:r>
      <w:r>
        <w:rPr>
          <w:rFonts w:hint="eastAsia" w:ascii="宋体" w:hAnsi="宋体" w:eastAsia="宋体" w:cs="宋体"/>
          <w:color w:val="666666"/>
          <w:szCs w:val="21"/>
        </w:rPr>
        <w:drawing>
          <wp:inline distT="0" distB="0" distL="0" distR="0">
            <wp:extent cx="2159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 xml:space="preserve">         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⑶例：①我们要努力学习文化知识。② 我们应该积极参加体育锻炼。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我们不但要努力学习文化知识，而且要积极参加体育锻炼。</w:t>
      </w:r>
    </w:p>
    <w:p>
      <w:pPr>
        <w:spacing w:line="360" w:lineRule="auto"/>
        <w:ind w:left="105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①鸡蛋能承受这么大的压力。②鸡蛋能把压力均匀分散到蛋壳的各部位。                                      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>______________________________________________________________________________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十、给下面句子加上标点。（5分） </w:t>
      </w:r>
    </w:p>
    <w:p>
      <w:pPr>
        <w:numPr>
          <w:ilvl w:val="0"/>
          <w:numId w:val="4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我突发奇想地说 妈 你把我从小抱到大 我还没有好好抱过你一回呢 让我抱你入睡吧 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2、噢 原来如此 小芳点了点头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十一、口语交际。（3分） 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期中考试过后，解小惠发现自己有一道</w:t>
      </w:r>
      <w:r>
        <w:rPr>
          <w:rFonts w:hint="eastAsia" w:ascii="宋体" w:hAnsi="宋体" w:eastAsia="宋体" w:cs="宋体"/>
          <w:color w:val="666666"/>
          <w:szCs w:val="21"/>
          <w:lang w:val="zh-CN"/>
        </w:rPr>
        <w:drawing>
          <wp:inline distT="0" distB="0" distL="0" distR="0">
            <wp:extent cx="1397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应用题做错了，难过得哭了。你该怎样安慰她？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5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认真阅读下面短文片段，完成后面习题。（15分）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（一）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二三月间，微风轻轻地__________着，毛毛细雨从天上___________下来。千万条柔柳_____________了鹅黄色的嫩叶。青的草，绿的芽，各色鲜艳的花，都像___________________聚拢来，形成了___________________的春天。小燕子从南方赶来，为春光增添了许多___________________。</w:t>
      </w:r>
    </w:p>
    <w:p>
      <w:pPr>
        <w:numPr>
          <w:ilvl w:val="0"/>
          <w:numId w:val="6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这段话选自___________________（哪篇课文？）（2分）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2、将文中空白处填充完整。（3分）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3、文中描写的景物有：_______________________________________________________ _________________________________________________________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4、根据意思写出文中的词语。要认真思考哦。（3分）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（1）颜色非常鲜明而美丽。（          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（2）反映人们到集市上买卖东西，文中用来比喻春天一到，花草像约好了似的都热热闹闹地生长起来。（               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（3）文中指生气勃勃的趣味。（            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5、这段话主要写了什么？（填序号）（   ）（2分）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①写燕子在春光烂漫时从南方赶来，为春光增添了许多生趣。 </w:t>
      </w:r>
    </w:p>
    <w:p>
      <w:pPr>
        <w:pStyle w:val="7"/>
        <w:numPr>
          <w:ilvl w:val="0"/>
          <w:numId w:val="7"/>
        </w:numPr>
        <w:spacing w:line="360" w:lineRule="auto"/>
        <w:ind w:firstLineChars="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写燕子活泼可爱的外形。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6、摘抄文中你认为优美的词语和句子。（2分） </w:t>
      </w:r>
    </w:p>
    <w:p>
      <w:pPr>
        <w:pStyle w:val="7"/>
        <w:spacing w:line="360" w:lineRule="auto"/>
        <w:ind w:left="420" w:firstLine="0" w:firstLineChars="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_____________________________________________________________________ ______________________</w:t>
      </w:r>
      <w:r>
        <w:rPr>
          <w:rFonts w:hint="eastAsia" w:ascii="宋体" w:hAnsi="宋体" w:eastAsia="宋体" w:cs="宋体"/>
          <w:color w:val="666666"/>
          <w:szCs w:val="21"/>
        </w:rPr>
        <w:drawing>
          <wp:inline distT="0" distB="0" distL="0" distR="0">
            <wp:extent cx="2413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 xml:space="preserve">_______________________________________________ </w:t>
      </w:r>
    </w:p>
    <w:p>
      <w:pPr>
        <w:spacing w:line="360" w:lineRule="auto"/>
        <w:ind w:left="525" w:leftChars="25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（二）一 场 虚 惊 </w:t>
      </w:r>
    </w:p>
    <w:p>
      <w:pPr>
        <w:spacing w:line="360" w:lineRule="auto"/>
        <w:ind w:left="525" w:leftChars="250" w:firstLine="420" w:firstLineChars="20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早晨起来，因为一件小事被母亲训了几句，便耿耿于怀，一直不与她说话。看得出来，母亲也因为我这样挺不高兴。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平时上学，我都可以跟母亲一起骑上</w:t>
      </w:r>
      <w:r>
        <w:rPr>
          <w:rFonts w:hint="eastAsia" w:ascii="宋体" w:hAnsi="宋体" w:eastAsia="宋体" w:cs="宋体"/>
          <w:color w:val="666666"/>
          <w:szCs w:val="21"/>
          <w:lang w:val="zh-CN"/>
        </w:rPr>
        <w:drawing>
          <wp:inline distT="0" distB="0" distL="0" distR="0">
            <wp:extent cx="2286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 xml:space="preserve">一段路，今天虽然照常，但却不像平常那样说说笑笑，显得冷淡了许多。我独自骑在前面，母亲跟在后面。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终于到了和母亲分手的路口，我不由自主地回头望，可并没看见母亲。我再向四周环顾，也没寻到她的半点身影。我心中疑云顿起：妈妈，她……难道半路停车了？不，她没这个习惯呀；难道是骑到我前面去了？不会，我可没看见呀；难道是刚才半路出事了？哎呀，我不敢再往下想了。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总算到了学校，可这件事牢牢地纠缠着我，上楼时差一点就绊倒了。唉，早知道就不和她赌气了，要是和她一起并排走，也就不会……怎么越想越觉得事情不妙呢？一个上午弄得我心惊肉跳，课也没上好。终于挨到了中午，我决定去给母亲的学校打个电话。我顾不得取饭，就向校外的公用电话跑去。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“铃……”电话响了一声，没有接，又响了一声，还是没有接，我的心怦怦地跳，几乎要哭出来了。电话响了三声，终于有人接了。嘿！正是母亲，我一时高兴得不知说什么好，“喂！妈，是我，我在学校了。没别的事儿，想你了，晚上见！”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这是我有生以来打电话最没内容也是时间最短的一次，就连店铺老板都莫名其妙地看着我，以为我闲着没事干呢。而我呢，如释重负，像干了一件大事一样，付了钱，快快乐乐地跑回了学校。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7. “疑云顿起”的“顿”在字典里的解释有：①处理、安置； ②稍停；③立刻，忽然；  这里应选第（     ）种解释。 （1分）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8.在文中找出下列词语的近义词，写在括号里。  （2分）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冷漠（     ）        往常（      ）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9.在文中找出合适的成语填在后面的括号里。  （2分）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①比喻完成一件大事或摆脱繁重的事务以后，顿觉轻松愉快。（        ）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②形容不能忘怀，总是放在心上。                               （           ） 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10.用“﹏﹏﹏﹏”划出第三、四自然段写“我”心理活动的句子。（2分） 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>11.联系生活实际谈一谈，你从这“一场虚惊”中感受到了什么？（3分）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 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十三、习作。（25分） 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亲爱的同学们，在这半学期里，你们学校一定组织了许多丰富多彩的活动。请你选择印象最深的一项活动，将它写出来，与大家分享一下。注意：要将活动的经过写具体，写出你的真情实感，相信你会写得很棒！</w:t>
      </w: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_</w:t>
      </w:r>
      <w:r>
        <w:rPr>
          <w:rFonts w:ascii="宋体" w:hAnsi="宋体" w:eastAsia="宋体" w:cs="宋体"/>
          <w:color w:val="666666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eastAsia="宋体" w:cs="宋体"/>
          <w:color w:val="666666"/>
          <w:szCs w:val="21"/>
        </w:rPr>
        <w:t>_</w:t>
      </w:r>
      <w:r>
        <w:rPr>
          <w:rFonts w:ascii="宋体" w:hAnsi="宋体" w:eastAsia="宋体" w:cs="宋体"/>
          <w:color w:val="666666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_</w:t>
      </w:r>
      <w:r>
        <w:rPr>
          <w:rFonts w:ascii="宋体" w:hAnsi="宋体" w:eastAsia="宋体" w:cs="宋体"/>
          <w:color w:val="666666"/>
          <w:szCs w:val="21"/>
        </w:rPr>
        <w:t>_____________________________________________________________________________________________</w:t>
      </w:r>
      <w:r>
        <w:rPr>
          <w:rFonts w:ascii="宋体" w:hAnsi="宋体" w:eastAsia="宋体" w:cs="宋体"/>
          <w:color w:val="666666"/>
          <w:szCs w:val="21"/>
        </w:rPr>
        <w:drawing>
          <wp:inline distT="0" distB="0" distL="0" distR="0">
            <wp:extent cx="1778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666666"/>
          <w:szCs w:val="21"/>
        </w:rPr>
        <w:t>_______________________________________________________________________________________________</w:t>
      </w:r>
      <w:r>
        <w:rPr>
          <w:rFonts w:ascii="宋体" w:hAnsi="宋体" w:eastAsia="宋体" w:cs="宋体"/>
          <w:color w:val="666666"/>
          <w:szCs w:val="21"/>
        </w:rPr>
        <w:drawing>
          <wp:inline distT="0" distB="0" distL="0" distR="0">
            <wp:extent cx="1270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666666"/>
          <w:szCs w:val="21"/>
        </w:rPr>
        <w:t>_______________________________________________________________________________________________________________________________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666666"/>
          <w:szCs w:val="21"/>
        </w:rPr>
      </w:pPr>
      <w:r>
        <w:rPr>
          <w:rFonts w:hint="eastAsia" w:ascii="宋体" w:hAnsi="宋体" w:eastAsia="宋体" w:cs="宋体"/>
          <w:b/>
          <w:color w:val="666666"/>
          <w:szCs w:val="21"/>
        </w:rPr>
        <w:t>参考答案及解析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【答案】精确   均匀   诸葛   违犯   鲜美  捐献   脖子   纤弱   红旗   海滨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【解析】本题主要考查学生对本课生字的掌握情况，学生应在理解的基</w:t>
      </w:r>
      <w:r>
        <w:rPr>
          <w:rFonts w:hint="eastAsia" w:ascii="宋体" w:hAnsi="宋体" w:eastAsia="宋体" w:cs="宋体"/>
          <w:color w:val="666666"/>
          <w:szCs w:val="21"/>
          <w:lang w:val="zh-CN"/>
        </w:rPr>
        <w:drawing>
          <wp:inline distT="0" distB="0" distL="0" distR="0">
            <wp:extent cx="1397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础上认读生字，掌握生字的结构特点。注意易错字的书写，例如“违犯”“诸葛”“海滨”。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【题型】填空题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【难度】较易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【答案】打“√”的有：fàn  jǔ   zhàn   fǔ   sè  xiān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【解析】考查学生对易错字字音的掌握情况。音节的正确要求声母、韵母和声调都要正确。多音字、易误读字音积累的考查。“矩”易误读成“jù”，“塞”易误读成“sāi”，“纤”易误读成“qiān ”其他是多音字，可通过组词</w:t>
      </w:r>
      <w:r>
        <w:rPr>
          <w:rFonts w:hint="eastAsia" w:ascii="宋体" w:hAnsi="宋体" w:eastAsia="宋体" w:cs="宋体"/>
          <w:color w:val="666666"/>
          <w:szCs w:val="21"/>
        </w:rPr>
        <w:drawing>
          <wp:inline distT="0" distB="0" distL="114300" distR="114300">
            <wp:extent cx="18415" cy="15240"/>
            <wp:effectExtent l="0" t="0" r="0" b="0"/>
            <wp:docPr id="5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加深记忆。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【题型】选择题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【答案】朋友 皎洁 诗人 宁静 问题 意见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考查进行词语搭配的能力，考查动宾结构的词语搭配，根据动词选择恰当的名词即可。亲人不能用拜访，只能是拜访朋友。月光要用皎洁修饰，洁白可以修饰白色的物体，例如雪花、纸张的。朋友不能用著名修饰，可以是亲切的、友善的，著名的诗人更加恰当。月夜宁静，水面平静。发现问题，解决题目。反映意见，明白意思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【题型】选择题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【答案】三顾  拜访       欲   将要      纷  纷纷      顿 突然              知    知道    宜   适合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本题考查学生对成语及四字词语的积累及正确书写，还要求能够根据成语的意思推断出该字的含义。三顾茅庐：原为汉末刘备访聘诸葛亮的故事。比喻真心诚意，一再邀请。青翠欲滴：形容一个东西特别青翠，绿色多得好像要溢出来似的，栩栩如生。 群雄纷争：各路诸侯为各自的利益争夺、争抢。 茅塞顿开：原来心里好像有茅草堵塞着，现在忽然被打开了。形容思想忽然开窍，立刻明白了某个道理。 无所不知：什么事情都知道，没有不懂得的。  秀丽宜人：指让人心旷神怡。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【题型】填空题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【答案】1.舒展   2.展开  3.飘拂  4.飘扬  5.尽管   还是   6.既   又    </w:t>
      </w:r>
    </w:p>
    <w:p>
      <w:pPr>
        <w:numPr>
          <w:ilvl w:val="0"/>
          <w:numId w:val="9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虽然   但是</w:t>
      </w:r>
    </w:p>
    <w:p>
      <w:pPr>
        <w:spacing w:line="360" w:lineRule="auto"/>
        <w:rPr>
          <w:rFonts w:ascii="宋体" w:hAnsi="宋体" w:eastAsia="宋体" w:cs="宋体"/>
          <w:color w:val="555555"/>
          <w:spacing w:val="8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本题考查词语辨析，需要学生在平时的阅读学习中要注意近义词的辨析．注意近义词的意思，及词语间的区别。要学会结合语境仔细辨析，选择合适的词语。舒展：伸展;不卷缩。展开：1.展成级数。2.使伸开或伸展。3.大规模地进行。飘拂：轻轻飘动。飘扬：1.在空中飘浮、飘摆或飞升。2.好像在一股气流中飞扬或招展。3.风搅动而摆动。</w:t>
      </w:r>
      <w:r>
        <w:rPr>
          <w:rFonts w:hint="eastAsia" w:ascii="宋体" w:hAnsi="宋体" w:eastAsia="宋体" w:cs="宋体"/>
          <w:color w:val="555555"/>
          <w:spacing w:val="8"/>
          <w:szCs w:val="21"/>
        </w:rPr>
        <w:t>既……又……表示同时的关系。虽然……但是……和尽管……还是……都是准者关系，但是转折的点不一样，需要仔细分析。</w:t>
      </w:r>
    </w:p>
    <w:p>
      <w:pPr>
        <w:spacing w:line="360" w:lineRule="auto"/>
        <w:rPr>
          <w:rFonts w:ascii="宋体" w:hAnsi="宋体" w:eastAsia="宋体" w:cs="宋体"/>
          <w:color w:val="555555"/>
          <w:spacing w:val="8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Cs w:val="21"/>
        </w:rPr>
        <w:t>【题型】填空题</w:t>
      </w:r>
    </w:p>
    <w:p>
      <w:pPr>
        <w:spacing w:line="360" w:lineRule="auto"/>
        <w:rPr>
          <w:rFonts w:ascii="宋体" w:hAnsi="宋体" w:eastAsia="宋体" w:cs="宋体"/>
          <w:color w:val="555555"/>
          <w:spacing w:val="8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Cs w:val="21"/>
        </w:rPr>
        <w:t>【难度】一般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【答案】1.恭恭敬敬    2.滂沱大雨    3.三顾茅庐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【解析】考查词语及课外知识的掌握能力。1.按照例子进行仿写即可。2.举出任意表示大雨的词语即可。3.举出任意一个出自三国的成语即可。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【题型】填空题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  <w:r>
        <w:rPr>
          <w:rFonts w:ascii="宋体" w:hAnsi="宋体" w:eastAsia="宋体" w:cs="宋体"/>
          <w:color w:val="FFFFFF"/>
          <w:sz w:val="4"/>
          <w:szCs w:val="21"/>
        </w:rPr>
        <w:t>[来源:学*科*网]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【答案】偶然   熟练   内疚  </w:t>
      </w:r>
      <w:r>
        <w:rPr>
          <w:rFonts w:hint="eastAsia" w:ascii="宋体" w:hAnsi="宋体" w:eastAsia="宋体" w:cs="宋体"/>
          <w:color w:val="666666"/>
          <w:szCs w:val="21"/>
        </w:rPr>
        <w:drawing>
          <wp:inline distT="0" distB="0" distL="0" distR="0">
            <wp:extent cx="2286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 xml:space="preserve"> 猛烈   大约   疲乏    责备    尊敬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【解析】考查对词义的理解和掌握。一是注意词义、感情色彩、程度、范围等细微的差别，结合语境意思来选择答案。二是注意语意的衔接和词语的搭配。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【题型】填空题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【难度】较易</w:t>
      </w:r>
      <w:r>
        <w:rPr>
          <w:rFonts w:ascii="宋体" w:hAnsi="宋体" w:eastAsia="宋体" w:cs="宋体"/>
          <w:color w:val="FFFFFF"/>
          <w:sz w:val="4"/>
          <w:szCs w:val="21"/>
        </w:rPr>
        <w:t>[来源:学科网ZXXK]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555555"/>
          <w:spacing w:val="8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Cs w:val="21"/>
        </w:rPr>
        <w:t>【答案】√   √   ×</w:t>
      </w:r>
    </w:p>
    <w:p>
      <w:pPr>
        <w:spacing w:line="360" w:lineRule="auto"/>
        <w:rPr>
          <w:rFonts w:ascii="宋体" w:hAnsi="宋体" w:eastAsia="宋体" w:cs="宋体"/>
          <w:color w:val="555555"/>
          <w:spacing w:val="8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Cs w:val="21"/>
        </w:rPr>
        <w:t>【解析】本题考查学生对课文的掌握程度，根据课文内容进行判断即可。</w:t>
      </w:r>
    </w:p>
    <w:p>
      <w:pPr>
        <w:spacing w:line="360" w:lineRule="auto"/>
        <w:rPr>
          <w:rFonts w:ascii="宋体" w:hAnsi="宋体" w:eastAsia="宋体" w:cs="宋体"/>
          <w:color w:val="555555"/>
          <w:spacing w:val="8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Cs w:val="21"/>
        </w:rPr>
        <w:t>【题型】判断题</w:t>
      </w:r>
    </w:p>
    <w:p>
      <w:pPr>
        <w:spacing w:line="360" w:lineRule="auto"/>
        <w:rPr>
          <w:rFonts w:ascii="宋体" w:hAnsi="宋体" w:eastAsia="宋体" w:cs="宋体"/>
          <w:color w:val="555555"/>
          <w:spacing w:val="8"/>
          <w:szCs w:val="21"/>
        </w:rPr>
      </w:pPr>
      <w:r>
        <w:rPr>
          <w:rFonts w:hint="eastAsia" w:ascii="宋体" w:hAnsi="宋体" w:eastAsia="宋体" w:cs="宋体"/>
          <w:color w:val="555555"/>
          <w:spacing w:val="8"/>
          <w:szCs w:val="21"/>
        </w:rPr>
        <w:t>【难度】一般</w:t>
      </w:r>
      <w:r>
        <w:rPr>
          <w:rFonts w:ascii="宋体" w:hAnsi="宋体" w:eastAsia="宋体" w:cs="宋体"/>
          <w:color w:val="FFFFFF"/>
          <w:spacing w:val="8"/>
          <w:sz w:val="4"/>
          <w:szCs w:val="21"/>
        </w:rPr>
        <w:t>[来源:学科网ZXXK]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【答案】1、（略） 2、（略） 3、将“改善”改为“提高” 4、希望大家能够采纳我的建议。5.（1）一阵轻柔的风吹过来，小草随着风轻轻地摇摆着。 （2）你不懂得尊重人才，就不能成就大事。（3）因为鸡蛋能把压力均匀分散到蛋壳的各部位，所以它能承受这么大的压力。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【解析】1.将句子改成比喻句即可。</w:t>
      </w:r>
      <w:r>
        <w:rPr>
          <w:rFonts w:hint="eastAsia" w:ascii="宋体" w:hAnsi="宋体" w:eastAsia="宋体" w:cs="宋体"/>
          <w:color w:val="666666"/>
          <w:szCs w:val="21"/>
        </w:rPr>
        <w:drawing>
          <wp:inline distT="0" distB="0" distL="0" distR="0">
            <wp:extent cx="1397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2.拟人就是把物当作人来表现，直接赋予物以人的特征。3.修改病句的方法是：首先要读懂句子，然后在原句上查找，是什么毛病影响了句子的意思表达。按照句子的意思“对症下药”地修改。注意病句修改时不要改变愿意，尽量少改动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“改善”与“生活水平”搭配不当。4.适当调整主谓宾的顺序即可。5.（1）仿照示例加上合适的修饰词即可。（2）反问句可以变为陈述句，将句子中的否定词去掉，同时变为肯定语气。（3）加上合适的关联词即可，因为两个句子属于因果关系，所以用因为……所以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【题型】句型转换题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【答案】1</w:t>
      </w:r>
      <w:r>
        <w:rPr>
          <w:rFonts w:ascii="宋体" w:hAnsi="宋体" w:eastAsia="宋体" w:cs="宋体"/>
          <w:color w:val="666666"/>
          <w:szCs w:val="21"/>
        </w:rPr>
        <w:t>.</w:t>
      </w:r>
      <w:r>
        <w:rPr>
          <w:rFonts w:hint="eastAsia" w:ascii="宋体" w:hAnsi="宋体" w:eastAsia="宋体" w:cs="宋体"/>
          <w:color w:val="666666"/>
          <w:szCs w:val="21"/>
        </w:rPr>
        <w:t xml:space="preserve">我突发奇想地说“妈，您把我从小抱到大，我还没有好好抱过您一回呢。让我抱您入睡吧。” </w:t>
      </w:r>
      <w:r>
        <w:rPr>
          <w:rFonts w:ascii="宋体" w:hAnsi="宋体" w:eastAsia="宋体" w:cs="宋体"/>
          <w:color w:val="666666"/>
          <w:szCs w:val="21"/>
        </w:rPr>
        <w:t xml:space="preserve"> 2.</w:t>
      </w:r>
      <w:r>
        <w:rPr>
          <w:rFonts w:hint="eastAsia" w:ascii="宋体" w:hAnsi="宋体" w:eastAsia="宋体" w:cs="宋体"/>
          <w:color w:val="666666"/>
          <w:szCs w:val="21"/>
        </w:rPr>
        <w:t>“噢，原来如此！”小芳点了点头。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【解析】按照句子的语气、情景，加上合适的标点即可。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【题型】语言表达题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【难度】一般 </w:t>
      </w:r>
    </w:p>
    <w:p>
      <w:pPr>
        <w:numPr>
          <w:ilvl w:val="0"/>
          <w:numId w:val="8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【答案】示例：没关系,这次做错了就是为下次的成功做准备,现在知道错在什么地方马上改正,下次这样的错误就不会再犯,就能取得更好的成绩.失败乃成功之母,我相信你!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【解析】本题考查对句子的语言组织能力，注意语气要合适，安慰的语句恰当，句子通顺即可。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【题型】语言表达题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 十二、【答案】1、春 </w:t>
      </w:r>
      <w:r>
        <w:rPr>
          <w:rFonts w:ascii="宋体" w:hAnsi="宋体" w:eastAsia="宋体" w:cs="宋体"/>
          <w:color w:val="666666"/>
          <w:szCs w:val="21"/>
        </w:rPr>
        <w:t xml:space="preserve"> </w:t>
      </w:r>
      <w:r>
        <w:rPr>
          <w:rFonts w:hint="eastAsia" w:ascii="宋体" w:hAnsi="宋体" w:eastAsia="宋体" w:cs="宋体"/>
          <w:color w:val="666666"/>
          <w:szCs w:val="21"/>
        </w:rPr>
        <w:t xml:space="preserve">朱自清 </w:t>
      </w:r>
    </w:p>
    <w:p>
      <w:pPr>
        <w:numPr>
          <w:ilvl w:val="0"/>
          <w:numId w:val="10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二三月间，微风轻轻地吹拂着，毛毛细雨从天上洒落下来。 千万条柔柳展开了鹅黄色的嫩叶。青的草，绿的芽，各色鲜艳的花，都像赶集似的聚扰来，形成了烂漫无比的春天。小燕子从南方赶来，为春光增添了许多生趣。</w:t>
      </w:r>
    </w:p>
    <w:p>
      <w:pPr>
        <w:numPr>
          <w:ilvl w:val="0"/>
          <w:numId w:val="10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微风 细雨 柔柳 草 芽 花 小燕子 </w:t>
      </w:r>
    </w:p>
    <w:p>
      <w:pPr>
        <w:numPr>
          <w:ilvl w:val="0"/>
          <w:numId w:val="10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（1）鲜艳 （2）赶集 （3）生趣 </w:t>
      </w:r>
      <w:r>
        <w:rPr>
          <w:rFonts w:ascii="宋体" w:hAnsi="宋体" w:eastAsia="宋体" w:cs="宋体"/>
          <w:color w:val="666666"/>
          <w:szCs w:val="21"/>
        </w:rPr>
        <w:t xml:space="preserve">   5</w:t>
      </w:r>
      <w:r>
        <w:rPr>
          <w:rFonts w:hint="eastAsia" w:ascii="宋体" w:hAnsi="宋体" w:eastAsia="宋体" w:cs="宋体"/>
          <w:color w:val="666666"/>
          <w:szCs w:val="21"/>
        </w:rPr>
        <w:t>、A</w:t>
      </w:r>
      <w:r>
        <w:rPr>
          <w:rFonts w:ascii="宋体" w:hAnsi="宋体" w:eastAsia="宋体" w:cs="宋体"/>
          <w:color w:val="666666"/>
          <w:szCs w:val="21"/>
        </w:rPr>
        <w:t xml:space="preserve">  6</w:t>
      </w:r>
      <w:r>
        <w:rPr>
          <w:rFonts w:hint="eastAsia" w:ascii="宋体" w:hAnsi="宋体" w:eastAsia="宋体" w:cs="宋体"/>
          <w:color w:val="666666"/>
          <w:szCs w:val="21"/>
        </w:rPr>
        <w:t>、（略）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（二）7.③ </w:t>
      </w:r>
      <w:r>
        <w:rPr>
          <w:rFonts w:ascii="宋体" w:hAnsi="宋体" w:eastAsia="宋体" w:cs="宋体"/>
          <w:color w:val="666666"/>
          <w:szCs w:val="21"/>
        </w:rPr>
        <w:t xml:space="preserve">  8.</w:t>
      </w:r>
      <w:r>
        <w:rPr>
          <w:rFonts w:hint="eastAsia" w:ascii="宋体" w:hAnsi="宋体" w:eastAsia="宋体" w:cs="宋体"/>
          <w:color w:val="666666"/>
          <w:szCs w:val="21"/>
        </w:rPr>
        <w:t xml:space="preserve">冷淡  平常 </w:t>
      </w:r>
      <w:r>
        <w:rPr>
          <w:rFonts w:ascii="宋体" w:hAnsi="宋体" w:eastAsia="宋体" w:cs="宋体"/>
          <w:color w:val="666666"/>
          <w:szCs w:val="21"/>
        </w:rPr>
        <w:t xml:space="preserve">  9.</w:t>
      </w:r>
      <w:r>
        <w:rPr>
          <w:rFonts w:hint="eastAsia" w:ascii="宋体" w:hAnsi="宋体" w:eastAsia="宋体" w:cs="宋体"/>
          <w:color w:val="666666"/>
          <w:szCs w:val="21"/>
        </w:rPr>
        <w:t xml:space="preserve">如释重负   心惊肉跳 </w:t>
      </w:r>
      <w:r>
        <w:rPr>
          <w:rFonts w:ascii="宋体" w:hAnsi="宋体" w:eastAsia="宋体" w:cs="宋体"/>
          <w:color w:val="666666"/>
          <w:szCs w:val="21"/>
        </w:rPr>
        <w:t>10.</w:t>
      </w:r>
      <w:r>
        <w:rPr>
          <w:rFonts w:hint="eastAsia" w:ascii="宋体" w:hAnsi="宋体" w:eastAsia="宋体" w:cs="宋体"/>
          <w:color w:val="666666"/>
          <w:szCs w:val="21"/>
        </w:rPr>
        <w:t>我心中疑云四起……出事了？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唉，早知道就不和她赌气了……越觉得事情不妙呢？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 xml:space="preserve">11.略    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 1.本题考查对课本知识的掌握，按照课文内容填空即可。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本题考查对课本知识的掌握，按照课文内容填空即可。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本题考查学生阅读短文提取信息的能力，在文中找出描写了的景物即</w:t>
      </w:r>
      <w:r>
        <w:rPr>
          <w:rFonts w:hint="eastAsia" w:ascii="宋体" w:hAnsi="宋体" w:eastAsia="宋体" w:cs="宋体"/>
          <w:color w:val="666666"/>
          <w:szCs w:val="21"/>
          <w:lang w:val="zh-CN"/>
        </w:rPr>
        <w:drawing>
          <wp:inline distT="0" distB="0" distL="0" distR="0">
            <wp:extent cx="1524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可。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本题考查对于词义的理解和掌握。按照给出的词义在文中找出合适的词语即可。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本题考查学生对文段中心意思的认识及迁移能力。认识到本文的主题是描写春光即可选出正确答案。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任选一句你觉得优美的话或者一个词语，并就它的表达效果进行分析即可。言之有理即可。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疑云顿起中的“顿”与“茅塞顿开”中的“顿”是同一个意思，都是理科的意思。疑云顿起：怀疑立刻就涌上来了。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对近义词辨析的考查。一是注意词义、感情色彩、程度、范围等细微的差别，结合语境意思来选择答案。二是注意语意的衔接和词语的搭配。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考查对于词义的理解和掌握。</w:t>
      </w:r>
    </w:p>
    <w:p>
      <w:pPr>
        <w:numPr>
          <w:ilvl w:val="0"/>
          <w:numId w:val="11"/>
        </w:num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在3、4段中找出描写心理活动的句子即可。</w:t>
      </w:r>
    </w:p>
    <w:p>
      <w:pPr>
        <w:numPr>
          <w:ilvl w:val="0"/>
          <w:numId w:val="11"/>
        </w:numPr>
        <w:tabs>
          <w:tab w:val="clear" w:pos="312"/>
        </w:tabs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依据自身实际，写出对父母的爱即可。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【题型】阅读理解题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</w:p>
    <w:p>
      <w:pPr>
        <w:spacing w:line="360" w:lineRule="auto"/>
        <w:ind w:left="630" w:leftChars="200" w:hanging="210" w:hangingChars="10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十三、【答案】例文：印象最深的篮球比赛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今天下午有一节体育课，我们已经完成了老师给的任务（慢</w:t>
      </w:r>
      <w:r>
        <w:rPr>
          <w:rFonts w:hint="eastAsia" w:ascii="宋体" w:hAnsi="宋体" w:eastAsia="宋体" w:cs="宋体"/>
          <w:color w:val="666666"/>
          <w:szCs w:val="21"/>
          <w:lang w:val="zh-CN"/>
        </w:rPr>
        <w:drawing>
          <wp:inline distT="0" distB="0" distL="0" distR="0">
            <wp:extent cx="1397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跑操场五圈）。接下来的时间，老师给我们自由活动（距离下课还有十几分钟）。我们愉快，激动地说：“好哦，好哦，老师万岁！”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男孩子们挤成一团，商量着来场什么比赛呢！只听到同学们接二连三的发出叽叽喳喳的声音，“打羽毛球吧！踢足球吧！打乒乓球吧……”大家相互问道。“我觉得打篮球比较好吧”我大声叫道。我的建议把大家吵闹的议论声给覆盖住了，随着几秒钟的停顿，突然，同学们异口同声地说：“这真是一个好主意！”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经过评选：我，黄伟涵，孙伟豪，还有称其新为蓝队；黄奕凯，王华章，陈马可，郑龙杰被选为红队。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比赛开始，我开始运球，一路奔跑，假装投球，对手马上来拦我，我一个急速旋转，把球传给了离我最近的黄伟涵，黄伟涵接到球立马带着球向篮筐进发。这时，红队选手紧跟上去，双手拦截，此时，我已经在黄伟涵的身边，我向黄伟涵使了一眼色，他趁对手不注意，从侧面把球又传给</w:t>
      </w:r>
      <w:r>
        <w:rPr>
          <w:rFonts w:hint="eastAsia" w:ascii="宋体" w:hAnsi="宋体" w:eastAsia="宋体" w:cs="宋体"/>
          <w:color w:val="666666"/>
          <w:szCs w:val="21"/>
          <w:lang w:val="zh-CN"/>
        </w:rPr>
        <w:drawing>
          <wp:inline distT="0" distB="0" distL="0" distR="0">
            <wp:extent cx="1270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szCs w:val="21"/>
        </w:rPr>
        <w:t>了我，我们真是配合默契啊。篮球就这样从我队友的手中溜到了我的手中，在红队疏于防范，不知所措中，我把球抛向了篮筐。“耶，进球喽，进球喽！”我兴奋地喊道。我的队友马上向我围了过来，我们击掌，相互拥抱，来庆祝我的第一个进球。原来，我把球运到罚球线时向球框使劲一推，球在半空中划出一道优美的弧线，落到白框，直接进球，这真是一个漂亮的进球。红队眼巴巴的看着我们的兴奋状态，心里一定羡慕，嫉妒，恨，哈哈。这一局，蓝队瞬间把红队“秒杀”，一点反击的机会都没有。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经过调整，红队商量着怎么反超我们，并喊道：“加油，加油，加油。”而我们也准备好迎战的气势：“继续，继续，继续。”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第二局开始，场上的气氛特别激烈，我和队友各就各位，随时迎战他们。只见黄奕凯带着球向我们逼来，他的气势强大，像阵狂风。竟轻而易举的绕过了我们的四道防线，在我们还没反应过来时，三步上栏，扣栏，进球，轻轻松松地拿下了这一球。真是眼珠子也掉了下来，“不会吧，真是牛气冲天啊！”我暗暗说道。这一会，红队队员双手举起，疯狂奔跑着，大喊大叫：“黄奕凯，你真牛，你真牛。”随着下课铃的响起，也结束了我们这场短暂又激烈的篮球友谊赛。</w:t>
      </w:r>
      <w:r>
        <w:rPr>
          <w:rFonts w:hint="eastAsia" w:ascii="宋体" w:hAnsi="宋体" w:eastAsia="宋体" w:cs="宋体"/>
          <w:color w:val="666666"/>
          <w:szCs w:val="21"/>
        </w:rPr>
        <w:br w:type="textWrapping"/>
      </w:r>
      <w:r>
        <w:rPr>
          <w:rFonts w:hint="eastAsia" w:ascii="宋体" w:hAnsi="宋体" w:eastAsia="宋体" w:cs="宋体"/>
          <w:color w:val="666666"/>
          <w:szCs w:val="21"/>
        </w:rPr>
        <w:t xml:space="preserve">    这就是我印象最深的篮球赛，很精彩吧！我希望通过篮球的历练，愿我和朋友们的友谊更加深远。 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【解析】描写出这项令你印象深刻的活动的场面和过程，一定要突出为何会使你印象深刻，紧扣题目要求，句子通顺，事件完整。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【题型】写作题</w:t>
      </w: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  <w:r>
        <w:rPr>
          <w:rFonts w:hint="eastAsia" w:ascii="宋体" w:hAnsi="宋体" w:eastAsia="宋体" w:cs="宋体"/>
          <w:color w:val="666666"/>
          <w:szCs w:val="21"/>
        </w:rPr>
        <w:t>【难度】一般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666666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DCC0A"/>
    <w:multiLevelType w:val="singleLevel"/>
    <w:tmpl w:val="847DCC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E0B32D3"/>
    <w:multiLevelType w:val="singleLevel"/>
    <w:tmpl w:val="9E0B32D3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8CECAD"/>
    <w:multiLevelType w:val="singleLevel"/>
    <w:tmpl w:val="D98CECA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1C196D"/>
    <w:multiLevelType w:val="singleLevel"/>
    <w:tmpl w:val="F01C196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1ED5DDA"/>
    <w:multiLevelType w:val="multilevel"/>
    <w:tmpl w:val="11ED5DDA"/>
    <w:lvl w:ilvl="0" w:tentative="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ECB4F9"/>
    <w:multiLevelType w:val="singleLevel"/>
    <w:tmpl w:val="16ECB4F9"/>
    <w:lvl w:ilvl="0" w:tentative="0">
      <w:start w:val="1"/>
      <w:numFmt w:val="decimal"/>
      <w:suff w:val="nothing"/>
      <w:lvlText w:val="%1、"/>
      <w:lvlJc w:val="left"/>
      <w:pPr>
        <w:ind w:left="105" w:firstLine="0"/>
      </w:pPr>
    </w:lvl>
  </w:abstractNum>
  <w:abstractNum w:abstractNumId="6">
    <w:nsid w:val="1A3A36E8"/>
    <w:multiLevelType w:val="singleLevel"/>
    <w:tmpl w:val="1A3A36E8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F01FA98"/>
    <w:multiLevelType w:val="singleLevel"/>
    <w:tmpl w:val="3F01FA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50DB99E0"/>
    <w:multiLevelType w:val="singleLevel"/>
    <w:tmpl w:val="50DB99E0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CABCD42"/>
    <w:multiLevelType w:val="singleLevel"/>
    <w:tmpl w:val="5CABCD42"/>
    <w:lvl w:ilvl="0" w:tentative="0">
      <w:start w:val="2"/>
      <w:numFmt w:val="decimal"/>
      <w:suff w:val="nothing"/>
      <w:lvlText w:val="%1、"/>
      <w:lvlJc w:val="left"/>
    </w:lvl>
  </w:abstractNum>
  <w:abstractNum w:abstractNumId="10">
    <w:nsid w:val="5ECB36AB"/>
    <w:multiLevelType w:val="singleLevel"/>
    <w:tmpl w:val="5ECB36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A1B5C"/>
    <w:rsid w:val="0033353B"/>
    <w:rsid w:val="00341838"/>
    <w:rsid w:val="008F7126"/>
    <w:rsid w:val="00C40ECF"/>
    <w:rsid w:val="00D8708F"/>
    <w:rsid w:val="00DB216E"/>
    <w:rsid w:val="00E0718D"/>
    <w:rsid w:val="00FD7CEE"/>
    <w:rsid w:val="15853F5B"/>
    <w:rsid w:val="254057A2"/>
    <w:rsid w:val="340A1B5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a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北京今日学易科技有限公司(Zxxk.Com)</Company>
  <Pages>9</Pages>
  <Words>4029</Words>
  <Characters>5683</Characters>
  <Lines>202</Lines>
  <Paragraphs>183</Paragraphs>
  <TotalTime>0</TotalTime>
  <ScaleCrop>false</ScaleCrop>
  <LinksUpToDate>false</LinksUpToDate>
  <CharactersWithSpaces>9529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2018-03-30T06:18:00Z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2018-04-26T06:07:41Z</dcterms:modified>
  <dc:subject>2017-2018学年第二学期期中考试-四年级语文苏教版3.docx</dc:subject>
  <dc:title>2017-2018学年第二学期期中考试-四年级语文苏教版3.docx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