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9DE" w:rsidRPr="00717602" w:rsidRDefault="007019DE" w:rsidP="007019DE">
      <w:pPr>
        <w:spacing w:line="400" w:lineRule="exact"/>
        <w:jc w:val="center"/>
        <w:rPr>
          <w:rFonts w:ascii="华文新魏" w:eastAsia="华文新魏" w:hAnsi="华文新魏" w:cs="华文新魏"/>
          <w:b/>
          <w:szCs w:val="21"/>
        </w:rPr>
      </w:pPr>
      <w:r w:rsidRPr="00717602">
        <w:rPr>
          <w:rFonts w:ascii="华文新魏" w:eastAsia="华文新魏" w:hAnsi="华文新魏" w:cs="华文新魏" w:hint="eastAsia"/>
          <w:b/>
          <w:szCs w:val="21"/>
        </w:rPr>
        <w:t>期中检测题A</w:t>
      </w:r>
    </w:p>
    <w:p w:rsidR="007019DE" w:rsidRPr="00717602" w:rsidRDefault="007019DE" w:rsidP="007019DE">
      <w:pPr>
        <w:spacing w:line="400" w:lineRule="exact"/>
        <w:jc w:val="center"/>
        <w:rPr>
          <w:rFonts w:ascii="华文新魏" w:eastAsia="华文新魏" w:hAnsi="华文新魏" w:cs="华文新魏"/>
          <w:szCs w:val="21"/>
        </w:rPr>
      </w:pPr>
      <w:r w:rsidRPr="00717602">
        <w:rPr>
          <w:rFonts w:ascii="华文新魏" w:eastAsia="华文新魏" w:hAnsi="华文新魏" w:cs="华文新魏" w:hint="eastAsia"/>
          <w:szCs w:val="21"/>
        </w:rPr>
        <w:t xml:space="preserve">                               (满分100分）</w:t>
      </w:r>
    </w:p>
    <w:p w:rsidR="007019DE" w:rsidRPr="00717602" w:rsidRDefault="007019DE" w:rsidP="007019DE">
      <w:pPr>
        <w:numPr>
          <w:ilvl w:val="0"/>
          <w:numId w:val="1"/>
        </w:numPr>
        <w:spacing w:line="44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填空题（25分）</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1.0.24 ×0.6的积是 (         )位小数，5.24的1.02倍得数保留一位小数是（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2.12千克 =(        )吨    3 小时45分 =(          )时。</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3.(         )是0.17的1000倍;  0.3缩小到原来的(       )是0.003。</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4.两个因数的积是12.6,一个因数扩大10倍,另一个因数不变,则积是(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5.1.26868……是（             ）小数，可以简写成（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6.9.999……保留一位小数是(           ),精确到百分位是(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 xml:space="preserve">7. </w:t>
      </w:r>
      <w:proofErr w:type="gramStart"/>
      <w:r w:rsidRPr="00717602">
        <w:rPr>
          <w:rFonts w:ascii="华文新魏" w:eastAsia="华文新魏" w:hAnsi="华文新魏" w:cs="华文新魏" w:hint="eastAsia"/>
          <w:kern w:val="0"/>
          <w:szCs w:val="21"/>
        </w:rPr>
        <w:t>一个非零的</w:t>
      </w:r>
      <w:proofErr w:type="gramEnd"/>
      <w:r w:rsidRPr="00717602">
        <w:rPr>
          <w:rFonts w:ascii="华文新魏" w:eastAsia="华文新魏" w:hAnsi="华文新魏" w:cs="华文新魏" w:hint="eastAsia"/>
          <w:kern w:val="0"/>
          <w:szCs w:val="21"/>
        </w:rPr>
        <w:t>数除以0.1,相当于这个数乘(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8.a的8倍是(           ), 比x的</w:t>
      </w:r>
      <w:proofErr w:type="gramStart"/>
      <w:r w:rsidRPr="00717602">
        <w:rPr>
          <w:rFonts w:ascii="华文新魏" w:eastAsia="华文新魏" w:hAnsi="华文新魏" w:cs="华文新魏" w:hint="eastAsia"/>
          <w:kern w:val="0"/>
          <w:szCs w:val="21"/>
        </w:rPr>
        <w:t>3倍少</w:t>
      </w:r>
      <w:proofErr w:type="gramEnd"/>
      <w:r w:rsidRPr="00717602">
        <w:rPr>
          <w:rFonts w:ascii="华文新魏" w:eastAsia="华文新魏" w:hAnsi="华文新魏" w:cs="华文新魏" w:hint="eastAsia"/>
          <w:kern w:val="0"/>
          <w:szCs w:val="21"/>
        </w:rPr>
        <w:t>12的数是(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9.当5.03÷0.4的商是12.5时,它的余数是(            )。</w:t>
      </w:r>
      <w:r w:rsidRPr="00717602">
        <w:rPr>
          <w:sz w:val="11"/>
          <w:szCs w:val="11"/>
          <w:lang w:val="pt-BR"/>
        </w:rPr>
        <w:t xml:space="preserve">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10.一个两位小数四舍五入后,</w:t>
      </w:r>
      <w:proofErr w:type="gramStart"/>
      <w:r w:rsidRPr="00717602">
        <w:rPr>
          <w:rFonts w:ascii="华文新魏" w:eastAsia="华文新魏" w:hAnsi="华文新魏" w:cs="华文新魏" w:hint="eastAsia"/>
          <w:kern w:val="0"/>
          <w:szCs w:val="21"/>
        </w:rPr>
        <w:t>近似数</w:t>
      </w:r>
      <w:proofErr w:type="gramEnd"/>
      <w:r w:rsidRPr="00717602">
        <w:rPr>
          <w:rFonts w:ascii="华文新魏" w:eastAsia="华文新魏" w:hAnsi="华文新魏" w:cs="华文新魏" w:hint="eastAsia"/>
          <w:kern w:val="0"/>
          <w:szCs w:val="21"/>
        </w:rPr>
        <w:t>是4.5,这两位小数最小可能是(           ),最大可能是(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11.一支钢笔的单价是7.8元，老师买了n只这样的钢笔，应付（        ）元，50元最多可以买这样的钢笔（         ）支。</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12.在小数除法中，要把（           ）化成整数再计算。</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13.根据2784÷32=87，可以推算出3.2×0.87=（           ），27.84÷3.2=（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 xml:space="preserve">14.一本书有a页，小华每天看8页，看了x天，还剩（              ）页没看，如果a=120，x=6，还剩（          ）页没看。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15.像100+X=250这样含有未知数的等式叫（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二、</w:t>
      </w:r>
      <w:r w:rsidRPr="00717602">
        <w:rPr>
          <w:rFonts w:ascii="华文新魏" w:eastAsia="华文新魏" w:hAnsi="华文新魏" w:cs="华文新魏" w:hint="eastAsia"/>
          <w:szCs w:val="21"/>
        </w:rPr>
        <w:t>判断题（14分）</w:t>
      </w:r>
    </w:p>
    <w:p w:rsidR="007019DE" w:rsidRPr="00717602" w:rsidRDefault="007019DE" w:rsidP="007019DE">
      <w:pPr>
        <w:spacing w:line="440" w:lineRule="atLeast"/>
        <w:jc w:val="left"/>
        <w:rPr>
          <w:rFonts w:ascii="华文新魏" w:eastAsia="华文新魏" w:hAnsi="华文新魏" w:cs="华文新魏"/>
          <w:szCs w:val="21"/>
        </w:rPr>
      </w:pPr>
      <w:r w:rsidRPr="00717602">
        <w:rPr>
          <w:rFonts w:ascii="华文新魏" w:eastAsia="华文新魏" w:hAnsi="华文新魏" w:cs="华文新魏" w:hint="eastAsia"/>
          <w:kern w:val="0"/>
          <w:szCs w:val="21"/>
        </w:rPr>
        <w:t>1.</w:t>
      </w:r>
      <w:proofErr w:type="gramStart"/>
      <w:r w:rsidRPr="00717602">
        <w:rPr>
          <w:rFonts w:ascii="华文新魏" w:eastAsia="华文新魏" w:hAnsi="华文新魏" w:cs="华文新魏" w:hint="eastAsia"/>
          <w:kern w:val="0"/>
          <w:szCs w:val="21"/>
        </w:rPr>
        <w:t>近似数</w:t>
      </w:r>
      <w:proofErr w:type="gramEnd"/>
      <w:r w:rsidRPr="00717602">
        <w:rPr>
          <w:rFonts w:ascii="华文新魏" w:eastAsia="华文新魏" w:hAnsi="华文新魏" w:cs="华文新魏" w:hint="eastAsia"/>
          <w:kern w:val="0"/>
          <w:szCs w:val="21"/>
        </w:rPr>
        <w:t>6.00和6.0的大小相等,精确度一样。             (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2.循环小数都是无限小数。                                (  )</w:t>
      </w:r>
    </w:p>
    <w:p w:rsidR="007019DE" w:rsidRPr="00717602" w:rsidRDefault="007019DE" w:rsidP="007019DE">
      <w:pPr>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3.35.6×100＞35.6÷0.01                           (   )</w:t>
      </w: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4.x²与2x都表示2个x相乘。                           （      ）</w:t>
      </w: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5.0.3×8与3×0.8计算结果相等。                      （      ）</w:t>
      </w: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6.方程一定是等式，等式不一定是方程。                  （      ）</w:t>
      </w: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7.5.666666是循环小数。                               （      ）</w:t>
      </w:r>
    </w:p>
    <w:p w:rsidR="007019DE" w:rsidRPr="00717602" w:rsidRDefault="007019DE" w:rsidP="007019DE">
      <w:pPr>
        <w:spacing w:line="420" w:lineRule="atLeast"/>
        <w:jc w:val="left"/>
        <w:rPr>
          <w:rFonts w:ascii="华文新魏" w:eastAsia="华文新魏" w:hAnsi="华文新魏" w:cs="华文新魏"/>
          <w:szCs w:val="21"/>
        </w:rPr>
      </w:pP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lastRenderedPageBreak/>
        <w:t>三、选择题（16分）</w:t>
      </w:r>
    </w:p>
    <w:p w:rsidR="007019DE" w:rsidRPr="00717602" w:rsidRDefault="007019DE" w:rsidP="007019DE">
      <w:pPr>
        <w:widowControl/>
        <w:shd w:val="clear" w:color="auto" w:fill="FFFFFF"/>
        <w:spacing w:line="42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1.与91.2÷0.57得数相同的算式是(     )。</w:t>
      </w:r>
    </w:p>
    <w:p w:rsidR="007019DE" w:rsidRPr="00717602" w:rsidRDefault="007019DE" w:rsidP="007019DE">
      <w:pPr>
        <w:widowControl/>
        <w:shd w:val="clear" w:color="auto" w:fill="FFFFFF"/>
        <w:spacing w:line="420" w:lineRule="atLeast"/>
        <w:ind w:firstLineChars="100" w:firstLine="210"/>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A.912÷57          B.9.12÷5.7            C.9120÷57 </w:t>
      </w:r>
    </w:p>
    <w:p w:rsidR="007019DE" w:rsidRPr="00717602" w:rsidRDefault="007019DE" w:rsidP="007019DE">
      <w:pPr>
        <w:widowControl/>
        <w:shd w:val="clear" w:color="auto" w:fill="FFFFFF"/>
        <w:spacing w:line="420" w:lineRule="atLeast"/>
        <w:ind w:firstLineChars="100" w:firstLine="210"/>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2.两个数相除的商是0.07,如果被除数扩大10倍,除数不变,则商(   )。</w:t>
      </w:r>
    </w:p>
    <w:p w:rsidR="007019DE" w:rsidRPr="00717602" w:rsidRDefault="00BC1EE6" w:rsidP="007019DE">
      <w:pPr>
        <w:widowControl/>
        <w:shd w:val="clear" w:color="auto" w:fill="FFFFFF"/>
        <w:spacing w:line="460" w:lineRule="atLeast"/>
        <w:ind w:firstLineChars="100" w:firstLine="210"/>
        <w:jc w:val="left"/>
        <w:rPr>
          <w:rFonts w:ascii="华文新魏" w:eastAsia="华文新魏" w:hAnsi="华文新魏" w:cs="华文新魏"/>
          <w:kern w:val="0"/>
          <w:szCs w:val="21"/>
        </w:rPr>
      </w:pPr>
      <w:r>
        <w:rPr>
          <w:rFonts w:ascii="华文新魏" w:eastAsia="华文新魏" w:hAnsi="华文新魏" w:cs="华文新魏"/>
          <w:kern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2" o:spid="_x0000_s1026" type="#_x0000_t75" alt="" style="position:absolute;left:0;text-align:left;margin-left:389.85pt;margin-top:2.25pt;width:15.75pt;height:30.75pt;z-index:1">
            <v:imagedata r:id="rId8" o:title=""/>
          </v:shape>
          <o:OLEObject Type="Embed" ProgID="Equation.3" ShapeID="对象 2" DrawAspect="Content" ObjectID="_1597560777" r:id="rId9">
            <o:FieldCodes>\* MERGEFORMAT</o:FieldCodes>
          </o:OLEObject>
        </w:pict>
      </w:r>
      <w:r w:rsidR="007019DE" w:rsidRPr="00717602">
        <w:rPr>
          <w:rFonts w:ascii="华文新魏" w:eastAsia="华文新魏" w:hAnsi="华文新魏" w:cs="华文新魏" w:hint="eastAsia"/>
          <w:kern w:val="0"/>
          <w:szCs w:val="21"/>
        </w:rPr>
        <w:t>A.不变             B.也扩大10倍        C.缩小到原来的</w:t>
      </w:r>
    </w:p>
    <w:p w:rsidR="007019DE" w:rsidRPr="00717602" w:rsidRDefault="007019DE" w:rsidP="007019DE">
      <w:pPr>
        <w:widowControl/>
        <w:shd w:val="clear" w:color="auto" w:fill="FFFFFF"/>
        <w:spacing w:line="46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3.4÷11的商用循环小数表示,则小数点后面第20位数字是(   )。</w:t>
      </w:r>
    </w:p>
    <w:p w:rsidR="007019DE" w:rsidRPr="00717602" w:rsidRDefault="007019DE" w:rsidP="007019DE">
      <w:pPr>
        <w:widowControl/>
        <w:shd w:val="clear" w:color="auto" w:fill="FFFFFF"/>
        <w:spacing w:line="420" w:lineRule="atLeast"/>
        <w:ind w:firstLineChars="100" w:firstLine="210"/>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A.0                B.3                   C.6</w:t>
      </w:r>
    </w:p>
    <w:p w:rsidR="007019DE" w:rsidRPr="00717602" w:rsidRDefault="007019DE" w:rsidP="007019DE">
      <w:pPr>
        <w:widowControl/>
        <w:shd w:val="clear" w:color="auto" w:fill="FFFFFF"/>
        <w:spacing w:line="42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4.下面算式中,与9.7×100.1的结果不相等是(   )。</w:t>
      </w:r>
    </w:p>
    <w:p w:rsidR="007019DE" w:rsidRPr="00717602" w:rsidRDefault="007019DE" w:rsidP="007019DE">
      <w:pPr>
        <w:widowControl/>
        <w:shd w:val="clear" w:color="auto" w:fill="FFFFFF"/>
        <w:spacing w:line="420" w:lineRule="atLeast"/>
        <w:ind w:firstLineChars="100" w:firstLine="210"/>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A.9.7×100＋9.7×0.1   B.(100＋0.1)×9.7   C.9.7＋9.7×100</w:t>
      </w:r>
    </w:p>
    <w:p w:rsidR="007019DE" w:rsidRPr="00717602" w:rsidRDefault="007019DE" w:rsidP="007019DE">
      <w:pPr>
        <w:widowControl/>
        <w:shd w:val="clear" w:color="auto" w:fill="FFFFFF"/>
        <w:spacing w:line="42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5.比X多12的数,再扩大4倍是多少?用式子表示是(   )。</w:t>
      </w:r>
    </w:p>
    <w:p w:rsidR="007019DE" w:rsidRPr="00717602" w:rsidRDefault="007019DE" w:rsidP="007019DE">
      <w:pPr>
        <w:widowControl/>
        <w:shd w:val="clear" w:color="auto" w:fill="FFFFFF"/>
        <w:spacing w:line="420" w:lineRule="atLeast"/>
        <w:ind w:firstLineChars="50" w:firstLine="105"/>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 A.X＋12×4         B.(X＋12)×4      C.4X＋12</w:t>
      </w: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6.6.8×101=6.8×100+6.8是运用了（       ）。</w:t>
      </w:r>
      <w:r w:rsidRPr="00717602">
        <w:rPr>
          <w:sz w:val="11"/>
          <w:szCs w:val="11"/>
          <w:lang w:val="pt-BR"/>
        </w:rPr>
        <w:t xml:space="preserve"> </w:t>
      </w:r>
    </w:p>
    <w:p w:rsidR="007019DE" w:rsidRPr="00717602" w:rsidRDefault="007019DE" w:rsidP="007019DE">
      <w:pPr>
        <w:spacing w:line="420" w:lineRule="atLeast"/>
        <w:ind w:firstLineChars="100" w:firstLine="210"/>
        <w:jc w:val="left"/>
        <w:rPr>
          <w:rFonts w:ascii="华文新魏" w:eastAsia="华文新魏" w:hAnsi="华文新魏" w:cs="华文新魏"/>
          <w:szCs w:val="21"/>
        </w:rPr>
      </w:pPr>
      <w:r w:rsidRPr="00717602">
        <w:rPr>
          <w:rFonts w:ascii="华文新魏" w:eastAsia="华文新魏" w:hAnsi="华文新魏" w:cs="华文新魏" w:hint="eastAsia"/>
          <w:szCs w:val="21"/>
        </w:rPr>
        <w:t xml:space="preserve">A.乘法交换律       B.乘法结合律           C.乘法分配律 </w:t>
      </w: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7.下面各式的结果大于1的算式是（       ）。</w:t>
      </w: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 xml:space="preserve">  A.1÷0.88          B.0.88÷1              C.0.88×1    </w:t>
      </w: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8.小强的妈妈将2.5千克的香油分装在一些玻璃瓶里，每个瓶最多可装0.4千克，妈妈需要准备（   ）个瓶。</w:t>
      </w:r>
    </w:p>
    <w:p w:rsidR="007019DE" w:rsidRPr="00717602" w:rsidRDefault="007019DE" w:rsidP="007019DE">
      <w:pPr>
        <w:spacing w:line="420" w:lineRule="atLeast"/>
        <w:ind w:firstLineChars="100" w:firstLine="210"/>
        <w:jc w:val="left"/>
        <w:rPr>
          <w:rFonts w:ascii="华文新魏" w:eastAsia="华文新魏" w:hAnsi="华文新魏" w:cs="华文新魏"/>
          <w:szCs w:val="21"/>
        </w:rPr>
      </w:pPr>
      <w:r w:rsidRPr="00717602">
        <w:rPr>
          <w:rFonts w:ascii="华文新魏" w:eastAsia="华文新魏" w:hAnsi="华文新魏" w:cs="华文新魏" w:hint="eastAsia"/>
          <w:szCs w:val="21"/>
        </w:rPr>
        <w:t>A.6                B.6.25                 C.7</w:t>
      </w: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四、计算题（22分）</w:t>
      </w: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1.口算（4分）</w:t>
      </w:r>
    </w:p>
    <w:p w:rsidR="007019DE" w:rsidRPr="00717602" w:rsidRDefault="007019DE" w:rsidP="007019DE">
      <w:pPr>
        <w:widowControl/>
        <w:shd w:val="clear" w:color="auto" w:fill="FFFFFF"/>
        <w:spacing w:line="42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0.54÷0.6 =      4.8×0 =         0.16÷0.016=     </w:t>
      </w:r>
    </w:p>
    <w:p w:rsidR="007019DE" w:rsidRPr="00717602" w:rsidRDefault="007019DE" w:rsidP="007019DE">
      <w:pPr>
        <w:widowControl/>
        <w:shd w:val="clear" w:color="auto" w:fill="FFFFFF"/>
        <w:spacing w:line="42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0.1＋0.9÷0.1 =</w:t>
      </w:r>
      <w:r w:rsidRPr="00717602">
        <w:rPr>
          <w:rFonts w:ascii="华文新魏" w:eastAsia="华文新魏" w:hAnsi="华文新魏" w:cs="华文新魏" w:hint="eastAsia"/>
          <w:szCs w:val="21"/>
        </w:rPr>
        <w:t xml:space="preserve">      </w:t>
      </w:r>
      <w:r w:rsidRPr="00717602">
        <w:rPr>
          <w:rFonts w:ascii="华文新魏" w:eastAsia="华文新魏" w:hAnsi="华文新魏" w:cs="华文新魏" w:hint="eastAsia"/>
          <w:kern w:val="0"/>
          <w:szCs w:val="21"/>
        </w:rPr>
        <w:t xml:space="preserve">18×0.01=                  3.4÷17=        </w:t>
      </w:r>
    </w:p>
    <w:p w:rsidR="007019DE" w:rsidRPr="00717602" w:rsidRDefault="007019DE" w:rsidP="007019DE">
      <w:pPr>
        <w:widowControl/>
        <w:shd w:val="clear" w:color="auto" w:fill="FFFFFF"/>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kern w:val="0"/>
          <w:szCs w:val="21"/>
        </w:rPr>
        <w:t>0.02×0.5 =        0.25×4÷0.25×4 =</w:t>
      </w: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2.竖式计算（最后一道得数保留一位小数）(6分)</w:t>
      </w:r>
    </w:p>
    <w:p w:rsidR="007019DE" w:rsidRPr="00717602" w:rsidRDefault="007019DE" w:rsidP="007019DE">
      <w:pPr>
        <w:spacing w:line="420" w:lineRule="atLeast"/>
        <w:ind w:leftChars="114" w:left="5489" w:hangingChars="2500" w:hanging="5250"/>
        <w:jc w:val="left"/>
        <w:rPr>
          <w:rFonts w:ascii="华文新魏" w:eastAsia="华文新魏" w:hAnsi="华文新魏" w:cs="华文新魏"/>
          <w:szCs w:val="21"/>
        </w:rPr>
      </w:pPr>
      <w:r w:rsidRPr="00717602">
        <w:rPr>
          <w:rFonts w:ascii="华文新魏" w:eastAsia="华文新魏" w:hAnsi="华文新魏" w:cs="华文新魏" w:hint="eastAsia"/>
          <w:szCs w:val="21"/>
        </w:rPr>
        <w:t xml:space="preserve">2.35×1.2             2.091÷1.02                2.65÷3.4       </w:t>
      </w:r>
    </w:p>
    <w:p w:rsidR="007019DE" w:rsidRPr="00717602" w:rsidRDefault="007019DE" w:rsidP="007019DE">
      <w:pPr>
        <w:spacing w:line="420" w:lineRule="atLeast"/>
        <w:jc w:val="left"/>
        <w:rPr>
          <w:rFonts w:ascii="华文新魏" w:eastAsia="华文新魏" w:hAnsi="华文新魏" w:cs="华文新魏"/>
          <w:szCs w:val="21"/>
        </w:rPr>
      </w:pPr>
    </w:p>
    <w:p w:rsidR="007019DE" w:rsidRPr="00717602" w:rsidRDefault="007019DE" w:rsidP="007019DE">
      <w:pPr>
        <w:spacing w:line="420" w:lineRule="atLeast"/>
        <w:jc w:val="left"/>
        <w:rPr>
          <w:rFonts w:ascii="华文新魏" w:eastAsia="华文新魏" w:hAnsi="华文新魏" w:cs="华文新魏"/>
          <w:szCs w:val="21"/>
        </w:rPr>
      </w:pPr>
    </w:p>
    <w:p w:rsidR="007019DE" w:rsidRPr="00717602" w:rsidRDefault="007019DE" w:rsidP="007019DE">
      <w:pPr>
        <w:spacing w:line="420" w:lineRule="atLeast"/>
        <w:jc w:val="left"/>
        <w:rPr>
          <w:rFonts w:ascii="华文新魏" w:eastAsia="华文新魏" w:hAnsi="华文新魏" w:cs="华文新魏"/>
          <w:szCs w:val="21"/>
        </w:rPr>
      </w:pP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3.简算运算(12分)</w:t>
      </w:r>
    </w:p>
    <w:p w:rsidR="007019DE" w:rsidRPr="00717602" w:rsidRDefault="007019DE" w:rsidP="007019DE">
      <w:pPr>
        <w:snapToGrid w:val="0"/>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 xml:space="preserve"> 21÷0.25÷0.4                        3.6×201  </w:t>
      </w:r>
    </w:p>
    <w:p w:rsidR="007019DE" w:rsidRPr="00717602" w:rsidRDefault="007019DE" w:rsidP="007019DE">
      <w:pPr>
        <w:snapToGrid w:val="0"/>
        <w:spacing w:line="420" w:lineRule="atLeast"/>
        <w:jc w:val="left"/>
        <w:rPr>
          <w:rFonts w:ascii="华文新魏" w:eastAsia="华文新魏" w:hAnsi="华文新魏" w:cs="华文新魏"/>
          <w:szCs w:val="21"/>
        </w:rPr>
      </w:pPr>
    </w:p>
    <w:p w:rsidR="007019DE" w:rsidRPr="00717602" w:rsidRDefault="007019DE" w:rsidP="007019DE">
      <w:pPr>
        <w:snapToGrid w:val="0"/>
        <w:spacing w:line="420" w:lineRule="atLeast"/>
        <w:jc w:val="left"/>
        <w:rPr>
          <w:rFonts w:ascii="华文新魏" w:eastAsia="华文新魏" w:hAnsi="华文新魏" w:cs="华文新魏"/>
          <w:szCs w:val="21"/>
        </w:rPr>
      </w:pPr>
    </w:p>
    <w:p w:rsidR="007019DE" w:rsidRPr="00717602" w:rsidRDefault="007019DE" w:rsidP="007019DE">
      <w:pPr>
        <w:snapToGrid w:val="0"/>
        <w:spacing w:line="420" w:lineRule="atLeast"/>
        <w:jc w:val="left"/>
        <w:rPr>
          <w:rFonts w:ascii="华文新魏" w:eastAsia="华文新魏" w:hAnsi="华文新魏" w:cs="华文新魏"/>
          <w:szCs w:val="21"/>
        </w:rPr>
      </w:pPr>
    </w:p>
    <w:p w:rsidR="007019DE" w:rsidRPr="00717602" w:rsidRDefault="007019DE" w:rsidP="007019DE">
      <w:pPr>
        <w:snapToGrid w:val="0"/>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lastRenderedPageBreak/>
        <w:t xml:space="preserve"> 3.5×0.7＋5.5×0.7＋0.7            28.4×99+28.4          </w:t>
      </w:r>
    </w:p>
    <w:p w:rsidR="007019DE" w:rsidRPr="00717602" w:rsidRDefault="007019DE" w:rsidP="007019DE">
      <w:pPr>
        <w:snapToGrid w:val="0"/>
        <w:spacing w:line="420" w:lineRule="atLeast"/>
        <w:jc w:val="left"/>
        <w:rPr>
          <w:rFonts w:ascii="华文新魏" w:eastAsia="华文新魏" w:hAnsi="华文新魏" w:cs="华文新魏"/>
          <w:szCs w:val="21"/>
        </w:rPr>
      </w:pPr>
    </w:p>
    <w:p w:rsidR="007019DE" w:rsidRPr="00717602" w:rsidRDefault="007019DE" w:rsidP="007019DE">
      <w:pPr>
        <w:snapToGrid w:val="0"/>
        <w:spacing w:line="420" w:lineRule="atLeast"/>
        <w:jc w:val="left"/>
        <w:rPr>
          <w:rFonts w:ascii="华文新魏" w:eastAsia="华文新魏" w:hAnsi="华文新魏" w:cs="华文新魏"/>
          <w:szCs w:val="21"/>
        </w:rPr>
      </w:pPr>
    </w:p>
    <w:p w:rsidR="007019DE" w:rsidRPr="00717602" w:rsidRDefault="007019DE" w:rsidP="007019DE">
      <w:pPr>
        <w:snapToGrid w:val="0"/>
        <w:spacing w:line="420" w:lineRule="atLeast"/>
        <w:jc w:val="left"/>
        <w:rPr>
          <w:rFonts w:ascii="华文新魏" w:eastAsia="华文新魏" w:hAnsi="华文新魏" w:cs="华文新魏"/>
          <w:szCs w:val="21"/>
        </w:rPr>
      </w:pPr>
    </w:p>
    <w:p w:rsidR="007019DE" w:rsidRPr="00717602" w:rsidRDefault="007019DE" w:rsidP="007019DE">
      <w:pPr>
        <w:snapToGrid w:val="0"/>
        <w:spacing w:line="420" w:lineRule="atLeast"/>
        <w:jc w:val="left"/>
        <w:rPr>
          <w:rFonts w:ascii="华文新魏" w:eastAsia="华文新魏" w:hAnsi="华文新魏" w:cs="华文新魏"/>
          <w:szCs w:val="21"/>
        </w:rPr>
      </w:pPr>
    </w:p>
    <w:p w:rsidR="007019DE" w:rsidRPr="00717602" w:rsidRDefault="007019DE" w:rsidP="007019DE">
      <w:pPr>
        <w:snapToGrid w:val="0"/>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4×0.8×12.5×2.5                4.8×1.25</w:t>
      </w:r>
    </w:p>
    <w:p w:rsidR="007019DE" w:rsidRPr="00717602" w:rsidRDefault="007019DE" w:rsidP="007019DE">
      <w:pPr>
        <w:spacing w:line="420" w:lineRule="atLeast"/>
        <w:jc w:val="left"/>
        <w:rPr>
          <w:rFonts w:ascii="华文新魏" w:eastAsia="华文新魏" w:hAnsi="华文新魏" w:cs="华文新魏"/>
          <w:szCs w:val="21"/>
        </w:rPr>
      </w:pPr>
    </w:p>
    <w:p w:rsidR="007019DE" w:rsidRPr="00717602" w:rsidRDefault="007019DE" w:rsidP="007019DE">
      <w:pPr>
        <w:spacing w:line="420" w:lineRule="atLeast"/>
        <w:jc w:val="left"/>
        <w:rPr>
          <w:rFonts w:ascii="华文新魏" w:eastAsia="华文新魏" w:hAnsi="华文新魏" w:cs="华文新魏"/>
          <w:szCs w:val="21"/>
        </w:rPr>
      </w:pPr>
    </w:p>
    <w:p w:rsidR="007019DE" w:rsidRPr="00717602" w:rsidRDefault="007019DE" w:rsidP="007019DE">
      <w:pPr>
        <w:spacing w:line="420" w:lineRule="atLeast"/>
        <w:jc w:val="left"/>
        <w:rPr>
          <w:rFonts w:ascii="华文新魏" w:eastAsia="华文新魏" w:hAnsi="华文新魏" w:cs="华文新魏"/>
          <w:szCs w:val="21"/>
        </w:rPr>
      </w:pPr>
    </w:p>
    <w:p w:rsidR="007019DE" w:rsidRPr="00717602" w:rsidRDefault="007019DE" w:rsidP="007019DE">
      <w:pPr>
        <w:spacing w:line="420" w:lineRule="atLeast"/>
        <w:jc w:val="left"/>
        <w:rPr>
          <w:rFonts w:ascii="华文新魏" w:eastAsia="华文新魏" w:hAnsi="华文新魏" w:cs="华文新魏"/>
          <w:szCs w:val="21"/>
        </w:rPr>
      </w:pP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五、生活应用（23分）</w:t>
      </w:r>
    </w:p>
    <w:p w:rsidR="007019DE" w:rsidRPr="00717602" w:rsidRDefault="007019DE" w:rsidP="007019DE">
      <w:pPr>
        <w:widowControl/>
        <w:shd w:val="clear" w:color="auto" w:fill="FFFFFF"/>
        <w:spacing w:line="420" w:lineRule="atLeast"/>
        <w:ind w:left="1"/>
        <w:jc w:val="left"/>
        <w:rPr>
          <w:rFonts w:ascii="华文新魏" w:eastAsia="华文新魏" w:hAnsi="华文新魏" w:cs="华文新魏"/>
          <w:kern w:val="0"/>
          <w:szCs w:val="21"/>
        </w:rPr>
      </w:pPr>
      <w:r w:rsidRPr="00717602">
        <w:rPr>
          <w:rFonts w:ascii="华文新魏" w:eastAsia="华文新魏" w:hAnsi="华文新魏" w:cs="华文新魏" w:hint="eastAsia"/>
          <w:szCs w:val="21"/>
        </w:rPr>
        <w:t>1.制作一个蛋糕需要0.32千克面粉，李师傅领了5千克面粉，他最多可以做多少个蛋糕？（3分）</w:t>
      </w:r>
    </w:p>
    <w:p w:rsidR="007019DE" w:rsidRPr="00717602" w:rsidRDefault="007019DE" w:rsidP="007019DE">
      <w:pPr>
        <w:widowControl/>
        <w:shd w:val="clear" w:color="auto" w:fill="FFFFFF"/>
        <w:spacing w:line="420" w:lineRule="atLeast"/>
        <w:ind w:left="1"/>
        <w:jc w:val="left"/>
        <w:rPr>
          <w:rFonts w:ascii="华文新魏" w:eastAsia="华文新魏" w:hAnsi="华文新魏" w:cs="华文新魏"/>
          <w:kern w:val="0"/>
          <w:szCs w:val="21"/>
        </w:rPr>
      </w:pPr>
    </w:p>
    <w:p w:rsidR="007019DE" w:rsidRPr="00717602" w:rsidRDefault="007019DE" w:rsidP="007019DE">
      <w:pPr>
        <w:spacing w:line="420" w:lineRule="atLeast"/>
        <w:jc w:val="left"/>
        <w:rPr>
          <w:rFonts w:ascii="华文新魏" w:eastAsia="华文新魏" w:hAnsi="华文新魏" w:cs="华文新魏"/>
          <w:szCs w:val="21"/>
        </w:rPr>
      </w:pPr>
    </w:p>
    <w:p w:rsidR="007019DE" w:rsidRPr="00717602" w:rsidRDefault="007019DE" w:rsidP="007019DE">
      <w:pPr>
        <w:spacing w:line="420" w:lineRule="atLeast"/>
        <w:jc w:val="left"/>
        <w:rPr>
          <w:rFonts w:ascii="华文新魏" w:eastAsia="华文新魏" w:hAnsi="华文新魏" w:cs="华文新魏"/>
          <w:szCs w:val="21"/>
        </w:rPr>
      </w:pP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2.王老师骑车的速度是15千米/时，他从家骑车到学校要用0.25小时，他家离学校有多远？如果他改为步行，每小时走5千米，用0.8小时能到学校吗？（6分）</w:t>
      </w:r>
    </w:p>
    <w:p w:rsidR="007019DE" w:rsidRPr="00717602" w:rsidRDefault="007019DE" w:rsidP="007019DE">
      <w:pPr>
        <w:widowControl/>
        <w:shd w:val="clear" w:color="auto" w:fill="FFFFFF"/>
        <w:spacing w:line="420" w:lineRule="atLeast"/>
        <w:jc w:val="left"/>
        <w:rPr>
          <w:rFonts w:ascii="华文新魏" w:eastAsia="华文新魏" w:hAnsi="华文新魏" w:cs="华文新魏"/>
          <w:kern w:val="0"/>
          <w:szCs w:val="21"/>
        </w:rPr>
      </w:pPr>
    </w:p>
    <w:p w:rsidR="007019DE" w:rsidRPr="00717602" w:rsidRDefault="007019DE" w:rsidP="007019DE">
      <w:pPr>
        <w:widowControl/>
        <w:shd w:val="clear" w:color="auto" w:fill="FFFFFF"/>
        <w:spacing w:line="420" w:lineRule="atLeast"/>
        <w:jc w:val="left"/>
        <w:rPr>
          <w:rFonts w:ascii="华文新魏" w:eastAsia="华文新魏" w:hAnsi="华文新魏" w:cs="华文新魏"/>
          <w:kern w:val="0"/>
          <w:szCs w:val="21"/>
        </w:rPr>
      </w:pPr>
    </w:p>
    <w:p w:rsidR="007019DE" w:rsidRPr="00717602" w:rsidRDefault="007019DE" w:rsidP="007019DE">
      <w:pPr>
        <w:widowControl/>
        <w:shd w:val="clear" w:color="auto" w:fill="FFFFFF"/>
        <w:spacing w:line="420" w:lineRule="atLeast"/>
        <w:ind w:left="1"/>
        <w:jc w:val="left"/>
        <w:rPr>
          <w:rFonts w:ascii="华文新魏" w:eastAsia="华文新魏" w:hAnsi="华文新魏" w:cs="华文新魏"/>
          <w:kern w:val="0"/>
          <w:szCs w:val="21"/>
        </w:rPr>
      </w:pPr>
    </w:p>
    <w:p w:rsidR="007019DE" w:rsidRPr="00717602" w:rsidRDefault="007019DE" w:rsidP="007019DE">
      <w:pPr>
        <w:widowControl/>
        <w:shd w:val="clear" w:color="auto" w:fill="FFFFFF"/>
        <w:spacing w:line="420" w:lineRule="atLeast"/>
        <w:ind w:left="1"/>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3.小玲的房间地板面积是16.7平方米,如果选用边长0.5米的正方形地砖铺地，至少需要多少块这样的方砖?(得数保留整数)</w:t>
      </w:r>
      <w:r w:rsidRPr="00717602">
        <w:rPr>
          <w:rFonts w:ascii="华文新魏" w:eastAsia="华文新魏" w:hAnsi="华文新魏" w:cs="华文新魏" w:hint="eastAsia"/>
          <w:szCs w:val="21"/>
        </w:rPr>
        <w:t xml:space="preserve"> （4分）</w:t>
      </w:r>
    </w:p>
    <w:p w:rsidR="007019DE" w:rsidRPr="00717602" w:rsidRDefault="007019DE" w:rsidP="007019DE">
      <w:pPr>
        <w:widowControl/>
        <w:shd w:val="clear" w:color="auto" w:fill="FFFFFF"/>
        <w:spacing w:line="420" w:lineRule="atLeast"/>
        <w:ind w:left="1"/>
        <w:jc w:val="left"/>
        <w:rPr>
          <w:rFonts w:ascii="华文新魏" w:eastAsia="华文新魏" w:hAnsi="华文新魏" w:cs="华文新魏"/>
          <w:kern w:val="0"/>
          <w:szCs w:val="21"/>
        </w:rPr>
      </w:pPr>
    </w:p>
    <w:p w:rsidR="007019DE" w:rsidRPr="00717602" w:rsidRDefault="007019DE" w:rsidP="007019DE">
      <w:pPr>
        <w:widowControl/>
        <w:shd w:val="clear" w:color="auto" w:fill="FFFFFF"/>
        <w:spacing w:line="420" w:lineRule="atLeast"/>
        <w:jc w:val="left"/>
        <w:rPr>
          <w:rFonts w:ascii="华文新魏" w:eastAsia="华文新魏" w:hAnsi="华文新魏" w:cs="华文新魏"/>
          <w:kern w:val="0"/>
          <w:szCs w:val="21"/>
        </w:rPr>
      </w:pPr>
    </w:p>
    <w:p w:rsidR="007019DE" w:rsidRPr="00717602" w:rsidRDefault="007019DE" w:rsidP="007019DE">
      <w:pPr>
        <w:widowControl/>
        <w:shd w:val="clear" w:color="auto" w:fill="FFFFFF"/>
        <w:spacing w:line="420" w:lineRule="atLeast"/>
        <w:ind w:left="1"/>
        <w:jc w:val="left"/>
        <w:rPr>
          <w:rFonts w:ascii="华文新魏" w:eastAsia="华文新魏" w:hAnsi="华文新魏" w:cs="华文新魏"/>
          <w:kern w:val="0"/>
          <w:szCs w:val="21"/>
        </w:rPr>
      </w:pPr>
    </w:p>
    <w:p w:rsidR="007019DE" w:rsidRPr="00717602" w:rsidRDefault="007019DE" w:rsidP="007019DE">
      <w:pPr>
        <w:widowControl/>
        <w:shd w:val="clear" w:color="auto" w:fill="FFFFFF"/>
        <w:spacing w:line="420" w:lineRule="atLeast"/>
        <w:ind w:left="1"/>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 xml:space="preserve">4.学校买体育用品一共用去660元，其中买18副羽毛球拍，每付20元，又买25副乒乓球拍，每副乒乓球拍多少元? </w:t>
      </w:r>
      <w:r w:rsidRPr="00717602">
        <w:rPr>
          <w:rFonts w:ascii="华文新魏" w:eastAsia="华文新魏" w:hAnsi="华文新魏" w:cs="华文新魏" w:hint="eastAsia"/>
          <w:szCs w:val="21"/>
        </w:rPr>
        <w:t>（5分）</w:t>
      </w:r>
    </w:p>
    <w:p w:rsidR="007019DE" w:rsidRPr="00717602" w:rsidRDefault="007019DE" w:rsidP="007019DE">
      <w:pPr>
        <w:widowControl/>
        <w:shd w:val="clear" w:color="auto" w:fill="FFFFFF"/>
        <w:spacing w:line="420" w:lineRule="atLeast"/>
        <w:ind w:leftChars="420" w:left="1197" w:hangingChars="150" w:hanging="315"/>
        <w:jc w:val="left"/>
        <w:rPr>
          <w:rFonts w:ascii="华文新魏" w:eastAsia="华文新魏" w:hAnsi="华文新魏" w:cs="华文新魏"/>
          <w:kern w:val="0"/>
          <w:szCs w:val="21"/>
        </w:rPr>
      </w:pPr>
    </w:p>
    <w:p w:rsidR="007019DE" w:rsidRPr="00717602" w:rsidRDefault="007019DE" w:rsidP="007019DE">
      <w:pPr>
        <w:widowControl/>
        <w:shd w:val="clear" w:color="auto" w:fill="FFFFFF"/>
        <w:spacing w:line="420" w:lineRule="atLeast"/>
        <w:ind w:leftChars="420" w:left="1197" w:hangingChars="150" w:hanging="315"/>
        <w:jc w:val="left"/>
        <w:rPr>
          <w:rFonts w:ascii="华文新魏" w:eastAsia="华文新魏" w:hAnsi="华文新魏" w:cs="华文新魏"/>
          <w:kern w:val="0"/>
          <w:szCs w:val="21"/>
        </w:rPr>
      </w:pPr>
    </w:p>
    <w:p w:rsidR="007019DE" w:rsidRPr="00717602" w:rsidRDefault="007019DE" w:rsidP="007019DE">
      <w:pPr>
        <w:widowControl/>
        <w:shd w:val="clear" w:color="auto" w:fill="FFFFFF"/>
        <w:spacing w:line="420" w:lineRule="atLeast"/>
        <w:ind w:leftChars="420" w:left="1197" w:hangingChars="150" w:hanging="315"/>
        <w:jc w:val="left"/>
        <w:rPr>
          <w:rFonts w:ascii="华文新魏" w:eastAsia="华文新魏" w:hAnsi="华文新魏" w:cs="华文新魏"/>
          <w:kern w:val="0"/>
          <w:szCs w:val="21"/>
        </w:rPr>
      </w:pPr>
    </w:p>
    <w:p w:rsidR="007019DE" w:rsidRPr="00717602" w:rsidRDefault="007019DE" w:rsidP="007019DE">
      <w:pPr>
        <w:widowControl/>
        <w:shd w:val="clear" w:color="auto" w:fill="FFFFFF"/>
        <w:spacing w:line="420" w:lineRule="atLeast"/>
        <w:ind w:leftChars="420" w:left="1197" w:hangingChars="150" w:hanging="315"/>
        <w:jc w:val="left"/>
        <w:rPr>
          <w:rFonts w:ascii="华文新魏" w:eastAsia="华文新魏" w:hAnsi="华文新魏" w:cs="华文新魏"/>
          <w:kern w:val="0"/>
          <w:szCs w:val="21"/>
        </w:rPr>
      </w:pPr>
    </w:p>
    <w:p w:rsidR="007019DE" w:rsidRPr="00717602" w:rsidRDefault="007019DE" w:rsidP="007019DE">
      <w:pPr>
        <w:spacing w:line="400" w:lineRule="exact"/>
        <w:jc w:val="left"/>
        <w:rPr>
          <w:rFonts w:ascii="华文新魏" w:eastAsia="华文新魏" w:hAnsi="华文新魏" w:cs="华文新魏"/>
          <w:kern w:val="0"/>
          <w:szCs w:val="21"/>
        </w:rPr>
      </w:pPr>
    </w:p>
    <w:p w:rsidR="007019DE" w:rsidRPr="00717602" w:rsidRDefault="007019DE" w:rsidP="007019DE">
      <w:pPr>
        <w:spacing w:line="400" w:lineRule="exact"/>
        <w:jc w:val="left"/>
        <w:rPr>
          <w:rFonts w:ascii="华文新魏" w:eastAsia="华文新魏" w:hAnsi="华文新魏" w:cs="华文新魏"/>
          <w:szCs w:val="21"/>
        </w:rPr>
      </w:pPr>
      <w:r w:rsidRPr="00717602">
        <w:rPr>
          <w:rFonts w:ascii="华文新魏" w:eastAsia="华文新魏" w:hAnsi="华文新魏" w:cs="华文新魏" w:hint="eastAsia"/>
          <w:kern w:val="0"/>
          <w:szCs w:val="21"/>
        </w:rPr>
        <w:lastRenderedPageBreak/>
        <w:t>5.一桶油连桶重30.5千克，用去一半油后连桶重15.5千克，桶有多重？(5分)</w:t>
      </w:r>
    </w:p>
    <w:p w:rsidR="007019DE" w:rsidRPr="00717602" w:rsidRDefault="007019DE" w:rsidP="007019DE">
      <w:pPr>
        <w:spacing w:line="400" w:lineRule="exact"/>
        <w:jc w:val="left"/>
        <w:rPr>
          <w:rFonts w:ascii="华文新魏" w:eastAsia="华文新魏" w:hAnsi="华文新魏" w:cs="华文新魏"/>
          <w:szCs w:val="21"/>
        </w:rPr>
      </w:pPr>
    </w:p>
    <w:p w:rsidR="007019DE" w:rsidRPr="00717602" w:rsidRDefault="007019DE" w:rsidP="007019DE">
      <w:pPr>
        <w:rPr>
          <w:rFonts w:ascii="华文新魏" w:eastAsia="华文新魏" w:hAnsi="华文新魏" w:cs="华文新魏"/>
          <w:szCs w:val="21"/>
        </w:rPr>
      </w:pPr>
    </w:p>
    <w:p w:rsidR="007019DE" w:rsidRPr="00717602" w:rsidRDefault="007019DE" w:rsidP="007019DE">
      <w:pPr>
        <w:rPr>
          <w:rFonts w:ascii="华文新魏" w:eastAsia="华文新魏" w:hAnsi="华文新魏" w:cs="华文新魏"/>
          <w:szCs w:val="21"/>
        </w:rPr>
      </w:pPr>
    </w:p>
    <w:p w:rsidR="007019DE" w:rsidRPr="00717602" w:rsidRDefault="007019DE" w:rsidP="007019DE">
      <w:pPr>
        <w:rPr>
          <w:rFonts w:ascii="华文新魏" w:eastAsia="华文新魏" w:hAnsi="华文新魏" w:cs="华文新魏"/>
          <w:szCs w:val="21"/>
        </w:rPr>
      </w:pPr>
    </w:p>
    <w:p w:rsidR="007019DE" w:rsidRPr="00717602" w:rsidRDefault="007019DE" w:rsidP="007019DE">
      <w:pPr>
        <w:rPr>
          <w:rFonts w:ascii="华文新魏" w:eastAsia="华文新魏" w:hAnsi="华文新魏" w:cs="华文新魏"/>
          <w:szCs w:val="21"/>
        </w:rPr>
      </w:pPr>
    </w:p>
    <w:p w:rsidR="007019DE" w:rsidRPr="00717602" w:rsidRDefault="007019DE" w:rsidP="007019DE">
      <w:pPr>
        <w:rPr>
          <w:rFonts w:ascii="华文新魏" w:eastAsia="华文新魏" w:hAnsi="华文新魏" w:cs="华文新魏"/>
          <w:szCs w:val="21"/>
        </w:rPr>
      </w:pPr>
    </w:p>
    <w:p w:rsidR="007019DE" w:rsidRPr="00717602" w:rsidRDefault="007019DE" w:rsidP="007019DE">
      <w:pPr>
        <w:ind w:firstLineChars="1000" w:firstLine="2100"/>
        <w:rPr>
          <w:rFonts w:ascii="华文新魏" w:eastAsia="华文新魏" w:hAnsi="华文新魏" w:cs="华文新魏"/>
          <w:szCs w:val="21"/>
        </w:rPr>
      </w:pPr>
      <w:r w:rsidRPr="00717602">
        <w:rPr>
          <w:rFonts w:ascii="华文新魏" w:eastAsia="华文新魏" w:hAnsi="华文新魏" w:cs="华文新魏" w:hint="eastAsia"/>
          <w:szCs w:val="21"/>
        </w:rPr>
        <w:t>期中A评估标准</w:t>
      </w:r>
    </w:p>
    <w:p w:rsidR="007019DE" w:rsidRPr="00717602" w:rsidRDefault="007019DE" w:rsidP="007019DE">
      <w:pPr>
        <w:rPr>
          <w:rFonts w:ascii="华文新魏" w:eastAsia="华文新魏" w:hAnsi="华文新魏" w:cs="华文新魏"/>
          <w:szCs w:val="21"/>
        </w:rPr>
      </w:pPr>
      <w:r w:rsidRPr="00717602">
        <w:rPr>
          <w:rFonts w:ascii="华文新魏" w:eastAsia="华文新魏" w:hAnsi="华文新魏" w:cs="华文新魏" w:hint="eastAsia"/>
          <w:szCs w:val="21"/>
        </w:rPr>
        <w:t>1．本次测试题，以《数学课程标准》和青岛版九年义务教育小学数学五年级上册教材的前三个单元内容和要求为依据，做到了试题的覆盖面广、难易适度，照顾全体学生，对学生应具备的数学知识、智能水平、实践应用等进行多角度的考评，保证基础性，突出灵活性，注重导向性。</w:t>
      </w:r>
    </w:p>
    <w:p w:rsidR="007019DE" w:rsidRPr="00717602" w:rsidRDefault="007019DE" w:rsidP="007019DE">
      <w:pPr>
        <w:rPr>
          <w:rFonts w:ascii="华文新魏" w:eastAsia="华文新魏" w:hAnsi="华文新魏" w:cs="华文新魏"/>
          <w:szCs w:val="21"/>
        </w:rPr>
      </w:pPr>
      <w:r w:rsidRPr="00717602">
        <w:rPr>
          <w:rFonts w:ascii="华文新魏" w:eastAsia="华文新魏" w:hAnsi="华文新魏" w:cs="华文新魏" w:hint="eastAsia"/>
          <w:szCs w:val="21"/>
        </w:rPr>
        <w:t xml:space="preserve"> 2．本次的试题有五道大题。可分为两大类，第一类是基础知识，通过填空、判断、选择、计算的检测。第二类是综合应用，主要是考应用实践题。试卷能从检测学生的学习能力入手，打破了学生的习惯思维，能测试学生思维的多角度性和灵活性。</w:t>
      </w:r>
    </w:p>
    <w:p w:rsidR="007019DE" w:rsidRPr="00717602" w:rsidRDefault="007019DE" w:rsidP="007019DE">
      <w:pPr>
        <w:rPr>
          <w:rFonts w:ascii="华文新魏" w:eastAsia="华文新魏" w:hAnsi="华文新魏" w:cs="华文新魏"/>
          <w:szCs w:val="21"/>
        </w:rPr>
      </w:pPr>
    </w:p>
    <w:p w:rsidR="007019DE" w:rsidRPr="00717602" w:rsidRDefault="007019DE" w:rsidP="007019DE">
      <w:pPr>
        <w:spacing w:line="360" w:lineRule="auto"/>
        <w:jc w:val="center"/>
        <w:rPr>
          <w:rFonts w:ascii="华文新魏" w:eastAsia="华文新魏" w:hAnsi="华文新魏" w:cs="华文新魏"/>
          <w:szCs w:val="21"/>
        </w:rPr>
      </w:pPr>
      <w:r w:rsidRPr="00717602">
        <w:rPr>
          <w:rFonts w:ascii="华文新魏" w:eastAsia="华文新魏" w:hAnsi="华文新魏" w:cs="华文新魏" w:hint="eastAsia"/>
          <w:szCs w:val="21"/>
        </w:rPr>
        <w:t xml:space="preserve"> </w:t>
      </w:r>
    </w:p>
    <w:p w:rsidR="007019DE" w:rsidRPr="00717602" w:rsidRDefault="007019DE" w:rsidP="007019DE">
      <w:pPr>
        <w:spacing w:line="400" w:lineRule="exact"/>
        <w:jc w:val="center"/>
        <w:rPr>
          <w:rFonts w:ascii="华文新魏" w:eastAsia="华文新魏" w:hAnsi="华文新魏" w:cs="华文新魏"/>
          <w:szCs w:val="21"/>
        </w:rPr>
      </w:pPr>
      <w:r w:rsidRPr="00717602">
        <w:rPr>
          <w:rFonts w:ascii="华文新魏" w:eastAsia="华文新魏" w:hAnsi="华文新魏" w:cs="华文新魏" w:hint="eastAsia"/>
          <w:szCs w:val="21"/>
        </w:rPr>
        <w:t>青岛版五年级数学上册期中检测题A答案</w:t>
      </w:r>
    </w:p>
    <w:p w:rsidR="007019DE" w:rsidRPr="00717602" w:rsidRDefault="007019DE" w:rsidP="007019DE">
      <w:pPr>
        <w:spacing w:line="400" w:lineRule="exact"/>
        <w:jc w:val="center"/>
        <w:rPr>
          <w:rFonts w:ascii="华文新魏" w:eastAsia="华文新魏" w:hAnsi="华文新魏" w:cs="华文新魏"/>
          <w:szCs w:val="21"/>
        </w:rPr>
      </w:pPr>
      <w:r w:rsidRPr="00717602">
        <w:rPr>
          <w:rFonts w:ascii="华文新魏" w:eastAsia="华文新魏" w:hAnsi="华文新魏" w:cs="华文新魏" w:hint="eastAsia"/>
          <w:szCs w:val="21"/>
        </w:rPr>
        <w:t xml:space="preserve"> </w:t>
      </w:r>
    </w:p>
    <w:p w:rsidR="007019DE" w:rsidRPr="00717602" w:rsidRDefault="007019DE" w:rsidP="007019DE">
      <w:pPr>
        <w:spacing w:line="44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 xml:space="preserve">一、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1. 3、5.3   2. 0.012、3.75  3. 120、百分之一  4. 126</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 xml:space="preserve">5. 混循环、1.268    6.10.0 、10.00   7. 10  8.8a、3x-12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 xml:space="preserve">9.0.03  10.4.45、4.54  11. 7.8n 、50÷n   12. 除数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 xml:space="preserve">13. 2.784、8.7   14. a-8x 、72    15.方程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二、</w:t>
      </w:r>
      <w:r w:rsidRPr="00717602">
        <w:rPr>
          <w:rFonts w:ascii="华文新魏" w:eastAsia="华文新魏" w:hAnsi="华文新魏" w:cs="华文新魏" w:hint="eastAsia"/>
          <w:szCs w:val="21"/>
        </w:rPr>
        <w:t xml:space="preserve"> </w:t>
      </w:r>
    </w:p>
    <w:p w:rsidR="007019DE" w:rsidRPr="00717602" w:rsidRDefault="007019DE" w:rsidP="007019DE">
      <w:pPr>
        <w:spacing w:line="440" w:lineRule="atLeast"/>
        <w:jc w:val="left"/>
        <w:rPr>
          <w:rFonts w:ascii="华文新魏" w:eastAsia="华文新魏" w:hAnsi="华文新魏" w:cs="华文新魏"/>
          <w:szCs w:val="21"/>
        </w:rPr>
      </w:pPr>
      <w:r w:rsidRPr="00717602">
        <w:rPr>
          <w:rFonts w:ascii="华文新魏" w:eastAsia="华文新魏" w:hAnsi="华文新魏" w:cs="华文新魏" w:hint="eastAsia"/>
          <w:kern w:val="0"/>
          <w:szCs w:val="21"/>
        </w:rPr>
        <w:t>1.×  2.√3.×</w:t>
      </w:r>
      <w:r w:rsidRPr="00717602">
        <w:rPr>
          <w:rFonts w:ascii="华文新魏" w:eastAsia="华文新魏" w:hAnsi="华文新魏" w:cs="华文新魏" w:hint="eastAsia"/>
          <w:szCs w:val="21"/>
        </w:rPr>
        <w:t>4.×5.√6.√7.×</w:t>
      </w: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 xml:space="preserve">三、 </w:t>
      </w:r>
    </w:p>
    <w:p w:rsidR="007019DE" w:rsidRPr="00717602" w:rsidRDefault="007019DE" w:rsidP="007019DE">
      <w:pPr>
        <w:widowControl/>
        <w:shd w:val="clear" w:color="auto" w:fill="FFFFFF"/>
        <w:spacing w:line="42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 xml:space="preserve">1.C 2.B 3.C 4.C 5.B </w:t>
      </w:r>
      <w:r w:rsidRPr="00717602">
        <w:rPr>
          <w:rFonts w:ascii="华文新魏" w:eastAsia="华文新魏" w:hAnsi="华文新魏" w:cs="华文新魏" w:hint="eastAsia"/>
          <w:szCs w:val="21"/>
        </w:rPr>
        <w:t>6.C</w:t>
      </w:r>
      <w:r w:rsidRPr="00717602">
        <w:rPr>
          <w:rFonts w:ascii="华文新魏" w:eastAsia="华文新魏" w:hAnsi="华文新魏" w:cs="华文新魏" w:hint="eastAsia"/>
          <w:kern w:val="0"/>
          <w:szCs w:val="21"/>
        </w:rPr>
        <w:t xml:space="preserve"> </w:t>
      </w:r>
      <w:r w:rsidRPr="00717602">
        <w:rPr>
          <w:rFonts w:ascii="华文新魏" w:eastAsia="华文新魏" w:hAnsi="华文新魏" w:cs="华文新魏" w:hint="eastAsia"/>
          <w:szCs w:val="21"/>
        </w:rPr>
        <w:t>7.A</w:t>
      </w:r>
      <w:r w:rsidRPr="00717602">
        <w:rPr>
          <w:rFonts w:ascii="华文新魏" w:eastAsia="华文新魏" w:hAnsi="华文新魏" w:cs="华文新魏" w:hint="eastAsia"/>
          <w:kern w:val="0"/>
          <w:szCs w:val="21"/>
        </w:rPr>
        <w:t xml:space="preserve"> </w:t>
      </w:r>
      <w:r w:rsidRPr="00717602">
        <w:rPr>
          <w:rFonts w:ascii="华文新魏" w:eastAsia="华文新魏" w:hAnsi="华文新魏" w:cs="华文新魏" w:hint="eastAsia"/>
          <w:szCs w:val="21"/>
        </w:rPr>
        <w:t>8.C</w:t>
      </w: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 xml:space="preserve">四、 </w:t>
      </w: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 xml:space="preserve">1.略 2.  2.82、2.05、0.8  3. 210  、723.6、7、2840 、100、6  </w:t>
      </w: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szCs w:val="21"/>
        </w:rPr>
        <w:t xml:space="preserve">五、 </w:t>
      </w:r>
    </w:p>
    <w:p w:rsidR="007019DE" w:rsidRPr="00717602" w:rsidRDefault="007019DE" w:rsidP="007019DE">
      <w:pPr>
        <w:widowControl/>
        <w:shd w:val="clear" w:color="auto" w:fill="FFFFFF"/>
        <w:spacing w:line="420" w:lineRule="atLeast"/>
        <w:ind w:left="1"/>
        <w:jc w:val="left"/>
        <w:rPr>
          <w:rFonts w:ascii="华文新魏" w:eastAsia="华文新魏" w:hAnsi="华文新魏" w:cs="华文新魏"/>
          <w:szCs w:val="21"/>
        </w:rPr>
      </w:pPr>
      <w:r w:rsidRPr="00717602">
        <w:rPr>
          <w:rFonts w:ascii="华文新魏" w:eastAsia="华文新魏" w:hAnsi="华文新魏" w:cs="华文新魏" w:hint="eastAsia"/>
          <w:szCs w:val="21"/>
        </w:rPr>
        <w:t>1. 5÷0.32=15.625     15个</w:t>
      </w:r>
    </w:p>
    <w:p w:rsidR="007019DE" w:rsidRPr="00717602" w:rsidRDefault="007019DE" w:rsidP="007019DE">
      <w:pPr>
        <w:spacing w:line="42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szCs w:val="21"/>
        </w:rPr>
        <w:t xml:space="preserve">2. 15×0.25=3.75   5×0.8=4   能   </w:t>
      </w:r>
    </w:p>
    <w:p w:rsidR="007019DE" w:rsidRPr="00717602" w:rsidRDefault="007019DE" w:rsidP="007019DE">
      <w:pPr>
        <w:widowControl/>
        <w:shd w:val="clear" w:color="auto" w:fill="FFFFFF"/>
        <w:spacing w:line="42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 xml:space="preserve">3.16.7÷（0.5×0.5）=66.8    67块   </w:t>
      </w:r>
    </w:p>
    <w:p w:rsidR="007019DE" w:rsidRPr="00717602" w:rsidRDefault="007019DE" w:rsidP="007019DE">
      <w:pPr>
        <w:widowControl/>
        <w:shd w:val="clear" w:color="auto" w:fill="FFFFFF"/>
        <w:spacing w:line="42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 xml:space="preserve">4.（660-18×20）÷25=12  </w:t>
      </w:r>
    </w:p>
    <w:p w:rsidR="007019DE" w:rsidRPr="00717602" w:rsidRDefault="007019DE" w:rsidP="007019DE">
      <w:pPr>
        <w:spacing w:line="400" w:lineRule="exact"/>
        <w:jc w:val="left"/>
        <w:rPr>
          <w:rFonts w:ascii="华文新魏" w:eastAsia="华文新魏" w:hAnsi="华文新魏" w:cs="华文新魏"/>
          <w:szCs w:val="21"/>
        </w:rPr>
      </w:pPr>
      <w:r w:rsidRPr="00717602">
        <w:rPr>
          <w:rFonts w:ascii="华文新魏" w:eastAsia="华文新魏" w:hAnsi="华文新魏" w:cs="华文新魏" w:hint="eastAsia"/>
          <w:kern w:val="0"/>
          <w:szCs w:val="21"/>
        </w:rPr>
        <w:t xml:space="preserve">5. </w:t>
      </w:r>
      <w:r w:rsidRPr="00717602">
        <w:rPr>
          <w:rFonts w:ascii="华文新魏" w:eastAsia="华文新魏" w:hAnsi="华文新魏" w:cs="华文新魏" w:hint="eastAsia"/>
          <w:szCs w:val="21"/>
        </w:rPr>
        <w:t xml:space="preserve"> </w:t>
      </w:r>
      <w:r w:rsidRPr="00717602">
        <w:rPr>
          <w:rFonts w:ascii="华文新魏" w:eastAsia="华文新魏" w:hAnsi="华文新魏" w:cs="华文新魏" w:hint="eastAsia"/>
          <w:kern w:val="0"/>
          <w:szCs w:val="21"/>
        </w:rPr>
        <w:t>15.5×2-30.5=0.5</w:t>
      </w:r>
    </w:p>
    <w:p w:rsidR="007019DE" w:rsidRPr="00717602" w:rsidRDefault="007019DE" w:rsidP="007019DE">
      <w:pPr>
        <w:spacing w:line="400" w:lineRule="exact"/>
        <w:jc w:val="left"/>
        <w:rPr>
          <w:rFonts w:ascii="华文新魏" w:eastAsia="华文新魏" w:hAnsi="华文新魏" w:cs="华文新魏"/>
          <w:szCs w:val="21"/>
        </w:rPr>
      </w:pPr>
    </w:p>
    <w:p w:rsidR="007019DE" w:rsidRPr="00717602" w:rsidRDefault="007019DE" w:rsidP="007019DE">
      <w:pPr>
        <w:rPr>
          <w:rFonts w:ascii="华文新魏" w:eastAsia="华文新魏" w:hAnsi="华文新魏" w:cs="华文新魏"/>
          <w:szCs w:val="21"/>
        </w:rPr>
      </w:pPr>
    </w:p>
    <w:p w:rsidR="007019DE" w:rsidRPr="00717602" w:rsidRDefault="007019DE" w:rsidP="007019DE">
      <w:pPr>
        <w:rPr>
          <w:rFonts w:ascii="华文新魏" w:eastAsia="华文新魏" w:hAnsi="华文新魏" w:cs="华文新魏"/>
          <w:szCs w:val="21"/>
        </w:rPr>
      </w:pPr>
      <w:r w:rsidRPr="00717602">
        <w:rPr>
          <w:rFonts w:ascii="华文新魏" w:eastAsia="华文新魏" w:hAnsi="华文新魏" w:cs="华文新魏" w:hint="eastAsia"/>
          <w:szCs w:val="21"/>
        </w:rPr>
        <w:t>本套试卷如下几道重点题目讲评：</w:t>
      </w:r>
      <w:r w:rsidR="00717602" w:rsidRPr="00717602">
        <w:rPr>
          <w:rFonts w:ascii="华文新魏" w:eastAsia="华文新魏" w:hAnsi="华文新魏" w:cs="华文新魏"/>
          <w:szCs w:val="21"/>
        </w:rPr>
        <w:t xml:space="preserve"> </w:t>
      </w:r>
    </w:p>
    <w:p w:rsidR="007019DE" w:rsidRPr="00717602" w:rsidRDefault="007019DE" w:rsidP="007019DE">
      <w:pPr>
        <w:widowControl/>
        <w:shd w:val="clear" w:color="auto" w:fill="FFFFFF"/>
        <w:spacing w:line="44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szCs w:val="21"/>
        </w:rPr>
        <w:t>1.填空第6小题：</w:t>
      </w:r>
      <w:r w:rsidRPr="00717602">
        <w:rPr>
          <w:rFonts w:ascii="华文新魏" w:eastAsia="华文新魏" w:hAnsi="华文新魏" w:cs="华文新魏" w:hint="eastAsia"/>
          <w:kern w:val="0"/>
          <w:szCs w:val="21"/>
        </w:rPr>
        <w:t>9.999……保留一位小数是(           ),精确到百分位是(           )。本题主要考查运用“四舍五入”法取近似值：要看精确到哪一位，从它的下一位运用“四舍五入”取值；要注意：用“四舍五入”法求出的近似值的末尾有0时，这时的0不能根据小数的性质去掉．</w:t>
      </w:r>
    </w:p>
    <w:p w:rsidR="007019DE" w:rsidRPr="00717602" w:rsidRDefault="007019DE" w:rsidP="007019DE">
      <w:pPr>
        <w:spacing w:line="420" w:lineRule="atLeast"/>
        <w:jc w:val="left"/>
        <w:rPr>
          <w:rFonts w:ascii="华文新魏" w:eastAsia="华文新魏" w:hAnsi="华文新魏" w:cs="华文新魏"/>
          <w:szCs w:val="21"/>
        </w:rPr>
      </w:pPr>
      <w:r w:rsidRPr="00717602">
        <w:rPr>
          <w:rFonts w:ascii="华文新魏" w:eastAsia="华文新魏" w:hAnsi="华文新魏" w:cs="华文新魏" w:hint="eastAsia"/>
          <w:kern w:val="0"/>
          <w:szCs w:val="21"/>
        </w:rPr>
        <w:t>2.判断第</w:t>
      </w:r>
      <w:r w:rsidRPr="00717602">
        <w:rPr>
          <w:rFonts w:ascii="华文新魏" w:eastAsia="华文新魏" w:hAnsi="华文新魏" w:cs="华文新魏" w:hint="eastAsia"/>
          <w:szCs w:val="21"/>
        </w:rPr>
        <w:t>7小题。7.5.666666是循环小数。                     （    ）</w:t>
      </w:r>
    </w:p>
    <w:p w:rsidR="007019DE" w:rsidRPr="00717602" w:rsidRDefault="007019DE" w:rsidP="007019DE">
      <w:pPr>
        <w:widowControl/>
        <w:spacing w:line="360" w:lineRule="auto"/>
        <w:jc w:val="left"/>
        <w:rPr>
          <w:rFonts w:ascii="华文新魏" w:eastAsia="华文新魏" w:hAnsi="华文新魏" w:cs="华文新魏"/>
          <w:szCs w:val="21"/>
        </w:rPr>
      </w:pPr>
      <w:r w:rsidRPr="00717602">
        <w:rPr>
          <w:rFonts w:ascii="华文新魏" w:eastAsia="华文新魏" w:hAnsi="华文新魏" w:cs="华文新魏" w:hint="eastAsia"/>
          <w:szCs w:val="21"/>
        </w:rPr>
        <w:t>解答这个题时，注意后面没有省略号，这个是有限小数，不是循环小数。 从小数点后某一位开始依次不断地重复出现前一个或一节数字的十进制无限小数，叫做循环小数。</w:t>
      </w:r>
    </w:p>
    <w:p w:rsidR="007019DE" w:rsidRPr="00717602" w:rsidRDefault="007019DE" w:rsidP="007019DE">
      <w:pPr>
        <w:widowControl/>
        <w:shd w:val="clear" w:color="auto" w:fill="FFFFFF"/>
        <w:spacing w:line="460" w:lineRule="atLeast"/>
        <w:jc w:val="left"/>
        <w:rPr>
          <w:rFonts w:ascii="华文新魏" w:eastAsia="华文新魏" w:hAnsi="华文新魏" w:cs="华文新魏"/>
          <w:kern w:val="0"/>
          <w:szCs w:val="21"/>
        </w:rPr>
      </w:pPr>
      <w:r w:rsidRPr="00717602">
        <w:rPr>
          <w:rFonts w:ascii="华文新魏" w:eastAsia="华文新魏" w:hAnsi="华文新魏" w:cs="华文新魏" w:hint="eastAsia"/>
          <w:szCs w:val="21"/>
        </w:rPr>
        <w:t>3.选择题3题</w:t>
      </w:r>
      <w:r w:rsidRPr="00717602">
        <w:rPr>
          <w:rFonts w:ascii="华文新魏" w:eastAsia="华文新魏" w:hAnsi="华文新魏" w:cs="华文新魏" w:hint="eastAsia"/>
          <w:kern w:val="0"/>
          <w:szCs w:val="21"/>
        </w:rPr>
        <w:t>.4÷11的商用循环小数表示,则小数点后面第20位数字是(   )。</w:t>
      </w:r>
    </w:p>
    <w:p w:rsidR="007019DE" w:rsidRPr="00717602" w:rsidRDefault="007019DE" w:rsidP="007019DE">
      <w:pPr>
        <w:widowControl/>
        <w:shd w:val="clear" w:color="auto" w:fill="FFFFFF"/>
        <w:spacing w:line="420" w:lineRule="atLeast"/>
        <w:ind w:firstLineChars="100" w:firstLine="210"/>
        <w:jc w:val="left"/>
        <w:rPr>
          <w:rFonts w:ascii="华文新魏" w:eastAsia="华文新魏" w:hAnsi="华文新魏" w:cs="华文新魏"/>
          <w:kern w:val="0"/>
          <w:szCs w:val="21"/>
        </w:rPr>
      </w:pPr>
      <w:r w:rsidRPr="00717602">
        <w:rPr>
          <w:rFonts w:ascii="华文新魏" w:eastAsia="华文新魏" w:hAnsi="华文新魏" w:cs="华文新魏" w:hint="eastAsia"/>
          <w:kern w:val="0"/>
          <w:szCs w:val="21"/>
        </w:rPr>
        <w:t>A.0                B.3                   C.6</w:t>
      </w:r>
    </w:p>
    <w:p w:rsidR="007019DE" w:rsidRPr="00717602" w:rsidRDefault="007019DE" w:rsidP="007019DE">
      <w:pPr>
        <w:shd w:val="clear" w:color="auto" w:fill="FFFFFF"/>
        <w:spacing w:line="375" w:lineRule="atLeast"/>
        <w:rPr>
          <w:rFonts w:ascii="华文新魏" w:eastAsia="华文新魏" w:hAnsi="华文新魏" w:cs="华文新魏"/>
          <w:kern w:val="0"/>
          <w:szCs w:val="21"/>
        </w:rPr>
      </w:pPr>
      <w:r w:rsidRPr="00717602">
        <w:rPr>
          <w:rFonts w:ascii="华文新魏" w:eastAsia="华文新魏" w:hAnsi="华文新魏" w:cs="华文新魏" w:hint="eastAsia"/>
          <w:szCs w:val="21"/>
        </w:rPr>
        <w:t>解答这个题时，把4÷11的商用循环小数表示出来，看看循环节有几位小数，然后用20除以循环节的位数即可判断．解答：解：4÷11=0. 36，循环节是36两个数字；20÷2=10，所以20位上的数是6；故选：C．</w:t>
      </w:r>
    </w:p>
    <w:p w:rsidR="007019DE" w:rsidRPr="00717602" w:rsidRDefault="007019DE" w:rsidP="007019DE">
      <w:pPr>
        <w:widowControl/>
        <w:spacing w:line="360" w:lineRule="auto"/>
        <w:jc w:val="left"/>
        <w:rPr>
          <w:rFonts w:ascii="华文新魏" w:eastAsia="华文新魏" w:hAnsi="华文新魏" w:cs="华文新魏"/>
          <w:szCs w:val="21"/>
        </w:rPr>
      </w:pPr>
      <w:r w:rsidRPr="00717602">
        <w:rPr>
          <w:rFonts w:ascii="华文新魏" w:eastAsia="华文新魏" w:hAnsi="华文新魏" w:cs="华文新魏" w:hint="eastAsia"/>
          <w:szCs w:val="21"/>
        </w:rPr>
        <w:t>4.应用题5题</w:t>
      </w:r>
      <w:r w:rsidRPr="00717602">
        <w:rPr>
          <w:rFonts w:ascii="华文新魏" w:eastAsia="华文新魏" w:hAnsi="华文新魏" w:cs="华文新魏" w:hint="eastAsia"/>
          <w:kern w:val="0"/>
          <w:szCs w:val="21"/>
        </w:rPr>
        <w:t>一桶油连桶重30.5千克，用去一半油后连桶重15.5千克，桶有多重？</w:t>
      </w:r>
      <w:r w:rsidRPr="00717602">
        <w:rPr>
          <w:rFonts w:ascii="华文新魏" w:eastAsia="华文新魏" w:hAnsi="华文新魏" w:cs="华文新魏" w:hint="eastAsia"/>
          <w:spacing w:val="15"/>
          <w:szCs w:val="21"/>
        </w:rPr>
        <w:t>一桶油，连桶共重30.5千克，用了这桶油的一半后，连桶重15.5千克，则油的一半重30.5-15.5=15千克，所以原桶中油重15×2=30千克，桶重30.5-30=0.5千克．完成本题要注意倒出的是油的净重的一半，而不是总重的一半．</w:t>
      </w:r>
    </w:p>
    <w:p w:rsidR="007019DE" w:rsidRPr="00717602" w:rsidRDefault="007019DE" w:rsidP="007019DE">
      <w:pPr>
        <w:rPr>
          <w:rFonts w:ascii="华文新魏" w:eastAsia="华文新魏" w:hAnsi="华文新魏" w:cs="华文新魏"/>
          <w:szCs w:val="21"/>
        </w:rPr>
      </w:pPr>
      <w:bookmarkStart w:id="0" w:name="_GoBack"/>
      <w:bookmarkEnd w:id="0"/>
    </w:p>
    <w:sectPr w:rsidR="007019DE" w:rsidRPr="00717602" w:rsidSect="00913727">
      <w:headerReference w:type="even"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EE6" w:rsidRDefault="00BC1EE6">
      <w:r>
        <w:separator/>
      </w:r>
    </w:p>
  </w:endnote>
  <w:endnote w:type="continuationSeparator" w:id="0">
    <w:p w:rsidR="00BC1EE6" w:rsidRDefault="00BC1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新魏">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EE6" w:rsidRDefault="00BC1EE6">
      <w:r>
        <w:separator/>
      </w:r>
    </w:p>
  </w:footnote>
  <w:footnote w:type="continuationSeparator" w:id="0">
    <w:p w:rsidR="00BC1EE6" w:rsidRDefault="00BC1E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03A" w:rsidRDefault="00BC1EE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216.75pt;height:24.75pt;rotation:315;z-index:-1;mso-position-horizontal:center;mso-position-horizontal-relative:margin;mso-position-vertical:center;mso-position-vertical-relative:margin" o:allowincell="f" fillcolor="green" stroked="f">
          <v:fill opacity=".5"/>
          <v:textpath style="font-family:&quot;宋体&quot;;font-size:25pt" string="www.365fangan.com"/>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03A" w:rsidRDefault="00BC1EE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216.75pt;height:24.75pt;rotation:315;z-index:-2;mso-position-horizontal:center;mso-position-horizontal-relative:margin;mso-position-vertical:center;mso-position-vertical-relative:margin" o:allowincell="f" fillcolor="green" stroked="f">
          <v:fill opacity=".5"/>
          <v:textpath style="font-family:&quot;宋体&quot;;font-size:25pt" string="www.365fangan.com"/>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CA5DD"/>
    <w:multiLevelType w:val="singleLevel"/>
    <w:tmpl w:val="534CA5DD"/>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727"/>
    <w:rsid w:val="000D7A03"/>
    <w:rsid w:val="001463EE"/>
    <w:rsid w:val="00203B49"/>
    <w:rsid w:val="00206DE5"/>
    <w:rsid w:val="003C5F59"/>
    <w:rsid w:val="004D0AB6"/>
    <w:rsid w:val="005D307F"/>
    <w:rsid w:val="006C3725"/>
    <w:rsid w:val="007019DE"/>
    <w:rsid w:val="00717602"/>
    <w:rsid w:val="007E6D84"/>
    <w:rsid w:val="0084776D"/>
    <w:rsid w:val="008B120B"/>
    <w:rsid w:val="008E68D1"/>
    <w:rsid w:val="00913727"/>
    <w:rsid w:val="009C56BA"/>
    <w:rsid w:val="00A523DD"/>
    <w:rsid w:val="00A57E80"/>
    <w:rsid w:val="00A9228E"/>
    <w:rsid w:val="00BC1EE6"/>
    <w:rsid w:val="00C1003A"/>
    <w:rsid w:val="00D26D9A"/>
    <w:rsid w:val="00DF4A3A"/>
    <w:rsid w:val="00DF4F0E"/>
    <w:rsid w:val="00E6054C"/>
    <w:rsid w:val="00EA3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372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D7A03"/>
    <w:pPr>
      <w:pBdr>
        <w:bottom w:val="single" w:sz="6" w:space="1" w:color="auto"/>
      </w:pBdr>
      <w:tabs>
        <w:tab w:val="center" w:pos="4153"/>
        <w:tab w:val="right" w:pos="8306"/>
      </w:tabs>
      <w:snapToGrid w:val="0"/>
      <w:jc w:val="center"/>
    </w:pPr>
    <w:rPr>
      <w:sz w:val="18"/>
      <w:szCs w:val="18"/>
    </w:rPr>
  </w:style>
  <w:style w:type="paragraph" w:styleId="a4">
    <w:name w:val="footer"/>
    <w:basedOn w:val="a"/>
    <w:rsid w:val="000D7A03"/>
    <w:pPr>
      <w:tabs>
        <w:tab w:val="center" w:pos="4153"/>
        <w:tab w:val="right" w:pos="8306"/>
      </w:tabs>
      <w:snapToGrid w:val="0"/>
      <w:jc w:val="left"/>
    </w:pPr>
    <w:rPr>
      <w:sz w:val="18"/>
      <w:szCs w:val="18"/>
    </w:rPr>
  </w:style>
  <w:style w:type="character" w:styleId="a5">
    <w:name w:val="Hyperlink"/>
    <w:rsid w:val="007019DE"/>
    <w:rPr>
      <w:color w:val="00000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E:\edukj\Doc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Doc1.dot</Template>
  <TotalTime>2</TotalTime>
  <Pages>1</Pages>
  <Words>600</Words>
  <Characters>3424</Characters>
  <Application>Microsoft Office Word</Application>
  <DocSecurity>0</DocSecurity>
  <Lines>28</Lines>
  <Paragraphs>8</Paragraphs>
  <ScaleCrop>false</ScaleCrop>
  <Manager/>
  <Company/>
  <LinksUpToDate>false</LinksUpToDate>
  <CharactersWithSpaces>4016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BMT-6</cp:lastModifiedBy>
  <cp:revision>7</cp:revision>
  <dcterms:created xsi:type="dcterms:W3CDTF">2016-10-24T00:49:00Z</dcterms:created>
  <dcterms:modified xsi:type="dcterms:W3CDTF">2018-09-04T02:07:00Z</dcterms:modified>
  <cp:category/>
</cp:coreProperties>
</file>