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040" w:rsidRPr="00AF774D" w:rsidRDefault="00860040" w:rsidP="00AF774D">
      <w:pPr>
        <w:widowControl/>
        <w:shd w:val="clear" w:color="auto" w:fill="FFFFFF"/>
        <w:spacing w:line="360" w:lineRule="auto"/>
        <w:jc w:val="center"/>
        <w:outlineLvl w:val="2"/>
        <w:rPr>
          <w:rFonts w:cs="Lucida Sans Unicode"/>
          <w:b/>
          <w:bCs/>
          <w:kern w:val="0"/>
          <w:sz w:val="28"/>
          <w:szCs w:val="28"/>
        </w:rPr>
      </w:pPr>
      <w:r w:rsidRPr="00AF774D">
        <w:rPr>
          <w:rFonts w:hAnsi="宋体" w:cs="Lucida Sans Unicode"/>
          <w:b/>
          <w:bCs/>
          <w:kern w:val="0"/>
          <w:sz w:val="28"/>
          <w:szCs w:val="28"/>
        </w:rPr>
        <w:t>速度、时间和路程之间的关系</w:t>
      </w:r>
    </w:p>
    <w:p w:rsidR="00860040" w:rsidRPr="00AF774D" w:rsidRDefault="00860040" w:rsidP="00AF774D">
      <w:pPr>
        <w:spacing w:line="360" w:lineRule="auto"/>
        <w:jc w:val="left"/>
        <w:rPr>
          <w:rFonts w:cs="Lucida Sans Unicode"/>
          <w:b/>
          <w:kern w:val="0"/>
          <w:sz w:val="24"/>
        </w:rPr>
      </w:pPr>
      <w:r w:rsidRPr="00AF774D">
        <w:rPr>
          <w:rFonts w:cs="Lucida Sans Unicode"/>
          <w:b/>
          <w:kern w:val="0"/>
          <w:szCs w:val="28"/>
        </w:rPr>
        <w:t>  </w:t>
      </w:r>
      <w:r w:rsidRPr="00AF774D">
        <w:rPr>
          <w:rFonts w:cs="Lucida Sans Unicode"/>
          <w:b/>
          <w:kern w:val="0"/>
          <w:sz w:val="24"/>
        </w:rPr>
        <w:t xml:space="preserve">  </w:t>
      </w:r>
      <w:r w:rsidR="00AF774D">
        <w:rPr>
          <w:rFonts w:cs="Lucida Sans Unicode" w:hint="eastAsia"/>
          <w:b/>
          <w:kern w:val="0"/>
          <w:sz w:val="24"/>
        </w:rPr>
        <w:t xml:space="preserve">  </w:t>
      </w:r>
      <w:r w:rsidRPr="00AF774D">
        <w:rPr>
          <w:rFonts w:hAnsi="宋体" w:cs="Lucida Sans Unicode"/>
          <w:b/>
          <w:kern w:val="0"/>
          <w:sz w:val="24"/>
        </w:rPr>
        <w:t>教学目标</w:t>
      </w:r>
      <w:r w:rsidRPr="00AF774D">
        <w:rPr>
          <w:rFonts w:hAnsi="宋体" w:cs="Lucida Sans Unicode" w:hint="eastAsia"/>
          <w:b/>
          <w:kern w:val="0"/>
          <w:sz w:val="24"/>
        </w:rPr>
        <w:t>：</w:t>
      </w:r>
    </w:p>
    <w:p w:rsidR="00860040" w:rsidRPr="00AF774D" w:rsidRDefault="00860040" w:rsidP="00AF774D">
      <w:pPr>
        <w:numPr>
          <w:ilvl w:val="0"/>
          <w:numId w:val="2"/>
        </w:numPr>
        <w:spacing w:line="360" w:lineRule="auto"/>
        <w:jc w:val="left"/>
        <w:rPr>
          <w:rFonts w:cs="Lucida Sans Unicode"/>
          <w:kern w:val="0"/>
        </w:rPr>
      </w:pPr>
      <w:r w:rsidRPr="00AF774D">
        <w:rPr>
          <w:rFonts w:hAnsi="宋体" w:cs="Lucida Sans Unicode"/>
          <w:kern w:val="0"/>
        </w:rPr>
        <w:t>知识目标</w:t>
      </w:r>
      <w:r w:rsidRPr="00AF774D">
        <w:rPr>
          <w:rFonts w:cs="Lucida Sans Unicode"/>
          <w:kern w:val="0"/>
        </w:rPr>
        <w:t>:</w:t>
      </w:r>
    </w:p>
    <w:p w:rsidR="00860040" w:rsidRPr="00AF774D" w:rsidRDefault="00860040" w:rsidP="00AF774D">
      <w:pPr>
        <w:spacing w:line="360" w:lineRule="auto"/>
        <w:ind w:left="480"/>
        <w:jc w:val="left"/>
        <w:rPr>
          <w:rFonts w:cs="Lucida Sans Unicode"/>
          <w:kern w:val="0"/>
        </w:rPr>
      </w:pPr>
      <w:r w:rsidRPr="00AF774D">
        <w:rPr>
          <w:rFonts w:hAnsi="宋体" w:cs="Lucida Sans Unicode"/>
          <w:kern w:val="0"/>
        </w:rPr>
        <w:t>在实际情况中理解路程、时间、速度之间的关系能用数学术语表示这些关系。</w:t>
      </w:r>
      <w:r w:rsidRPr="00AF774D">
        <w:rPr>
          <w:rFonts w:cs="Lucida Sans Unicode"/>
          <w:kern w:val="0"/>
        </w:rPr>
        <w:br/>
        <w:t>(2)</w:t>
      </w:r>
      <w:r w:rsidRPr="00AF774D">
        <w:rPr>
          <w:rFonts w:hAnsi="宋体" w:cs="Lucida Sans Unicode"/>
          <w:kern w:val="0"/>
        </w:rPr>
        <w:t>能力目标</w:t>
      </w:r>
      <w:r w:rsidRPr="00AF774D">
        <w:rPr>
          <w:rFonts w:cs="Lucida Sans Unicode"/>
          <w:kern w:val="0"/>
        </w:rPr>
        <w:t>:</w:t>
      </w:r>
    </w:p>
    <w:p w:rsidR="00860040" w:rsidRPr="00AF774D" w:rsidRDefault="00860040" w:rsidP="00AF774D">
      <w:pPr>
        <w:spacing w:line="360" w:lineRule="auto"/>
        <w:ind w:left="480"/>
        <w:jc w:val="left"/>
        <w:rPr>
          <w:rFonts w:cs="Lucida Sans Unicode"/>
          <w:kern w:val="0"/>
        </w:rPr>
      </w:pPr>
      <w:r w:rsidRPr="00AF774D">
        <w:rPr>
          <w:rFonts w:hAnsi="宋体" w:cs="Lucida Sans Unicode"/>
          <w:kern w:val="0"/>
        </w:rPr>
        <w:t>用路程、速度与时间、解决生活中简单的问题提高分析问题和解决问题的能力。</w:t>
      </w:r>
      <w:r w:rsidRPr="00AF774D">
        <w:rPr>
          <w:rFonts w:cs="Lucida Sans Unicode"/>
          <w:kern w:val="0"/>
        </w:rPr>
        <w:br/>
        <w:t>(3)</w:t>
      </w:r>
      <w:r w:rsidRPr="00AF774D">
        <w:rPr>
          <w:rFonts w:hAnsi="宋体" w:cs="Lucida Sans Unicode"/>
          <w:kern w:val="0"/>
        </w:rPr>
        <w:t>情感目标</w:t>
      </w:r>
      <w:r w:rsidRPr="00AF774D">
        <w:rPr>
          <w:rFonts w:cs="Lucida Sans Unicode"/>
          <w:kern w:val="0"/>
        </w:rPr>
        <w:t>:</w:t>
      </w:r>
    </w:p>
    <w:p w:rsidR="00AF774D" w:rsidRDefault="00860040" w:rsidP="00AF774D">
      <w:pPr>
        <w:spacing w:line="360" w:lineRule="auto"/>
        <w:ind w:left="480"/>
        <w:jc w:val="left"/>
        <w:rPr>
          <w:rFonts w:cs="Lucida Sans Unicode"/>
          <w:kern w:val="0"/>
        </w:rPr>
      </w:pPr>
      <w:r w:rsidRPr="00AF774D">
        <w:rPr>
          <w:rFonts w:hAnsi="宋体" w:cs="Lucida Sans Unicode"/>
          <w:kern w:val="0"/>
        </w:rPr>
        <w:t>让学生感受数学问题与实际生活关系密切</w:t>
      </w:r>
      <w:r w:rsidRPr="00AF774D">
        <w:rPr>
          <w:rFonts w:cs="Lucida Sans Unicode"/>
          <w:kern w:val="0"/>
        </w:rPr>
        <w:t>,</w:t>
      </w:r>
      <w:r w:rsidRPr="00AF774D">
        <w:rPr>
          <w:rFonts w:hAnsi="宋体" w:cs="Lucida Sans Unicode"/>
          <w:kern w:val="0"/>
        </w:rPr>
        <w:t>激发</w:t>
      </w:r>
      <w:hyperlink r:id="rId7" w:history="1">
        <w:r w:rsidRPr="00AF774D">
          <w:rPr>
            <w:rFonts w:hAnsi="宋体" w:cs="Lucida Sans Unicode"/>
            <w:kern w:val="0"/>
          </w:rPr>
          <w:t>学生</w:t>
        </w:r>
      </w:hyperlink>
      <w:r w:rsidRPr="00AF774D">
        <w:rPr>
          <w:rFonts w:hAnsi="宋体" w:cs="Lucida Sans Unicode"/>
          <w:kern w:val="0"/>
        </w:rPr>
        <w:t>学习数学的兴趣。</w:t>
      </w:r>
    </w:p>
    <w:p w:rsidR="00860040" w:rsidRPr="00AF774D" w:rsidRDefault="00860040" w:rsidP="00AF774D">
      <w:pPr>
        <w:spacing w:line="360" w:lineRule="auto"/>
        <w:ind w:left="480"/>
        <w:jc w:val="left"/>
        <w:rPr>
          <w:rFonts w:cs="Lucida Sans Unicode"/>
          <w:kern w:val="0"/>
        </w:rPr>
      </w:pPr>
      <w:r w:rsidRPr="00AF774D">
        <w:rPr>
          <w:rFonts w:cs="Lucida Sans Unicode" w:hint="eastAsia"/>
          <w:b/>
          <w:kern w:val="0"/>
          <w:sz w:val="24"/>
        </w:rPr>
        <w:t>教学</w:t>
      </w:r>
      <w:r w:rsidRPr="00AF774D">
        <w:rPr>
          <w:rFonts w:cs="Lucida Sans Unicode"/>
          <w:b/>
          <w:kern w:val="0"/>
          <w:sz w:val="24"/>
        </w:rPr>
        <w:t>重点</w:t>
      </w:r>
      <w:r w:rsidRPr="00AF774D">
        <w:rPr>
          <w:rFonts w:hAnsi="宋体" w:cs="Lucida Sans Unicode" w:hint="eastAsia"/>
          <w:b/>
          <w:kern w:val="0"/>
          <w:szCs w:val="28"/>
        </w:rPr>
        <w:t>：</w:t>
      </w:r>
      <w:r w:rsidRPr="00AF774D">
        <w:rPr>
          <w:rFonts w:cs="Lucida Sans Unicode"/>
          <w:kern w:val="0"/>
        </w:rPr>
        <w:t> </w:t>
      </w:r>
      <w:r w:rsidR="001B1ABA" w:rsidRPr="00AF774D">
        <w:rPr>
          <w:rFonts w:cs="Lucida Sans Unicode"/>
          <w:kern w:val="0"/>
        </w:rPr>
        <w:t>[</w:t>
      </w:r>
      <w:r w:rsidR="001B1ABA" w:rsidRPr="00AF774D">
        <w:rPr>
          <w:rFonts w:hAnsi="宋体" w:cs="Lucida Sans Unicode"/>
          <w:kern w:val="0"/>
        </w:rPr>
        <w:t>来源</w:t>
      </w:r>
      <w:r w:rsidR="001B1ABA" w:rsidRPr="00AF774D">
        <w:rPr>
          <w:rFonts w:cs="Lucida Sans Unicode"/>
          <w:kern w:val="0"/>
        </w:rPr>
        <w:t>:Zxxk.Com]</w:t>
      </w:r>
    </w:p>
    <w:p w:rsidR="00860040" w:rsidRPr="00AF774D" w:rsidRDefault="00860040" w:rsidP="00AF774D">
      <w:pPr>
        <w:spacing w:line="360" w:lineRule="auto"/>
        <w:ind w:left="480"/>
        <w:jc w:val="left"/>
        <w:rPr>
          <w:rFonts w:cs="Lucida Sans Unicode"/>
          <w:kern w:val="0"/>
        </w:rPr>
      </w:pPr>
      <w:r w:rsidRPr="00AF774D">
        <w:rPr>
          <w:rFonts w:hAnsi="宋体" w:cs="Lucida Sans Unicode"/>
          <w:kern w:val="0"/>
        </w:rPr>
        <w:t>深刻理解速度的概念</w:t>
      </w:r>
      <w:r w:rsidRPr="00AF774D">
        <w:rPr>
          <w:rFonts w:cs="Lucida Sans Unicode"/>
          <w:kern w:val="0"/>
        </w:rPr>
        <w:t>,</w:t>
      </w:r>
      <w:r w:rsidRPr="00AF774D">
        <w:rPr>
          <w:rFonts w:hAnsi="宋体" w:cs="Lucida Sans Unicode"/>
          <w:kern w:val="0"/>
        </w:rPr>
        <w:t>掌握速度</w:t>
      </w:r>
      <w:r w:rsidRPr="00AF774D">
        <w:rPr>
          <w:rFonts w:cs="Lucida Sans Unicode"/>
          <w:kern w:val="0"/>
        </w:rPr>
        <w:t>×</w:t>
      </w:r>
      <w:r w:rsidRPr="00AF774D">
        <w:rPr>
          <w:rFonts w:hAnsi="宋体" w:cs="Lucida Sans Unicode"/>
          <w:kern w:val="0"/>
        </w:rPr>
        <w:t>时间</w:t>
      </w:r>
      <w:r w:rsidRPr="00AF774D">
        <w:rPr>
          <w:rFonts w:cs="Lucida Sans Unicode"/>
          <w:kern w:val="0"/>
        </w:rPr>
        <w:t>=</w:t>
      </w:r>
      <w:r w:rsidRPr="00AF774D">
        <w:rPr>
          <w:rFonts w:hAnsi="宋体" w:cs="Lucida Sans Unicode"/>
          <w:kern w:val="0"/>
        </w:rPr>
        <w:t>路程这组数量关系</w:t>
      </w:r>
      <w:r w:rsidRPr="00AF774D">
        <w:rPr>
          <w:rFonts w:cs="Lucida Sans Unicode"/>
          <w:kern w:val="0"/>
        </w:rPr>
        <w:br/>
      </w:r>
      <w:r w:rsidRPr="00AF774D">
        <w:rPr>
          <w:rFonts w:cs="Lucida Sans Unicode" w:hint="eastAsia"/>
          <w:b/>
          <w:kern w:val="0"/>
          <w:sz w:val="24"/>
        </w:rPr>
        <w:t>教学</w:t>
      </w:r>
      <w:r w:rsidRPr="00AF774D">
        <w:rPr>
          <w:rFonts w:cs="Lucida Sans Unicode"/>
          <w:b/>
          <w:kern w:val="0"/>
          <w:sz w:val="24"/>
        </w:rPr>
        <w:t>难点</w:t>
      </w:r>
      <w:r w:rsidRPr="00AF774D">
        <w:rPr>
          <w:rFonts w:cs="Lucida Sans Unicode" w:hint="eastAsia"/>
          <w:b/>
          <w:kern w:val="0"/>
          <w:sz w:val="24"/>
        </w:rPr>
        <w:t>：</w:t>
      </w:r>
    </w:p>
    <w:p w:rsidR="00860040" w:rsidRPr="00AF774D" w:rsidRDefault="00860040" w:rsidP="00AF774D">
      <w:pPr>
        <w:spacing w:line="360" w:lineRule="auto"/>
        <w:ind w:left="480"/>
        <w:jc w:val="left"/>
        <w:rPr>
          <w:rFonts w:cs="Lucida Sans Unicode"/>
          <w:kern w:val="0"/>
        </w:rPr>
      </w:pPr>
      <w:r w:rsidRPr="00AF774D">
        <w:rPr>
          <w:rFonts w:hAnsi="宋体" w:cs="Lucida Sans Unicode"/>
          <w:kern w:val="0"/>
        </w:rPr>
        <w:t>应用数量关系解决实际问题</w:t>
      </w:r>
      <w:r w:rsidRPr="00AF774D">
        <w:rPr>
          <w:rFonts w:hAnsi="宋体" w:cs="Lucida Sans Unicode" w:hint="eastAsia"/>
          <w:kern w:val="0"/>
        </w:rPr>
        <w:t>。</w:t>
      </w:r>
    </w:p>
    <w:p w:rsidR="00860040" w:rsidRPr="00AF774D" w:rsidRDefault="00860040" w:rsidP="00AF774D">
      <w:pPr>
        <w:spacing w:line="360" w:lineRule="auto"/>
        <w:ind w:firstLineChars="200" w:firstLine="482"/>
        <w:jc w:val="left"/>
        <w:rPr>
          <w:rFonts w:cs="Lucida Sans Unicode"/>
          <w:b/>
          <w:kern w:val="0"/>
          <w:szCs w:val="28"/>
        </w:rPr>
      </w:pPr>
      <w:r w:rsidRPr="00AF774D">
        <w:rPr>
          <w:rFonts w:cs="Lucida Sans Unicode"/>
          <w:b/>
          <w:kern w:val="0"/>
          <w:sz w:val="24"/>
        </w:rPr>
        <w:t>教</w:t>
      </w:r>
      <w:r w:rsidRPr="00AF774D">
        <w:rPr>
          <w:rFonts w:cs="Lucida Sans Unicode" w:hint="eastAsia"/>
          <w:b/>
          <w:kern w:val="0"/>
          <w:sz w:val="24"/>
        </w:rPr>
        <w:t>学工</w:t>
      </w:r>
      <w:r w:rsidRPr="00AF774D">
        <w:rPr>
          <w:rFonts w:cs="Lucida Sans Unicode"/>
          <w:b/>
          <w:kern w:val="0"/>
          <w:sz w:val="24"/>
        </w:rPr>
        <w:t>具</w:t>
      </w:r>
      <w:r w:rsidRPr="00AF774D">
        <w:rPr>
          <w:rFonts w:cs="Lucida Sans Unicode" w:hint="eastAsia"/>
          <w:b/>
          <w:kern w:val="0"/>
          <w:sz w:val="24"/>
        </w:rPr>
        <w:t>：</w:t>
      </w:r>
      <w:r w:rsidRPr="00AF774D">
        <w:rPr>
          <w:rFonts w:cs="Lucida Sans Unicode"/>
          <w:b/>
          <w:kern w:val="0"/>
          <w:szCs w:val="28"/>
        </w:rPr>
        <w:t> </w:t>
      </w:r>
    </w:p>
    <w:p w:rsidR="00860040" w:rsidRPr="00AF774D" w:rsidRDefault="00860040" w:rsidP="00AF774D">
      <w:pPr>
        <w:spacing w:line="360" w:lineRule="auto"/>
        <w:ind w:left="480"/>
        <w:jc w:val="left"/>
        <w:rPr>
          <w:rFonts w:cs="Lucida Sans Unicode"/>
          <w:kern w:val="0"/>
        </w:rPr>
      </w:pPr>
      <w:r w:rsidRPr="00AF774D">
        <w:rPr>
          <w:rFonts w:hAnsi="宋体" w:cs="Lucida Sans Unicode"/>
          <w:kern w:val="0"/>
        </w:rPr>
        <w:t>课件、卡片、投影</w:t>
      </w:r>
    </w:p>
    <w:p w:rsidR="00860040" w:rsidRPr="00AF774D" w:rsidRDefault="00860040" w:rsidP="00AF774D">
      <w:pPr>
        <w:spacing w:line="360" w:lineRule="auto"/>
        <w:ind w:firstLineChars="200" w:firstLine="482"/>
        <w:jc w:val="left"/>
        <w:rPr>
          <w:rFonts w:cs="Lucida Sans Unicode"/>
          <w:b/>
          <w:kern w:val="0"/>
          <w:sz w:val="24"/>
        </w:rPr>
      </w:pPr>
      <w:r w:rsidRPr="00AF774D">
        <w:rPr>
          <w:rFonts w:cs="Lucida Sans Unicode"/>
          <w:b/>
          <w:kern w:val="0"/>
          <w:sz w:val="24"/>
        </w:rPr>
        <w:t>教学过程</w:t>
      </w:r>
      <w:r w:rsidRPr="00AF774D">
        <w:rPr>
          <w:rFonts w:cs="Lucida Sans Unicode" w:hint="eastAsia"/>
          <w:b/>
          <w:kern w:val="0"/>
          <w:sz w:val="24"/>
        </w:rPr>
        <w:t>：</w:t>
      </w:r>
    </w:p>
    <w:p w:rsidR="00860040" w:rsidRPr="00AF774D" w:rsidRDefault="00860040" w:rsidP="00AF774D">
      <w:pPr>
        <w:spacing w:line="360" w:lineRule="auto"/>
        <w:ind w:firstLineChars="200" w:firstLine="420"/>
        <w:jc w:val="left"/>
        <w:rPr>
          <w:rFonts w:cs="Lucida Sans Unicode"/>
        </w:rPr>
      </w:pPr>
      <w:r w:rsidRPr="00AF774D">
        <w:rPr>
          <w:rFonts w:hAnsi="宋体" w:cs="Lucida Sans Unicode"/>
        </w:rPr>
        <w:t>教师指导及学生活动</w:t>
      </w:r>
      <w:r w:rsidRPr="00AF774D">
        <w:rPr>
          <w:rFonts w:cs="Lucida Sans Unicode"/>
        </w:rPr>
        <w:t> </w:t>
      </w:r>
      <w:r w:rsidRPr="00AF774D">
        <w:rPr>
          <w:rFonts w:hAnsi="宋体" w:cs="Lucida Sans Unicode"/>
        </w:rPr>
        <w:t>设</w:t>
      </w:r>
      <w:r w:rsidR="001B1ABA" w:rsidRPr="00AF774D">
        <w:rPr>
          <w:rFonts w:cs="Lucida Sans Unicode"/>
          <w:noProof/>
        </w:rPr>
        <w:drawing>
          <wp:inline distT="0" distB="0" distL="0" distR="0">
            <wp:extent cx="20320" cy="12700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774D">
        <w:rPr>
          <w:rFonts w:hAnsi="宋体" w:cs="Lucida Sans Unicode"/>
        </w:rPr>
        <w:t>计意图</w:t>
      </w:r>
      <w:r w:rsidRPr="00AF774D">
        <w:rPr>
          <w:rFonts w:cs="Lucida Sans Unicode"/>
        </w:rPr>
        <w:t>  </w:t>
      </w:r>
      <w:r w:rsidRPr="00AF774D">
        <w:rPr>
          <w:rFonts w:cs="Lucida Sans Unicode"/>
        </w:rPr>
        <w:br/>
      </w:r>
      <w:r w:rsidRPr="00AF774D">
        <w:rPr>
          <w:rFonts w:cs="Lucida Sans Unicode"/>
          <w:b/>
        </w:rPr>
        <w:t>    (</w:t>
      </w:r>
      <w:proofErr w:type="gramStart"/>
      <w:r w:rsidRPr="00AF774D">
        <w:rPr>
          <w:rFonts w:hAnsi="宋体" w:cs="Lucida Sans Unicode"/>
          <w:b/>
        </w:rPr>
        <w:t>一</w:t>
      </w:r>
      <w:proofErr w:type="gramEnd"/>
      <w:r w:rsidRPr="00AF774D">
        <w:rPr>
          <w:rFonts w:cs="Lucida Sans Unicode"/>
          <w:b/>
        </w:rPr>
        <w:t>)</w:t>
      </w:r>
      <w:r w:rsidRPr="00AF774D">
        <w:rPr>
          <w:rFonts w:hAnsi="宋体" w:cs="Lucida Sans Unicode"/>
          <w:b/>
        </w:rPr>
        <w:t>创设情境导入新课</w:t>
      </w:r>
      <w:r w:rsidRPr="00AF774D">
        <w:rPr>
          <w:rFonts w:cs="Lucida Sans Unicode"/>
          <w:b/>
        </w:rPr>
        <w:t>  </w:t>
      </w:r>
    </w:p>
    <w:p w:rsidR="00996521" w:rsidRPr="00AF774D" w:rsidRDefault="00996521" w:rsidP="00AF774D">
      <w:pPr>
        <w:spacing w:line="360" w:lineRule="auto"/>
        <w:jc w:val="left"/>
        <w:rPr>
          <w:rFonts w:cs="Lucida Sans Unicode"/>
        </w:rPr>
      </w:pPr>
      <w:r w:rsidRPr="00AF774D">
        <w:rPr>
          <w:rFonts w:cs="Lucida Sans Unicode" w:hint="eastAsia"/>
          <w:noProof/>
        </w:rPr>
        <w:drawing>
          <wp:inline distT="0" distB="0" distL="0" distR="0">
            <wp:extent cx="5274310" cy="1084524"/>
            <wp:effectExtent l="19050" t="0" r="2540" b="0"/>
            <wp:docPr id="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4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040" w:rsidRPr="00AF774D" w:rsidRDefault="00996521" w:rsidP="00AF774D">
      <w:pPr>
        <w:spacing w:line="360" w:lineRule="auto"/>
        <w:jc w:val="left"/>
        <w:rPr>
          <w:rFonts w:cs="Lucida Sans Unicode"/>
        </w:rPr>
      </w:pPr>
      <w:r w:rsidRPr="00AF774D">
        <w:rPr>
          <w:rFonts w:cs="Lucida Sans Unicode" w:hint="eastAsia"/>
        </w:rPr>
        <w:t xml:space="preserve">     </w:t>
      </w:r>
      <w:r w:rsidR="00860040" w:rsidRPr="00AF774D">
        <w:rPr>
          <w:rFonts w:hAnsi="宋体" w:cs="Lucida Sans Unicode" w:hint="eastAsia"/>
        </w:rPr>
        <w:t>生</w:t>
      </w:r>
      <w:r w:rsidR="00860040" w:rsidRPr="00AF774D">
        <w:rPr>
          <w:rFonts w:cs="Lucida Sans Unicode" w:hint="eastAsia"/>
        </w:rPr>
        <w:t>2</w:t>
      </w:r>
      <w:r w:rsidR="00860040" w:rsidRPr="00AF774D">
        <w:rPr>
          <w:rFonts w:hAnsi="宋体" w:cs="Lucida Sans Unicode" w:hint="eastAsia"/>
        </w:rPr>
        <w:t>：可以乘飞机去更快，不到一天时间就能到达。</w:t>
      </w:r>
    </w:p>
    <w:p w:rsidR="00860040" w:rsidRPr="00AF774D" w:rsidRDefault="00860040" w:rsidP="00AF774D">
      <w:pPr>
        <w:spacing w:line="360" w:lineRule="auto"/>
        <w:ind w:firstLineChars="250" w:firstLine="525"/>
        <w:jc w:val="left"/>
        <w:rPr>
          <w:rFonts w:cs="Lucida Sans Unicode"/>
        </w:rPr>
      </w:pPr>
      <w:r w:rsidRPr="00AF774D">
        <w:rPr>
          <w:rFonts w:hAnsi="宋体" w:cs="Lucida Sans Unicode" w:hint="eastAsia"/>
        </w:rPr>
        <w:t>生</w:t>
      </w:r>
      <w:r w:rsidRPr="00AF774D">
        <w:rPr>
          <w:rFonts w:cs="Lucida Sans Unicode" w:hint="eastAsia"/>
        </w:rPr>
        <w:t>3</w:t>
      </w:r>
      <w:r w:rsidRPr="00AF774D">
        <w:rPr>
          <w:rFonts w:hAnsi="宋体" w:cs="Lucida Sans Unicode" w:hint="eastAsia"/>
        </w:rPr>
        <w:t>：对，因为飞机的速度比</w:t>
      </w:r>
      <w:r w:rsidR="001B1ABA" w:rsidRPr="00AF774D">
        <w:rPr>
          <w:rFonts w:cs="Lucida Sans Unicode" w:hint="eastAsia"/>
          <w:noProof/>
        </w:rPr>
        <w:drawing>
          <wp:inline distT="0" distB="0" distL="0" distR="0">
            <wp:extent cx="12700" cy="15240"/>
            <wp:effectExtent l="19050" t="0" r="635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774D">
        <w:rPr>
          <w:rFonts w:hAnsi="宋体" w:cs="Lucida Sans Unicode" w:hint="eastAsia"/>
        </w:rPr>
        <w:t>火车的速度快，但是坐飞机要贵点。</w:t>
      </w:r>
    </w:p>
    <w:p w:rsidR="00860040" w:rsidRPr="00AF774D" w:rsidRDefault="00860040" w:rsidP="00AF774D">
      <w:pPr>
        <w:spacing w:line="360" w:lineRule="auto"/>
        <w:ind w:firstLineChars="250" w:firstLine="525"/>
        <w:jc w:val="left"/>
        <w:rPr>
          <w:rFonts w:cs="Lucida Sans Unicode"/>
        </w:rPr>
      </w:pPr>
      <w:r w:rsidRPr="00AF774D">
        <w:rPr>
          <w:rFonts w:hAnsi="宋体" w:cs="Lucida Sans Unicode" w:hint="eastAsia"/>
        </w:rPr>
        <w:t>师：说得真好，我们可以从实际出发，由于路程的不同，时间的长短，速度的快慢各不一样，就要我们选择合适的交通工具。</w:t>
      </w:r>
    </w:p>
    <w:p w:rsidR="00860040" w:rsidRPr="00AF774D" w:rsidRDefault="00860040" w:rsidP="00AF774D">
      <w:pPr>
        <w:spacing w:line="360" w:lineRule="auto"/>
        <w:jc w:val="left"/>
        <w:rPr>
          <w:rFonts w:cs="Lucida Sans Unicode"/>
        </w:rPr>
      </w:pPr>
      <w:r w:rsidRPr="00AF774D">
        <w:rPr>
          <w:rFonts w:cs="Lucida Sans Unicode"/>
        </w:rPr>
        <w:t xml:space="preserve">       </w:t>
      </w:r>
      <w:r w:rsidRPr="00AF774D">
        <w:rPr>
          <w:rFonts w:hAnsi="宋体" w:cs="Lucida Sans Unicode"/>
        </w:rPr>
        <w:t>师</w:t>
      </w:r>
      <w:r w:rsidRPr="00AF774D">
        <w:rPr>
          <w:rFonts w:hAnsi="宋体" w:cs="Lucida Sans Unicode" w:hint="eastAsia"/>
        </w:rPr>
        <w:t>：</w:t>
      </w:r>
      <w:r w:rsidRPr="00AF774D">
        <w:rPr>
          <w:rFonts w:hAnsi="宋体" w:cs="Lucida Sans Unicode"/>
        </w:rPr>
        <w:t>揭示课题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今天我们就一起来研究一下</w:t>
      </w:r>
      <w:r w:rsidRPr="00AF774D">
        <w:rPr>
          <w:rFonts w:cs="Lucida Sans Unicode"/>
        </w:rPr>
        <w:t>:</w:t>
      </w:r>
      <w:r w:rsidRPr="00AF774D">
        <w:rPr>
          <w:rFonts w:hAnsi="宋体" w:cs="Lucida Sans Unicode"/>
        </w:rPr>
        <w:t>路程、时间、速度之间的关系。</w:t>
      </w:r>
      <w:r w:rsidRPr="00AF774D">
        <w:rPr>
          <w:rFonts w:cs="Lucida Sans Unicode"/>
        </w:rPr>
        <w:t> </w:t>
      </w:r>
      <w:r w:rsidRPr="00AF774D">
        <w:rPr>
          <w:rFonts w:hAnsi="宋体" w:cs="Lucida Sans Unicode"/>
        </w:rPr>
        <w:t>让生在实践中学会感受路程、时间这些抽象概念</w:t>
      </w:r>
      <w:r w:rsidRPr="00AF774D">
        <w:rPr>
          <w:rFonts w:cs="Lucida Sans Unicode"/>
        </w:rPr>
        <w:t>,</w:t>
      </w:r>
      <w:r w:rsidRPr="00AF774D">
        <w:rPr>
          <w:rFonts w:hAnsi="宋体" w:cs="Lucida Sans Unicode"/>
        </w:rPr>
        <w:t>为新课学习铺垫。</w:t>
      </w:r>
      <w:r w:rsidRPr="00AF774D">
        <w:rPr>
          <w:rFonts w:cs="Lucida Sans Unicode"/>
        </w:rPr>
        <w:t>  </w:t>
      </w:r>
      <w:r w:rsidRPr="00AF774D">
        <w:rPr>
          <w:rFonts w:cs="Lucida Sans Unicode"/>
        </w:rPr>
        <w:br/>
        <w:t>  </w:t>
      </w:r>
      <w:r w:rsidRPr="00AF774D">
        <w:rPr>
          <w:rFonts w:cs="Lucida Sans Unicode"/>
          <w:b/>
        </w:rPr>
        <w:t>  (</w:t>
      </w:r>
      <w:r w:rsidRPr="00AF774D">
        <w:rPr>
          <w:rFonts w:hAnsi="宋体" w:cs="Lucida Sans Unicode"/>
          <w:b/>
        </w:rPr>
        <w:t>二</w:t>
      </w:r>
      <w:r w:rsidRPr="00AF774D">
        <w:rPr>
          <w:rFonts w:cs="Lucida Sans Unicode"/>
          <w:b/>
        </w:rPr>
        <w:t>)</w:t>
      </w:r>
      <w:r w:rsidRPr="00AF774D">
        <w:rPr>
          <w:rFonts w:hAnsi="宋体" w:cs="Lucida Sans Unicode"/>
          <w:b/>
        </w:rPr>
        <w:t>引导探究感悟新知</w:t>
      </w:r>
    </w:p>
    <w:p w:rsidR="00860040" w:rsidRPr="00AF774D" w:rsidRDefault="00860040" w:rsidP="00AF774D">
      <w:pPr>
        <w:spacing w:line="360" w:lineRule="auto"/>
        <w:jc w:val="left"/>
        <w:rPr>
          <w:rFonts w:cs="Lucida Sans Unicode"/>
        </w:rPr>
      </w:pPr>
      <w:r w:rsidRPr="00AF774D">
        <w:rPr>
          <w:rFonts w:cs="Lucida Sans Unicode"/>
        </w:rPr>
        <w:lastRenderedPageBreak/>
        <w:t> (1)</w:t>
      </w:r>
      <w:r w:rsidRPr="00AF774D">
        <w:rPr>
          <w:rFonts w:hAnsi="宋体" w:cs="Lucida Sans Unicode"/>
        </w:rPr>
        <w:t>请同</w:t>
      </w:r>
      <w:r w:rsidR="001B1ABA" w:rsidRPr="00AF774D">
        <w:rPr>
          <w:rFonts w:cs="Lucida Sans Unicode"/>
          <w:noProof/>
        </w:rPr>
        <w:drawing>
          <wp:inline distT="0" distB="0" distL="0" distR="0">
            <wp:extent cx="13970" cy="15240"/>
            <wp:effectExtent l="19050" t="0" r="508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774D">
        <w:rPr>
          <w:rFonts w:hAnsi="宋体" w:cs="Lucida Sans Unicode"/>
        </w:rPr>
        <w:t>学们翻开课本。从这些</w:t>
      </w:r>
      <w:r w:rsidR="001B1ABA" w:rsidRPr="00AF774D">
        <w:rPr>
          <w:rFonts w:cs="Lucida Sans Unicode"/>
          <w:noProof/>
        </w:rPr>
        <w:drawing>
          <wp:inline distT="0" distB="0" distL="0" distR="0">
            <wp:extent cx="22859" cy="16509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774D">
        <w:rPr>
          <w:rFonts w:hAnsi="宋体" w:cs="Lucida Sans Unicode"/>
        </w:rPr>
        <w:t>图上你能读到哪些信息</w:t>
      </w:r>
      <w:r w:rsidRPr="00AF774D">
        <w:rPr>
          <w:rFonts w:cs="Lucida Sans Unicode"/>
        </w:rPr>
        <w:t>?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生</w:t>
      </w:r>
      <w:r w:rsidRPr="00AF774D">
        <w:rPr>
          <w:rFonts w:cs="Lucida Sans Unicode"/>
        </w:rPr>
        <w:t>1:</w:t>
      </w:r>
      <w:r w:rsidRPr="00AF774D">
        <w:rPr>
          <w:rFonts w:hAnsi="宋体" w:cs="Lucida Sans Unicode"/>
        </w:rPr>
        <w:t>马车的</w:t>
      </w:r>
      <w:r w:rsidR="001B1ABA" w:rsidRPr="00AF774D">
        <w:rPr>
          <w:rFonts w:cs="Lucida Sans Unicode"/>
          <w:noProof/>
        </w:rPr>
        <w:drawing>
          <wp:inline distT="0" distB="0" distL="0" distR="0">
            <wp:extent cx="15240" cy="24129"/>
            <wp:effectExtent l="19050" t="0" r="381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774D">
        <w:rPr>
          <w:rFonts w:hAnsi="宋体" w:cs="Lucida Sans Unicode"/>
        </w:rPr>
        <w:t>速度是最慢的</w:t>
      </w:r>
      <w:r w:rsidRPr="00AF774D">
        <w:rPr>
          <w:rFonts w:cs="Lucida Sans Unicode"/>
        </w:rPr>
        <w:t>,</w:t>
      </w:r>
      <w:r w:rsidRPr="00AF774D">
        <w:rPr>
          <w:rFonts w:hAnsi="宋体" w:cs="Lucida Sans Unicode"/>
        </w:rPr>
        <w:t>飞机的速度是最快的。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生</w:t>
      </w:r>
      <w:r w:rsidRPr="00AF774D">
        <w:rPr>
          <w:rFonts w:cs="Lucida Sans Unicode"/>
        </w:rPr>
        <w:t>2:</w:t>
      </w:r>
      <w:r w:rsidRPr="00AF774D">
        <w:rPr>
          <w:rFonts w:hAnsi="宋体" w:cs="Lucida Sans Unicode"/>
        </w:rPr>
        <w:t>我知道轿车约</w:t>
      </w:r>
      <w:r w:rsidRPr="00AF774D">
        <w:rPr>
          <w:rFonts w:cs="Lucida Sans Unicode"/>
        </w:rPr>
        <w:t>80</w:t>
      </w:r>
      <w:r w:rsidRPr="00AF774D">
        <w:rPr>
          <w:rFonts w:hAnsi="宋体" w:cs="Lucida Sans Unicode"/>
        </w:rPr>
        <w:t>千米</w:t>
      </w:r>
      <w:r w:rsidRPr="00AF774D">
        <w:rPr>
          <w:rFonts w:cs="Lucida Sans Unicode"/>
        </w:rPr>
        <w:t>/</w:t>
      </w:r>
      <w:r w:rsidRPr="00AF774D">
        <w:rPr>
          <w:rFonts w:hAnsi="宋体" w:cs="Lucida Sans Unicode"/>
        </w:rPr>
        <w:t>时表示的是</w:t>
      </w:r>
      <w:r w:rsidRPr="00AF774D">
        <w:rPr>
          <w:rFonts w:cs="Lucida Sans Unicode"/>
        </w:rPr>
        <w:t>:</w:t>
      </w:r>
      <w:r w:rsidRPr="00AF774D">
        <w:rPr>
          <w:rFonts w:hAnsi="宋体" w:cs="Lucida Sans Unicode"/>
        </w:rPr>
        <w:t>每小时行</w:t>
      </w:r>
      <w:r w:rsidRPr="00AF774D">
        <w:rPr>
          <w:rFonts w:cs="Lucida Sans Unicode"/>
        </w:rPr>
        <w:t>80</w:t>
      </w:r>
      <w:r w:rsidRPr="00AF774D">
        <w:rPr>
          <w:rFonts w:hAnsi="宋体" w:cs="Lucida Sans Unicode"/>
        </w:rPr>
        <w:t>千米。</w:t>
      </w:r>
      <w:r w:rsidRPr="00AF774D">
        <w:rPr>
          <w:rFonts w:cs="Lucida Sans Unicode"/>
        </w:rPr>
        <w:br/>
        <w:t xml:space="preserve"> (2)</w:t>
      </w:r>
      <w:r w:rsidRPr="00AF774D">
        <w:rPr>
          <w:rFonts w:hAnsi="宋体" w:cs="Lucida Sans Unicode"/>
        </w:rPr>
        <w:t>你们会读吗</w:t>
      </w:r>
      <w:r w:rsidRPr="00AF774D">
        <w:rPr>
          <w:rFonts w:cs="Lucida Sans Unicode"/>
        </w:rPr>
        <w:t>?</w:t>
      </w:r>
      <w:r w:rsidRPr="00AF774D">
        <w:rPr>
          <w:rFonts w:hAnsi="宋体" w:cs="Lucida Sans Unicode"/>
        </w:rPr>
        <w:t>全班一起读。</w:t>
      </w:r>
      <w:r w:rsidRPr="00AF774D">
        <w:rPr>
          <w:rFonts w:cs="Lucida Sans Unicode"/>
        </w:rPr>
        <w:br/>
        <w:t xml:space="preserve">       </w:t>
      </w:r>
      <w:hyperlink r:id="rId10" w:tgtFrame="_blank" w:history="1">
        <w:r w:rsidRPr="00AF774D">
          <w:rPr>
            <w:rStyle w:val="a5"/>
            <w:rFonts w:hAnsi="宋体" w:cs="Lucida Sans Unicode"/>
            <w:color w:val="auto"/>
          </w:rPr>
          <w:t>课件</w:t>
        </w:r>
      </w:hyperlink>
      <w:r w:rsidRPr="00AF774D">
        <w:rPr>
          <w:rFonts w:hAnsi="宋体" w:cs="Lucida Sans Unicode"/>
        </w:rPr>
        <w:t>出示</w:t>
      </w:r>
      <w:r w:rsidRPr="00AF774D">
        <w:rPr>
          <w:rFonts w:cs="Lucida Sans Unicode"/>
        </w:rPr>
        <w:t>:</w:t>
      </w:r>
      <w:r w:rsidRPr="00AF774D">
        <w:rPr>
          <w:rFonts w:cs="Lucida Sans Unicode"/>
        </w:rPr>
        <w:br/>
        <w:t xml:space="preserve"> (</w:t>
      </w:r>
      <w:r w:rsidRPr="00AF774D">
        <w:rPr>
          <w:rFonts w:cs="Lucida Sans Unicode" w:hint="eastAsia"/>
        </w:rPr>
        <w:t>3</w:t>
      </w:r>
      <w:r w:rsidRPr="00AF774D">
        <w:rPr>
          <w:rFonts w:cs="Lucida Sans Unicode"/>
        </w:rPr>
        <w:t>) </w:t>
      </w:r>
      <w:r w:rsidRPr="00AF774D">
        <w:rPr>
          <w:rFonts w:hAnsi="宋体" w:cs="Lucida Sans Unicode"/>
        </w:rPr>
        <w:t>金老师开车的速度是</w:t>
      </w:r>
      <w:r w:rsidRPr="00AF774D">
        <w:rPr>
          <w:rFonts w:cs="Lucida Sans Unicode"/>
        </w:rPr>
        <w:t>80</w:t>
      </w:r>
      <w:r w:rsidRPr="00AF774D">
        <w:rPr>
          <w:rFonts w:hAnsi="宋体" w:cs="Lucida Sans Unicode"/>
        </w:rPr>
        <w:t>千米</w:t>
      </w:r>
      <w:r w:rsidRPr="00AF774D">
        <w:rPr>
          <w:rFonts w:cs="Lucida Sans Unicode"/>
        </w:rPr>
        <w:t>/</w:t>
      </w:r>
      <w:r w:rsidRPr="00AF774D">
        <w:rPr>
          <w:rFonts w:hAnsi="宋体" w:cs="Lucida Sans Unicode"/>
        </w:rPr>
        <w:t>时</w:t>
      </w:r>
      <w:r w:rsidRPr="00AF774D">
        <w:rPr>
          <w:rFonts w:cs="Lucida Sans Unicode"/>
        </w:rPr>
        <w:t>,2</w:t>
      </w:r>
      <w:r w:rsidRPr="00AF774D">
        <w:rPr>
          <w:rFonts w:hAnsi="宋体" w:cs="Lucida Sans Unicode"/>
        </w:rPr>
        <w:t>小时可行多少千米</w:t>
      </w:r>
      <w:r w:rsidRPr="00AF774D">
        <w:rPr>
          <w:rFonts w:cs="Lucida Sans Unicode"/>
        </w:rPr>
        <w:t>?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 w:hint="eastAsia"/>
        </w:rPr>
        <w:t>（</w:t>
      </w:r>
      <w:r w:rsidRPr="00AF774D">
        <w:rPr>
          <w:rFonts w:hAnsi="宋体" w:cs="Lucida Sans Unicode"/>
        </w:rPr>
        <w:t>四人小组先讨论</w:t>
      </w:r>
      <w:r w:rsidRPr="00AF774D">
        <w:rPr>
          <w:rFonts w:hAnsi="宋体" w:cs="Lucida Sans Unicode" w:hint="eastAsia"/>
        </w:rPr>
        <w:t>已知什么？算什么？</w:t>
      </w:r>
      <w:r w:rsidRPr="00AF774D">
        <w:rPr>
          <w:rFonts w:hAnsi="宋体" w:cs="Lucida Sans Unicode"/>
        </w:rPr>
        <w:t>全班交流</w:t>
      </w:r>
      <w:r w:rsidRPr="00AF774D">
        <w:rPr>
          <w:rFonts w:hAnsi="宋体" w:cs="Lucida Sans Unicode" w:hint="eastAsia"/>
        </w:rPr>
        <w:t>）</w:t>
      </w:r>
      <w:r w:rsidR="001B1ABA" w:rsidRPr="00AF774D">
        <w:rPr>
          <w:rFonts w:cs="Lucida Sans Unicode"/>
          <w:noProof/>
        </w:rPr>
        <w:drawing>
          <wp:inline distT="0" distB="0" distL="0" distR="0">
            <wp:extent cx="13970" cy="16509"/>
            <wp:effectExtent l="19050" t="0" r="508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生</w:t>
      </w:r>
      <w:r w:rsidRPr="00AF774D">
        <w:rPr>
          <w:rFonts w:cs="Lucida Sans Unicode"/>
        </w:rPr>
        <w:t>1:80</w:t>
      </w:r>
      <w:r w:rsidRPr="00AF774D">
        <w:rPr>
          <w:rFonts w:hAnsi="宋体" w:cs="Lucida Sans Unicode"/>
        </w:rPr>
        <w:t>千米</w:t>
      </w:r>
      <w:r w:rsidR="001B1ABA" w:rsidRPr="00AF774D">
        <w:rPr>
          <w:rFonts w:cs="Lucida Sans Unicode"/>
          <w:noProof/>
        </w:rPr>
        <w:drawing>
          <wp:inline distT="0" distB="0" distL="0" distR="0">
            <wp:extent cx="12700" cy="20320"/>
            <wp:effectExtent l="19050" t="0" r="635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774D">
        <w:rPr>
          <w:rFonts w:cs="Lucida Sans Unicode"/>
        </w:rPr>
        <w:t>/</w:t>
      </w:r>
      <w:r w:rsidRPr="00AF774D">
        <w:rPr>
          <w:rFonts w:hAnsi="宋体" w:cs="Lucida Sans Unicode"/>
        </w:rPr>
        <w:t>时表示的是</w:t>
      </w:r>
      <w:r w:rsidRPr="00AF774D">
        <w:rPr>
          <w:rFonts w:cs="Lucida Sans Unicode"/>
        </w:rPr>
        <w:t>:</w:t>
      </w:r>
      <w:r w:rsidRPr="00AF774D">
        <w:rPr>
          <w:rFonts w:hAnsi="宋体" w:cs="Lucida Sans Unicode"/>
        </w:rPr>
        <w:t>每小时行</w:t>
      </w:r>
      <w:r w:rsidRPr="00AF774D">
        <w:rPr>
          <w:rFonts w:cs="Lucida Sans Unicode"/>
        </w:rPr>
        <w:t>80</w:t>
      </w:r>
      <w:r w:rsidRPr="00AF774D">
        <w:rPr>
          <w:rFonts w:hAnsi="宋体" w:cs="Lucida Sans Unicode"/>
        </w:rPr>
        <w:t>千米也就是</w:t>
      </w:r>
      <w:r w:rsidRPr="00AF774D">
        <w:rPr>
          <w:rFonts w:cs="Lucida Sans Unicode"/>
        </w:rPr>
        <w:t>1</w:t>
      </w:r>
      <w:r w:rsidRPr="00AF774D">
        <w:rPr>
          <w:rFonts w:hAnsi="宋体" w:cs="Lucida Sans Unicode"/>
        </w:rPr>
        <w:t>个小时行</w:t>
      </w:r>
      <w:r w:rsidRPr="00AF774D">
        <w:rPr>
          <w:rFonts w:cs="Lucida Sans Unicode"/>
        </w:rPr>
        <w:t>80</w:t>
      </w:r>
      <w:r w:rsidRPr="00AF774D">
        <w:rPr>
          <w:rFonts w:hAnsi="宋体" w:cs="Lucida Sans Unicode"/>
        </w:rPr>
        <w:t>千米</w:t>
      </w:r>
      <w:r w:rsidRPr="00AF774D">
        <w:rPr>
          <w:rFonts w:hAnsi="宋体" w:cs="Lucida Sans Unicode" w:hint="eastAsia"/>
        </w:rPr>
        <w:t>叫速度</w:t>
      </w:r>
    </w:p>
    <w:p w:rsidR="00860040" w:rsidRPr="00AF774D" w:rsidRDefault="00860040" w:rsidP="00AF774D">
      <w:pPr>
        <w:spacing w:line="360" w:lineRule="auto"/>
        <w:jc w:val="left"/>
        <w:rPr>
          <w:rFonts w:cs="Lucida Sans Unicode"/>
        </w:rPr>
      </w:pPr>
      <w:r w:rsidRPr="00AF774D">
        <w:rPr>
          <w:rFonts w:hAnsi="宋体" w:cs="Lucida Sans Unicode" w:hint="eastAsia"/>
        </w:rPr>
        <w:t>生</w:t>
      </w:r>
      <w:r w:rsidRPr="00AF774D">
        <w:rPr>
          <w:rFonts w:cs="Lucida Sans Unicode" w:hint="eastAsia"/>
        </w:rPr>
        <w:t>2</w:t>
      </w:r>
      <w:r w:rsidRPr="00AF774D">
        <w:rPr>
          <w:rFonts w:hAnsi="宋体" w:cs="Lucida Sans Unicode" w:hint="eastAsia"/>
        </w:rPr>
        <w:t>：</w:t>
      </w:r>
      <w:r w:rsidRPr="00AF774D">
        <w:rPr>
          <w:rFonts w:cs="Lucida Sans Unicode" w:hint="eastAsia"/>
        </w:rPr>
        <w:t>2</w:t>
      </w:r>
      <w:r w:rsidRPr="00AF774D">
        <w:rPr>
          <w:rFonts w:hAnsi="宋体" w:cs="Lucida Sans Unicode" w:hint="eastAsia"/>
        </w:rPr>
        <w:t>小时叫时间</w:t>
      </w:r>
    </w:p>
    <w:p w:rsidR="00860040" w:rsidRPr="00AF774D" w:rsidRDefault="00860040" w:rsidP="00AF774D">
      <w:pPr>
        <w:spacing w:line="360" w:lineRule="auto"/>
        <w:jc w:val="left"/>
        <w:rPr>
          <w:rFonts w:cs="Lucida Sans Unicode"/>
        </w:rPr>
      </w:pPr>
      <w:r w:rsidRPr="00AF774D">
        <w:rPr>
          <w:rFonts w:hAnsi="宋体" w:cs="Lucida Sans Unicode" w:hint="eastAsia"/>
        </w:rPr>
        <w:t>生</w:t>
      </w:r>
      <w:r w:rsidRPr="00AF774D">
        <w:rPr>
          <w:rFonts w:cs="Lucida Sans Unicode" w:hint="eastAsia"/>
        </w:rPr>
        <w:t>3</w:t>
      </w:r>
      <w:r w:rsidRPr="00AF774D">
        <w:rPr>
          <w:rFonts w:hAnsi="宋体" w:cs="Lucida Sans Unicode" w:hint="eastAsia"/>
        </w:rPr>
        <w:t>：</w:t>
      </w:r>
      <w:proofErr w:type="gramStart"/>
      <w:r w:rsidRPr="00AF774D">
        <w:rPr>
          <w:rFonts w:hAnsi="宋体" w:cs="Lucida Sans Unicode" w:hint="eastAsia"/>
        </w:rPr>
        <w:t>行多少千米叫</w:t>
      </w:r>
      <w:proofErr w:type="gramEnd"/>
      <w:r w:rsidRPr="00AF774D">
        <w:rPr>
          <w:rFonts w:hAnsi="宋体" w:cs="Lucida Sans Unicode" w:hint="eastAsia"/>
        </w:rPr>
        <w:t>路程。</w:t>
      </w:r>
      <w:r w:rsidR="001B1ABA" w:rsidRPr="00AF774D">
        <w:rPr>
          <w:rFonts w:cs="Lucida Sans Unicode"/>
        </w:rPr>
        <w:t>[</w:t>
      </w:r>
      <w:r w:rsidR="001B1ABA" w:rsidRPr="00AF774D">
        <w:rPr>
          <w:rFonts w:hAnsi="宋体" w:cs="Lucida Sans Unicode"/>
        </w:rPr>
        <w:t>来源</w:t>
      </w:r>
      <w:r w:rsidR="001B1ABA" w:rsidRPr="00AF774D">
        <w:rPr>
          <w:rFonts w:cs="Lucida Sans Unicode"/>
        </w:rPr>
        <w:t>:</w:t>
      </w:r>
      <w:r w:rsidR="001B1ABA" w:rsidRPr="00AF774D">
        <w:rPr>
          <w:rFonts w:hAnsi="宋体" w:cs="Lucida Sans Unicode"/>
        </w:rPr>
        <w:t>学</w:t>
      </w:r>
      <w:r w:rsidR="001B1ABA" w:rsidRPr="00AF774D">
        <w:rPr>
          <w:rFonts w:cs="Lucida Sans Unicode"/>
        </w:rPr>
        <w:t>.</w:t>
      </w:r>
      <w:r w:rsidR="001B1ABA" w:rsidRPr="00AF774D">
        <w:rPr>
          <w:rFonts w:hAnsi="宋体" w:cs="Lucida Sans Unicode"/>
        </w:rPr>
        <w:t>科</w:t>
      </w:r>
      <w:r w:rsidR="001B1ABA" w:rsidRPr="00AF774D">
        <w:rPr>
          <w:rFonts w:cs="Lucida Sans Unicode"/>
        </w:rPr>
        <w:t>.</w:t>
      </w:r>
      <w:r w:rsidR="001B1ABA" w:rsidRPr="00AF774D">
        <w:rPr>
          <w:rFonts w:hAnsi="宋体" w:cs="Lucida Sans Unicode"/>
        </w:rPr>
        <w:t>网</w:t>
      </w:r>
      <w:r w:rsidR="001B1ABA" w:rsidRPr="00AF774D">
        <w:rPr>
          <w:rFonts w:cs="Lucida Sans Unicode"/>
        </w:rPr>
        <w:t>Z.X.X.K]</w:t>
      </w:r>
      <w:bookmarkStart w:id="0" w:name="_GoBack"/>
      <w:bookmarkEnd w:id="0"/>
    </w:p>
    <w:p w:rsidR="00860040" w:rsidRPr="00AF774D" w:rsidRDefault="00860040" w:rsidP="00AF774D">
      <w:pPr>
        <w:spacing w:line="360" w:lineRule="auto"/>
        <w:jc w:val="left"/>
        <w:rPr>
          <w:rFonts w:cs="Lucida Sans Unicode"/>
        </w:rPr>
      </w:pPr>
      <w:r w:rsidRPr="00AF774D">
        <w:rPr>
          <w:rFonts w:hAnsi="宋体" w:cs="Lucida Sans Unicode"/>
        </w:rPr>
        <w:t>生</w:t>
      </w:r>
      <w:r w:rsidRPr="00AF774D">
        <w:rPr>
          <w:rFonts w:cs="Lucida Sans Unicode" w:hint="eastAsia"/>
        </w:rPr>
        <w:t>4</w:t>
      </w:r>
      <w:r w:rsidRPr="00AF774D">
        <w:rPr>
          <w:rFonts w:cs="Lucida Sans Unicode"/>
        </w:rPr>
        <w:t>:</w:t>
      </w:r>
      <w:r w:rsidRPr="00AF774D">
        <w:rPr>
          <w:rFonts w:hAnsi="宋体" w:cs="Lucida Sans Unicode" w:hint="eastAsia"/>
        </w:rPr>
        <w:t>算</w:t>
      </w:r>
      <w:r w:rsidRPr="00AF774D">
        <w:rPr>
          <w:rFonts w:cs="Lucida Sans Unicode"/>
        </w:rPr>
        <w:t>2</w:t>
      </w:r>
      <w:r w:rsidRPr="00AF774D">
        <w:rPr>
          <w:rFonts w:hAnsi="宋体" w:cs="Lucida Sans Unicode"/>
        </w:rPr>
        <w:t>个小时</w:t>
      </w:r>
      <w:r w:rsidRPr="00AF774D">
        <w:rPr>
          <w:rFonts w:hAnsi="宋体" w:cs="Lucida Sans Unicode" w:hint="eastAsia"/>
        </w:rPr>
        <w:t>行多少</w:t>
      </w:r>
      <w:proofErr w:type="gramStart"/>
      <w:r w:rsidRPr="00AF774D">
        <w:rPr>
          <w:rFonts w:hAnsi="宋体" w:cs="Lucida Sans Unicode" w:hint="eastAsia"/>
        </w:rPr>
        <w:t>千米</w:t>
      </w:r>
      <w:r w:rsidRPr="00AF774D">
        <w:rPr>
          <w:rFonts w:hAnsi="宋体" w:cs="Lucida Sans Unicode"/>
        </w:rPr>
        <w:t>就是</w:t>
      </w:r>
      <w:proofErr w:type="gramEnd"/>
      <w:r w:rsidRPr="00AF774D">
        <w:rPr>
          <w:rFonts w:cs="Lucida Sans Unicode"/>
        </w:rPr>
        <w:t>2</w:t>
      </w:r>
      <w:r w:rsidRPr="00AF774D">
        <w:rPr>
          <w:rFonts w:hAnsi="宋体" w:cs="Lucida Sans Unicode"/>
        </w:rPr>
        <w:t>个</w:t>
      </w:r>
      <w:r w:rsidRPr="00AF774D">
        <w:rPr>
          <w:rFonts w:cs="Lucida Sans Unicode"/>
        </w:rPr>
        <w:t>80</w:t>
      </w:r>
      <w:r w:rsidRPr="00AF774D">
        <w:rPr>
          <w:rFonts w:hAnsi="宋体" w:cs="Lucida Sans Unicode"/>
        </w:rPr>
        <w:t>个千米。</w:t>
      </w:r>
      <w:r w:rsidRPr="00AF774D">
        <w:rPr>
          <w:rFonts w:cs="Lucida Sans Unicode"/>
        </w:rPr>
        <w:br/>
        <w:t>  (</w:t>
      </w:r>
      <w:r w:rsidRPr="00AF774D">
        <w:rPr>
          <w:rFonts w:cs="Lucida Sans Unicode" w:hint="eastAsia"/>
        </w:rPr>
        <w:t>4</w:t>
      </w:r>
      <w:r w:rsidRPr="00AF774D">
        <w:rPr>
          <w:rFonts w:cs="Lucida Sans Unicode"/>
        </w:rPr>
        <w:t>)</w:t>
      </w:r>
      <w:r w:rsidRPr="00AF774D">
        <w:rPr>
          <w:rFonts w:hAnsi="宋体" w:cs="Lucida Sans Unicode"/>
        </w:rPr>
        <w:t>你们能列出算式吗</w:t>
      </w:r>
      <w:r w:rsidRPr="00AF774D">
        <w:rPr>
          <w:rFonts w:cs="Lucida Sans Unicode"/>
        </w:rPr>
        <w:t>?</w:t>
      </w:r>
      <w:r w:rsidRPr="00AF774D">
        <w:rPr>
          <w:rFonts w:cs="Lucida Sans Unicode"/>
        </w:rPr>
        <w:br/>
        <w:t> </w:t>
      </w:r>
      <w:r w:rsidR="001B1ABA" w:rsidRPr="00AF774D">
        <w:rPr>
          <w:rFonts w:cs="Lucida Sans Unicode"/>
          <w:noProof/>
        </w:rPr>
        <w:drawing>
          <wp:inline distT="0" distB="0" distL="0" distR="0">
            <wp:extent cx="24129" cy="2032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774D">
        <w:rPr>
          <w:rFonts w:cs="Lucida Sans Unicode"/>
        </w:rPr>
        <w:t> </w:t>
      </w:r>
      <w:r w:rsidR="00996521" w:rsidRPr="00AF774D">
        <w:rPr>
          <w:rFonts w:cs="Lucida Sans Unicode"/>
          <w:noProof/>
        </w:rPr>
        <w:drawing>
          <wp:inline distT="0" distB="0" distL="0" distR="0">
            <wp:extent cx="4638675" cy="1676400"/>
            <wp:effectExtent l="19050" t="0" r="9525" b="0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774D">
        <w:rPr>
          <w:rFonts w:cs="Lucida Sans Unicode"/>
        </w:rPr>
        <w:br/>
        <w:t>  (</w:t>
      </w:r>
      <w:r w:rsidRPr="00AF774D">
        <w:rPr>
          <w:rFonts w:cs="Lucida Sans Unicode" w:hint="eastAsia"/>
        </w:rPr>
        <w:t>5</w:t>
      </w:r>
      <w:r w:rsidRPr="00AF774D">
        <w:rPr>
          <w:rFonts w:cs="Lucida Sans Unicode"/>
        </w:rPr>
        <w:t>) </w:t>
      </w:r>
      <w:r w:rsidRPr="00AF774D">
        <w:rPr>
          <w:rFonts w:hAnsi="宋体" w:cs="Lucida Sans Unicode"/>
        </w:rPr>
        <w:t>金老师如</w:t>
      </w:r>
      <w:r w:rsidR="001B1ABA" w:rsidRPr="00AF774D">
        <w:rPr>
          <w:rFonts w:cs="Lucida Sans Unicode"/>
          <w:noProof/>
        </w:rPr>
        <w:drawing>
          <wp:inline distT="0" distB="0" distL="0" distR="0">
            <wp:extent cx="21590" cy="1524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774D">
        <w:rPr>
          <w:rFonts w:hAnsi="宋体" w:cs="Lucida Sans Unicode"/>
        </w:rPr>
        <w:t>果是骑自行车</w:t>
      </w:r>
      <w:r w:rsidRPr="00AF774D">
        <w:rPr>
          <w:rFonts w:cs="Lucida Sans Unicode"/>
        </w:rPr>
        <w:t>,</w:t>
      </w:r>
      <w:r w:rsidRPr="00AF774D">
        <w:rPr>
          <w:rFonts w:hAnsi="宋体" w:cs="Lucida Sans Unicode"/>
        </w:rPr>
        <w:t>速度是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25"/>
          <w:attr w:name="UnitName" w:val="米"/>
        </w:smartTagPr>
        <w:r w:rsidRPr="00AF774D">
          <w:rPr>
            <w:rFonts w:cs="Lucida Sans Unicode"/>
          </w:rPr>
          <w:t>225</w:t>
        </w:r>
        <w:r w:rsidRPr="00AF774D">
          <w:rPr>
            <w:rFonts w:hAnsi="宋体" w:cs="Lucida Sans Unicode"/>
          </w:rPr>
          <w:t>米</w:t>
        </w:r>
      </w:smartTag>
      <w:r w:rsidRPr="00AF774D">
        <w:rPr>
          <w:rFonts w:cs="Lucida Sans Unicode"/>
        </w:rPr>
        <w:t>/</w:t>
      </w:r>
      <w:r w:rsidRPr="00AF774D">
        <w:rPr>
          <w:rFonts w:hAnsi="宋体" w:cs="Lucida Sans Unicode"/>
        </w:rPr>
        <w:t>分</w:t>
      </w:r>
      <w:r w:rsidRPr="00AF774D">
        <w:rPr>
          <w:rFonts w:cs="Lucida Sans Unicode"/>
        </w:rPr>
        <w:t>,</w:t>
      </w:r>
      <w:r w:rsidRPr="00AF774D">
        <w:rPr>
          <w:rFonts w:cs="Lucida Sans Unicode" w:hint="eastAsia"/>
        </w:rPr>
        <w:t>6</w:t>
      </w:r>
      <w:r w:rsidRPr="00AF774D">
        <w:rPr>
          <w:rFonts w:hAnsi="宋体" w:cs="Lucida Sans Unicode" w:hint="eastAsia"/>
        </w:rPr>
        <w:t>分钟</w:t>
      </w:r>
      <w:r w:rsidRPr="00AF774D">
        <w:rPr>
          <w:rFonts w:hAnsi="宋体" w:cs="Lucida Sans Unicode"/>
        </w:rPr>
        <w:t>可以</w:t>
      </w:r>
      <w:proofErr w:type="gramStart"/>
      <w:r w:rsidRPr="00AF774D">
        <w:rPr>
          <w:rFonts w:hAnsi="宋体" w:cs="Lucida Sans Unicode"/>
        </w:rPr>
        <w:t>行多少</w:t>
      </w:r>
      <w:proofErr w:type="gramEnd"/>
      <w:r w:rsidRPr="00AF774D">
        <w:rPr>
          <w:rFonts w:hAnsi="宋体" w:cs="Lucida Sans Unicode"/>
        </w:rPr>
        <w:t>米</w:t>
      </w:r>
      <w:r w:rsidRPr="00AF774D">
        <w:rPr>
          <w:rFonts w:cs="Lucida Sans Unicode"/>
        </w:rPr>
        <w:t>?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独立计算并找出速度、时间和路程之间的关系是怎样的</w:t>
      </w:r>
      <w:r w:rsidRPr="00AF774D">
        <w:rPr>
          <w:rFonts w:cs="Lucida Sans Unicode"/>
        </w:rPr>
        <w:t>?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每位学生写出关系式。</w:t>
      </w:r>
      <w:r w:rsidRPr="00AF774D">
        <w:rPr>
          <w:rFonts w:cs="Lucida Sans Unicode"/>
        </w:rPr>
        <w:t>225×</w:t>
      </w:r>
      <w:r w:rsidRPr="00AF774D">
        <w:rPr>
          <w:rFonts w:cs="Lucida Sans Unicode" w:hint="eastAsia"/>
        </w:rPr>
        <w:t>6</w:t>
      </w:r>
      <w:r w:rsidRPr="00AF774D">
        <w:rPr>
          <w:rFonts w:cs="Lucida Sans Unicode"/>
        </w:rPr>
        <w:t>=</w:t>
      </w:r>
      <w:r w:rsidRPr="00AF774D">
        <w:rPr>
          <w:rFonts w:cs="Lucida Sans Unicode" w:hint="eastAsia"/>
        </w:rPr>
        <w:t>13</w:t>
      </w:r>
      <w:r w:rsidRPr="00AF774D">
        <w:rPr>
          <w:rFonts w:cs="Lucida Sans Unicode"/>
        </w:rPr>
        <w:t>50(</w:t>
      </w:r>
      <w:r w:rsidRPr="00AF774D">
        <w:rPr>
          <w:rFonts w:hAnsi="宋体" w:cs="Lucida Sans Unicode"/>
        </w:rPr>
        <w:t>米</w:t>
      </w:r>
      <w:r w:rsidRPr="00AF774D">
        <w:rPr>
          <w:rFonts w:cs="Lucida Sans Unicode"/>
        </w:rPr>
        <w:t>)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全班交流</w:t>
      </w:r>
      <w:r w:rsidRPr="00AF774D">
        <w:rPr>
          <w:rFonts w:cs="Lucida Sans Unicode"/>
        </w:rPr>
        <w:t>,</w:t>
      </w:r>
      <w:r w:rsidRPr="00AF774D">
        <w:rPr>
          <w:rFonts w:hAnsi="宋体" w:cs="Lucida Sans Unicode"/>
        </w:rPr>
        <w:t>展示自己的关系式</w:t>
      </w:r>
      <w:r w:rsidRPr="00AF774D">
        <w:rPr>
          <w:rFonts w:cs="Lucida Sans Unicode"/>
        </w:rPr>
        <w:t>:</w:t>
      </w:r>
      <w:r w:rsidRPr="00AF774D">
        <w:rPr>
          <w:rFonts w:hAnsi="宋体" w:cs="Lucida Sans Unicode"/>
        </w:rPr>
        <w:t>速度</w:t>
      </w:r>
      <w:r w:rsidRPr="00AF774D">
        <w:rPr>
          <w:rFonts w:cs="Lucida Sans Unicode"/>
        </w:rPr>
        <w:t>×</w:t>
      </w:r>
      <w:r w:rsidRPr="00AF774D">
        <w:rPr>
          <w:rFonts w:hAnsi="宋体" w:cs="Lucida Sans Unicode"/>
        </w:rPr>
        <w:t>时间</w:t>
      </w:r>
      <w:r w:rsidRPr="00AF774D">
        <w:rPr>
          <w:rFonts w:cs="Lucida Sans Unicode"/>
        </w:rPr>
        <w:t>=</w:t>
      </w:r>
      <w:r w:rsidRPr="00AF774D">
        <w:rPr>
          <w:rFonts w:hAnsi="宋体" w:cs="Lucida Sans Unicode"/>
        </w:rPr>
        <w:t>路程</w:t>
      </w:r>
      <w:r w:rsidRPr="00AF774D">
        <w:rPr>
          <w:rFonts w:cs="Lucida Sans Unicode"/>
        </w:rPr>
        <w:br/>
        <w:t>  (</w:t>
      </w:r>
      <w:r w:rsidRPr="00AF774D">
        <w:rPr>
          <w:rFonts w:cs="Lucida Sans Unicode" w:hint="eastAsia"/>
        </w:rPr>
        <w:t>6</w:t>
      </w:r>
      <w:r w:rsidRPr="00AF774D">
        <w:rPr>
          <w:rFonts w:cs="Lucida Sans Unicode"/>
        </w:rPr>
        <w:t>)</w:t>
      </w:r>
      <w:r w:rsidRPr="00AF774D">
        <w:rPr>
          <w:rFonts w:hAnsi="宋体" w:cs="Lucida Sans Unicode"/>
        </w:rPr>
        <w:t>你们能不能改变这一题</w:t>
      </w:r>
      <w:r w:rsidRPr="00AF774D">
        <w:rPr>
          <w:rFonts w:cs="Lucida Sans Unicode"/>
        </w:rPr>
        <w:t>,</w:t>
      </w:r>
      <w:proofErr w:type="gramStart"/>
      <w:r w:rsidRPr="00AF774D">
        <w:rPr>
          <w:rFonts w:hAnsi="宋体" w:cs="Lucida Sans Unicode"/>
        </w:rPr>
        <w:t>求时间</w:t>
      </w:r>
      <w:proofErr w:type="gramEnd"/>
      <w:r w:rsidRPr="00AF774D">
        <w:rPr>
          <w:rFonts w:hAnsi="宋体" w:cs="Lucida Sans Unicode"/>
        </w:rPr>
        <w:t>或者求速度。</w:t>
      </w:r>
      <w:r w:rsidRPr="00AF774D">
        <w:rPr>
          <w:rFonts w:cs="Lucida Sans Unicode"/>
        </w:rPr>
        <w:t>(</w:t>
      </w:r>
      <w:r w:rsidRPr="00AF774D">
        <w:rPr>
          <w:rFonts w:hAnsi="宋体" w:cs="Lucida Sans Unicode"/>
        </w:rPr>
        <w:t>第</w:t>
      </w:r>
      <w:r w:rsidRPr="00AF774D">
        <w:rPr>
          <w:rFonts w:cs="Lucida Sans Unicode"/>
        </w:rPr>
        <w:t>1</w:t>
      </w:r>
      <w:r w:rsidRPr="00AF774D">
        <w:rPr>
          <w:rFonts w:hAnsi="宋体" w:cs="Lucida Sans Unicode"/>
        </w:rPr>
        <w:t>小组和第</w:t>
      </w:r>
      <w:r w:rsidRPr="00AF774D">
        <w:rPr>
          <w:rFonts w:cs="Lucida Sans Unicode"/>
        </w:rPr>
        <w:t>3</w:t>
      </w:r>
      <w:r w:rsidRPr="00AF774D">
        <w:rPr>
          <w:rFonts w:hAnsi="宋体" w:cs="Lucida Sans Unicode"/>
        </w:rPr>
        <w:t>小组改成求速度的</w:t>
      </w:r>
      <w:r w:rsidRPr="00AF774D">
        <w:rPr>
          <w:rFonts w:cs="Lucida Sans Unicode"/>
        </w:rPr>
        <w:t>,</w:t>
      </w:r>
      <w:r w:rsidRPr="00AF774D">
        <w:rPr>
          <w:rFonts w:hAnsi="宋体" w:cs="Lucida Sans Unicode"/>
        </w:rPr>
        <w:t>第</w:t>
      </w:r>
      <w:r w:rsidRPr="00AF774D">
        <w:rPr>
          <w:rFonts w:cs="Lucida Sans Unicode"/>
        </w:rPr>
        <w:t>2</w:t>
      </w:r>
      <w:r w:rsidRPr="00AF774D">
        <w:rPr>
          <w:rFonts w:hAnsi="宋体" w:cs="Lucida Sans Unicode"/>
        </w:rPr>
        <w:t>和第</w:t>
      </w:r>
      <w:r w:rsidRPr="00AF774D">
        <w:rPr>
          <w:rFonts w:cs="Lucida Sans Unicode"/>
        </w:rPr>
        <w:t>4</w:t>
      </w:r>
      <w:r w:rsidRPr="00AF774D">
        <w:rPr>
          <w:rFonts w:hAnsi="宋体" w:cs="Lucida Sans Unicode"/>
        </w:rPr>
        <w:t>小组改成路程的</w:t>
      </w:r>
      <w:r w:rsidRPr="00AF774D">
        <w:rPr>
          <w:rFonts w:cs="Lucida Sans Unicode"/>
        </w:rPr>
        <w:t>)</w:t>
      </w:r>
      <w:r w:rsidRPr="00AF774D">
        <w:rPr>
          <w:rFonts w:hAnsi="宋体" w:cs="Lucida Sans Unicode"/>
        </w:rPr>
        <w:t>并解答且要求写出数量关系。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全班交流</w:t>
      </w:r>
      <w:r w:rsidRPr="00AF774D">
        <w:rPr>
          <w:rFonts w:cs="Lucida Sans Unicode"/>
        </w:rPr>
        <w:t>,</w:t>
      </w:r>
      <w:r w:rsidRPr="00AF774D">
        <w:rPr>
          <w:rFonts w:hAnsi="宋体" w:cs="Lucida Sans Unicode"/>
        </w:rPr>
        <w:t>投影展示数量关系</w:t>
      </w:r>
      <w:r w:rsidRPr="00AF774D">
        <w:rPr>
          <w:rFonts w:cs="Lucida Sans Unicode"/>
        </w:rPr>
        <w:t>:</w:t>
      </w:r>
      <w:r w:rsidRPr="00AF774D">
        <w:rPr>
          <w:rFonts w:cs="Lucida Sans Unicode"/>
        </w:rPr>
        <w:br/>
        <w:t>    225    =  1350  ÷   6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速度</w:t>
      </w:r>
      <w:r w:rsidRPr="00AF774D">
        <w:rPr>
          <w:rFonts w:cs="Lucida Sans Unicode"/>
        </w:rPr>
        <w:t xml:space="preserve">   =   </w:t>
      </w:r>
      <w:r w:rsidRPr="00AF774D">
        <w:rPr>
          <w:rFonts w:hAnsi="宋体" w:cs="Lucida Sans Unicode"/>
        </w:rPr>
        <w:t>路程</w:t>
      </w:r>
      <w:r w:rsidRPr="00AF774D">
        <w:rPr>
          <w:rFonts w:cs="Lucida Sans Unicode"/>
        </w:rPr>
        <w:t xml:space="preserve">  ÷  </w:t>
      </w:r>
      <w:r w:rsidRPr="00AF774D">
        <w:rPr>
          <w:rFonts w:hAnsi="宋体" w:cs="Lucida Sans Unicode"/>
        </w:rPr>
        <w:t>时间</w:t>
      </w:r>
      <w:r w:rsidRPr="00AF774D">
        <w:rPr>
          <w:rFonts w:cs="Lucida Sans Unicode"/>
        </w:rPr>
        <w:br/>
        <w:t>    6   =  1350  ÷  225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时间</w:t>
      </w:r>
      <w:r w:rsidRPr="00AF774D">
        <w:rPr>
          <w:rFonts w:cs="Lucida Sans Unicode"/>
        </w:rPr>
        <w:t xml:space="preserve">   =   </w:t>
      </w:r>
      <w:r w:rsidRPr="00AF774D">
        <w:rPr>
          <w:rFonts w:hAnsi="宋体" w:cs="Lucida Sans Unicode"/>
        </w:rPr>
        <w:t>路程</w:t>
      </w:r>
      <w:r w:rsidRPr="00AF774D">
        <w:rPr>
          <w:rFonts w:cs="Lucida Sans Unicode"/>
        </w:rPr>
        <w:t xml:space="preserve">  ÷  </w:t>
      </w:r>
      <w:r w:rsidRPr="00AF774D">
        <w:rPr>
          <w:rFonts w:hAnsi="宋体" w:cs="Lucida Sans Unicode"/>
        </w:rPr>
        <w:t>速度</w:t>
      </w:r>
      <w:r w:rsidRPr="00AF774D">
        <w:rPr>
          <w:rFonts w:cs="Lucida Sans Unicode"/>
        </w:rPr>
        <w:t> </w:t>
      </w:r>
    </w:p>
    <w:p w:rsidR="00860040" w:rsidRPr="00AF774D" w:rsidRDefault="00860040" w:rsidP="00AF774D">
      <w:pPr>
        <w:spacing w:line="360" w:lineRule="auto"/>
        <w:jc w:val="left"/>
        <w:rPr>
          <w:rFonts w:cs="Lucida Sans Unicode"/>
        </w:rPr>
      </w:pPr>
      <w:r w:rsidRPr="00AF774D">
        <w:rPr>
          <w:rFonts w:hAnsi="宋体" w:cs="Lucida Sans Unicode"/>
        </w:rPr>
        <w:t>培养学生自主探索促进学生抽象思维发展进一</w:t>
      </w:r>
      <w:r w:rsidR="001B1ABA" w:rsidRPr="00AF774D">
        <w:rPr>
          <w:rFonts w:cs="Lucida Sans Unicode"/>
          <w:noProof/>
        </w:rPr>
        <w:drawing>
          <wp:inline distT="0" distB="0" distL="0" distR="0">
            <wp:extent cx="12700" cy="21590"/>
            <wp:effectExtent l="19050" t="0" r="635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AF774D">
        <w:rPr>
          <w:rFonts w:hAnsi="宋体" w:cs="Lucida Sans Unicode"/>
        </w:rPr>
        <w:t>步对速度</w:t>
      </w:r>
      <w:proofErr w:type="gramEnd"/>
      <w:r w:rsidRPr="00AF774D">
        <w:rPr>
          <w:rFonts w:hAnsi="宋体" w:cs="Lucida Sans Unicode"/>
        </w:rPr>
        <w:t>这个概念的理解</w:t>
      </w:r>
      <w:r w:rsidRPr="00AF774D">
        <w:rPr>
          <w:rFonts w:hAnsi="宋体" w:cs="Lucida Sans Unicode" w:hint="eastAsia"/>
        </w:rPr>
        <w:t>。</w:t>
      </w:r>
      <w:r w:rsidRPr="00AF774D">
        <w:rPr>
          <w:rFonts w:cs="Lucida Sans Unicode"/>
        </w:rPr>
        <w:t> </w:t>
      </w:r>
      <w:r w:rsidRPr="00AF774D">
        <w:rPr>
          <w:rFonts w:cs="Lucida Sans Unicode"/>
        </w:rPr>
        <w:br/>
      </w:r>
      <w:r w:rsidRPr="00AF774D">
        <w:rPr>
          <w:rFonts w:cs="Lucida Sans Unicode"/>
          <w:b/>
        </w:rPr>
        <w:lastRenderedPageBreak/>
        <w:t>    (</w:t>
      </w:r>
      <w:r w:rsidR="001B1ABA" w:rsidRPr="00AF774D">
        <w:rPr>
          <w:rFonts w:cs="Lucida Sans Unicode"/>
          <w:b/>
          <w:noProof/>
        </w:rPr>
        <w:drawing>
          <wp:inline distT="0" distB="0" distL="0" distR="0">
            <wp:extent cx="17779" cy="24129"/>
            <wp:effectExtent l="19050" t="0" r="1271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774D">
        <w:rPr>
          <w:rFonts w:hAnsi="宋体" w:cs="Lucida Sans Unicode"/>
          <w:b/>
        </w:rPr>
        <w:t>三</w:t>
      </w:r>
      <w:r w:rsidRPr="00AF774D">
        <w:rPr>
          <w:rFonts w:cs="Lucida Sans Unicode"/>
          <w:b/>
        </w:rPr>
        <w:t>)</w:t>
      </w:r>
      <w:r w:rsidRPr="00AF774D">
        <w:rPr>
          <w:rFonts w:hAnsi="宋体" w:cs="Lucida Sans Unicode"/>
          <w:b/>
        </w:rPr>
        <w:t>小结</w:t>
      </w:r>
      <w:r w:rsidRPr="00AF774D">
        <w:rPr>
          <w:rFonts w:cs="Lucida Sans Unicode"/>
        </w:rPr>
        <w:t> </w:t>
      </w:r>
    </w:p>
    <w:p w:rsidR="00860040" w:rsidRPr="00AF774D" w:rsidRDefault="00860040" w:rsidP="00AF774D">
      <w:pPr>
        <w:spacing w:line="360" w:lineRule="auto"/>
        <w:ind w:firstLineChars="150" w:firstLine="315"/>
        <w:jc w:val="left"/>
        <w:rPr>
          <w:rFonts w:cs="Lucida Sans Unicode"/>
        </w:rPr>
      </w:pPr>
      <w:r w:rsidRPr="00AF774D">
        <w:rPr>
          <w:rFonts w:cs="Lucida Sans Unicode"/>
        </w:rPr>
        <w:t>(1) </w:t>
      </w:r>
      <w:r w:rsidRPr="00AF774D">
        <w:rPr>
          <w:rFonts w:hAnsi="宋体" w:cs="Lucida Sans Unicode"/>
        </w:rPr>
        <w:t>在这节课里同学们的收获应该不少吧</w:t>
      </w:r>
      <w:r w:rsidRPr="00AF774D">
        <w:rPr>
          <w:rFonts w:cs="Lucida Sans Unicode"/>
        </w:rPr>
        <w:t>,</w:t>
      </w:r>
      <w:r w:rsidRPr="00AF774D">
        <w:rPr>
          <w:rFonts w:hAnsi="宋体" w:cs="Lucida Sans Unicode"/>
        </w:rPr>
        <w:t>谁想</w:t>
      </w:r>
      <w:r w:rsidRPr="00AF774D">
        <w:rPr>
          <w:rFonts w:hAnsi="宋体" w:cs="Lucida Sans Unicode" w:hint="eastAsia"/>
        </w:rPr>
        <w:t>和</w:t>
      </w:r>
      <w:r w:rsidRPr="00AF774D">
        <w:rPr>
          <w:rFonts w:hAnsi="宋体" w:cs="Lucida Sans Unicode"/>
        </w:rPr>
        <w:t>同学们分享一下</w:t>
      </w:r>
      <w:r w:rsidRPr="00AF774D">
        <w:rPr>
          <w:rFonts w:cs="Lucida Sans Unicode"/>
        </w:rPr>
        <w:t>?</w:t>
      </w:r>
      <w:r w:rsidRPr="00AF774D">
        <w:rPr>
          <w:rFonts w:hAnsi="宋体" w:cs="Lucida Sans Unicode"/>
        </w:rPr>
        <w:t>还存在哪些问题不理解</w:t>
      </w:r>
      <w:r w:rsidRPr="00AF774D">
        <w:rPr>
          <w:rFonts w:cs="Lucida Sans Unicode"/>
        </w:rPr>
        <w:t>?</w:t>
      </w:r>
      <w:r w:rsidRPr="00AF774D">
        <w:rPr>
          <w:rFonts w:cs="Lucida Sans Unicode"/>
        </w:rPr>
        <w:br/>
        <w:t>    (A)</w:t>
      </w:r>
      <w:r w:rsidRPr="00AF774D">
        <w:rPr>
          <w:rFonts w:hAnsi="宋体" w:cs="Lucida Sans Unicode"/>
        </w:rPr>
        <w:t>生</w:t>
      </w:r>
      <w:r w:rsidRPr="00AF774D">
        <w:rPr>
          <w:rFonts w:cs="Lucida Sans Unicode"/>
        </w:rPr>
        <w:t>1:</w:t>
      </w:r>
      <w:r w:rsidRPr="00AF774D">
        <w:rPr>
          <w:rFonts w:hAnsi="宋体" w:cs="Lucida Sans Unicode"/>
        </w:rPr>
        <w:t>知道了什么叫路程、时间、速度。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生</w:t>
      </w:r>
      <w:r w:rsidRPr="00AF774D">
        <w:rPr>
          <w:rFonts w:cs="Lucida Sans Unicode"/>
        </w:rPr>
        <w:t>2:</w:t>
      </w:r>
      <w:r w:rsidRPr="00AF774D">
        <w:rPr>
          <w:rFonts w:hAnsi="宋体" w:cs="Lucida Sans Unicode"/>
        </w:rPr>
        <w:t>我学会了求路程、时间、速度的方法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生</w:t>
      </w:r>
      <w:r w:rsidRPr="00AF774D">
        <w:rPr>
          <w:rFonts w:cs="Lucida Sans Unicode"/>
        </w:rPr>
        <w:t>3:</w:t>
      </w:r>
      <w:r w:rsidRPr="00AF774D">
        <w:rPr>
          <w:rFonts w:hAnsi="宋体" w:cs="Lucida Sans Unicode"/>
        </w:rPr>
        <w:t>只要记住路程相当于两因数的积</w:t>
      </w:r>
      <w:r w:rsidRPr="00AF774D">
        <w:rPr>
          <w:rFonts w:cs="Lucida Sans Unicode"/>
        </w:rPr>
        <w:t>,</w:t>
      </w:r>
      <w:r w:rsidRPr="00AF774D">
        <w:rPr>
          <w:rFonts w:hAnsi="宋体" w:cs="Lucida Sans Unicode"/>
        </w:rPr>
        <w:t>速度相当于一个因数</w:t>
      </w:r>
      <w:r w:rsidRPr="00AF774D">
        <w:rPr>
          <w:rFonts w:cs="Lucida Sans Unicode"/>
        </w:rPr>
        <w:t>,</w:t>
      </w:r>
      <w:r w:rsidRPr="00AF774D">
        <w:rPr>
          <w:rFonts w:hAnsi="宋体" w:cs="Lucida Sans Unicode"/>
        </w:rPr>
        <w:t>时间相当于另一个因数。就可记住了它们的关系。</w:t>
      </w:r>
      <w:r w:rsidRPr="00AF774D">
        <w:rPr>
          <w:rFonts w:cs="Lucida Sans Unicode"/>
        </w:rPr>
        <w:t>(</w:t>
      </w:r>
      <w:r w:rsidRPr="00AF774D">
        <w:rPr>
          <w:rFonts w:hAnsi="宋体" w:cs="Lucida Sans Unicode"/>
        </w:rPr>
        <w:t>我觉得这也这节课的亮点之一</w:t>
      </w:r>
      <w:r w:rsidRPr="00AF774D">
        <w:rPr>
          <w:rFonts w:cs="Lucida Sans Unicode"/>
        </w:rPr>
        <w:t>,</w:t>
      </w:r>
      <w:r w:rsidRPr="00AF774D">
        <w:rPr>
          <w:rFonts w:hAnsi="宋体" w:cs="Lucida Sans Unicode"/>
        </w:rPr>
        <w:t>因为学生很好的联系了学过的知识。</w:t>
      </w:r>
      <w:r w:rsidRPr="00AF774D">
        <w:rPr>
          <w:rFonts w:cs="Lucida Sans Unicode"/>
        </w:rPr>
        <w:t>)   </w:t>
      </w:r>
      <w:r w:rsidRPr="00AF774D">
        <w:rPr>
          <w:rFonts w:cs="Lucida Sans Unicode"/>
        </w:rPr>
        <w:br/>
      </w:r>
      <w:r w:rsidRPr="00AF774D">
        <w:rPr>
          <w:rFonts w:cs="Lucida Sans Unicode"/>
          <w:b/>
        </w:rPr>
        <w:t>    (</w:t>
      </w:r>
      <w:r w:rsidRPr="00AF774D">
        <w:rPr>
          <w:rFonts w:hAnsi="宋体" w:cs="Lucida Sans Unicode"/>
          <w:b/>
        </w:rPr>
        <w:t>四</w:t>
      </w:r>
      <w:r w:rsidRPr="00AF774D">
        <w:rPr>
          <w:rFonts w:cs="Lucida Sans Unicode"/>
          <w:b/>
        </w:rPr>
        <w:t>)</w:t>
      </w:r>
      <w:r w:rsidRPr="00AF774D">
        <w:rPr>
          <w:rFonts w:hAnsi="宋体" w:cs="Lucida Sans Unicode"/>
          <w:b/>
        </w:rPr>
        <w:t>尝试用深化练习</w:t>
      </w:r>
      <w:r w:rsidRPr="00AF774D">
        <w:rPr>
          <w:rFonts w:cs="Lucida Sans Unicode"/>
          <w:b/>
        </w:rPr>
        <w:t> </w:t>
      </w:r>
    </w:p>
    <w:p w:rsidR="00860040" w:rsidRPr="00AF774D" w:rsidRDefault="00860040" w:rsidP="00AF774D">
      <w:pPr>
        <w:spacing w:line="360" w:lineRule="auto"/>
        <w:ind w:firstLineChars="150" w:firstLine="315"/>
        <w:jc w:val="left"/>
        <w:rPr>
          <w:rFonts w:cs="Lucida Sans Unicode"/>
        </w:rPr>
      </w:pPr>
      <w:r w:rsidRPr="00AF774D">
        <w:rPr>
          <w:rFonts w:hAnsi="宋体" w:cs="Lucida Sans Unicode"/>
        </w:rPr>
        <w:t>课件出示</w:t>
      </w:r>
      <w:r w:rsidRPr="00AF774D">
        <w:rPr>
          <w:rFonts w:cs="Lucida Sans Unicode"/>
        </w:rPr>
        <w:t>:</w:t>
      </w:r>
      <w:r w:rsidRPr="00AF774D">
        <w:rPr>
          <w:rFonts w:cs="Lucida Sans Unicode"/>
        </w:rPr>
        <w:br/>
        <w:t>   </w:t>
      </w:r>
      <w:r w:rsidRPr="00AF774D">
        <w:rPr>
          <w:rFonts w:cs="Lucida Sans Unicode" w:hint="eastAsia"/>
        </w:rPr>
        <w:t>A</w:t>
      </w:r>
      <w:r w:rsidRPr="00AF774D">
        <w:rPr>
          <w:rFonts w:hAnsi="宋体" w:cs="Lucida Sans Unicode" w:hint="eastAsia"/>
        </w:rPr>
        <w:t>、</w:t>
      </w:r>
      <w:r w:rsidRPr="00AF774D">
        <w:rPr>
          <w:rFonts w:cs="Lucida Sans Unicode"/>
        </w:rPr>
        <w:t> </w:t>
      </w:r>
      <w:r w:rsidRPr="00AF774D">
        <w:rPr>
          <w:rFonts w:hAnsi="宋体" w:cs="Lucida Sans Unicode"/>
        </w:rPr>
        <w:t>基本练习</w:t>
      </w:r>
      <w:r w:rsidRPr="00AF774D">
        <w:rPr>
          <w:rFonts w:cs="Lucida Sans Unicode"/>
        </w:rPr>
        <w:t>   </w:t>
      </w:r>
    </w:p>
    <w:p w:rsidR="00860040" w:rsidRPr="00AF774D" w:rsidRDefault="00860040" w:rsidP="00AF774D">
      <w:pPr>
        <w:numPr>
          <w:ilvl w:val="0"/>
          <w:numId w:val="1"/>
        </w:numPr>
        <w:spacing w:line="360" w:lineRule="auto"/>
        <w:jc w:val="left"/>
        <w:rPr>
          <w:rFonts w:cs="Lucida Sans Unicode"/>
        </w:rPr>
      </w:pPr>
      <w:r w:rsidRPr="00AF774D">
        <w:rPr>
          <w:rFonts w:hAnsi="宋体" w:cs="Lucida Sans Unicode" w:hint="eastAsia"/>
        </w:rPr>
        <w:t>蜗牛爬行的速</w:t>
      </w:r>
      <w:r w:rsidR="001B1ABA" w:rsidRPr="00AF774D">
        <w:rPr>
          <w:rFonts w:cs="Lucida Sans Unicode" w:hint="eastAsia"/>
          <w:noProof/>
        </w:rPr>
        <w:drawing>
          <wp:inline distT="0" distB="0" distL="0" distR="0">
            <wp:extent cx="16509" cy="16509"/>
            <wp:effectExtent l="19050" t="0" r="2541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774D">
        <w:rPr>
          <w:rFonts w:hAnsi="宋体" w:cs="Lucida Sans Unicode" w:hint="eastAsia"/>
        </w:rPr>
        <w:t>度大约是每分钟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"/>
          <w:attr w:name="UnitName" w:val="厘米"/>
        </w:smartTagPr>
        <w:r w:rsidRPr="00AF774D">
          <w:rPr>
            <w:rFonts w:cs="Lucida Sans Unicode" w:hint="eastAsia"/>
          </w:rPr>
          <w:t>9</w:t>
        </w:r>
        <w:r w:rsidRPr="00AF774D">
          <w:rPr>
            <w:rFonts w:hAnsi="宋体" w:cs="Lucida Sans Unicode" w:hint="eastAsia"/>
          </w:rPr>
          <w:t>厘米</w:t>
        </w:r>
      </w:smartTag>
      <w:r w:rsidR="001B1ABA" w:rsidRPr="00AF774D">
        <w:rPr>
          <w:rFonts w:cs="Lucida Sans Unicode"/>
        </w:rPr>
        <w:t>[</w:t>
      </w:r>
      <w:r w:rsidR="001B1ABA" w:rsidRPr="00AF774D">
        <w:rPr>
          <w:rFonts w:hAnsi="宋体" w:cs="Lucida Sans Unicode"/>
        </w:rPr>
        <w:t>来源</w:t>
      </w:r>
      <w:r w:rsidR="001B1ABA" w:rsidRPr="00AF774D">
        <w:rPr>
          <w:rFonts w:cs="Lucida Sans Unicode"/>
        </w:rPr>
        <w:t>:</w:t>
      </w:r>
      <w:proofErr w:type="gramStart"/>
      <w:r w:rsidR="001B1ABA" w:rsidRPr="00AF774D">
        <w:rPr>
          <w:rFonts w:hAnsi="宋体" w:cs="Lucida Sans Unicode"/>
        </w:rPr>
        <w:t>学科网</w:t>
      </w:r>
      <w:proofErr w:type="gramEnd"/>
      <w:r w:rsidR="001B1ABA" w:rsidRPr="00AF774D">
        <w:rPr>
          <w:rFonts w:cs="Lucida Sans Unicode"/>
        </w:rPr>
        <w:t>ZXXK]</w:t>
      </w:r>
    </w:p>
    <w:p w:rsidR="00860040" w:rsidRPr="00AF774D" w:rsidRDefault="00860040" w:rsidP="00AF774D">
      <w:pPr>
        <w:spacing w:line="360" w:lineRule="auto"/>
        <w:ind w:firstLineChars="400" w:firstLine="840"/>
        <w:jc w:val="left"/>
        <w:rPr>
          <w:rFonts w:cs="Lucida Sans Unicode"/>
        </w:rPr>
      </w:pPr>
      <w:r w:rsidRPr="00AF774D">
        <w:rPr>
          <w:rFonts w:hAnsi="宋体" w:cs="Lucida Sans Unicode" w:hint="eastAsia"/>
        </w:rPr>
        <w:t>可写作</w:t>
      </w:r>
      <w:r w:rsidRPr="00AF774D">
        <w:rPr>
          <w:rFonts w:cs="Lucida Sans Unicode" w:hint="eastAsia"/>
        </w:rPr>
        <w:t>:</w:t>
      </w:r>
      <w:r w:rsidR="001B1ABA" w:rsidRPr="00AF774D">
        <w:rPr>
          <w:rFonts w:cs="Lucida Sans Unicode"/>
        </w:rPr>
        <w:t>[</w:t>
      </w:r>
      <w:r w:rsidR="001B1ABA" w:rsidRPr="00AF774D">
        <w:rPr>
          <w:rFonts w:hAnsi="宋体" w:cs="Lucida Sans Unicode"/>
        </w:rPr>
        <w:t>来源</w:t>
      </w:r>
      <w:r w:rsidR="001B1ABA" w:rsidRPr="00AF774D">
        <w:rPr>
          <w:rFonts w:cs="Lucida Sans Unicode"/>
        </w:rPr>
        <w:t>:Z,xx,k.Com]</w:t>
      </w:r>
    </w:p>
    <w:p w:rsidR="00860040" w:rsidRPr="00AF774D" w:rsidRDefault="00860040" w:rsidP="00AF774D">
      <w:pPr>
        <w:spacing w:line="360" w:lineRule="auto"/>
        <w:jc w:val="left"/>
        <w:rPr>
          <w:rFonts w:cs="Lucida Sans Unicode"/>
        </w:rPr>
      </w:pPr>
      <w:r w:rsidRPr="00AF774D">
        <w:rPr>
          <w:rFonts w:hAnsi="宋体" w:cs="Lucida Sans Unicode" w:hint="eastAsia"/>
        </w:rPr>
        <w:t>（</w:t>
      </w:r>
      <w:r w:rsidRPr="00AF774D">
        <w:rPr>
          <w:rFonts w:cs="Lucida Sans Unicode" w:hint="eastAsia"/>
        </w:rPr>
        <w:t>2</w:t>
      </w:r>
      <w:r w:rsidRPr="00AF774D">
        <w:rPr>
          <w:rFonts w:hAnsi="宋体" w:cs="Lucida Sans Unicode" w:hint="eastAsia"/>
        </w:rPr>
        <w:t>）</w:t>
      </w:r>
      <w:r w:rsidRPr="00AF774D">
        <w:rPr>
          <w:rFonts w:cs="Lucida Sans Unicode"/>
        </w:rPr>
        <w:t> </w:t>
      </w:r>
      <w:r w:rsidRPr="00AF774D">
        <w:rPr>
          <w:rFonts w:hAnsi="宋体" w:cs="Lucida Sans Unicode" w:hint="eastAsia"/>
        </w:rPr>
        <w:t>猎豹奔跑的速度可达每小时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10"/>
          <w:attr w:name="UnitName" w:val="千米"/>
        </w:smartTagPr>
        <w:r w:rsidRPr="00AF774D">
          <w:rPr>
            <w:rFonts w:cs="Lucida Sans Unicode" w:hint="eastAsia"/>
          </w:rPr>
          <w:t>110</w:t>
        </w:r>
        <w:r w:rsidRPr="00AF774D">
          <w:rPr>
            <w:rFonts w:hAnsi="宋体" w:cs="Lucida Sans Unicode" w:hint="eastAsia"/>
          </w:rPr>
          <w:t>千米</w:t>
        </w:r>
      </w:smartTag>
      <w:r w:rsidRPr="00AF774D">
        <w:rPr>
          <w:rFonts w:cs="Lucida Sans Unicode"/>
        </w:rPr>
        <w:t>   </w:t>
      </w:r>
    </w:p>
    <w:p w:rsidR="00860040" w:rsidRPr="00AF774D" w:rsidRDefault="00860040" w:rsidP="00AF774D">
      <w:pPr>
        <w:spacing w:line="360" w:lineRule="auto"/>
        <w:ind w:firstLineChars="350" w:firstLine="735"/>
        <w:jc w:val="left"/>
        <w:rPr>
          <w:rFonts w:cs="Lucida Sans Unicode"/>
        </w:rPr>
      </w:pPr>
      <w:r w:rsidRPr="00AF774D">
        <w:rPr>
          <w:rFonts w:hAnsi="宋体" w:cs="Lucida Sans Unicode" w:hint="eastAsia"/>
        </w:rPr>
        <w:t>可写作</w:t>
      </w:r>
      <w:r w:rsidRPr="00AF774D">
        <w:rPr>
          <w:rFonts w:cs="Lucida Sans Unicode" w:hint="eastAsia"/>
        </w:rPr>
        <w:t>:</w:t>
      </w:r>
    </w:p>
    <w:p w:rsidR="00860040" w:rsidRPr="00AF774D" w:rsidRDefault="00860040" w:rsidP="00AF774D">
      <w:pPr>
        <w:spacing w:line="360" w:lineRule="auto"/>
        <w:jc w:val="left"/>
        <w:rPr>
          <w:rFonts w:cs="Lucida Sans Unicode"/>
        </w:rPr>
      </w:pPr>
      <w:r w:rsidRPr="00AF774D">
        <w:rPr>
          <w:rFonts w:hAnsi="宋体" w:cs="Lucida Sans Unicode" w:hint="eastAsia"/>
        </w:rPr>
        <w:t>（</w:t>
      </w:r>
      <w:r w:rsidRPr="00AF774D">
        <w:rPr>
          <w:rFonts w:cs="Lucida Sans Unicode" w:hint="eastAsia"/>
        </w:rPr>
        <w:t>3</w:t>
      </w:r>
      <w:r w:rsidRPr="00AF774D">
        <w:rPr>
          <w:rFonts w:hAnsi="宋体" w:cs="Lucida Sans Unicode" w:hint="eastAsia"/>
        </w:rPr>
        <w:t>）</w:t>
      </w:r>
      <w:r w:rsidRPr="00AF774D">
        <w:rPr>
          <w:rFonts w:cs="Lucida Sans Unicode" w:hint="eastAsia"/>
        </w:rPr>
        <w:t xml:space="preserve"> </w:t>
      </w:r>
      <w:r w:rsidRPr="00AF774D">
        <w:rPr>
          <w:rFonts w:hAnsi="宋体" w:cs="Lucida Sans Unicode" w:hint="eastAsia"/>
        </w:rPr>
        <w:t>蝴蝶飞行的速度可达每分钟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"/>
          <w:attr w:name="UnitName" w:val="米"/>
        </w:smartTagPr>
        <w:r w:rsidRPr="00AF774D">
          <w:rPr>
            <w:rFonts w:cs="Lucida Sans Unicode" w:hint="eastAsia"/>
          </w:rPr>
          <w:t>500</w:t>
        </w:r>
        <w:r w:rsidRPr="00AF774D">
          <w:rPr>
            <w:rFonts w:hAnsi="宋体" w:cs="Lucida Sans Unicode" w:hint="eastAsia"/>
          </w:rPr>
          <w:t>米</w:t>
        </w:r>
      </w:smartTag>
    </w:p>
    <w:p w:rsidR="00860040" w:rsidRPr="00AF774D" w:rsidRDefault="00860040" w:rsidP="00AF774D">
      <w:pPr>
        <w:spacing w:line="360" w:lineRule="auto"/>
        <w:ind w:firstLineChars="350" w:firstLine="735"/>
        <w:jc w:val="left"/>
        <w:rPr>
          <w:rFonts w:cs="Lucida Sans Unicode"/>
        </w:rPr>
      </w:pPr>
      <w:r w:rsidRPr="00AF774D">
        <w:rPr>
          <w:rFonts w:hAnsi="宋体" w:cs="Lucida Sans Unicode" w:hint="eastAsia"/>
        </w:rPr>
        <w:t>可写作</w:t>
      </w:r>
      <w:r w:rsidRPr="00AF774D">
        <w:rPr>
          <w:rFonts w:cs="Lucida Sans Unicode" w:hint="eastAsia"/>
        </w:rPr>
        <w:t>:</w:t>
      </w:r>
    </w:p>
    <w:p w:rsidR="00860040" w:rsidRPr="00AF774D" w:rsidRDefault="00860040" w:rsidP="00AF774D">
      <w:pPr>
        <w:spacing w:line="360" w:lineRule="auto"/>
        <w:jc w:val="left"/>
        <w:rPr>
          <w:rFonts w:cs="Lucida Sans Unicode"/>
        </w:rPr>
      </w:pPr>
      <w:r w:rsidRPr="00AF774D">
        <w:rPr>
          <w:rFonts w:hAnsi="宋体" w:cs="Lucida Sans Unicode" w:hint="eastAsia"/>
        </w:rPr>
        <w:t>（</w:t>
      </w:r>
      <w:r w:rsidRPr="00AF774D">
        <w:rPr>
          <w:rFonts w:cs="Lucida Sans Unicode" w:hint="eastAsia"/>
        </w:rPr>
        <w:t>4</w:t>
      </w:r>
      <w:r w:rsidRPr="00AF774D">
        <w:rPr>
          <w:rFonts w:hAnsi="宋体" w:cs="Lucida Sans Unicode" w:hint="eastAsia"/>
        </w:rPr>
        <w:t>）</w:t>
      </w:r>
      <w:r w:rsidRPr="00AF774D">
        <w:rPr>
          <w:rFonts w:cs="Lucida Sans Unicode" w:hint="eastAsia"/>
        </w:rPr>
        <w:t xml:space="preserve"> </w:t>
      </w:r>
      <w:r w:rsidRPr="00AF774D">
        <w:rPr>
          <w:rFonts w:cs="Lucida Sans Unicode"/>
        </w:rPr>
        <w:t> </w:t>
      </w:r>
      <w:r w:rsidRPr="00AF774D">
        <w:rPr>
          <w:rFonts w:hAnsi="宋体" w:cs="Lucida Sans Unicode" w:hint="eastAsia"/>
        </w:rPr>
        <w:t>声音传播的速度是每秒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40"/>
          <w:attr w:name="UnitName" w:val="米"/>
        </w:smartTagPr>
        <w:r w:rsidRPr="00AF774D">
          <w:rPr>
            <w:rFonts w:cs="Lucida Sans Unicode" w:hint="eastAsia"/>
          </w:rPr>
          <w:t>340</w:t>
        </w:r>
        <w:r w:rsidRPr="00AF774D">
          <w:rPr>
            <w:rFonts w:hAnsi="宋体" w:cs="Lucida Sans Unicode" w:hint="eastAsia"/>
          </w:rPr>
          <w:t>米</w:t>
        </w:r>
      </w:smartTag>
      <w:r w:rsidRPr="00AF774D">
        <w:rPr>
          <w:rFonts w:cs="Lucida Sans Unicode"/>
        </w:rPr>
        <w:t> </w:t>
      </w:r>
    </w:p>
    <w:p w:rsidR="00860040" w:rsidRPr="00AF774D" w:rsidRDefault="00860040" w:rsidP="00AF774D">
      <w:pPr>
        <w:spacing w:line="360" w:lineRule="auto"/>
        <w:ind w:firstLineChars="350" w:firstLine="735"/>
        <w:jc w:val="left"/>
        <w:rPr>
          <w:rFonts w:cs="Lucida Sans Unicode"/>
        </w:rPr>
      </w:pPr>
      <w:r w:rsidRPr="00AF774D">
        <w:rPr>
          <w:rFonts w:hAnsi="宋体" w:cs="Lucida Sans Unicode" w:hint="eastAsia"/>
        </w:rPr>
        <w:t>可写作</w:t>
      </w:r>
      <w:r w:rsidRPr="00AF774D">
        <w:rPr>
          <w:rFonts w:cs="Lucida Sans Unicode" w:hint="eastAsia"/>
        </w:rPr>
        <w:t>:</w:t>
      </w:r>
    </w:p>
    <w:p w:rsidR="00860040" w:rsidRPr="00AF774D" w:rsidRDefault="00860040" w:rsidP="00AF774D">
      <w:pPr>
        <w:spacing w:line="360" w:lineRule="auto"/>
        <w:ind w:firstLineChars="100" w:firstLine="210"/>
        <w:jc w:val="left"/>
        <w:rPr>
          <w:rFonts w:cs="Lucida Sans Unicode"/>
        </w:rPr>
      </w:pPr>
      <w:r w:rsidRPr="00AF774D">
        <w:rPr>
          <w:rFonts w:cs="Lucida Sans Unicode" w:hint="eastAsia"/>
        </w:rPr>
        <w:t>B</w:t>
      </w:r>
      <w:r w:rsidRPr="00AF774D">
        <w:rPr>
          <w:rFonts w:hAnsi="宋体" w:cs="Lucida Sans Unicode" w:hint="eastAsia"/>
        </w:rPr>
        <w:t>、小强每天早上跑步</w:t>
      </w:r>
      <w:r w:rsidRPr="00AF774D">
        <w:rPr>
          <w:rFonts w:cs="Lucida Sans Unicode" w:hint="eastAsia"/>
        </w:rPr>
        <w:t>15</w:t>
      </w:r>
      <w:r w:rsidRPr="00AF774D">
        <w:rPr>
          <w:rFonts w:hAnsi="宋体" w:cs="Lucida Sans Unicode" w:hint="eastAsia"/>
        </w:rPr>
        <w:t>分钟，他的速度大约是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0"/>
          <w:attr w:name="UnitName" w:val="米"/>
        </w:smartTagPr>
        <w:r w:rsidRPr="00AF774D">
          <w:rPr>
            <w:rFonts w:cs="Lucida Sans Unicode" w:hint="eastAsia"/>
          </w:rPr>
          <w:t>120</w:t>
        </w:r>
        <w:r w:rsidRPr="00AF774D">
          <w:rPr>
            <w:rFonts w:hAnsi="宋体" w:cs="Lucida Sans Unicode" w:hint="eastAsia"/>
          </w:rPr>
          <w:t>米</w:t>
        </w:r>
      </w:smartTag>
      <w:r w:rsidRPr="00AF774D">
        <w:rPr>
          <w:rFonts w:cs="Lucida Sans Unicode" w:hint="eastAsia"/>
        </w:rPr>
        <w:t>/</w:t>
      </w:r>
      <w:r w:rsidRPr="00AF774D">
        <w:rPr>
          <w:rFonts w:hAnsi="宋体" w:cs="Lucida Sans Unicode" w:hint="eastAsia"/>
        </w:rPr>
        <w:t>分。小强每天大约跑步多少米？你能写出数量关系再解答吗？</w:t>
      </w:r>
      <w:r w:rsidR="001B1ABA" w:rsidRPr="00AF774D">
        <w:rPr>
          <w:rFonts w:cs="Lucida Sans Unicode"/>
        </w:rPr>
        <w:t>[</w:t>
      </w:r>
      <w:r w:rsidR="001B1ABA" w:rsidRPr="00AF774D">
        <w:rPr>
          <w:rFonts w:hAnsi="宋体" w:cs="Lucida Sans Unicode"/>
        </w:rPr>
        <w:t>来源</w:t>
      </w:r>
      <w:r w:rsidR="001B1ABA" w:rsidRPr="00AF774D">
        <w:rPr>
          <w:rFonts w:cs="Lucida Sans Unicode"/>
        </w:rPr>
        <w:t>:Z&amp;xx&amp;k.Com]</w:t>
      </w:r>
    </w:p>
    <w:p w:rsidR="00860040" w:rsidRPr="00AF774D" w:rsidRDefault="00860040" w:rsidP="00AF774D">
      <w:pPr>
        <w:spacing w:line="360" w:lineRule="auto"/>
        <w:jc w:val="left"/>
      </w:pPr>
      <w:r w:rsidRPr="00AF774D">
        <w:rPr>
          <w:rFonts w:cs="Lucida Sans Unicode"/>
        </w:rPr>
        <w:t>  </w:t>
      </w:r>
      <w:r w:rsidRPr="00AF774D">
        <w:rPr>
          <w:rFonts w:cs="Lucida Sans Unicode" w:hint="eastAsia"/>
        </w:rPr>
        <w:t>C</w:t>
      </w:r>
      <w:r w:rsidRPr="00AF774D">
        <w:rPr>
          <w:rFonts w:hAnsi="宋体" w:cs="Lucida Sans Unicode" w:hint="eastAsia"/>
        </w:rPr>
        <w:t>、</w:t>
      </w:r>
      <w:r w:rsidRPr="00AF774D">
        <w:rPr>
          <w:rFonts w:hAnsi="宋体" w:cs="Lucida Sans Unicode"/>
        </w:rPr>
        <w:t>王叔叔从县城出发去王庄乡送化肥。去的时候</w:t>
      </w:r>
      <w:r w:rsidRPr="00AF774D">
        <w:rPr>
          <w:rFonts w:hAnsi="宋体" w:cs="Lucida Sans Unicode" w:hint="eastAsia"/>
        </w:rPr>
        <w:t>用了</w:t>
      </w:r>
      <w:r w:rsidRPr="00AF774D">
        <w:rPr>
          <w:rFonts w:cs="Lucida Sans Unicode" w:hint="eastAsia"/>
        </w:rPr>
        <w:t>3</w:t>
      </w:r>
      <w:r w:rsidRPr="00AF774D">
        <w:rPr>
          <w:rFonts w:hAnsi="宋体" w:cs="Lucida Sans Unicode" w:hint="eastAsia"/>
        </w:rPr>
        <w:t>小时，</w:t>
      </w:r>
      <w:r w:rsidRPr="00AF774D">
        <w:rPr>
          <w:rFonts w:hAnsi="宋体" w:cs="Lucida Sans Unicode"/>
        </w:rPr>
        <w:t>返回时用了</w:t>
      </w:r>
      <w:r w:rsidRPr="00AF774D">
        <w:rPr>
          <w:rFonts w:cs="Lucida Sans Unicode"/>
        </w:rPr>
        <w:t>2</w:t>
      </w:r>
      <w:r w:rsidRPr="00AF774D">
        <w:rPr>
          <w:rFonts w:hAnsi="宋体" w:cs="Lucida Sans Unicode"/>
        </w:rPr>
        <w:t>小时</w:t>
      </w:r>
      <w:r w:rsidRPr="00AF774D">
        <w:rPr>
          <w:rFonts w:cs="Lucida Sans Unicode"/>
        </w:rPr>
        <w:t>.</w:t>
      </w:r>
      <w:r w:rsidRPr="00AF774D">
        <w:rPr>
          <w:rFonts w:hAnsi="宋体" w:cs="Lucida Sans Unicode" w:hint="eastAsia"/>
        </w:rPr>
        <w:t>去时我的速度只有</w:t>
      </w:r>
      <w:r w:rsidRPr="00AF774D">
        <w:rPr>
          <w:rFonts w:cs="Lucida Sans Unicode" w:hint="eastAsia"/>
        </w:rPr>
        <w:t>40</w:t>
      </w:r>
      <w:r w:rsidRPr="00AF774D">
        <w:rPr>
          <w:rFonts w:hAnsi="宋体" w:cs="Lucida Sans Unicode" w:hint="eastAsia"/>
        </w:rPr>
        <w:t>千米</w:t>
      </w:r>
      <w:r w:rsidRPr="00AF774D">
        <w:rPr>
          <w:rFonts w:cs="Lucida Sans Unicode" w:hint="eastAsia"/>
        </w:rPr>
        <w:t>/</w:t>
      </w:r>
      <w:r w:rsidRPr="00AF774D">
        <w:rPr>
          <w:rFonts w:hAnsi="宋体" w:cs="Lucida Sans Unicode" w:hint="eastAsia"/>
        </w:rPr>
        <w:t>小时，回来时快多了，是（</w:t>
      </w:r>
      <w:r w:rsidRPr="00AF774D">
        <w:rPr>
          <w:rFonts w:cs="Lucida Sans Unicode" w:hint="eastAsia"/>
        </w:rPr>
        <w:t xml:space="preserve">      </w:t>
      </w:r>
      <w:r w:rsidRPr="00AF774D">
        <w:rPr>
          <w:rFonts w:hAnsi="宋体" w:cs="Lucida Sans Unicode" w:hint="eastAsia"/>
        </w:rPr>
        <w:t>）千米</w:t>
      </w:r>
      <w:r w:rsidRPr="00AF774D">
        <w:rPr>
          <w:rFonts w:cs="Lucida Sans Unicode" w:hint="eastAsia"/>
        </w:rPr>
        <w:t>/</w:t>
      </w:r>
      <w:r w:rsidRPr="00AF774D">
        <w:rPr>
          <w:rFonts w:hAnsi="宋体" w:cs="Lucida Sans Unicode" w:hint="eastAsia"/>
        </w:rPr>
        <w:t>小时。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 w:hint="eastAsia"/>
        </w:rPr>
        <w:t>（</w:t>
      </w:r>
      <w:r w:rsidRPr="00AF774D">
        <w:rPr>
          <w:rFonts w:cs="Lucida Sans Unicode" w:hint="eastAsia"/>
        </w:rPr>
        <w:t>1</w:t>
      </w:r>
      <w:r w:rsidRPr="00AF774D">
        <w:rPr>
          <w:rFonts w:hAnsi="宋体" w:cs="Lucida Sans Unicode" w:hint="eastAsia"/>
        </w:rPr>
        <w:t>）</w:t>
      </w:r>
      <w:r w:rsidRPr="00AF774D">
        <w:rPr>
          <w:rFonts w:cs="Lucida Sans Unicode"/>
        </w:rPr>
        <w:t>:</w:t>
      </w:r>
      <w:r w:rsidRPr="00AF774D">
        <w:rPr>
          <w:rFonts w:hAnsi="宋体" w:cs="Lucida Sans Unicode"/>
        </w:rPr>
        <w:t>从县城到王庄乡有多远</w:t>
      </w:r>
      <w:r w:rsidRPr="00AF774D">
        <w:rPr>
          <w:rFonts w:cs="Lucida Sans Unicode"/>
        </w:rPr>
        <w:t>?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 w:hint="eastAsia"/>
        </w:rPr>
        <w:t>（</w:t>
      </w:r>
      <w:r w:rsidRPr="00AF774D">
        <w:rPr>
          <w:rFonts w:cs="Lucida Sans Unicode" w:hint="eastAsia"/>
        </w:rPr>
        <w:t>2</w:t>
      </w:r>
      <w:r w:rsidRPr="00AF774D">
        <w:rPr>
          <w:rFonts w:hAnsi="宋体" w:cs="Lucida Sans Unicode" w:hint="eastAsia"/>
        </w:rPr>
        <w:t>）</w:t>
      </w:r>
      <w:r w:rsidRPr="00AF774D">
        <w:rPr>
          <w:rFonts w:cs="Lucida Sans Unicode"/>
        </w:rPr>
        <w:t>:</w:t>
      </w:r>
      <w:r w:rsidRPr="00AF774D">
        <w:rPr>
          <w:rFonts w:hAnsi="宋体" w:cs="Lucida Sans Unicode"/>
        </w:rPr>
        <w:t>返回时平均每小时行多少千米</w:t>
      </w:r>
      <w:r w:rsidRPr="00AF774D">
        <w:rPr>
          <w:rFonts w:cs="Lucida Sans Unicode"/>
        </w:rPr>
        <w:t>?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学生独立完成</w:t>
      </w:r>
      <w:r w:rsidR="001B1ABA" w:rsidRPr="00AF774D">
        <w:rPr>
          <w:rFonts w:cs="Lucida Sans Unicode"/>
          <w:noProof/>
        </w:rPr>
        <w:drawing>
          <wp:inline distT="0" distB="0" distL="0" distR="0">
            <wp:extent cx="16509" cy="24129"/>
            <wp:effectExtent l="19050" t="0" r="2541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774D">
        <w:rPr>
          <w:rFonts w:cs="Lucida Sans Unicode"/>
        </w:rPr>
        <w:t>,</w:t>
      </w:r>
      <w:r w:rsidRPr="00AF774D">
        <w:rPr>
          <w:rFonts w:hAnsi="宋体" w:cs="Lucida Sans Unicode"/>
        </w:rPr>
        <w:t>并说原理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cs="Lucida Sans Unicode" w:hint="eastAsia"/>
        </w:rPr>
        <w:t>D</w:t>
      </w:r>
      <w:r w:rsidRPr="00AF774D">
        <w:rPr>
          <w:rFonts w:hAnsi="宋体" w:cs="Lucida Sans Unicode" w:hint="eastAsia"/>
        </w:rPr>
        <w:t>、</w:t>
      </w:r>
      <w:r w:rsidRPr="00AF774D">
        <w:rPr>
          <w:rFonts w:hAnsi="宋体" w:cs="Lucida Sans Unicode"/>
        </w:rPr>
        <w:t>拓展练习</w:t>
      </w:r>
      <w:r w:rsidRPr="00AF774D">
        <w:rPr>
          <w:rFonts w:cs="Lucida Sans Unicode"/>
        </w:rPr>
        <w:t>(</w:t>
      </w:r>
      <w:r w:rsidRPr="00AF774D">
        <w:rPr>
          <w:rFonts w:hAnsi="宋体" w:cs="Lucida Sans Unicode"/>
        </w:rPr>
        <w:t>卡片出示</w:t>
      </w:r>
      <w:r w:rsidRPr="00AF774D">
        <w:rPr>
          <w:rFonts w:cs="Lucida Sans Unicode"/>
        </w:rPr>
        <w:t>)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出示一块路牌</w:t>
      </w:r>
      <w:r w:rsidRPr="00AF774D">
        <w:rPr>
          <w:rFonts w:cs="Lucida Sans Unicode"/>
        </w:rPr>
        <w:t>,</w:t>
      </w:r>
      <w:r w:rsidRPr="00AF774D">
        <w:rPr>
          <w:rFonts w:cs="Lucida Sans Unicode"/>
        </w:rPr>
        <w:br/>
        <w:t xml:space="preserve">    </w:t>
      </w:r>
      <w:r w:rsidRPr="00AF774D">
        <w:rPr>
          <w:rFonts w:hAnsi="宋体" w:cs="Lucida Sans Unicode"/>
        </w:rPr>
        <w:t>一辆汽车的速度是</w:t>
      </w:r>
      <w:r w:rsidRPr="00AF774D">
        <w:rPr>
          <w:rFonts w:cs="Lucida Sans Unicode"/>
        </w:rPr>
        <w:t>43</w:t>
      </w:r>
      <w:r w:rsidRPr="00AF774D">
        <w:rPr>
          <w:rFonts w:hAnsi="宋体" w:cs="Lucida Sans Unicode"/>
        </w:rPr>
        <w:t>千米</w:t>
      </w:r>
      <w:r w:rsidRPr="00AF774D">
        <w:rPr>
          <w:rFonts w:cs="Lucida Sans Unicode"/>
        </w:rPr>
        <w:t>/</w:t>
      </w:r>
      <w:r w:rsidRPr="00AF774D">
        <w:rPr>
          <w:rFonts w:hAnsi="宋体" w:cs="Lucida Sans Unicode"/>
        </w:rPr>
        <w:t>时</w:t>
      </w:r>
      <w:r w:rsidRPr="00AF774D">
        <w:rPr>
          <w:rFonts w:cs="Lucida Sans Unicode"/>
        </w:rPr>
        <w:t>,</w:t>
      </w:r>
      <w:r w:rsidRPr="00AF774D">
        <w:rPr>
          <w:rFonts w:hAnsi="宋体" w:cs="Lucida Sans Unicode"/>
        </w:rPr>
        <w:t>从绍兴出发过</w:t>
      </w:r>
      <w:r w:rsidRPr="00AF774D">
        <w:rPr>
          <w:rFonts w:cs="Lucida Sans Unicode"/>
        </w:rPr>
        <w:t>5</w:t>
      </w:r>
      <w:r w:rsidRPr="00AF774D">
        <w:rPr>
          <w:rFonts w:hAnsi="宋体" w:cs="Lucida Sans Unicode"/>
        </w:rPr>
        <w:t>小时能否到达上海</w:t>
      </w:r>
      <w:r w:rsidRPr="00AF774D">
        <w:rPr>
          <w:rFonts w:cs="Lucida Sans Unicode"/>
        </w:rPr>
        <w:t>?</w:t>
      </w:r>
      <w:r w:rsidRPr="00AF774D">
        <w:rPr>
          <w:rFonts w:cs="Lucida Sans Unicode"/>
        </w:rPr>
        <w:br/>
        <w:t>     </w:t>
      </w:r>
    </w:p>
    <w:p w:rsidR="008C72E1" w:rsidRPr="00AF774D" w:rsidRDefault="008C72E1" w:rsidP="00AF774D">
      <w:pPr>
        <w:spacing w:line="360" w:lineRule="auto"/>
        <w:jc w:val="left"/>
      </w:pPr>
    </w:p>
    <w:sectPr w:rsidR="008C72E1" w:rsidRPr="00AF774D" w:rsidSect="002E4F90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158" w:rsidRDefault="00347158">
      <w:r>
        <w:separator/>
      </w:r>
    </w:p>
  </w:endnote>
  <w:endnote w:type="continuationSeparator" w:id="0">
    <w:p w:rsidR="00347158" w:rsidRDefault="0034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ABA" w:rsidRPr="001B1ABA" w:rsidRDefault="001B1ABA" w:rsidP="001B1AB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158" w:rsidRDefault="00347158">
      <w:r>
        <w:separator/>
      </w:r>
    </w:p>
  </w:footnote>
  <w:footnote w:type="continuationSeparator" w:id="0">
    <w:p w:rsidR="00347158" w:rsidRDefault="00347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ABA" w:rsidRPr="001B1ABA" w:rsidRDefault="001B1ABA" w:rsidP="001B1AB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57156"/>
    <w:multiLevelType w:val="hybridMultilevel"/>
    <w:tmpl w:val="F9B41C1E"/>
    <w:lvl w:ilvl="0" w:tplc="5FFCA5E6">
      <w:start w:val="1"/>
      <w:numFmt w:val="decimal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3652060"/>
    <w:multiLevelType w:val="hybridMultilevel"/>
    <w:tmpl w:val="5FE4117C"/>
    <w:lvl w:ilvl="0" w:tplc="BE7ACCC6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0040"/>
    <w:rsid w:val="0007055D"/>
    <w:rsid w:val="001B1ABA"/>
    <w:rsid w:val="002E4F90"/>
    <w:rsid w:val="00347158"/>
    <w:rsid w:val="003929E1"/>
    <w:rsid w:val="00540B9E"/>
    <w:rsid w:val="005A3635"/>
    <w:rsid w:val="006B03F3"/>
    <w:rsid w:val="007112A0"/>
    <w:rsid w:val="00860040"/>
    <w:rsid w:val="008615E9"/>
    <w:rsid w:val="008C72E1"/>
    <w:rsid w:val="009142A7"/>
    <w:rsid w:val="00996521"/>
    <w:rsid w:val="00AF774D"/>
    <w:rsid w:val="00C710CF"/>
    <w:rsid w:val="00E7476D"/>
    <w:rsid w:val="00FB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ECDA8FA9-E737-4405-AD16-04CEDE76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E4F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72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8C7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basedOn w:val="a0"/>
    <w:rsid w:val="00860040"/>
    <w:rPr>
      <w:color w:val="0000FF"/>
      <w:u w:val="single"/>
    </w:rPr>
  </w:style>
  <w:style w:type="paragraph" w:styleId="a6">
    <w:name w:val="Balloon Text"/>
    <w:basedOn w:val="a"/>
    <w:link w:val="a7"/>
    <w:rsid w:val="001B1ABA"/>
    <w:rPr>
      <w:sz w:val="18"/>
      <w:szCs w:val="18"/>
    </w:rPr>
  </w:style>
  <w:style w:type="character" w:customStyle="1" w:styleId="a7">
    <w:name w:val="批注框文本 字符"/>
    <w:basedOn w:val="a0"/>
    <w:link w:val="a6"/>
    <w:rsid w:val="001B1AB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3edu.net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k.3edu.net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945;&#26696;&#27979;&#35797;\&#27169;&#26495;\Doc2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Doc2.dot</Template>
  <TotalTime>5</TotalTime>
  <Pages>1</Pages>
  <Words>279</Words>
  <Characters>1594</Characters>
  <Application>Microsoft Office Word</Application>
  <DocSecurity>0</DocSecurity>
  <Lines>13</Lines>
  <Paragraphs>3</Paragraphs>
  <ScaleCrop>false</ScaleCrop>
  <Company>北京今日学易科技有限公司(Zxxk.Com)</Company>
  <LinksUpToDate>false</LinksUpToDate>
  <CharactersWithSpaces>1870</CharactersWithSpaces>
  <SharedDoc>false</SharedDoc>
  <HLinks>
    <vt:vector size="24" baseType="variant">
      <vt:variant>
        <vt:i4>7536685</vt:i4>
      </vt:variant>
      <vt:variant>
        <vt:i4>9</vt:i4>
      </vt:variant>
      <vt:variant>
        <vt:i4>0</vt:i4>
      </vt:variant>
      <vt:variant>
        <vt:i4>5</vt:i4>
      </vt:variant>
      <vt:variant>
        <vt:lpwstr>http://k.3edu.net/</vt:lpwstr>
      </vt:variant>
      <vt:variant>
        <vt:lpwstr/>
      </vt:variant>
      <vt:variant>
        <vt:i4>393310</vt:i4>
      </vt:variant>
      <vt:variant>
        <vt:i4>6</vt:i4>
      </vt:variant>
      <vt:variant>
        <vt:i4>0</vt:i4>
      </vt:variant>
      <vt:variant>
        <vt:i4>5</vt:i4>
      </vt:variant>
      <vt:variant>
        <vt:lpwstr>http://k.3edu.net/shuxue/</vt:lpwstr>
      </vt:variant>
      <vt:variant>
        <vt:lpwstr/>
      </vt:variant>
      <vt:variant>
        <vt:i4>1572954</vt:i4>
      </vt:variant>
      <vt:variant>
        <vt:i4>3</vt:i4>
      </vt:variant>
      <vt:variant>
        <vt:i4>0</vt:i4>
      </vt:variant>
      <vt:variant>
        <vt:i4>5</vt:i4>
      </vt:variant>
      <vt:variant>
        <vt:lpwstr>http://www.3edu.net/</vt:lpwstr>
      </vt:variant>
      <vt:variant>
        <vt:lpwstr/>
      </vt:variant>
      <vt:variant>
        <vt:i4>393310</vt:i4>
      </vt:variant>
      <vt:variant>
        <vt:i4>0</vt:i4>
      </vt:variant>
      <vt:variant>
        <vt:i4>0</vt:i4>
      </vt:variant>
      <vt:variant>
        <vt:i4>5</vt:i4>
      </vt:variant>
      <vt:variant>
        <vt:lpwstr>http://k.3edu.net/shuxue/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【推荐】解决问题（速度、时间和路程之间的关系）-教案.docx</dc:title>
  <dc:subject>【推荐】解决问题（速度、时间和路程之间的关系）-教案.docx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10</cp:revision>
  <cp:lastPrinted>1899-12-31T16:00:00Z</cp:lastPrinted>
  <dcterms:created xsi:type="dcterms:W3CDTF">2015-09-10T09:23:00Z</dcterms:created>
  <dcterms:modified xsi:type="dcterms:W3CDTF">2018-11-10T05:02:00Z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