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ind w:firstLine="1124" w:firstLineChars="560"/>
        <w:rPr>
          <w:b/>
          <w:sz w:val="28"/>
        </w:rPr>
      </w:pPr>
      <w:bookmarkStart w:id="0" w:name="_GoBack"/>
      <w:bookmarkEnd w:id="0"/>
      <w:r>
        <w:rPr>
          <w:b/>
          <w:sz w:val="20"/>
        </w:rPr>
        <w:pict>
          <v:shape id="_x0000_s1026" o:spid="_x0000_s1026" o:spt="75" type="#_x0000_t75" style="position:absolute;left:0pt;margin-left:810pt;margin-top:860pt;height:26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b/>
          <w:sz w:val="20"/>
        </w:rPr>
        <w:pict>
          <v:group id="_x0000_s1027" o:spid="_x0000_s1027" o:spt="203" alt="学科网(www.zxxk.com)--教育资源门户，提供试卷、教案、课件、论文、素材及各类教学资源下载，还有大量而丰富的教学相关资讯！" style="position:absolute;left:0pt;margin-left:-115.55pt;margin-top:-46.8pt;height:702pt;width:115.5pt;z-index:251659264;mso-width-relative:page;mso-height-relative:page;" coordorigin="531,198" coordsize="2652,14748">
            <o:lock v:ext="edit"/>
            <v:group id="_x0000_s1028" o:spid="_x0000_s1028" o:spt="203" style="position:absolute;left:531;top:198;height:14748;width:1500;" coordorigin="531,198" coordsize="1500,14748">
              <o:lock v:ext="edit"/>
              <v:group id="_x0000_s1029" o:spid="_x0000_s1029" o:spt="203" style="position:absolute;left:627;top:198;height:1260;width:1368;" coordorigin="13601,1925" coordsize="1368,1260">
                <o:lock v:ext="edit"/>
                <v:group id="_x0000_s1030" o:spid="_x0000_s1030" o:spt="203" style="position:absolute;left:13601;top:1925;height:216;width:1368;" coordorigin="13601,1925" coordsize="1368,216">
                  <o:lock v:ext="edit"/>
                  <v:group id="_x0000_s1031" o:spid="_x0000_s1031" o:spt="203" style="position:absolute;left:13601;top:1925;height:216;width:1368;" coordorigin="13601,1925" coordsize="1368,216">
                    <o:lock v:ext="edit"/>
                    <v:shape id="_x0000_s1032" o:spid="_x0000_s1032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033" o:spid="_x0000_s1033" o:spt="5" type="#_x0000_t5" style="position:absolute;left:13889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034" o:spid="_x0000_s1034" o:spt="5" type="#_x0000_t5" style="position:absolute;left:14177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035" o:spid="_x0000_s1035" o:spt="5" type="#_x0000_t5" style="position:absolute;left:14465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036" o:spid="_x0000_s1036" o:spt="5" type="#_x0000_t5" style="position:absolute;left:14753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shape id="_x0000_s1037" o:spid="_x0000_s1037" o:spt="5" type="#_x0000_t5" style="position:absolute;left:13601;top:1925;height:216;width:216;" coordsize="21600,21600">
                    <v:path/>
                    <v:fill focussize="0,0"/>
                    <v:stroke joinstyle="miter"/>
                    <v:imagedata o:title=""/>
                    <o:lock v:ext="edit"/>
                  </v:shape>
                </v:group>
                <v:group id="_x0000_s1038" o:spid="_x0000_s1038" o:spt="203" style="position:absolute;left:13601;top:2249;height:216;width:1368;" coordorigin="13601,1925" coordsize="1368,216">
                  <o:lock v:ext="edit"/>
                  <v:group id="_x0000_s1039" o:spid="_x0000_s1039" o:spt="203" style="position:absolute;left:13601;top:1925;height:216;width:1368;" coordorigin="13601,1925" coordsize="1368,216">
                    <o:lock v:ext="edit"/>
                    <v:shape id="_x0000_s1040" o:spid="_x0000_s1040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041" o:spid="_x0000_s1041" o:spt="5" type="#_x0000_t5" style="position:absolute;left:13889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042" o:spid="_x0000_s1042" o:spt="5" type="#_x0000_t5" style="position:absolute;left:14177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043" o:spid="_x0000_s1043" o:spt="5" type="#_x0000_t5" style="position:absolute;left:14465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044" o:spid="_x0000_s1044" o:spt="5" type="#_x0000_t5" style="position:absolute;left:14753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shape id="_x0000_s1045" o:spid="_x0000_s1045" o:spt="5" type="#_x0000_t5" style="position:absolute;left:13601;top:1925;height:216;width:216;" coordsize="21600,21600">
                    <v:path/>
                    <v:fill focussize="0,0"/>
                    <v:stroke joinstyle="miter"/>
                    <v:imagedata o:title=""/>
                    <o:lock v:ext="edit"/>
                  </v:shape>
                </v:group>
                <v:group id="_x0000_s1046" o:spid="_x0000_s1046" o:spt="203" style="position:absolute;left:13601;top:2969;height:216;width:1368;" coordorigin="13601,1925" coordsize="1368,216">
                  <o:lock v:ext="edit"/>
                  <v:group id="_x0000_s1047" o:spid="_x0000_s1047" o:spt="203" style="position:absolute;left:13601;top:1925;height:216;width:1368;" coordorigin="13601,1925" coordsize="1368,216">
                    <o:lock v:ext="edit"/>
                    <v:shape id="_x0000_s1048" o:spid="_x0000_s1048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049" o:spid="_x0000_s1049" o:spt="5" type="#_x0000_t5" style="position:absolute;left:13889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050" o:spid="_x0000_s1050" o:spt="5" type="#_x0000_t5" style="position:absolute;left:14177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051" o:spid="_x0000_s1051" o:spt="5" type="#_x0000_t5" style="position:absolute;left:14465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052" o:spid="_x0000_s1052" o:spt="5" type="#_x0000_t5" style="position:absolute;left:14753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shape id="_x0000_s1053" o:spid="_x0000_s1053" o:spt="5" type="#_x0000_t5" style="position:absolute;left:13601;top:1925;height:216;width:216;" coordsize="21600,21600">
                    <v:path/>
                    <v:fill focussize="0,0"/>
                    <v:stroke joinstyle="miter"/>
                    <v:imagedata o:title=""/>
                    <o:lock v:ext="edit"/>
                  </v:shape>
                </v:group>
                <v:group id="_x0000_s1054" o:spid="_x0000_s1054" o:spt="203" style="position:absolute;left:13601;top:2609;height:216;width:1368;" coordorigin="13601,1925" coordsize="1368,216">
                  <o:lock v:ext="edit"/>
                  <v:group id="_x0000_s1055" o:spid="_x0000_s1055" o:spt="203" style="position:absolute;left:13601;top:1925;height:216;width:1368;" coordorigin="13601,1925" coordsize="1368,216">
                    <o:lock v:ext="edit"/>
                    <v:shape id="_x0000_s1056" o:spid="_x0000_s1056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057" o:spid="_x0000_s1057" o:spt="5" type="#_x0000_t5" style="position:absolute;left:13889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058" o:spid="_x0000_s1058" o:spt="5" type="#_x0000_t5" style="position:absolute;left:14177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059" o:spid="_x0000_s1059" o:spt="5" type="#_x0000_t5" style="position:absolute;left:14465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060" o:spid="_x0000_s1060" o:spt="5" type="#_x0000_t5" style="position:absolute;left:14753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shape id="_x0000_s1061" o:spid="_x0000_s1061" o:spt="5" type="#_x0000_t5" style="position:absolute;left:13601;top:1925;height:216;width:216;" coordsize="21600,21600">
                    <v:path/>
                    <v:fill focussize="0,0"/>
                    <v:stroke joinstyle="miter"/>
                    <v:imagedata o:title=""/>
                    <o:lock v:ext="edit"/>
                  </v:shape>
                </v:group>
              </v:group>
              <v:group id="_x0000_s1062" o:spid="_x0000_s1062" o:spt="203" style="position:absolute;left:531;top:5190;height:9756;width:1404;" coordorigin="12326,5413" coordsize="1404,9756">
                <o:lock v:ext="edit"/>
                <v:group id="_x0000_s1063" o:spid="_x0000_s1063" o:spt="203" style="position:absolute;left:12326;top:6817;height:1260;width:1368;" coordorigin="13601,1925" coordsize="1368,1260">
                  <o:lock v:ext="edit"/>
                  <v:group id="_x0000_s1064" o:spid="_x0000_s1064" o:spt="203" style="position:absolute;left:13601;top:1925;height:216;width:1368;" coordorigin="13601,1925" coordsize="1368,216">
                    <o:lock v:ext="edit"/>
                    <v:group id="_x0000_s1065" o:spid="_x0000_s1065" o:spt="203" style="position:absolute;left:13601;top:1925;height:216;width:1368;" coordorigin="13601,1925" coordsize="1368,216">
                      <o:lock v:ext="edit"/>
                      <v:shape id="_x0000_s1066" o:spid="_x0000_s1066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067" o:spid="_x0000_s1067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068" o:spid="_x0000_s1068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069" o:spid="_x0000_s1069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070" o:spid="_x0000_s1070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071" o:spid="_x0000_s1071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072" o:spid="_x0000_s1072" o:spt="203" style="position:absolute;left:13601;top:2249;height:216;width:1368;" coordorigin="13601,1925" coordsize="1368,216">
                    <o:lock v:ext="edit"/>
                    <v:group id="_x0000_s1073" o:spid="_x0000_s1073" o:spt="203" style="position:absolute;left:13601;top:1925;height:216;width:1368;" coordorigin="13601,1925" coordsize="1368,216">
                      <o:lock v:ext="edit"/>
                      <v:shape id="_x0000_s1074" o:spid="_x0000_s1074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075" o:spid="_x0000_s1075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076" o:spid="_x0000_s1076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077" o:spid="_x0000_s1077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078" o:spid="_x0000_s1078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079" o:spid="_x0000_s1079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080" o:spid="_x0000_s1080" o:spt="203" style="position:absolute;left:13601;top:2969;height:216;width:1368;" coordorigin="13601,1925" coordsize="1368,216">
                    <o:lock v:ext="edit"/>
                    <v:group id="_x0000_s1081" o:spid="_x0000_s1081" o:spt="203" style="position:absolute;left:13601;top:1925;height:216;width:1368;" coordorigin="13601,1925" coordsize="1368,216">
                      <o:lock v:ext="edit"/>
                      <v:shape id="_x0000_s1082" o:spid="_x0000_s1082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083" o:spid="_x0000_s1083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084" o:spid="_x0000_s1084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085" o:spid="_x0000_s1085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086" o:spid="_x0000_s1086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087" o:spid="_x0000_s1087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088" o:spid="_x0000_s1088" o:spt="203" style="position:absolute;left:13601;top:2609;height:216;width:1368;" coordorigin="13601,1925" coordsize="1368,216">
                    <o:lock v:ext="edit"/>
                    <v:group id="_x0000_s1089" o:spid="_x0000_s1089" o:spt="203" style="position:absolute;left:13601;top:1925;height:216;width:1368;" coordorigin="13601,1925" coordsize="1368,216">
                      <o:lock v:ext="edit"/>
                      <v:shape id="_x0000_s1090" o:spid="_x0000_s1090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091" o:spid="_x0000_s1091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092" o:spid="_x0000_s1092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093" o:spid="_x0000_s1093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094" o:spid="_x0000_s1094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095" o:spid="_x0000_s1095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</v:group>
                <v:group id="_x0000_s1096" o:spid="_x0000_s1096" o:spt="203" style="position:absolute;left:12326;top:5413;height:1260;width:1368;" coordorigin="13601,1925" coordsize="1368,1260">
                  <o:lock v:ext="edit"/>
                  <v:group id="_x0000_s1097" o:spid="_x0000_s1097" o:spt="203" style="position:absolute;left:13601;top:1925;height:216;width:1368;" coordorigin="13601,1925" coordsize="1368,216">
                    <o:lock v:ext="edit"/>
                    <v:group id="_x0000_s1098" o:spid="_x0000_s1098" o:spt="203" style="position:absolute;left:13601;top:1925;height:216;width:1368;" coordorigin="13601,1925" coordsize="1368,216">
                      <o:lock v:ext="edit"/>
                      <v:shape id="_x0000_s1099" o:spid="_x0000_s1099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00" o:spid="_x0000_s1100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01" o:spid="_x0000_s1101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02" o:spid="_x0000_s1102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03" o:spid="_x0000_s1103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104" o:spid="_x0000_s1104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105" o:spid="_x0000_s1105" o:spt="203" style="position:absolute;left:13601;top:2249;height:216;width:1368;" coordorigin="13601,1925" coordsize="1368,216">
                    <o:lock v:ext="edit"/>
                    <v:group id="_x0000_s1106" o:spid="_x0000_s1106" o:spt="203" style="position:absolute;left:13601;top:1925;height:216;width:1368;" coordorigin="13601,1925" coordsize="1368,216">
                      <o:lock v:ext="edit"/>
                      <v:shape id="_x0000_s1107" o:spid="_x0000_s1107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08" o:spid="_x0000_s1108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09" o:spid="_x0000_s1109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10" o:spid="_x0000_s1110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11" o:spid="_x0000_s1111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112" o:spid="_x0000_s1112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113" o:spid="_x0000_s1113" o:spt="203" style="position:absolute;left:13601;top:2969;height:216;width:1368;" coordorigin="13601,1925" coordsize="1368,216">
                    <o:lock v:ext="edit"/>
                    <v:group id="_x0000_s1114" o:spid="_x0000_s1114" o:spt="203" style="position:absolute;left:13601;top:1925;height:216;width:1368;" coordorigin="13601,1925" coordsize="1368,216">
                      <o:lock v:ext="edit"/>
                      <v:shape id="_x0000_s1115" o:spid="_x0000_s1115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16" o:spid="_x0000_s1116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17" o:spid="_x0000_s1117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18" o:spid="_x0000_s1118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19" o:spid="_x0000_s1119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120" o:spid="_x0000_s1120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121" o:spid="_x0000_s1121" o:spt="203" style="position:absolute;left:13601;top:2609;height:216;width:1368;" coordorigin="13601,1925" coordsize="1368,216">
                    <o:lock v:ext="edit"/>
                    <v:group id="_x0000_s1122" o:spid="_x0000_s1122" o:spt="203" style="position:absolute;left:13601;top:1925;height:216;width:1368;" coordorigin="13601,1925" coordsize="1368,216">
                      <o:lock v:ext="edit"/>
                      <v:shape id="_x0000_s1123" o:spid="_x0000_s1123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24" o:spid="_x0000_s1124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25" o:spid="_x0000_s1125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26" o:spid="_x0000_s1126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27" o:spid="_x0000_s1127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128" o:spid="_x0000_s1128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</v:group>
                <v:group id="_x0000_s1129" o:spid="_x0000_s1129" o:spt="203" style="position:absolute;left:12326;top:11101;height:1260;width:1368;" coordorigin="13601,1925" coordsize="1368,1260">
                  <o:lock v:ext="edit"/>
                  <v:group id="_x0000_s1130" o:spid="_x0000_s1130" o:spt="203" style="position:absolute;left:13601;top:1925;height:216;width:1368;" coordorigin="13601,1925" coordsize="1368,216">
                    <o:lock v:ext="edit"/>
                    <v:group id="_x0000_s1131" o:spid="_x0000_s1131" o:spt="203" style="position:absolute;left:13601;top:1925;height:216;width:1368;" coordorigin="13601,1925" coordsize="1368,216">
                      <o:lock v:ext="edit"/>
                      <v:shape id="_x0000_s1132" o:spid="_x0000_s1132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33" o:spid="_x0000_s1133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34" o:spid="_x0000_s1134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35" o:spid="_x0000_s1135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36" o:spid="_x0000_s1136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137" o:spid="_x0000_s1137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138" o:spid="_x0000_s1138" o:spt="203" style="position:absolute;left:13601;top:2249;height:216;width:1368;" coordorigin="13601,1925" coordsize="1368,216">
                    <o:lock v:ext="edit"/>
                    <v:group id="_x0000_s1139" o:spid="_x0000_s1139" o:spt="203" style="position:absolute;left:13601;top:1925;height:216;width:1368;" coordorigin="13601,1925" coordsize="1368,216">
                      <o:lock v:ext="edit"/>
                      <v:shape id="_x0000_s1140" o:spid="_x0000_s1140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41" o:spid="_x0000_s1141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42" o:spid="_x0000_s1142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43" o:spid="_x0000_s1143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44" o:spid="_x0000_s1144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145" o:spid="_x0000_s1145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146" o:spid="_x0000_s1146" o:spt="203" style="position:absolute;left:13601;top:2969;height:216;width:1368;" coordorigin="13601,1925" coordsize="1368,216">
                    <o:lock v:ext="edit"/>
                    <v:group id="_x0000_s1147" o:spid="_x0000_s1147" o:spt="203" style="position:absolute;left:13601;top:1925;height:216;width:1368;" coordorigin="13601,1925" coordsize="1368,216">
                      <o:lock v:ext="edit"/>
                      <v:shape id="_x0000_s1148" o:spid="_x0000_s1148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49" o:spid="_x0000_s1149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50" o:spid="_x0000_s1150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51" o:spid="_x0000_s1151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52" o:spid="_x0000_s1152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153" o:spid="_x0000_s1153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154" o:spid="_x0000_s1154" o:spt="203" style="position:absolute;left:13601;top:2609;height:216;width:1368;" coordorigin="13601,1925" coordsize="1368,216">
                    <o:lock v:ext="edit"/>
                    <v:group id="_x0000_s1155" o:spid="_x0000_s1155" o:spt="203" style="position:absolute;left:13601;top:1925;height:216;width:1368;" coordorigin="13601,1925" coordsize="1368,216">
                      <o:lock v:ext="edit"/>
                      <v:shape id="_x0000_s1156" o:spid="_x0000_s1156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57" o:spid="_x0000_s1157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58" o:spid="_x0000_s1158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59" o:spid="_x0000_s1159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60" o:spid="_x0000_s1160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161" o:spid="_x0000_s1161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</v:group>
                <v:group id="_x0000_s1162" o:spid="_x0000_s1162" o:spt="203" style="position:absolute;left:12326;top:8221;height:1260;width:1368;" coordorigin="13601,1925" coordsize="1368,1260">
                  <o:lock v:ext="edit"/>
                  <v:group id="_x0000_s1163" o:spid="_x0000_s1163" o:spt="203" style="position:absolute;left:13601;top:1925;height:216;width:1368;" coordorigin="13601,1925" coordsize="1368,216">
                    <o:lock v:ext="edit"/>
                    <v:group id="_x0000_s1164" o:spid="_x0000_s1164" o:spt="203" style="position:absolute;left:13601;top:1925;height:216;width:1368;" coordorigin="13601,1925" coordsize="1368,216">
                      <o:lock v:ext="edit"/>
                      <v:shape id="_x0000_s1165" o:spid="_x0000_s1165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66" o:spid="_x0000_s1166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67" o:spid="_x0000_s1167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68" o:spid="_x0000_s1168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69" o:spid="_x0000_s1169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170" o:spid="_x0000_s1170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171" o:spid="_x0000_s1171" o:spt="203" style="position:absolute;left:13601;top:2249;height:216;width:1368;" coordorigin="13601,1925" coordsize="1368,216">
                    <o:lock v:ext="edit"/>
                    <v:group id="_x0000_s1172" o:spid="_x0000_s1172" o:spt="203" style="position:absolute;left:13601;top:1925;height:216;width:1368;" coordorigin="13601,1925" coordsize="1368,216">
                      <o:lock v:ext="edit"/>
                      <v:shape id="_x0000_s1173" o:spid="_x0000_s1173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74" o:spid="_x0000_s1174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75" o:spid="_x0000_s1175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76" o:spid="_x0000_s1176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77" o:spid="_x0000_s1177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178" o:spid="_x0000_s1178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179" o:spid="_x0000_s1179" o:spt="203" style="position:absolute;left:13601;top:2969;height:216;width:1368;" coordorigin="13601,1925" coordsize="1368,216">
                    <o:lock v:ext="edit"/>
                    <v:group id="_x0000_s1180" o:spid="_x0000_s1180" o:spt="203" style="position:absolute;left:13601;top:1925;height:216;width:1368;" coordorigin="13601,1925" coordsize="1368,216">
                      <o:lock v:ext="edit"/>
                      <v:shape id="_x0000_s1181" o:spid="_x0000_s1181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82" o:spid="_x0000_s1182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83" o:spid="_x0000_s1183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84" o:spid="_x0000_s1184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85" o:spid="_x0000_s1185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186" o:spid="_x0000_s1186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187" o:spid="_x0000_s1187" o:spt="203" style="position:absolute;left:13601;top:2609;height:216;width:1368;" coordorigin="13601,1925" coordsize="1368,216">
                    <o:lock v:ext="edit"/>
                    <v:group id="_x0000_s1188" o:spid="_x0000_s1188" o:spt="203" style="position:absolute;left:13601;top:1925;height:216;width:1368;" coordorigin="13601,1925" coordsize="1368,216">
                      <o:lock v:ext="edit"/>
                      <v:shape id="_x0000_s1189" o:spid="_x0000_s1189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90" o:spid="_x0000_s1190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91" o:spid="_x0000_s1191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92" o:spid="_x0000_s1192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93" o:spid="_x0000_s1193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194" o:spid="_x0000_s1194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</v:group>
                <v:group id="_x0000_s1195" o:spid="_x0000_s1195" o:spt="203" style="position:absolute;left:12326;top:12505;height:1260;width:1368;" coordorigin="13601,1925" coordsize="1368,1260">
                  <o:lock v:ext="edit"/>
                  <v:group id="_x0000_s1196" o:spid="_x0000_s1196" o:spt="203" style="position:absolute;left:13601;top:1925;height:216;width:1368;" coordorigin="13601,1925" coordsize="1368,216">
                    <o:lock v:ext="edit"/>
                    <v:group id="_x0000_s1197" o:spid="_x0000_s1197" o:spt="203" style="position:absolute;left:13601;top:1925;height:216;width:1368;" coordorigin="13601,1925" coordsize="1368,216">
                      <o:lock v:ext="edit"/>
                      <v:shape id="_x0000_s1198" o:spid="_x0000_s1198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199" o:spid="_x0000_s1199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00" o:spid="_x0000_s1200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01" o:spid="_x0000_s1201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02" o:spid="_x0000_s1202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203" o:spid="_x0000_s1203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204" o:spid="_x0000_s1204" o:spt="203" style="position:absolute;left:13601;top:2249;height:216;width:1368;" coordorigin="13601,1925" coordsize="1368,216">
                    <o:lock v:ext="edit"/>
                    <v:group id="_x0000_s1205" o:spid="_x0000_s1205" o:spt="203" style="position:absolute;left:13601;top:1925;height:216;width:1368;" coordorigin="13601,1925" coordsize="1368,216">
                      <o:lock v:ext="edit"/>
                      <v:shape id="_x0000_s1206" o:spid="_x0000_s1206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07" o:spid="_x0000_s1207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08" o:spid="_x0000_s1208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09" o:spid="_x0000_s1209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10" o:spid="_x0000_s1210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211" o:spid="_x0000_s1211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212" o:spid="_x0000_s1212" o:spt="203" style="position:absolute;left:13601;top:2969;height:216;width:1368;" coordorigin="13601,1925" coordsize="1368,216">
                    <o:lock v:ext="edit"/>
                    <v:group id="_x0000_s1213" o:spid="_x0000_s1213" o:spt="203" style="position:absolute;left:13601;top:1925;height:216;width:1368;" coordorigin="13601,1925" coordsize="1368,216">
                      <o:lock v:ext="edit"/>
                      <v:shape id="_x0000_s1214" o:spid="_x0000_s1214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15" o:spid="_x0000_s1215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16" o:spid="_x0000_s1216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17" o:spid="_x0000_s1217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18" o:spid="_x0000_s1218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219" o:spid="_x0000_s1219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220" o:spid="_x0000_s1220" o:spt="203" style="position:absolute;left:13601;top:2609;height:216;width:1368;" coordorigin="13601,1925" coordsize="1368,216">
                    <o:lock v:ext="edit"/>
                    <v:group id="_x0000_s1221" o:spid="_x0000_s1221" o:spt="203" style="position:absolute;left:13601;top:1925;height:216;width:1368;" coordorigin="13601,1925" coordsize="1368,216">
                      <o:lock v:ext="edit"/>
                      <v:shape id="_x0000_s1222" o:spid="_x0000_s1222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23" o:spid="_x0000_s1223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24" o:spid="_x0000_s1224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25" o:spid="_x0000_s1225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26" o:spid="_x0000_s1226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227" o:spid="_x0000_s1227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</v:group>
                <v:group id="_x0000_s1228" o:spid="_x0000_s1228" o:spt="203" style="position:absolute;left:12362;top:13909;height:1260;width:1368;" coordorigin="13601,1925" coordsize="1368,1260">
                  <o:lock v:ext="edit"/>
                  <v:group id="_x0000_s1229" o:spid="_x0000_s1229" o:spt="203" style="position:absolute;left:13601;top:1925;height:216;width:1368;" coordorigin="13601,1925" coordsize="1368,216">
                    <o:lock v:ext="edit"/>
                    <v:group id="_x0000_s1230" o:spid="_x0000_s1230" o:spt="203" style="position:absolute;left:13601;top:1925;height:216;width:1368;" coordorigin="13601,1925" coordsize="1368,216">
                      <o:lock v:ext="edit"/>
                      <v:shape id="_x0000_s1231" o:spid="_x0000_s1231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32" o:spid="_x0000_s1232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33" o:spid="_x0000_s1233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34" o:spid="_x0000_s1234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35" o:spid="_x0000_s1235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236" o:spid="_x0000_s1236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237" o:spid="_x0000_s1237" o:spt="203" style="position:absolute;left:13601;top:2249;height:216;width:1368;" coordorigin="13601,1925" coordsize="1368,216">
                    <o:lock v:ext="edit"/>
                    <v:group id="_x0000_s1238" o:spid="_x0000_s1238" o:spt="203" style="position:absolute;left:13601;top:1925;height:216;width:1368;" coordorigin="13601,1925" coordsize="1368,216">
                      <o:lock v:ext="edit"/>
                      <v:shape id="_x0000_s1239" o:spid="_x0000_s1239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40" o:spid="_x0000_s1240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41" o:spid="_x0000_s1241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42" o:spid="_x0000_s1242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43" o:spid="_x0000_s1243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244" o:spid="_x0000_s1244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245" o:spid="_x0000_s1245" o:spt="203" style="position:absolute;left:13601;top:2969;height:216;width:1368;" coordorigin="13601,1925" coordsize="1368,216">
                    <o:lock v:ext="edit"/>
                    <v:group id="_x0000_s1246" o:spid="_x0000_s1246" o:spt="203" style="position:absolute;left:13601;top:1925;height:216;width:1368;" coordorigin="13601,1925" coordsize="1368,216">
                      <o:lock v:ext="edit"/>
                      <v:shape id="_x0000_s1247" o:spid="_x0000_s1247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48" o:spid="_x0000_s1248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49" o:spid="_x0000_s1249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50" o:spid="_x0000_s1250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51" o:spid="_x0000_s1251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252" o:spid="_x0000_s1252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253" o:spid="_x0000_s1253" o:spt="203" style="position:absolute;left:13601;top:2609;height:216;width:1368;" coordorigin="13601,1925" coordsize="1368,216">
                    <o:lock v:ext="edit"/>
                    <v:group id="_x0000_s1254" o:spid="_x0000_s1254" o:spt="203" style="position:absolute;left:13601;top:1925;height:216;width:1368;" coordorigin="13601,1925" coordsize="1368,216">
                      <o:lock v:ext="edit"/>
                      <v:shape id="_x0000_s1255" o:spid="_x0000_s1255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56" o:spid="_x0000_s1256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57" o:spid="_x0000_s1257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58" o:spid="_x0000_s1258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59" o:spid="_x0000_s1259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260" o:spid="_x0000_s1260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</v:group>
                <v:group id="_x0000_s1261" o:spid="_x0000_s1261" o:spt="203" style="position:absolute;left:12326;top:9661;height:1260;width:1368;" coordorigin="13601,1925" coordsize="1368,1260">
                  <o:lock v:ext="edit"/>
                  <v:group id="_x0000_s1262" o:spid="_x0000_s1262" o:spt="203" style="position:absolute;left:13601;top:1925;height:216;width:1368;" coordorigin="13601,1925" coordsize="1368,216">
                    <o:lock v:ext="edit"/>
                    <v:group id="_x0000_s1263" o:spid="_x0000_s1263" o:spt="203" style="position:absolute;left:13601;top:1925;height:216;width:1368;" coordorigin="13601,1925" coordsize="1368,216">
                      <o:lock v:ext="edit"/>
                      <v:shape id="_x0000_s1264" o:spid="_x0000_s1264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65" o:spid="_x0000_s1265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66" o:spid="_x0000_s1266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67" o:spid="_x0000_s1267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68" o:spid="_x0000_s1268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269" o:spid="_x0000_s1269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270" o:spid="_x0000_s1270" o:spt="203" style="position:absolute;left:13601;top:2249;height:216;width:1368;" coordorigin="13601,1925" coordsize="1368,216">
                    <o:lock v:ext="edit"/>
                    <v:group id="_x0000_s1271" o:spid="_x0000_s1271" o:spt="203" style="position:absolute;left:13601;top:1925;height:216;width:1368;" coordorigin="13601,1925" coordsize="1368,216">
                      <o:lock v:ext="edit"/>
                      <v:shape id="_x0000_s1272" o:spid="_x0000_s1272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73" o:spid="_x0000_s1273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74" o:spid="_x0000_s1274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75" o:spid="_x0000_s1275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76" o:spid="_x0000_s1276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277" o:spid="_x0000_s1277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278" o:spid="_x0000_s1278" o:spt="203" style="position:absolute;left:13601;top:2969;height:216;width:1368;" coordorigin="13601,1925" coordsize="1368,216">
                    <o:lock v:ext="edit"/>
                    <v:group id="_x0000_s1279" o:spid="_x0000_s1279" o:spt="203" style="position:absolute;left:13601;top:1925;height:216;width:1368;" coordorigin="13601,1925" coordsize="1368,216">
                      <o:lock v:ext="edit"/>
                      <v:shape id="_x0000_s1280" o:spid="_x0000_s1280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81" o:spid="_x0000_s1281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82" o:spid="_x0000_s1282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83" o:spid="_x0000_s1283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84" o:spid="_x0000_s1284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285" o:spid="_x0000_s1285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286" o:spid="_x0000_s1286" o:spt="203" style="position:absolute;left:13601;top:2609;height:216;width:1368;" coordorigin="13601,1925" coordsize="1368,216">
                    <o:lock v:ext="edit"/>
                    <v:group id="_x0000_s1287" o:spid="_x0000_s1287" o:spt="203" style="position:absolute;left:13601;top:1925;height:216;width:1368;" coordorigin="13601,1925" coordsize="1368,216">
                      <o:lock v:ext="edit"/>
                      <v:shape id="_x0000_s1288" o:spid="_x0000_s1288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89" o:spid="_x0000_s1289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90" o:spid="_x0000_s1290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91" o:spid="_x0000_s1291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292" o:spid="_x0000_s1292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293" o:spid="_x0000_s1293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</v:group>
              </v:group>
              <v:group id="_x0000_s1294" o:spid="_x0000_s1294" o:spt="203" style="position:absolute;left:663;top:1746;height:900;width:1368;" coordorigin="12362,1993" coordsize="1368,900">
                <o:lock v:ext="edit"/>
                <v:shape id="_x0000_s1295" o:spid="_x0000_s1295" o:spt="202" type="#_x0000_t202" style="position:absolute;left:12362;top:1993;height:900;width:1368;" filled="f" coordsize="21600,21600">
                  <v:path/>
                  <v:fill on="f" focussize="0,0"/>
                  <v:stroke joinstyle="miter"/>
                  <v:imagedata o:title=""/>
                  <o:lock v:ext="edit"/>
                  <v:textbox inset="2.54mm,0.998361111111111mm,2.54mm,1.27mm"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考 号</w:t>
                        </w:r>
                      </w:p>
                    </w:txbxContent>
                  </v:textbox>
                </v:shape>
                <v:line id="_x0000_s1296" o:spid="_x0000_s1296" o:spt="20" style="position:absolute;left:12362;top:2425;height:0;width:1368;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  <v:group id="_x0000_s1297" o:spid="_x0000_s1297" o:spt="203" style="position:absolute;left:663;top:2934;height:900;width:1368;" coordorigin="12362,1993" coordsize="1368,900">
                <o:lock v:ext="edit"/>
                <v:shape id="_x0000_s1298" o:spid="_x0000_s1298" o:spt="202" type="#_x0000_t202" style="position:absolute;left:12362;top:1993;height:900;width:1368;" filled="f" coordsize="21600,21600">
                  <v:path/>
                  <v:fill on="f" focussize="0,0"/>
                  <v:stroke joinstyle="miter"/>
                  <v:imagedata o:title=""/>
                  <o:lock v:ext="edit"/>
                  <v:textbox inset="2.54mm,0.998361111111111mm,2.54mm,1.27mm"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姓 名</w:t>
                        </w:r>
                      </w:p>
                    </w:txbxContent>
                  </v:textbox>
                </v:shape>
                <v:line id="_x0000_s1299" o:spid="_x0000_s1299" o:spt="20" style="position:absolute;left:12362;top:2425;height:0;width:1368;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</v:group>
            <v:line id="_x0000_s1300" o:spid="_x0000_s1300" o:spt="20" style="position:absolute;left:2895;top:234;height:14400;width:0;" coordsize="21600,21600">
              <v:path arrowok="t"/>
              <v:fill focussize="0,0"/>
              <v:stroke dashstyle="dash"/>
              <v:imagedata o:title=""/>
              <o:lock v:ext="edit"/>
            </v:line>
            <v:rect id="_x0000_s1301" o:spid="_x0000_s1301" o:spt="1" style="position:absolute;left:2751;top:4050;height:324;width:252;" stroked="f" coordsize="21600,21600">
              <v:path/>
              <v:fill focussize="0,0"/>
              <v:stroke on="f"/>
              <v:imagedata o:title=""/>
              <o:lock v:ext="edit"/>
            </v:rect>
            <v:rect id="_x0000_s1302" o:spid="_x0000_s1302" o:spt="1" style="position:absolute;left:2751;top:7686;height:288;width:252;" stroked="f" coordsize="21600,21600">
              <v:path/>
              <v:fill focussize="0,0"/>
              <v:stroke on="f"/>
              <v:imagedata o:title=""/>
              <o:lock v:ext="edit"/>
            </v:rect>
            <v:rect id="_x0000_s1303" o:spid="_x0000_s1303" o:spt="1" style="position:absolute;left:2751;top:11214;height:324;width:252;" stroked="f" coordsize="21600,21600">
              <v:path/>
              <v:fill focussize="0,0"/>
              <v:stroke on="f"/>
              <v:imagedata o:title=""/>
              <o:lock v:ext="edit"/>
            </v:rect>
            <v:shape id="_x0000_s1304" o:spid="_x0000_s1304" o:spt="202" type="#_x0000_t202" style="position:absolute;left:2643;top:3978;height:7848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装</w:t>
                    </w:r>
                  </w:p>
                  <w:p/>
                  <w:p/>
                  <w:p/>
                  <w:p/>
                  <w:p/>
                  <w:p/>
                  <w:p/>
                  <w:p/>
                  <w:p/>
                  <w:p>
                    <w:r>
                      <w:rPr>
                        <w:rFonts w:hint="eastAsia"/>
                      </w:rPr>
                      <w:t>订</w:t>
                    </w:r>
                  </w:p>
                  <w:p/>
                  <w:p/>
                  <w:p/>
                  <w:p/>
                  <w:p/>
                  <w:p/>
                  <w:p/>
                  <w:p/>
                  <w:p/>
                  <w:p>
                    <w:r>
                      <w:rPr>
                        <w:rFonts w:hint="eastAsia"/>
                      </w:rPr>
                      <w:t>线</w:t>
                    </w:r>
                  </w:p>
                </w:txbxContent>
              </v:textbox>
            </v:shape>
            <v:shape id="_x0000_s1305" o:spid="_x0000_s1305" o:spt="202" type="#_x0000_t202" style="position:absolute;left:2175;top:4986;height:5256;width:684;" filled="f" stroked="f" coordsize="21600,21600">
              <v:path/>
              <v:fill on="f" focussize="0,0"/>
              <v:stroke on="f" joinstyle="miter"/>
              <v:imagedata o:title=""/>
              <o:lock v:ext="edit"/>
              <v:textbox style="layout-flow:vertical-ideographic;">
                <w:txbxContent>
                  <w:p>
                    <w:r>
                      <w:rPr>
                        <w:rFonts w:hint="eastAsia"/>
                      </w:rPr>
                      <w:t>( 装   订   线   内   不   要   答   题 )</w:t>
                    </w:r>
                  </w:p>
                </w:txbxContent>
              </v:textbox>
            </v:shape>
            <v:group id="_x0000_s1306" o:spid="_x0000_s1306" o:spt="203" style="position:absolute;left:2427;top:810;height:3996;width:180;" coordorigin="2102,1129" coordsize="180,3996">
              <o:lock v:ext="edit"/>
              <v:shape id="_x0000_s1307" o:spid="_x0000_s1307" o:spt="3" type="#_x0000_t3" style="position:absolute;left:2102;top:1129;height:180;width:180;" coordsize="21600,21600">
                <v:path/>
                <v:fill focussize="0,0"/>
                <v:stroke/>
                <v:imagedata o:title=""/>
                <o:lock v:ext="edit"/>
              </v:shape>
              <v:shape id="_x0000_s1308" o:spid="_x0000_s1308" o:spt="3" type="#_x0000_t3" style="position:absolute;left:2102;top:2425;height:180;width:180;" coordsize="21600,21600">
                <v:path/>
                <v:fill focussize="0,0"/>
                <v:stroke/>
                <v:imagedata o:title=""/>
                <o:lock v:ext="edit"/>
              </v:shape>
              <v:shape id="_x0000_s1309" o:spid="_x0000_s1309" o:spt="3" type="#_x0000_t3" style="position:absolute;left:2102;top:3685;height:180;width:180;" coordsize="21600,21600">
                <v:path/>
                <v:fill focussize="0,0"/>
                <v:stroke/>
                <v:imagedata o:title=""/>
                <o:lock v:ext="edit"/>
              </v:shape>
              <v:shape id="_x0000_s1310" o:spid="_x0000_s1310" o:spt="3" type="#_x0000_t3" style="position:absolute;left:2102;top:4945;height:180;width:180;" coordsize="21600,21600">
                <v:path/>
                <v:fill focussize="0,0"/>
                <v:stroke/>
                <v:imagedata o:title=""/>
                <o:lock v:ext="edit"/>
              </v:shape>
            </v:group>
            <v:group id="_x0000_s1311" o:spid="_x0000_s1311" o:spt="203" style="position:absolute;left:2427;top:10206;height:3996;width:180;" coordorigin="2102,1129" coordsize="180,3996">
              <o:lock v:ext="edit"/>
              <v:shape id="_x0000_s1312" o:spid="_x0000_s1312" o:spt="3" type="#_x0000_t3" style="position:absolute;left:2102;top:1129;height:180;width:180;" coordsize="21600,21600">
                <v:path/>
                <v:fill focussize="0,0"/>
                <v:stroke/>
                <v:imagedata o:title=""/>
                <o:lock v:ext="edit"/>
              </v:shape>
              <v:shape id="_x0000_s1313" o:spid="_x0000_s1313" o:spt="3" type="#_x0000_t3" style="position:absolute;left:2102;top:2425;height:180;width:180;" coordsize="21600,21600">
                <v:path/>
                <v:fill focussize="0,0"/>
                <v:stroke/>
                <v:imagedata o:title=""/>
                <o:lock v:ext="edit"/>
              </v:shape>
              <v:shape id="_x0000_s1314" o:spid="_x0000_s1314" o:spt="3" type="#_x0000_t3" style="position:absolute;left:2102;top:3685;height:180;width:180;" coordsize="21600,21600">
                <v:path/>
                <v:fill focussize="0,0"/>
                <v:stroke/>
                <v:imagedata o:title=""/>
                <o:lock v:ext="edit"/>
              </v:shape>
              <v:shape id="_x0000_s1315" o:spid="_x0000_s1315" o:spt="3" type="#_x0000_t3" style="position:absolute;left:2102;top:4945;height:180;width:180;" coordsize="21600,21600">
                <v:path/>
                <v:fill focussize="0,0"/>
                <v:stroke/>
                <v:imagedata o:title=""/>
                <o:lock v:ext="edit"/>
              </v:shape>
            </v:group>
          </v:group>
        </w:pict>
      </w:r>
      <w:r>
        <w:rPr>
          <w:rFonts w:hint="eastAsia"/>
          <w:b/>
          <w:sz w:val="28"/>
        </w:rPr>
        <w:t>2018 ---2019学年度第一学期第一次月考</w:t>
      </w:r>
    </w:p>
    <w:p>
      <w:pPr>
        <w:spacing w:line="360" w:lineRule="auto"/>
        <w:ind w:firstLine="2209" w:firstLineChars="500"/>
        <w:rPr>
          <w:rFonts w:eastAsia="黑体"/>
          <w:b/>
          <w:sz w:val="44"/>
        </w:rPr>
      </w:pPr>
      <w:r>
        <w:rPr>
          <w:rFonts w:hint="eastAsia" w:eastAsia="黑体"/>
          <w:b/>
          <w:sz w:val="44"/>
        </w:rPr>
        <w:t>初二数学试题</w:t>
      </w:r>
    </w:p>
    <w:p>
      <w:pPr>
        <w:spacing w:line="360" w:lineRule="auto"/>
        <w:rPr>
          <w:b/>
        </w:rPr>
      </w:pPr>
      <w:r>
        <w:rPr>
          <w:rFonts w:hint="eastAsia"/>
        </w:rPr>
        <w:t xml:space="preserve"> </w:t>
      </w:r>
      <w:r>
        <w:rPr>
          <w:rFonts w:hint="eastAsia"/>
          <w:b/>
        </w:rPr>
        <w:t xml:space="preserve">考生注意：1、考试时间为120分钟                     </w:t>
      </w:r>
    </w:p>
    <w:p>
      <w:pPr>
        <w:spacing w:line="360" w:lineRule="auto"/>
        <w:ind w:firstLine="1054" w:firstLineChars="500"/>
        <w:rPr>
          <w:b/>
        </w:rPr>
      </w:pPr>
      <w:r>
        <w:rPr>
          <w:rFonts w:hint="eastAsia"/>
          <w:b/>
        </w:rPr>
        <w:t>2、全卷共三道大题，总分120分</w:t>
      </w:r>
    </w:p>
    <w:p>
      <w:pPr>
        <w:spacing w:line="360" w:lineRule="auto"/>
        <w:ind w:firstLine="2085"/>
        <w:rPr>
          <w:b/>
          <w:sz w:val="10"/>
        </w:rPr>
      </w:pPr>
    </w:p>
    <w:tbl>
      <w:tblPr>
        <w:tblStyle w:val="18"/>
        <w:tblW w:w="73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1141"/>
        <w:gridCol w:w="1309"/>
        <w:gridCol w:w="1215"/>
        <w:gridCol w:w="1147"/>
        <w:gridCol w:w="1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147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题 号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1309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1215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1147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总 分</w:t>
            </w:r>
          </w:p>
        </w:tc>
        <w:tc>
          <w:tcPr>
            <w:tcW w:w="1377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核分人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147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b/>
                <w:sz w:val="20"/>
              </w:rPr>
              <w:pict>
                <v:group id="_x0000_s1316" o:spid="_x0000_s1316" o:spt="203" alt="学科网(www.zxxk.com)--教育资源门户，提供试卷、教案、课件、论文、素材及各类教学资源下载，还有大量而丰富的教学相关资讯！" style="position:absolute;left:0pt;margin-left:-132.4pt;margin-top:5.3pt;height:43.1pt;width:60pt;z-index:251660288;mso-width-relative:page;mso-height-relative:page;" coordorigin="639,4134" coordsize="1368,900">
                  <o:lock v:ext="edit"/>
                  <v:shape id="_x0000_s1317" o:spid="_x0000_s1317" o:spt="202" type="#_x0000_t202" style="position:absolute;left:639;top:4134;height:900;width:1368;" filled="f" coordsize="21600,21600">
                    <v:path/>
                    <v:fill on="f" focussize="0,0"/>
                    <v:stroke joinstyle="miter"/>
                    <v:imagedata o:title=""/>
                    <o:lock v:ext="edit"/>
                    <v:textbox inset="2.54mm,0.998361111111111mm,2.54mm,1.27mm">
                      <w:txbxContent>
                        <w:p>
                          <w:pPr>
                            <w:ind w:firstLine="210" w:firstLineChars="100"/>
                          </w:pPr>
                          <w:r>
                            <w:rPr>
                              <w:rFonts w:hint="eastAsia"/>
                            </w:rPr>
                            <w:t>班  级</w:t>
                          </w:r>
                        </w:p>
                      </w:txbxContent>
                    </v:textbox>
                  </v:shape>
                  <v:line id="_x0000_s1318" o:spid="_x0000_s1318" o:spt="20" style="position:absolute;left:639;top:4566;height:0;width:1368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  <w:r>
              <w:rPr>
                <w:rFonts w:hint="eastAsia"/>
              </w:rPr>
              <w:t>得 分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jc w:val="center"/>
              <w:rPr>
                <w:sz w:val="15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360" w:lineRule="auto"/>
              <w:jc w:val="center"/>
              <w:rPr>
                <w:sz w:val="15"/>
              </w:rPr>
            </w:pPr>
          </w:p>
        </w:tc>
        <w:tc>
          <w:tcPr>
            <w:tcW w:w="1215" w:type="dxa"/>
            <w:vAlign w:val="center"/>
          </w:tcPr>
          <w:p>
            <w:pPr>
              <w:spacing w:line="360" w:lineRule="auto"/>
              <w:jc w:val="center"/>
              <w:rPr>
                <w:sz w:val="15"/>
              </w:rPr>
            </w:pPr>
          </w:p>
        </w:tc>
        <w:tc>
          <w:tcPr>
            <w:tcW w:w="1147" w:type="dxa"/>
            <w:vAlign w:val="center"/>
          </w:tcPr>
          <w:p>
            <w:pPr>
              <w:spacing w:line="360" w:lineRule="auto"/>
              <w:jc w:val="center"/>
              <w:rPr>
                <w:sz w:val="15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auto"/>
              <w:jc w:val="center"/>
              <w:rPr>
                <w:sz w:val="15"/>
              </w:rPr>
            </w:pPr>
          </w:p>
        </w:tc>
      </w:tr>
    </w:tbl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一、选择题：（每小题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</w:rPr>
        <w:t>分，共计</w:t>
      </w:r>
      <w:r>
        <w:rPr>
          <w:rFonts w:asciiTheme="majorEastAsia" w:hAnsiTheme="majorEastAsia" w:eastAsiaTheme="majorEastAsia"/>
          <w:sz w:val="28"/>
          <w:szCs w:val="28"/>
        </w:rPr>
        <w:t>30</w:t>
      </w:r>
      <w:r>
        <w:rPr>
          <w:rFonts w:hint="eastAsia" w:asciiTheme="majorEastAsia" w:hAnsiTheme="majorEastAsia" w:eastAsiaTheme="majorEastAsia"/>
          <w:sz w:val="28"/>
          <w:szCs w:val="28"/>
        </w:rPr>
        <w:t>分）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sz w:val="28"/>
          <w:szCs w:val="28"/>
        </w:rPr>
        <w:t>.下列运算正确的是（　 　）</w:t>
      </w:r>
    </w:p>
    <w:p>
      <w:pPr>
        <w:spacing w:line="360" w:lineRule="auto"/>
        <w:ind w:firstLine="420" w:firstLineChars="15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A、b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＋b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＝2b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>10　     　</w:t>
      </w:r>
      <w:r>
        <w:rPr>
          <w:rFonts w:hint="eastAsia" w:asciiTheme="majorEastAsia" w:hAnsiTheme="majorEastAsia" w:eastAsiaTheme="majorEastAsia"/>
          <w:sz w:val="28"/>
          <w:szCs w:val="28"/>
        </w:rPr>
        <w:t>B、(a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)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>＝a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>7　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</w:t>
      </w:r>
    </w:p>
    <w:p>
      <w:pPr>
        <w:spacing w:line="360" w:lineRule="auto"/>
        <w:ind w:firstLine="420" w:firstLineChars="150"/>
        <w:rPr>
          <w:rFonts w:asciiTheme="majorEastAsia" w:hAnsiTheme="majorEastAsia" w:eastAsiaTheme="majorEastAsia"/>
          <w:sz w:val="28"/>
          <w:szCs w:val="28"/>
          <w:lang w:val="fr-FR"/>
        </w:rPr>
      </w:pPr>
      <w:r>
        <w:rPr>
          <w:rFonts w:hint="eastAsia" w:asciiTheme="majorEastAsia" w:hAnsiTheme="majorEastAsia" w:eastAsiaTheme="majorEastAsia"/>
          <w:sz w:val="28"/>
          <w:szCs w:val="28"/>
          <w:lang w:val="fr-FR"/>
        </w:rPr>
        <w:t>C</w:t>
      </w:r>
      <w:r>
        <w:rPr>
          <w:rFonts w:hint="eastAsia" w:asciiTheme="majorEastAsia" w:hAnsiTheme="majorEastAsia" w:eastAsiaTheme="majorEastAsia"/>
          <w:sz w:val="28"/>
          <w:szCs w:val="28"/>
        </w:rPr>
        <w:t>、</w:t>
      </w:r>
      <w:r>
        <w:rPr>
          <w:rFonts w:hint="eastAsia" w:asciiTheme="majorEastAsia" w:hAnsiTheme="majorEastAsia" w:eastAsiaTheme="majorEastAsia"/>
          <w:sz w:val="28"/>
          <w:szCs w:val="28"/>
          <w:lang w:val="fr-FR"/>
        </w:rPr>
        <w:t>(</w:t>
      </w:r>
      <w:r>
        <w:rPr>
          <w:rFonts w:asciiTheme="majorEastAsia" w:hAnsiTheme="majorEastAsia" w:eastAsiaTheme="majorEastAsia"/>
          <w:sz w:val="28"/>
          <w:szCs w:val="28"/>
          <w:lang w:val="fr-FR"/>
        </w:rPr>
        <w:t>-</w:t>
      </w:r>
      <w:r>
        <w:rPr>
          <w:rFonts w:hint="eastAsia" w:asciiTheme="majorEastAsia" w:hAnsiTheme="majorEastAsia" w:eastAsiaTheme="majorEastAsia"/>
          <w:sz w:val="28"/>
          <w:szCs w:val="28"/>
          <w:lang w:val="fr-FR"/>
        </w:rPr>
        <w:t>2a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  <w:lang w:val="fr-FR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  <w:lang w:val="fr-FR"/>
        </w:rPr>
        <w:t>)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  <w:lang w:val="fr-FR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  <w:lang w:val="fr-FR"/>
        </w:rPr>
        <w:t>＝－4a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  <w:lang w:val="fr-FR"/>
        </w:rPr>
        <w:t>4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>　　　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  <w:lang w:val="fr-FR"/>
        </w:rPr>
        <w:t xml:space="preserve">  </w:t>
      </w:r>
      <w:r>
        <w:rPr>
          <w:rFonts w:hint="eastAsia" w:asciiTheme="majorEastAsia" w:hAnsiTheme="majorEastAsia" w:eastAsiaTheme="majorEastAsia"/>
          <w:sz w:val="28"/>
          <w:szCs w:val="28"/>
          <w:lang w:val="fr-FR"/>
        </w:rPr>
        <w:t>D</w:t>
      </w:r>
      <w:r>
        <w:rPr>
          <w:rFonts w:hint="eastAsia" w:asciiTheme="majorEastAsia" w:hAnsiTheme="majorEastAsia" w:eastAsiaTheme="majorEastAsia"/>
          <w:sz w:val="28"/>
          <w:szCs w:val="28"/>
        </w:rPr>
        <w:t>、</w:t>
      </w:r>
      <w:r>
        <w:rPr>
          <w:rFonts w:hint="eastAsia" w:asciiTheme="majorEastAsia" w:hAnsiTheme="majorEastAsia" w:eastAsiaTheme="majorEastAsia"/>
          <w:sz w:val="28"/>
          <w:szCs w:val="28"/>
          <w:lang w:val="fr-FR"/>
        </w:rPr>
        <w:t>6x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  <w:lang w:val="fr-FR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  <w:lang w:val="fr-FR"/>
        </w:rPr>
        <w:t>·3xy＝18x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  <w:lang w:val="fr-FR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  <w:lang w:val="fr-FR"/>
        </w:rPr>
        <w:t>y</w:t>
      </w:r>
    </w:p>
    <w:p>
      <w:pPr>
        <w:spacing w:line="360" w:lineRule="auto"/>
        <w:ind w:firstLine="140" w:firstLineChars="5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pict>
          <v:rect id="_x0000_s1319" o:spid="_x0000_s1319" o:spt="1" alt="学科网(www.zxxk.com)--教育资源门户，提供试卷、教案、课件、论文、素材及各类教学资源下载，还有大量而丰富的教学相关资讯！" style="position:absolute;left:0pt;margin-left:-20.6pt;margin-top:22.85pt;height:15.45pt;width:10.95pt;z-index:251662336;mso-width-relative:page;mso-height-relative:page;" stroked="f" coordsize="21600,21600">
            <v:path/>
            <v:fill focussize="0,0"/>
            <v:stroke on="f"/>
            <v:imagedata o:title=""/>
            <o:lock v:ext="edit"/>
          </v:rect>
        </w:pict>
      </w: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>.下列多项式的乘法中，可以</w:t>
      </w:r>
      <w:r>
        <w:rPr>
          <w:rFonts w:hint="eastAsia" w:asciiTheme="majorEastAsia" w:hAnsiTheme="majorEastAsia" w:eastAsiaTheme="majorEastAsia"/>
          <w:sz w:val="28"/>
          <w:szCs w:val="28"/>
        </w:rPr>
        <w:drawing>
          <wp:inline distT="0" distB="0" distL="0" distR="0">
            <wp:extent cx="13970" cy="23495"/>
            <wp:effectExtent l="19050" t="0" r="508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用平方差公式计算的是(       )</w:t>
      </w:r>
    </w:p>
    <w:p>
      <w:pPr>
        <w:spacing w:line="360" w:lineRule="auto"/>
        <w:ind w:firstLine="420" w:firstLineChars="15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A．</w:t>
      </w:r>
      <w:r>
        <w:rPr>
          <w:rFonts w:asciiTheme="majorEastAsia" w:hAnsiTheme="majorEastAsia" w:eastAsiaTheme="majorEastAsia"/>
          <w:position w:val="-24"/>
          <w:sz w:val="28"/>
          <w:szCs w:val="28"/>
        </w:rPr>
        <w:drawing>
          <wp:inline distT="0" distB="0" distL="0" distR="0">
            <wp:extent cx="990600" cy="390525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   B．</w:t>
      </w:r>
      <w:r>
        <w:rPr>
          <w:rFonts w:hint="eastAsia" w:asciiTheme="majorEastAsia" w:hAnsiTheme="majorEastAsia" w:eastAsiaTheme="majorEastAsia"/>
          <w:position w:val="-10"/>
          <w:sz w:val="28"/>
          <w:szCs w:val="28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5.75pt;width:71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</w:p>
    <w:p>
      <w:pPr>
        <w:spacing w:line="360" w:lineRule="auto"/>
        <w:ind w:firstLine="420" w:firstLineChars="15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C．</w:t>
      </w:r>
      <w:r>
        <w:rPr>
          <w:rFonts w:asciiTheme="majorEastAsia" w:hAnsiTheme="majorEastAsia" w:eastAsiaTheme="majorEastAsia"/>
          <w:position w:val="-10"/>
          <w:sz w:val="28"/>
          <w:szCs w:val="28"/>
        </w:rPr>
        <w:drawing>
          <wp:inline distT="0" distB="0" distL="0" distR="0">
            <wp:extent cx="1257300" cy="200025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D．</w:t>
      </w:r>
      <w:r>
        <w:rPr>
          <w:rFonts w:asciiTheme="majorEastAsia" w:hAnsiTheme="majorEastAsia" w:eastAsiaTheme="majorEastAsia"/>
          <w:position w:val="-10"/>
          <w:sz w:val="28"/>
          <w:szCs w:val="28"/>
        </w:rPr>
        <w:drawing>
          <wp:inline distT="0" distB="0" distL="0" distR="0">
            <wp:extent cx="1295400" cy="228600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3.</w:t>
      </w:r>
      <w:r>
        <w:rPr>
          <w:rFonts w:asciiTheme="majorEastAsia" w:hAnsiTheme="majorEastAsia" w:eastAsiaTheme="majorEastAsia"/>
          <w:sz w:val="28"/>
          <w:szCs w:val="28"/>
        </w:rPr>
        <w:t xml:space="preserve"> 设</w:t>
      </w:r>
      <w:r>
        <w:rPr>
          <w:rFonts w:asciiTheme="majorEastAsia" w:hAnsiTheme="majorEastAsia" w:eastAsiaTheme="majorEastAsia"/>
          <w:position w:val="-10"/>
          <w:sz w:val="28"/>
          <w:szCs w:val="28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8.75pt;width:132pt;" o:ole="t" fillcolor="#000005 [-4142]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5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 xml:space="preserve">，则A=（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</w:t>
      </w:r>
      <w:r>
        <w:rPr>
          <w:rFonts w:asciiTheme="majorEastAsia" w:hAnsiTheme="majorEastAsia" w:eastAsiaTheme="majorEastAsia"/>
          <w:sz w:val="28"/>
          <w:szCs w:val="28"/>
        </w:rPr>
        <w:t xml:space="preserve"> ）</w:t>
      </w:r>
    </w:p>
    <w:p>
      <w:pPr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 30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4.25pt;width:15.75pt;" o:ole="t" fillcolor="#000005 [-4142]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7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 xml:space="preserve">      B. 60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4.25pt;width:15.75pt;" o:ole="t" fillcolor="#000005 [-4142]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9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 xml:space="preserve">   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  <w:r>
        <w:rPr>
          <w:rFonts w:asciiTheme="majorEastAsia" w:hAnsiTheme="majorEastAsia" w:eastAsiaTheme="majorEastAsia"/>
          <w:sz w:val="28"/>
          <w:szCs w:val="28"/>
        </w:rPr>
        <w:t>C. 15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4.25pt;width:15.75pt;" o:ole="t" fillcolor="#000005 [-4142]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0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 xml:space="preserve">   D.  12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14.25pt;width:15.75pt;" o:ole="t" fillcolor="#000005 [-4142]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1">
            <o:LockedField>false</o:LockedField>
          </o:OLEObject>
        </w:objec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4. 下列各数用科学记数法表示正确的是（       ）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A、34500＝3.45×10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 xml:space="preserve">2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     B、0.000043＝4.3×10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>5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C、－0.00048＝－4.8×10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 xml:space="preserve">－4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D、－340000＝3.4×10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>5</w:t>
      </w:r>
    </w:p>
    <w:p>
      <w:pPr>
        <w:widowControl/>
        <w:shd w:val="clear" w:color="auto" w:fill="FFFFFF"/>
        <w:spacing w:line="360" w:lineRule="auto"/>
        <w:jc w:val="left"/>
        <w:textAlignment w:val="center"/>
        <w:rPr>
          <w:rFonts w:asciiTheme="majorEastAsia" w:hAnsiTheme="majorEastAsia" w:eastAsiaTheme="majorEastAsia"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5.</w:t>
      </w:r>
      <w:r>
        <w:rPr>
          <w:rFonts w:asciiTheme="majorEastAsia" w:hAnsiTheme="majorEastAsia" w:eastAsiaTheme="majorEastAsia"/>
          <w:kern w:val="0"/>
          <w:sz w:val="28"/>
          <w:szCs w:val="28"/>
        </w:rPr>
        <w:t xml:space="preserve"> 已知2m</w:t>
      </w:r>
      <w:r>
        <w:rPr>
          <w:rFonts w:hint="eastAsia" w:asciiTheme="majorEastAsia" w:hAnsiTheme="majorEastAsia" w:eastAsiaTheme="majorEastAsia"/>
          <w:kern w:val="0"/>
          <w:sz w:val="28"/>
          <w:szCs w:val="28"/>
        </w:rPr>
        <w:t>+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3n＝5，则4</w:t>
      </w:r>
      <w:r>
        <w:rPr>
          <w:rFonts w:asciiTheme="majorEastAsia" w:hAnsiTheme="majorEastAsia" w:eastAsiaTheme="majorEastAsia"/>
          <w:kern w:val="0"/>
          <w:sz w:val="28"/>
          <w:szCs w:val="28"/>
          <w:vertAlign w:val="superscript"/>
        </w:rPr>
        <w:t>m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·8</w:t>
      </w:r>
      <w:r>
        <w:rPr>
          <w:rFonts w:asciiTheme="majorEastAsia" w:hAnsiTheme="majorEastAsia" w:eastAsiaTheme="majorEastAsia"/>
          <w:kern w:val="0"/>
          <w:sz w:val="28"/>
          <w:szCs w:val="28"/>
          <w:vertAlign w:val="superscript"/>
        </w:rPr>
        <w:t>n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＝(　</w:t>
      </w:r>
      <w:r>
        <w:rPr>
          <w:rFonts w:hint="eastAsia" w:asciiTheme="majorEastAsia" w:hAnsiTheme="majorEastAsia" w:eastAsiaTheme="majorEastAsia"/>
          <w:kern w:val="0"/>
          <w:sz w:val="28"/>
          <w:szCs w:val="28"/>
        </w:rPr>
        <w:t xml:space="preserve">   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　)</w:t>
      </w:r>
    </w:p>
    <w:p>
      <w:pPr>
        <w:widowControl/>
        <w:tabs>
          <w:tab w:val="left" w:pos="2076"/>
          <w:tab w:val="left" w:pos="4152"/>
          <w:tab w:val="left" w:pos="6229"/>
        </w:tabs>
        <w:spacing w:line="360" w:lineRule="auto"/>
        <w:jc w:val="left"/>
        <w:textAlignment w:val="center"/>
        <w:rPr>
          <w:rFonts w:asciiTheme="majorEastAsia" w:hAnsiTheme="majorEastAsia" w:eastAsiaTheme="majorEastAsia"/>
          <w:kern w:val="0"/>
          <w:sz w:val="28"/>
          <w:szCs w:val="28"/>
        </w:rPr>
      </w:pPr>
      <w:r>
        <w:rPr>
          <w:rFonts w:asciiTheme="majorEastAsia" w:hAnsiTheme="majorEastAsia" w:eastAsiaTheme="majorEastAsia"/>
          <w:kern w:val="0"/>
          <w:sz w:val="28"/>
          <w:szCs w:val="28"/>
        </w:rPr>
        <w:t>A．16</w:t>
      </w:r>
      <w:r>
        <w:rPr>
          <w:rFonts w:asciiTheme="majorEastAsia" w:hAnsiTheme="majorEastAsia" w:eastAsiaTheme="majorEastAsia"/>
          <w:kern w:val="0"/>
          <w:sz w:val="28"/>
          <w:szCs w:val="28"/>
        </w:rPr>
        <w:tab/>
      </w:r>
      <w:r>
        <w:rPr>
          <w:rFonts w:asciiTheme="majorEastAsia" w:hAnsiTheme="majorEastAsia" w:eastAsiaTheme="majorEastAsia"/>
          <w:kern w:val="0"/>
          <w:sz w:val="28"/>
          <w:szCs w:val="28"/>
        </w:rPr>
        <w:t>B．25</w:t>
      </w:r>
      <w:r>
        <w:rPr>
          <w:rFonts w:asciiTheme="majorEastAsia" w:hAnsiTheme="majorEastAsia" w:eastAsiaTheme="majorEastAsia"/>
          <w:kern w:val="0"/>
          <w:sz w:val="28"/>
          <w:szCs w:val="28"/>
        </w:rPr>
        <w:tab/>
      </w:r>
      <w:r>
        <w:rPr>
          <w:rFonts w:asciiTheme="majorEastAsia" w:hAnsiTheme="majorEastAsia" w:eastAsiaTheme="majorEastAsia"/>
          <w:kern w:val="0"/>
          <w:sz w:val="28"/>
          <w:szCs w:val="28"/>
        </w:rPr>
        <w:t>C．32</w:t>
      </w:r>
      <w:r>
        <w:rPr>
          <w:rFonts w:asciiTheme="majorEastAsia" w:hAnsiTheme="majorEastAsia" w:eastAsiaTheme="majorEastAsia"/>
          <w:kern w:val="0"/>
          <w:sz w:val="28"/>
          <w:szCs w:val="28"/>
        </w:rPr>
        <w:tab/>
      </w:r>
      <w:r>
        <w:rPr>
          <w:rFonts w:asciiTheme="majorEastAsia" w:hAnsiTheme="majorEastAsia" w:eastAsiaTheme="majorEastAsia"/>
          <w:kern w:val="0"/>
          <w:sz w:val="28"/>
          <w:szCs w:val="28"/>
        </w:rPr>
        <w:t>D．64</w:t>
      </w:r>
      <w:r>
        <w:rPr>
          <w:rFonts w:asciiTheme="majorEastAsia" w:hAnsiTheme="majorEastAsia" w:eastAsiaTheme="majorEastAsia"/>
          <w:color w:val="FFFFFF"/>
          <w:kern w:val="0"/>
          <w:sz w:val="4"/>
          <w:szCs w:val="28"/>
        </w:rPr>
        <w:t>[来源:学科网ZXXK]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6.</w:t>
      </w:r>
      <w:r>
        <w:rPr>
          <w:rFonts w:asciiTheme="majorEastAsia" w:hAnsiTheme="majorEastAsia" w:eastAsiaTheme="majorEastAsia"/>
          <w:sz w:val="28"/>
          <w:szCs w:val="28"/>
        </w:rPr>
        <w:t>将(－30)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0</w:t>
      </w:r>
      <w:r>
        <w:rPr>
          <w:rFonts w:asciiTheme="majorEastAsia" w:hAnsiTheme="majorEastAsia" w:eastAsiaTheme="majorEastAsia"/>
          <w:sz w:val="28"/>
          <w:szCs w:val="28"/>
        </w:rPr>
        <w:t>，(－3)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，(</w:t>
      </w:r>
      <w:r>
        <w:rPr>
          <w:rFonts w:asciiTheme="majorEastAsia" w:hAnsiTheme="majorEastAsia" w:eastAsiaTheme="majorEastAsia"/>
          <w:sz w:val="28"/>
          <w:szCs w:val="28"/>
        </w:rPr>
        <w:fldChar w:fldCharType="begin"/>
      </w:r>
      <w:r>
        <w:rPr>
          <w:rFonts w:asciiTheme="majorEastAsia" w:hAnsiTheme="majorEastAsia" w:eastAsiaTheme="majorEastAsia"/>
          <w:sz w:val="28"/>
          <w:szCs w:val="28"/>
        </w:rPr>
        <w:instrText xml:space="preserve">eq \f(1,5)</w:instrText>
      </w:r>
      <w:r>
        <w:rPr>
          <w:rFonts w:asciiTheme="majorEastAsia" w:hAnsiTheme="majorEastAsia" w:eastAsiaTheme="majorEastAsia"/>
          <w:sz w:val="28"/>
          <w:szCs w:val="28"/>
        </w:rPr>
        <w:fldChar w:fldCharType="end"/>
      </w:r>
      <w:r>
        <w:rPr>
          <w:rFonts w:asciiTheme="majorEastAsia" w:hAnsiTheme="majorEastAsia" w:eastAsiaTheme="majorEastAsia"/>
          <w:sz w:val="28"/>
          <w:szCs w:val="28"/>
        </w:rPr>
        <w:t>)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－1</w:t>
      </w:r>
      <w:r>
        <w:rPr>
          <w:rFonts w:asciiTheme="majorEastAsia" w:hAnsiTheme="majorEastAsia" w:eastAsiaTheme="majorEastAsia"/>
          <w:sz w:val="28"/>
          <w:szCs w:val="28"/>
        </w:rPr>
        <w:t>这三个数按从小到大的顺序排列，正确的结果是(      )</w:t>
      </w:r>
    </w:p>
    <w:p>
      <w:pPr>
        <w:pStyle w:val="7"/>
        <w:spacing w:line="360" w:lineRule="auto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A．(</w:t>
      </w:r>
      <w:r>
        <w:rPr>
          <w:rFonts w:cs="Times New Roman" w:asciiTheme="majorEastAsia" w:hAnsiTheme="majorEastAsia" w:eastAsiaTheme="majorEastAsia"/>
          <w:i/>
          <w:sz w:val="28"/>
          <w:szCs w:val="28"/>
        </w:rPr>
        <w:fldChar w:fldCharType="begin"/>
      </w:r>
      <w:r>
        <w:rPr>
          <w:rFonts w:cs="Times New Roman" w:asciiTheme="majorEastAsia" w:hAnsiTheme="majorEastAsia" w:eastAsiaTheme="majorEastAsia"/>
          <w:i/>
          <w:sz w:val="28"/>
          <w:szCs w:val="28"/>
        </w:rPr>
        <w:instrText xml:space="preserve">eq \f</w:instrText>
      </w:r>
      <w:r>
        <w:rPr>
          <w:rFonts w:cs="Times New Roman" w:asciiTheme="majorEastAsia" w:hAnsiTheme="majorEastAsia" w:eastAsiaTheme="majorEastAsia"/>
          <w:sz w:val="28"/>
          <w:szCs w:val="28"/>
        </w:rPr>
        <w:instrText xml:space="preserve">(1</w:instrText>
      </w:r>
      <w:r>
        <w:rPr>
          <w:rFonts w:cs="Times New Roman" w:asciiTheme="majorEastAsia" w:hAnsiTheme="majorEastAsia" w:eastAsiaTheme="majorEastAsia"/>
          <w:i/>
          <w:sz w:val="28"/>
          <w:szCs w:val="28"/>
        </w:rPr>
        <w:instrText xml:space="preserve">,</w:instrText>
      </w:r>
      <w:r>
        <w:rPr>
          <w:rFonts w:cs="Times New Roman" w:asciiTheme="majorEastAsia" w:hAnsiTheme="majorEastAsia" w:eastAsiaTheme="majorEastAsia"/>
          <w:sz w:val="28"/>
          <w:szCs w:val="28"/>
        </w:rPr>
        <w:instrText xml:space="preserve">5)</w:instrText>
      </w:r>
      <w:r>
        <w:rPr>
          <w:rFonts w:cs="Times New Roman" w:asciiTheme="majorEastAsia" w:hAnsiTheme="majorEastAsia" w:eastAsiaTheme="majorEastAsia"/>
          <w:i/>
          <w:sz w:val="28"/>
          <w:szCs w:val="28"/>
        </w:rPr>
        <w:fldChar w:fldCharType="end"/>
      </w:r>
      <w:r>
        <w:rPr>
          <w:rFonts w:cs="Times New Roman" w:asciiTheme="majorEastAsia" w:hAnsiTheme="majorEastAsia" w:eastAsiaTheme="majorEastAsia"/>
          <w:sz w:val="28"/>
          <w:szCs w:val="28"/>
        </w:rPr>
        <w:t>)</w:t>
      </w:r>
      <w:r>
        <w:rPr>
          <w:rFonts w:cs="Times New Roman" w:asciiTheme="majorEastAsia" w:hAnsiTheme="majorEastAsia" w:eastAsiaTheme="majorEastAsia"/>
          <w:sz w:val="28"/>
          <w:szCs w:val="28"/>
          <w:vertAlign w:val="superscript"/>
        </w:rPr>
        <w:t>－1</w:t>
      </w:r>
      <w:r>
        <w:rPr>
          <w:rFonts w:cs="Times New Roman" w:asciiTheme="majorEastAsia" w:hAnsiTheme="majorEastAsia" w:eastAsiaTheme="majorEastAsia"/>
          <w:sz w:val="28"/>
          <w:szCs w:val="28"/>
        </w:rPr>
        <w:t>＜(－30)</w:t>
      </w:r>
      <w:r>
        <w:rPr>
          <w:rFonts w:cs="Times New Roman" w:asciiTheme="majorEastAsia" w:hAnsiTheme="majorEastAsia" w:eastAsiaTheme="majorEastAsia"/>
          <w:sz w:val="28"/>
          <w:szCs w:val="28"/>
          <w:vertAlign w:val="superscript"/>
        </w:rPr>
        <w:t>0</w:t>
      </w:r>
      <w:r>
        <w:rPr>
          <w:rFonts w:cs="Times New Roman" w:asciiTheme="majorEastAsia" w:hAnsiTheme="majorEastAsia" w:eastAsiaTheme="majorEastAsia"/>
          <w:sz w:val="28"/>
          <w:szCs w:val="28"/>
        </w:rPr>
        <w:t>＜(－3)</w:t>
      </w:r>
      <w:r>
        <w:rPr>
          <w:rFonts w:cs="Times New Roman" w:asciiTheme="majorEastAsia" w:hAnsiTheme="majorEastAsia" w:eastAsiaTheme="majorEastAsia"/>
          <w:sz w:val="28"/>
          <w:szCs w:val="28"/>
          <w:vertAlign w:val="superscript"/>
        </w:rPr>
        <w:t xml:space="preserve">2    </w:t>
      </w:r>
      <w:r>
        <w:rPr>
          <w:rFonts w:cs="Times New Roman" w:asciiTheme="majorEastAsia" w:hAnsiTheme="majorEastAsia" w:eastAsiaTheme="majorEastAsia"/>
          <w:sz w:val="28"/>
          <w:szCs w:val="28"/>
        </w:rPr>
        <w:t>B．(－30)</w:t>
      </w:r>
      <w:r>
        <w:rPr>
          <w:rFonts w:cs="Times New Roman" w:asciiTheme="majorEastAsia" w:hAnsiTheme="majorEastAsia" w:eastAsiaTheme="majorEastAsia"/>
          <w:sz w:val="28"/>
          <w:szCs w:val="28"/>
          <w:vertAlign w:val="superscript"/>
        </w:rPr>
        <w:t>0</w:t>
      </w:r>
      <w:r>
        <w:rPr>
          <w:rFonts w:cs="Times New Roman" w:asciiTheme="majorEastAsia" w:hAnsiTheme="majorEastAsia" w:eastAsiaTheme="majorEastAsia"/>
          <w:sz w:val="28"/>
          <w:szCs w:val="28"/>
        </w:rPr>
        <w:t>＜(－3)</w:t>
      </w:r>
      <w:r>
        <w:rPr>
          <w:rFonts w:cs="Times New Roman"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cs="Times New Roman" w:asciiTheme="majorEastAsia" w:hAnsiTheme="majorEastAsia" w:eastAsiaTheme="majorEastAsia"/>
          <w:sz w:val="28"/>
          <w:szCs w:val="28"/>
        </w:rPr>
        <w:t>＜(</w:t>
      </w:r>
      <w:r>
        <w:rPr>
          <w:rFonts w:cs="Times New Roman" w:asciiTheme="majorEastAsia" w:hAnsiTheme="majorEastAsia" w:eastAsiaTheme="majorEastAsia"/>
          <w:i/>
          <w:sz w:val="28"/>
          <w:szCs w:val="28"/>
        </w:rPr>
        <w:fldChar w:fldCharType="begin"/>
      </w:r>
      <w:r>
        <w:rPr>
          <w:rFonts w:cs="Times New Roman" w:asciiTheme="majorEastAsia" w:hAnsiTheme="majorEastAsia" w:eastAsiaTheme="majorEastAsia"/>
          <w:i/>
          <w:sz w:val="28"/>
          <w:szCs w:val="28"/>
        </w:rPr>
        <w:instrText xml:space="preserve">eq \f</w:instrText>
      </w:r>
      <w:r>
        <w:rPr>
          <w:rFonts w:cs="Times New Roman" w:asciiTheme="majorEastAsia" w:hAnsiTheme="majorEastAsia" w:eastAsiaTheme="majorEastAsia"/>
          <w:sz w:val="28"/>
          <w:szCs w:val="28"/>
        </w:rPr>
        <w:instrText xml:space="preserve">(1</w:instrText>
      </w:r>
      <w:r>
        <w:rPr>
          <w:rFonts w:cs="Times New Roman" w:asciiTheme="majorEastAsia" w:hAnsiTheme="majorEastAsia" w:eastAsiaTheme="majorEastAsia"/>
          <w:i/>
          <w:sz w:val="28"/>
          <w:szCs w:val="28"/>
        </w:rPr>
        <w:instrText xml:space="preserve">,</w:instrText>
      </w:r>
      <w:r>
        <w:rPr>
          <w:rFonts w:cs="Times New Roman" w:asciiTheme="majorEastAsia" w:hAnsiTheme="majorEastAsia" w:eastAsiaTheme="majorEastAsia"/>
          <w:sz w:val="28"/>
          <w:szCs w:val="28"/>
        </w:rPr>
        <w:instrText xml:space="preserve">5)</w:instrText>
      </w:r>
      <w:r>
        <w:rPr>
          <w:rFonts w:cs="Times New Roman" w:asciiTheme="majorEastAsia" w:hAnsiTheme="majorEastAsia" w:eastAsiaTheme="majorEastAsia"/>
          <w:i/>
          <w:sz w:val="28"/>
          <w:szCs w:val="28"/>
        </w:rPr>
        <w:fldChar w:fldCharType="end"/>
      </w:r>
      <w:r>
        <w:rPr>
          <w:rFonts w:cs="Times New Roman" w:asciiTheme="majorEastAsia" w:hAnsiTheme="majorEastAsia" w:eastAsiaTheme="majorEastAsia"/>
          <w:sz w:val="28"/>
          <w:szCs w:val="28"/>
        </w:rPr>
        <w:t>)</w:t>
      </w:r>
      <w:r>
        <w:rPr>
          <w:rFonts w:cs="Times New Roman" w:asciiTheme="majorEastAsia" w:hAnsiTheme="majorEastAsia" w:eastAsiaTheme="majorEastAsia"/>
          <w:sz w:val="28"/>
          <w:szCs w:val="28"/>
          <w:vertAlign w:val="superscript"/>
        </w:rPr>
        <w:t>－1</w:t>
      </w:r>
    </w:p>
    <w:p>
      <w:pPr>
        <w:pStyle w:val="7"/>
        <w:spacing w:line="360" w:lineRule="auto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C．(－3)</w:t>
      </w:r>
      <w:r>
        <w:rPr>
          <w:rFonts w:cs="Times New Roman"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cs="Times New Roman" w:asciiTheme="majorEastAsia" w:hAnsiTheme="majorEastAsia" w:eastAsiaTheme="majorEastAsia"/>
          <w:sz w:val="28"/>
          <w:szCs w:val="28"/>
        </w:rPr>
        <w:t>＜(</w:t>
      </w:r>
      <w:r>
        <w:rPr>
          <w:rFonts w:cs="Times New Roman" w:asciiTheme="majorEastAsia" w:hAnsiTheme="majorEastAsia" w:eastAsiaTheme="majorEastAsia"/>
          <w:i/>
          <w:sz w:val="28"/>
          <w:szCs w:val="28"/>
        </w:rPr>
        <w:fldChar w:fldCharType="begin"/>
      </w:r>
      <w:r>
        <w:rPr>
          <w:rFonts w:cs="Times New Roman" w:asciiTheme="majorEastAsia" w:hAnsiTheme="majorEastAsia" w:eastAsiaTheme="majorEastAsia"/>
          <w:i/>
          <w:sz w:val="28"/>
          <w:szCs w:val="28"/>
        </w:rPr>
        <w:instrText xml:space="preserve">eq \f</w:instrText>
      </w:r>
      <w:r>
        <w:rPr>
          <w:rFonts w:cs="Times New Roman" w:asciiTheme="majorEastAsia" w:hAnsiTheme="majorEastAsia" w:eastAsiaTheme="majorEastAsia"/>
          <w:sz w:val="28"/>
          <w:szCs w:val="28"/>
        </w:rPr>
        <w:instrText xml:space="preserve">(1</w:instrText>
      </w:r>
      <w:r>
        <w:rPr>
          <w:rFonts w:cs="Times New Roman" w:asciiTheme="majorEastAsia" w:hAnsiTheme="majorEastAsia" w:eastAsiaTheme="majorEastAsia"/>
          <w:i/>
          <w:sz w:val="28"/>
          <w:szCs w:val="28"/>
        </w:rPr>
        <w:instrText xml:space="preserve">,</w:instrText>
      </w:r>
      <w:r>
        <w:rPr>
          <w:rFonts w:cs="Times New Roman" w:asciiTheme="majorEastAsia" w:hAnsiTheme="majorEastAsia" w:eastAsiaTheme="majorEastAsia"/>
          <w:sz w:val="28"/>
          <w:szCs w:val="28"/>
        </w:rPr>
        <w:instrText xml:space="preserve">5)</w:instrText>
      </w:r>
      <w:r>
        <w:rPr>
          <w:rFonts w:cs="Times New Roman" w:asciiTheme="majorEastAsia" w:hAnsiTheme="majorEastAsia" w:eastAsiaTheme="majorEastAsia"/>
          <w:i/>
          <w:sz w:val="28"/>
          <w:szCs w:val="28"/>
        </w:rPr>
        <w:fldChar w:fldCharType="end"/>
      </w:r>
      <w:r>
        <w:rPr>
          <w:rFonts w:cs="Times New Roman" w:asciiTheme="majorEastAsia" w:hAnsiTheme="majorEastAsia" w:eastAsiaTheme="majorEastAsia"/>
          <w:sz w:val="28"/>
          <w:szCs w:val="28"/>
        </w:rPr>
        <w:t>)</w:t>
      </w:r>
      <w:r>
        <w:rPr>
          <w:rFonts w:cs="Times New Roman" w:asciiTheme="majorEastAsia" w:hAnsiTheme="majorEastAsia" w:eastAsiaTheme="majorEastAsia"/>
          <w:sz w:val="28"/>
          <w:szCs w:val="28"/>
          <w:vertAlign w:val="superscript"/>
        </w:rPr>
        <w:t>－1</w:t>
      </w:r>
      <w:r>
        <w:rPr>
          <w:rFonts w:cs="Times New Roman" w:asciiTheme="majorEastAsia" w:hAnsiTheme="majorEastAsia" w:eastAsiaTheme="majorEastAsia"/>
          <w:sz w:val="28"/>
          <w:szCs w:val="28"/>
        </w:rPr>
        <w:t>＜(－30)</w:t>
      </w:r>
      <w:r>
        <w:rPr>
          <w:rFonts w:cs="Times New Roman" w:asciiTheme="majorEastAsia" w:hAnsiTheme="majorEastAsia" w:eastAsiaTheme="majorEastAsia"/>
          <w:sz w:val="28"/>
          <w:szCs w:val="28"/>
          <w:vertAlign w:val="superscript"/>
        </w:rPr>
        <w:t xml:space="preserve">0    </w:t>
      </w:r>
      <w:r>
        <w:rPr>
          <w:rFonts w:cs="Times New Roman" w:asciiTheme="majorEastAsia" w:hAnsiTheme="majorEastAsia" w:eastAsiaTheme="majorEastAsia"/>
          <w:sz w:val="28"/>
          <w:szCs w:val="28"/>
        </w:rPr>
        <w:t>D．(－30)</w:t>
      </w:r>
      <w:r>
        <w:rPr>
          <w:rFonts w:cs="Times New Roman" w:asciiTheme="majorEastAsia" w:hAnsiTheme="majorEastAsia" w:eastAsiaTheme="majorEastAsia"/>
          <w:sz w:val="28"/>
          <w:szCs w:val="28"/>
          <w:vertAlign w:val="superscript"/>
        </w:rPr>
        <w:t>0</w:t>
      </w:r>
      <w:r>
        <w:rPr>
          <w:rFonts w:cs="Times New Roman" w:asciiTheme="majorEastAsia" w:hAnsiTheme="majorEastAsia" w:eastAsiaTheme="majorEastAsia"/>
          <w:sz w:val="28"/>
          <w:szCs w:val="28"/>
        </w:rPr>
        <w:t>＜(</w:t>
      </w:r>
      <w:r>
        <w:rPr>
          <w:rFonts w:cs="Times New Roman" w:asciiTheme="majorEastAsia" w:hAnsiTheme="majorEastAsia" w:eastAsiaTheme="majorEastAsia"/>
          <w:i/>
          <w:sz w:val="28"/>
          <w:szCs w:val="28"/>
        </w:rPr>
        <w:fldChar w:fldCharType="begin"/>
      </w:r>
      <w:r>
        <w:rPr>
          <w:rFonts w:cs="Times New Roman" w:asciiTheme="majorEastAsia" w:hAnsiTheme="majorEastAsia" w:eastAsiaTheme="majorEastAsia"/>
          <w:i/>
          <w:sz w:val="28"/>
          <w:szCs w:val="28"/>
        </w:rPr>
        <w:instrText xml:space="preserve">eq \f</w:instrText>
      </w:r>
      <w:r>
        <w:rPr>
          <w:rFonts w:cs="Times New Roman" w:asciiTheme="majorEastAsia" w:hAnsiTheme="majorEastAsia" w:eastAsiaTheme="majorEastAsia"/>
          <w:sz w:val="28"/>
          <w:szCs w:val="28"/>
        </w:rPr>
        <w:instrText xml:space="preserve">(1</w:instrText>
      </w:r>
      <w:r>
        <w:rPr>
          <w:rFonts w:cs="Times New Roman" w:asciiTheme="majorEastAsia" w:hAnsiTheme="majorEastAsia" w:eastAsiaTheme="majorEastAsia"/>
          <w:i/>
          <w:sz w:val="28"/>
          <w:szCs w:val="28"/>
        </w:rPr>
        <w:instrText xml:space="preserve">,</w:instrText>
      </w:r>
      <w:r>
        <w:rPr>
          <w:rFonts w:cs="Times New Roman" w:asciiTheme="majorEastAsia" w:hAnsiTheme="majorEastAsia" w:eastAsiaTheme="majorEastAsia"/>
          <w:sz w:val="28"/>
          <w:szCs w:val="28"/>
        </w:rPr>
        <w:instrText xml:space="preserve">5)</w:instrText>
      </w:r>
      <w:r>
        <w:rPr>
          <w:rFonts w:cs="Times New Roman" w:asciiTheme="majorEastAsia" w:hAnsiTheme="majorEastAsia" w:eastAsiaTheme="majorEastAsia"/>
          <w:i/>
          <w:sz w:val="28"/>
          <w:szCs w:val="28"/>
        </w:rPr>
        <w:fldChar w:fldCharType="end"/>
      </w:r>
      <w:r>
        <w:rPr>
          <w:rFonts w:cs="Times New Roman" w:asciiTheme="majorEastAsia" w:hAnsiTheme="majorEastAsia" w:eastAsiaTheme="majorEastAsia"/>
          <w:sz w:val="28"/>
          <w:szCs w:val="28"/>
        </w:rPr>
        <w:t>)</w:t>
      </w:r>
      <w:r>
        <w:rPr>
          <w:rFonts w:cs="Times New Roman" w:asciiTheme="majorEastAsia" w:hAnsiTheme="majorEastAsia" w:eastAsiaTheme="majorEastAsia"/>
          <w:sz w:val="28"/>
          <w:szCs w:val="28"/>
          <w:vertAlign w:val="superscript"/>
        </w:rPr>
        <w:t>－1</w:t>
      </w:r>
      <w:r>
        <w:rPr>
          <w:rFonts w:cs="Times New Roman" w:asciiTheme="majorEastAsia" w:hAnsiTheme="majorEastAsia" w:eastAsiaTheme="majorEastAsia"/>
          <w:sz w:val="28"/>
          <w:szCs w:val="28"/>
        </w:rPr>
        <w:t>＜(－3)</w:t>
      </w:r>
      <w:r>
        <w:rPr>
          <w:rFonts w:cs="Times New Roman" w:asciiTheme="majorEastAsia" w:hAnsiTheme="majorEastAsia" w:eastAsiaTheme="majorEastAsia"/>
          <w:sz w:val="28"/>
          <w:szCs w:val="28"/>
          <w:vertAlign w:val="superscript"/>
        </w:rPr>
        <w:t>2</w:t>
      </w:r>
    </w:p>
    <w:p>
      <w:pPr>
        <w:spacing w:line="360" w:lineRule="auto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Style w:val="14"/>
          <w:rFonts w:hint="eastAsia" w:cs="Arial" w:asciiTheme="majorEastAsia" w:hAnsiTheme="majorEastAsia" w:eastAsiaTheme="majorEastAsia"/>
          <w:b w:val="0"/>
          <w:bCs/>
          <w:sz w:val="28"/>
          <w:szCs w:val="28"/>
          <w:lang w:val="pt-BR"/>
        </w:rPr>
        <w:t>7.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若</w:t>
      </w:r>
      <w:r>
        <w:rPr>
          <w:rFonts w:asciiTheme="majorEastAsia" w:hAnsiTheme="majorEastAsia" w:eastAsiaTheme="majorEastAsia"/>
          <w:position w:val="-10"/>
          <w:sz w:val="28"/>
          <w:szCs w:val="28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8pt;width:129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sz w:val="28"/>
          <w:szCs w:val="28"/>
        </w:rPr>
        <w:t>，则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12pt;width:29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的值为 （     ）                            </w:t>
      </w:r>
    </w:p>
    <w:p>
      <w:pPr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. </w:t>
      </w:r>
      <w:r>
        <w:rPr>
          <w:rFonts w:asciiTheme="majorEastAsia" w:hAnsiTheme="majorEastAsia" w:eastAsia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 </w:t>
      </w:r>
      <w:r>
        <w:rPr>
          <w:rFonts w:asciiTheme="majorEastAsia" w:hAnsiTheme="majorEastAsia" w:eastAsiaTheme="majorEastAsia"/>
          <w:sz w:val="28"/>
          <w:szCs w:val="28"/>
        </w:rPr>
        <w:t>B</w:t>
      </w:r>
      <w:r>
        <w:rPr>
          <w:rFonts w:hint="eastAsia" w:asciiTheme="majorEastAsia" w:hAnsiTheme="majorEastAsia" w:eastAsiaTheme="majorEastAsia"/>
          <w:sz w:val="28"/>
          <w:szCs w:val="28"/>
        </w:rPr>
        <w:t>.</w:t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/>
          <w:sz w:val="28"/>
          <w:szCs w:val="28"/>
        </w:rPr>
        <w:t>-</w:t>
      </w: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</w:t>
      </w:r>
      <w:r>
        <w:rPr>
          <w:rFonts w:asciiTheme="majorEastAsia" w:hAnsiTheme="majorEastAsia" w:eastAsiaTheme="majorEastAsia"/>
          <w:sz w:val="28"/>
          <w:szCs w:val="28"/>
        </w:rPr>
        <w:t xml:space="preserve"> C</w:t>
      </w:r>
      <w:r>
        <w:rPr>
          <w:rFonts w:hint="eastAsia" w:asciiTheme="majorEastAsia" w:hAnsiTheme="majorEastAsia" w:eastAsiaTheme="majorEastAsia"/>
          <w:sz w:val="28"/>
          <w:szCs w:val="28"/>
        </w:rPr>
        <w:t>.</w:t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/>
          <w:sz w:val="28"/>
          <w:szCs w:val="28"/>
        </w:rPr>
        <w:t>-</w:t>
      </w:r>
      <w:r>
        <w:rPr>
          <w:rFonts w:asciiTheme="majorEastAsia" w:hAnsiTheme="majorEastAsia" w:eastAsia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</w:t>
      </w:r>
      <w:r>
        <w:rPr>
          <w:rFonts w:asciiTheme="majorEastAsia" w:hAnsiTheme="majorEastAsia" w:eastAsiaTheme="majorEastAsia"/>
          <w:sz w:val="28"/>
          <w:szCs w:val="28"/>
        </w:rPr>
        <w:t>D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. </w:t>
      </w:r>
      <w:r>
        <w:rPr>
          <w:rFonts w:asciiTheme="majorEastAsia" w:hAnsiTheme="majorEastAsia" w:eastAsiaTheme="majorEastAsia"/>
          <w:sz w:val="28"/>
          <w:szCs w:val="28"/>
        </w:rPr>
        <w:t>2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8.</w:t>
      </w:r>
      <w:r>
        <w:rPr>
          <w:rFonts w:asciiTheme="majorEastAsia" w:hAnsiTheme="majorEastAsia" w:eastAsiaTheme="majorEastAsia"/>
          <w:sz w:val="28"/>
          <w:szCs w:val="28"/>
        </w:rPr>
        <w:t>计算（a－b）（a+b）（a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+b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）（a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4</w:t>
      </w:r>
      <w:r>
        <w:rPr>
          <w:rFonts w:asciiTheme="majorEastAsia" w:hAnsiTheme="majorEastAsia" w:eastAsiaTheme="majorEastAsia"/>
          <w:sz w:val="28"/>
          <w:szCs w:val="28"/>
        </w:rPr>
        <w:t>－b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4</w:t>
      </w:r>
      <w:r>
        <w:rPr>
          <w:rFonts w:asciiTheme="majorEastAsia" w:hAnsiTheme="majorEastAsia" w:eastAsiaTheme="majorEastAsia"/>
          <w:sz w:val="28"/>
          <w:szCs w:val="28"/>
        </w:rPr>
        <w:t>）的结果是（      ）</w:t>
      </w:r>
    </w:p>
    <w:p>
      <w:pPr>
        <w:widowControl/>
        <w:shd w:val="clear" w:color="auto" w:fill="FFFFFF"/>
        <w:spacing w:line="360" w:lineRule="auto"/>
        <w:jc w:val="left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A．a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8</w:t>
      </w:r>
      <w:r>
        <w:rPr>
          <w:rFonts w:asciiTheme="majorEastAsia" w:hAnsiTheme="majorEastAsia" w:eastAsiaTheme="majorEastAsia"/>
          <w:sz w:val="28"/>
          <w:szCs w:val="28"/>
        </w:rPr>
        <w:t>+2a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4</w:t>
      </w:r>
      <w:r>
        <w:rPr>
          <w:rFonts w:asciiTheme="majorEastAsia" w:hAnsiTheme="majorEastAsia" w:eastAsiaTheme="majorEastAsia"/>
          <w:sz w:val="28"/>
          <w:szCs w:val="28"/>
        </w:rPr>
        <w:t>b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4</w:t>
      </w:r>
      <w:r>
        <w:rPr>
          <w:rFonts w:asciiTheme="majorEastAsia" w:hAnsiTheme="majorEastAsia" w:eastAsiaTheme="majorEastAsia"/>
          <w:sz w:val="28"/>
          <w:szCs w:val="28"/>
        </w:rPr>
        <w:t>+b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8</w:t>
      </w:r>
      <w:r>
        <w:rPr>
          <w:rFonts w:asciiTheme="majorEastAsia" w:hAnsiTheme="majorEastAsia" w:eastAsiaTheme="majorEastAsia"/>
          <w:sz w:val="28"/>
          <w:szCs w:val="28"/>
        </w:rPr>
        <w:t xml:space="preserve">  B．a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8</w:t>
      </w:r>
      <w:r>
        <w:rPr>
          <w:rFonts w:asciiTheme="majorEastAsia" w:hAnsiTheme="majorEastAsia" w:eastAsiaTheme="majorEastAsia"/>
          <w:sz w:val="28"/>
          <w:szCs w:val="28"/>
        </w:rPr>
        <w:t>－2a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4</w:t>
      </w:r>
      <w:r>
        <w:rPr>
          <w:rFonts w:asciiTheme="majorEastAsia" w:hAnsiTheme="majorEastAsia" w:eastAsiaTheme="majorEastAsia"/>
          <w:sz w:val="28"/>
          <w:szCs w:val="28"/>
        </w:rPr>
        <w:t>b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4</w:t>
      </w:r>
      <w:r>
        <w:rPr>
          <w:rFonts w:asciiTheme="majorEastAsia" w:hAnsiTheme="majorEastAsia" w:eastAsiaTheme="majorEastAsia"/>
          <w:sz w:val="28"/>
          <w:szCs w:val="28"/>
        </w:rPr>
        <w:t>+b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8</w:t>
      </w:r>
      <w:r>
        <w:rPr>
          <w:rFonts w:asciiTheme="majorEastAsia" w:hAnsiTheme="majorEastAsia" w:eastAsiaTheme="majorEastAsia"/>
          <w:sz w:val="28"/>
          <w:szCs w:val="28"/>
        </w:rPr>
        <w:t xml:space="preserve">  C．a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8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19050" cy="12700"/>
            <wp:effectExtent l="1905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>+b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8</w:t>
      </w:r>
      <w:r>
        <w:rPr>
          <w:rFonts w:asciiTheme="majorEastAsia" w:hAnsiTheme="majorEastAsia" w:eastAsiaTheme="majorEastAsia"/>
          <w:sz w:val="28"/>
          <w:szCs w:val="28"/>
        </w:rPr>
        <w:t xml:space="preserve">     D．a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8</w:t>
      </w:r>
      <w:r>
        <w:rPr>
          <w:rFonts w:asciiTheme="majorEastAsia" w:hAnsiTheme="majorEastAsia" w:eastAsiaTheme="majorEastAsia"/>
          <w:sz w:val="28"/>
          <w:szCs w:val="28"/>
        </w:rPr>
        <w:t>－b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8</w:t>
      </w:r>
      <w:r>
        <w:rPr>
          <w:rFonts w:asciiTheme="majorEastAsia" w:hAnsiTheme="majorEastAsia" w:eastAsiaTheme="majorEastAsia"/>
          <w:color w:val="FFFFFF"/>
          <w:sz w:val="4"/>
          <w:szCs w:val="28"/>
          <w:vertAlign w:val="superscript"/>
        </w:rPr>
        <w:t>[来源:Z#xx#k.Com]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9</w:t>
      </w:r>
      <w:r>
        <w:rPr>
          <w:rFonts w:hint="eastAsia" w:asciiTheme="majorEastAsia" w:hAnsiTheme="majorEastAsia" w:eastAsiaTheme="majorEastAsia"/>
          <w:sz w:val="28"/>
          <w:szCs w:val="28"/>
        </w:rPr>
        <w:t>.对于任意正整数n，按照“</w:t>
      </w:r>
      <w:r>
        <w:rPr>
          <w:rFonts w:hint="eastAsia" w:asciiTheme="majorEastAsia" w:hAnsiTheme="majorEastAsia" w:eastAsiaTheme="majorEastAsia"/>
          <w:sz w:val="28"/>
          <w:szCs w:val="28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11.25pt;width:24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6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sz w:val="28"/>
          <w:szCs w:val="28"/>
        </w:rPr>
        <w:t>平方</w:t>
      </w:r>
      <w:r>
        <w:rPr>
          <w:rFonts w:hint="eastAsia" w:asciiTheme="majorEastAsia" w:hAnsiTheme="majorEastAsia" w:eastAsiaTheme="majorEastAsia"/>
          <w:sz w:val="28"/>
          <w:szCs w:val="28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12pt;width:10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8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sz w:val="28"/>
          <w:szCs w:val="28"/>
        </w:rPr>
        <w:t>答案”的程序计算，应输出的答案是（       ）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A．</w:t>
      </w:r>
      <w:r>
        <w:rPr>
          <w:rFonts w:hint="eastAsia" w:asciiTheme="majorEastAsia" w:hAnsiTheme="majorEastAsia" w:eastAsiaTheme="majorEastAsia"/>
          <w:sz w:val="28"/>
          <w:szCs w:val="28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0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B．</w:t>
      </w:r>
      <w:r>
        <w:rPr>
          <w:rFonts w:hint="eastAsia" w:asciiTheme="majorEastAsia" w:hAnsiTheme="majorEastAsia" w:eastAsiaTheme="majorEastAsia"/>
          <w:sz w:val="28"/>
          <w:szCs w:val="28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2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C</w:t>
      </w:r>
      <w:r>
        <w:rPr>
          <w:rFonts w:hint="eastAsia" w:asciiTheme="majorEastAsia" w:hAnsiTheme="majorEastAsia" w:eastAsiaTheme="majorEastAsia"/>
          <w:sz w:val="28"/>
          <w:szCs w:val="28"/>
        </w:rPr>
        <w:drawing>
          <wp:inline distT="0" distB="0" distL="0" distR="0">
            <wp:extent cx="13970" cy="13970"/>
            <wp:effectExtent l="19050" t="0" r="508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．</w:t>
      </w:r>
      <w:r>
        <w:rPr>
          <w:rFonts w:hint="eastAsia" w:asciiTheme="majorEastAsia" w:hAnsiTheme="majorEastAsia" w:eastAsiaTheme="majorEastAsia"/>
          <w:sz w:val="28"/>
          <w:szCs w:val="28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4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D．1</w:t>
      </w:r>
    </w:p>
    <w:p>
      <w:pPr>
        <w:spacing w:line="360" w:lineRule="auto"/>
        <w:rPr>
          <w:rFonts w:asciiTheme="majorEastAsia" w:hAnsiTheme="majorEastAsia" w:eastAsiaTheme="majorEastAsia"/>
          <w:kern w:val="0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10</w:t>
      </w:r>
      <w:r>
        <w:rPr>
          <w:rFonts w:hint="eastAsia" w:asciiTheme="majorEastAsia" w:hAnsiTheme="majorEastAsia" w:eastAsiaTheme="majorEastAsia"/>
          <w:sz w:val="28"/>
          <w:szCs w:val="28"/>
        </w:rPr>
        <w:t>.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如图，从边长</w:t>
      </w:r>
      <w:r>
        <w:rPr>
          <w:rFonts w:asciiTheme="majorEastAsia" w:hAnsiTheme="majorEastAsia" w:eastAsiaTheme="majorEastAsia"/>
          <w:kern w:val="0"/>
          <w:sz w:val="28"/>
          <w:szCs w:val="28"/>
        </w:rPr>
        <w:drawing>
          <wp:inline distT="0" distB="0" distL="0" distR="0">
            <wp:extent cx="23495" cy="12700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kern w:val="0"/>
          <w:sz w:val="28"/>
          <w:szCs w:val="28"/>
        </w:rPr>
        <w:t>为</w:t>
      </w:r>
      <w:r>
        <w:rPr>
          <w:rFonts w:asciiTheme="majorEastAsia" w:hAnsiTheme="majorEastAsia" w:eastAsiaTheme="majorEastAsia"/>
          <w:kern w:val="0"/>
          <w:sz w:val="28"/>
          <w:szCs w:val="28"/>
        </w:rPr>
        <w:drawing>
          <wp:inline distT="0" distB="0" distL="0" distR="0">
            <wp:extent cx="314325" cy="200025"/>
            <wp:effectExtent l="19050" t="0" r="9525" b="0"/>
            <wp:docPr id="30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kern w:val="0"/>
          <w:sz w:val="28"/>
          <w:szCs w:val="28"/>
        </w:rPr>
        <w:t>的正方形纸片中剪去一个边长为</w:t>
      </w:r>
      <w:r>
        <w:rPr>
          <w:rFonts w:asciiTheme="majorEastAsia" w:hAnsiTheme="majorEastAsia" w:eastAsiaTheme="majorEastAsia"/>
          <w:kern w:val="0"/>
          <w:sz w:val="28"/>
          <w:szCs w:val="28"/>
        </w:rPr>
        <w:drawing>
          <wp:inline distT="0" distB="0" distL="0" distR="0">
            <wp:extent cx="314325" cy="200025"/>
            <wp:effectExtent l="19050" t="0" r="9525" b="0"/>
            <wp:docPr id="3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kern w:val="0"/>
          <w:sz w:val="28"/>
          <w:szCs w:val="28"/>
        </w:rPr>
        <w:t>的正方形（</w:t>
      </w:r>
      <w:r>
        <w:rPr>
          <w:rFonts w:asciiTheme="majorEastAsia" w:hAnsiTheme="majorEastAsia" w:eastAsiaTheme="majorEastAsia"/>
          <w:kern w:val="0"/>
          <w:sz w:val="28"/>
          <w:szCs w:val="28"/>
        </w:rPr>
        <w:drawing>
          <wp:inline distT="0" distB="0" distL="0" distR="0">
            <wp:extent cx="323850" cy="200025"/>
            <wp:effectExtent l="19050" t="0" r="0" b="0"/>
            <wp:docPr id="3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kern w:val="0"/>
          <w:sz w:val="28"/>
          <w:szCs w:val="28"/>
        </w:rPr>
        <w:t>），剩余部分沿虚线剪开，再拼成一个矩形（不重叠无缝隙），则该矩形的面积是（    ）．</w:t>
      </w:r>
      <w:r>
        <w:rPr>
          <w:rFonts w:asciiTheme="majorEastAsia" w:hAnsiTheme="majorEastAsia" w:eastAsiaTheme="majorEastAsia"/>
          <w:kern w:val="0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kern w:val="0"/>
          <w:sz w:val="28"/>
          <w:szCs w:val="28"/>
        </w:rPr>
        <w:drawing>
          <wp:inline distT="0" distB="0" distL="0" distR="0">
            <wp:extent cx="2943225" cy="1009650"/>
            <wp:effectExtent l="0" t="0" r="0" b="0"/>
            <wp:docPr id="33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kern w:val="0"/>
          <w:sz w:val="28"/>
          <w:szCs w:val="28"/>
        </w:rPr>
        <w:t xml:space="preserve"> A．</w:t>
      </w:r>
      <w:r>
        <w:rPr>
          <w:rFonts w:hint="eastAsia" w:asciiTheme="majorEastAsia" w:hAnsiTheme="majorEastAsia" w:eastAsiaTheme="majorEastAsia"/>
          <w:kern w:val="0"/>
          <w:sz w:val="28"/>
          <w:szCs w:val="28"/>
        </w:rPr>
        <w:t xml:space="preserve">2a  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B．</w:t>
      </w:r>
      <w:r>
        <w:rPr>
          <w:rFonts w:hint="eastAsia" w:asciiTheme="majorEastAsia" w:hAnsiTheme="majorEastAsia" w:eastAsiaTheme="majorEastAsia"/>
          <w:kern w:val="0"/>
          <w:sz w:val="28"/>
          <w:szCs w:val="28"/>
        </w:rPr>
        <w:t>4a  C.a</w:t>
      </w:r>
      <w:r>
        <w:rPr>
          <w:rFonts w:hint="eastAsia" w:asciiTheme="majorEastAsia" w:hAnsiTheme="majorEastAsia" w:eastAsiaTheme="majorEastAsia"/>
          <w:kern w:val="0"/>
          <w:sz w:val="28"/>
          <w:szCs w:val="28"/>
          <w:vertAlign w:val="superscript"/>
        </w:rPr>
        <w:t>2</w:t>
      </w:r>
      <w:r>
        <w:rPr>
          <w:rFonts w:hint="eastAsia" w:asciiTheme="majorEastAsia" w:hAnsiTheme="majorEastAsia" w:eastAsiaTheme="majorEastAsia"/>
          <w:kern w:val="0"/>
          <w:sz w:val="28"/>
          <w:szCs w:val="28"/>
        </w:rPr>
        <w:t>-1 D.2</w:t>
      </w:r>
    </w:p>
    <w:p>
      <w:pPr>
        <w:spacing w:line="360" w:lineRule="auto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asciiTheme="majorEastAsia" w:hAnsiTheme="majorEastAsia" w:eastAsiaTheme="majorEastAsia"/>
          <w:bCs/>
          <w:color w:val="FFFFFF"/>
          <w:sz w:val="4"/>
          <w:szCs w:val="28"/>
        </w:rPr>
        <w:t>[来源:学_科_网]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 xml:space="preserve">         二</w:t>
      </w:r>
      <w:r>
        <w:rPr>
          <w:rFonts w:hint="eastAsia" w:asciiTheme="majorEastAsia" w:hAnsiTheme="majorEastAsia" w:eastAsiaTheme="majorEastAsia"/>
          <w:sz w:val="28"/>
          <w:szCs w:val="28"/>
        </w:rPr>
        <w:t>、填空题：（每小题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</w:rPr>
        <w:t>分，共</w:t>
      </w:r>
      <w:r>
        <w:rPr>
          <w:rFonts w:asciiTheme="majorEastAsia" w:hAnsiTheme="majorEastAsia" w:eastAsiaTheme="majorEastAsia"/>
          <w:sz w:val="28"/>
          <w:szCs w:val="28"/>
        </w:rPr>
        <w:t>24</w:t>
      </w:r>
      <w:r>
        <w:rPr>
          <w:rFonts w:hint="eastAsia" w:asciiTheme="majorEastAsia" w:hAnsiTheme="majorEastAsia" w:eastAsiaTheme="majorEastAsia"/>
          <w:sz w:val="28"/>
          <w:szCs w:val="28"/>
        </w:rPr>
        <w:t>分）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</w:t>
      </w:r>
      <w:r>
        <w:rPr>
          <w:rFonts w:asciiTheme="majorEastAsia" w:hAnsiTheme="majorEastAsia" w:eastAsiaTheme="majorEastAsia"/>
          <w:sz w:val="28"/>
          <w:szCs w:val="28"/>
        </w:rPr>
        <w:t>11</w:t>
      </w:r>
      <w:r>
        <w:rPr>
          <w:rFonts w:hint="eastAsia" w:asciiTheme="majorEastAsia" w:hAnsiTheme="majorEastAsia" w:eastAsiaTheme="majorEastAsia"/>
          <w:sz w:val="28"/>
          <w:szCs w:val="28"/>
        </w:rPr>
        <w:t>.</w:t>
      </w:r>
      <w:r>
        <w:rPr>
          <w:rFonts w:asciiTheme="majorEastAsia" w:hAnsiTheme="majorEastAsia" w:eastAsiaTheme="majorEastAsia"/>
          <w:sz w:val="28"/>
          <w:szCs w:val="28"/>
        </w:rPr>
        <w:t xml:space="preserve"> 计算：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18pt;width:92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40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>＝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15240" cy="20320"/>
            <wp:effectExtent l="19050" t="0" r="381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>___________</w:t>
      </w:r>
      <w:r>
        <w:rPr>
          <w:rFonts w:hint="eastAsia" w:asciiTheme="majorEastAsia" w:hAnsiTheme="majorEastAsia" w:eastAsiaTheme="majorEastAsia"/>
          <w:sz w:val="28"/>
          <w:szCs w:val="28"/>
        </w:rPr>
        <w:t>。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</w:t>
      </w:r>
      <w:r>
        <w:rPr>
          <w:rFonts w:asciiTheme="majorEastAsia" w:hAnsiTheme="majorEastAsia" w:eastAsia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sz w:val="28"/>
          <w:szCs w:val="28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．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若</w:t>
      </w:r>
      <w:r>
        <w:rPr>
          <w:rFonts w:asciiTheme="majorEastAsia" w:hAnsiTheme="majorEastAsia" w:eastAsiaTheme="majorEastAsia"/>
          <w:color w:val="000000"/>
          <w:position w:val="-6"/>
          <w:sz w:val="28"/>
          <w:szCs w:val="28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，则</w:t>
      </w:r>
      <w:r>
        <w:rPr>
          <w:rFonts w:asciiTheme="majorEastAsia" w:hAnsiTheme="majorEastAsia" w:eastAsiaTheme="majorEastAsia"/>
          <w:color w:val="000000"/>
          <w:position w:val="-6"/>
          <w:sz w:val="28"/>
          <w:szCs w:val="28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000000"/>
          <w:sz w:val="28"/>
          <w:szCs w:val="28"/>
          <w:u w:val="single" w:color="000000"/>
        </w:rPr>
        <w:t xml:space="preserve">   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  <w:u w:val="single" w:color="000000"/>
        </w:rPr>
        <w:drawing>
          <wp:inline distT="0" distB="0" distL="0" distR="0">
            <wp:extent cx="13970" cy="22225"/>
            <wp:effectExtent l="19050" t="0" r="508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color w:val="000000"/>
          <w:sz w:val="28"/>
          <w:szCs w:val="28"/>
          <w:u w:val="single" w:color="000000"/>
        </w:rPr>
        <w:t xml:space="preserve">   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  <w:u w:val="single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.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13.</w:t>
      </w:r>
      <w:r>
        <w:rPr>
          <w:rFonts w:asciiTheme="majorEastAsia" w:hAnsiTheme="majorEastAsia" w:eastAsiaTheme="majorEastAsia"/>
          <w:sz w:val="28"/>
          <w:szCs w:val="28"/>
        </w:rPr>
        <w:t xml:space="preserve"> 已知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6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>，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8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>，则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50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>_______。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  </w:t>
      </w:r>
      <w:r>
        <w:rPr>
          <w:rFonts w:hint="eastAsia" w:asciiTheme="majorEastAsia" w:hAnsiTheme="majorEastAsia" w:eastAsiaTheme="majorEastAsia"/>
          <w:sz w:val="28"/>
          <w:szCs w:val="28"/>
        </w:rPr>
        <w:drawing>
          <wp:inline distT="0" distB="0" distL="0" distR="0">
            <wp:extent cx="17145" cy="17145"/>
            <wp:effectExtent l="19050" t="0" r="1271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14. 设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15.75pt;width:60pt;" o:ole="t" fillcolor="#000005 [-4142]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52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sz w:val="28"/>
          <w:szCs w:val="28"/>
        </w:rPr>
        <w:t>是一个完全平方式，则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11.25pt;width:12.75pt;" o:ole="t" fillcolor="#000005 [-4142]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4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sz w:val="28"/>
          <w:szCs w:val="28"/>
        </w:rPr>
        <w:t>=_______。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</w:t>
      </w:r>
      <w:r>
        <w:rPr>
          <w:rFonts w:hint="eastAsia" w:asciiTheme="majorEastAsia" w:hAnsiTheme="majorEastAsia" w:eastAsiaTheme="majorEastAsia"/>
          <w:sz w:val="28"/>
          <w:szCs w:val="28"/>
        </w:rPr>
        <w:drawing>
          <wp:inline distT="0" distB="0" distL="0" distR="0">
            <wp:extent cx="23495" cy="1524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15. 计算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8.75pt;width:99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6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>_______</w:t>
      </w:r>
      <w:r>
        <w:rPr>
          <w:rFonts w:hint="eastAsia" w:asciiTheme="majorEastAsia" w:hAnsiTheme="majorEastAsia" w:eastAsiaTheme="majorEastAsia"/>
          <w:sz w:val="28"/>
          <w:szCs w:val="28"/>
        </w:rPr>
        <w:t>。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16. </w:t>
      </w:r>
      <w:r>
        <w:rPr>
          <w:rFonts w:asciiTheme="majorEastAsia" w:hAnsiTheme="majorEastAsia" w:eastAsiaTheme="majorEastAsia"/>
          <w:sz w:val="28"/>
          <w:szCs w:val="28"/>
        </w:rPr>
        <w:t>若</w:t>
      </w:r>
      <w:r>
        <w:rPr>
          <w:rFonts w:asciiTheme="majorEastAsia" w:hAnsiTheme="majorEastAsia" w:eastAsiaTheme="majorEastAsia"/>
          <w:position w:val="-24"/>
          <w:sz w:val="28"/>
          <w:szCs w:val="28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>，那么</w:t>
      </w:r>
      <w:r>
        <w:rPr>
          <w:rFonts w:asciiTheme="majorEastAsia" w:hAnsiTheme="majorEastAsia" w:eastAsiaTheme="majorEastAsia"/>
          <w:position w:val="-24"/>
          <w:sz w:val="28"/>
          <w:szCs w:val="28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30.75pt;width:81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>；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17.</w:t>
      </w:r>
      <w:r>
        <w:rPr>
          <w:rFonts w:hint="eastAsia" w:asciiTheme="majorEastAsia" w:hAnsiTheme="majorEastAsia" w:eastAsiaTheme="majorEastAsia"/>
          <w:sz w:val="28"/>
          <w:szCs w:val="28"/>
        </w:rPr>
        <w:drawing>
          <wp:inline distT="0" distB="0" distL="0" distR="0">
            <wp:extent cx="23495" cy="12700"/>
            <wp:effectExtent l="1905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若</w:t>
      </w:r>
      <w:r>
        <w:rPr>
          <w:rFonts w:hint="eastAsia" w:asciiTheme="majorEastAsia" w:hAnsiTheme="majorEastAsia" w:eastAsiaTheme="majorEastAsia"/>
          <w:sz w:val="28"/>
          <w:szCs w:val="28"/>
          <w:lang w:val="pt-BR"/>
        </w:rPr>
        <w:t>(x+a)(2x+7)</w:t>
      </w:r>
      <w:r>
        <w:rPr>
          <w:rFonts w:hint="eastAsia" w:asciiTheme="majorEastAsia" w:hAnsiTheme="majorEastAsia" w:eastAsiaTheme="majorEastAsia"/>
          <w:sz w:val="28"/>
          <w:szCs w:val="28"/>
        </w:rPr>
        <w:t>的积中不含有</w:t>
      </w:r>
      <w:r>
        <w:rPr>
          <w:rFonts w:hint="eastAsia" w:asciiTheme="majorEastAsia" w:hAnsiTheme="majorEastAsia" w:eastAsiaTheme="majorEastAsia"/>
          <w:sz w:val="28"/>
          <w:szCs w:val="28"/>
          <w:lang w:val="pt-BR"/>
        </w:rPr>
        <w:t>x</w:t>
      </w:r>
      <w:r>
        <w:rPr>
          <w:rFonts w:hint="eastAsia" w:asciiTheme="majorEastAsia" w:hAnsiTheme="majorEastAsia" w:eastAsiaTheme="majorEastAsia"/>
          <w:sz w:val="28"/>
          <w:szCs w:val="28"/>
        </w:rPr>
        <w:t>的一次项</w:t>
      </w:r>
      <w:r>
        <w:rPr>
          <w:rFonts w:hint="eastAsia" w:asciiTheme="majorEastAsia" w:hAnsiTheme="majorEastAsia" w:eastAsiaTheme="majorEastAsia"/>
          <w:sz w:val="28"/>
          <w:szCs w:val="28"/>
          <w:lang w:val="pt-BR"/>
        </w:rPr>
        <w:t>，</w:t>
      </w:r>
      <w:r>
        <w:rPr>
          <w:rFonts w:hint="eastAsia" w:asciiTheme="majorEastAsia" w:hAnsiTheme="majorEastAsia" w:eastAsiaTheme="majorEastAsia"/>
          <w:sz w:val="28"/>
          <w:szCs w:val="28"/>
        </w:rPr>
        <w:t>则</w:t>
      </w:r>
      <w:r>
        <w:rPr>
          <w:rFonts w:hint="eastAsia" w:asciiTheme="majorEastAsia" w:hAnsiTheme="majorEastAsia" w:eastAsiaTheme="majorEastAsia"/>
          <w:sz w:val="28"/>
          <w:szCs w:val="28"/>
          <w:lang w:val="pt-BR"/>
        </w:rPr>
        <w:t>a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的值 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   </w:t>
      </w:r>
      <w:r>
        <w:rPr>
          <w:rFonts w:hint="eastAsia" w:asciiTheme="majorEastAsia" w:hAnsiTheme="majorEastAsia" w:eastAsiaTheme="majorEastAsia"/>
          <w:sz w:val="28"/>
          <w:szCs w:val="28"/>
        </w:rPr>
        <w:drawing>
          <wp:inline distT="0" distB="0" distL="0" distR="0">
            <wp:extent cx="20320" cy="17145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是</w:t>
      </w:r>
      <w:r>
        <w:rPr>
          <w:rFonts w:hint="eastAsia" w:asciiTheme="majorEastAsia" w:hAnsiTheme="majorEastAsia" w:eastAsiaTheme="majorEastAsia"/>
          <w:sz w:val="28"/>
          <w:szCs w:val="28"/>
          <w:lang w:val="pt-BR"/>
        </w:rPr>
        <w:t>________。</w:t>
      </w:r>
      <w:r>
        <w:rPr>
          <w:rFonts w:asciiTheme="majorEastAsia" w:hAnsiTheme="majorEastAsia" w:eastAsiaTheme="majorEastAsia"/>
          <w:color w:val="FFFFFF"/>
          <w:sz w:val="4"/>
          <w:szCs w:val="28"/>
          <w:lang w:val="pt-BR"/>
        </w:rPr>
        <w:t>[来源:Zxxk.Com]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18.</w:t>
      </w:r>
      <w:r>
        <w:rPr>
          <w:rFonts w:asciiTheme="majorEastAsia" w:hAnsiTheme="majorEastAsia" w:eastAsiaTheme="majorEastAsia"/>
          <w:sz w:val="28"/>
          <w:szCs w:val="28"/>
        </w:rPr>
        <w:t xml:space="preserve"> 若（x</w:t>
      </w:r>
      <w:r>
        <w:rPr>
          <w:rFonts w:hint="eastAsia" w:asciiTheme="majorEastAsia" w:hAnsiTheme="majorEastAsia" w:eastAsiaTheme="majorEastAsia"/>
          <w:sz w:val="28"/>
          <w:szCs w:val="28"/>
        </w:rPr>
        <w:t>+</w:t>
      </w:r>
      <w:r>
        <w:rPr>
          <w:rFonts w:asciiTheme="majorEastAsia" w:hAnsiTheme="majorEastAsia" w:eastAsiaTheme="majorEastAsia"/>
          <w:sz w:val="28"/>
          <w:szCs w:val="28"/>
        </w:rPr>
        <w:t>1）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x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>+3</w:t>
      </w:r>
      <w:r>
        <w:rPr>
          <w:rFonts w:hint="eastAsia" w:asciiTheme="majorEastAsia" w:hAnsiTheme="majorEastAsia" w:eastAsiaTheme="majorEastAsia"/>
          <w:sz w:val="28"/>
          <w:szCs w:val="28"/>
        </w:rPr>
        <w:t>=1</w:t>
      </w:r>
      <w:r>
        <w:rPr>
          <w:rFonts w:asciiTheme="majorEastAsia" w:hAnsiTheme="majorEastAsia" w:eastAsiaTheme="majorEastAsia"/>
          <w:sz w:val="28"/>
          <w:szCs w:val="28"/>
        </w:rPr>
        <w:t>，那么x的值是___________</w:t>
      </w:r>
      <w:r>
        <w:rPr>
          <w:rFonts w:hint="eastAsia" w:asciiTheme="majorEastAsia" w:hAnsiTheme="majorEastAsia" w:eastAsiaTheme="majorEastAsia"/>
          <w:sz w:val="28"/>
          <w:szCs w:val="28"/>
        </w:rPr>
        <w:t>。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    三、解答题：（共</w:t>
      </w:r>
      <w:r>
        <w:rPr>
          <w:rFonts w:asciiTheme="majorEastAsia" w:hAnsiTheme="majorEastAsia" w:eastAsiaTheme="majorEastAsia"/>
          <w:sz w:val="28"/>
          <w:szCs w:val="28"/>
        </w:rPr>
        <w:t>6</w:t>
      </w:r>
      <w:r>
        <w:rPr>
          <w:rFonts w:hint="eastAsia" w:asciiTheme="majorEastAsia" w:hAnsiTheme="majorEastAsia" w:eastAsiaTheme="majorEastAsia"/>
          <w:sz w:val="28"/>
          <w:szCs w:val="28"/>
        </w:rPr>
        <w:t>6分）</w:t>
      </w:r>
    </w:p>
    <w:p>
      <w:pPr>
        <w:spacing w:line="360" w:lineRule="auto"/>
        <w:ind w:firstLine="28" w:firstLineChars="1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    19.计算（每小题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</w:rPr>
        <w:t>分，共</w:t>
      </w:r>
      <w:r>
        <w:rPr>
          <w:rFonts w:asciiTheme="majorEastAsia" w:hAnsiTheme="majorEastAsia" w:eastAsia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sz w:val="28"/>
          <w:szCs w:val="28"/>
        </w:rPr>
        <w:t>8分）：</w:t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（1）</w:t>
      </w:r>
      <w:r>
        <w:rPr>
          <w:rFonts w:hint="eastAsia" w:asciiTheme="majorEastAsia" w:hAnsiTheme="majorEastAsia" w:eastAsiaTheme="majorEastAsia"/>
          <w:position w:val="-28"/>
          <w:sz w:val="28"/>
          <w:szCs w:val="28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36.75pt;width:152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62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（2）（运用乘法公式）</w:t>
      </w:r>
      <w:r>
        <w:rPr>
          <w:rFonts w:asciiTheme="majorEastAsia" w:hAnsiTheme="majorEastAsia" w:eastAsiaTheme="majorEastAsia"/>
          <w:position w:val="-6"/>
          <w:sz w:val="28"/>
          <w:szCs w:val="28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15.75pt;width:81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4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color w:val="FFFFFF"/>
          <w:sz w:val="4"/>
          <w:szCs w:val="28"/>
        </w:rPr>
        <w:t>[来源:学&amp;科&amp;网Z&amp;X&amp;X&amp;K]</w:t>
      </w:r>
    </w:p>
    <w:p>
      <w:pPr>
        <w:spacing w:line="360" w:lineRule="auto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（3）</w:t>
      </w:r>
      <w:r>
        <w:fldChar w:fldCharType="begin"/>
      </w:r>
      <w:r>
        <w:instrText xml:space="preserve"> HYPERLINK "http://www.zk5u.com/" </w:instrText>
      </w:r>
      <w:r>
        <w:fldChar w:fldCharType="separate"/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href="http://www.zk5u.com/" style="height:21pt;width:171.75pt;" o:button="t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6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fldChar w:fldCharType="end"/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 xml:space="preserve">    </w:t>
      </w:r>
      <w:r>
        <w:rPr>
          <w:rFonts w:hint="eastAsia" w:asciiTheme="majorEastAsia" w:hAnsiTheme="majorEastAsia" w:eastAsiaTheme="majorEastAsia"/>
          <w:sz w:val="28"/>
          <w:szCs w:val="28"/>
        </w:rPr>
        <w:t>（4</w:t>
      </w:r>
      <w:r>
        <w:rPr>
          <w:rFonts w:hint="eastAsia" w:asciiTheme="majorEastAsia" w:hAnsiTheme="majorEastAsia" w:eastAsiaTheme="majorEastAsia"/>
          <w:position w:val="-10"/>
          <w:sz w:val="28"/>
          <w:szCs w:val="28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18pt;width:165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8">
            <o:LockedField>false</o:LockedField>
          </o:OLEObject>
        </w:object>
      </w:r>
    </w:p>
    <w:p>
      <w:pPr>
        <w:pStyle w:val="36"/>
        <w:spacing w:line="360" w:lineRule="auto"/>
        <w:ind w:firstLine="140" w:firstLineChars="5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</w:t>
      </w:r>
    </w:p>
    <w:p>
      <w:pPr>
        <w:pStyle w:val="36"/>
        <w:spacing w:line="360" w:lineRule="auto"/>
        <w:ind w:firstLine="140" w:firstLineChars="50"/>
        <w:rPr>
          <w:rFonts w:asciiTheme="majorEastAsia" w:hAnsiTheme="majorEastAsia" w:eastAsiaTheme="majorEastAsia"/>
          <w:sz w:val="28"/>
          <w:szCs w:val="28"/>
        </w:rPr>
      </w:pPr>
    </w:p>
    <w:p>
      <w:pPr>
        <w:pStyle w:val="36"/>
        <w:spacing w:line="360" w:lineRule="auto"/>
        <w:ind w:firstLine="140" w:firstLineChars="50"/>
        <w:rPr>
          <w:rFonts w:asciiTheme="majorEastAsia" w:hAnsiTheme="majorEastAsia" w:eastAsiaTheme="majorEastAsia"/>
          <w:sz w:val="28"/>
          <w:szCs w:val="28"/>
        </w:rPr>
      </w:pPr>
    </w:p>
    <w:p>
      <w:pPr>
        <w:pStyle w:val="36"/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（5）</w:t>
      </w:r>
      <w:r>
        <w:rPr>
          <w:rFonts w:hint="eastAsia" w:asciiTheme="majorEastAsia" w:hAnsiTheme="majorEastAsia" w:eastAsiaTheme="majorEastAsia"/>
          <w:bCs/>
          <w:sz w:val="28"/>
          <w:szCs w:val="28"/>
        </w:rPr>
        <w:t>（2x+5）（x-1）-（x+3）</w:t>
      </w:r>
      <w:r>
        <w:rPr>
          <w:rFonts w:hint="eastAsia" w:asciiTheme="majorEastAsia" w:hAnsiTheme="majorEastAsia" w:eastAsiaTheme="majorEastAsia"/>
          <w:bCs/>
          <w:sz w:val="28"/>
          <w:szCs w:val="28"/>
          <w:vertAlign w:val="superscript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</w:t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hint="eastAsia" w:asciiTheme="majorEastAsia" w:hAnsiTheme="majorEastAsia" w:eastAsiaTheme="majorEastAsia"/>
          <w:sz w:val="28"/>
          <w:szCs w:val="28"/>
        </w:rPr>
        <w:t>6</w:t>
      </w:r>
      <w:r>
        <w:rPr>
          <w:rFonts w:asciiTheme="majorEastAsia" w:hAnsiTheme="majorEastAsia" w:eastAsiaTheme="majorEastAsia"/>
          <w:sz w:val="28"/>
          <w:szCs w:val="28"/>
        </w:rPr>
        <w:t>)(</w:t>
      </w:r>
      <w:r>
        <w:rPr>
          <w:rFonts w:hint="eastAsia" w:asciiTheme="majorEastAsia" w:hAnsiTheme="majorEastAsia" w:eastAsiaTheme="majorEastAsia"/>
          <w:sz w:val="28"/>
          <w:szCs w:val="28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a+b-c)(</w:t>
      </w:r>
      <w:r>
        <w:rPr>
          <w:rFonts w:hint="eastAsia" w:asciiTheme="majorEastAsia" w:hAnsiTheme="majorEastAsia" w:eastAsiaTheme="majorEastAsia"/>
          <w:sz w:val="28"/>
          <w:szCs w:val="28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a-b+c)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13970" cy="22225"/>
            <wp:effectExtent l="19050" t="0" r="508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20</w:t>
      </w:r>
      <w:r>
        <w:rPr>
          <w:rFonts w:asciiTheme="majorEastAsia" w:hAnsiTheme="majorEastAsia" w:eastAsiaTheme="majorEastAsia"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（本题4分）解</w:t>
      </w:r>
      <w:r>
        <w:rPr>
          <w:rFonts w:asciiTheme="majorEastAsia" w:hAnsiTheme="majorEastAsia" w:eastAsiaTheme="majorEastAsia"/>
          <w:sz w:val="28"/>
          <w:szCs w:val="28"/>
        </w:rPr>
        <w:t>方程</w:t>
      </w:r>
      <w:r>
        <w:rPr>
          <w:rFonts w:hint="eastAsia" w:asciiTheme="majorEastAsia" w:hAnsiTheme="majorEastAsia" w:eastAsiaTheme="majorEastAsia"/>
          <w:sz w:val="28"/>
          <w:szCs w:val="28"/>
        </w:rPr>
        <w:t>：</w:t>
      </w:r>
      <w:r>
        <w:rPr>
          <w:rFonts w:asciiTheme="majorEastAsia" w:hAnsiTheme="majorEastAsia" w:eastAsiaTheme="majorEastAsia"/>
          <w:position w:val="-10"/>
          <w:sz w:val="28"/>
          <w:szCs w:val="28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17.25pt;width:173.25pt;" o:ole="t" fillcolor="#000005 [-4142]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70">
            <o:LockedField>false</o:LockedField>
          </o:OLEObject>
        </w:objec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21.</w:t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/>
          <w:sz w:val="28"/>
          <w:szCs w:val="28"/>
        </w:rPr>
        <w:t>（本题4分）</w:t>
      </w:r>
      <w:r>
        <w:rPr>
          <w:rFonts w:asciiTheme="majorEastAsia" w:hAnsiTheme="majorEastAsia" w:eastAsiaTheme="majorEastAsia"/>
          <w:sz w:val="28"/>
          <w:szCs w:val="28"/>
        </w:rPr>
        <w:t>已知27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3</w:t>
      </w:r>
      <w:r>
        <w:rPr>
          <w:rFonts w:asciiTheme="majorEastAsia" w:hAnsiTheme="majorEastAsia" w:eastAsiaTheme="majorEastAsia"/>
          <w:sz w:val="28"/>
          <w:szCs w:val="28"/>
        </w:rPr>
        <w:t>×9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=3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x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>+2</w:t>
      </w:r>
      <w:r>
        <w:rPr>
          <w:rFonts w:asciiTheme="majorEastAsia" w:hAnsiTheme="majorEastAsia" w:eastAsiaTheme="majorEastAsia"/>
          <w:sz w:val="28"/>
          <w:szCs w:val="28"/>
        </w:rPr>
        <w:t>，求x的值．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22.（本题6分）</w:t>
      </w:r>
      <w:r>
        <w:rPr>
          <w:rFonts w:asciiTheme="majorEastAsia" w:hAnsiTheme="majorEastAsia" w:eastAsiaTheme="majorEastAsia"/>
          <w:sz w:val="28"/>
          <w:szCs w:val="28"/>
        </w:rPr>
        <w:t>已知10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m</w:t>
      </w:r>
      <w:r>
        <w:rPr>
          <w:rFonts w:asciiTheme="majorEastAsia" w:hAnsiTheme="majorEastAsia" w:eastAsiaTheme="majorEastAsia"/>
          <w:sz w:val="28"/>
          <w:szCs w:val="28"/>
        </w:rPr>
        <w:t>=3，10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n</w:t>
      </w:r>
      <w:r>
        <w:rPr>
          <w:rFonts w:asciiTheme="majorEastAsia" w:hAnsiTheme="majorEastAsia" w:eastAsiaTheme="majorEastAsia"/>
          <w:sz w:val="28"/>
          <w:szCs w:val="28"/>
        </w:rPr>
        <w:t>=2，</w:t>
      </w:r>
      <w:r>
        <w:rPr>
          <w:rFonts w:hint="eastAsia" w:asciiTheme="majorEastAsia" w:hAnsiTheme="majorEastAsia" w:eastAsiaTheme="majorEastAsia"/>
          <w:sz w:val="28"/>
          <w:szCs w:val="28"/>
        </w:rPr>
        <w:t>求下列各式的值</w:t>
      </w:r>
      <w:r>
        <w:rPr>
          <w:rFonts w:asciiTheme="majorEastAsia" w:hAnsiTheme="majorEastAsia" w:eastAsiaTheme="majorEastAsia"/>
          <w:sz w:val="28"/>
          <w:szCs w:val="28"/>
        </w:rPr>
        <w:t>: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</w:t>
      </w:r>
      <w:r>
        <w:rPr>
          <w:rFonts w:hint="eastAsia" w:asciiTheme="majorEastAsia" w:hAnsiTheme="majorEastAsia" w:eastAsiaTheme="majorEastAsia"/>
          <w:sz w:val="28"/>
          <w:szCs w:val="28"/>
        </w:rPr>
        <w:drawing>
          <wp:inline distT="0" distB="0" distL="0" distR="0">
            <wp:extent cx="12700" cy="22225"/>
            <wp:effectExtent l="19050" t="0" r="635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（1）</w:t>
      </w:r>
      <w:r>
        <w:rPr>
          <w:rFonts w:asciiTheme="majorEastAsia" w:hAnsiTheme="majorEastAsia" w:eastAsiaTheme="majorEastAsia"/>
          <w:sz w:val="28"/>
          <w:szCs w:val="28"/>
        </w:rPr>
        <w:t>10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3m－2n</w:t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/>
          <w:sz w:val="28"/>
          <w:szCs w:val="28"/>
        </w:rPr>
        <w:t>；       （2）</w:t>
      </w:r>
      <w:r>
        <w:rPr>
          <w:rFonts w:asciiTheme="majorEastAsia" w:hAnsiTheme="majorEastAsia" w:eastAsiaTheme="majorEastAsia"/>
          <w:sz w:val="28"/>
          <w:szCs w:val="28"/>
        </w:rPr>
        <w:t>10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3m</w:t>
      </w:r>
      <w:r>
        <w:rPr>
          <w:rFonts w:hint="eastAsia" w:asciiTheme="majorEastAsia" w:hAnsiTheme="majorEastAsia" w:eastAsiaTheme="majorEastAsia"/>
          <w:sz w:val="28"/>
          <w:szCs w:val="28"/>
        </w:rPr>
        <w:t>+10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2n</w:t>
      </w:r>
      <w:r>
        <w:rPr>
          <w:rFonts w:hint="eastAsia" w:asciiTheme="majorEastAsia" w:hAnsiTheme="majorEastAsia" w:eastAsiaTheme="majorEastAsia"/>
          <w:sz w:val="28"/>
          <w:szCs w:val="28"/>
        </w:rPr>
        <w:t>.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23.（本题6分）先化简，再求值：</w:t>
      </w:r>
      <w:r>
        <w:rPr>
          <w:rFonts w:asciiTheme="majorEastAsia" w:hAnsiTheme="majorEastAsia" w:eastAsiaTheme="majorEastAsia"/>
          <w:bCs/>
          <w:position w:val="-10"/>
          <w:sz w:val="28"/>
          <w:szCs w:val="28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18pt;width:201pt;" o:ole="t" fillcolor="#6D6D6D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72">
            <o:LockedField>false</o:LockedField>
          </o:OLEObject>
        </w:object>
      </w:r>
      <w:r>
        <w:rPr>
          <w:rFonts w:asciiTheme="majorEastAsia" w:hAnsiTheme="majorEastAsia" w:eastAsiaTheme="majorEastAsia"/>
          <w:position w:val="-10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其中</w:t>
      </w:r>
      <w:r>
        <w:rPr>
          <w:rFonts w:asciiTheme="majorEastAsia" w:hAnsiTheme="majorEastAsia" w:eastAsiaTheme="majorEastAsia"/>
          <w:position w:val="-24"/>
          <w:sz w:val="28"/>
          <w:szCs w:val="28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30.75pt;width:66.75pt;" o:ole="t" fillcolor="#6D6D6D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4">
            <o:LockedField>false</o:LockedField>
          </o:OLEObject>
        </w:objec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pict>
          <v:group id="_x0000_s1351" o:spid="_x0000_s1351" o:spt="203" alt="学科网(www.zxxk.com)--教育资源门户，提供试卷、教案、课件、论文、素材及各类教学资源下载，还有大量而丰富的教学相关资讯！" style="position:absolute;left:0pt;margin-left:-115.85pt;margin-top:0.2pt;height:43.1pt;width:60pt;z-index:251664384;mso-width-relative:page;mso-height-relative:page;" coordorigin="639,4134" coordsize="1368,900">
            <o:lock v:ext="edit"/>
            <v:shape id="_x0000_s1352" o:spid="_x0000_s1352" o:spt="202" type="#_x0000_t202" style="position:absolute;left:639;top:4134;height:900;width:1368;" filled="f" coordsize="21600,21600">
              <v:path/>
              <v:fill on="f" focussize="0,0"/>
              <v:stroke joinstyle="miter"/>
              <v:imagedata o:title=""/>
              <o:lock v:ext="edit"/>
              <v:textbox inset="2.54mm,0.998361111111111mm,2.54mm,1.27mm">
                <w:txbxContent>
                  <w:p>
                    <w:pPr>
                      <w:ind w:firstLine="210" w:firstLineChars="100"/>
                    </w:pPr>
                    <w:r>
                      <w:rPr>
                        <w:rFonts w:hint="eastAsia"/>
                      </w:rPr>
                      <w:t>班  级</w:t>
                    </w:r>
                  </w:p>
                </w:txbxContent>
              </v:textbox>
            </v:shape>
            <v:line id="_x0000_s1353" o:spid="_x0000_s1353" o:spt="20" style="position:absolute;left:639;top:4566;height:0;width:1368;" coordsize="21600,21600">
              <v:path arrowok="t"/>
              <v:fill focussize="0,0"/>
              <v:stroke/>
              <v:imagedata o:title=""/>
              <o:lock v:ext="edit"/>
            </v:line>
          </v:group>
        </w:pict>
      </w:r>
      <w:r>
        <w:rPr>
          <w:rFonts w:asciiTheme="majorEastAsia" w:hAnsiTheme="majorEastAsia" w:eastAsiaTheme="majorEastAsia"/>
          <w:sz w:val="28"/>
          <w:szCs w:val="28"/>
        </w:rPr>
        <w:pict>
          <v:group id="_x0000_s1354" o:spid="_x0000_s1354" o:spt="203" alt="学科网(www.zxxk.com)--教育资源门户，提供试卷、教案、课件、论文、素材及各类教学资源下载，还有大量而丰富的教学相关资讯！" style="position:absolute;left:0pt;margin-left:-219.05pt;margin-top:0.2pt;height:43.1pt;width:60pt;z-index:251663360;mso-width-relative:page;mso-height-relative:page;" coordorigin="639,4134" coordsize="1368,900">
            <o:lock v:ext="edit"/>
            <v:shape id="_x0000_s1355" o:spid="_x0000_s1355" o:spt="202" type="#_x0000_t202" style="position:absolute;left:639;top:4134;height:900;width:1368;" filled="f" coordsize="21600,21600">
              <v:path/>
              <v:fill on="f" focussize="0,0"/>
              <v:stroke joinstyle="miter"/>
              <v:imagedata o:title=""/>
              <o:lock v:ext="edit"/>
              <v:textbox inset="2.54mm,0.998361111111111mm,2.54mm,1.27mm">
                <w:txbxContent>
                  <w:p>
                    <w:pPr>
                      <w:ind w:firstLine="210" w:firstLineChars="100"/>
                    </w:pPr>
                    <w:r>
                      <w:rPr>
                        <w:rFonts w:hint="eastAsia"/>
                      </w:rPr>
                      <w:t>班  级</w:t>
                    </w:r>
                  </w:p>
                </w:txbxContent>
              </v:textbox>
            </v:shape>
            <v:line id="_x0000_s1356" o:spid="_x0000_s1356" o:spt="20" style="position:absolute;left:639;top:4566;height:0;width:1368;" coordsize="21600,21600">
              <v:path arrowok="t"/>
              <v:fill focussize="0,0"/>
              <v:stroke/>
              <v:imagedata o:title=""/>
              <o:lock v:ext="edit"/>
            </v:line>
          </v:group>
        </w:pic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pStyle w:val="36"/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cs="Arial" w:asciiTheme="majorEastAsia" w:hAnsiTheme="majorEastAsia" w:eastAsiaTheme="majorEastAsia"/>
          <w:sz w:val="28"/>
          <w:szCs w:val="28"/>
        </w:rPr>
        <w:t>2</w:t>
      </w:r>
      <w:r>
        <w:rPr>
          <w:rFonts w:hint="eastAsia" w:cs="Arial" w:asciiTheme="majorEastAsia" w:hAnsiTheme="majorEastAsia" w:eastAsiaTheme="majorEastAsia"/>
          <w:sz w:val="28"/>
          <w:szCs w:val="28"/>
        </w:rPr>
        <w:t>4.</w:t>
      </w:r>
      <w:r>
        <w:rPr>
          <w:rFonts w:hint="eastAsia" w:asciiTheme="majorEastAsia" w:hAnsiTheme="majorEastAsia" w:eastAsiaTheme="majorEastAsia"/>
          <w:sz w:val="28"/>
          <w:szCs w:val="28"/>
        </w:rPr>
        <w:t>（本题6分）</w:t>
      </w:r>
      <w:r>
        <w:rPr>
          <w:rFonts w:asciiTheme="majorEastAsia" w:hAnsiTheme="majorEastAsia" w:eastAsiaTheme="majorEastAsia"/>
          <w:sz w:val="28"/>
          <w:szCs w:val="28"/>
        </w:rPr>
        <w:t>已知关于x的多项式A，当A﹣（x﹣2）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=x（x</w:t>
      </w:r>
      <w:r>
        <w:rPr>
          <w:rFonts w:hint="eastAsia" w:asciiTheme="majorEastAsia" w:hAnsiTheme="majorEastAsia" w:eastAsiaTheme="majorEastAsia"/>
          <w:sz w:val="28"/>
          <w:szCs w:val="28"/>
        </w:rPr>
        <w:t>+</w:t>
      </w:r>
      <w:r>
        <w:rPr>
          <w:rFonts w:asciiTheme="majorEastAsia" w:hAnsiTheme="majorEastAsia" w:eastAsiaTheme="majorEastAsia"/>
          <w:sz w:val="28"/>
          <w:szCs w:val="28"/>
        </w:rPr>
        <w:t>7）时．（1）求多项式A．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</w:t>
      </w:r>
      <w:r>
        <w:rPr>
          <w:rFonts w:asciiTheme="majorEastAsia" w:hAnsiTheme="majorEastAsia" w:eastAsiaTheme="majorEastAsia"/>
          <w:sz w:val="28"/>
          <w:szCs w:val="28"/>
        </w:rPr>
        <w:t>（2）若2x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>+</w:t>
      </w:r>
      <w:r>
        <w:rPr>
          <w:rFonts w:asciiTheme="majorEastAsia" w:hAnsiTheme="majorEastAsia" w:eastAsiaTheme="majorEastAsia"/>
          <w:sz w:val="28"/>
          <w:szCs w:val="28"/>
        </w:rPr>
        <w:t>3x</w:t>
      </w:r>
      <w:r>
        <w:rPr>
          <w:rFonts w:hint="eastAsia" w:asciiTheme="majorEastAsia" w:hAnsiTheme="majorEastAsia" w:eastAsiaTheme="majorEastAsia"/>
          <w:sz w:val="28"/>
          <w:szCs w:val="28"/>
        </w:rPr>
        <w:t>+</w:t>
      </w:r>
      <w:r>
        <w:rPr>
          <w:rFonts w:asciiTheme="majorEastAsia" w:hAnsiTheme="majorEastAsia" w:eastAsiaTheme="majorEastAsia"/>
          <w:sz w:val="28"/>
          <w:szCs w:val="28"/>
        </w:rPr>
        <w:t>l=0，求多项式A的值．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>5.（本题6分）已知</w:t>
      </w:r>
      <w:r>
        <w:rPr>
          <w:rFonts w:asciiTheme="majorEastAsia" w:hAnsiTheme="majorEastAsia" w:eastAsiaTheme="majorEastAsia"/>
          <w:sz w:val="28"/>
          <w:szCs w:val="28"/>
        </w:rPr>
        <w:t>a+b=7,ab=12.</w:t>
      </w:r>
      <w:r>
        <w:rPr>
          <w:rFonts w:hint="eastAsia" w:asciiTheme="majorEastAsia" w:hAnsiTheme="majorEastAsia" w:eastAsiaTheme="majorEastAsia"/>
          <w:sz w:val="28"/>
          <w:szCs w:val="28"/>
        </w:rPr>
        <w:t>求下列各式的值</w:t>
      </w:r>
      <w:r>
        <w:rPr>
          <w:rFonts w:asciiTheme="majorEastAsia" w:hAnsiTheme="majorEastAsia" w:eastAsiaTheme="majorEastAsia"/>
          <w:sz w:val="28"/>
          <w:szCs w:val="28"/>
        </w:rPr>
        <w:t>: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    （1）</w:t>
      </w:r>
      <w:r>
        <w:rPr>
          <w:rFonts w:asciiTheme="majorEastAsia" w:hAnsiTheme="majorEastAsia" w:eastAsiaTheme="majorEastAsia"/>
          <w:sz w:val="28"/>
          <w:szCs w:val="28"/>
        </w:rPr>
        <w:t>a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>-ab</w:t>
      </w:r>
      <w:r>
        <w:rPr>
          <w:rFonts w:asciiTheme="majorEastAsia" w:hAnsiTheme="majorEastAsia" w:eastAsiaTheme="majorEastAsia"/>
          <w:sz w:val="28"/>
          <w:szCs w:val="28"/>
        </w:rPr>
        <w:t>+b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;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（2）</w:t>
      </w:r>
      <w:r>
        <w:rPr>
          <w:rFonts w:asciiTheme="majorEastAsia" w:hAnsiTheme="majorEastAsia" w:eastAsiaTheme="majorEastAsia"/>
          <w:sz w:val="28"/>
          <w:szCs w:val="28"/>
        </w:rPr>
        <w:t>(a-b)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.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>6. （本题5分</w:t>
      </w:r>
      <w:r>
        <w:rPr>
          <w:rFonts w:asciiTheme="majorEastAsia" w:hAnsiTheme="majorEastAsia" w:eastAsiaTheme="majorEastAsia"/>
          <w:sz w:val="28"/>
          <w:szCs w:val="28"/>
        </w:rPr>
        <w:t xml:space="preserve">) </w:t>
      </w:r>
      <w:r>
        <w:rPr>
          <w:rFonts w:hint="eastAsia" w:asciiTheme="majorEastAsia" w:hAnsiTheme="majorEastAsia" w:eastAsiaTheme="majorEastAsia"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drawing>
          <wp:inline distT="0" distB="0" distL="0" distR="0">
            <wp:extent cx="22225" cy="15240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</w:p>
    <w:p>
      <w:pPr>
        <w:spacing w:line="360" w:lineRule="auto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试说明无论a,b取何值时，代数式 a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>+b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>-2a+6b+13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 xml:space="preserve"> </w:t>
      </w:r>
      <w:r>
        <w:rPr>
          <w:rFonts w:asciiTheme="majorEastAsia" w:hAnsiTheme="majorEastAsia" w:eastAsiaTheme="majorEastAsia"/>
          <w:sz w:val="28"/>
          <w:szCs w:val="28"/>
        </w:rPr>
        <w:t>的</w:t>
      </w:r>
      <w:r>
        <w:rPr>
          <w:rFonts w:hint="eastAsia" w:asciiTheme="majorEastAsia" w:hAnsiTheme="majorEastAsia" w:eastAsiaTheme="majorEastAsia"/>
          <w:sz w:val="28"/>
          <w:szCs w:val="28"/>
        </w:rPr>
        <w:t>值总是正数。</w:t>
      </w:r>
    </w:p>
    <w:p>
      <w:pPr>
        <w:spacing w:line="360" w:lineRule="auto"/>
        <w:jc w:val="left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jc w:val="left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jc w:val="left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jc w:val="left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>7.（本题5分</w:t>
      </w:r>
      <w:r>
        <w:rPr>
          <w:rFonts w:asciiTheme="majorEastAsia" w:hAnsiTheme="majorEastAsia" w:eastAsiaTheme="majorEastAsia"/>
          <w:sz w:val="28"/>
          <w:szCs w:val="28"/>
        </w:rPr>
        <w:t>)</w:t>
      </w:r>
      <w:r>
        <w:rPr>
          <w:rFonts w:hint="eastAsia" w:asciiTheme="majorEastAsia" w:hAnsiTheme="majorEastAsia" w:eastAsiaTheme="majorEastAsia"/>
          <w:sz w:val="28"/>
          <w:szCs w:val="28"/>
        </w:rPr>
        <w:t>计算图中阴影部分的面积。</w:t>
      </w:r>
    </w:p>
    <w:p>
      <w:pPr>
        <w:spacing w:line="360" w:lineRule="auto"/>
        <w:ind w:left="-315" w:leftChars="-150"/>
        <w:jc w:val="right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1552575" cy="971550"/>
            <wp:effectExtent l="19050" t="0" r="9525" b="0"/>
            <wp:docPr id="47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ind w:left="420" w:hanging="420" w:hangingChars="150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>8．（本题6分</w:t>
      </w:r>
      <w:r>
        <w:rPr>
          <w:rFonts w:asciiTheme="majorEastAsia" w:hAnsiTheme="majorEastAsia" w:eastAsiaTheme="majorEastAsia"/>
          <w:sz w:val="28"/>
          <w:szCs w:val="28"/>
        </w:rPr>
        <w:t xml:space="preserve">) </w:t>
      </w:r>
      <w:r>
        <w:rPr>
          <w:rFonts w:hint="eastAsia" w:asciiTheme="majorEastAsia" w:hAnsiTheme="majorEastAsia" w:eastAsiaTheme="majorEastAsia"/>
          <w:sz w:val="28"/>
          <w:szCs w:val="28"/>
        </w:rPr>
        <w:t>探索</w:t>
      </w:r>
      <w:r>
        <w:rPr>
          <w:rFonts w:asciiTheme="majorEastAsia" w:hAnsiTheme="majorEastAsia" w:eastAsiaTheme="majorEastAsia"/>
          <w:sz w:val="28"/>
          <w:szCs w:val="28"/>
        </w:rPr>
        <w:t>: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(x-1)(x+1)=x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-1,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</w:t>
      </w:r>
      <w:r>
        <w:rPr>
          <w:rFonts w:asciiTheme="majorEastAsia" w:hAnsiTheme="majorEastAsia" w:eastAsiaTheme="majorEastAsia"/>
          <w:sz w:val="28"/>
          <w:szCs w:val="28"/>
        </w:rPr>
        <w:t xml:space="preserve"> (x-1)(x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+x+1)=x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drawing>
          <wp:inline distT="0" distB="0" distL="0" distR="0">
            <wp:extent cx="22225" cy="23495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3</w:t>
      </w:r>
      <w:r>
        <w:rPr>
          <w:rFonts w:asciiTheme="majorEastAsia" w:hAnsiTheme="majorEastAsia" w:eastAsiaTheme="majorEastAsia"/>
          <w:sz w:val="28"/>
          <w:szCs w:val="28"/>
        </w:rPr>
        <w:t>-1,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(x-1)(x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3</w:t>
      </w:r>
      <w:r>
        <w:rPr>
          <w:rFonts w:asciiTheme="majorEastAsia" w:hAnsiTheme="majorEastAsia" w:eastAsiaTheme="majorEastAsia"/>
          <w:sz w:val="28"/>
          <w:szCs w:val="28"/>
        </w:rPr>
        <w:t>+x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+x+1)=x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4</w:t>
      </w:r>
      <w:r>
        <w:rPr>
          <w:rFonts w:asciiTheme="majorEastAsia" w:hAnsiTheme="majorEastAsia" w:eastAsiaTheme="majorEastAsia"/>
          <w:sz w:val="28"/>
          <w:szCs w:val="28"/>
        </w:rPr>
        <w:t>-1,　　　</w:t>
      </w:r>
      <w:r>
        <w:rPr>
          <w:rFonts w:hint="eastAsia"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(x-1)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21590" cy="13970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>(x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4</w:t>
      </w:r>
      <w:r>
        <w:rPr>
          <w:rFonts w:asciiTheme="majorEastAsia" w:hAnsiTheme="majorEastAsia" w:eastAsiaTheme="majorEastAsia"/>
          <w:sz w:val="28"/>
          <w:szCs w:val="28"/>
        </w:rPr>
        <w:t>+x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3</w:t>
      </w:r>
      <w:r>
        <w:rPr>
          <w:rFonts w:asciiTheme="majorEastAsia" w:hAnsiTheme="majorEastAsia" w:eastAsiaTheme="majorEastAsia"/>
          <w:sz w:val="28"/>
          <w:szCs w:val="28"/>
        </w:rPr>
        <w:t>+x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+x+1)=x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5</w:t>
      </w:r>
      <w:r>
        <w:rPr>
          <w:rFonts w:asciiTheme="majorEastAsia" w:hAnsiTheme="majorEastAsia" w:eastAsiaTheme="majorEastAsia"/>
          <w:sz w:val="28"/>
          <w:szCs w:val="28"/>
        </w:rPr>
        <w:t>-1,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……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asciiTheme="majorEastAsia" w:hAnsiTheme="majorEastAsia" w:eastAsiaTheme="majorEastAsia"/>
          <w:sz w:val="28"/>
          <w:szCs w:val="28"/>
        </w:rPr>
        <w:t>(1)</w:t>
      </w:r>
      <w:r>
        <w:rPr>
          <w:rFonts w:hint="eastAsia" w:asciiTheme="majorEastAsia" w:hAnsiTheme="majorEastAsia" w:eastAsiaTheme="majorEastAsia"/>
          <w:sz w:val="28"/>
          <w:szCs w:val="28"/>
        </w:rPr>
        <w:t>试写出第五个等式</w:t>
      </w:r>
      <w:r>
        <w:rPr>
          <w:rFonts w:asciiTheme="majorEastAsia" w:hAnsiTheme="majorEastAsia" w:eastAsiaTheme="majorEastAsia"/>
          <w:sz w:val="28"/>
          <w:szCs w:val="28"/>
        </w:rPr>
        <w:t>;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                                    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asciiTheme="majorEastAsia" w:hAnsiTheme="majorEastAsia" w:eastAsiaTheme="majorEastAsia"/>
          <w:sz w:val="28"/>
          <w:szCs w:val="28"/>
        </w:rPr>
        <w:t>(2)</w:t>
      </w:r>
      <w:r>
        <w:rPr>
          <w:rFonts w:hint="eastAsia" w:asciiTheme="majorEastAsia" w:hAnsiTheme="majorEastAsia" w:eastAsiaTheme="majorEastAsia"/>
          <w:sz w:val="28"/>
          <w:szCs w:val="28"/>
        </w:rPr>
        <w:t>试写出</w:t>
      </w: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>6</w:t>
      </w:r>
      <w:r>
        <w:rPr>
          <w:rFonts w:asciiTheme="majorEastAsia" w:hAnsiTheme="majorEastAsia" w:eastAsiaTheme="majorEastAsia"/>
          <w:sz w:val="28"/>
          <w:szCs w:val="28"/>
        </w:rPr>
        <w:t>+2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>5</w:t>
      </w:r>
      <w:r>
        <w:rPr>
          <w:rFonts w:asciiTheme="majorEastAsia" w:hAnsiTheme="majorEastAsia" w:eastAsiaTheme="majorEastAsia"/>
          <w:sz w:val="28"/>
          <w:szCs w:val="28"/>
        </w:rPr>
        <w:t>+2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>4</w:t>
      </w:r>
      <w:r>
        <w:rPr>
          <w:rFonts w:asciiTheme="majorEastAsia" w:hAnsiTheme="majorEastAsia" w:eastAsiaTheme="majorEastAsia"/>
          <w:sz w:val="28"/>
          <w:szCs w:val="28"/>
        </w:rPr>
        <w:t>+2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3</w:t>
      </w:r>
      <w:r>
        <w:rPr>
          <w:rFonts w:asciiTheme="majorEastAsia" w:hAnsiTheme="majorEastAsia" w:eastAsiaTheme="majorEastAsia"/>
          <w:sz w:val="28"/>
          <w:szCs w:val="28"/>
        </w:rPr>
        <w:t>+2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+2+1</w:t>
      </w:r>
      <w:r>
        <w:rPr>
          <w:rFonts w:hint="eastAsia" w:asciiTheme="majorEastAsia" w:hAnsiTheme="majorEastAsia" w:eastAsiaTheme="majorEastAsia"/>
          <w:sz w:val="28"/>
          <w:szCs w:val="28"/>
        </w:rPr>
        <w:t>的结果为：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                     </w:t>
      </w:r>
    </w:p>
    <w:p>
      <w:pPr>
        <w:spacing w:line="360" w:lineRule="auto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(3)</w:t>
      </w:r>
      <w:r>
        <w:rPr>
          <w:rFonts w:hint="eastAsia" w:asciiTheme="majorEastAsia" w:hAnsiTheme="majorEastAsia" w:eastAsiaTheme="majorEastAsia"/>
          <w:sz w:val="28"/>
          <w:szCs w:val="28"/>
        </w:rPr>
        <w:t>判断出</w:t>
      </w: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 xml:space="preserve"> 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017</w:t>
      </w:r>
      <w:r>
        <w:rPr>
          <w:rFonts w:asciiTheme="majorEastAsia" w:hAnsiTheme="majorEastAsia" w:eastAsiaTheme="majorEastAsia"/>
          <w:sz w:val="28"/>
          <w:szCs w:val="28"/>
        </w:rPr>
        <w:t>+2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 xml:space="preserve"> 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016</w:t>
      </w:r>
      <w:r>
        <w:rPr>
          <w:rFonts w:asciiTheme="majorEastAsia" w:hAnsiTheme="majorEastAsia" w:eastAsiaTheme="majorEastAsia"/>
          <w:sz w:val="28"/>
          <w:szCs w:val="28"/>
        </w:rPr>
        <w:t>+2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  <w:vertAlign w:val="superscript"/>
        </w:rPr>
        <w:t xml:space="preserve"> 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015</w:t>
      </w:r>
      <w:r>
        <w:rPr>
          <w:rFonts w:asciiTheme="majorEastAsia" w:hAnsiTheme="majorEastAsia" w:eastAsiaTheme="majorEastAsia"/>
          <w:sz w:val="28"/>
          <w:szCs w:val="28"/>
        </w:rPr>
        <w:t>+</w:t>
      </w:r>
      <w:r>
        <w:rPr>
          <w:rFonts w:hint="eastAsia" w:asciiTheme="majorEastAsia" w:hAnsiTheme="majorEastAsia" w:eastAsiaTheme="majorEastAsia"/>
          <w:sz w:val="28"/>
          <w:szCs w:val="28"/>
        </w:rPr>
        <w:t>…</w:t>
      </w:r>
      <w:r>
        <w:rPr>
          <w:rFonts w:asciiTheme="majorEastAsia" w:hAnsiTheme="majorEastAsia" w:eastAsiaTheme="majorEastAsia"/>
          <w:sz w:val="28"/>
          <w:szCs w:val="28"/>
        </w:rPr>
        <w:t>+2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+2+1</w:t>
      </w:r>
      <w:r>
        <w:rPr>
          <w:rFonts w:hint="eastAsia" w:asciiTheme="majorEastAsia" w:hAnsiTheme="majorEastAsia" w:eastAsiaTheme="majorEastAsia"/>
          <w:sz w:val="28"/>
          <w:szCs w:val="28"/>
        </w:rPr>
        <w:t>的值的个位数字是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       </w:t>
      </w:r>
      <w:r>
        <w:rPr>
          <w:rFonts w:hint="eastAsia" w:asciiTheme="majorEastAsia" w:hAnsiTheme="majorEastAsia" w:eastAsiaTheme="majorEastAsia"/>
          <w:sz w:val="28"/>
          <w:szCs w:val="28"/>
        </w:rPr>
        <w:t>.</w:t>
      </w:r>
    </w:p>
    <w:p>
      <w:pPr>
        <w:spacing w:line="360" w:lineRule="auto"/>
        <w:rPr>
          <w:szCs w:val="21"/>
        </w:rPr>
      </w:pPr>
      <w:r>
        <w:rPr>
          <w:sz w:val="20"/>
        </w:rPr>
        <w:pict>
          <v:group id="_x0000_s1357" o:spid="_x0000_s1357" o:spt="203" alt="学科网(www.zxxk.com)--教育资源门户，提供试卷、教案、课件、论文、素材及各类教学资源下载，还有大量而丰富的教学相关资讯！" style="position:absolute;left:0pt;margin-left:20.15pt;margin-top:9.9pt;height:702pt;width:115.5pt;mso-position-horizontal-relative:page;mso-position-vertical-relative:page;z-index:251661312;mso-width-relative:page;mso-height-relative:page;" coordorigin="531,198" coordsize="2652,14748">
            <o:lock v:ext="edit"/>
            <v:group id="_x0000_s1358" o:spid="_x0000_s1358" o:spt="203" style="position:absolute;left:531;top:198;height:14748;width:1500;" coordorigin="531,198" coordsize="1500,14748">
              <o:lock v:ext="edit"/>
              <v:group id="_x0000_s1359" o:spid="_x0000_s1359" o:spt="203" style="position:absolute;left:627;top:198;height:1260;width:1368;" coordorigin="13601,1925" coordsize="1368,1260">
                <o:lock v:ext="edit"/>
                <v:group id="_x0000_s1360" o:spid="_x0000_s1360" o:spt="203" style="position:absolute;left:13601;top:1925;height:216;width:1368;" coordorigin="13601,1925" coordsize="1368,216">
                  <o:lock v:ext="edit"/>
                  <v:group id="_x0000_s1361" o:spid="_x0000_s1361" o:spt="203" style="position:absolute;left:13601;top:1925;height:216;width:1368;" coordorigin="13601,1925" coordsize="1368,216">
                    <o:lock v:ext="edit"/>
                    <v:shape id="_x0000_s1362" o:spid="_x0000_s1362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363" o:spid="_x0000_s1363" o:spt="5" type="#_x0000_t5" style="position:absolute;left:13889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364" o:spid="_x0000_s1364" o:spt="5" type="#_x0000_t5" style="position:absolute;left:14177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365" o:spid="_x0000_s1365" o:spt="5" type="#_x0000_t5" style="position:absolute;left:14465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366" o:spid="_x0000_s1366" o:spt="5" type="#_x0000_t5" style="position:absolute;left:14753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shape id="_x0000_s1367" o:spid="_x0000_s1367" o:spt="5" type="#_x0000_t5" style="position:absolute;left:13601;top:1925;height:216;width:216;" coordsize="21600,21600">
                    <v:path/>
                    <v:fill focussize="0,0"/>
                    <v:stroke joinstyle="miter"/>
                    <v:imagedata o:title=""/>
                    <o:lock v:ext="edit"/>
                  </v:shape>
                </v:group>
                <v:group id="_x0000_s1368" o:spid="_x0000_s1368" o:spt="203" style="position:absolute;left:13601;top:2249;height:216;width:1368;" coordorigin="13601,1925" coordsize="1368,216">
                  <o:lock v:ext="edit"/>
                  <v:group id="_x0000_s1369" o:spid="_x0000_s1369" o:spt="203" style="position:absolute;left:13601;top:1925;height:216;width:1368;" coordorigin="13601,1925" coordsize="1368,216">
                    <o:lock v:ext="edit"/>
                    <v:shape id="_x0000_s1370" o:spid="_x0000_s1370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371" o:spid="_x0000_s1371" o:spt="5" type="#_x0000_t5" style="position:absolute;left:13889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372" o:spid="_x0000_s1372" o:spt="5" type="#_x0000_t5" style="position:absolute;left:14177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373" o:spid="_x0000_s1373" o:spt="5" type="#_x0000_t5" style="position:absolute;left:14465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374" o:spid="_x0000_s1374" o:spt="5" type="#_x0000_t5" style="position:absolute;left:14753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shape id="_x0000_s1375" o:spid="_x0000_s1375" o:spt="5" type="#_x0000_t5" style="position:absolute;left:13601;top:1925;height:216;width:216;" coordsize="21600,21600">
                    <v:path/>
                    <v:fill focussize="0,0"/>
                    <v:stroke joinstyle="miter"/>
                    <v:imagedata o:title=""/>
                    <o:lock v:ext="edit"/>
                  </v:shape>
                </v:group>
                <v:group id="_x0000_s1376" o:spid="_x0000_s1376" o:spt="203" style="position:absolute;left:13601;top:2969;height:216;width:1368;" coordorigin="13601,1925" coordsize="1368,216">
                  <o:lock v:ext="edit"/>
                  <v:group id="_x0000_s1377" o:spid="_x0000_s1377" o:spt="203" style="position:absolute;left:13601;top:1925;height:216;width:1368;" coordorigin="13601,1925" coordsize="1368,216">
                    <o:lock v:ext="edit"/>
                    <v:shape id="_x0000_s1378" o:spid="_x0000_s1378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379" o:spid="_x0000_s1379" o:spt="5" type="#_x0000_t5" style="position:absolute;left:13889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380" o:spid="_x0000_s1380" o:spt="5" type="#_x0000_t5" style="position:absolute;left:14177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381" o:spid="_x0000_s1381" o:spt="5" type="#_x0000_t5" style="position:absolute;left:14465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382" o:spid="_x0000_s1382" o:spt="5" type="#_x0000_t5" style="position:absolute;left:14753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shape id="_x0000_s1383" o:spid="_x0000_s1383" o:spt="5" type="#_x0000_t5" style="position:absolute;left:13601;top:1925;height:216;width:216;" coordsize="21600,21600">
                    <v:path/>
                    <v:fill focussize="0,0"/>
                    <v:stroke joinstyle="miter"/>
                    <v:imagedata o:title=""/>
                    <o:lock v:ext="edit"/>
                  </v:shape>
                </v:group>
                <v:group id="_x0000_s1384" o:spid="_x0000_s1384" o:spt="203" style="position:absolute;left:13601;top:2609;height:216;width:1368;" coordorigin="13601,1925" coordsize="1368,216">
                  <o:lock v:ext="edit"/>
                  <v:group id="_x0000_s1385" o:spid="_x0000_s1385" o:spt="203" style="position:absolute;left:13601;top:1925;height:216;width:1368;" coordorigin="13601,1925" coordsize="1368,216">
                    <o:lock v:ext="edit"/>
                    <v:shape id="_x0000_s1386" o:spid="_x0000_s1386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387" o:spid="_x0000_s1387" o:spt="5" type="#_x0000_t5" style="position:absolute;left:13889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388" o:spid="_x0000_s1388" o:spt="5" type="#_x0000_t5" style="position:absolute;left:14177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389" o:spid="_x0000_s1389" o:spt="5" type="#_x0000_t5" style="position:absolute;left:14465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  <v:shape id="_x0000_s1390" o:spid="_x0000_s1390" o:spt="5" type="#_x0000_t5" style="position:absolute;left:14753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shape id="_x0000_s1391" o:spid="_x0000_s1391" o:spt="5" type="#_x0000_t5" style="position:absolute;left:13601;top:1925;height:216;width:216;" coordsize="21600,21600">
                    <v:path/>
                    <v:fill focussize="0,0"/>
                    <v:stroke joinstyle="miter"/>
                    <v:imagedata o:title=""/>
                    <o:lock v:ext="edit"/>
                  </v:shape>
                </v:group>
              </v:group>
              <v:group id="_x0000_s1392" o:spid="_x0000_s1392" o:spt="203" style="position:absolute;left:531;top:5190;height:9756;width:1404;" coordorigin="12326,5413" coordsize="1404,9756">
                <o:lock v:ext="edit"/>
                <v:group id="_x0000_s1393" o:spid="_x0000_s1393" o:spt="203" style="position:absolute;left:12326;top:6817;height:1260;width:1368;" coordorigin="13601,1925" coordsize="1368,1260">
                  <o:lock v:ext="edit"/>
                  <v:group id="_x0000_s1394" o:spid="_x0000_s1394" o:spt="203" style="position:absolute;left:13601;top:1925;height:216;width:1368;" coordorigin="13601,1925" coordsize="1368,216">
                    <o:lock v:ext="edit"/>
                    <v:group id="_x0000_s1395" o:spid="_x0000_s1395" o:spt="203" style="position:absolute;left:13601;top:1925;height:216;width:1368;" coordorigin="13601,1925" coordsize="1368,216">
                      <o:lock v:ext="edit"/>
                      <v:shape id="_x0000_s1396" o:spid="_x0000_s1396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397" o:spid="_x0000_s1397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398" o:spid="_x0000_s1398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399" o:spid="_x0000_s1399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00" o:spid="_x0000_s1400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401" o:spid="_x0000_s1401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402" o:spid="_x0000_s1402" o:spt="203" style="position:absolute;left:13601;top:2249;height:216;width:1368;" coordorigin="13601,1925" coordsize="1368,216">
                    <o:lock v:ext="edit"/>
                    <v:group id="_x0000_s1403" o:spid="_x0000_s1403" o:spt="203" style="position:absolute;left:13601;top:1925;height:216;width:1368;" coordorigin="13601,1925" coordsize="1368,216">
                      <o:lock v:ext="edit"/>
                      <v:shape id="_x0000_s1404" o:spid="_x0000_s1404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05" o:spid="_x0000_s1405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06" o:spid="_x0000_s1406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07" o:spid="_x0000_s1407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08" o:spid="_x0000_s1408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409" o:spid="_x0000_s1409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410" o:spid="_x0000_s1410" o:spt="203" style="position:absolute;left:13601;top:2969;height:216;width:1368;" coordorigin="13601,1925" coordsize="1368,216">
                    <o:lock v:ext="edit"/>
                    <v:group id="_x0000_s1411" o:spid="_x0000_s1411" o:spt="203" style="position:absolute;left:13601;top:1925;height:216;width:1368;" coordorigin="13601,1925" coordsize="1368,216">
                      <o:lock v:ext="edit"/>
                      <v:shape id="_x0000_s1412" o:spid="_x0000_s1412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13" o:spid="_x0000_s1413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14" o:spid="_x0000_s1414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15" o:spid="_x0000_s1415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16" o:spid="_x0000_s1416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417" o:spid="_x0000_s1417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418" o:spid="_x0000_s1418" o:spt="203" style="position:absolute;left:13601;top:2609;height:216;width:1368;" coordorigin="13601,1925" coordsize="1368,216">
                    <o:lock v:ext="edit"/>
                    <v:group id="_x0000_s1419" o:spid="_x0000_s1419" o:spt="203" style="position:absolute;left:13601;top:1925;height:216;width:1368;" coordorigin="13601,1925" coordsize="1368,216">
                      <o:lock v:ext="edit"/>
                      <v:shape id="_x0000_s1420" o:spid="_x0000_s1420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21" o:spid="_x0000_s1421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22" o:spid="_x0000_s1422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23" o:spid="_x0000_s1423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24" o:spid="_x0000_s1424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425" o:spid="_x0000_s1425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</v:group>
                <v:group id="_x0000_s1426" o:spid="_x0000_s1426" o:spt="203" style="position:absolute;left:12326;top:5413;height:1260;width:1368;" coordorigin="13601,1925" coordsize="1368,1260">
                  <o:lock v:ext="edit"/>
                  <v:group id="_x0000_s1427" o:spid="_x0000_s1427" o:spt="203" style="position:absolute;left:13601;top:1925;height:216;width:1368;" coordorigin="13601,1925" coordsize="1368,216">
                    <o:lock v:ext="edit"/>
                    <v:group id="_x0000_s1428" o:spid="_x0000_s1428" o:spt="203" style="position:absolute;left:13601;top:1925;height:216;width:1368;" coordorigin="13601,1925" coordsize="1368,216">
                      <o:lock v:ext="edit"/>
                      <v:shape id="_x0000_s1429" o:spid="_x0000_s1429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30" o:spid="_x0000_s1430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31" o:spid="_x0000_s1431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32" o:spid="_x0000_s1432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33" o:spid="_x0000_s1433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434" o:spid="_x0000_s1434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435" o:spid="_x0000_s1435" o:spt="203" style="position:absolute;left:13601;top:2249;height:216;width:1368;" coordorigin="13601,1925" coordsize="1368,216">
                    <o:lock v:ext="edit"/>
                    <v:group id="_x0000_s1436" o:spid="_x0000_s1436" o:spt="203" style="position:absolute;left:13601;top:1925;height:216;width:1368;" coordorigin="13601,1925" coordsize="1368,216">
                      <o:lock v:ext="edit"/>
                      <v:shape id="_x0000_s1437" o:spid="_x0000_s1437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38" o:spid="_x0000_s1438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39" o:spid="_x0000_s1439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40" o:spid="_x0000_s1440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41" o:spid="_x0000_s1441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442" o:spid="_x0000_s1442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443" o:spid="_x0000_s1443" o:spt="203" style="position:absolute;left:13601;top:2969;height:216;width:1368;" coordorigin="13601,1925" coordsize="1368,216">
                    <o:lock v:ext="edit"/>
                    <v:group id="_x0000_s1444" o:spid="_x0000_s1444" o:spt="203" style="position:absolute;left:13601;top:1925;height:216;width:1368;" coordorigin="13601,1925" coordsize="1368,216">
                      <o:lock v:ext="edit"/>
                      <v:shape id="_x0000_s1445" o:spid="_x0000_s1445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46" o:spid="_x0000_s1446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47" o:spid="_x0000_s1447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48" o:spid="_x0000_s1448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49" o:spid="_x0000_s1449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450" o:spid="_x0000_s1450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451" o:spid="_x0000_s1451" o:spt="203" style="position:absolute;left:13601;top:2609;height:216;width:1368;" coordorigin="13601,1925" coordsize="1368,216">
                    <o:lock v:ext="edit"/>
                    <v:group id="_x0000_s1452" o:spid="_x0000_s1452" o:spt="203" style="position:absolute;left:13601;top:1925;height:216;width:1368;" coordorigin="13601,1925" coordsize="1368,216">
                      <o:lock v:ext="edit"/>
                      <v:shape id="_x0000_s1453" o:spid="_x0000_s1453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54" o:spid="_x0000_s1454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55" o:spid="_x0000_s1455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56" o:spid="_x0000_s1456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57" o:spid="_x0000_s1457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458" o:spid="_x0000_s1458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</v:group>
                <v:group id="_x0000_s1459" o:spid="_x0000_s1459" o:spt="203" style="position:absolute;left:12326;top:11101;height:1260;width:1368;" coordorigin="13601,1925" coordsize="1368,1260">
                  <o:lock v:ext="edit"/>
                  <v:group id="_x0000_s1460" o:spid="_x0000_s1460" o:spt="203" style="position:absolute;left:13601;top:1925;height:216;width:1368;" coordorigin="13601,1925" coordsize="1368,216">
                    <o:lock v:ext="edit"/>
                    <v:group id="_x0000_s1461" o:spid="_x0000_s1461" o:spt="203" style="position:absolute;left:13601;top:1925;height:216;width:1368;" coordorigin="13601,1925" coordsize="1368,216">
                      <o:lock v:ext="edit"/>
                      <v:shape id="_x0000_s1462" o:spid="_x0000_s1462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63" o:spid="_x0000_s1463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64" o:spid="_x0000_s1464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65" o:spid="_x0000_s1465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66" o:spid="_x0000_s1466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467" o:spid="_x0000_s1467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468" o:spid="_x0000_s1468" o:spt="203" style="position:absolute;left:13601;top:2249;height:216;width:1368;" coordorigin="13601,1925" coordsize="1368,216">
                    <o:lock v:ext="edit"/>
                    <v:group id="_x0000_s1469" o:spid="_x0000_s1469" o:spt="203" style="position:absolute;left:13601;top:1925;height:216;width:1368;" coordorigin="13601,1925" coordsize="1368,216">
                      <o:lock v:ext="edit"/>
                      <v:shape id="_x0000_s1470" o:spid="_x0000_s1470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71" o:spid="_x0000_s1471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72" o:spid="_x0000_s1472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73" o:spid="_x0000_s1473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74" o:spid="_x0000_s1474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475" o:spid="_x0000_s1475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476" o:spid="_x0000_s1476" o:spt="203" style="position:absolute;left:13601;top:2969;height:216;width:1368;" coordorigin="13601,1925" coordsize="1368,216">
                    <o:lock v:ext="edit"/>
                    <v:group id="_x0000_s1477" o:spid="_x0000_s1477" o:spt="203" style="position:absolute;left:13601;top:1925;height:216;width:1368;" coordorigin="13601,1925" coordsize="1368,216">
                      <o:lock v:ext="edit"/>
                      <v:shape id="_x0000_s1478" o:spid="_x0000_s1478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79" o:spid="_x0000_s1479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80" o:spid="_x0000_s1480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81" o:spid="_x0000_s1481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82" o:spid="_x0000_s1482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483" o:spid="_x0000_s1483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484" o:spid="_x0000_s1484" o:spt="203" style="position:absolute;left:13601;top:2609;height:216;width:1368;" coordorigin="13601,1925" coordsize="1368,216">
                    <o:lock v:ext="edit"/>
                    <v:group id="_x0000_s1485" o:spid="_x0000_s1485" o:spt="203" style="position:absolute;left:13601;top:1925;height:216;width:1368;" coordorigin="13601,1925" coordsize="1368,216">
                      <o:lock v:ext="edit"/>
                      <v:shape id="_x0000_s1486" o:spid="_x0000_s1486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87" o:spid="_x0000_s1487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88" o:spid="_x0000_s1488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89" o:spid="_x0000_s1489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90" o:spid="_x0000_s1490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491" o:spid="_x0000_s1491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</v:group>
                <v:group id="_x0000_s1492" o:spid="_x0000_s1492" o:spt="203" style="position:absolute;left:12326;top:8221;height:1260;width:1368;" coordorigin="13601,1925" coordsize="1368,1260">
                  <o:lock v:ext="edit"/>
                  <v:group id="_x0000_s1493" o:spid="_x0000_s1493" o:spt="203" style="position:absolute;left:13601;top:1925;height:216;width:1368;" coordorigin="13601,1925" coordsize="1368,216">
                    <o:lock v:ext="edit"/>
                    <v:group id="_x0000_s1494" o:spid="_x0000_s1494" o:spt="203" style="position:absolute;left:13601;top:1925;height:216;width:1368;" coordorigin="13601,1925" coordsize="1368,216">
                      <o:lock v:ext="edit"/>
                      <v:shape id="_x0000_s1495" o:spid="_x0000_s1495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96" o:spid="_x0000_s1496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97" o:spid="_x0000_s1497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98" o:spid="_x0000_s1498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499" o:spid="_x0000_s1499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500" o:spid="_x0000_s1500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501" o:spid="_x0000_s1501" o:spt="203" style="position:absolute;left:13601;top:2249;height:216;width:1368;" coordorigin="13601,1925" coordsize="1368,216">
                    <o:lock v:ext="edit"/>
                    <v:group id="_x0000_s1502" o:spid="_x0000_s1502" o:spt="203" style="position:absolute;left:13601;top:1925;height:216;width:1368;" coordorigin="13601,1925" coordsize="1368,216">
                      <o:lock v:ext="edit"/>
                      <v:shape id="_x0000_s1503" o:spid="_x0000_s1503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04" o:spid="_x0000_s1504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05" o:spid="_x0000_s1505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06" o:spid="_x0000_s1506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07" o:spid="_x0000_s1507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508" o:spid="_x0000_s1508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509" o:spid="_x0000_s1509" o:spt="203" style="position:absolute;left:13601;top:2969;height:216;width:1368;" coordorigin="13601,1925" coordsize="1368,216">
                    <o:lock v:ext="edit"/>
                    <v:group id="_x0000_s1510" o:spid="_x0000_s1510" o:spt="203" style="position:absolute;left:13601;top:1925;height:216;width:1368;" coordorigin="13601,1925" coordsize="1368,216">
                      <o:lock v:ext="edit"/>
                      <v:shape id="_x0000_s1511" o:spid="_x0000_s1511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12" o:spid="_x0000_s1512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13" o:spid="_x0000_s1513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14" o:spid="_x0000_s1514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15" o:spid="_x0000_s1515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516" o:spid="_x0000_s1516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517" o:spid="_x0000_s1517" o:spt="203" style="position:absolute;left:13601;top:2609;height:216;width:1368;" coordorigin="13601,1925" coordsize="1368,216">
                    <o:lock v:ext="edit"/>
                    <v:group id="_x0000_s1518" o:spid="_x0000_s1518" o:spt="203" style="position:absolute;left:13601;top:1925;height:216;width:1368;" coordorigin="13601,1925" coordsize="1368,216">
                      <o:lock v:ext="edit"/>
                      <v:shape id="_x0000_s1519" o:spid="_x0000_s1519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20" o:spid="_x0000_s1520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21" o:spid="_x0000_s1521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22" o:spid="_x0000_s1522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23" o:spid="_x0000_s1523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524" o:spid="_x0000_s1524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</v:group>
                <v:group id="_x0000_s1525" o:spid="_x0000_s1525" o:spt="203" style="position:absolute;left:12326;top:12505;height:1260;width:1368;" coordorigin="13601,1925" coordsize="1368,1260">
                  <o:lock v:ext="edit"/>
                  <v:group id="_x0000_s1526" o:spid="_x0000_s1526" o:spt="203" style="position:absolute;left:13601;top:1925;height:216;width:1368;" coordorigin="13601,1925" coordsize="1368,216">
                    <o:lock v:ext="edit"/>
                    <v:group id="_x0000_s1527" o:spid="_x0000_s1527" o:spt="203" style="position:absolute;left:13601;top:1925;height:216;width:1368;" coordorigin="13601,1925" coordsize="1368,216">
                      <o:lock v:ext="edit"/>
                      <v:shape id="_x0000_s1528" o:spid="_x0000_s1528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29" o:spid="_x0000_s1529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30" o:spid="_x0000_s1530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31" o:spid="_x0000_s1531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32" o:spid="_x0000_s1532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533" o:spid="_x0000_s1533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534" o:spid="_x0000_s1534" o:spt="203" style="position:absolute;left:13601;top:2249;height:216;width:1368;" coordorigin="13601,1925" coordsize="1368,216">
                    <o:lock v:ext="edit"/>
                    <v:group id="_x0000_s1535" o:spid="_x0000_s1535" o:spt="203" style="position:absolute;left:13601;top:1925;height:216;width:1368;" coordorigin="13601,1925" coordsize="1368,216">
                      <o:lock v:ext="edit"/>
                      <v:shape id="_x0000_s1536" o:spid="_x0000_s1536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37" o:spid="_x0000_s1537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38" o:spid="_x0000_s1538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39" o:spid="_x0000_s1539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40" o:spid="_x0000_s1540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541" o:spid="_x0000_s1541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542" o:spid="_x0000_s1542" o:spt="203" style="position:absolute;left:13601;top:2969;height:216;width:1368;" coordorigin="13601,1925" coordsize="1368,216">
                    <o:lock v:ext="edit"/>
                    <v:group id="_x0000_s1543" o:spid="_x0000_s1543" o:spt="203" style="position:absolute;left:13601;top:1925;height:216;width:1368;" coordorigin="13601,1925" coordsize="1368,216">
                      <o:lock v:ext="edit"/>
                      <v:shape id="_x0000_s1544" o:spid="_x0000_s1544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45" o:spid="_x0000_s1545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46" o:spid="_x0000_s1546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47" o:spid="_x0000_s1547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48" o:spid="_x0000_s1548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549" o:spid="_x0000_s1549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550" o:spid="_x0000_s1550" o:spt="203" style="position:absolute;left:13601;top:2609;height:216;width:1368;" coordorigin="13601,1925" coordsize="1368,216">
                    <o:lock v:ext="edit"/>
                    <v:group id="_x0000_s1551" o:spid="_x0000_s1551" o:spt="203" style="position:absolute;left:13601;top:1925;height:216;width:1368;" coordorigin="13601,1925" coordsize="1368,216">
                      <o:lock v:ext="edit"/>
                      <v:shape id="_x0000_s1552" o:spid="_x0000_s1552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53" o:spid="_x0000_s1553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54" o:spid="_x0000_s1554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55" o:spid="_x0000_s1555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56" o:spid="_x0000_s1556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557" o:spid="_x0000_s1557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</v:group>
                <v:group id="_x0000_s1558" o:spid="_x0000_s1558" o:spt="203" style="position:absolute;left:12362;top:13909;height:1260;width:1368;" coordorigin="13601,1925" coordsize="1368,1260">
                  <o:lock v:ext="edit"/>
                  <v:group id="_x0000_s1559" o:spid="_x0000_s1559" o:spt="203" style="position:absolute;left:13601;top:1925;height:216;width:1368;" coordorigin="13601,1925" coordsize="1368,216">
                    <o:lock v:ext="edit"/>
                    <v:group id="_x0000_s1560" o:spid="_x0000_s1560" o:spt="203" style="position:absolute;left:13601;top:1925;height:216;width:1368;" coordorigin="13601,1925" coordsize="1368,216">
                      <o:lock v:ext="edit"/>
                      <v:shape id="_x0000_s1561" o:spid="_x0000_s1561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62" o:spid="_x0000_s1562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63" o:spid="_x0000_s1563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64" o:spid="_x0000_s1564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65" o:spid="_x0000_s1565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566" o:spid="_x0000_s1566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567" o:spid="_x0000_s1567" o:spt="203" style="position:absolute;left:13601;top:2249;height:216;width:1368;" coordorigin="13601,1925" coordsize="1368,216">
                    <o:lock v:ext="edit"/>
                    <v:group id="_x0000_s1568" o:spid="_x0000_s1568" o:spt="203" style="position:absolute;left:13601;top:1925;height:216;width:1368;" coordorigin="13601,1925" coordsize="1368,216">
                      <o:lock v:ext="edit"/>
                      <v:shape id="_x0000_s1569" o:spid="_x0000_s1569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70" o:spid="_x0000_s1570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71" o:spid="_x0000_s1571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72" o:spid="_x0000_s1572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73" o:spid="_x0000_s1573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574" o:spid="_x0000_s1574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575" o:spid="_x0000_s1575" o:spt="203" style="position:absolute;left:13601;top:2969;height:216;width:1368;" coordorigin="13601,1925" coordsize="1368,216">
                    <o:lock v:ext="edit"/>
                    <v:group id="_x0000_s1576" o:spid="_x0000_s1576" o:spt="203" style="position:absolute;left:13601;top:1925;height:216;width:1368;" coordorigin="13601,1925" coordsize="1368,216">
                      <o:lock v:ext="edit"/>
                      <v:shape id="_x0000_s1577" o:spid="_x0000_s1577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78" o:spid="_x0000_s1578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79" o:spid="_x0000_s1579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80" o:spid="_x0000_s1580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81" o:spid="_x0000_s1581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582" o:spid="_x0000_s1582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583" o:spid="_x0000_s1583" o:spt="203" style="position:absolute;left:13601;top:2609;height:216;width:1368;" coordorigin="13601,1925" coordsize="1368,216">
                    <o:lock v:ext="edit"/>
                    <v:group id="_x0000_s1584" o:spid="_x0000_s1584" o:spt="203" style="position:absolute;left:13601;top:1925;height:216;width:1368;" coordorigin="13601,1925" coordsize="1368,216">
                      <o:lock v:ext="edit"/>
                      <v:shape id="_x0000_s1585" o:spid="_x0000_s1585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86" o:spid="_x0000_s1586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87" o:spid="_x0000_s1587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88" o:spid="_x0000_s1588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89" o:spid="_x0000_s1589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590" o:spid="_x0000_s1590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</v:group>
                <v:group id="_x0000_s1591" o:spid="_x0000_s1591" o:spt="203" style="position:absolute;left:12326;top:9661;height:1260;width:1368;" coordorigin="13601,1925" coordsize="1368,1260">
                  <o:lock v:ext="edit"/>
                  <v:group id="_x0000_s1592" o:spid="_x0000_s1592" o:spt="203" style="position:absolute;left:13601;top:1925;height:216;width:1368;" coordorigin="13601,1925" coordsize="1368,216">
                    <o:lock v:ext="edit"/>
                    <v:group id="_x0000_s1593" o:spid="_x0000_s1593" o:spt="203" style="position:absolute;left:13601;top:1925;height:216;width:1368;" coordorigin="13601,1925" coordsize="1368,216">
                      <o:lock v:ext="edit"/>
                      <v:shape id="_x0000_s1594" o:spid="_x0000_s1594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95" o:spid="_x0000_s1595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96" o:spid="_x0000_s1596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97" o:spid="_x0000_s1597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598" o:spid="_x0000_s1598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599" o:spid="_x0000_s1599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600" o:spid="_x0000_s1600" o:spt="203" style="position:absolute;left:13601;top:2249;height:216;width:1368;" coordorigin="13601,1925" coordsize="1368,216">
                    <o:lock v:ext="edit"/>
                    <v:group id="_x0000_s1601" o:spid="_x0000_s1601" o:spt="203" style="position:absolute;left:13601;top:1925;height:216;width:1368;" coordorigin="13601,1925" coordsize="1368,216">
                      <o:lock v:ext="edit"/>
                      <v:shape id="_x0000_s1602" o:spid="_x0000_s1602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603" o:spid="_x0000_s1603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604" o:spid="_x0000_s1604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605" o:spid="_x0000_s1605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606" o:spid="_x0000_s1606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607" o:spid="_x0000_s1607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608" o:spid="_x0000_s1608" o:spt="203" style="position:absolute;left:13601;top:2969;height:216;width:1368;" coordorigin="13601,1925" coordsize="1368,216">
                    <o:lock v:ext="edit"/>
                    <v:group id="_x0000_s1609" o:spid="_x0000_s1609" o:spt="203" style="position:absolute;left:13601;top:1925;height:216;width:1368;" coordorigin="13601,1925" coordsize="1368,216">
                      <o:lock v:ext="edit"/>
                      <v:shape id="_x0000_s1610" o:spid="_x0000_s1610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611" o:spid="_x0000_s1611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612" o:spid="_x0000_s1612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613" o:spid="_x0000_s1613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614" o:spid="_x0000_s1614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615" o:spid="_x0000_s1615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  <v:group id="_x0000_s1616" o:spid="_x0000_s1616" o:spt="203" style="position:absolute;left:13601;top:2609;height:216;width:1368;" coordorigin="13601,1925" coordsize="1368,216">
                    <o:lock v:ext="edit"/>
                    <v:group id="_x0000_s1617" o:spid="_x0000_s1617" o:spt="203" style="position:absolute;left:13601;top:1925;height:216;width:1368;" coordorigin="13601,1925" coordsize="1368,216">
                      <o:lock v:ext="edit"/>
                      <v:shape id="_x0000_s1618" o:spid="_x0000_s1618" o:spt="5" type="#_x0000_t5" style="position:absolute;left:13601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619" o:spid="_x0000_s1619" o:spt="5" type="#_x0000_t5" style="position:absolute;left:13889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620" o:spid="_x0000_s1620" o:spt="5" type="#_x0000_t5" style="position:absolute;left:14177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621" o:spid="_x0000_s1621" o:spt="5" type="#_x0000_t5" style="position:absolute;left:14465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  <v:shape id="_x0000_s1622" o:spid="_x0000_s1622" o:spt="5" type="#_x0000_t5" style="position:absolute;left:14753;top:1925;height:216;width:216;" coordsize="21600,21600">
                        <v:path/>
                        <v:fill focussize="0,0"/>
                        <v:stroke joinstyle="miter"/>
                        <v:imagedata o:title=""/>
                        <o:lock v:ext="edit"/>
                      </v:shape>
                    </v:group>
                    <v:shape id="_x0000_s1623" o:spid="_x0000_s1623" o:spt="5" type="#_x0000_t5" style="position:absolute;left:13601;top:1925;height:216;width:216;" coordsize="21600,21600">
                      <v:path/>
                      <v:fill focussize="0,0"/>
                      <v:stroke joinstyle="miter"/>
                      <v:imagedata o:title=""/>
                      <o:lock v:ext="edit"/>
                    </v:shape>
                  </v:group>
                </v:group>
              </v:group>
              <v:group id="_x0000_s1624" o:spid="_x0000_s1624" o:spt="203" style="position:absolute;left:663;top:1746;height:900;width:1368;" coordorigin="12362,1993" coordsize="1368,900">
                <o:lock v:ext="edit"/>
                <v:shape id="_x0000_s1625" o:spid="_x0000_s1625" o:spt="202" type="#_x0000_t202" style="position:absolute;left:12362;top:1993;height:900;width:1368;" filled="f" coordsize="21600,21600">
                  <v:path/>
                  <v:fill on="f" focussize="0,0"/>
                  <v:stroke joinstyle="miter"/>
                  <v:imagedata o:title=""/>
                  <o:lock v:ext="edit"/>
                  <v:textbox inset="2.54mm,0.998361111111111mm,2.54mm,1.27mm"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考 号</w:t>
                        </w:r>
                      </w:p>
                    </w:txbxContent>
                  </v:textbox>
                </v:shape>
                <v:line id="_x0000_s1626" o:spid="_x0000_s1626" o:spt="20" style="position:absolute;left:12362;top:2425;height:0;width:1368;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  <v:group id="_x0000_s1627" o:spid="_x0000_s1627" o:spt="203" style="position:absolute;left:663;top:2934;height:900;width:1368;" coordorigin="12362,1993" coordsize="1368,900">
                <o:lock v:ext="edit"/>
                <v:shape id="_x0000_s1628" o:spid="_x0000_s1628" o:spt="202" type="#_x0000_t202" style="position:absolute;left:12362;top:1993;height:900;width:1368;" filled="f" coordsize="21600,21600">
                  <v:path/>
                  <v:fill on="f" focussize="0,0"/>
                  <v:stroke joinstyle="miter"/>
                  <v:imagedata o:title=""/>
                  <o:lock v:ext="edit"/>
                  <v:textbox inset="2.54mm,0.998361111111111mm,2.54mm,1.27mm"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姓 名</w:t>
                        </w:r>
                      </w:p>
                    </w:txbxContent>
                  </v:textbox>
                </v:shape>
                <v:line id="_x0000_s1629" o:spid="_x0000_s1629" o:spt="20" style="position:absolute;left:12362;top:2425;height:0;width:1368;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</v:group>
            <v:line id="_x0000_s1630" o:spid="_x0000_s1630" o:spt="20" style="position:absolute;left:2895;top:234;height:14400;width:0;" coordsize="21600,21600">
              <v:path arrowok="t"/>
              <v:fill focussize="0,0"/>
              <v:stroke dashstyle="dash"/>
              <v:imagedata o:title=""/>
              <o:lock v:ext="edit"/>
            </v:line>
            <v:rect id="_x0000_s1631" o:spid="_x0000_s1631" o:spt="1" style="position:absolute;left:2751;top:4050;height:324;width:252;" stroked="f" coordsize="21600,21600">
              <v:path/>
              <v:fill focussize="0,0"/>
              <v:stroke on="f"/>
              <v:imagedata o:title=""/>
              <o:lock v:ext="edit"/>
            </v:rect>
            <v:rect id="_x0000_s1632" o:spid="_x0000_s1632" o:spt="1" style="position:absolute;left:2751;top:7686;height:288;width:252;" stroked="f" coordsize="21600,21600">
              <v:path/>
              <v:fill focussize="0,0"/>
              <v:stroke on="f"/>
              <v:imagedata o:title=""/>
              <o:lock v:ext="edit"/>
            </v:rect>
            <v:rect id="_x0000_s1633" o:spid="_x0000_s1633" o:spt="1" style="position:absolute;left:2751;top:11214;height:324;width:252;" stroked="f" coordsize="21600,21600">
              <v:path/>
              <v:fill focussize="0,0"/>
              <v:stroke on="f"/>
              <v:imagedata o:title=""/>
              <o:lock v:ext="edit"/>
            </v:rect>
            <v:shape id="_x0000_s1634" o:spid="_x0000_s1634" o:spt="202" type="#_x0000_t202" style="position:absolute;left:2643;top:3978;height:7848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装</w:t>
                    </w:r>
                  </w:p>
                  <w:p/>
                  <w:p/>
                  <w:p/>
                  <w:p/>
                  <w:p/>
                  <w:p/>
                  <w:p/>
                  <w:p/>
                  <w:p/>
                  <w:p>
                    <w:r>
                      <w:rPr>
                        <w:rFonts w:hint="eastAsia"/>
                      </w:rPr>
                      <w:t>订</w:t>
                    </w:r>
                  </w:p>
                  <w:p/>
                  <w:p/>
                  <w:p/>
                  <w:p/>
                  <w:p/>
                  <w:p/>
                  <w:p/>
                  <w:p/>
                  <w:p/>
                  <w:p>
                    <w:r>
                      <w:rPr>
                        <w:rFonts w:hint="eastAsia"/>
                      </w:rPr>
                      <w:t>线</w:t>
                    </w:r>
                  </w:p>
                </w:txbxContent>
              </v:textbox>
            </v:shape>
            <v:shape id="_x0000_s1635" o:spid="_x0000_s1635" o:spt="202" type="#_x0000_t202" style="position:absolute;left:2175;top:4986;height:5256;width:684;" filled="f" stroked="f" coordsize="21600,21600">
              <v:path/>
              <v:fill on="f" focussize="0,0"/>
              <v:stroke on="f" joinstyle="miter"/>
              <v:imagedata o:title=""/>
              <o:lock v:ext="edit"/>
              <v:textbox style="layout-flow:vertical-ideographic;">
                <w:txbxContent>
                  <w:p>
                    <w:r>
                      <w:rPr>
                        <w:rFonts w:hint="eastAsia"/>
                      </w:rPr>
                      <w:t>( 装   订   线   内   不   要   答   题 )</w:t>
                    </w:r>
                  </w:p>
                </w:txbxContent>
              </v:textbox>
            </v:shape>
            <v:group id="_x0000_s1636" o:spid="_x0000_s1636" o:spt="203" style="position:absolute;left:2427;top:810;height:3996;width:180;" coordorigin="2102,1129" coordsize="180,3996">
              <o:lock v:ext="edit"/>
              <v:shape id="_x0000_s1637" o:spid="_x0000_s1637" o:spt="3" type="#_x0000_t3" style="position:absolute;left:2102;top:1129;height:180;width:180;" coordsize="21600,21600">
                <v:path/>
                <v:fill focussize="0,0"/>
                <v:stroke/>
                <v:imagedata o:title=""/>
                <o:lock v:ext="edit"/>
              </v:shape>
              <v:shape id="_x0000_s1638" o:spid="_x0000_s1638" o:spt="3" type="#_x0000_t3" style="position:absolute;left:2102;top:2425;height:180;width:180;" coordsize="21600,21600">
                <v:path/>
                <v:fill focussize="0,0"/>
                <v:stroke/>
                <v:imagedata o:title=""/>
                <o:lock v:ext="edit"/>
              </v:shape>
              <v:shape id="_x0000_s1639" o:spid="_x0000_s1639" o:spt="3" type="#_x0000_t3" style="position:absolute;left:2102;top:3685;height:180;width:180;" coordsize="21600,21600">
                <v:path/>
                <v:fill focussize="0,0"/>
                <v:stroke/>
                <v:imagedata o:title=""/>
                <o:lock v:ext="edit"/>
              </v:shape>
              <v:shape id="_x0000_s1640" o:spid="_x0000_s1640" o:spt="3" type="#_x0000_t3" style="position:absolute;left:2102;top:4945;height:180;width:180;" coordsize="21600,21600">
                <v:path/>
                <v:fill focussize="0,0"/>
                <v:stroke/>
                <v:imagedata o:title=""/>
                <o:lock v:ext="edit"/>
              </v:shape>
            </v:group>
            <v:group id="_x0000_s1641" o:spid="_x0000_s1641" o:spt="203" style="position:absolute;left:2427;top:10206;height:3996;width:180;" coordorigin="2102,1129" coordsize="180,3996">
              <o:lock v:ext="edit"/>
              <v:shape id="_x0000_s1642" o:spid="_x0000_s1642" o:spt="3" type="#_x0000_t3" style="position:absolute;left:2102;top:1129;height:180;width:180;" coordsize="21600,21600">
                <v:path/>
                <v:fill focussize="0,0"/>
                <v:stroke/>
                <v:imagedata o:title=""/>
                <o:lock v:ext="edit"/>
              </v:shape>
              <v:shape id="_x0000_s1643" o:spid="_x0000_s1643" o:spt="3" type="#_x0000_t3" style="position:absolute;left:2102;top:2425;height:180;width:180;" coordsize="21600,21600">
                <v:path/>
                <v:fill focussize="0,0"/>
                <v:stroke/>
                <v:imagedata o:title=""/>
                <o:lock v:ext="edit"/>
              </v:shape>
              <v:shape id="_x0000_s1644" o:spid="_x0000_s1644" o:spt="3" type="#_x0000_t3" style="position:absolute;left:2102;top:3685;height:180;width:180;" coordsize="21600,21600">
                <v:path/>
                <v:fill focussize="0,0"/>
                <v:stroke/>
                <v:imagedata o:title=""/>
                <o:lock v:ext="edit"/>
              </v:shape>
              <v:shape id="_x0000_s1645" o:spid="_x0000_s1645" o:spt="3" type="#_x0000_t3" style="position:absolute;left:2102;top:4945;height:180;width:180;" coordsize="21600,21600">
                <v:path/>
                <v:fill focussize="0,0"/>
                <v:stroke/>
                <v:imagedata o:title=""/>
                <o:lock v:ext="edit"/>
              </v:shape>
            </v:group>
            <w10:anchorlock/>
          </v:group>
        </w:pict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417" w:left="1417" w:header="850" w:footer="992" w:gutter="0"/>
      <w:cols w:space="675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bordersDoNotSurroundHeader w:val="1"/>
  <w:bordersDoNotSurroundFooter w:val="1"/>
  <w:attachedTemplate r:id="rId1"/>
  <w:documentProtection w:enforcement="0"/>
  <w:defaultTabStop w:val="420"/>
  <w:drawingGridHorizontalSpacing w:val="21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000000"/>
    <w:rsid w:val="2B24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annotation text"/>
    <w:basedOn w:val="1"/>
    <w:semiHidden/>
    <w:uiPriority w:val="0"/>
    <w:pPr>
      <w:jc w:val="left"/>
    </w:pPr>
  </w:style>
  <w:style w:type="paragraph" w:styleId="4">
    <w:name w:val="Body Text"/>
    <w:basedOn w:val="1"/>
    <w:uiPriority w:val="0"/>
    <w:pPr>
      <w:spacing w:after="120"/>
    </w:pPr>
    <w:rPr>
      <w:szCs w:val="20"/>
    </w:rPr>
  </w:style>
  <w:style w:type="paragraph" w:styleId="5">
    <w:name w:val="Body Text Indent"/>
    <w:basedOn w:val="1"/>
    <w:uiPriority w:val="0"/>
    <w:pPr>
      <w:ind w:firstLine="480"/>
    </w:pPr>
    <w:rPr>
      <w:sz w:val="24"/>
    </w:rPr>
  </w:style>
  <w:style w:type="paragraph" w:styleId="6">
    <w:name w:val="List 2"/>
    <w:basedOn w:val="1"/>
    <w:uiPriority w:val="0"/>
    <w:pPr>
      <w:ind w:left="840" w:hanging="420"/>
    </w:pPr>
    <w:rPr>
      <w:szCs w:val="20"/>
    </w:rPr>
  </w:style>
  <w:style w:type="paragraph" w:styleId="7">
    <w:name w:val="Plain Text"/>
    <w:basedOn w:val="1"/>
    <w:link w:val="35"/>
    <w:uiPriority w:val="0"/>
    <w:rPr>
      <w:rFonts w:ascii="宋体" w:hAnsi="Courier New" w:cs="Wingdings"/>
      <w:szCs w:val="21"/>
    </w:rPr>
  </w:style>
  <w:style w:type="paragraph" w:styleId="8">
    <w:name w:val="Body Text Indent 2"/>
    <w:basedOn w:val="1"/>
    <w:uiPriority w:val="0"/>
    <w:pPr>
      <w:spacing w:line="380" w:lineRule="exact"/>
      <w:ind w:firstLine="420" w:firstLineChars="200"/>
    </w:pPr>
  </w:style>
  <w:style w:type="paragraph" w:styleId="9">
    <w:name w:val="Balloon Text"/>
    <w:basedOn w:val="1"/>
    <w:semiHidden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14">
    <w:name w:val="Strong"/>
    <w:basedOn w:val="13"/>
    <w:qFormat/>
    <w:uiPriority w:val="99"/>
    <w:rPr>
      <w:b/>
    </w:rPr>
  </w:style>
  <w:style w:type="character" w:styleId="15">
    <w:name w:val="FollowedHyperlink"/>
    <w:basedOn w:val="13"/>
    <w:uiPriority w:val="0"/>
    <w:rPr>
      <w:color w:val="800080"/>
      <w:u w:val="single"/>
    </w:rPr>
  </w:style>
  <w:style w:type="character" w:styleId="16">
    <w:name w:val="Hyperlink"/>
    <w:basedOn w:val="13"/>
    <w:uiPriority w:val="0"/>
    <w:rPr>
      <w:color w:val="0000FF"/>
      <w:u w:val="single"/>
    </w:rPr>
  </w:style>
  <w:style w:type="character" w:styleId="17">
    <w:name w:val="annotation reference"/>
    <w:basedOn w:val="13"/>
    <w:semiHidden/>
    <w:uiPriority w:val="0"/>
    <w:rPr>
      <w:sz w:val="21"/>
      <w:szCs w:val="21"/>
    </w:rPr>
  </w:style>
  <w:style w:type="paragraph" w:customStyle="1" w:styleId="19">
    <w:name w:val="font0"/>
    <w:basedOn w:val="1"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paragraph" w:customStyle="1" w:styleId="20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18"/>
      <w:szCs w:val="18"/>
    </w:rPr>
  </w:style>
  <w:style w:type="paragraph" w:customStyle="1" w:styleId="21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22">
    <w:name w:val="xl24"/>
    <w:basedOn w:val="1"/>
    <w:uiPriority w:val="0"/>
    <w:pPr>
      <w:widowControl/>
      <w:spacing w:before="100" w:beforeAutospacing="1" w:after="100" w:afterAutospacing="1"/>
    </w:pPr>
    <w:rPr>
      <w:kern w:val="0"/>
      <w:szCs w:val="21"/>
    </w:rPr>
  </w:style>
  <w:style w:type="paragraph" w:customStyle="1" w:styleId="23">
    <w:name w:val="xl2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top"/>
    </w:pPr>
    <w:rPr>
      <w:kern w:val="0"/>
      <w:szCs w:val="21"/>
    </w:rPr>
  </w:style>
  <w:style w:type="paragraph" w:customStyle="1" w:styleId="24">
    <w:name w:val="xl2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25">
    <w:name w:val="xl27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26">
    <w:name w:val="xl28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</w:rPr>
  </w:style>
  <w:style w:type="paragraph" w:customStyle="1" w:styleId="27">
    <w:name w:val="xl29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28">
    <w:name w:val="font7"/>
    <w:basedOn w:val="1"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18"/>
      <w:szCs w:val="18"/>
    </w:rPr>
  </w:style>
  <w:style w:type="paragraph" w:customStyle="1" w:styleId="29">
    <w:name w:val="font8"/>
    <w:basedOn w:val="1"/>
    <w:uiPriority w:val="0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30">
    <w:name w:val="xl30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31">
    <w:name w:val="xl31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</w:rPr>
  </w:style>
  <w:style w:type="paragraph" w:customStyle="1" w:styleId="32">
    <w:name w:val="xl32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33">
    <w:name w:val="xl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kern w:val="0"/>
      <w:sz w:val="24"/>
    </w:rPr>
  </w:style>
  <w:style w:type="paragraph" w:customStyle="1" w:styleId="34">
    <w:name w:val="xl3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</w:rPr>
  </w:style>
  <w:style w:type="character" w:customStyle="1" w:styleId="35">
    <w:name w:val="纯文本 Char"/>
    <w:basedOn w:val="13"/>
    <w:link w:val="7"/>
    <w:locked/>
    <w:uiPriority w:val="0"/>
    <w:rPr>
      <w:rFonts w:ascii="宋体" w:hAnsi="Courier New" w:cs="Wingdings"/>
      <w:kern w:val="2"/>
      <w:sz w:val="21"/>
      <w:szCs w:val="21"/>
    </w:rPr>
  </w:style>
  <w:style w:type="paragraph" w:customStyle="1" w:styleId="36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8" Type="http://schemas.openxmlformats.org/officeDocument/2006/relationships/fontTable" Target="fontTable.xml"/><Relationship Id="rId77" Type="http://schemas.openxmlformats.org/officeDocument/2006/relationships/customXml" Target="../customXml/item1.xml"/><Relationship Id="rId76" Type="http://schemas.openxmlformats.org/officeDocument/2006/relationships/image" Target="media/image38.png"/><Relationship Id="rId75" Type="http://schemas.openxmlformats.org/officeDocument/2006/relationships/image" Target="media/image37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5.wmf"/><Relationship Id="rId70" Type="http://schemas.openxmlformats.org/officeDocument/2006/relationships/oleObject" Target="embeddings/oleObject29.bin"/><Relationship Id="rId7" Type="http://schemas.openxmlformats.org/officeDocument/2006/relationships/theme" Target="theme/theme1.xml"/><Relationship Id="rId69" Type="http://schemas.openxmlformats.org/officeDocument/2006/relationships/image" Target="media/image34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3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4.bin"/><Relationship Id="rId6" Type="http://schemas.openxmlformats.org/officeDocument/2006/relationships/footer" Target="footer2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3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5.wmf"/><Relationship Id="rId50" Type="http://schemas.openxmlformats.org/officeDocument/2006/relationships/oleObject" Target="embeddings/oleObject19.bin"/><Relationship Id="rId5" Type="http://schemas.openxmlformats.org/officeDocument/2006/relationships/footer" Target="footer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4.bin"/><Relationship Id="rId4" Type="http://schemas.openxmlformats.org/officeDocument/2006/relationships/header" Target="header2.xml"/><Relationship Id="rId39" Type="http://schemas.openxmlformats.org/officeDocument/2006/relationships/image" Target="media/image19.png"/><Relationship Id="rId38" Type="http://schemas.openxmlformats.org/officeDocument/2006/relationships/image" Target="media/image18.png"/><Relationship Id="rId37" Type="http://schemas.openxmlformats.org/officeDocument/2006/relationships/image" Target="media/image17.png"/><Relationship Id="rId36" Type="http://schemas.openxmlformats.org/officeDocument/2006/relationships/image" Target="media/image16.png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1.wmf"/><Relationship Id="rId26" Type="http://schemas.openxmlformats.org/officeDocument/2006/relationships/oleObject" Target="embeddings/oleObject9.bin"/><Relationship Id="rId25" Type="http://schemas.openxmlformats.org/officeDocument/2006/relationships/image" Target="media/image10.wmf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oleObject" Target="embeddings/oleObject6.bin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8.wmf"/><Relationship Id="rId17" Type="http://schemas.openxmlformats.org/officeDocument/2006/relationships/oleObject" Target="embeddings/oleObject3.bin"/><Relationship Id="rId16" Type="http://schemas.openxmlformats.org/officeDocument/2006/relationships/image" Target="media/image7.wmf"/><Relationship Id="rId15" Type="http://schemas.openxmlformats.org/officeDocument/2006/relationships/oleObject" Target="embeddings/oleObject2.bin"/><Relationship Id="rId14" Type="http://schemas.openxmlformats.org/officeDocument/2006/relationships/image" Target="media/image6.wmf"/><Relationship Id="rId13" Type="http://schemas.openxmlformats.org/officeDocument/2006/relationships/image" Target="media/image5.wmf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PC-201603040225\Desktop\&#21021;&#20108;&#25968;&#23398;&#26376;&#32771;&#35797;&#39064;\&#21021;&#20108;&#26376;&#32771;&#25968;&#23398;&#35797;&#39064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2"/>
    <customShpInfo spid="_x0000_s1033"/>
    <customShpInfo spid="_x0000_s1034"/>
    <customShpInfo spid="_x0000_s1035"/>
    <customShpInfo spid="_x0000_s1036"/>
    <customShpInfo spid="_x0000_s1031"/>
    <customShpInfo spid="_x0000_s1037"/>
    <customShpInfo spid="_x0000_s1030"/>
    <customShpInfo spid="_x0000_s1040"/>
    <customShpInfo spid="_x0000_s1041"/>
    <customShpInfo spid="_x0000_s1042"/>
    <customShpInfo spid="_x0000_s1043"/>
    <customShpInfo spid="_x0000_s1044"/>
    <customShpInfo spid="_x0000_s1039"/>
    <customShpInfo spid="_x0000_s1045"/>
    <customShpInfo spid="_x0000_s1038"/>
    <customShpInfo spid="_x0000_s1048"/>
    <customShpInfo spid="_x0000_s1049"/>
    <customShpInfo spid="_x0000_s1050"/>
    <customShpInfo spid="_x0000_s1051"/>
    <customShpInfo spid="_x0000_s1052"/>
    <customShpInfo spid="_x0000_s1047"/>
    <customShpInfo spid="_x0000_s1053"/>
    <customShpInfo spid="_x0000_s1046"/>
    <customShpInfo spid="_x0000_s1056"/>
    <customShpInfo spid="_x0000_s1057"/>
    <customShpInfo spid="_x0000_s1058"/>
    <customShpInfo spid="_x0000_s1059"/>
    <customShpInfo spid="_x0000_s1060"/>
    <customShpInfo spid="_x0000_s1055"/>
    <customShpInfo spid="_x0000_s1061"/>
    <customShpInfo spid="_x0000_s1054"/>
    <customShpInfo spid="_x0000_s1029"/>
    <customShpInfo spid="_x0000_s1066"/>
    <customShpInfo spid="_x0000_s1067"/>
    <customShpInfo spid="_x0000_s1068"/>
    <customShpInfo spid="_x0000_s1069"/>
    <customShpInfo spid="_x0000_s1070"/>
    <customShpInfo spid="_x0000_s1065"/>
    <customShpInfo spid="_x0000_s1071"/>
    <customShpInfo spid="_x0000_s1064"/>
    <customShpInfo spid="_x0000_s1074"/>
    <customShpInfo spid="_x0000_s1075"/>
    <customShpInfo spid="_x0000_s1076"/>
    <customShpInfo spid="_x0000_s1077"/>
    <customShpInfo spid="_x0000_s1078"/>
    <customShpInfo spid="_x0000_s1073"/>
    <customShpInfo spid="_x0000_s1079"/>
    <customShpInfo spid="_x0000_s1072"/>
    <customShpInfo spid="_x0000_s1082"/>
    <customShpInfo spid="_x0000_s1083"/>
    <customShpInfo spid="_x0000_s1084"/>
    <customShpInfo spid="_x0000_s1085"/>
    <customShpInfo spid="_x0000_s1086"/>
    <customShpInfo spid="_x0000_s1081"/>
    <customShpInfo spid="_x0000_s1087"/>
    <customShpInfo spid="_x0000_s1080"/>
    <customShpInfo spid="_x0000_s1090"/>
    <customShpInfo spid="_x0000_s1091"/>
    <customShpInfo spid="_x0000_s1092"/>
    <customShpInfo spid="_x0000_s1093"/>
    <customShpInfo spid="_x0000_s1094"/>
    <customShpInfo spid="_x0000_s1089"/>
    <customShpInfo spid="_x0000_s1095"/>
    <customShpInfo spid="_x0000_s1088"/>
    <customShpInfo spid="_x0000_s1063"/>
    <customShpInfo spid="_x0000_s1099"/>
    <customShpInfo spid="_x0000_s1100"/>
    <customShpInfo spid="_x0000_s1101"/>
    <customShpInfo spid="_x0000_s1102"/>
    <customShpInfo spid="_x0000_s1103"/>
    <customShpInfo spid="_x0000_s1098"/>
    <customShpInfo spid="_x0000_s1104"/>
    <customShpInfo spid="_x0000_s1097"/>
    <customShpInfo spid="_x0000_s1107"/>
    <customShpInfo spid="_x0000_s1108"/>
    <customShpInfo spid="_x0000_s1109"/>
    <customShpInfo spid="_x0000_s1110"/>
    <customShpInfo spid="_x0000_s1111"/>
    <customShpInfo spid="_x0000_s1106"/>
    <customShpInfo spid="_x0000_s1112"/>
    <customShpInfo spid="_x0000_s1105"/>
    <customShpInfo spid="_x0000_s1115"/>
    <customShpInfo spid="_x0000_s1116"/>
    <customShpInfo spid="_x0000_s1117"/>
    <customShpInfo spid="_x0000_s1118"/>
    <customShpInfo spid="_x0000_s1119"/>
    <customShpInfo spid="_x0000_s1114"/>
    <customShpInfo spid="_x0000_s1120"/>
    <customShpInfo spid="_x0000_s1113"/>
    <customShpInfo spid="_x0000_s1123"/>
    <customShpInfo spid="_x0000_s1124"/>
    <customShpInfo spid="_x0000_s1125"/>
    <customShpInfo spid="_x0000_s1126"/>
    <customShpInfo spid="_x0000_s1127"/>
    <customShpInfo spid="_x0000_s1122"/>
    <customShpInfo spid="_x0000_s1128"/>
    <customShpInfo spid="_x0000_s1121"/>
    <customShpInfo spid="_x0000_s1096"/>
    <customShpInfo spid="_x0000_s1132"/>
    <customShpInfo spid="_x0000_s1133"/>
    <customShpInfo spid="_x0000_s1134"/>
    <customShpInfo spid="_x0000_s1135"/>
    <customShpInfo spid="_x0000_s1136"/>
    <customShpInfo spid="_x0000_s1131"/>
    <customShpInfo spid="_x0000_s1137"/>
    <customShpInfo spid="_x0000_s1130"/>
    <customShpInfo spid="_x0000_s1140"/>
    <customShpInfo spid="_x0000_s1141"/>
    <customShpInfo spid="_x0000_s1142"/>
    <customShpInfo spid="_x0000_s1143"/>
    <customShpInfo spid="_x0000_s1144"/>
    <customShpInfo spid="_x0000_s1139"/>
    <customShpInfo spid="_x0000_s1145"/>
    <customShpInfo spid="_x0000_s1138"/>
    <customShpInfo spid="_x0000_s1148"/>
    <customShpInfo spid="_x0000_s1149"/>
    <customShpInfo spid="_x0000_s1150"/>
    <customShpInfo spid="_x0000_s1151"/>
    <customShpInfo spid="_x0000_s1152"/>
    <customShpInfo spid="_x0000_s1147"/>
    <customShpInfo spid="_x0000_s1153"/>
    <customShpInfo spid="_x0000_s1146"/>
    <customShpInfo spid="_x0000_s1156"/>
    <customShpInfo spid="_x0000_s1157"/>
    <customShpInfo spid="_x0000_s1158"/>
    <customShpInfo spid="_x0000_s1159"/>
    <customShpInfo spid="_x0000_s1160"/>
    <customShpInfo spid="_x0000_s1155"/>
    <customShpInfo spid="_x0000_s1161"/>
    <customShpInfo spid="_x0000_s1154"/>
    <customShpInfo spid="_x0000_s1129"/>
    <customShpInfo spid="_x0000_s1165"/>
    <customShpInfo spid="_x0000_s1166"/>
    <customShpInfo spid="_x0000_s1167"/>
    <customShpInfo spid="_x0000_s1168"/>
    <customShpInfo spid="_x0000_s1169"/>
    <customShpInfo spid="_x0000_s1164"/>
    <customShpInfo spid="_x0000_s1170"/>
    <customShpInfo spid="_x0000_s1163"/>
    <customShpInfo spid="_x0000_s1173"/>
    <customShpInfo spid="_x0000_s1174"/>
    <customShpInfo spid="_x0000_s1175"/>
    <customShpInfo spid="_x0000_s1176"/>
    <customShpInfo spid="_x0000_s1177"/>
    <customShpInfo spid="_x0000_s1172"/>
    <customShpInfo spid="_x0000_s1178"/>
    <customShpInfo spid="_x0000_s1171"/>
    <customShpInfo spid="_x0000_s1181"/>
    <customShpInfo spid="_x0000_s1182"/>
    <customShpInfo spid="_x0000_s1183"/>
    <customShpInfo spid="_x0000_s1184"/>
    <customShpInfo spid="_x0000_s1185"/>
    <customShpInfo spid="_x0000_s1180"/>
    <customShpInfo spid="_x0000_s1186"/>
    <customShpInfo spid="_x0000_s1179"/>
    <customShpInfo spid="_x0000_s1189"/>
    <customShpInfo spid="_x0000_s1190"/>
    <customShpInfo spid="_x0000_s1191"/>
    <customShpInfo spid="_x0000_s1192"/>
    <customShpInfo spid="_x0000_s1193"/>
    <customShpInfo spid="_x0000_s1188"/>
    <customShpInfo spid="_x0000_s1194"/>
    <customShpInfo spid="_x0000_s1187"/>
    <customShpInfo spid="_x0000_s1162"/>
    <customShpInfo spid="_x0000_s1198"/>
    <customShpInfo spid="_x0000_s1199"/>
    <customShpInfo spid="_x0000_s1200"/>
    <customShpInfo spid="_x0000_s1201"/>
    <customShpInfo spid="_x0000_s1202"/>
    <customShpInfo spid="_x0000_s1197"/>
    <customShpInfo spid="_x0000_s1203"/>
    <customShpInfo spid="_x0000_s1196"/>
    <customShpInfo spid="_x0000_s1206"/>
    <customShpInfo spid="_x0000_s1207"/>
    <customShpInfo spid="_x0000_s1208"/>
    <customShpInfo spid="_x0000_s1209"/>
    <customShpInfo spid="_x0000_s1210"/>
    <customShpInfo spid="_x0000_s1205"/>
    <customShpInfo spid="_x0000_s1211"/>
    <customShpInfo spid="_x0000_s1204"/>
    <customShpInfo spid="_x0000_s1214"/>
    <customShpInfo spid="_x0000_s1215"/>
    <customShpInfo spid="_x0000_s1216"/>
    <customShpInfo spid="_x0000_s1217"/>
    <customShpInfo spid="_x0000_s1218"/>
    <customShpInfo spid="_x0000_s1213"/>
    <customShpInfo spid="_x0000_s1219"/>
    <customShpInfo spid="_x0000_s1212"/>
    <customShpInfo spid="_x0000_s1222"/>
    <customShpInfo spid="_x0000_s1223"/>
    <customShpInfo spid="_x0000_s1224"/>
    <customShpInfo spid="_x0000_s1225"/>
    <customShpInfo spid="_x0000_s1226"/>
    <customShpInfo spid="_x0000_s1221"/>
    <customShpInfo spid="_x0000_s1227"/>
    <customShpInfo spid="_x0000_s1220"/>
    <customShpInfo spid="_x0000_s1195"/>
    <customShpInfo spid="_x0000_s1231"/>
    <customShpInfo spid="_x0000_s1232"/>
    <customShpInfo spid="_x0000_s1233"/>
    <customShpInfo spid="_x0000_s1234"/>
    <customShpInfo spid="_x0000_s1235"/>
    <customShpInfo spid="_x0000_s1230"/>
    <customShpInfo spid="_x0000_s1236"/>
    <customShpInfo spid="_x0000_s1229"/>
    <customShpInfo spid="_x0000_s1239"/>
    <customShpInfo spid="_x0000_s1240"/>
    <customShpInfo spid="_x0000_s1241"/>
    <customShpInfo spid="_x0000_s1242"/>
    <customShpInfo spid="_x0000_s1243"/>
    <customShpInfo spid="_x0000_s1238"/>
    <customShpInfo spid="_x0000_s1244"/>
    <customShpInfo spid="_x0000_s1237"/>
    <customShpInfo spid="_x0000_s1247"/>
    <customShpInfo spid="_x0000_s1248"/>
    <customShpInfo spid="_x0000_s1249"/>
    <customShpInfo spid="_x0000_s1250"/>
    <customShpInfo spid="_x0000_s1251"/>
    <customShpInfo spid="_x0000_s1246"/>
    <customShpInfo spid="_x0000_s1252"/>
    <customShpInfo spid="_x0000_s1245"/>
    <customShpInfo spid="_x0000_s1255"/>
    <customShpInfo spid="_x0000_s1256"/>
    <customShpInfo spid="_x0000_s1257"/>
    <customShpInfo spid="_x0000_s1258"/>
    <customShpInfo spid="_x0000_s1259"/>
    <customShpInfo spid="_x0000_s1254"/>
    <customShpInfo spid="_x0000_s1260"/>
    <customShpInfo spid="_x0000_s1253"/>
    <customShpInfo spid="_x0000_s1228"/>
    <customShpInfo spid="_x0000_s1264"/>
    <customShpInfo spid="_x0000_s1265"/>
    <customShpInfo spid="_x0000_s1266"/>
    <customShpInfo spid="_x0000_s1267"/>
    <customShpInfo spid="_x0000_s1268"/>
    <customShpInfo spid="_x0000_s1263"/>
    <customShpInfo spid="_x0000_s1269"/>
    <customShpInfo spid="_x0000_s1262"/>
    <customShpInfo spid="_x0000_s1272"/>
    <customShpInfo spid="_x0000_s1273"/>
    <customShpInfo spid="_x0000_s1274"/>
    <customShpInfo spid="_x0000_s1275"/>
    <customShpInfo spid="_x0000_s1276"/>
    <customShpInfo spid="_x0000_s1271"/>
    <customShpInfo spid="_x0000_s1277"/>
    <customShpInfo spid="_x0000_s1270"/>
    <customShpInfo spid="_x0000_s1280"/>
    <customShpInfo spid="_x0000_s1281"/>
    <customShpInfo spid="_x0000_s1282"/>
    <customShpInfo spid="_x0000_s1283"/>
    <customShpInfo spid="_x0000_s1284"/>
    <customShpInfo spid="_x0000_s1279"/>
    <customShpInfo spid="_x0000_s1285"/>
    <customShpInfo spid="_x0000_s1278"/>
    <customShpInfo spid="_x0000_s1288"/>
    <customShpInfo spid="_x0000_s1289"/>
    <customShpInfo spid="_x0000_s1290"/>
    <customShpInfo spid="_x0000_s1291"/>
    <customShpInfo spid="_x0000_s1292"/>
    <customShpInfo spid="_x0000_s1287"/>
    <customShpInfo spid="_x0000_s1293"/>
    <customShpInfo spid="_x0000_s1286"/>
    <customShpInfo spid="_x0000_s1261"/>
    <customShpInfo spid="_x0000_s1062"/>
    <customShpInfo spid="_x0000_s1295"/>
    <customShpInfo spid="_x0000_s1296"/>
    <customShpInfo spid="_x0000_s1294"/>
    <customShpInfo spid="_x0000_s1298"/>
    <customShpInfo spid="_x0000_s1299"/>
    <customShpInfo spid="_x0000_s1297"/>
    <customShpInfo spid="_x0000_s1028"/>
    <customShpInfo spid="_x0000_s1300"/>
    <customShpInfo spid="_x0000_s1301"/>
    <customShpInfo spid="_x0000_s1302"/>
    <customShpInfo spid="_x0000_s1303"/>
    <customShpInfo spid="_x0000_s1304"/>
    <customShpInfo spid="_x0000_s1305"/>
    <customShpInfo spid="_x0000_s1307"/>
    <customShpInfo spid="_x0000_s1308"/>
    <customShpInfo spid="_x0000_s1309"/>
    <customShpInfo spid="_x0000_s1310"/>
    <customShpInfo spid="_x0000_s1306"/>
    <customShpInfo spid="_x0000_s1312"/>
    <customShpInfo spid="_x0000_s1313"/>
    <customShpInfo spid="_x0000_s1314"/>
    <customShpInfo spid="_x0000_s1315"/>
    <customShpInfo spid="_x0000_s1311"/>
    <customShpInfo spid="_x0000_s1027"/>
    <customShpInfo spid="_x0000_s1317"/>
    <customShpInfo spid="_x0000_s1318"/>
    <customShpInfo spid="_x0000_s1316"/>
    <customShpInfo spid="_x0000_s1319"/>
    <customShpInfo spid="_x0000_s1352"/>
    <customShpInfo spid="_x0000_s1353"/>
    <customShpInfo spid="_x0000_s1351"/>
    <customShpInfo spid="_x0000_s1355"/>
    <customShpInfo spid="_x0000_s1356"/>
    <customShpInfo spid="_x0000_s1354"/>
    <customShpInfo spid="_x0000_s1362"/>
    <customShpInfo spid="_x0000_s1363"/>
    <customShpInfo spid="_x0000_s1364"/>
    <customShpInfo spid="_x0000_s1365"/>
    <customShpInfo spid="_x0000_s1366"/>
    <customShpInfo spid="_x0000_s1361"/>
    <customShpInfo spid="_x0000_s1367"/>
    <customShpInfo spid="_x0000_s1360"/>
    <customShpInfo spid="_x0000_s1370"/>
    <customShpInfo spid="_x0000_s1371"/>
    <customShpInfo spid="_x0000_s1372"/>
    <customShpInfo spid="_x0000_s1373"/>
    <customShpInfo spid="_x0000_s1374"/>
    <customShpInfo spid="_x0000_s1369"/>
    <customShpInfo spid="_x0000_s1375"/>
    <customShpInfo spid="_x0000_s1368"/>
    <customShpInfo spid="_x0000_s1378"/>
    <customShpInfo spid="_x0000_s1379"/>
    <customShpInfo spid="_x0000_s1380"/>
    <customShpInfo spid="_x0000_s1381"/>
    <customShpInfo spid="_x0000_s1382"/>
    <customShpInfo spid="_x0000_s1377"/>
    <customShpInfo spid="_x0000_s1383"/>
    <customShpInfo spid="_x0000_s1376"/>
    <customShpInfo spid="_x0000_s1386"/>
    <customShpInfo spid="_x0000_s1387"/>
    <customShpInfo spid="_x0000_s1388"/>
    <customShpInfo spid="_x0000_s1389"/>
    <customShpInfo spid="_x0000_s1390"/>
    <customShpInfo spid="_x0000_s1385"/>
    <customShpInfo spid="_x0000_s1391"/>
    <customShpInfo spid="_x0000_s1384"/>
    <customShpInfo spid="_x0000_s1359"/>
    <customShpInfo spid="_x0000_s1396"/>
    <customShpInfo spid="_x0000_s1397"/>
    <customShpInfo spid="_x0000_s1398"/>
    <customShpInfo spid="_x0000_s1399"/>
    <customShpInfo spid="_x0000_s1400"/>
    <customShpInfo spid="_x0000_s1395"/>
    <customShpInfo spid="_x0000_s1401"/>
    <customShpInfo spid="_x0000_s1394"/>
    <customShpInfo spid="_x0000_s1404"/>
    <customShpInfo spid="_x0000_s1405"/>
    <customShpInfo spid="_x0000_s1406"/>
    <customShpInfo spid="_x0000_s1407"/>
    <customShpInfo spid="_x0000_s1408"/>
    <customShpInfo spid="_x0000_s1403"/>
    <customShpInfo spid="_x0000_s1409"/>
    <customShpInfo spid="_x0000_s1402"/>
    <customShpInfo spid="_x0000_s1412"/>
    <customShpInfo spid="_x0000_s1413"/>
    <customShpInfo spid="_x0000_s1414"/>
    <customShpInfo spid="_x0000_s1415"/>
    <customShpInfo spid="_x0000_s1416"/>
    <customShpInfo spid="_x0000_s1411"/>
    <customShpInfo spid="_x0000_s1417"/>
    <customShpInfo spid="_x0000_s1410"/>
    <customShpInfo spid="_x0000_s1420"/>
    <customShpInfo spid="_x0000_s1421"/>
    <customShpInfo spid="_x0000_s1422"/>
    <customShpInfo spid="_x0000_s1423"/>
    <customShpInfo spid="_x0000_s1424"/>
    <customShpInfo spid="_x0000_s1419"/>
    <customShpInfo spid="_x0000_s1425"/>
    <customShpInfo spid="_x0000_s1418"/>
    <customShpInfo spid="_x0000_s1393"/>
    <customShpInfo spid="_x0000_s1429"/>
    <customShpInfo spid="_x0000_s1430"/>
    <customShpInfo spid="_x0000_s1431"/>
    <customShpInfo spid="_x0000_s1432"/>
    <customShpInfo spid="_x0000_s1433"/>
    <customShpInfo spid="_x0000_s1428"/>
    <customShpInfo spid="_x0000_s1434"/>
    <customShpInfo spid="_x0000_s1427"/>
    <customShpInfo spid="_x0000_s1437"/>
    <customShpInfo spid="_x0000_s1438"/>
    <customShpInfo spid="_x0000_s1439"/>
    <customShpInfo spid="_x0000_s1440"/>
    <customShpInfo spid="_x0000_s1441"/>
    <customShpInfo spid="_x0000_s1436"/>
    <customShpInfo spid="_x0000_s1442"/>
    <customShpInfo spid="_x0000_s1435"/>
    <customShpInfo spid="_x0000_s1445"/>
    <customShpInfo spid="_x0000_s1446"/>
    <customShpInfo spid="_x0000_s1447"/>
    <customShpInfo spid="_x0000_s1448"/>
    <customShpInfo spid="_x0000_s1449"/>
    <customShpInfo spid="_x0000_s1444"/>
    <customShpInfo spid="_x0000_s1450"/>
    <customShpInfo spid="_x0000_s1443"/>
    <customShpInfo spid="_x0000_s1453"/>
    <customShpInfo spid="_x0000_s1454"/>
    <customShpInfo spid="_x0000_s1455"/>
    <customShpInfo spid="_x0000_s1456"/>
    <customShpInfo spid="_x0000_s1457"/>
    <customShpInfo spid="_x0000_s1452"/>
    <customShpInfo spid="_x0000_s1458"/>
    <customShpInfo spid="_x0000_s1451"/>
    <customShpInfo spid="_x0000_s1426"/>
    <customShpInfo spid="_x0000_s1462"/>
    <customShpInfo spid="_x0000_s1463"/>
    <customShpInfo spid="_x0000_s1464"/>
    <customShpInfo spid="_x0000_s1465"/>
    <customShpInfo spid="_x0000_s1466"/>
    <customShpInfo spid="_x0000_s1461"/>
    <customShpInfo spid="_x0000_s1467"/>
    <customShpInfo spid="_x0000_s1460"/>
    <customShpInfo spid="_x0000_s1470"/>
    <customShpInfo spid="_x0000_s1471"/>
    <customShpInfo spid="_x0000_s1472"/>
    <customShpInfo spid="_x0000_s1473"/>
    <customShpInfo spid="_x0000_s1474"/>
    <customShpInfo spid="_x0000_s1469"/>
    <customShpInfo spid="_x0000_s1475"/>
    <customShpInfo spid="_x0000_s1468"/>
    <customShpInfo spid="_x0000_s1478"/>
    <customShpInfo spid="_x0000_s1479"/>
    <customShpInfo spid="_x0000_s1480"/>
    <customShpInfo spid="_x0000_s1481"/>
    <customShpInfo spid="_x0000_s1482"/>
    <customShpInfo spid="_x0000_s1477"/>
    <customShpInfo spid="_x0000_s1483"/>
    <customShpInfo spid="_x0000_s1476"/>
    <customShpInfo spid="_x0000_s1486"/>
    <customShpInfo spid="_x0000_s1487"/>
    <customShpInfo spid="_x0000_s1488"/>
    <customShpInfo spid="_x0000_s1489"/>
    <customShpInfo spid="_x0000_s1490"/>
    <customShpInfo spid="_x0000_s1485"/>
    <customShpInfo spid="_x0000_s1491"/>
    <customShpInfo spid="_x0000_s1484"/>
    <customShpInfo spid="_x0000_s1459"/>
    <customShpInfo spid="_x0000_s1495"/>
    <customShpInfo spid="_x0000_s1496"/>
    <customShpInfo spid="_x0000_s1497"/>
    <customShpInfo spid="_x0000_s1498"/>
    <customShpInfo spid="_x0000_s1499"/>
    <customShpInfo spid="_x0000_s1494"/>
    <customShpInfo spid="_x0000_s1500"/>
    <customShpInfo spid="_x0000_s1493"/>
    <customShpInfo spid="_x0000_s1503"/>
    <customShpInfo spid="_x0000_s1504"/>
    <customShpInfo spid="_x0000_s1505"/>
    <customShpInfo spid="_x0000_s1506"/>
    <customShpInfo spid="_x0000_s1507"/>
    <customShpInfo spid="_x0000_s1502"/>
    <customShpInfo spid="_x0000_s1508"/>
    <customShpInfo spid="_x0000_s1501"/>
    <customShpInfo spid="_x0000_s1511"/>
    <customShpInfo spid="_x0000_s1512"/>
    <customShpInfo spid="_x0000_s1513"/>
    <customShpInfo spid="_x0000_s1514"/>
    <customShpInfo spid="_x0000_s1515"/>
    <customShpInfo spid="_x0000_s1510"/>
    <customShpInfo spid="_x0000_s1516"/>
    <customShpInfo spid="_x0000_s1509"/>
    <customShpInfo spid="_x0000_s1519"/>
    <customShpInfo spid="_x0000_s1520"/>
    <customShpInfo spid="_x0000_s1521"/>
    <customShpInfo spid="_x0000_s1522"/>
    <customShpInfo spid="_x0000_s1523"/>
    <customShpInfo spid="_x0000_s1518"/>
    <customShpInfo spid="_x0000_s1524"/>
    <customShpInfo spid="_x0000_s1517"/>
    <customShpInfo spid="_x0000_s1492"/>
    <customShpInfo spid="_x0000_s1528"/>
    <customShpInfo spid="_x0000_s1529"/>
    <customShpInfo spid="_x0000_s1530"/>
    <customShpInfo spid="_x0000_s1531"/>
    <customShpInfo spid="_x0000_s1532"/>
    <customShpInfo spid="_x0000_s1527"/>
    <customShpInfo spid="_x0000_s1533"/>
    <customShpInfo spid="_x0000_s1526"/>
    <customShpInfo spid="_x0000_s1536"/>
    <customShpInfo spid="_x0000_s1537"/>
    <customShpInfo spid="_x0000_s1538"/>
    <customShpInfo spid="_x0000_s1539"/>
    <customShpInfo spid="_x0000_s1540"/>
    <customShpInfo spid="_x0000_s1535"/>
    <customShpInfo spid="_x0000_s1541"/>
    <customShpInfo spid="_x0000_s1534"/>
    <customShpInfo spid="_x0000_s1544"/>
    <customShpInfo spid="_x0000_s1545"/>
    <customShpInfo spid="_x0000_s1546"/>
    <customShpInfo spid="_x0000_s1547"/>
    <customShpInfo spid="_x0000_s1548"/>
    <customShpInfo spid="_x0000_s1543"/>
    <customShpInfo spid="_x0000_s1549"/>
    <customShpInfo spid="_x0000_s1542"/>
    <customShpInfo spid="_x0000_s1552"/>
    <customShpInfo spid="_x0000_s1553"/>
    <customShpInfo spid="_x0000_s1554"/>
    <customShpInfo spid="_x0000_s1555"/>
    <customShpInfo spid="_x0000_s1556"/>
    <customShpInfo spid="_x0000_s1551"/>
    <customShpInfo spid="_x0000_s1557"/>
    <customShpInfo spid="_x0000_s1550"/>
    <customShpInfo spid="_x0000_s1525"/>
    <customShpInfo spid="_x0000_s1561"/>
    <customShpInfo spid="_x0000_s1562"/>
    <customShpInfo spid="_x0000_s1563"/>
    <customShpInfo spid="_x0000_s1564"/>
    <customShpInfo spid="_x0000_s1565"/>
    <customShpInfo spid="_x0000_s1560"/>
    <customShpInfo spid="_x0000_s1566"/>
    <customShpInfo spid="_x0000_s1559"/>
    <customShpInfo spid="_x0000_s1569"/>
    <customShpInfo spid="_x0000_s1570"/>
    <customShpInfo spid="_x0000_s1571"/>
    <customShpInfo spid="_x0000_s1572"/>
    <customShpInfo spid="_x0000_s1573"/>
    <customShpInfo spid="_x0000_s1568"/>
    <customShpInfo spid="_x0000_s1574"/>
    <customShpInfo spid="_x0000_s1567"/>
    <customShpInfo spid="_x0000_s1577"/>
    <customShpInfo spid="_x0000_s1578"/>
    <customShpInfo spid="_x0000_s1579"/>
    <customShpInfo spid="_x0000_s1580"/>
    <customShpInfo spid="_x0000_s1581"/>
    <customShpInfo spid="_x0000_s1576"/>
    <customShpInfo spid="_x0000_s1582"/>
    <customShpInfo spid="_x0000_s1575"/>
    <customShpInfo spid="_x0000_s1585"/>
    <customShpInfo spid="_x0000_s1586"/>
    <customShpInfo spid="_x0000_s1587"/>
    <customShpInfo spid="_x0000_s1588"/>
    <customShpInfo spid="_x0000_s1589"/>
    <customShpInfo spid="_x0000_s1584"/>
    <customShpInfo spid="_x0000_s1590"/>
    <customShpInfo spid="_x0000_s1583"/>
    <customShpInfo spid="_x0000_s1558"/>
    <customShpInfo spid="_x0000_s1594"/>
    <customShpInfo spid="_x0000_s1595"/>
    <customShpInfo spid="_x0000_s1596"/>
    <customShpInfo spid="_x0000_s1597"/>
    <customShpInfo spid="_x0000_s1598"/>
    <customShpInfo spid="_x0000_s1593"/>
    <customShpInfo spid="_x0000_s1599"/>
    <customShpInfo spid="_x0000_s1592"/>
    <customShpInfo spid="_x0000_s1602"/>
    <customShpInfo spid="_x0000_s1603"/>
    <customShpInfo spid="_x0000_s1604"/>
    <customShpInfo spid="_x0000_s1605"/>
    <customShpInfo spid="_x0000_s1606"/>
    <customShpInfo spid="_x0000_s1601"/>
    <customShpInfo spid="_x0000_s1607"/>
    <customShpInfo spid="_x0000_s1600"/>
    <customShpInfo spid="_x0000_s1610"/>
    <customShpInfo spid="_x0000_s1611"/>
    <customShpInfo spid="_x0000_s1612"/>
    <customShpInfo spid="_x0000_s1613"/>
    <customShpInfo spid="_x0000_s1614"/>
    <customShpInfo spid="_x0000_s1609"/>
    <customShpInfo spid="_x0000_s1615"/>
    <customShpInfo spid="_x0000_s1608"/>
    <customShpInfo spid="_x0000_s1618"/>
    <customShpInfo spid="_x0000_s1619"/>
    <customShpInfo spid="_x0000_s1620"/>
    <customShpInfo spid="_x0000_s1621"/>
    <customShpInfo spid="_x0000_s1622"/>
    <customShpInfo spid="_x0000_s1617"/>
    <customShpInfo spid="_x0000_s1623"/>
    <customShpInfo spid="_x0000_s1616"/>
    <customShpInfo spid="_x0000_s1591"/>
    <customShpInfo spid="_x0000_s1392"/>
    <customShpInfo spid="_x0000_s1625"/>
    <customShpInfo spid="_x0000_s1626"/>
    <customShpInfo spid="_x0000_s1624"/>
    <customShpInfo spid="_x0000_s1628"/>
    <customShpInfo spid="_x0000_s1629"/>
    <customShpInfo spid="_x0000_s1627"/>
    <customShpInfo spid="_x0000_s1358"/>
    <customShpInfo spid="_x0000_s1630"/>
    <customShpInfo spid="_x0000_s1631"/>
    <customShpInfo spid="_x0000_s1632"/>
    <customShpInfo spid="_x0000_s1633"/>
    <customShpInfo spid="_x0000_s1634"/>
    <customShpInfo spid="_x0000_s1635"/>
    <customShpInfo spid="_x0000_s1637"/>
    <customShpInfo spid="_x0000_s1638"/>
    <customShpInfo spid="_x0000_s1639"/>
    <customShpInfo spid="_x0000_s1640"/>
    <customShpInfo spid="_x0000_s1636"/>
    <customShpInfo spid="_x0000_s1642"/>
    <customShpInfo spid="_x0000_s1643"/>
    <customShpInfo spid="_x0000_s1644"/>
    <customShpInfo spid="_x0000_s1645"/>
    <customShpInfo spid="_x0000_s1641"/>
    <customShpInfo spid="_x0000_s13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初二月考数学试题</Template>
  <Company>北京今日学易科技有限公司(Zxxk.Com)</Company>
  <Pages>6</Pages>
  <Words>1151</Words>
  <Characters>1797</Characters>
  <Lines>163</Lines>
  <Paragraphs>133</Paragraphs>
  <TotalTime>17</TotalTime>
  <ScaleCrop>false</ScaleCrop>
  <LinksUpToDate>false</LinksUpToDate>
  <CharactersWithSpaces>2815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2018-10-12T02:59:00Z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cp:lastPrinted>2005-12-13T08:22:00Z</cp:lastPrinted>
  <dcterms:modified xsi:type="dcterms:W3CDTF">2018-12-14T10:40:59Z</dcterms:modified>
  <dc:subject>黑龙江省肇源县第四中学2018-2019学年八年级上学期第一次月考数学试题（无答案）.docx</dc:subject>
  <dc:title>黑龙江省肇源县第四中学2018-2019学年八年级上学期第一次月考数学试题（无答案）.docx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2052-11.1.0.8013</vt:lpwstr>
  </property>
</Properties>
</file>