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  <w:pict>
          <v:shape id="_x0000_s1025" o:spid="_x0000_s1025" o:spt="75" type="#_x0000_t75" style="position:absolute;left:0pt;margin-left:824pt;margin-top:998pt;height:39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  <w:t>黄石市2018年八年级10月月考(数学)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单选题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下列长度的三条线段，能组成三角形的是（ ）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4，5，9   </w:t>
      </w:r>
      <w:r>
        <w:rPr>
          <w:rFonts w:hint="eastAsia"/>
        </w:rPr>
        <w:tab/>
      </w:r>
      <w:r>
        <w:rPr>
          <w:rFonts w:hint="eastAsia"/>
        </w:rPr>
        <w:t xml:space="preserve">B. 8，8，15      </w:t>
      </w:r>
      <w:r>
        <w:rPr>
          <w:rFonts w:hint="eastAsia"/>
        </w:rPr>
        <w:tab/>
      </w:r>
      <w:r>
        <w:rPr>
          <w:rFonts w:hint="eastAsia"/>
        </w:rPr>
        <w:t xml:space="preserve">C. 5，5，10    </w:t>
      </w:r>
      <w:r>
        <w:rPr>
          <w:rFonts w:hint="eastAsia"/>
        </w:rPr>
        <w:tab/>
      </w:r>
      <w:r>
        <w:rPr>
          <w:rFonts w:hint="eastAsia"/>
        </w:rPr>
        <w:t>D. 6，7，14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如图，已知∠1=∠2，要得到△ABD≌△ACD，还需从下列条件中补选一个，则错误的选法是（　　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4389755</wp:posOffset>
            </wp:positionH>
            <wp:positionV relativeFrom="paragraph">
              <wp:posOffset>48260</wp:posOffset>
            </wp:positionV>
            <wp:extent cx="1000125" cy="742950"/>
            <wp:effectExtent l="0" t="0" r="9525" b="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AB=AC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 DB=DC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∠ADB=∠ADC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 ∠B=∠C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5162550</wp:posOffset>
            </wp:positionH>
            <wp:positionV relativeFrom="paragraph">
              <wp:posOffset>177800</wp:posOffset>
            </wp:positionV>
            <wp:extent cx="847725" cy="904875"/>
            <wp:effectExtent l="0" t="0" r="9525" b="9525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3、</w:t>
      </w:r>
      <w:r>
        <w:rPr>
          <w:rFonts w:hint="eastAsia"/>
        </w:rPr>
        <w:t xml:space="preserve">如图所示，则下面图形中与图中△ABC一定全等的三角形是（ ） </w:t>
      </w:r>
    </w:p>
    <w:p>
      <w:pPr>
        <w:numPr>
          <w:ilvl w:val="0"/>
          <w:numId w:val="3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09625" cy="742950"/>
            <wp:effectExtent l="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33450" cy="809625"/>
            <wp:effectExtent l="0" t="0" r="0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47750" cy="76200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14400" cy="790575"/>
            <wp:effectExtent l="0" t="0" r="0" b="952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26035</wp:posOffset>
            </wp:positionV>
            <wp:extent cx="1438275" cy="857250"/>
            <wp:effectExtent l="0" t="0" r="9525" b="0"/>
            <wp:wrapSquare wrapText="bothSides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</w:rPr>
        <w:t xml:space="preserve">如图，Rt△ABC中，∠A=90°，BD是△ABC的角平分线，若AC=10，CD=6，则点D到BC的距离是（ ）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10   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8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65405</wp:posOffset>
            </wp:positionV>
            <wp:extent cx="1085850" cy="1171575"/>
            <wp:effectExtent l="0" t="0" r="0" b="9525"/>
            <wp:wrapSquare wrapText="bothSides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C. 6  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 4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sz w:val="21"/>
          <w:szCs w:val="21"/>
        </w:rPr>
        <w:t>如图，OA=OB，OC=OD，∠O=50°，∠D=35°，则∠AEC等于（　　）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60°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 50°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 45°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 30°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z w:val="21"/>
          <w:szCs w:val="21"/>
        </w:rPr>
        <w:t>具备下列条件的△ABC中，不是直角三角形的是（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∠A+ ∠B=∠C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B. ∠A=∠B=∠C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∠A:∠B:∠C=1：2：3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D. ∠A=∠B=3∠C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sz w:val="21"/>
          <w:szCs w:val="21"/>
        </w:rPr>
        <w:t>多边形每一个内角都等于150°，则这个多边形的边数为（ ）</w:t>
      </w:r>
    </w:p>
    <w:p>
      <w:pPr>
        <w:widowControl w:val="0"/>
        <w:numPr>
          <w:ilvl w:val="0"/>
          <w:numId w:val="5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B. 12条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 13条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D. 14条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sz w:val="21"/>
          <w:szCs w:val="21"/>
        </w:rPr>
        <w:t>下列判断中，正确的的是（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 有两边和一角对应相等的两个三角形全等.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 有三个角对应相等的两个三角形全等.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有两边和其中一边上的中线对应相等的两个三角形全等.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 有两边和其中一边上的高线对应相等的两个三角形全等.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z w:val="21"/>
          <w:szCs w:val="21"/>
        </w:rPr>
        <w:t>如图，在Rt△ABC中，∠ACB=90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，∠CAB=30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 xml:space="preserve">，∠ACB的平分线与△ABC的外角平分线BE交于E点，则∠AEB=( )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66800" cy="923925"/>
            <wp:effectExtent l="0" t="0" r="0" b="9525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sz w:val="21"/>
          <w:szCs w:val="21"/>
        </w:rPr>
        <w:t>A. 50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 45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 40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 35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0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287655</wp:posOffset>
            </wp:positionV>
            <wp:extent cx="1085850" cy="1143000"/>
            <wp:effectExtent l="0" t="0" r="0" b="0"/>
            <wp:wrapSquare wrapText="bothSides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10、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如图，△ABE、△ADC是△ABC分别沿着AB，AC翻折得到，若∠1:∠2:∠3=15:2:1，则∠α的度数为（ ） </w:t>
      </w: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50°  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ab/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B. 60° 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ab/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C. 70° 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ab/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D. 80°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eastAsia="zh-CN"/>
        </w:rPr>
        <w:t>二、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填空题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11、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>将一副直角三角板按如图所示叠放在一起，则图中∠</w:t>
      </w:r>
      <w:r>
        <w:rPr>
          <w:rFonts w:hint="default" w:ascii="Arial" w:hAnsi="Arial" w:eastAsia="宋体" w:cs="Arial"/>
          <w:sz w:val="21"/>
          <w:szCs w:val="21"/>
          <w:vertAlign w:val="baseline"/>
        </w:rPr>
        <w:t>α</w:t>
      </w:r>
      <w:r>
        <w:rPr>
          <w:rFonts w:hint="eastAsia" w:ascii="宋体" w:hAnsi="宋体" w:eastAsia="宋体" w:cs="宋体"/>
          <w:sz w:val="21"/>
          <w:szCs w:val="21"/>
          <w:vertAlign w:val="baseline"/>
        </w:rPr>
        <w:t xml:space="preserve">=_______． 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23495</wp:posOffset>
            </wp:positionV>
            <wp:extent cx="990600" cy="704850"/>
            <wp:effectExtent l="0" t="0" r="0" b="0"/>
            <wp:wrapSquare wrapText="bothSides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23925" cy="638175"/>
            <wp:effectExtent l="0" t="0" r="9525" b="9525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342265</wp:posOffset>
            </wp:positionV>
            <wp:extent cx="1285875" cy="1104900"/>
            <wp:effectExtent l="0" t="0" r="9525" b="0"/>
            <wp:wrapSquare wrapText="bothSides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12、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如图，点 D在△ABC边AB的延长线上，DE∥BC．若∠A=36°，∠C=24°，则∠D 的度数是________________.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226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t>13、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t>如图，∠A+∠B+∠C+∠D+∠E+∠F= ______ ．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14、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已知a，b，c是△ABC的三边，化简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position w:val="-10"/>
          <w:sz w:val="21"/>
          <w:szCs w:val="21"/>
          <w:shd w:val="clear" w:color="auto" w:fill="FFFFFF"/>
        </w:rPr>
        <w:object>
          <v:shape id="_x0000_i1025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=____________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15、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在△ABC中，AC=5，中线AD=4，则边AB的取值范围是________.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784225</wp:posOffset>
            </wp:positionV>
            <wp:extent cx="1104900" cy="647700"/>
            <wp:effectExtent l="0" t="0" r="0" b="0"/>
            <wp:wrapSquare wrapText="bothSides"/>
            <wp:docPr id="16" name="图片 1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 descr="IMG_25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16、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如图，在四边形ABCD中，AD∥BC，若∠DAB的角平分线AE交CD于E，连接BE，并且BE平分∠ABC，则以下命题①BC+AD=AB；②E为CD中点；③∠AEB=90°；④S△ABE=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2875" cy="314325"/>
            <wp:effectExtent l="0" t="0" r="9525" b="9525"/>
            <wp:docPr id="17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S四边形ABCD；⑤BC=CE．正确的命题序号是__________.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三、解答题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17、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如图，在钝角△ABC 中．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047750" cy="1076325"/>
            <wp:effectExtent l="0" t="0" r="0" b="9525"/>
            <wp:docPr id="19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（1）作钝角△ABC 的高 AM，CN；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（2）若 CN＝3，AM＝6，AB=10,求 BC . 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18、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如图，AC和BD相交于点O，OA=OC,OB=OD.求证：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52550" cy="914400"/>
            <wp:effectExtent l="0" t="0" r="0" b="0"/>
            <wp:docPr id="20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（1）△AOB≌△COD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（2）AB//CD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19、如图，在△ABC中，AD⊥BC，AE平分∠BAC，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390650" cy="885825"/>
            <wp:effectExtent l="0" t="0" r="0" b="9525"/>
            <wp:docPr id="21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（1）若∠B=70°，∠C=30°.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​①求∠BAE的度数；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②求∠DAE的度数；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（2）探究：小明认为如果只知道∠B-∠C=40°，也能得出∠DAE的度数？你认为可以吗？若能，请你直接写出答案∠DAE=__________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20、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在△ABC中，AB=AC，BD是△ABC的中线，BD把三角形的周长分为9cm和12cm的两部分，求三角形各边的长.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shd w:val="clear" w:color="auto" w:fill="FFFFFF"/>
        </w:rPr>
        <w:drawing>
          <wp:inline distT="0" distB="0" distL="114300" distR="114300">
            <wp:extent cx="704850" cy="971550"/>
            <wp:effectExtent l="0" t="0" r="0" b="0"/>
            <wp:docPr id="22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21、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如图，在△ABC和△CDE中，CA=CB,CD=CE,∠ACB=∠DCE=90°,AE与BD交于点F,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076325" cy="1047750"/>
            <wp:effectExtent l="0" t="0" r="9525" b="0"/>
            <wp:docPr id="23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IMG_2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(1) 求证：△ACE≌△BCD;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(2)  求证：AE⊥BD.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22、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如图，已知AC平分∠BAD，CE⊥AB于E，CF⊥AD于F，且BC=CD．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85850" cy="762000"/>
            <wp:effectExtent l="0" t="0" r="0" b="0"/>
            <wp:docPr id="18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IMG_2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（1）求证：△BCE≌△DCF；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（2）若AB=11，AD=7，求AF的长．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658495</wp:posOffset>
            </wp:positionV>
            <wp:extent cx="1352550" cy="1524000"/>
            <wp:effectExtent l="0" t="0" r="0" b="0"/>
            <wp:wrapSquare wrapText="bothSides"/>
            <wp:docPr id="24" name="图片 2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 descr="IMG_25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23、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AC，BD相交于点O，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(1)如图①，求证：∠A+∠B=∠C+∠D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(2)如图②，如果BP，CP分别平分∠ABD，∠ACD，且BP与CP交于点P.若∠A=60°，∠D=50°，求∠P的度数.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48260</wp:posOffset>
            </wp:positionV>
            <wp:extent cx="1371600" cy="1428750"/>
            <wp:effectExtent l="0" t="0" r="0" b="0"/>
            <wp:wrapSquare wrapText="bothSides"/>
            <wp:docPr id="25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5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24、在△ABC和△CDE中，CA=CB,CD=CE,∠ACB=∠DCE,AD,BE交于点F,连接CF.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1562100" cy="904875"/>
            <wp:effectExtent l="0" t="0" r="0" b="9525"/>
            <wp:docPr id="26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IMG_25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(1)求证：△ACD≌△BCE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(2)求证：CF平分∠AFE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25、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t>已知：在△AOB中，∠AOB=90°, AO=BO,∠A=∠B=45°，点A的坐标为（-8,6），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drawing>
          <wp:inline distT="0" distB="0" distL="114300" distR="114300">
            <wp:extent cx="5372100" cy="2209800"/>
            <wp:effectExtent l="0" t="0" r="0" b="0"/>
            <wp:docPr id="27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(1) 如图①，直接写出点B的坐标.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(2) 如图②，若点C的坐标为（0，-8），连接BC,交X轴与点D，求出OD的长.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/>
        </w:rPr>
        <w:t>(3) 如图③，若平行于y轴的直线EF交x轴与点E(-2,0),交AB与F,求出△EOF的周长.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答案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 xml:space="preserve">1~5  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BBBDA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 xml:space="preserve">    6~10  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DBCBB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11、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75°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12、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60°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13、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360°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14、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2a</w:t>
      </w:r>
    </w:p>
    <w:p>
      <w:pPr>
        <w:widowControl w:val="0"/>
        <w:numPr>
          <w:ilvl w:val="0"/>
          <w:numId w:val="0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15、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3＜AB＜13</w:t>
      </w:r>
    </w:p>
    <w:p>
      <w:pPr>
        <w:widowControl w:val="0"/>
        <w:numPr>
          <w:ilvl w:val="0"/>
          <w:numId w:val="7"/>
        </w:numPr>
        <w:jc w:val="both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①②③④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解：（1）作图如下：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943225" cy="2257425"/>
            <wp:effectExtent l="0" t="0" r="9525" b="9525"/>
            <wp:docPr id="30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 descr="IMG_2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（2）∵CN＝3，AM＝6，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876425" cy="314325"/>
            <wp:effectExtent l="0" t="0" r="9525" b="9525"/>
            <wp:docPr id="28" name="图片 3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0" descr="IMG_25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14425" cy="133350"/>
            <wp:effectExtent l="0" t="0" r="9525" b="0"/>
            <wp:docPr id="29" name="图片 3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1" descr="IMG_25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∵CN＝3，AM＝6，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∴BC：AB=CN：AM=3：6=1：2，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∵AB=10，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∴BC=5.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证明：（1）∵在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57200" cy="142875"/>
            <wp:effectExtent l="0" t="0" r="0" b="8255"/>
            <wp:docPr id="32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76250" cy="142875"/>
            <wp:effectExtent l="0" t="0" r="0" b="8255"/>
            <wp:docPr id="33" name="图片 3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_25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中，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62050" cy="523875"/>
            <wp:effectExtent l="0" t="0" r="0" b="8890"/>
            <wp:docPr id="31" name="图片 3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IMG_25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66800" cy="142875"/>
            <wp:effectExtent l="0" t="0" r="0" b="8255"/>
            <wp:docPr id="34" name="图片 3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5" descr="IMG_25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（SAS）；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（2）由（1）知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66800" cy="142875"/>
            <wp:effectExtent l="0" t="0" r="0" b="8255"/>
            <wp:docPr id="35" name="图片 3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6" descr="IMG_26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42925" cy="133350"/>
            <wp:effectExtent l="0" t="0" r="9525" b="0"/>
            <wp:docPr id="36" name="图片 3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IMG_26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33400" cy="180975"/>
            <wp:effectExtent l="0" t="0" r="0" b="8890"/>
            <wp:docPr id="37" name="图片 38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IMG_26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.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5193030</wp:posOffset>
            </wp:positionH>
            <wp:positionV relativeFrom="paragraph">
              <wp:posOffset>5817235</wp:posOffset>
            </wp:positionV>
            <wp:extent cx="1066800" cy="1190625"/>
            <wp:effectExtent l="0" t="0" r="0" b="9525"/>
            <wp:wrapSquare wrapText="bothSides"/>
            <wp:docPr id="40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1" descr="IMG_2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解：（1）①∵∠B=70°，∠C=30°，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∴∠BAC=180°-70°-30°=80°，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∵AE平分∠BAC，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∴∠BAE=40°；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②∵AD⊥BC，∠B=70°，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∴∠BAD=90°-∠B=90°-70°=20°，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∵∠BAE=40°，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∴∠DAE=20°．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（2）可以；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理由如下：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∵AE为角平分线，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76375" cy="323850"/>
            <wp:effectExtent l="0" t="0" r="9525" b="0"/>
            <wp:docPr id="38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 descr="IMG_25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∵∠BAD=90°-∠B，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3952875" cy="323850"/>
            <wp:effectExtent l="0" t="0" r="9525" b="0"/>
            <wp:docPr id="39" name="图片 4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IMG_25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若∠B-∠C=40°，则∠DAE=20°.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​故答案为20°.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解：根据题意画出图形，如图，设等腰三角形的腰长AB=AC=2x，BC=y，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∵BD是腰上的中线，∴AD=DC=x，若AB+AD的长为12，则2x+x=12，解得x=4cm，则x+y=9，即4+y=9，解得y=5cm；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若AB+AD的长为9，则2x+x=9，解得x=3cm，则x+y=12，即3+y=12，解得y=9cm；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​所以等腰三角形的腰长为8厘米，底边长为5厘米．或腰长为6cm，底长为9cm．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证明：（1）∵∠ACB=∠DCE=90°，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∴∠ACB-∠ACD=∠DCE-∠ACD，即∠ACE=∠BCD，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又∵△ABC和△ECD都是等腰直角三角形.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∴AC=BC，EC=DC，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在△ACE和△BCD中，AC＝BC，∠ACE＝∠BCD，CE＝CD，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∴△ACE≌△BCD；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（2）由（1）知∠CAE=∠CBD，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∵∠CAE+∠EAB+∠ABC=90°，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∴∠CBD+∠EAB+∠ABC=90°，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​∴∠AFB=90°，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​∴AE⊥BD.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（1）证明：∵AC平分∠BAD，CE⊥AB，CF⊥AD，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∴CE=CF，∠F=∠CEB=90°，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在Rt△BCE与Rt△DCF中，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752475" cy="371475"/>
            <wp:effectExtent l="0" t="0" r="9525" b="8890"/>
            <wp:docPr id="41" name="图片 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2" descr="IMG_2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∴Rt△BCE≌Rt△DCF（HL）；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（2）解：∵Rt△BCE≌Rt△DCF，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∴DF=BE， ∵∠F=∠CEA=90°，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∴在Rt△AFC和Rt△AEC中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742950" cy="371475"/>
            <wp:effectExtent l="0" t="0" r="0" b="8890"/>
            <wp:docPr id="42" name="图片 4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3" descr="IMG_25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∴Rt△AFC≌Rt△AEC（HL），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∴AF=AE， 设DF=BE=x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 ∵AB=11，AD=7， ∴11-x=7+x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解得：x=2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​ ∴AF=11-2=9．</w:t>
      </w:r>
    </w:p>
    <w:p>
      <w:pPr>
        <w:widowControl w:val="0"/>
        <w:numPr>
          <w:ilvl w:val="0"/>
          <w:numId w:val="7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（1）证明：∵∠A+∠B+∠AOB=∠C+∠D+∠DOC=180°，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∴∠A+∠B=∠C+∠D；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（2）解：由（1）可知∠A+∠ABP=∠P+∠PCO，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∵BP，CP分别平分∠ABD，∠ACD，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04900" cy="314325"/>
            <wp:effectExtent l="0" t="0" r="0" b="9525"/>
            <wp:docPr id="43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4" descr="IMG_2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23950" cy="314325"/>
            <wp:effectExtent l="0" t="0" r="0" b="9525"/>
            <wp:docPr id="44" name="图片 4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5" descr="IMG_25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828800" cy="314325"/>
            <wp:effectExtent l="0" t="0" r="0" b="9525"/>
            <wp:docPr id="45" name="图片 4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 descr="IMG_25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由（1）可知：∠A+∠ABO=∠OCD+∠D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∵∠A=60°，∠D=50°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∴∠ABO-∠OCD=∠D-∠A=-10°，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∴∠P=60°-（-5°）=65°.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24、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（1）证明：∵∠ACB=∠DCE，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∴∠ACD=∠BCE，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在△ACD和△BCE中，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43000" cy="523875"/>
            <wp:effectExtent l="0" t="0" r="0" b="8890"/>
            <wp:docPr id="46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7" descr="IMG_25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∴△ACD≌△BCE（SAS）；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（2）证明：过点C作CM⊥AD于M，CN⊥BE于N，如下图所示，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2066925" cy="1019175"/>
            <wp:effectExtent l="0" t="0" r="9525" b="9525"/>
            <wp:docPr id="47" name="图片 4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 descr="IMG_25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∵△ACD≌△BCE，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∴∠CAM=∠CBN，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在△ACM和△BCN中，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76375" cy="542925"/>
            <wp:effectExtent l="0" t="0" r="9525" b="8890"/>
            <wp:docPr id="48" name="图片 4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9" descr="IMG_25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∴△ACM≌△BCN，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∴CM=CN，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∴CF平分∠AFE.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  <w:lang w:val="en-US" w:eastAsia="zh-CN"/>
        </w:rPr>
        <w:t>25、</w:t>
      </w:r>
      <w:r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解:（1）（6，8）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（2）OD=3.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如图过点A作AM⊥x轴于点M，过点B作BN⊥x轴于点N，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742950" cy="142875"/>
            <wp:effectExtent l="0" t="0" r="0" b="9525"/>
            <wp:docPr id="50" name="图片 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IMG_25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14450" cy="161925"/>
            <wp:effectExtent l="0" t="0" r="0" b="9525"/>
            <wp:docPr id="49" name="图片 5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1" descr="IMG_25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∵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323975" cy="161925"/>
            <wp:effectExtent l="0" t="0" r="9525" b="9525"/>
            <wp:docPr id="51" name="图片 5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2" descr="IMG_25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019175" cy="133350"/>
            <wp:effectExtent l="0" t="0" r="9525" b="0"/>
            <wp:docPr id="52" name="图片 53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3" descr="IMG_25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在△AOM与△OBN中，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200150" cy="485775"/>
            <wp:effectExtent l="0" t="0" r="0" b="8890"/>
            <wp:docPr id="53" name="图片 54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4" descr="IMG_26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466850" cy="180975"/>
            <wp:effectExtent l="0" t="0" r="0" b="8890"/>
            <wp:docPr id="54" name="图片 55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5" descr="IMG_26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所以B的坐标为（6，8），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因为点C的坐标为（0，-8），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90550" cy="133350"/>
            <wp:effectExtent l="0" t="0" r="0" b="0"/>
            <wp:docPr id="55" name="图片 56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6" descr="IMG_26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200150" cy="485775"/>
            <wp:effectExtent l="0" t="0" r="0" b="8890"/>
            <wp:docPr id="56" name="图片 57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7" descr="IMG_26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∴△COD≌△BND，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所以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942975" cy="371475"/>
            <wp:effectExtent l="0" t="0" r="9525" b="8890"/>
            <wp:docPr id="57" name="图片 58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8" descr="IMG_26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所以OD=3.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(3)周长为16.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如图过点B作BP⊥EF于点P,得到正方形PENB,边长为8,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作△BNQ≌△BPF,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则BF=BQ,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∴△BOF≌△BOQ，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则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866900" cy="161925"/>
            <wp:effectExtent l="0" t="0" r="0" b="8255"/>
            <wp:docPr id="58" name="图片 59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 descr="IMG_26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于是△EOF周长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3543300" cy="152400"/>
            <wp:effectExtent l="0" t="0" r="0" b="0"/>
            <wp:docPr id="59" name="图片 60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0" descr="IMG_26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t>.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715000" cy="1819275"/>
            <wp:effectExtent l="0" t="0" r="0" b="9525"/>
            <wp:docPr id="60" name="图片 61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1" descr="IMG_26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23811" w:h="16838" w:orient="landscape"/>
      <w:pgMar w:top="1134" w:right="1134" w:bottom="1134" w:left="1134" w:header="851" w:footer="992" w:gutter="0"/>
      <w:cols w:space="427" w:num="2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D70CF1"/>
    <w:multiLevelType w:val="singleLevel"/>
    <w:tmpl w:val="90D70CF1"/>
    <w:lvl w:ilvl="0" w:tentative="0">
      <w:start w:val="16"/>
      <w:numFmt w:val="decimal"/>
      <w:suff w:val="nothing"/>
      <w:lvlText w:val="%1、"/>
      <w:lvlJc w:val="left"/>
    </w:lvl>
  </w:abstractNum>
  <w:abstractNum w:abstractNumId="1">
    <w:nsid w:val="B9DFF98B"/>
    <w:multiLevelType w:val="singleLevel"/>
    <w:tmpl w:val="B9DFF98B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CF1709EA"/>
    <w:multiLevelType w:val="singleLevel"/>
    <w:tmpl w:val="CF1709EA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EF20A097"/>
    <w:multiLevelType w:val="singleLevel"/>
    <w:tmpl w:val="EF20A097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420E5D8A"/>
    <w:multiLevelType w:val="singleLevel"/>
    <w:tmpl w:val="420E5D8A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5779AE70"/>
    <w:multiLevelType w:val="singleLevel"/>
    <w:tmpl w:val="5779AE70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64EE5834"/>
    <w:multiLevelType w:val="singleLevel"/>
    <w:tmpl w:val="64EE5834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attachedTemplate r:id="rId1"/>
  <w:documentProtection w:enforcement="0"/>
  <w:defaultTabStop w:val="420"/>
  <w:drawingGridVerticalSpacing w:val="15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492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6" Type="http://schemas.openxmlformats.org/officeDocument/2006/relationships/fontTable" Target="fontTable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3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2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image" Target="media/image1.png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theme" Target="theme/theme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oleObject" Target="embeddings/oleObject1.bin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2018-10-20T01:34:00Z</dcterms:created>
  <dc:creator>xz8138</dc:creator>
  <cp:lastModifiedBy>A豆子 *…*</cp:lastModifiedBy>
  <dcterms:modified xsi:type="dcterms:W3CDTF">2018-12-14T10:34:54Z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