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>
      <w:pPr>
        <w:spacing w:before="0" w:after="0" w:line="402" w:lineRule="exact"/>
        <w:ind w:left="3868" w:right="3805"/>
        <w:jc w:val="center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Microsoft JhengHei" w:eastAsia="Microsoft JhengHei" w:hAnsi="Microsoft JhengHei" w:cs="Microsoft JhengHei"/>
          <w:b/>
          <w:bCs/>
          <w:spacing w:val="5"/>
          <w:w w:val="99"/>
          <w:position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88pt;margin-top:991pt;mso-position-horizontal-relative:page;mso-position-vertical-relative:top-margin-area;position:absolute;width:28pt;z-index:251658240">
            <v:imagedata r:id="rId4" o:title=""/>
          </v:shape>
        </w:pic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position w:val="0"/>
          <w:sz w:val="28"/>
          <w:szCs w:val="28"/>
        </w:rPr>
        <w:t>太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position w:val="0"/>
          <w:sz w:val="28"/>
          <w:szCs w:val="28"/>
        </w:rPr>
        <w:t>原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position w:val="0"/>
          <w:sz w:val="28"/>
          <w:szCs w:val="28"/>
        </w:rPr>
        <w:t>市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position w:val="0"/>
          <w:sz w:val="28"/>
          <w:szCs w:val="28"/>
        </w:rPr>
        <w:t>志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position w:val="0"/>
          <w:sz w:val="28"/>
          <w:szCs w:val="28"/>
        </w:rPr>
        <w:t>达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position w:val="0"/>
          <w:sz w:val="28"/>
          <w:szCs w:val="28"/>
        </w:rPr>
        <w:t>中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position w:val="0"/>
          <w:sz w:val="28"/>
          <w:szCs w:val="28"/>
        </w:rPr>
        <w:t>学校</w:t>
      </w:r>
    </w:p>
    <w:p>
      <w:pPr>
        <w:spacing w:before="2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2278" w:right="2220"/>
        <w:jc w:val="center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0"/>
          <w:w w:val="100"/>
          <w:sz w:val="28"/>
          <w:szCs w:val="28"/>
        </w:rPr>
        <w:t>2018</w:t>
      </w:r>
      <w:r>
        <w:rPr>
          <w:rFonts w:ascii="Times New Roman" w:eastAsia="Times New Roman" w:hAnsi="Times New Roman" w:cs="Times New Roman"/>
          <w:b/>
          <w:bCs/>
          <w:spacing w:val="-4"/>
          <w:w w:val="100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年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初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sz w:val="28"/>
          <w:szCs w:val="28"/>
        </w:rPr>
        <w:t>二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年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级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sz w:val="28"/>
          <w:szCs w:val="28"/>
        </w:rPr>
        <w:t>第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一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sz w:val="28"/>
          <w:szCs w:val="28"/>
        </w:rPr>
        <w:t>学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期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sz w:val="28"/>
          <w:szCs w:val="28"/>
        </w:rPr>
        <w:t>九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月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sz w:val="28"/>
          <w:szCs w:val="28"/>
        </w:rPr>
        <w:t>调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研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数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sz w:val="28"/>
          <w:szCs w:val="28"/>
        </w:rPr>
        <w:t>学</w:t>
      </w:r>
      <w:r>
        <w:rPr>
          <w:rFonts w:ascii="Microsoft JhengHei" w:eastAsia="Microsoft JhengHei" w:hAnsi="Microsoft JhengHei" w:cs="Microsoft JhengHei"/>
          <w:b/>
          <w:bCs/>
          <w:spacing w:val="5"/>
          <w:w w:val="99"/>
          <w:sz w:val="28"/>
          <w:szCs w:val="28"/>
        </w:rPr>
        <w:t>试</w:t>
      </w:r>
      <w:r>
        <w:rPr>
          <w:rFonts w:ascii="Microsoft JhengHei" w:eastAsia="Microsoft JhengHei" w:hAnsi="Microsoft JhengHei" w:cs="Microsoft JhengHei"/>
          <w:b/>
          <w:bCs/>
          <w:spacing w:val="0"/>
          <w:w w:val="99"/>
          <w:sz w:val="28"/>
          <w:szCs w:val="28"/>
        </w:rPr>
        <w:t>题</w:t>
      </w:r>
    </w:p>
    <w:p>
      <w:pPr>
        <w:spacing w:before="62" w:after="0" w:line="240" w:lineRule="auto"/>
        <w:ind w:left="155" w:right="-20"/>
        <w:jc w:val="left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sz w:val="21"/>
          <w:szCs w:val="21"/>
        </w:rPr>
        <w:t>一、选择题（每题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sz w:val="21"/>
          <w:szCs w:val="21"/>
        </w:rPr>
        <w:t>分，共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sz w:val="21"/>
          <w:szCs w:val="21"/>
        </w:rPr>
        <w:t>分）</w:t>
      </w:r>
    </w:p>
    <w:p>
      <w:pPr>
        <w:tabs>
          <w:tab w:val="left" w:pos="560"/>
          <w:tab w:val="left" w:pos="5080"/>
        </w:tabs>
        <w:spacing w:before="0" w:after="0" w:line="314" w:lineRule="exact"/>
        <w:ind w:left="1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1.</w:t>
        <w:tab/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下列长度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三条线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段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能组成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直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角三角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形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的是（</w:t>
        <w:tab/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）</w:t>
      </w:r>
    </w:p>
    <w:p>
      <w:pPr>
        <w:tabs>
          <w:tab w:val="left" w:pos="2620"/>
          <w:tab w:val="left" w:pos="4640"/>
          <w:tab w:val="left" w:pos="6680"/>
        </w:tabs>
        <w:spacing w:before="0" w:after="0" w:line="298" w:lineRule="exact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w w:val="100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3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4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5</w:t>
        <w:tab/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2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3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4</w:t>
        <w:tab/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4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-5"/>
          <w:w w:val="100"/>
          <w:position w:val="-1"/>
          <w:sz w:val="21"/>
          <w:szCs w:val="21"/>
        </w:rPr>
        <w:t>6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7</w:t>
        <w:tab/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position w:val="-1"/>
          <w:sz w:val="21"/>
          <w:szCs w:val="21"/>
        </w:rPr>
        <w:t>5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-10"/>
          <w:w w:val="100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12</w:t>
      </w:r>
    </w:p>
    <w:p>
      <w:pPr>
        <w:spacing w:before="8" w:after="0" w:line="180" w:lineRule="exact"/>
        <w:jc w:val="left"/>
        <w:rPr>
          <w:sz w:val="18"/>
          <w:szCs w:val="18"/>
        </w:rPr>
      </w:pPr>
    </w:p>
    <w:p>
      <w:pPr>
        <w:spacing w:after="0" w:line="180" w:lineRule="exact"/>
        <w:jc w:val="left"/>
        <w:rPr>
          <w:sz w:val="18"/>
          <w:szCs w:val="18"/>
        </w:rPr>
        <w:sectPr>
          <w:footerReference w:type="default" r:id="rId5"/>
          <w:type w:val="continuous"/>
          <w:pgSz w:w="11900" w:h="16840"/>
          <w:pgMar w:top="1360" w:right="960" w:bottom="1060" w:left="920" w:header="720" w:footer="878"/>
          <w:pgNumType w:start="1"/>
          <w:cols w:space="720"/>
        </w:sectPr>
      </w:pPr>
    </w:p>
    <w:p>
      <w:pPr>
        <w:tabs>
          <w:tab w:val="left" w:pos="560"/>
        </w:tabs>
        <w:spacing w:before="0" w:after="0" w:line="283" w:lineRule="exact"/>
        <w:ind w:left="155" w:right="-73"/>
        <w:jc w:val="left"/>
        <w:rPr>
          <w:rFonts w:ascii="Symbol" w:eastAsia="Symbol" w:hAnsi="Symbol" w:cs="Symbol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2.</w:t>
        <w:tab/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计算</w:t>
      </w:r>
      <w:r>
        <w:rPr>
          <w:rFonts w:ascii="微软雅黑" w:eastAsia="微软雅黑" w:hAnsi="微软雅黑" w:cs="微软雅黑"/>
          <w:spacing w:val="-28"/>
          <w:w w:val="10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-1"/>
          <w:sz w:val="21"/>
          <w:szCs w:val="21"/>
        </w:rPr>
        <w:sym w:font="Symbol" w:char="F02D"/>
      </w:r>
    </w:p>
    <w:p>
      <w:pPr>
        <w:tabs>
          <w:tab w:val="left" w:pos="2040"/>
        </w:tabs>
        <w:spacing w:before="0" w:after="0" w:line="283" w:lineRule="exact"/>
        <w:ind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33"/>
          <w:w w:val="10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5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13"/>
          <w:w w:val="10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99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0"/>
          <w:w w:val="99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23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position w:val="-1"/>
          <w:sz w:val="21"/>
          <w:szCs w:val="21"/>
        </w:rPr>
        <w:t>|</w:t>
      </w:r>
      <w:r>
        <w:rPr>
          <w:rFonts w:ascii="Times New Roman" w:eastAsia="Times New Roman" w:hAnsi="Times New Roman" w:cs="Times New Roman"/>
          <w:spacing w:val="-22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的结果是（</w:t>
        <w:tab/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）</w:t>
      </w:r>
    </w:p>
    <w:p>
      <w:pPr>
        <w:spacing w:after="0" w:line="283" w:lineRule="exact"/>
        <w:jc w:val="left"/>
        <w:rPr>
          <w:rFonts w:ascii="微软雅黑" w:eastAsia="微软雅黑" w:hAnsi="微软雅黑" w:cs="微软雅黑"/>
          <w:sz w:val="21"/>
          <w:szCs w:val="21"/>
        </w:rPr>
        <w:sectPr>
          <w:type w:val="continuous"/>
          <w:pgSz w:w="11900" w:h="16840"/>
          <w:pgMar w:top="1360" w:right="960" w:bottom="1060" w:left="920" w:header="720" w:footer="720"/>
          <w:cols w:num="2" w:space="720" w:equalWidth="0">
            <w:col w:w="1149" w:space="143"/>
            <w:col w:w="8728"/>
          </w:cols>
        </w:sectPr>
      </w:pPr>
    </w:p>
    <w:p>
      <w:pPr>
        <w:spacing w:before="9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11900" w:h="16840"/>
          <w:pgMar w:top="1360" w:right="960" w:bottom="1060" w:left="920" w:header="720" w:footer="720"/>
          <w:cols w:space="720"/>
        </w:sectPr>
      </w:pPr>
    </w:p>
    <w:p>
      <w:pPr>
        <w:tabs>
          <w:tab w:val="left" w:pos="2680"/>
        </w:tabs>
        <w:spacing w:before="22" w:after="0" w:line="252" w:lineRule="exact"/>
        <w:ind w:left="578" w:right="-72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  <w:tab/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5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</w:p>
    <w:p>
      <w:pPr>
        <w:tabs>
          <w:tab w:val="left" w:pos="2080"/>
        </w:tabs>
        <w:spacing w:before="37" w:after="0" w:line="237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.1</w:t>
        <w:tab/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</w:p>
    <w:p>
      <w:pPr>
        <w:spacing w:after="0" w:line="23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960" w:bottom="1060" w:left="920" w:header="720" w:footer="720"/>
          <w:cols w:num="2" w:space="720" w:equalWidth="0">
            <w:col w:w="3386" w:space="1324"/>
            <w:col w:w="5310"/>
          </w:cols>
        </w:sectPr>
      </w:pP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tabs>
          <w:tab w:val="left" w:pos="560"/>
          <w:tab w:val="left" w:pos="5580"/>
        </w:tabs>
        <w:spacing w:before="0" w:after="0" w:line="283" w:lineRule="exact"/>
        <w:ind w:left="1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3.</w:t>
        <w:tab/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在平面直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角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坐标系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中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，点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2"/>
          <w:w w:val="100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3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2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）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所在的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象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限是（</w:t>
        <w:tab/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）</w:t>
      </w: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"/>
        <w:gridCol w:w="3954"/>
        <w:gridCol w:w="1430"/>
        <w:gridCol w:w="2097"/>
      </w:tblGrid>
      <w:tr>
        <w:tblPrEx>
          <w:tblW w:w="0" w:type="auto"/>
          <w:jc w:val="left"/>
          <w:tblInd w:w="1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57"/>
          <w:jc w:val="left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2220"/>
              </w:tabs>
              <w:spacing w:before="0" w:after="0" w:line="326" w:lineRule="exact"/>
              <w:ind w:left="132" w:right="-20"/>
              <w:jc w:val="lef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w w:val="100"/>
                <w:position w:val="0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0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ascii="微软雅黑" w:eastAsia="微软雅黑" w:hAnsi="微软雅黑" w:cs="微软雅黑"/>
                <w:spacing w:val="0"/>
                <w:w w:val="100"/>
                <w:position w:val="0"/>
                <w:sz w:val="21"/>
                <w:szCs w:val="21"/>
              </w:rPr>
              <w:t>第一象限</w:t>
              <w:tab/>
            </w:r>
            <w:r>
              <w:rPr>
                <w:rFonts w:ascii="Times New Roman" w:eastAsia="Times New Roman" w:hAnsi="Times New Roman" w:cs="Times New Roman"/>
                <w:spacing w:val="-1"/>
                <w:w w:val="100"/>
                <w:position w:val="0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0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ascii="微软雅黑" w:eastAsia="微软雅黑" w:hAnsi="微软雅黑" w:cs="微软雅黑"/>
                <w:spacing w:val="0"/>
                <w:w w:val="100"/>
                <w:position w:val="0"/>
                <w:sz w:val="21"/>
                <w:szCs w:val="21"/>
              </w:rPr>
              <w:t>第</w:t>
            </w:r>
            <w:r>
              <w:rPr>
                <w:rFonts w:ascii="微软雅黑" w:eastAsia="微软雅黑" w:hAnsi="微软雅黑" w:cs="微软雅黑"/>
                <w:spacing w:val="-5"/>
                <w:w w:val="100"/>
                <w:position w:val="0"/>
                <w:sz w:val="21"/>
                <w:szCs w:val="21"/>
              </w:rPr>
              <w:t>二</w:t>
            </w:r>
            <w:r>
              <w:rPr>
                <w:rFonts w:ascii="微软雅黑" w:eastAsia="微软雅黑" w:hAnsi="微软雅黑" w:cs="微软雅黑"/>
                <w:spacing w:val="0"/>
                <w:w w:val="100"/>
                <w:position w:val="0"/>
                <w:sz w:val="21"/>
                <w:szCs w:val="21"/>
              </w:rPr>
              <w:t>象限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26" w:lineRule="exact"/>
              <w:ind w:left="253" w:right="-20"/>
              <w:jc w:val="lef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0"/>
                <w:position w:val="0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0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ascii="微软雅黑" w:eastAsia="微软雅黑" w:hAnsi="微软雅黑" w:cs="微软雅黑"/>
                <w:spacing w:val="0"/>
                <w:w w:val="100"/>
                <w:position w:val="0"/>
                <w:sz w:val="21"/>
                <w:szCs w:val="21"/>
              </w:rPr>
              <w:t>第</w:t>
            </w:r>
            <w:r>
              <w:rPr>
                <w:rFonts w:ascii="微软雅黑" w:eastAsia="微软雅黑" w:hAnsi="微软雅黑" w:cs="微软雅黑"/>
                <w:spacing w:val="-5"/>
                <w:w w:val="100"/>
                <w:position w:val="0"/>
                <w:sz w:val="21"/>
                <w:szCs w:val="21"/>
              </w:rPr>
              <w:t>三</w:t>
            </w:r>
            <w:r>
              <w:rPr>
                <w:rFonts w:ascii="微软雅黑" w:eastAsia="微软雅黑" w:hAnsi="微软雅黑" w:cs="微软雅黑"/>
                <w:spacing w:val="0"/>
                <w:w w:val="100"/>
                <w:position w:val="0"/>
                <w:sz w:val="21"/>
                <w:szCs w:val="21"/>
              </w:rPr>
              <w:t>象限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26" w:lineRule="exact"/>
              <w:ind w:left="906" w:right="-20"/>
              <w:jc w:val="lef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0"/>
                <w:position w:val="0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0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9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ascii="微软雅黑" w:eastAsia="微软雅黑" w:hAnsi="微软雅黑" w:cs="微软雅黑"/>
                <w:spacing w:val="0"/>
                <w:w w:val="100"/>
                <w:position w:val="0"/>
                <w:sz w:val="21"/>
                <w:szCs w:val="21"/>
              </w:rPr>
              <w:t>第四象限</w:t>
            </w:r>
          </w:p>
        </w:tc>
      </w:tr>
      <w:tr>
        <w:tblPrEx>
          <w:tblW w:w="0" w:type="auto"/>
          <w:jc w:val="left"/>
          <w:tblInd w:w="1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518"/>
          <w:jc w:val="left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30" w:after="0" w:line="240" w:lineRule="auto"/>
              <w:ind w:left="40" w:right="-2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4.</w:t>
            </w: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81" w:lineRule="exact"/>
              <w:ind w:left="132" w:right="-20"/>
              <w:jc w:val="lef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pacing w:val="0"/>
                <w:w w:val="100"/>
                <w:sz w:val="21"/>
                <w:szCs w:val="21"/>
              </w:rPr>
              <w:t>下列二次</w:t>
            </w:r>
            <w:r>
              <w:rPr>
                <w:rFonts w:ascii="微软雅黑" w:eastAsia="微软雅黑" w:hAnsi="微软雅黑" w:cs="微软雅黑"/>
                <w:spacing w:val="-5"/>
                <w:w w:val="100"/>
                <w:sz w:val="21"/>
                <w:szCs w:val="21"/>
              </w:rPr>
              <w:t>根</w:t>
            </w:r>
            <w:r>
              <w:rPr>
                <w:rFonts w:ascii="微软雅黑" w:eastAsia="微软雅黑" w:hAnsi="微软雅黑" w:cs="微软雅黑"/>
                <w:spacing w:val="0"/>
                <w:w w:val="100"/>
                <w:sz w:val="21"/>
                <w:szCs w:val="21"/>
              </w:rPr>
              <w:t>式中，</w:t>
            </w:r>
            <w:r>
              <w:rPr>
                <w:rFonts w:ascii="微软雅黑" w:eastAsia="微软雅黑" w:hAnsi="微软雅黑" w:cs="微软雅黑"/>
                <w:spacing w:val="-5"/>
                <w:w w:val="100"/>
                <w:sz w:val="21"/>
                <w:szCs w:val="21"/>
              </w:rPr>
              <w:t>是</w:t>
            </w:r>
            <w:r>
              <w:rPr>
                <w:rFonts w:ascii="微软雅黑" w:eastAsia="微软雅黑" w:hAnsi="微软雅黑" w:cs="微软雅黑"/>
                <w:spacing w:val="0"/>
                <w:w w:val="100"/>
                <w:sz w:val="21"/>
                <w:szCs w:val="21"/>
              </w:rPr>
              <w:t>最简二</w:t>
            </w:r>
            <w:r>
              <w:rPr>
                <w:rFonts w:ascii="微软雅黑" w:eastAsia="微软雅黑" w:hAnsi="微软雅黑" w:cs="微软雅黑"/>
                <w:spacing w:val="-5"/>
                <w:w w:val="100"/>
                <w:sz w:val="21"/>
                <w:szCs w:val="21"/>
              </w:rPr>
              <w:t>次</w:t>
            </w:r>
            <w:r>
              <w:rPr>
                <w:rFonts w:ascii="微软雅黑" w:eastAsia="微软雅黑" w:hAnsi="微软雅黑" w:cs="微软雅黑"/>
                <w:spacing w:val="0"/>
                <w:w w:val="100"/>
                <w:sz w:val="21"/>
                <w:szCs w:val="21"/>
              </w:rPr>
              <w:t>根式的</w:t>
            </w:r>
            <w:r>
              <w:rPr>
                <w:rFonts w:ascii="微软雅黑" w:eastAsia="微软雅黑" w:hAnsi="微软雅黑" w:cs="微软雅黑"/>
                <w:spacing w:val="-5"/>
                <w:w w:val="100"/>
                <w:sz w:val="21"/>
                <w:szCs w:val="21"/>
              </w:rPr>
              <w:t>是</w:t>
            </w:r>
            <w:r>
              <w:rPr>
                <w:rFonts w:ascii="微软雅黑" w:eastAsia="微软雅黑" w:hAnsi="微软雅黑" w:cs="微软雅黑"/>
                <w:spacing w:val="0"/>
                <w:w w:val="100"/>
                <w:sz w:val="21"/>
                <w:szCs w:val="21"/>
              </w:rPr>
              <w:t>（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81" w:lineRule="exact"/>
              <w:ind w:left="277" w:right="-20"/>
              <w:jc w:val="lef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pacing w:val="0"/>
                <w:w w:val="100"/>
                <w:sz w:val="21"/>
                <w:szCs w:val="21"/>
              </w:rPr>
              <w:t>）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tabs>
          <w:tab w:val="left" w:pos="1040"/>
          <w:tab w:val="left" w:pos="2680"/>
          <w:tab w:val="left" w:pos="3120"/>
          <w:tab w:val="left" w:pos="4640"/>
          <w:tab w:val="left" w:pos="5120"/>
          <w:tab w:val="left" w:pos="6740"/>
          <w:tab w:val="left" w:pos="7220"/>
        </w:tabs>
        <w:spacing w:before="1" w:after="0" w:line="240" w:lineRule="auto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18</w:t>
        <w:tab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13</w:t>
        <w:tab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27</w:t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12</w:t>
      </w:r>
    </w:p>
    <w:p>
      <w:pPr>
        <w:tabs>
          <w:tab w:val="left" w:pos="560"/>
          <w:tab w:val="left" w:pos="2780"/>
        </w:tabs>
        <w:spacing w:before="97" w:after="0" w:line="345" w:lineRule="exact"/>
        <w:ind w:left="1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2"/>
          <w:sz w:val="21"/>
          <w:szCs w:val="21"/>
        </w:rPr>
        <w:t>5.</w:t>
        <w:tab/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下列计算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正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确的是（</w:t>
        <w:tab/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）</w:t>
      </w:r>
    </w:p>
    <w:p>
      <w:pPr>
        <w:spacing w:before="9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11900" w:h="16840"/>
          <w:pgMar w:top="1360" w:right="960" w:bottom="1060" w:left="920" w:header="720" w:footer="720"/>
          <w:cols w:space="720"/>
        </w:sectPr>
      </w:pPr>
    </w:p>
    <w:p>
      <w:pPr>
        <w:tabs>
          <w:tab w:val="left" w:pos="1060"/>
        </w:tabs>
        <w:spacing w:before="41" w:after="0" w:line="253" w:lineRule="exact"/>
        <w:ind w:left="578" w:right="-75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  <w:tab/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9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</w:t>
      </w:r>
    </w:p>
    <w:p>
      <w:pPr>
        <w:tabs>
          <w:tab w:val="left" w:pos="460"/>
        </w:tabs>
        <w:spacing w:before="41" w:after="0" w:line="253" w:lineRule="exact"/>
        <w:ind w:right="-75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  <w:tab/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9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5"/>
          <w:w w:val="100"/>
          <w:position w:val="0"/>
          <w:sz w:val="21"/>
          <w:szCs w:val="21"/>
        </w:rPr>
        <w:sym w:font="Symbol" w:char="F0B1"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</w:t>
      </w:r>
    </w:p>
    <w:p>
      <w:pPr>
        <w:tabs>
          <w:tab w:val="left" w:pos="460"/>
        </w:tabs>
        <w:spacing w:before="41" w:after="0" w:line="253" w:lineRule="exact"/>
        <w:ind w:right="-75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  <w:tab/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9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</w:t>
      </w:r>
    </w:p>
    <w:p>
      <w:pPr>
        <w:tabs>
          <w:tab w:val="left" w:pos="480"/>
        </w:tabs>
        <w:spacing w:before="41" w:after="0" w:line="253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  <w:tab/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9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5"/>
          <w:w w:val="100"/>
          <w:position w:val="0"/>
          <w:sz w:val="21"/>
          <w:szCs w:val="21"/>
        </w:rPr>
        <w:sym w:font="Symbol" w:char="F0B1"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</w:t>
      </w:r>
    </w:p>
    <w:p>
      <w:pPr>
        <w:spacing w:after="0" w:line="253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960" w:bottom="1060" w:left="920" w:header="720" w:footer="720"/>
          <w:cols w:num="4" w:space="720" w:equalWidth="0">
            <w:col w:w="1595" w:space="1190"/>
            <w:col w:w="1114" w:space="778"/>
            <w:col w:w="1003" w:space="1080"/>
            <w:col w:w="3260"/>
          </w:cols>
        </w:sectPr>
      </w:pPr>
    </w:p>
    <w:p>
      <w:pPr>
        <w:spacing w:before="9" w:after="0" w:line="140" w:lineRule="exact"/>
        <w:jc w:val="left"/>
        <w:rPr>
          <w:sz w:val="14"/>
          <w:szCs w:val="14"/>
        </w:rPr>
      </w:pPr>
    </w:p>
    <w:p>
      <w:pPr>
        <w:tabs>
          <w:tab w:val="left" w:pos="560"/>
        </w:tabs>
        <w:spacing w:before="0" w:after="0" w:line="296" w:lineRule="exact"/>
        <w:ind w:left="1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6.</w:t>
        <w:tab/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如图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有四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三角形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各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有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一边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长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一边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长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8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若第三边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分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别为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8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10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则面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积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最大的三</w:t>
      </w:r>
    </w:p>
    <w:p>
      <w:pPr>
        <w:tabs>
          <w:tab w:val="left" w:pos="1720"/>
        </w:tabs>
        <w:spacing w:before="0" w:after="0" w:line="287" w:lineRule="exact"/>
        <w:ind w:left="578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角形是（</w:t>
        <w:tab/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）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2" w:after="0" w:line="200" w:lineRule="exact"/>
        <w:jc w:val="left"/>
        <w:rPr>
          <w:sz w:val="20"/>
          <w:szCs w:val="20"/>
        </w:rPr>
      </w:pPr>
    </w:p>
    <w:p>
      <w:pPr>
        <w:tabs>
          <w:tab w:val="left" w:pos="3020"/>
          <w:tab w:val="left" w:pos="5060"/>
          <w:tab w:val="left" w:pos="7500"/>
        </w:tabs>
        <w:spacing w:before="34" w:after="0" w:line="240" w:lineRule="auto"/>
        <w:ind w:left="1206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</w:p>
    <w:p>
      <w:pPr>
        <w:tabs>
          <w:tab w:val="left" w:pos="560"/>
          <w:tab w:val="left" w:pos="5280"/>
        </w:tabs>
        <w:spacing w:before="0" w:after="0" w:line="308" w:lineRule="exact"/>
        <w:ind w:left="1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7.</w:t>
        <w:tab/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满足下列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条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件的</w:t>
      </w:r>
      <w:r>
        <w:rPr>
          <w:rFonts w:ascii="微软雅黑" w:eastAsia="微软雅黑" w:hAnsi="微软雅黑" w:cs="微软雅黑"/>
          <w:spacing w:val="0"/>
          <w:w w:val="167"/>
          <w:position w:val="-1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-4"/>
          <w:w w:val="100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-1"/>
          <w:sz w:val="21"/>
          <w:szCs w:val="21"/>
        </w:rPr>
        <w:t>C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，不是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直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角三角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形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的是（</w:t>
        <w:tab/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）</w:t>
      </w:r>
    </w:p>
    <w:p>
      <w:pPr>
        <w:spacing w:after="0" w:line="308" w:lineRule="exact"/>
        <w:jc w:val="left"/>
        <w:rPr>
          <w:rFonts w:ascii="微软雅黑" w:eastAsia="微软雅黑" w:hAnsi="微软雅黑" w:cs="微软雅黑"/>
          <w:sz w:val="21"/>
          <w:szCs w:val="21"/>
        </w:rPr>
        <w:sectPr>
          <w:type w:val="continuous"/>
          <w:pgSz w:w="11900" w:h="16840"/>
          <w:pgMar w:top="1360" w:right="960" w:bottom="1060" w:left="920" w:header="720" w:footer="720"/>
          <w:cols w:space="720"/>
        </w:sectPr>
      </w:pPr>
    </w:p>
    <w:p>
      <w:pPr>
        <w:spacing w:before="74" w:after="0" w:line="252" w:lineRule="exact"/>
        <w:ind w:left="578" w:right="-75"/>
        <w:jc w:val="lef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9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8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100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2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8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14"/>
          <w:w w:val="100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9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1"/>
          <w:position w:val="8"/>
          <w:sz w:val="12"/>
          <w:szCs w:val="12"/>
        </w:rPr>
        <w:t>2</w:t>
      </w:r>
    </w:p>
    <w:p>
      <w:pPr>
        <w:spacing w:before="0" w:after="0" w:line="326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-1"/>
          <w:sz w:val="21"/>
          <w:szCs w:val="21"/>
        </w:rPr>
        <w:t>a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i/>
          <w:spacing w:val="-5"/>
          <w:w w:val="100"/>
          <w:position w:val="-1"/>
          <w:sz w:val="21"/>
          <w:szCs w:val="21"/>
        </w:rPr>
        <w:t>b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i/>
          <w:spacing w:val="-3"/>
          <w:w w:val="100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3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4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5</w:t>
      </w:r>
    </w:p>
    <w:p>
      <w:pPr>
        <w:spacing w:after="0" w:line="326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960" w:bottom="1060" w:left="920" w:header="720" w:footer="720"/>
          <w:cols w:num="2" w:space="720" w:equalWidth="0">
            <w:col w:w="1887" w:space="1935"/>
            <w:col w:w="6198"/>
          </w:cols>
        </w:sectPr>
      </w:pPr>
    </w:p>
    <w:p>
      <w:pPr>
        <w:tabs>
          <w:tab w:val="left" w:pos="3860"/>
        </w:tabs>
        <w:spacing w:before="0" w:after="0" w:line="311" w:lineRule="exact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026" style="height:567.93pt;margin-left:0.24pt;margin-top:182.15pt;mso-position-horizontal-relative:page;mso-position-vertical-relative:page;position:absolute;width:594.76pt;z-index:-251657216" coordorigin="5,3643" coordsize="11895,11359">
            <v:shape id="_x0000_s1027" type="#_x0000_t75" style="height:11261;left:5;position:absolute;top:3741;width:11895">
              <v:imagedata r:id="rId6" o:title=""/>
            </v:shape>
            <v:group id="_x0000_s1028" style="height:12;left:2078;position:absolute;top:3786;width:21" coordorigin="2078,3786" coordsize="21,12">
              <v:shape id="_x0000_s1029" style="height:12;left:2078;position:absolute;top:3786;width:21" coordorigin="2078,3786" coordsize="21,12" path="m2078,3797l2099,3786e" filled="f" stroked="t" strokecolor="black" strokeweight="0.24pt">
                <v:path arrowok="t"/>
              </v:shape>
            </v:group>
            <v:group id="_x0000_s1030" style="height:83;left:2099;position:absolute;top:3786;width:51" coordorigin="2099,3786" coordsize="51,83">
              <v:shape id="_x0000_s1031" style="height:83;left:2099;position:absolute;top:3786;width:51" coordorigin="2099,3786" coordsize="51,83" path="m2099,3786l2150,3868e" filled="f" stroked="t" strokecolor="black" strokeweight="0.24pt">
                <v:path arrowok="t"/>
              </v:shape>
            </v:group>
            <v:group id="_x0000_s1032" style="height:218;left:2150;position:absolute;top:3651;width:55" coordorigin="2150,3651" coordsize="55,218">
              <v:shape id="_x0000_s1033" style="height:218;left:2150;position:absolute;top:3651;width:55" coordorigin="2150,3651" coordsize="55,218" path="m2150,3868l2205,3651e" filled="f" stroked="t" strokecolor="black" strokeweight="0.24pt">
                <v:path arrowok="t"/>
              </v:shape>
            </v:group>
            <v:group id="_x0000_s1034" style="height:2;left:2205;position:absolute;top:3651;width:121" coordorigin="2205,3651" coordsize="121,2">
              <v:shape id="_x0000_s1035" style="height:2;left:2205;position:absolute;top:3651;width:121" coordorigin="2205,3651" coordsize="121,21600" path="m2205,3651l2326,3651e" filled="f" stroked="t" strokecolor="black" strokeweight="0.24pt">
                <v:path arrowok="t"/>
              </v:shape>
            </v:group>
            <v:group id="_x0000_s1036" style="height:223;left:2076;position:absolute;top:3646;width:250" coordorigin="2076,3646" coordsize="250,223">
              <v:shape id="_x0000_s1037" style="height:223;left:2076;position:absolute;top:3646;width:250" coordorigin="2076,3646" coordsize="250,223" path="m2113,3793l2094,3793,2145,3868,2155,3868,2160,3848,2150,3848,2113,3793xe" filled="t" fillcolor="black" stroked="f">
                <v:path arrowok="t"/>
              </v:shape>
              <v:shape id="_x0000_s1038" style="height:223;left:2076;position:absolute;top:3646;width:250" coordorigin="2076,3646" coordsize="250,223" path="m2326,3646l2202,3646,2150,3848,2160,3848,2209,3656,2326,3656,2326,3646xe" filled="t" fillcolor="black" stroked="f">
                <v:path arrowok="t"/>
              </v:shape>
              <v:shape id="_x0000_s1039" style="height:223;left:2076;position:absolute;top:3646;width:250" coordorigin="2076,3646" coordsize="250,223" path="m2104,3779l2076,3795,2079,3801,2094,3793,2113,3793,2104,3779xe" filled="t" fillcolor="black" stroked="f">
                <v:path arrowok="t"/>
              </v:shape>
            </v:group>
            <v:group id="_x0000_s1040" style="height:12;left:4070;position:absolute;top:4432;width:20" coordorigin="4070,4432" coordsize="20,12">
              <v:shape id="_x0000_s1041" style="height:12;left:4070;position:absolute;top:4432;width:20" coordorigin="4070,4432" coordsize="20,12" path="m4070,4444l4090,4432e" filled="f" stroked="t" strokecolor="black" strokeweight="0.24pt">
                <v:path arrowok="t"/>
              </v:shape>
            </v:group>
            <v:group id="_x0000_s1042" style="height:84;left:4091;position:absolute;top:4432;width:52" coordorigin="4091,4432" coordsize="52,84">
              <v:shape id="_x0000_s1043" style="height:84;left:4091;position:absolute;top:4432;width:52" coordorigin="4091,4432" coordsize="52,84" path="m4091,4432l4143,4516e" filled="f" stroked="t" strokecolor="black" strokeweight="0.24pt">
                <v:path arrowok="t"/>
              </v:shape>
            </v:group>
            <v:group id="_x0000_s1044" style="height:222;left:4143;position:absolute;top:4294;width:55" coordorigin="4143,4294" coordsize="55,222">
              <v:shape id="_x0000_s1045" style="height:222;left:4143;position:absolute;top:4294;width:55" coordorigin="4143,4294" coordsize="55,222" path="m4143,4516l4198,4294e" filled="f" stroked="t" strokecolor="black" strokeweight="0.24pt">
                <v:path arrowok="t"/>
              </v:shape>
            </v:group>
            <v:group id="_x0000_s1046" style="height:2;left:4198;position:absolute;top:4294;width:112" coordorigin="4198,4294" coordsize="112,2">
              <v:shape id="_x0000_s1047" style="height:2;left:4198;position:absolute;top:4294;width:112" coordorigin="4198,4294" coordsize="112,21600" path="m4198,4294l4310,4294e" filled="f" stroked="t" strokecolor="black" strokeweight="0.24pt">
                <v:path arrowok="t"/>
              </v:shape>
            </v:group>
            <v:group id="_x0000_s1048" style="height:227;left:4069;position:absolute;top:4289;width:241" coordorigin="4069,4289" coordsize="241,227">
              <v:shape id="_x0000_s1049" style="height:227;left:4069;position:absolute;top:4289;width:241" coordorigin="4069,4289" coordsize="241,227" path="m4105,4438l4086,4438,4138,4516,4148,4516,4153,4496,4143,4496,4105,4438xe" filled="t" fillcolor="black" stroked="f">
                <v:path arrowok="t"/>
              </v:shape>
              <v:shape id="_x0000_s1050" style="height:227;left:4069;position:absolute;top:4289;width:241" coordorigin="4069,4289" coordsize="241,227" path="m4310,4289l4195,4289,4143,4496,4153,4496,4202,4299,4310,4299,4310,4289xe" filled="t" fillcolor="black" stroked="f">
                <v:path arrowok="t"/>
              </v:shape>
              <v:shape id="_x0000_s1051" style="height:227;left:4069;position:absolute;top:4289;width:241" coordorigin="4069,4289" coordsize="241,227" path="m4096,4425l4069,4441,4072,4447,4086,4438,4105,4438,4096,4425xe" filled="t" fillcolor="black" stroked="f">
                <v:path arrowok="t"/>
              </v:shape>
            </v:group>
            <v:group id="_x0000_s1052" style="height:12;left:1846;position:absolute;top:5992;width:21" coordorigin="1846,5992" coordsize="21,12">
              <v:shape id="_x0000_s1053" style="height:12;left:1846;position:absolute;top:5992;width:21" coordorigin="1846,5992" coordsize="21,12" path="m1846,6004l1867,5992e" filled="f" stroked="t" strokecolor="black" strokeweight="0.24pt">
                <v:path arrowok="t"/>
              </v:shape>
            </v:group>
            <v:group id="_x0000_s1054" style="height:84;left:1867;position:absolute;top:5992;width:52" coordorigin="1867,5992" coordsize="52,84">
              <v:shape id="_x0000_s1055" style="height:84;left:1867;position:absolute;top:5992;width:52" coordorigin="1867,5992" coordsize="52,84" path="m1867,5992l1919,6076e" filled="f" stroked="t" strokecolor="black" strokeweight="0.24pt">
                <v:path arrowok="t"/>
              </v:shape>
            </v:group>
            <v:group id="_x0000_s1056" style="height:222;left:1919;position:absolute;top:5854;width:56" coordorigin="1919,5854" coordsize="56,222">
              <v:shape id="_x0000_s1057" style="height:222;left:1919;position:absolute;top:5854;width:56" coordorigin="1919,5854" coordsize="56,222" path="m1919,6076l1975,5854e" filled="f" stroked="t" strokecolor="black" strokeweight="0.24pt">
                <v:path arrowok="t"/>
              </v:shape>
            </v:group>
            <v:group id="_x0000_s1058" style="height:2;left:1975;position:absolute;top:5854;width:201" coordorigin="1975,5854" coordsize="201,2">
              <v:shape id="_x0000_s1059" style="height:2;left:1975;position:absolute;top:5854;width:201" coordorigin="1975,5854" coordsize="201,21600" path="m1975,5854l2176,5854e" filled="f" stroked="t" strokecolor="black" strokeweight="0.24pt">
                <v:path arrowok="t"/>
              </v:shape>
            </v:group>
            <v:group id="_x0000_s1060" style="height:227;left:1845;position:absolute;top:5849;width:331" coordorigin="1845,5849" coordsize="331,227">
              <v:shape id="_x0000_s1061" style="height:227;left:1845;position:absolute;top:5849;width:331" coordorigin="1845,5849" coordsize="331,227" path="m1881,5998l1862,5998,1914,6076,1924,6076,1929,6056,1919,6056,1881,5998xe" filled="t" fillcolor="black" stroked="f">
                <v:path arrowok="t"/>
              </v:shape>
              <v:shape id="_x0000_s1062" style="height:227;left:1845;position:absolute;top:5849;width:331" coordorigin="1845,5849" coordsize="331,227" path="m2176,5849l1971,5849,1919,6056,1929,6056,1978,5859,2176,5859,2176,5849xe" filled="t" fillcolor="black" stroked="f">
                <v:path arrowok="t"/>
              </v:shape>
              <v:shape id="_x0000_s1063" style="height:227;left:1845;position:absolute;top:5849;width:331" coordorigin="1845,5849" coordsize="331,227" path="m1873,5985l1845,6001,1848,6007,1862,5998,1881,5998,1873,5985xe" filled="t" fillcolor="black" stroked="f">
                <v:path arrowok="t"/>
              </v:shape>
            </v:group>
            <v:group id="_x0000_s1064" style="height:12;left:3934;position:absolute;top:5992;width:21" coordorigin="3934,5992" coordsize="21,12">
              <v:shape id="_x0000_s1065" style="height:12;left:3934;position:absolute;top:5992;width:21" coordorigin="3934,5992" coordsize="21,12" path="m3934,6004l3955,5992e" filled="f" stroked="t" strokecolor="black" strokeweight="0.24pt">
                <v:path arrowok="t"/>
              </v:shape>
            </v:group>
            <v:group id="_x0000_s1066" style="height:84;left:3955;position:absolute;top:5992;width:52" coordorigin="3955,5992" coordsize="52,84">
              <v:shape id="_x0000_s1067" style="height:84;left:3955;position:absolute;top:5992;width:52" coordorigin="3955,5992" coordsize="52,84" path="m3955,5992l4007,6076e" filled="f" stroked="t" strokecolor="black" strokeweight="0.24pt">
                <v:path arrowok="t"/>
              </v:shape>
            </v:group>
            <v:group id="_x0000_s1068" style="height:222;left:4007;position:absolute;top:5854;width:56" coordorigin="4007,5854" coordsize="56,222">
              <v:shape id="_x0000_s1069" style="height:222;left:4007;position:absolute;top:5854;width:56" coordorigin="4007,5854" coordsize="56,222" path="m4007,6076l4063,5854e" filled="f" stroked="t" strokecolor="black" strokeweight="0.24pt">
                <v:path arrowok="t"/>
              </v:shape>
            </v:group>
            <v:group id="_x0000_s1070" style="height:227;left:3933;position:absolute;top:5849;width:327" coordorigin="3933,5849" coordsize="327,227">
              <v:shape id="_x0000_s1071" style="height:227;left:3933;position:absolute;top:5849;width:327" coordorigin="3933,5849" coordsize="327,227" path="m3969,5998l3950,5998,4002,6076,4012,6076,4017,6056,4007,6056,3969,5998xe" filled="t" fillcolor="black" stroked="f">
                <v:path arrowok="t"/>
              </v:shape>
              <v:shape id="_x0000_s1072" style="height:227;left:3933;position:absolute;top:5849;width:327" coordorigin="3933,5849" coordsize="327,227" path="m4260,5849l4059,5849,4007,6056,4017,6056,4066,5859,4260,5859,4260,5849xe" filled="t" fillcolor="black" stroked="f">
                <v:path arrowok="t"/>
              </v:shape>
              <v:shape id="_x0000_s1073" style="height:227;left:3933;position:absolute;top:5849;width:327" coordorigin="3933,5849" coordsize="327,227" path="m3961,5985l3933,6001,3936,6007,3950,5998,3969,5998,3961,5985xe" filled="t" fillcolor="black" stroked="f">
                <v:path arrowok="t"/>
              </v:shape>
            </v:group>
            <v:group id="_x0000_s1074" style="height:12;left:5912;position:absolute;top:5992;width:21" coordorigin="5912,5992" coordsize="21,12">
              <v:shape id="_x0000_s1075" style="height:12;left:5912;position:absolute;top:5992;width:21" coordorigin="5912,5992" coordsize="21,12" path="m5912,6004l5933,5992e" filled="f" stroked="t" strokecolor="black" strokeweight="0.24pt">
                <v:path arrowok="t"/>
              </v:shape>
            </v:group>
            <v:group id="_x0000_s1076" style="height:84;left:5933;position:absolute;top:5992;width:52" coordorigin="5933,5992" coordsize="52,84">
              <v:shape id="_x0000_s1077" style="height:84;left:5933;position:absolute;top:5992;width:52" coordorigin="5933,5992" coordsize="52,84" path="m5933,5992l5985,6076e" filled="f" stroked="t" strokecolor="black" strokeweight="0.24pt">
                <v:path arrowok="t"/>
              </v:shape>
            </v:group>
            <v:group id="_x0000_s1078" style="height:222;left:5985;position:absolute;top:5854;width:55" coordorigin="5985,5854" coordsize="55,222">
              <v:shape id="_x0000_s1079" style="height:222;left:5985;position:absolute;top:5854;width:55" coordorigin="5985,5854" coordsize="55,222" path="m5985,6076l6040,5854e" filled="f" stroked="t" strokecolor="black" strokeweight="0.24pt">
                <v:path arrowok="t"/>
              </v:shape>
            </v:group>
            <v:group id="_x0000_s1080" style="height:227;left:5911;position:absolute;top:5849;width:359" coordorigin="5911,5849" coordsize="359,227">
              <v:shape id="_x0000_s1081" style="height:227;left:5911;position:absolute;top:5849;width:359" coordorigin="5911,5849" coordsize="359,227" path="m5947,5998l5927,5998,5980,6076,5990,6076,5995,6056,5985,6056,5947,5998xe" filled="t" fillcolor="black" stroked="f">
                <v:path arrowok="t"/>
              </v:shape>
              <v:shape id="_x0000_s1082" style="height:227;left:5911;position:absolute;top:5849;width:359" coordorigin="5911,5849" coordsize="359,227" path="m6270,5849l6037,5849,5985,6056,5995,6056,6044,5859,6270,5859,6270,5849xe" filled="t" fillcolor="black" stroked="f">
                <v:path arrowok="t"/>
              </v:shape>
              <v:shape id="_x0000_s1083" style="height:227;left:5911;position:absolute;top:5849;width:359" coordorigin="5911,5849" coordsize="359,227" path="m5938,5985l5911,6001,5914,6007,5927,5998,5947,5998,5938,5985xe" filled="t" fillcolor="black" stroked="f">
                <v:path arrowok="t"/>
              </v:shape>
            </v:group>
            <v:group id="_x0000_s1084" style="height:12;left:8024;position:absolute;top:5990;width:22" coordorigin="8024,5990" coordsize="22,12">
              <v:shape id="_x0000_s1085" style="height:12;left:8024;position:absolute;top:5990;width:22" coordorigin="8024,5990" coordsize="22,12" path="m8024,6002l8045,5990e" filled="f" stroked="t" strokecolor="black" strokeweight="0.24pt">
                <v:path arrowok="t"/>
              </v:shape>
            </v:group>
            <v:group id="_x0000_s1086" style="height:83;left:8045;position:absolute;top:5990;width:51" coordorigin="8045,5990" coordsize="51,83">
              <v:shape id="_x0000_s1087" style="height:83;left:8045;position:absolute;top:5990;width:51" coordorigin="8045,5990" coordsize="51,83" path="m8045,5990l8097,6073e" filled="f" stroked="t" strokecolor="black" strokeweight="0.24pt">
                <v:path arrowok="t"/>
              </v:shape>
            </v:group>
            <v:group id="_x0000_s1088" style="height:218;left:8097;position:absolute;top:5854;width:55" coordorigin="8097,5854" coordsize="55,218">
              <v:shape id="_x0000_s1089" style="height:218;left:8097;position:absolute;top:5854;width:55" coordorigin="8097,5854" coordsize="55,218" path="m8097,6073l8152,5854e" filled="f" stroked="t" strokecolor="black" strokeweight="0.24pt">
                <v:path arrowok="t"/>
              </v:shape>
            </v:group>
            <v:group id="_x0000_s1090" style="height:223;left:8023;position:absolute;top:5849;width:334" coordorigin="8023,5849" coordsize="334,223">
              <v:shape id="_x0000_s1091" style="height:223;left:8023;position:absolute;top:5849;width:334" coordorigin="8023,5849" coordsize="334,223" path="m8059,5997l8040,5997,8092,6073,8102,6073,8107,6053,8097,6053,8059,5997xe" filled="t" fillcolor="black" stroked="f">
                <v:path arrowok="t"/>
              </v:shape>
              <v:shape id="_x0000_s1092" style="height:223;left:8023;position:absolute;top:5849;width:334" coordorigin="8023,5849" coordsize="334,223" path="m8357,5849l8149,5849,8097,6053,8107,6053,8156,5859,8357,5859,8357,5849xe" filled="t" fillcolor="black" stroked="f">
                <v:path arrowok="t"/>
              </v:shape>
              <v:shape id="_x0000_s1093" style="height:223;left:8023;position:absolute;top:5849;width:334" coordorigin="8023,5849" coordsize="334,223" path="m8050,5984l8023,5999,8026,6005,8040,5997,8059,5997,8050,5984xe" filled="t" fillcolor="black" stroked="f">
                <v:path arrowok="t"/>
              </v:shape>
            </v:group>
            <v:group id="_x0000_s1094" style="height:13;left:1846;position:absolute;top:6926;width:21" coordorigin="1846,6926" coordsize="21,13">
              <v:shape id="_x0000_s1095" style="height:13;left:1846;position:absolute;top:6926;width:21" coordorigin="1846,6926" coordsize="21,13" path="m1846,6939l1867,6926e" filled="f" stroked="t" strokecolor="black" strokeweight="0.24pt">
                <v:path arrowok="t"/>
              </v:shape>
            </v:group>
            <v:group id="_x0000_s1096" style="height:93;left:1867;position:absolute;top:6926;width:52" coordorigin="1867,6926" coordsize="52,93">
              <v:shape id="_x0000_s1097" style="height:93;left:1867;position:absolute;top:6926;width:52" coordorigin="1867,6926" coordsize="52,93" path="m1867,6926l1918,7019e" filled="f" stroked="t" strokecolor="black" strokeweight="0.24pt">
                <v:path arrowok="t"/>
              </v:shape>
            </v:group>
            <v:group id="_x0000_s1098" style="height:245;left:1918;position:absolute;top:6774;width:56" coordorigin="1918,6774" coordsize="56,245">
              <v:shape id="_x0000_s1099" style="height:245;left:1918;position:absolute;top:6774;width:56" coordorigin="1918,6774" coordsize="56,245" path="m1918,7019l1974,6774e" filled="f" stroked="t" strokecolor="black" strokeweight="0.24pt">
                <v:path arrowok="t"/>
              </v:shape>
            </v:group>
            <v:group id="_x0000_s1100" style="height:2;left:1974;position:absolute;top:6774;width:212" coordorigin="1974,6774" coordsize="212,2">
              <v:shape id="_x0000_s1101" style="height:2;left:1974;position:absolute;top:6774;width:212" coordorigin="1974,6774" coordsize="212,21600" path="m1974,6774l2185,6774e" filled="f" stroked="t" strokecolor="black" strokeweight="0.24pt">
                <v:path arrowok="t"/>
              </v:shape>
            </v:group>
            <v:group id="_x0000_s1102" style="height:249;left:1845;position:absolute;top:6769;width:341" coordorigin="1845,6769" coordsize="341,249">
              <v:shape id="_x0000_s1103" style="height:249;left:1845;position:absolute;top:6769;width:341" coordorigin="1845,6769" coordsize="341,249" path="m1881,6933l1862,6933,1913,7019,1923,7019,1928,6997,1919,6997,1881,6933xe" filled="t" fillcolor="black" stroked="f">
                <v:path arrowok="t"/>
              </v:shape>
              <v:shape id="_x0000_s1104" style="height:249;left:1845;position:absolute;top:6769;width:341" coordorigin="1845,6769" coordsize="341,249" path="m2186,6769l1970,6769,1919,6997,1928,6997,1978,6779,2186,6779,2186,6769xe" filled="t" fillcolor="black" stroked="f">
                <v:path arrowok="t"/>
              </v:shape>
              <v:shape id="_x0000_s1105" style="height:249;left:1845;position:absolute;top:6769;width:341" coordorigin="1845,6769" coordsize="341,249" path="m1872,6919l1845,6936,1848,6942,1862,6933,1881,6933,1872,6919xe" filled="t" fillcolor="black" stroked="f">
                <v:path arrowok="t"/>
              </v:shape>
            </v:group>
            <v:group id="_x0000_s1106" style="height:13;left:4040;position:absolute;top:6926;width:21" coordorigin="4040,6926" coordsize="21,13">
              <v:shape id="_x0000_s1107" style="height:13;left:4040;position:absolute;top:6926;width:21" coordorigin="4040,6926" coordsize="21,13" path="m4040,6939l4060,6926e" filled="f" stroked="t" strokecolor="black" strokeweight="0.24pt">
                <v:path arrowok="t"/>
              </v:shape>
            </v:group>
            <v:group id="_x0000_s1108" style="height:93;left:4060;position:absolute;top:6926;width:52" coordorigin="4060,6926" coordsize="52,93">
              <v:shape id="_x0000_s1109" style="height:93;left:4060;position:absolute;top:6926;width:52" coordorigin="4060,6926" coordsize="52,93" path="m4060,6926l4112,7019e" filled="f" stroked="t" strokecolor="black" strokeweight="0.24pt">
                <v:path arrowok="t"/>
              </v:shape>
            </v:group>
            <v:group id="_x0000_s1110" style="height:245;left:4112;position:absolute;top:6774;width:56" coordorigin="4112,6774" coordsize="56,245">
              <v:shape id="_x0000_s1111" style="height:245;left:4112;position:absolute;top:6774;width:56" coordorigin="4112,6774" coordsize="56,245" path="m4112,7019l4168,6774e" filled="f" stroked="t" strokecolor="black" strokeweight="0.24pt">
                <v:path arrowok="t"/>
              </v:shape>
            </v:group>
            <v:group id="_x0000_s1112" style="height:2;left:4168;position:absolute;top:6774;width:212" coordorigin="4168,6774" coordsize="212,2">
              <v:shape id="_x0000_s1113" style="height:2;left:4168;position:absolute;top:6774;width:212" coordorigin="4168,6774" coordsize="212,21600" path="m4168,6774l4379,6774e" filled="f" stroked="t" strokecolor="black" strokeweight="0.24pt">
                <v:path arrowok="t"/>
              </v:shape>
            </v:group>
            <v:group id="_x0000_s1114" style="height:249;left:4038;position:absolute;top:6769;width:341" coordorigin="4038,6769" coordsize="341,249">
              <v:shape id="_x0000_s1115" style="height:249;left:4038;position:absolute;top:6769;width:341" coordorigin="4038,6769" coordsize="341,249" path="m4074,6933l4055,6933,4107,7019,4117,7019,4122,6997,4112,6997,4074,6933xe" filled="t" fillcolor="black" stroked="f">
                <v:path arrowok="t"/>
              </v:shape>
              <v:shape id="_x0000_s1116" style="height:249;left:4038;position:absolute;top:6769;width:341" coordorigin="4038,6769" coordsize="341,249" path="m4379,6769l4164,6769,4112,6997,4122,6997,4172,6779,4379,6779,4379,6769xe" filled="t" fillcolor="black" stroked="f">
                <v:path arrowok="t"/>
              </v:shape>
              <v:shape id="_x0000_s1117" style="height:249;left:4038;position:absolute;top:6769;width:341" coordorigin="4038,6769" coordsize="341,249" path="m4066,6919l4038,6936,4042,6942,4055,6933,4074,6933,4066,6919xe" filled="t" fillcolor="black" stroked="f">
                <v:path arrowok="t"/>
              </v:shape>
            </v:group>
            <v:group id="_x0000_s1118" style="height:13;left:5931;position:absolute;top:6926;width:21" coordorigin="5931,6926" coordsize="21,13">
              <v:shape id="_x0000_s1119" style="height:13;left:5931;position:absolute;top:6926;width:21" coordorigin="5931,6926" coordsize="21,13" path="m5931,6939l5951,6926e" filled="f" stroked="t" strokecolor="black" strokeweight="0.24pt">
                <v:path arrowok="t"/>
              </v:shape>
            </v:group>
            <v:group id="_x0000_s1120" style="height:93;left:5951;position:absolute;top:6926;width:52" coordorigin="5951,6926" coordsize="52,93">
              <v:shape id="_x0000_s1121" style="height:93;left:5951;position:absolute;top:6926;width:52" coordorigin="5951,6926" coordsize="52,93" path="m5951,6926l6003,7019e" filled="f" stroked="t" strokecolor="black" strokeweight="0.24pt">
                <v:path arrowok="t"/>
              </v:shape>
            </v:group>
            <v:group id="_x0000_s1122" style="height:245;left:6003;position:absolute;top:6774;width:55" coordorigin="6003,6774" coordsize="55,245">
              <v:shape id="_x0000_s1123" style="height:245;left:6003;position:absolute;top:6774;width:55" coordorigin="6003,6774" coordsize="55,245" path="m6003,7019l6059,6774e" filled="f" stroked="t" strokecolor="black" strokeweight="0.24pt">
                <v:path arrowok="t"/>
              </v:shape>
            </v:group>
            <v:group id="_x0000_s1124" style="height:2;left:6059;position:absolute;top:6774;width:211" coordorigin="6059,6774" coordsize="211,2">
              <v:shape id="_x0000_s1125" style="height:2;left:6059;position:absolute;top:6774;width:211" coordorigin="6059,6774" coordsize="211,21600" path="m6059,6774l6270,6774e" filled="f" stroked="t" strokecolor="black" strokeweight="0.24pt">
                <v:path arrowok="t"/>
              </v:shape>
            </v:group>
            <v:group id="_x0000_s1126" style="height:249;left:5929;position:absolute;top:6769;width:341" coordorigin="5929,6769" coordsize="341,249">
              <v:shape id="_x0000_s1127" style="height:249;left:5929;position:absolute;top:6769;width:341" coordorigin="5929,6769" coordsize="341,249" path="m5965,6933l5946,6933,5998,7019,6008,7019,6013,6997,6003,6997,5965,6933xe" filled="t" fillcolor="black" stroked="f">
                <v:path arrowok="t"/>
              </v:shape>
              <v:shape id="_x0000_s1128" style="height:249;left:5929;position:absolute;top:6769;width:341" coordorigin="5929,6769" coordsize="341,249" path="m6270,6769l6055,6769,6003,6997,6013,6997,6062,6779,6270,6779,6270,6769xe" filled="t" fillcolor="black" stroked="f">
                <v:path arrowok="t"/>
              </v:shape>
              <v:shape id="_x0000_s1129" style="height:249;left:5929;position:absolute;top:6769;width:341" coordorigin="5929,6769" coordsize="341,249" path="m5957,6919l5929,6936,5933,6942,5946,6933,5965,6933,5957,6919xe" filled="t" fillcolor="black" stroked="f">
                <v:path arrowok="t"/>
              </v:shape>
            </v:group>
            <v:group id="_x0000_s1130" style="height:13;left:8028;position:absolute;top:6926;width:21" coordorigin="8028,6926" coordsize="21,13">
              <v:shape id="_x0000_s1131" style="height:13;left:8028;position:absolute;top:6926;width:21" coordorigin="8028,6926" coordsize="21,13" path="m8028,6939l8049,6926e" filled="f" stroked="t" strokecolor="black" strokeweight="0.24pt">
                <v:path arrowok="t"/>
              </v:shape>
            </v:group>
            <v:group id="_x0000_s1132" style="height:93;left:8049;position:absolute;top:6926;width:52" coordorigin="8049,6926" coordsize="52,93">
              <v:shape id="_x0000_s1133" style="height:93;left:8049;position:absolute;top:6926;width:52" coordorigin="8049,6926" coordsize="52,93" path="m8049,6926l8101,7019e" filled="f" stroked="t" strokecolor="black" strokeweight="0.24pt">
                <v:path arrowok="t"/>
              </v:shape>
            </v:group>
            <v:group id="_x0000_s1134" style="height:245;left:8101;position:absolute;top:6774;width:55" coordorigin="8101,6774" coordsize="55,245">
              <v:shape id="_x0000_s1135" style="height:245;left:8101;position:absolute;top:6774;width:55" coordorigin="8101,6774" coordsize="55,245" path="m8101,7019l8156,6774e" filled="f" stroked="t" strokecolor="black" strokeweight="0.24pt">
                <v:path arrowok="t"/>
              </v:shape>
            </v:group>
            <v:group id="_x0000_s1136" style="height:2;left:8156;position:absolute;top:6774;width:212" coordorigin="8156,6774" coordsize="212,2">
              <v:shape id="_x0000_s1137" style="height:2;left:8156;position:absolute;top:6774;width:212" coordorigin="8156,6774" coordsize="212,21600" path="m8156,6774l8368,6774e" filled="f" stroked="t" strokecolor="black" strokeweight="0.24pt">
                <v:path arrowok="t"/>
              </v:shape>
            </v:group>
            <v:group id="_x0000_s1138" style="height:249;left:8027;position:absolute;top:6769;width:341" coordorigin="8027,6769" coordsize="341,249">
              <v:shape id="_x0000_s1139" style="height:249;left:8027;position:absolute;top:6769;width:341" coordorigin="8027,6769" coordsize="341,249" path="m8063,6933l8044,6933,8096,7019,8106,7019,8111,6997,8101,6997,8063,6933xe" filled="t" fillcolor="black" stroked="f">
                <v:path arrowok="t"/>
              </v:shape>
              <v:shape id="_x0000_s1140" style="height:249;left:8027;position:absolute;top:6769;width:341" coordorigin="8027,6769" coordsize="341,249" path="m8368,6769l8153,6769,8101,6997,8111,6997,8160,6779,8368,6779,8368,6769xe" filled="t" fillcolor="black" stroked="f">
                <v:path arrowok="t"/>
              </v:shape>
              <v:shape id="_x0000_s1141" style="height:249;left:8027;position:absolute;top:6769;width:341" coordorigin="8027,6769" coordsize="341,249" path="m8055,6919l8027,6936,8030,6942,8044,6933,8063,6933,8055,6919xe" filled="t" fillcolor="black" stroked="f">
                <v:path arrowok="t"/>
              </v:shape>
              <v:shape id="_x0000_s1142" type="#_x0000_t75" style="height:1382;left:1498;position:absolute;top:7917;width:1320">
                <v:imagedata r:id="rId7" o:title=""/>
              </v:shape>
              <v:shape id="_x0000_s1143" type="#_x0000_t75" style="height:1243;left:3235;position:absolute;top:8056;width:1546">
                <v:imagedata r:id="rId8" o:title=""/>
              </v:shape>
              <v:shape id="_x0000_s1144" type="#_x0000_t75" style="height:1123;left:5203;position:absolute;top:8176;width:1786">
                <v:imagedata r:id="rId9" o:title=""/>
              </v:shape>
              <v:shape id="_x0000_s1145" type="#_x0000_t75" style="height:1003;left:7406;position:absolute;top:8296;width:2174">
                <v:imagedata r:id="rId10" o:title=""/>
              </v:shape>
            </v:group>
            <v:group id="_x0000_s1146" style="height:12;left:2132;position:absolute;top:14102;width:21" coordorigin="2132,14102" coordsize="21,12">
              <v:shape id="_x0000_s1147" style="height:12;left:2132;position:absolute;top:14102;width:21" coordorigin="2132,14102" coordsize="21,12" path="m2132,14114l2153,14102e" filled="f" stroked="t" strokecolor="black" strokeweight="0.24pt">
                <v:path arrowok="t"/>
              </v:shape>
            </v:group>
            <v:group id="_x0000_s1148" style="height:83;left:2153;position:absolute;top:14102;width:51" coordorigin="2153,14102" coordsize="51,83">
              <v:shape id="_x0000_s1149" style="height:83;left:2153;position:absolute;top:14102;width:51" coordorigin="2153,14102" coordsize="51,83" path="m2153,14102l2205,14185e" filled="f" stroked="t" strokecolor="black" strokeweight="0.24pt">
                <v:path arrowok="t"/>
              </v:shape>
            </v:group>
            <v:group id="_x0000_s1150" style="height:218;left:2205;position:absolute;top:13966;width:55" coordorigin="2205,13966" coordsize="55,218">
              <v:shape id="_x0000_s1151" style="height:218;left:2205;position:absolute;top:13966;width:55" coordorigin="2205,13966" coordsize="55,218" path="m2205,14185l2260,13966e" filled="f" stroked="t" strokecolor="black" strokeweight="0.24pt">
                <v:path arrowok="t"/>
              </v:shape>
            </v:group>
            <v:group id="_x0000_s1152" style="height:2;left:2260;position:absolute;top:13966;width:210" coordorigin="2260,13966" coordsize="210,2">
              <v:shape id="_x0000_s1153" style="height:2;left:2260;position:absolute;top:13966;width:210" coordorigin="2260,13966" coordsize="210,21600" path="m2260,13966l2470,13966e" filled="f" stroked="t" strokecolor="black" strokeweight="0.24pt">
                <v:path arrowok="t"/>
              </v:shape>
            </v:group>
            <v:group id="_x0000_s1154" style="height:224;left:2131;position:absolute;top:13961;width:339" coordorigin="2131,13961" coordsize="339,224">
              <v:shape id="_x0000_s1155" style="height:223;left:2131;position:absolute;top:13961;width:339" coordorigin="2131,13961" coordsize="339,223" path="m2167,14109l2148,14109,2200,14185,2210,14185,2215,14165,2205,14165,2167,14109xe" filled="t" fillcolor="black" stroked="f">
                <v:path arrowok="t"/>
              </v:shape>
              <v:shape id="_x0000_s1156" style="height:223;left:2131;position:absolute;top:13961;width:339" coordorigin="2131,13961" coordsize="339,223" path="m2470,13961l2257,13961,2205,14165,2215,14165,2263,13971,2470,13971,2470,13961xe" filled="t" fillcolor="black" stroked="f">
                <v:path arrowok="t"/>
              </v:shape>
              <v:shape id="_x0000_s1157" style="height:223;left:2131;position:absolute;top:13961;width:339" coordorigin="2131,13961" coordsize="339,223" path="m2158,14096l2131,14111,2134,14117,2148,14109,2167,14109,2158,14096xe" filled="t" fillcolor="black" stroked="f">
                <v:path arrowok="t"/>
              </v:shape>
            </v:group>
            <v:group id="_x0000_s1158" style="height:12;left:2142;position:absolute;top:14728;width:21" coordorigin="2142,14728" coordsize="21,12">
              <v:shape id="_x0000_s1159" style="height:12;left:2142;position:absolute;top:14728;width:21" coordorigin="2142,14728" coordsize="21,12" path="m2142,14740l2162,14728e" filled="f" stroked="t" strokecolor="black" strokeweight="0.24pt">
                <v:path arrowok="t"/>
              </v:shape>
            </v:group>
            <v:group id="_x0000_s1160" style="height:84;left:2162;position:absolute;top:14728;width:52" coordorigin="2162,14728" coordsize="52,84">
              <v:shape id="_x0000_s1161" style="height:84;left:2162;position:absolute;top:14728;width:52" coordorigin="2162,14728" coordsize="52,84" path="m2162,14728l2214,14812e" filled="f" stroked="t" strokecolor="black" strokeweight="0.24pt">
                <v:path arrowok="t"/>
              </v:shape>
            </v:group>
            <v:group id="_x0000_s1162" style="height:222;left:2214;position:absolute;top:14590;width:55" coordorigin="2214,14590" coordsize="55,222">
              <v:shape id="_x0000_s1163" style="height:222;left:2214;position:absolute;top:14590;width:55" coordorigin="2214,14590" coordsize="55,222" path="m2214,14812l2269,14590e" filled="f" stroked="t" strokecolor="black" strokeweight="0.24pt">
                <v:path arrowok="t"/>
              </v:shape>
            </v:group>
            <v:group id="_x0000_s1164" style="height:2;left:2269;position:absolute;top:14590;width:206" coordorigin="2269,14590" coordsize="206,2">
              <v:shape id="_x0000_s1165" style="height:2;left:2269;position:absolute;top:14590;width:206" coordorigin="2269,14590" coordsize="206,21600" path="m2269,14590l2475,14590e" filled="f" stroked="t" strokecolor="black" strokeweight="0.24pt">
                <v:path arrowok="t"/>
              </v:shape>
            </v:group>
            <v:group id="_x0000_s1166" style="height:227;left:2141;position:absolute;top:14585;width:335" coordorigin="2141,14585" coordsize="335,227">
              <v:shape id="_x0000_s1167" style="height:227;left:2141;position:absolute;top:14585;width:335" coordorigin="2141,14585" coordsize="335,227" path="m2176,14734l2157,14734,2209,14812,2219,14812,2224,14792,2214,14792,2176,14734xe" filled="t" fillcolor="black" stroked="f">
                <v:path arrowok="t"/>
              </v:shape>
              <v:shape id="_x0000_s1168" style="height:227;left:2141;position:absolute;top:14585;width:335" coordorigin="2141,14585" coordsize="335,227" path="m2475,14585l2266,14585,2214,14792,2224,14792,2273,14595,2475,14595,2475,14585xe" filled="t" fillcolor="black" stroked="f">
                <v:path arrowok="t"/>
              </v:shape>
              <v:shape id="_x0000_s1169" style="height:227;left:2141;position:absolute;top:14585;width:335" coordorigin="2141,14585" coordsize="335,227" path="m2168,14721l2141,14737,2144,14743,2157,14734,2176,14734,2168,14721xe" filled="t" fillcolor="black" stroked="f">
                <v:path arrowok="t"/>
              </v:shape>
              <v:shape id="_x0000_s1170" type="#_x0000_t75" style="height:1560;left:7066;position:absolute;top:10950;width:1771">
                <v:imagedata r:id="rId11" o:title=""/>
              </v:shape>
              <v:shape id="_x0000_s1171" type="#_x0000_t75" style="height:1560;left:7291;position:absolute;top:12933;width:1622">
                <v:imagedata r:id="rId12" o:title="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18"/>
          <w:position w:val="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-2"/>
          <w:w w:val="118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18"/>
          <w:position w:val="0"/>
          <w:sz w:val="21"/>
          <w:szCs w:val="21"/>
        </w:rPr>
        <w:t>=</w:t>
      </w:r>
      <w:r>
        <w:rPr>
          <w:rFonts w:ascii="微软雅黑" w:eastAsia="微软雅黑" w:hAnsi="微软雅黑" w:cs="微软雅黑"/>
          <w:spacing w:val="0"/>
          <w:w w:val="118"/>
          <w:position w:val="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1"/>
          <w:w w:val="118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w w:val="118"/>
          <w:position w:val="0"/>
          <w:sz w:val="21"/>
          <w:szCs w:val="21"/>
        </w:rPr>
        <w:t>-</w:t>
      </w:r>
      <w:r>
        <w:rPr>
          <w:rFonts w:ascii="微软雅黑" w:eastAsia="微软雅黑" w:hAnsi="微软雅黑" w:cs="微软雅黑"/>
          <w:spacing w:val="0"/>
          <w:w w:val="118"/>
          <w:position w:val="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0"/>
          <w:w w:val="118"/>
          <w:position w:val="0"/>
          <w:sz w:val="21"/>
          <w:szCs w:val="21"/>
        </w:rPr>
        <w:t>B</w:t>
        <w:tab/>
      </w:r>
      <w:r>
        <w:rPr>
          <w:rFonts w:ascii="Times New Roman" w:eastAsia="Times New Roman" w:hAnsi="Times New Roman" w:cs="Times New Roman"/>
          <w:i/>
          <w:spacing w:val="-56"/>
          <w:w w:val="118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43"/>
          <w:position w:val="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-4"/>
          <w:w w:val="100"/>
          <w:position w:val="0"/>
          <w:sz w:val="21"/>
          <w:szCs w:val="21"/>
        </w:rPr>
        <w:t>A</w:t>
      </w:r>
      <w:r>
        <w:rPr>
          <w:rFonts w:ascii="微软雅黑" w:eastAsia="微软雅黑" w:hAnsi="微软雅黑" w:cs="微软雅黑"/>
          <w:spacing w:val="0"/>
          <w:w w:val="118"/>
          <w:position w:val="0"/>
          <w:sz w:val="21"/>
          <w:szCs w:val="21"/>
        </w:rPr>
        <w:t>：∠</w:t>
      </w:r>
      <w:r>
        <w:rPr>
          <w:rFonts w:ascii="Times New Roman" w:eastAsia="Times New Roman" w:hAnsi="Times New Roman" w:cs="Times New Roman"/>
          <w:i/>
          <w:spacing w:val="1"/>
          <w:w w:val="100"/>
          <w:position w:val="0"/>
          <w:sz w:val="21"/>
          <w:szCs w:val="21"/>
        </w:rPr>
        <w:t>B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：</w:t>
      </w:r>
      <w:r>
        <w:rPr>
          <w:rFonts w:ascii="微软雅黑" w:eastAsia="微软雅黑" w:hAnsi="微软雅黑" w:cs="微软雅黑"/>
          <w:spacing w:val="-5"/>
          <w:w w:val="143"/>
          <w:position w:val="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9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12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15</w:t>
      </w:r>
    </w:p>
    <w:p>
      <w:pPr>
        <w:tabs>
          <w:tab w:val="left" w:pos="560"/>
          <w:tab w:val="left" w:pos="8080"/>
        </w:tabs>
        <w:spacing w:before="0" w:after="0" w:line="312" w:lineRule="exact"/>
        <w:ind w:left="1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8.</w:t>
        <w:tab/>
      </w:r>
      <w:r>
        <w:rPr>
          <w:rFonts w:ascii="微软雅黑" w:eastAsia="微软雅黑" w:hAnsi="微软雅黑" w:cs="微软雅黑"/>
          <w:spacing w:val="0"/>
          <w:w w:val="111"/>
          <w:position w:val="0"/>
          <w:sz w:val="21"/>
          <w:szCs w:val="21"/>
        </w:rPr>
        <w:t>在△</w:t>
      </w:r>
      <w:r>
        <w:rPr>
          <w:rFonts w:ascii="Times New Roman" w:eastAsia="Times New Roman" w:hAnsi="Times New Roman" w:cs="Times New Roman"/>
          <w:i/>
          <w:spacing w:val="0"/>
          <w:w w:val="111"/>
          <w:position w:val="0"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i/>
          <w:spacing w:val="-3"/>
          <w:w w:val="111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中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6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6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若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-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在边</w:t>
      </w:r>
      <w:r>
        <w:rPr>
          <w:rFonts w:ascii="微软雅黑" w:eastAsia="微软雅黑" w:hAnsi="微软雅黑" w:cs="微软雅黑"/>
          <w:spacing w:val="-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上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移动，则</w:t>
      </w:r>
      <w:r>
        <w:rPr>
          <w:rFonts w:ascii="微软雅黑" w:eastAsia="微软雅黑" w:hAnsi="微软雅黑" w:cs="微软雅黑"/>
          <w:spacing w:val="-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BP</w:t>
      </w:r>
      <w:r>
        <w:rPr>
          <w:rFonts w:ascii="Times New Roman" w:eastAsia="Times New Roman" w:hAnsi="Times New Roman" w:cs="Times New Roman"/>
          <w:i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的最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小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值是（</w:t>
        <w:tab/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）</w:t>
      </w:r>
    </w:p>
    <w:p>
      <w:pPr>
        <w:spacing w:before="61" w:after="0" w:line="240" w:lineRule="auto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</w:p>
    <w:p>
      <w:pPr>
        <w:spacing w:before="70" w:after="0" w:line="240" w:lineRule="auto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</w:p>
    <w:p>
      <w:pPr>
        <w:spacing w:before="70" w:after="0" w:line="240" w:lineRule="auto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</w:t>
      </w:r>
    </w:p>
    <w:p>
      <w:pPr>
        <w:spacing w:before="70" w:after="0" w:line="240" w:lineRule="auto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4.8</w:t>
      </w:r>
    </w:p>
    <w:p>
      <w:pPr>
        <w:spacing w:before="15" w:after="0" w:line="260" w:lineRule="exact"/>
        <w:jc w:val="left"/>
        <w:rPr>
          <w:sz w:val="26"/>
          <w:szCs w:val="26"/>
        </w:rPr>
      </w:pPr>
    </w:p>
    <w:p>
      <w:pPr>
        <w:tabs>
          <w:tab w:val="left" w:pos="560"/>
        </w:tabs>
        <w:spacing w:before="0" w:after="0" w:line="240" w:lineRule="auto"/>
        <w:ind w:left="1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9.</w:t>
        <w:tab/>
      </w:r>
      <w:r>
        <w:rPr>
          <w:rFonts w:ascii="微软雅黑" w:eastAsia="微软雅黑" w:hAnsi="微软雅黑" w:cs="微软雅黑"/>
          <w:spacing w:val="0"/>
          <w:w w:val="106"/>
          <w:sz w:val="21"/>
          <w:szCs w:val="21"/>
        </w:rPr>
        <w:t>如图</w:t>
      </w:r>
      <w:r>
        <w:rPr>
          <w:rFonts w:ascii="微软雅黑" w:eastAsia="微软雅黑" w:hAnsi="微软雅黑" w:cs="微软雅黑"/>
          <w:spacing w:val="-15"/>
          <w:w w:val="106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6"/>
          <w:sz w:val="21"/>
          <w:szCs w:val="21"/>
        </w:rPr>
        <w:t>在△</w:t>
      </w:r>
      <w:r>
        <w:rPr>
          <w:rFonts w:ascii="Times New Roman" w:eastAsia="Times New Roman" w:hAnsi="Times New Roman" w:cs="Times New Roman"/>
          <w:i/>
          <w:spacing w:val="-4"/>
          <w:w w:val="10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6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1"/>
          <w:w w:val="106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6"/>
          <w:sz w:val="21"/>
          <w:szCs w:val="21"/>
        </w:rPr>
        <w:t>中</w:t>
      </w:r>
      <w:r>
        <w:rPr>
          <w:rFonts w:ascii="微软雅黑" w:eastAsia="微软雅黑" w:hAnsi="微软雅黑" w:cs="微软雅黑"/>
          <w:spacing w:val="-14"/>
          <w:w w:val="106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w w:val="106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6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6"/>
          <w:sz w:val="21"/>
          <w:szCs w:val="21"/>
        </w:rPr>
        <w:t>5</w:t>
      </w:r>
      <w:r>
        <w:rPr>
          <w:rFonts w:ascii="微软雅黑" w:eastAsia="微软雅黑" w:hAnsi="微软雅黑" w:cs="微软雅黑"/>
          <w:spacing w:val="-14"/>
          <w:w w:val="106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w w:val="10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6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5"/>
          <w:w w:val="106"/>
          <w:sz w:val="21"/>
          <w:szCs w:val="21"/>
        </w:rPr>
        <w:t>4</w:t>
      </w:r>
      <w:r>
        <w:rPr>
          <w:rFonts w:ascii="微软雅黑" w:eastAsia="微软雅黑" w:hAnsi="微软雅黑" w:cs="微软雅黑"/>
          <w:spacing w:val="-14"/>
          <w:w w:val="106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4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60</w:t>
      </w:r>
      <w:r>
        <w:rPr>
          <w:rFonts w:ascii="微软雅黑" w:eastAsia="微软雅黑" w:hAnsi="微软雅黑" w:cs="微软雅黑"/>
          <w:spacing w:val="0"/>
          <w:w w:val="142"/>
          <w:sz w:val="21"/>
          <w:szCs w:val="21"/>
        </w:rPr>
        <w:t>°</w:t>
      </w:r>
      <w:r>
        <w:rPr>
          <w:rFonts w:ascii="微软雅黑" w:eastAsia="微软雅黑" w:hAnsi="微软雅黑" w:cs="微软雅黑"/>
          <w:spacing w:val="-14"/>
          <w:w w:val="142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若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边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的垂直平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分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线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交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于点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D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连接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D</w:t>
      </w:r>
      <w:r>
        <w:rPr>
          <w:rFonts w:ascii="微软雅黑" w:eastAsia="微软雅黑" w:hAnsi="微软雅黑" w:cs="微软雅黑"/>
          <w:spacing w:val="-19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则</w:t>
      </w:r>
    </w:p>
    <w:p>
      <w:pPr>
        <w:tabs>
          <w:tab w:val="left" w:pos="2620"/>
        </w:tabs>
        <w:spacing w:before="0" w:after="0" w:line="312" w:lineRule="exact"/>
        <w:ind w:left="578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w w:val="167"/>
          <w:position w:val="0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周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长为（</w:t>
        <w:tab/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）</w:t>
      </w:r>
    </w:p>
    <w:p>
      <w:pPr>
        <w:spacing w:before="61" w:after="0" w:line="240" w:lineRule="auto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8</w:t>
      </w:r>
    </w:p>
    <w:p>
      <w:pPr>
        <w:spacing w:before="70" w:after="0" w:line="237" w:lineRule="exact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9</w:t>
      </w:r>
    </w:p>
    <w:p>
      <w:pPr>
        <w:spacing w:before="15" w:after="0" w:line="200" w:lineRule="exact"/>
        <w:jc w:val="left"/>
        <w:rPr>
          <w:sz w:val="20"/>
          <w:szCs w:val="20"/>
        </w:rPr>
      </w:pPr>
    </w:p>
    <w:p>
      <w:pPr>
        <w:spacing w:before="22" w:after="0" w:line="240" w:lineRule="auto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2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21</w:t>
      </w:r>
    </w:p>
    <w:p>
      <w:pPr>
        <w:spacing w:before="7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57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17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960" w:bottom="1060" w:left="920" w:header="720" w:footer="720"/>
          <w:cols w:space="720"/>
        </w:sectPr>
      </w:pPr>
    </w:p>
    <w:p>
      <w:pPr>
        <w:tabs>
          <w:tab w:val="left" w:pos="7100"/>
        </w:tabs>
        <w:spacing w:before="39" w:after="0" w:line="312" w:lineRule="exact"/>
        <w:ind w:left="538" w:right="133" w:hanging="422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如图是由</w:t>
      </w:r>
      <w:r>
        <w:rPr>
          <w:rFonts w:ascii="微软雅黑" w:eastAsia="微软雅黑" w:hAnsi="微软雅黑" w:cs="微软雅黑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2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1"/>
          <w:sz w:val="21"/>
          <w:szCs w:val="21"/>
        </w:rPr>
        <w:t>个形</w:t>
      </w:r>
      <w:r>
        <w:rPr>
          <w:rFonts w:ascii="微软雅黑" w:eastAsia="微软雅黑" w:hAnsi="微软雅黑" w:cs="微软雅黑"/>
          <w:spacing w:val="-5"/>
          <w:w w:val="101"/>
          <w:sz w:val="21"/>
          <w:szCs w:val="21"/>
        </w:rPr>
        <w:t>状</w:t>
      </w:r>
      <w:r>
        <w:rPr>
          <w:rFonts w:ascii="微软雅黑" w:eastAsia="微软雅黑" w:hAnsi="微软雅黑" w:cs="微软雅黑"/>
          <w:spacing w:val="0"/>
          <w:w w:val="101"/>
          <w:sz w:val="21"/>
          <w:szCs w:val="21"/>
        </w:rPr>
        <w:t>、大小</w:t>
      </w:r>
      <w:r>
        <w:rPr>
          <w:rFonts w:ascii="微软雅黑" w:eastAsia="微软雅黑" w:hAnsi="微软雅黑" w:cs="微软雅黑"/>
          <w:spacing w:val="-5"/>
          <w:w w:val="101"/>
          <w:sz w:val="21"/>
          <w:szCs w:val="21"/>
        </w:rPr>
        <w:t>完</w:t>
      </w:r>
      <w:r>
        <w:rPr>
          <w:rFonts w:ascii="微软雅黑" w:eastAsia="微软雅黑" w:hAnsi="微软雅黑" w:cs="微软雅黑"/>
          <w:spacing w:val="0"/>
          <w:w w:val="101"/>
          <w:sz w:val="21"/>
          <w:szCs w:val="21"/>
        </w:rPr>
        <w:t>全相同</w:t>
      </w:r>
      <w:r>
        <w:rPr>
          <w:rFonts w:ascii="微软雅黑" w:eastAsia="微软雅黑" w:hAnsi="微软雅黑" w:cs="微软雅黑"/>
          <w:spacing w:val="-5"/>
          <w:w w:val="101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1"/>
          <w:sz w:val="21"/>
          <w:szCs w:val="21"/>
        </w:rPr>
        <w:t>正六边</w:t>
      </w:r>
      <w:r>
        <w:rPr>
          <w:rFonts w:ascii="微软雅黑" w:eastAsia="微软雅黑" w:hAnsi="微软雅黑" w:cs="微软雅黑"/>
          <w:spacing w:val="-5"/>
          <w:w w:val="101"/>
          <w:sz w:val="21"/>
          <w:szCs w:val="21"/>
        </w:rPr>
        <w:t>形</w:t>
      </w:r>
      <w:r>
        <w:rPr>
          <w:rFonts w:ascii="微软雅黑" w:eastAsia="微软雅黑" w:hAnsi="微软雅黑" w:cs="微软雅黑"/>
          <w:spacing w:val="0"/>
          <w:w w:val="101"/>
          <w:sz w:val="21"/>
          <w:szCs w:val="21"/>
        </w:rPr>
        <w:t>组成</w:t>
      </w:r>
      <w:r>
        <w:rPr>
          <w:rFonts w:ascii="微软雅黑" w:eastAsia="微软雅黑" w:hAnsi="微软雅黑" w:cs="微软雅黑"/>
          <w:spacing w:val="-5"/>
          <w:w w:val="101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1"/>
          <w:sz w:val="21"/>
          <w:szCs w:val="21"/>
        </w:rPr>
        <w:t>网格，正</w:t>
      </w:r>
      <w:r>
        <w:rPr>
          <w:rFonts w:ascii="微软雅黑" w:eastAsia="微软雅黑" w:hAnsi="微软雅黑" w:cs="微软雅黑"/>
          <w:spacing w:val="-5"/>
          <w:w w:val="101"/>
          <w:sz w:val="21"/>
          <w:szCs w:val="21"/>
        </w:rPr>
        <w:t>六</w:t>
      </w:r>
      <w:r>
        <w:rPr>
          <w:rFonts w:ascii="微软雅黑" w:eastAsia="微软雅黑" w:hAnsi="微软雅黑" w:cs="微软雅黑"/>
          <w:spacing w:val="0"/>
          <w:w w:val="101"/>
          <w:sz w:val="21"/>
          <w:szCs w:val="21"/>
        </w:rPr>
        <w:t>边形的</w:t>
      </w:r>
      <w:r>
        <w:rPr>
          <w:rFonts w:ascii="微软雅黑" w:eastAsia="微软雅黑" w:hAnsi="微软雅黑" w:cs="微软雅黑"/>
          <w:spacing w:val="-5"/>
          <w:w w:val="101"/>
          <w:sz w:val="21"/>
          <w:szCs w:val="21"/>
        </w:rPr>
        <w:t>顶</w:t>
      </w:r>
      <w:r>
        <w:rPr>
          <w:rFonts w:ascii="微软雅黑" w:eastAsia="微软雅黑" w:hAnsi="微软雅黑" w:cs="微软雅黑"/>
          <w:spacing w:val="0"/>
          <w:w w:val="101"/>
          <w:sz w:val="21"/>
          <w:szCs w:val="21"/>
        </w:rPr>
        <w:t>点称为</w:t>
      </w:r>
      <w:r>
        <w:rPr>
          <w:rFonts w:ascii="微软雅黑" w:eastAsia="微软雅黑" w:hAnsi="微软雅黑" w:cs="微软雅黑"/>
          <w:spacing w:val="-5"/>
          <w:w w:val="101"/>
          <w:sz w:val="21"/>
          <w:szCs w:val="21"/>
        </w:rPr>
        <w:t>格</w:t>
      </w:r>
      <w:r>
        <w:rPr>
          <w:rFonts w:ascii="微软雅黑" w:eastAsia="微软雅黑" w:hAnsi="微软雅黑" w:cs="微软雅黑"/>
          <w:spacing w:val="0"/>
          <w:w w:val="101"/>
          <w:sz w:val="21"/>
          <w:szCs w:val="21"/>
        </w:rPr>
        <w:t>点，△</w:t>
      </w:r>
      <w:r>
        <w:rPr>
          <w:rFonts w:ascii="Times New Roman" w:eastAsia="Times New Roman" w:hAnsi="Times New Roman" w:cs="Times New Roman"/>
          <w:i/>
          <w:spacing w:val="-4"/>
          <w:w w:val="10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1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31"/>
          <w:w w:val="10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的顶点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都在格点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上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5"/>
          <w:w w:val="103"/>
          <w:sz w:val="21"/>
          <w:szCs w:val="21"/>
        </w:rPr>
        <w:t>边</w:t>
      </w:r>
      <w:r>
        <w:rPr>
          <w:rFonts w:ascii="微软雅黑" w:eastAsia="微软雅黑" w:hAnsi="微软雅黑" w:cs="微软雅黑"/>
          <w:spacing w:val="0"/>
          <w:w w:val="103"/>
          <w:sz w:val="21"/>
          <w:szCs w:val="21"/>
        </w:rPr>
        <w:t>如图所</w:t>
      </w:r>
      <w:r>
        <w:rPr>
          <w:rFonts w:ascii="微软雅黑" w:eastAsia="微软雅黑" w:hAnsi="微软雅黑" w:cs="微软雅黑"/>
          <w:spacing w:val="-5"/>
          <w:w w:val="103"/>
          <w:sz w:val="21"/>
          <w:szCs w:val="21"/>
        </w:rPr>
        <w:t>示</w:t>
      </w:r>
      <w:r>
        <w:rPr>
          <w:rFonts w:ascii="微软雅黑" w:eastAsia="微软雅黑" w:hAnsi="微软雅黑" w:cs="微软雅黑"/>
          <w:spacing w:val="0"/>
          <w:w w:val="103"/>
          <w:sz w:val="21"/>
          <w:szCs w:val="21"/>
        </w:rPr>
        <w:t>，则使</w:t>
      </w:r>
      <w:r>
        <w:rPr>
          <w:rFonts w:ascii="微软雅黑" w:eastAsia="微软雅黑" w:hAnsi="微软雅黑" w:cs="微软雅黑"/>
          <w:spacing w:val="-5"/>
          <w:w w:val="103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0"/>
          <w:w w:val="103"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i/>
          <w:spacing w:val="15"/>
          <w:w w:val="103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是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直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角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三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角形的点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有（</w:t>
        <w:tab/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）</w:t>
      </w:r>
    </w:p>
    <w:p>
      <w:pPr>
        <w:spacing w:before="0" w:after="0" w:line="312" w:lineRule="exact"/>
        <w:ind w:left="538" w:right="8739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个</w:t>
      </w:r>
    </w:p>
    <w:p>
      <w:pPr>
        <w:spacing w:before="5" w:after="0" w:line="130" w:lineRule="exact"/>
        <w:jc w:val="left"/>
        <w:rPr>
          <w:sz w:val="13"/>
          <w:szCs w:val="13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sz w:val="21"/>
          <w:szCs w:val="21"/>
        </w:rPr>
        <w:t>二、填空题（每天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sz w:val="21"/>
          <w:szCs w:val="21"/>
        </w:rPr>
        <w:t>分，共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sz w:val="21"/>
          <w:szCs w:val="21"/>
        </w:rPr>
        <w:t>分）</w:t>
      </w:r>
    </w:p>
    <w:p>
      <w:pPr>
        <w:spacing w:before="5" w:after="0" w:line="190" w:lineRule="exact"/>
        <w:jc w:val="left"/>
        <w:rPr>
          <w:sz w:val="19"/>
          <w:szCs w:val="19"/>
        </w:rPr>
      </w:pPr>
    </w:p>
    <w:p>
      <w:pPr>
        <w:tabs>
          <w:tab w:val="left" w:pos="7500"/>
        </w:tabs>
        <w:spacing w:before="0" w:after="0" w:line="343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w w:val="100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1.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满足</w:t>
      </w:r>
      <w:r>
        <w:rPr>
          <w:rFonts w:ascii="微软雅黑" w:eastAsia="微软雅黑" w:hAnsi="微软雅黑" w:cs="微软雅黑"/>
          <w:spacing w:val="-24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9"/>
          <w:w w:val="100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7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100"/>
          <w:position w:val="7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-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7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14"/>
          <w:w w:val="100"/>
          <w:position w:val="7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6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w w:val="100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7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6"/>
          <w:w w:val="100"/>
          <w:position w:val="7"/>
          <w:sz w:val="12"/>
          <w:szCs w:val="12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的三个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正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整数</w:t>
      </w:r>
      <w:r>
        <w:rPr>
          <w:rFonts w:ascii="微软雅黑" w:eastAsia="微软雅黑" w:hAnsi="微软雅黑" w:cs="微软雅黑"/>
          <w:spacing w:val="-28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100"/>
          <w:position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-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8"/>
          <w:w w:val="100"/>
          <w:position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100"/>
          <w:position w:val="-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-2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4"/>
          <w:w w:val="100"/>
          <w:position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5"/>
          <w:w w:val="100"/>
          <w:position w:val="-2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，称为勾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股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数，写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出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一组勾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股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数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：</w:t>
      </w:r>
      <w:r>
        <w:rPr>
          <w:rFonts w:ascii="微软雅黑" w:eastAsia="微软雅黑" w:hAnsi="微软雅黑" w:cs="微软雅黑"/>
          <w:spacing w:val="43"/>
          <w:w w:val="100"/>
          <w:position w:val="-1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。</w:t>
      </w:r>
    </w:p>
    <w:p>
      <w:pPr>
        <w:spacing w:before="11" w:after="0" w:line="280" w:lineRule="exact"/>
        <w:jc w:val="left"/>
        <w:rPr>
          <w:sz w:val="28"/>
          <w:szCs w:val="28"/>
        </w:rPr>
      </w:pPr>
    </w:p>
    <w:p>
      <w:pPr>
        <w:spacing w:after="0" w:line="280" w:lineRule="exact"/>
        <w:jc w:val="left"/>
        <w:rPr>
          <w:sz w:val="28"/>
          <w:szCs w:val="28"/>
        </w:rPr>
        <w:sectPr>
          <w:pgSz w:w="11900" w:h="16840"/>
          <w:pgMar w:top="1220" w:right="860" w:bottom="1060" w:left="960" w:header="0" w:footer="878"/>
          <w:cols w:space="720"/>
        </w:sectPr>
      </w:pPr>
    </w:p>
    <w:p>
      <w:pPr>
        <w:spacing w:before="64" w:after="0" w:line="240" w:lineRule="auto"/>
        <w:ind w:left="115" w:right="-72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12.</w:t>
      </w:r>
    </w:p>
    <w:p>
      <w:pPr>
        <w:tabs>
          <w:tab w:val="left" w:pos="2960"/>
        </w:tabs>
        <w:spacing w:before="0" w:after="0" w:line="327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i/>
          <w:spacing w:val="0"/>
          <w:w w:val="100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pacing w:val="-19"/>
          <w:w w:val="10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8"/>
          <w:w w:val="79"/>
          <w:position w:val="-1"/>
          <w:sz w:val="26"/>
          <w:szCs w:val="26"/>
        </w:rPr>
        <w:sym w:font="Symbol" w:char="F028"/>
      </w:r>
      <w:r>
        <w:rPr>
          <w:rFonts w:ascii="Times New Roman" w:eastAsia="Times New Roman" w:hAnsi="Times New Roman" w:cs="Times New Roman"/>
          <w:spacing w:val="-21"/>
          <w:w w:val="102"/>
          <w:position w:val="0"/>
          <w:sz w:val="20"/>
          <w:szCs w:val="20"/>
        </w:rPr>
        <w:t>3</w:t>
      </w:r>
      <w:r>
        <w:rPr>
          <w:rFonts w:ascii="微软雅黑" w:eastAsia="微软雅黑" w:hAnsi="微软雅黑" w:cs="微软雅黑"/>
          <w:spacing w:val="-99"/>
          <w:w w:val="102"/>
          <w:position w:val="0"/>
          <w:sz w:val="20"/>
          <w:szCs w:val="20"/>
        </w:rPr>
        <w:t>，</w:t>
      </w:r>
      <w:r>
        <w:rPr>
          <w:rFonts w:ascii="Symbol" w:eastAsia="Symbol" w:hAnsi="Symbol" w:cs="Symbol"/>
          <w:spacing w:val="0"/>
          <w:w w:val="102"/>
          <w:position w:val="0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2"/>
          <w:position w:val="0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-37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79"/>
          <w:position w:val="-1"/>
          <w:sz w:val="26"/>
          <w:szCs w:val="26"/>
        </w:rPr>
        <w:sym w:font="Symbol" w:char="F029"/>
      </w:r>
      <w:r>
        <w:rPr>
          <w:rFonts w:ascii="Times New Roman" w:eastAsia="Times New Roman" w:hAnsi="Times New Roman" w:cs="Times New Roman"/>
          <w:spacing w:val="-28"/>
          <w:w w:val="100"/>
          <w:position w:val="-1"/>
          <w:sz w:val="26"/>
          <w:szCs w:val="26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到</w:t>
      </w:r>
      <w:r>
        <w:rPr>
          <w:rFonts w:ascii="微软雅黑" w:eastAsia="微软雅黑" w:hAnsi="微软雅黑" w:cs="微软雅黑"/>
          <w:spacing w:val="-1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-4"/>
          <w:w w:val="100"/>
          <w:position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轴的距离是</w:t>
      </w:r>
      <w:r>
        <w:rPr>
          <w:rFonts w:ascii="微软雅黑" w:eastAsia="微软雅黑" w:hAnsi="微软雅黑" w:cs="微软雅黑"/>
          <w:spacing w:val="43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after="0" w:line="32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860" w:bottom="1060" w:left="960" w:header="720" w:footer="720"/>
          <w:cols w:num="2" w:space="720" w:equalWidth="0">
            <w:col w:w="380" w:space="148"/>
            <w:col w:w="9552"/>
          </w:cols>
        </w:sectPr>
      </w:pPr>
    </w:p>
    <w:p>
      <w:pPr>
        <w:spacing w:before="7" w:after="0" w:line="260" w:lineRule="exact"/>
        <w:jc w:val="left"/>
        <w:rPr>
          <w:sz w:val="26"/>
          <w:szCs w:val="26"/>
        </w:rPr>
      </w:pPr>
    </w:p>
    <w:p>
      <w:pPr>
        <w:tabs>
          <w:tab w:val="left" w:pos="5260"/>
        </w:tabs>
        <w:spacing w:before="0" w:after="0" w:line="301" w:lineRule="exact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13.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一个正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数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的平方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分别是</w:t>
      </w:r>
      <w:r>
        <w:rPr>
          <w:rFonts w:ascii="微软雅黑" w:eastAsia="微软雅黑" w:hAnsi="微软雅黑" w:cs="微软雅黑"/>
          <w:spacing w:val="-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-5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2"/>
          <w:position w:val="0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-28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2"/>
          <w:position w:val="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33"/>
          <w:w w:val="100"/>
          <w:position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和</w:t>
      </w:r>
      <w:r>
        <w:rPr>
          <w:rFonts w:ascii="微软雅黑" w:eastAsia="微软雅黑" w:hAnsi="微软雅黑" w:cs="微软雅黑"/>
          <w:spacing w:val="-1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-5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-7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-7"/>
          <w:w w:val="100"/>
          <w:position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，则</w:t>
      </w:r>
      <w:r>
        <w:rPr>
          <w:rFonts w:ascii="微软雅黑" w:eastAsia="微软雅黑" w:hAnsi="微软雅黑" w:cs="微软雅黑"/>
          <w:spacing w:val="-1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-4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before="2" w:after="0" w:line="100" w:lineRule="exact"/>
        <w:jc w:val="left"/>
        <w:rPr>
          <w:sz w:val="10"/>
          <w:szCs w:val="10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4"/>
          <w:sz w:val="21"/>
          <w:szCs w:val="21"/>
        </w:rPr>
        <w:t>14.</w:t>
      </w:r>
      <w:r>
        <w:rPr>
          <w:rFonts w:ascii="微软雅黑" w:eastAsia="微软雅黑" w:hAnsi="微软雅黑" w:cs="微软雅黑"/>
          <w:spacing w:val="0"/>
          <w:w w:val="104"/>
          <w:sz w:val="21"/>
          <w:szCs w:val="21"/>
        </w:rPr>
        <w:t>如图，</w:t>
      </w:r>
      <w:r>
        <w:rPr>
          <w:rFonts w:ascii="微软雅黑" w:eastAsia="微软雅黑" w:hAnsi="微软雅黑" w:cs="微软雅黑"/>
          <w:spacing w:val="-5"/>
          <w:w w:val="104"/>
          <w:sz w:val="21"/>
          <w:szCs w:val="21"/>
        </w:rPr>
        <w:t>已</w:t>
      </w:r>
      <w:r>
        <w:rPr>
          <w:rFonts w:ascii="微软雅黑" w:eastAsia="微软雅黑" w:hAnsi="微软雅黑" w:cs="微软雅黑"/>
          <w:spacing w:val="0"/>
          <w:w w:val="104"/>
          <w:sz w:val="21"/>
          <w:szCs w:val="21"/>
        </w:rPr>
        <w:t>知△</w:t>
      </w:r>
      <w:r>
        <w:rPr>
          <w:rFonts w:ascii="Times New Roman" w:eastAsia="Times New Roman" w:hAnsi="Times New Roman" w:cs="Times New Roman"/>
          <w:i/>
          <w:spacing w:val="0"/>
          <w:w w:val="10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w w:val="10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0"/>
          <w:w w:val="104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27"/>
          <w:w w:val="104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11"/>
          <w:sz w:val="21"/>
          <w:szCs w:val="21"/>
        </w:rPr>
        <w:t>中，</w:t>
      </w:r>
      <w:r>
        <w:rPr>
          <w:rFonts w:ascii="微软雅黑" w:eastAsia="微软雅黑" w:hAnsi="微软雅黑" w:cs="微软雅黑"/>
          <w:spacing w:val="-5"/>
          <w:w w:val="111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90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°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以</w:t>
      </w:r>
      <w:r>
        <w:rPr>
          <w:rFonts w:ascii="微软雅黑" w:eastAsia="微软雅黑" w:hAnsi="微软雅黑" w:cs="微软雅黑"/>
          <w:spacing w:val="0"/>
          <w:w w:val="167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i/>
          <w:spacing w:val="13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各边为边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在</w:t>
      </w:r>
      <w:r>
        <w:rPr>
          <w:rFonts w:ascii="微软雅黑" w:eastAsia="微软雅黑" w:hAnsi="微软雅黑" w:cs="微软雅黑"/>
          <w:spacing w:val="0"/>
          <w:w w:val="167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i/>
          <w:spacing w:val="13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外作三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正方形，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1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2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position w:val="-2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6"/>
          <w:w w:val="100"/>
          <w:position w:val="-2"/>
          <w:sz w:val="14"/>
          <w:szCs w:val="14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分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别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表</w:t>
      </w: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tabs>
          <w:tab w:val="left" w:pos="5400"/>
        </w:tabs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示这三个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正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方形的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面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积．若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99"/>
          <w:position w:val="-2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99"/>
          <w:position w:val="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5"/>
          <w:w w:val="99"/>
          <w:position w:val="0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0"/>
          <w:w w:val="99"/>
          <w:position w:val="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99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99"/>
          <w:position w:val="-2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99"/>
          <w:position w:val="0"/>
          <w:sz w:val="21"/>
          <w:szCs w:val="21"/>
        </w:rPr>
        <w:t>225</w:t>
      </w:r>
      <w:r>
        <w:rPr>
          <w:rFonts w:ascii="微软雅黑" w:eastAsia="微软雅黑" w:hAnsi="微软雅黑" w:cs="微软雅黑"/>
          <w:spacing w:val="0"/>
          <w:w w:val="99"/>
          <w:position w:val="0"/>
          <w:sz w:val="21"/>
          <w:szCs w:val="21"/>
        </w:rPr>
        <w:t>，则</w:t>
      </w:r>
      <w:r>
        <w:rPr>
          <w:rFonts w:ascii="微软雅黑" w:eastAsia="微软雅黑" w:hAnsi="微软雅黑" w:cs="微软雅黑"/>
          <w:spacing w:val="-11"/>
          <w:w w:val="99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position w:val="-4"/>
          <w:sz w:val="12"/>
          <w:szCs w:val="12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position w:val="-4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=</w:t>
      </w:r>
      <w:r>
        <w:rPr>
          <w:rFonts w:ascii="微软雅黑" w:eastAsia="微软雅黑" w:hAnsi="微软雅黑" w:cs="微软雅黑"/>
          <w:spacing w:val="43"/>
          <w:w w:val="100"/>
          <w:position w:val="0"/>
          <w:sz w:val="21"/>
          <w:szCs w:val="21"/>
          <w:u w:val="thick" w:color="00000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  <w:u w:val="thick" w:color="000000"/>
        </w:rPr>
        <w:tab/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．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9" w:after="0" w:line="200" w:lineRule="exact"/>
        <w:jc w:val="left"/>
        <w:rPr>
          <w:sz w:val="20"/>
          <w:szCs w:val="20"/>
        </w:rPr>
      </w:pPr>
    </w:p>
    <w:p>
      <w:pPr>
        <w:tabs>
          <w:tab w:val="left" w:pos="4980"/>
        </w:tabs>
        <w:spacing w:before="0" w:after="0" w:line="288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position w:val="0"/>
          <w:sz w:val="21"/>
          <w:szCs w:val="21"/>
        </w:rPr>
        <w:t>15.</w:t>
      </w:r>
      <w:r>
        <w:rPr>
          <w:rFonts w:ascii="微软雅黑" w:eastAsia="微软雅黑" w:hAnsi="微软雅黑" w:cs="微软雅黑"/>
          <w:position w:val="0"/>
          <w:sz w:val="21"/>
          <w:szCs w:val="21"/>
        </w:rPr>
        <w:t>在数轴</w:t>
      </w:r>
      <w:r>
        <w:rPr>
          <w:rFonts w:ascii="微软雅黑" w:eastAsia="微软雅黑" w:hAnsi="微软雅黑" w:cs="微软雅黑"/>
          <w:spacing w:val="-5"/>
          <w:position w:val="0"/>
          <w:sz w:val="21"/>
          <w:szCs w:val="21"/>
        </w:rPr>
        <w:t>上</w:t>
      </w:r>
      <w:r>
        <w:rPr>
          <w:rFonts w:ascii="微软雅黑" w:eastAsia="微软雅黑" w:hAnsi="微软雅黑" w:cs="微软雅黑"/>
          <w:spacing w:val="0"/>
          <w:position w:val="0"/>
          <w:sz w:val="21"/>
          <w:szCs w:val="21"/>
        </w:rPr>
        <w:t>与表示</w:t>
      </w:r>
      <w:r>
        <w:rPr>
          <w:rFonts w:ascii="微软雅黑" w:eastAsia="微软雅黑" w:hAnsi="微软雅黑" w:cs="微软雅黑"/>
          <w:spacing w:val="-14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position w:val="7"/>
          <w:sz w:val="12"/>
          <w:szCs w:val="12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position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-14"/>
          <w:w w:val="100"/>
          <w:position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position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0"/>
          <w:w w:val="103"/>
          <w:position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5"/>
          <w:w w:val="100"/>
          <w:position w:val="-1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的点距离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最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近的整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数</w:t>
      </w:r>
      <w:r>
        <w:rPr>
          <w:rFonts w:ascii="微软雅黑" w:eastAsia="微软雅黑" w:hAnsi="微软雅黑" w:cs="微软雅黑"/>
          <w:spacing w:val="-5"/>
          <w:w w:val="100"/>
          <w:position w:val="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0"/>
          <w:w w:val="169"/>
          <w:position w:val="0"/>
          <w:sz w:val="21"/>
          <w:szCs w:val="21"/>
          <w:u w:val="thick" w:color="00000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  <w:u w:val="thick" w:color="000000"/>
        </w:rPr>
        <w:tab/>
      </w:r>
    </w:p>
    <w:p>
      <w:pPr>
        <w:spacing w:before="1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16.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在一个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长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米，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宽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米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矩形草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地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上，如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图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堆放着一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长方体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木块，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它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的棱长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场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地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宽</w:t>
      </w:r>
      <w:r>
        <w:rPr>
          <w:rFonts w:ascii="微软雅黑" w:eastAsia="微软雅黑" w:hAnsi="微软雅黑" w:cs="微软雅黑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16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平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行</w:t>
      </w:r>
    </w:p>
    <w:p>
      <w:pPr>
        <w:spacing w:before="7" w:after="0" w:line="100" w:lineRule="exact"/>
        <w:jc w:val="left"/>
        <w:rPr>
          <w:sz w:val="10"/>
          <w:szCs w:val="10"/>
        </w:rPr>
      </w:pPr>
    </w:p>
    <w:p>
      <w:pPr>
        <w:spacing w:before="0" w:after="0" w:line="345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且大于</w:t>
      </w:r>
      <w:r>
        <w:rPr>
          <w:rFonts w:ascii="微软雅黑" w:eastAsia="微软雅黑" w:hAnsi="微软雅黑" w:cs="微软雅黑"/>
          <w:spacing w:val="15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3"/>
          <w:w w:val="100"/>
          <w:position w:val="-2"/>
          <w:sz w:val="21"/>
          <w:szCs w:val="21"/>
        </w:rPr>
        <w:t>D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，木块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正视图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是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边长为</w:t>
      </w:r>
      <w:r>
        <w:rPr>
          <w:rFonts w:ascii="微软雅黑" w:eastAsia="微软雅黑" w:hAnsi="微软雅黑" w:cs="微软雅黑"/>
          <w:spacing w:val="15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2"/>
          <w:sz w:val="21"/>
          <w:szCs w:val="21"/>
        </w:rPr>
        <w:t>0.2</w:t>
      </w:r>
      <w:r>
        <w:rPr>
          <w:rFonts w:ascii="Times New Roman" w:eastAsia="Times New Roman" w:hAnsi="Times New Roman" w:cs="Times New Roman"/>
          <w:spacing w:val="20"/>
          <w:w w:val="100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米的正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方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形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，一只蚂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蚁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从点</w:t>
      </w:r>
      <w:r>
        <w:rPr>
          <w:rFonts w:ascii="微软雅黑" w:eastAsia="微软雅黑" w:hAnsi="微软雅黑" w:cs="微软雅黑"/>
          <w:spacing w:val="15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25"/>
          <w:w w:val="100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处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到达</w:t>
      </w:r>
      <w:r>
        <w:rPr>
          <w:rFonts w:ascii="微软雅黑" w:eastAsia="微软雅黑" w:hAnsi="微软雅黑" w:cs="微软雅黑"/>
          <w:spacing w:val="15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23"/>
          <w:w w:val="100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处需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要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走的最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短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路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程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是</w:t>
      </w:r>
    </w:p>
    <w:p>
      <w:pPr>
        <w:spacing w:before="8" w:after="0" w:line="180" w:lineRule="exact"/>
        <w:jc w:val="left"/>
        <w:rPr>
          <w:sz w:val="18"/>
          <w:szCs w:val="18"/>
        </w:rPr>
      </w:pPr>
    </w:p>
    <w:p>
      <w:pPr>
        <w:tabs>
          <w:tab w:val="left" w:pos="1060"/>
        </w:tabs>
        <w:spacing w:before="0" w:after="0" w:line="271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w w:val="169"/>
          <w:position w:val="-1"/>
          <w:sz w:val="21"/>
          <w:szCs w:val="21"/>
          <w:u w:val="thick" w:color="000000"/>
        </w:rPr>
        <w:t xml:space="preserve"> </w:t>
      </w:r>
      <w:r>
        <w:rPr>
          <w:rFonts w:ascii="微软雅黑" w:eastAsia="微软雅黑" w:hAnsi="微软雅黑" w:cs="微软雅黑"/>
          <w:w w:val="100"/>
          <w:position w:val="-1"/>
          <w:sz w:val="21"/>
          <w:szCs w:val="21"/>
          <w:u w:val="thick" w:color="000000"/>
        </w:rPr>
        <w:tab/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米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．</w:t>
      </w:r>
    </w:p>
    <w:p>
      <w:pPr>
        <w:spacing w:before="9" w:after="0" w:line="180" w:lineRule="exact"/>
        <w:jc w:val="left"/>
        <w:rPr>
          <w:sz w:val="18"/>
          <w:szCs w:val="18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11900" w:h="16840"/>
          <w:pgMar w:top="1360" w:right="860" w:bottom="1060" w:left="960" w:header="720" w:footer="720"/>
          <w:cols w:space="720"/>
        </w:sectPr>
      </w:pPr>
    </w:p>
    <w:p>
      <w:pPr>
        <w:spacing w:before="0" w:after="0" w:line="338" w:lineRule="exact"/>
        <w:ind w:left="115" w:right="-82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17.</w:t>
      </w:r>
      <w:r>
        <w:rPr>
          <w:rFonts w:ascii="微软雅黑" w:eastAsia="微软雅黑" w:hAnsi="微软雅黑" w:cs="微软雅黑"/>
          <w:sz w:val="21"/>
          <w:szCs w:val="21"/>
        </w:rPr>
        <w:t>已知</w:t>
      </w:r>
      <w:r>
        <w:rPr>
          <w:rFonts w:ascii="微软雅黑" w:eastAsia="微软雅黑" w:hAnsi="微软雅黑" w:cs="微软雅黑"/>
          <w:spacing w:val="-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0"/>
          <w:position w:val="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8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pacing w:val="-7"/>
          <w:w w:val="100"/>
          <w:position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满足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48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76"/>
          <w:position w:val="-1"/>
          <w:sz w:val="27"/>
          <w:szCs w:val="27"/>
        </w:rPr>
        <w:sym w:font="Symbol" w:char="F028"/>
      </w:r>
      <w:r>
        <w:rPr>
          <w:rFonts w:ascii="Times New Roman" w:eastAsia="Times New Roman" w:hAnsi="Times New Roman" w:cs="Times New Roman"/>
          <w:spacing w:val="-50"/>
          <w:w w:val="100"/>
          <w:position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7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2"/>
          <w:position w:val="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33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3"/>
          <w:w w:val="85"/>
          <w:position w:val="-1"/>
          <w:sz w:val="27"/>
          <w:szCs w:val="27"/>
        </w:rPr>
        <w:sym w:font="Symbol" w:char="F029"/>
      </w:r>
      <w:r>
        <w:rPr>
          <w:rFonts w:ascii="Times New Roman" w:eastAsia="Times New Roman" w:hAnsi="Times New Roman" w:cs="Times New Roman"/>
          <w:spacing w:val="0"/>
          <w:w w:val="85"/>
          <w:position w:val="12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0"/>
          <w:w w:val="85"/>
          <w:position w:val="12"/>
          <w:sz w:val="12"/>
          <w:szCs w:val="12"/>
        </w:rPr>
        <w:t xml:space="preserve">  </w:t>
      </w:r>
      <w:r>
        <w:rPr>
          <w:rFonts w:ascii="Times New Roman" w:eastAsia="Times New Roman" w:hAnsi="Times New Roman" w:cs="Times New Roman"/>
          <w:spacing w:val="13"/>
          <w:w w:val="85"/>
          <w:position w:val="12"/>
          <w:sz w:val="12"/>
          <w:szCs w:val="12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spacing w:val="7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-7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-7"/>
          <w:w w:val="100"/>
          <w:position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且</w:t>
      </w:r>
    </w:p>
    <w:p>
      <w:pPr>
        <w:tabs>
          <w:tab w:val="left" w:pos="3780"/>
        </w:tabs>
        <w:spacing w:before="0" w:after="0" w:line="335" w:lineRule="exact"/>
        <w:ind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-12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3"/>
          <w:position w:val="0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-30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-12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3"/>
          <w:position w:val="0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spacing w:val="-29"/>
          <w:w w:val="100"/>
          <w:position w:val="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3"/>
          <w:position w:val="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24"/>
          <w:w w:val="100"/>
          <w:position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，则</w:t>
      </w:r>
      <w:r>
        <w:rPr>
          <w:rFonts w:ascii="微软雅黑" w:eastAsia="微软雅黑" w:hAnsi="微软雅黑" w:cs="微软雅黑"/>
          <w:spacing w:val="-2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w w:val="100"/>
          <w:position w:val="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pacing w:val="-10"/>
          <w:w w:val="100"/>
          <w:position w:val="0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的值为</w:t>
      </w:r>
      <w:r>
        <w:rPr>
          <w:rFonts w:ascii="微软雅黑" w:eastAsia="微软雅黑" w:hAnsi="微软雅黑" w:cs="微软雅黑"/>
          <w:spacing w:val="43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。</w:t>
      </w:r>
    </w:p>
    <w:p>
      <w:pPr>
        <w:spacing w:after="0" w:line="335" w:lineRule="exact"/>
        <w:jc w:val="left"/>
        <w:rPr>
          <w:rFonts w:ascii="微软雅黑" w:eastAsia="微软雅黑" w:hAnsi="微软雅黑" w:cs="微软雅黑"/>
          <w:sz w:val="21"/>
          <w:szCs w:val="21"/>
        </w:rPr>
        <w:sectPr>
          <w:type w:val="continuous"/>
          <w:pgSz w:w="11900" w:h="16840"/>
          <w:pgMar w:top="1360" w:right="860" w:bottom="1060" w:left="960" w:header="720" w:footer="720"/>
          <w:cols w:num="2" w:space="720" w:equalWidth="0">
            <w:col w:w="3308" w:space="172"/>
            <w:col w:w="6600"/>
          </w:cols>
        </w:sectPr>
      </w:pPr>
    </w:p>
    <w:p>
      <w:pPr>
        <w:spacing w:before="13" w:after="0" w:line="220" w:lineRule="exact"/>
        <w:jc w:val="left"/>
        <w:rPr>
          <w:sz w:val="22"/>
          <w:szCs w:val="22"/>
        </w:rPr>
      </w:pPr>
      <w:r>
        <w:pict>
          <v:group id="_x0000_s1172" style="height:673.68pt;margin-left:0.24pt;margin-top:98pt;mso-position-horizontal-relative:page;mso-position-vertical-relative:page;position:absolute;width:594.76pt;z-index:-251656192" coordorigin="5,1960" coordsize="11895,13474">
            <v:shape id="_x0000_s1173" type="#_x0000_t75" style="height:11261;left:5;position:absolute;top:3741;width:11895">
              <v:imagedata r:id="rId13" o:title=""/>
            </v:shape>
            <v:group id="_x0000_s1174" style="height:12;left:2850;position:absolute;top:7552;width:21" coordorigin="2850,7552" coordsize="21,12">
              <v:shape id="_x0000_s1175" style="height:12;left:2850;position:absolute;top:7552;width:21" coordorigin="2850,7552" coordsize="21,12" path="m2850,7564l2871,7552e" filled="f" stroked="t" strokecolor="black" strokeweight="0.24pt">
                <v:path arrowok="t"/>
              </v:shape>
            </v:group>
            <v:group id="_x0000_s1176" style="height:82;left:2871;position:absolute;top:7552;width:52" coordorigin="2871,7552" coordsize="52,82">
              <v:shape id="_x0000_s1177" style="height:82;left:2871;position:absolute;top:7552;width:52" coordorigin="2871,7552" coordsize="52,82" path="m2871,7552l2923,7634e" filled="f" stroked="t" strokecolor="black" strokeweight="0.24pt">
                <v:path arrowok="t"/>
              </v:shape>
            </v:group>
            <v:group id="_x0000_s1178" style="height:215;left:2923;position:absolute;top:7418;width:56" coordorigin="2923,7418" coordsize="56,215">
              <v:shape id="_x0000_s1179" style="height:215;left:2923;position:absolute;top:7418;width:56" coordorigin="2923,7418" coordsize="56,215" path="m2923,7634l2978,7418e" filled="f" stroked="t" strokecolor="black" strokeweight="0.24pt">
                <v:path arrowok="t"/>
              </v:shape>
            </v:group>
            <v:group id="_x0000_s1180" style="height:2;left:2978;position:absolute;top:7418;width:188" coordorigin="2978,7418" coordsize="188,2">
              <v:shape id="_x0000_s1181" style="height:2;left:2978;position:absolute;top:7418;width:188" coordorigin="2978,7418" coordsize="188,21600" path="m2978,7418l3166,7418e" filled="f" stroked="t" strokecolor="black" strokeweight="0.24pt">
                <v:path arrowok="t"/>
              </v:shape>
            </v:group>
            <v:group id="_x0000_s1182" style="height:220;left:2848;position:absolute;top:7413;width:318" coordorigin="2848,7413" coordsize="318,220">
              <v:shape id="_x0000_s1183" style="height:220;left:2848;position:absolute;top:7413;width:318" coordorigin="2848,7413" coordsize="318,220" path="m2885,7559l2866,7559,2917,7634,2928,7634,2933,7614,2923,7614,2885,7559xe" filled="t" fillcolor="black" stroked="f">
                <v:path arrowok="t"/>
              </v:shape>
              <v:shape id="_x0000_s1184" style="height:220;left:2848;position:absolute;top:7413;width:318" coordorigin="2848,7413" coordsize="318,220" path="m3166,7413l2975,7413,2923,7614,2933,7614,2982,7423,3166,7423,3166,7413xe" filled="t" fillcolor="black" stroked="f">
                <v:path arrowok="t"/>
              </v:shape>
              <v:shape id="_x0000_s1185" style="height:220;left:2848;position:absolute;top:7413;width:318" coordorigin="2848,7413" coordsize="318,220" path="m2876,7546l2848,7561,2851,7567,2866,7559,2885,7559,2876,7546xe" filled="t" fillcolor="black" stroked="f">
                <v:path arrowok="t"/>
              </v:shape>
              <v:shape id="_x0000_s1186" type="#_x0000_t75" style="height:1738;left:6115;position:absolute;top:9770;width:2894">
                <v:imagedata r:id="rId14" o:title=""/>
              </v:shape>
            </v:group>
            <v:group id="_x0000_s1187" style="height:18;left:2581;position:absolute;top:12402;width:20" coordorigin="2581,12402" coordsize="20,18">
              <v:shape id="_x0000_s1188" style="height:18;left:2581;position:absolute;top:12402;width:20" coordorigin="2581,12402" coordsize="20,18" path="m2581,12419l2601,12402e" filled="f" stroked="t" strokecolor="black" strokeweight="0.24pt">
                <v:path arrowok="t"/>
              </v:shape>
            </v:group>
            <v:group id="_x0000_s1189" style="height:129;left:2601;position:absolute;top:12402;width:52" coordorigin="2601,12402" coordsize="52,129">
              <v:shape id="_x0000_s1190" style="height:129;left:2601;position:absolute;top:12402;width:52" coordorigin="2601,12402" coordsize="52,129" path="m2601,12402l2653,12530e" filled="f" stroked="t" strokecolor="black" strokeweight="0.24pt">
                <v:path arrowok="t"/>
              </v:shape>
            </v:group>
            <v:group id="_x0000_s1191" style="height:339;left:2653;position:absolute;top:12191;width:56" coordorigin="2653,12191" coordsize="56,339">
              <v:shape id="_x0000_s1192" style="height:339;left:2653;position:absolute;top:12191;width:56" coordorigin="2653,12191" coordsize="56,339" path="m2653,12530l2708,12191e" filled="f" stroked="t" strokecolor="black" strokeweight="0.24pt">
                <v:path arrowok="t"/>
              </v:shape>
            </v:group>
            <v:group id="_x0000_s1193" style="height:2;left:2708;position:absolute;top:12191;width:679" coordorigin="2708,12191" coordsize="679,2">
              <v:shape id="_x0000_s1194" style="height:2;left:2708;position:absolute;top:12191;width:679" coordorigin="2708,12191" coordsize="679,21600" path="m2708,12191l3387,12191e" filled="f" stroked="t" strokecolor="black" strokeweight="0.24pt">
                <v:path arrowok="t"/>
              </v:shape>
            </v:group>
            <v:group id="_x0000_s1195" style="height:344;left:2579;position:absolute;top:12186;width:808" coordorigin="2579,12186" coordsize="808,344">
              <v:shape id="_x0000_s1196" style="height:344;left:2579;position:absolute;top:12186;width:808" coordorigin="2579,12186" coordsize="808,344" path="m2614,12411l2596,12411,2648,12530,2658,12530,2663,12500,2653,12500,2614,12411xe" filled="t" fillcolor="black" stroked="f">
                <v:path arrowok="t"/>
              </v:shape>
              <v:shape id="_x0000_s1197" style="height:344;left:2579;position:absolute;top:12186;width:808" coordorigin="2579,12186" coordsize="808,344" path="m3387,12186l2704,12186,2653,12500,2663,12500,2713,12196,3387,12196,3387,12186xe" filled="t" fillcolor="black" stroked="f">
                <v:path arrowok="t"/>
              </v:shape>
              <v:shape id="_x0000_s1198" style="height:344;left:2579;position:absolute;top:12186;width:808" coordorigin="2579,12186" coordsize="808,344" path="m2607,12393l2579,12417,2584,12422,2596,12411,2614,12411,2607,12393xe" filled="t" fillcolor="black" stroked="f">
                <v:path arrowok="t"/>
              </v:shape>
            </v:group>
            <v:group id="_x0000_s1199" style="height:12;left:4303;position:absolute;top:12383;width:21" coordorigin="4303,12383" coordsize="21,12">
              <v:shape id="_x0000_s1200" style="height:12;left:4303;position:absolute;top:12383;width:21" coordorigin="4303,12383" coordsize="21,12" path="m4303,12394l4324,12383e" filled="f" stroked="t" strokecolor="black" strokeweight="0.24pt">
                <v:path arrowok="t"/>
              </v:shape>
            </v:group>
            <v:group id="_x0000_s1201" style="height:83;left:4324;position:absolute;top:12383;width:51" coordorigin="4324,12383" coordsize="51,83">
              <v:shape id="_x0000_s1202" style="height:83;left:4324;position:absolute;top:12383;width:51" coordorigin="4324,12383" coordsize="51,83" path="m4324,12383l4375,12465e" filled="f" stroked="t" strokecolor="black" strokeweight="0.24pt">
                <v:path arrowok="t"/>
              </v:shape>
            </v:group>
            <v:group id="_x0000_s1203" style="height:218;left:4375;position:absolute;top:12247;width:55" coordorigin="4375,12247" coordsize="55,218">
              <v:shape id="_x0000_s1204" style="height:218;left:4375;position:absolute;top:12247;width:55" coordorigin="4375,12247" coordsize="55,218" path="m4375,12465l4430,12247e" filled="f" stroked="t" strokecolor="black" strokeweight="0.24pt">
                <v:path arrowok="t"/>
              </v:shape>
            </v:group>
            <v:group id="_x0000_s1205" style="height:2;left:4430;position:absolute;top:12247;width:686" coordorigin="4430,12247" coordsize="686,2">
              <v:shape id="_x0000_s1206" style="height:2;left:4430;position:absolute;top:12247;width:686" coordorigin="4430,12247" coordsize="686,21600" path="m4430,12247l5116,12247e" filled="f" stroked="t" strokecolor="black" strokeweight="0.24pt">
                <v:path arrowok="t"/>
              </v:shape>
            </v:group>
            <v:group id="_x0000_s1207" style="height:224;left:4302;position:absolute;top:12242;width:814" coordorigin="4302,12242" coordsize="814,224">
              <v:shape id="_x0000_s1208" style="height:223;left:4302;position:absolute;top:12242;width:814" coordorigin="4302,12242" coordsize="814,223" path="m4337,12389l4319,12389,4370,12465,4380,12465,4385,12446,4375,12446,4337,12389xe" filled="t" fillcolor="black" stroked="f">
                <v:path arrowok="t"/>
              </v:shape>
              <v:shape id="_x0000_s1209" style="height:223;left:4302;position:absolute;top:12242;width:814" coordorigin="4302,12242" coordsize="814,223" path="m5116,12242l4427,12242,4375,12446,4385,12446,4433,12252,5116,12252,5116,12242xe" filled="t" fillcolor="black" stroked="f">
                <v:path arrowok="t"/>
              </v:shape>
              <v:shape id="_x0000_s1210" style="height:223;left:4302;position:absolute;top:12242;width:814" coordorigin="4302,12242" coordsize="814,223" path="m4329,12376l4302,12392,4305,12397,4319,12389,4337,12389,4329,12376xe" filled="t" fillcolor="black" stroked="f">
                <v:path arrowok="t"/>
              </v:shape>
              <v:shape id="_x0000_s1211" type="#_x0000_t75" style="height:1786;left:6538;position:absolute;top:13648;width:2400">
                <v:imagedata r:id="rId15" o:title=""/>
              </v:shape>
              <v:shape id="_x0000_s1212" type="#_x0000_t75" style="height:1790;left:8477;position:absolute;top:1960;width:1776">
                <v:imagedata r:id="rId16" o:title=""/>
              </v:shape>
              <v:shape id="_x0000_s1213" type="#_x0000_t75" style="height:1483;left:8789;position:absolute;top:6213;width:1651">
                <v:imagedata r:id="rId17" o:title=""/>
              </v:shape>
            </v:group>
          </v:group>
        </w:pict>
      </w: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18.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如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图</w:t>
      </w:r>
      <w:r>
        <w:rPr>
          <w:rFonts w:ascii="微软雅黑" w:eastAsia="微软雅黑" w:hAnsi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微软雅黑" w:eastAsia="微软雅黑" w:hAnsi="微软雅黑" w:cs="微软雅黑"/>
          <w:spacing w:val="0"/>
          <w:w w:val="167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i/>
          <w:spacing w:val="-6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中</w:t>
      </w:r>
      <w:r>
        <w:rPr>
          <w:rFonts w:ascii="微软雅黑" w:eastAsia="微软雅黑" w:hAnsi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-5"/>
          <w:w w:val="14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90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>°</w:t>
      </w:r>
      <w:r>
        <w:rPr>
          <w:rFonts w:ascii="微软雅黑" w:eastAsia="微软雅黑" w:hAnsi="微软雅黑" w:cs="微软雅黑"/>
          <w:spacing w:val="-24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3</w:t>
      </w:r>
      <w:r>
        <w:rPr>
          <w:rFonts w:ascii="微软雅黑" w:eastAsia="微软雅黑" w:hAnsi="微软雅黑" w:cs="微软雅黑"/>
          <w:spacing w:val="-24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5</w:t>
      </w:r>
      <w:r>
        <w:rPr>
          <w:rFonts w:ascii="微软雅黑" w:eastAsia="微软雅黑" w:hAnsi="微软雅黑" w:cs="微软雅黑"/>
          <w:spacing w:val="-24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分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别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以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B</w:t>
      </w:r>
      <w:r>
        <w:rPr>
          <w:rFonts w:ascii="微软雅黑" w:eastAsia="微软雅黑" w:hAnsi="微软雅黑" w:cs="微软雅黑"/>
          <w:spacing w:val="-24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6"/>
          <w:w w:val="100"/>
          <w:sz w:val="21"/>
          <w:szCs w:val="21"/>
        </w:rPr>
        <w:t>C</w:t>
      </w:r>
      <w:r>
        <w:rPr>
          <w:rFonts w:ascii="微软雅黑" w:eastAsia="微软雅黑" w:hAnsi="微软雅黑" w:cs="微软雅黑"/>
          <w:spacing w:val="-24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边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同侧作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正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方形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F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</w:p>
    <w:p>
      <w:pPr>
        <w:spacing w:before="7" w:after="0" w:line="100" w:lineRule="exact"/>
        <w:jc w:val="left"/>
        <w:rPr>
          <w:sz w:val="10"/>
          <w:szCs w:val="10"/>
        </w:rPr>
      </w:pPr>
    </w:p>
    <w:p>
      <w:pPr>
        <w:tabs>
          <w:tab w:val="left" w:pos="8160"/>
        </w:tabs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Q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记四块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阴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影部分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面积分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别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1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2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3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4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，则</w:t>
      </w:r>
      <w:r>
        <w:rPr>
          <w:rFonts w:ascii="微软雅黑" w:eastAsia="微软雅黑" w:hAnsi="微软雅黑" w:cs="微软雅黑"/>
          <w:spacing w:val="-1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-2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thick" w:color="000000"/>
        </w:rPr>
        <w:tab/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．</w:t>
      </w:r>
    </w:p>
    <w:p>
      <w:pPr>
        <w:spacing w:after="0" w:line="240" w:lineRule="auto"/>
        <w:jc w:val="left"/>
        <w:rPr>
          <w:rFonts w:ascii="微软雅黑" w:eastAsia="微软雅黑" w:hAnsi="微软雅黑" w:cs="微软雅黑"/>
          <w:sz w:val="21"/>
          <w:szCs w:val="21"/>
        </w:rPr>
        <w:sectPr>
          <w:type w:val="continuous"/>
          <w:pgSz w:w="11900" w:h="16840"/>
          <w:pgMar w:top="1360" w:right="860" w:bottom="1060" w:left="960" w:header="720" w:footer="720"/>
          <w:cols w:space="720"/>
        </w:sectPr>
      </w:pPr>
    </w:p>
    <w:p>
      <w:pPr>
        <w:spacing w:before="19" w:after="0" w:line="220" w:lineRule="exact"/>
        <w:jc w:val="left"/>
        <w:rPr>
          <w:sz w:val="22"/>
          <w:szCs w:val="22"/>
        </w:rPr>
      </w:pPr>
    </w:p>
    <w:p>
      <w:pPr>
        <w:spacing w:before="0" w:after="0" w:line="295" w:lineRule="exact"/>
        <w:ind w:left="115" w:right="-20"/>
        <w:jc w:val="left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0"/>
          <w:sz w:val="21"/>
          <w:szCs w:val="21"/>
        </w:rPr>
        <w:t>三、解答题（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1"/>
          <w:szCs w:val="21"/>
        </w:rPr>
        <w:t>46</w:t>
      </w:r>
      <w:r>
        <w:rPr>
          <w:rFonts w:ascii="Times New Roman" w:eastAsia="Times New Roman" w:hAnsi="Times New Roman" w:cs="Times New Roman"/>
          <w:b/>
          <w:bCs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0"/>
          <w:sz w:val="21"/>
          <w:szCs w:val="21"/>
        </w:rPr>
        <w:t>分）</w:t>
      </w:r>
    </w:p>
    <w:p>
      <w:pPr>
        <w:spacing w:before="9" w:after="0" w:line="100" w:lineRule="exact"/>
        <w:jc w:val="left"/>
        <w:rPr>
          <w:sz w:val="10"/>
          <w:szCs w:val="10"/>
        </w:rPr>
      </w:pPr>
    </w:p>
    <w:p>
      <w:pPr>
        <w:spacing w:before="0" w:after="0" w:line="345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2"/>
          <w:sz w:val="21"/>
          <w:szCs w:val="21"/>
        </w:rPr>
        <w:t>19.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-2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spacing w:val="0"/>
          <w:w w:val="100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分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）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计算：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after="0" w:line="150" w:lineRule="exact"/>
        <w:jc w:val="left"/>
        <w:rPr>
          <w:sz w:val="15"/>
          <w:szCs w:val="15"/>
        </w:rPr>
        <w:sectPr>
          <w:footerReference w:type="default" r:id="rId18"/>
          <w:pgSz w:w="11900" w:h="16840"/>
          <w:pgMar w:top="1580" w:right="960" w:bottom="280" w:left="960" w:header="0" w:footer="0"/>
          <w:cols w:space="720"/>
        </w:sectPr>
      </w:pPr>
    </w:p>
    <w:p>
      <w:pPr>
        <w:spacing w:before="29" w:after="0" w:line="240" w:lineRule="auto"/>
        <w:ind w:left="115" w:right="-74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⑴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4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pacing w:val="0"/>
          <w:w w:val="10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10"/>
          <w:w w:val="100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0"/>
          <w:w w:val="100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spacing w:val="0"/>
          <w:w w:val="1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12"/>
          <w:w w:val="1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0"/>
          <w:w w:val="103"/>
          <w:sz w:val="20"/>
          <w:szCs w:val="20"/>
        </w:rPr>
        <w:t>2</w:t>
      </w:r>
    </w:p>
    <w:p>
      <w:pPr>
        <w:spacing w:before="0" w:after="0" w:line="433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微软雅黑" w:eastAsia="微软雅黑" w:hAnsi="微软雅黑" w:cs="微软雅黑"/>
          <w:position w:val="2"/>
          <w:sz w:val="21"/>
          <w:szCs w:val="21"/>
        </w:rPr>
        <w:t>⑵</w:t>
      </w:r>
      <w:r>
        <w:rPr>
          <w:rFonts w:ascii="微软雅黑" w:eastAsia="微软雅黑" w:hAnsi="微软雅黑" w:cs="微软雅黑"/>
          <w:spacing w:val="-33"/>
          <w:position w:val="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56"/>
          <w:position w:val="-1"/>
          <w:sz w:val="37"/>
          <w:szCs w:val="37"/>
        </w:rPr>
        <w:sym w:font="Symbol" w:char="F028"/>
      </w:r>
      <w:r>
        <w:rPr>
          <w:rFonts w:ascii="Times New Roman" w:eastAsia="Times New Roman" w:hAnsi="Times New Roman" w:cs="Times New Roman"/>
          <w:spacing w:val="0"/>
          <w:w w:val="56"/>
          <w:position w:val="-1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spacing w:val="34"/>
          <w:w w:val="56"/>
          <w:position w:val="-1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2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w w:val="100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4"/>
          <w:w w:val="100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position w:val="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32"/>
          <w:w w:val="100"/>
          <w:position w:val="2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56"/>
          <w:position w:val="-1"/>
          <w:sz w:val="37"/>
          <w:szCs w:val="37"/>
        </w:rPr>
        <w:sym w:font="Symbol" w:char="F029"/>
      </w:r>
      <w:r>
        <w:rPr>
          <w:rFonts w:ascii="Times New Roman" w:eastAsia="Times New Roman" w:hAnsi="Times New Roman" w:cs="Times New Roman"/>
          <w:spacing w:val="-66"/>
          <w:w w:val="100"/>
          <w:position w:val="-1"/>
          <w:sz w:val="37"/>
          <w:szCs w:val="37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2"/>
          <w:sz w:val="21"/>
          <w:szCs w:val="21"/>
        </w:rPr>
        <w:sym w:font="Symbol" w:char="F0B4"/>
      </w:r>
      <w:r>
        <w:rPr>
          <w:rFonts w:ascii="Times New Roman" w:eastAsia="Times New Roman" w:hAnsi="Times New Roman" w:cs="Times New Roman"/>
          <w:spacing w:val="-15"/>
          <w:w w:val="100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9"/>
          <w:w w:val="100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3</w:t>
      </w:r>
    </w:p>
    <w:p>
      <w:pPr>
        <w:spacing w:after="0" w:line="433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960" w:bottom="1060" w:left="960" w:header="720" w:footer="720"/>
          <w:cols w:num="2" w:space="720" w:equalWidth="0">
            <w:col w:w="1247" w:space="2651"/>
            <w:col w:w="6082"/>
          </w:cols>
        </w:sectPr>
      </w:pPr>
    </w:p>
    <w:p>
      <w:pPr>
        <w:spacing w:before="9" w:after="0" w:line="170" w:lineRule="exact"/>
        <w:jc w:val="left"/>
        <w:rPr>
          <w:sz w:val="17"/>
          <w:szCs w:val="17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11900" w:h="16840"/>
          <w:pgMar w:top="1360" w:right="960" w:bottom="1060" w:left="960" w:header="720" w:footer="720"/>
          <w:cols w:space="720"/>
        </w:sectPr>
      </w:pPr>
    </w:p>
    <w:p>
      <w:pPr>
        <w:spacing w:before="53" w:after="0" w:line="240" w:lineRule="auto"/>
        <w:ind w:left="115" w:right="-7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⑶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5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99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3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</w:p>
    <w:p>
      <w:pPr>
        <w:spacing w:before="31" w:after="0" w:line="349" w:lineRule="exact"/>
        <w:ind w:right="-9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0"/>
          <w:position w:val="8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5"/>
          <w:w w:val="100"/>
          <w:position w:val="8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-4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10"/>
          <w:w w:val="100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8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8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25"/>
          <w:w w:val="100"/>
          <w:position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-4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-4"/>
          <w:sz w:val="21"/>
          <w:szCs w:val="21"/>
        </w:rPr>
        <w:t>8</w:t>
      </w:r>
    </w:p>
    <w:p>
      <w:pPr>
        <w:tabs>
          <w:tab w:val="left" w:pos="340"/>
        </w:tabs>
        <w:spacing w:before="0" w:after="0" w:line="185" w:lineRule="exact"/>
        <w:ind w:left="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</w:t>
      </w:r>
    </w:p>
    <w:p>
      <w:pPr>
        <w:spacing w:before="25" w:after="0" w:line="240" w:lineRule="auto"/>
        <w:ind w:right="-96"/>
        <w:jc w:val="left"/>
        <w:rPr>
          <w:rFonts w:ascii="Symbol" w:eastAsia="Symbol" w:hAnsi="Symbol" w:cs="Symbol"/>
          <w:sz w:val="21"/>
          <w:szCs w:val="21"/>
        </w:rPr>
      </w:pPr>
      <w:r>
        <w:br w:type="column"/>
      </w:r>
      <w:r>
        <w:rPr>
          <w:rFonts w:ascii="微软雅黑" w:eastAsia="微软雅黑" w:hAnsi="微软雅黑" w:cs="微软雅黑"/>
          <w:sz w:val="21"/>
          <w:szCs w:val="21"/>
        </w:rPr>
        <w:t>⑷</w:t>
      </w:r>
      <w:r>
        <w:rPr>
          <w:rFonts w:ascii="微软雅黑" w:eastAsia="微软雅黑" w:hAnsi="微软雅黑" w:cs="微软雅黑"/>
          <w:spacing w:val="-38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55"/>
          <w:position w:val="-3"/>
          <w:sz w:val="37"/>
          <w:szCs w:val="37"/>
        </w:rPr>
        <w:sym w:font="Symbol" w:char="F028"/>
      </w:r>
      <w:r>
        <w:rPr>
          <w:rFonts w:ascii="Times New Roman" w:eastAsia="Times New Roman" w:hAnsi="Times New Roman" w:cs="Times New Roman"/>
          <w:spacing w:val="0"/>
          <w:w w:val="55"/>
          <w:position w:val="-3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spacing w:val="50"/>
          <w:w w:val="55"/>
          <w:position w:val="-3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2D"/>
      </w:r>
    </w:p>
    <w:p>
      <w:pPr>
        <w:spacing w:before="25" w:after="0" w:line="240" w:lineRule="auto"/>
        <w:ind w:right="-96"/>
        <w:jc w:val="left"/>
        <w:rPr>
          <w:rFonts w:ascii="Symbol" w:eastAsia="Symbol" w:hAnsi="Symbol" w:cs="Symbol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32</w:t>
      </w:r>
      <w:r>
        <w:rPr>
          <w:rFonts w:ascii="Times New Roman" w:eastAsia="Times New Roman" w:hAnsi="Times New Roman" w:cs="Times New Roman"/>
          <w:spacing w:val="-23"/>
          <w:w w:val="10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55"/>
          <w:position w:val="-3"/>
          <w:sz w:val="37"/>
          <w:szCs w:val="37"/>
        </w:rPr>
        <w:sym w:font="Symbol" w:char="F029"/>
      </w:r>
      <w:r>
        <w:rPr>
          <w:rFonts w:ascii="Times New Roman" w:eastAsia="Times New Roman" w:hAnsi="Times New Roman" w:cs="Times New Roman"/>
          <w:spacing w:val="0"/>
          <w:w w:val="55"/>
          <w:position w:val="-3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spacing w:val="26"/>
          <w:w w:val="55"/>
          <w:position w:val="-3"/>
          <w:sz w:val="37"/>
          <w:szCs w:val="37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55"/>
          <w:position w:val="-3"/>
          <w:sz w:val="37"/>
          <w:szCs w:val="37"/>
        </w:rPr>
        <w:sym w:font="Symbol" w:char="F028"/>
      </w:r>
      <w:r>
        <w:rPr>
          <w:rFonts w:ascii="Times New Roman" w:eastAsia="Times New Roman" w:hAnsi="Times New Roman" w:cs="Times New Roman"/>
          <w:spacing w:val="0"/>
          <w:w w:val="55"/>
          <w:position w:val="-3"/>
          <w:sz w:val="37"/>
          <w:szCs w:val="37"/>
        </w:rPr>
        <w:t xml:space="preserve">  </w:t>
      </w:r>
      <w:r>
        <w:rPr>
          <w:rFonts w:ascii="Times New Roman" w:eastAsia="Times New Roman" w:hAnsi="Times New Roman" w:cs="Times New Roman"/>
          <w:spacing w:val="3"/>
          <w:w w:val="55"/>
          <w:position w:val="-3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2D"/>
      </w:r>
    </w:p>
    <w:p>
      <w:pPr>
        <w:spacing w:before="25" w:after="0" w:line="240" w:lineRule="auto"/>
        <w:ind w:right="-20"/>
        <w:jc w:val="left"/>
        <w:rPr>
          <w:rFonts w:ascii="Symbol" w:eastAsia="Symbol" w:hAnsi="Symbol" w:cs="Symbol"/>
          <w:sz w:val="37"/>
          <w:szCs w:val="37"/>
        </w:rPr>
      </w:pPr>
      <w:r>
        <w:br w:type="column"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32"/>
          <w:w w:val="10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10"/>
          <w:w w:val="58"/>
          <w:position w:val="-3"/>
          <w:sz w:val="37"/>
          <w:szCs w:val="37"/>
        </w:rPr>
        <w:sym w:font="Symbol" w:char="F029"/>
      </w:r>
      <w:r>
        <w:rPr>
          <w:rFonts w:ascii="Symbol" w:eastAsia="Symbol" w:hAnsi="Symbol" w:cs="Symbol"/>
          <w:spacing w:val="0"/>
          <w:w w:val="58"/>
          <w:position w:val="-3"/>
          <w:sz w:val="37"/>
          <w:szCs w:val="37"/>
        </w:rPr>
        <w:sym w:font="Symbol" w:char="F028"/>
      </w:r>
      <w:r>
        <w:rPr>
          <w:rFonts w:ascii="Times New Roman" w:eastAsia="Times New Roman" w:hAnsi="Times New Roman" w:cs="Times New Roman"/>
          <w:spacing w:val="0"/>
          <w:w w:val="58"/>
          <w:position w:val="-3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spacing w:val="44"/>
          <w:w w:val="58"/>
          <w:position w:val="-3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100"/>
          <w:position w:val="0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2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7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55"/>
          <w:position w:val="-3"/>
          <w:sz w:val="37"/>
          <w:szCs w:val="37"/>
        </w:rPr>
        <w:sym w:font="Symbol" w:char="F029"/>
      </w:r>
    </w:p>
    <w:p>
      <w:pPr>
        <w:spacing w:after="0" w:line="240" w:lineRule="auto"/>
        <w:jc w:val="left"/>
        <w:rPr>
          <w:rFonts w:ascii="Symbol" w:eastAsia="Symbol" w:hAnsi="Symbol" w:cs="Symbol"/>
          <w:sz w:val="37"/>
          <w:szCs w:val="37"/>
        </w:rPr>
        <w:sectPr>
          <w:type w:val="continuous"/>
          <w:pgSz w:w="11900" w:h="16840"/>
          <w:pgMar w:top="1360" w:right="960" w:bottom="1060" w:left="960" w:header="720" w:footer="720"/>
          <w:cols w:num="5" w:space="720" w:equalWidth="0">
            <w:col w:w="1117" w:space="150"/>
            <w:col w:w="848" w:space="1735"/>
            <w:col w:w="725" w:space="177"/>
            <w:col w:w="1080" w:space="177"/>
            <w:col w:w="3971"/>
          </w:cols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pict>
          <v:group id="_x0000_s1214" style="height:656.88pt;margin-left:0.24pt;margin-top:93.2pt;mso-position-horizontal-relative:page;mso-position-vertical-relative:page;position:absolute;width:594.76pt;z-index:-251655168" coordorigin="5,1864" coordsize="11895,13138">
            <v:shape id="_x0000_s1215" type="#_x0000_t75" style="height:13138;left:5;position:absolute;top:1864;width:11895">
              <v:imagedata r:id="rId19" o:title=""/>
            </v:shape>
            <v:group id="_x0000_s1216" style="height:12;left:1328;position:absolute;top:2994;width:20" coordorigin="1328,2994" coordsize="20,12">
              <v:shape id="_x0000_s1217" style="height:12;left:1328;position:absolute;top:2994;width:20" coordorigin="1328,2994" coordsize="20,12" path="m1328,3005l1348,2994e" filled="f" stroked="t" strokecolor="black" strokeweight="0.24pt">
                <v:path arrowok="t"/>
              </v:shape>
            </v:group>
            <v:group id="_x0000_s1218" style="height:83;left:1348;position:absolute;top:2994;width:52" coordorigin="1348,2994" coordsize="52,83">
              <v:shape id="_x0000_s1219" style="height:83;left:1348;position:absolute;top:2994;width:52" coordorigin="1348,2994" coordsize="52,83" path="m1348,2994l1399,3077e" filled="f" stroked="t" strokecolor="black" strokeweight="0.24pt">
                <v:path arrowok="t"/>
              </v:shape>
            </v:group>
            <v:group id="_x0000_s1220" style="height:218;left:1400;position:absolute;top:2858;width:55" coordorigin="1400,2858" coordsize="55,218">
              <v:shape id="_x0000_s1221" style="height:218;left:1400;position:absolute;top:2858;width:55" coordorigin="1400,2858" coordsize="55,218" path="m1400,3077l1454,2858e" filled="f" stroked="t" strokecolor="black" strokeweight="0.24pt">
                <v:path arrowok="t"/>
              </v:shape>
            </v:group>
            <v:group id="_x0000_s1222" style="height:2;left:1454;position:absolute;top:2858;width:219" coordorigin="1454,2858" coordsize="219,2">
              <v:shape id="_x0000_s1223" style="height:2;left:1454;position:absolute;top:2858;width:219" coordorigin="1454,2858" coordsize="219,21600" path="m1454,2858l1673,2858e" filled="f" stroked="t" strokecolor="black" strokeweight="0.24pt">
                <v:path arrowok="t"/>
              </v:shape>
            </v:group>
            <v:group id="_x0000_s1224" style="height:223;left:1326;position:absolute;top:2853;width:347" coordorigin="1326,2853" coordsize="347,223">
              <v:shape id="_x0000_s1225" style="height:223;left:1326;position:absolute;top:2853;width:347" coordorigin="1326,2853" coordsize="347,223" path="m1362,3000l1343,3000,1394,3077,1405,3077,1410,3057,1399,3057,1362,3000xe" filled="t" fillcolor="black" stroked="f">
                <v:path arrowok="t"/>
              </v:shape>
              <v:shape id="_x0000_s1226" style="height:223;left:1326;position:absolute;top:2853;width:347" coordorigin="1326,2853" coordsize="347,223" path="m1673,2853l1451,2853,1399,3057,1410,3057,1458,2863,1673,2863,1673,2853xe" filled="t" fillcolor="black" stroked="f">
                <v:path arrowok="t"/>
              </v:shape>
              <v:shape id="_x0000_s1227" style="height:223;left:1326;position:absolute;top:2853;width:347" coordorigin="1326,2853" coordsize="347,223" path="m1354,2987l1326,3003,1329,3008,1343,3000,1362,3000,1354,2987xe" filled="t" fillcolor="black" stroked="f">
                <v:path arrowok="t"/>
              </v:shape>
            </v:group>
            <v:group id="_x0000_s1228" style="height:12;left:1883;position:absolute;top:2992;width:21" coordorigin="1883,2992" coordsize="21,12">
              <v:shape id="_x0000_s1229" style="height:12;left:1883;position:absolute;top:2992;width:21" coordorigin="1883,2992" coordsize="21,12" path="m1883,3004l1904,2992e" filled="f" stroked="t" strokecolor="black" strokeweight="0.24pt">
                <v:path arrowok="t"/>
              </v:shape>
            </v:group>
            <v:group id="_x0000_s1230" style="height:82;left:1904;position:absolute;top:2992;width:51" coordorigin="1904,2992" coordsize="51,82">
              <v:shape id="_x0000_s1231" style="height:82;left:1904;position:absolute;top:2992;width:51" coordorigin="1904,2992" coordsize="51,82" path="m1904,2992l1955,3074e" filled="f" stroked="t" strokecolor="black" strokeweight="0.24pt">
                <v:path arrowok="t"/>
              </v:shape>
            </v:group>
            <v:group id="_x0000_s1232" style="height:215;left:1955;position:absolute;top:2858;width:55" coordorigin="1955,2858" coordsize="55,215">
              <v:shape id="_x0000_s1233" style="height:215;left:1955;position:absolute;top:2858;width:55" coordorigin="1955,2858" coordsize="55,215" path="m1955,3074l2010,2858e" filled="f" stroked="t" strokecolor="black" strokeweight="0.24pt">
                <v:path arrowok="t"/>
              </v:shape>
            </v:group>
            <v:group id="_x0000_s1234" style="height:2;left:2010;position:absolute;top:2858;width:202" coordorigin="2010,2858" coordsize="202,2">
              <v:shape id="_x0000_s1235" style="height:2;left:2010;position:absolute;top:2858;width:202" coordorigin="2010,2858" coordsize="202,21600" path="m2010,2858l2212,2858e" filled="f" stroked="t" strokecolor="black" strokeweight="0.24pt">
                <v:path arrowok="t"/>
              </v:shape>
            </v:group>
            <v:group id="_x0000_s1236" style="height:220;left:1882;position:absolute;top:2853;width:330" coordorigin="1882,2853" coordsize="330,220">
              <v:shape id="_x0000_s1237" style="height:220;left:1882;position:absolute;top:2853;width:330" coordorigin="1882,2853" coordsize="330,220" path="m1918,2999l1899,2999,1950,3074,1960,3074,1965,3054,1955,3054,1918,2999xe" filled="t" fillcolor="black" stroked="f">
                <v:path arrowok="t"/>
              </v:shape>
              <v:shape id="_x0000_s1238" style="height:220;left:1882;position:absolute;top:2853;width:330" coordorigin="1882,2853" coordsize="330,220" path="m2212,2853l2007,2853,1955,3054,1965,3054,2014,2863,2212,2863,2212,2853xe" filled="t" fillcolor="black" stroked="f">
                <v:path arrowok="t"/>
              </v:shape>
              <v:shape id="_x0000_s1239" style="height:220;left:1882;position:absolute;top:2853;width:330" coordorigin="1882,2853" coordsize="330,220" path="m1909,2986l1882,3001,1885,3007,1899,2999,1918,2999,1909,2986xe" filled="t" fillcolor="black" stroked="f">
                <v:path arrowok="t"/>
              </v:shape>
            </v:group>
            <v:group id="_x0000_s1240" style="height:12;left:5191;position:absolute;top:2990;width:21" coordorigin="5191,2990" coordsize="21,12">
              <v:shape id="_x0000_s1241" style="height:12;left:5191;position:absolute;top:2990;width:21" coordorigin="5191,2990" coordsize="21,12" path="m5191,3002l5211,2990e" filled="f" stroked="t" strokecolor="black" strokeweight="0.24pt">
                <v:path arrowok="t"/>
              </v:shape>
            </v:group>
            <v:group id="_x0000_s1242" style="height:83;left:5211;position:absolute;top:2990;width:52" coordorigin="5211,2990" coordsize="52,83">
              <v:shape id="_x0000_s1243" style="height:83;left:5211;position:absolute;top:2990;width:52" coordorigin="5211,2990" coordsize="52,83" path="m5211,2990l5263,3073e" filled="f" stroked="t" strokecolor="black" strokeweight="0.24pt">
                <v:path arrowok="t"/>
              </v:shape>
            </v:group>
            <v:group id="_x0000_s1244" style="height:219;left:5263;position:absolute;top:2854;width:55" coordorigin="5263,2854" coordsize="55,219">
              <v:shape id="_x0000_s1245" style="height:219;left:5263;position:absolute;top:2854;width:55" coordorigin="5263,2854" coordsize="55,219" path="m5263,3073l5318,2854e" filled="f" stroked="t" strokecolor="black" strokeweight="0.24pt">
                <v:path arrowok="t"/>
              </v:shape>
            </v:group>
            <v:group id="_x0000_s1246" style="height:2;left:5318;position:absolute;top:2854;width:201" coordorigin="5318,2854" coordsize="201,2">
              <v:shape id="_x0000_s1247" style="height:2;left:5318;position:absolute;top:2854;width:201" coordorigin="5318,2854" coordsize="201,21600" path="m5318,2854l5519,2854e" filled="f" stroked="t" strokecolor="black" strokeweight="0.24pt">
                <v:path arrowok="t"/>
              </v:shape>
            </v:group>
            <v:group id="_x0000_s1248" style="height:224;left:5189;position:absolute;top:2849;width:330" coordorigin="5189,2849" coordsize="330,224">
              <v:shape id="_x0000_s1249" style="height:224;left:5189;position:absolute;top:2849;width:330" coordorigin="5189,2849" coordsize="330,224" path="m5225,2996l5206,2996,5258,3073,5268,3073,5273,3053,5263,3053,5225,2996xe" filled="t" fillcolor="black" stroked="f">
                <v:path arrowok="t"/>
              </v:shape>
              <v:shape id="_x0000_s1250" style="height:224;left:5189;position:absolute;top:2849;width:330" coordorigin="5189,2849" coordsize="330,224" path="m5519,2849l5315,2849,5263,3053,5273,3053,5322,2859,5519,2859,5519,2849xe" filled="t" fillcolor="black" stroked="f">
                <v:path arrowok="t"/>
              </v:shape>
              <v:shape id="_x0000_s1251" style="height:224;left:5189;position:absolute;top:2849;width:330" coordorigin="5189,2849" coordsize="330,224" path="m5217,2984l5189,2999,5192,3005,5206,2996,5225,2996,5217,2984xe" filled="t" fillcolor="black" stroked="f">
                <v:path arrowok="t"/>
              </v:shape>
            </v:group>
            <v:group id="_x0000_s1252" style="height:12;left:5839;position:absolute;top:2990;width:21" coordorigin="5839,2990" coordsize="21,12">
              <v:shape id="_x0000_s1253" style="height:12;left:5839;position:absolute;top:2990;width:21" coordorigin="5839,2990" coordsize="21,12" path="m5839,3002l5860,2990e" filled="f" stroked="t" strokecolor="black" strokeweight="0.24pt">
                <v:path arrowok="t"/>
              </v:shape>
            </v:group>
            <v:group id="_x0000_s1254" style="height:83;left:5860;position:absolute;top:2990;width:52" coordorigin="5860,2990" coordsize="52,83">
              <v:shape id="_x0000_s1255" style="height:83;left:5860;position:absolute;top:2990;width:52" coordorigin="5860,2990" coordsize="52,83" path="m5860,2990l5912,3073e" filled="f" stroked="t" strokecolor="black" strokeweight="0.24pt">
                <v:path arrowok="t"/>
              </v:shape>
            </v:group>
            <v:group id="_x0000_s1256" style="height:219;left:5912;position:absolute;top:2854;width:55" coordorigin="5912,2854" coordsize="55,219">
              <v:shape id="_x0000_s1257" style="height:219;left:5912;position:absolute;top:2854;width:55" coordorigin="5912,2854" coordsize="55,219" path="m5912,3073l5967,2854e" filled="f" stroked="t" strokecolor="black" strokeweight="0.24pt">
                <v:path arrowok="t"/>
              </v:shape>
            </v:group>
            <v:group id="_x0000_s1258" style="height:2;left:5967;position:absolute;top:2854;width:109" coordorigin="5967,2854" coordsize="109,2">
              <v:shape id="_x0000_s1259" style="height:2;left:5967;position:absolute;top:2854;width:109" coordorigin="5967,2854" coordsize="109,21600" path="m5967,2854l6076,2854e" filled="f" stroked="t" strokecolor="black" strokeweight="0.24pt">
                <v:path arrowok="t"/>
              </v:shape>
            </v:group>
            <v:group id="_x0000_s1260" style="height:224;left:5838;position:absolute;top:2849;width:238" coordorigin="5838,2849" coordsize="238,224">
              <v:shape id="_x0000_s1261" style="height:224;left:5838;position:absolute;top:2849;width:238" coordorigin="5838,2849" coordsize="238,224" path="m5874,2996l5855,2996,5907,3073,5917,3073,5922,3053,5912,3053,5874,2996xe" filled="t" fillcolor="black" stroked="f">
                <v:path arrowok="t"/>
              </v:shape>
              <v:shape id="_x0000_s1262" style="height:224;left:5838;position:absolute;top:2849;width:238" coordorigin="5838,2849" coordsize="238,224" path="m6076,2849l5964,2849,5912,3053,5922,3053,5971,2859,6076,2859,6076,2849xe" filled="t" fillcolor="black" stroked="f">
                <v:path arrowok="t"/>
              </v:shape>
              <v:shape id="_x0000_s1263" style="height:224;left:5838;position:absolute;top:2849;width:238" coordorigin="5838,2849" coordsize="238,224" path="m5866,2984l5838,2999,5841,3005,5855,2996,5874,2996,5866,2984xe" filled="t" fillcolor="black" stroked="f">
                <v:path arrowok="t"/>
              </v:shape>
            </v:group>
            <v:group id="_x0000_s1264" style="height:12;left:6456;position:absolute;top:2990;width:21" coordorigin="6456,2990" coordsize="21,12">
              <v:shape id="_x0000_s1265" style="height:12;left:6456;position:absolute;top:2990;width:21" coordorigin="6456,2990" coordsize="21,12" path="m6456,3002l6477,2990e" filled="f" stroked="t" strokecolor="black" strokeweight="0.24pt">
                <v:path arrowok="t"/>
              </v:shape>
            </v:group>
            <v:group id="_x0000_s1266" style="height:83;left:6477;position:absolute;top:2990;width:52" coordorigin="6477,2990" coordsize="52,83">
              <v:shape id="_x0000_s1267" style="height:83;left:6477;position:absolute;top:2990;width:52" coordorigin="6477,2990" coordsize="52,83" path="m6477,2990l6529,3073e" filled="f" stroked="t" strokecolor="black" strokeweight="0.24pt">
                <v:path arrowok="t"/>
              </v:shape>
            </v:group>
            <v:group id="_x0000_s1268" style="height:219;left:6529;position:absolute;top:2854;width:55" coordorigin="6529,2854" coordsize="55,219">
              <v:shape id="_x0000_s1269" style="height:219;left:6529;position:absolute;top:2854;width:55" coordorigin="6529,2854" coordsize="55,219" path="m6529,3073l6584,2854e" filled="f" stroked="t" strokecolor="black" strokeweight="0.24pt">
                <v:path arrowok="t"/>
              </v:shape>
            </v:group>
            <v:group id="_x0000_s1270" style="height:2;left:6584;position:absolute;top:2854;width:109" coordorigin="6584,2854" coordsize="109,2">
              <v:shape id="_x0000_s1271" style="height:2;left:6584;position:absolute;top:2854;width:109" coordorigin="6584,2854" coordsize="109,21600" path="m6584,2854l6692,2854e" filled="f" stroked="t" strokecolor="black" strokeweight="0.24pt">
                <v:path arrowok="t"/>
              </v:shape>
            </v:group>
            <v:group id="_x0000_s1272" style="height:224;left:6455;position:absolute;top:2849;width:238" coordorigin="6455,2849" coordsize="238,224">
              <v:shape id="_x0000_s1273" style="height:224;left:6455;position:absolute;top:2849;width:238" coordorigin="6455,2849" coordsize="238,224" path="m6491,2996l6472,2996,6524,3073,6534,3073,6539,3053,6529,3053,6491,2996xe" filled="t" fillcolor="black" stroked="f">
                <v:path arrowok="t"/>
              </v:shape>
              <v:shape id="_x0000_s1274" style="height:224;left:6455;position:absolute;top:2849;width:238" coordorigin="6455,2849" coordsize="238,224" path="m6692,2849l6581,2849,6529,3053,6539,3053,6588,2859,6692,2859,6692,2849xe" filled="t" fillcolor="black" stroked="f">
                <v:path arrowok="t"/>
              </v:shape>
              <v:shape id="_x0000_s1275" style="height:224;left:6455;position:absolute;top:2849;width:238" coordorigin="6455,2849" coordsize="238,224" path="m6482,2984l6455,2999,6458,3005,6472,2996,6491,2996,6482,2984xe" filled="t" fillcolor="black" stroked="f">
                <v:path arrowok="t"/>
              </v:shape>
            </v:group>
            <v:group id="_x0000_s1276" style="height:12;left:1328;position:absolute;top:6434;width:21" coordorigin="1328,6434" coordsize="21,12">
              <v:shape id="_x0000_s1277" style="height:12;left:1328;position:absolute;top:6434;width:21" coordorigin="1328,6434" coordsize="21,12" path="m1328,6446l1349,6434e" filled="f" stroked="t" strokecolor="black" strokeweight="0.24pt">
                <v:path arrowok="t"/>
              </v:shape>
            </v:group>
            <v:group id="_x0000_s1278" style="height:83;left:1348;position:absolute;top:6434;width:52" coordorigin="1348,6434" coordsize="52,83">
              <v:shape id="_x0000_s1279" style="height:83;left:1348;position:absolute;top:6434;width:52" coordorigin="1348,6434" coordsize="52,83" path="m1348,6434l1400,6517e" filled="f" stroked="t" strokecolor="black" strokeweight="0.24pt">
                <v:path arrowok="t"/>
              </v:shape>
            </v:group>
            <v:group id="_x0000_s1280" style="height:219;left:1400;position:absolute;top:6299;width:55" coordorigin="1400,6299" coordsize="55,219">
              <v:shape id="_x0000_s1281" style="height:219;left:1400;position:absolute;top:6299;width:55" coordorigin="1400,6299" coordsize="55,219" path="m1400,6517l1455,6299e" filled="f" stroked="t" strokecolor="black" strokeweight="0.24pt">
                <v:path arrowok="t"/>
              </v:shape>
            </v:group>
            <v:group id="_x0000_s1282" style="height:2;left:1455;position:absolute;top:6299;width:230" coordorigin="1455,6299" coordsize="230,2">
              <v:shape id="_x0000_s1283" style="height:2;left:1455;position:absolute;top:6299;width:230" coordorigin="1455,6299" coordsize="230,21600" path="m1455,6299l1685,6299e" filled="f" stroked="t" strokecolor="black" strokeweight="0.24pt">
                <v:path arrowok="t"/>
              </v:shape>
            </v:group>
            <v:group id="_x0000_s1284" style="height:223;left:1327;position:absolute;top:6294;width:358" coordorigin="1327,6294" coordsize="358,223">
              <v:shape id="_x0000_s1285" style="height:223;left:1327;position:absolute;top:6294;width:358" coordorigin="1327,6294" coordsize="358,223" path="m1362,6441l1343,6441,1395,6517,1405,6517,1410,6498,1400,6498,1362,6441xe" filled="t" fillcolor="black" stroked="f">
                <v:path arrowok="t"/>
              </v:shape>
              <v:shape id="_x0000_s1286" style="height:223;left:1327;position:absolute;top:6294;width:358" coordorigin="1327,6294" coordsize="358,223" path="m1685,6294l1452,6294,1400,6498,1410,6498,1459,6304,1685,6304,1685,6294xe" filled="t" fillcolor="black" stroked="f">
                <v:path arrowok="t"/>
              </v:shape>
              <v:shape id="_x0000_s1287" style="height:223;left:1327;position:absolute;top:6294;width:358" coordorigin="1327,6294" coordsize="358,223" path="m1354,6428l1327,6444,1330,6449,1343,6441,1362,6441,1354,6428xe" filled="t" fillcolor="black" stroked="f">
                <v:path arrowok="t"/>
              </v:shape>
            </v:group>
            <v:group id="_x0000_s1288" style="height:2;left:2225;position:absolute;top:6446;width:112" coordorigin="2225,6446" coordsize="112,2">
              <v:shape id="_x0000_s1289" style="height:2;left:2225;position:absolute;top:6446;width:112" coordorigin="2225,6446" coordsize="112,21600" path="m2225,6446l2336,6446e" filled="f" stroked="t" strokecolor="black" strokeweight="0.5pt">
                <v:path arrowok="t"/>
              </v:shape>
            </v:group>
            <v:group id="_x0000_s1290" style="height:26;left:2085;position:absolute;top:6486;width:19" coordorigin="2085,6486" coordsize="19,26">
              <v:shape id="_x0000_s1291" style="height:26;left:2085;position:absolute;top:6486;width:19" coordorigin="2085,6486" coordsize="19,26" path="m2085,6512l2105,6486e" filled="f" stroked="t" strokecolor="black" strokeweight="0.24pt">
                <v:path arrowok="t"/>
              </v:shape>
            </v:group>
            <v:group id="_x0000_s1292" style="height:195;left:2105;position:absolute;top:6486;width:52" coordorigin="2105,6486" coordsize="52,195">
              <v:shape id="_x0000_s1293" style="height:195;left:2105;position:absolute;top:6486;width:52" coordorigin="2105,6486" coordsize="52,195" path="m2105,6486l2157,6681e" filled="f" stroked="t" strokecolor="black" strokeweight="0.24pt">
                <v:path arrowok="t"/>
              </v:shape>
            </v:group>
            <v:group id="_x0000_s1294" style="height:514;left:2157;position:absolute;top:6167;width:56" coordorigin="2157,6167" coordsize="56,514">
              <v:shape id="_x0000_s1295" style="height:514;left:2157;position:absolute;top:6167;width:56" coordorigin="2157,6167" coordsize="56,514" path="m2157,6681l2213,6167e" filled="f" stroked="t" strokecolor="black" strokeweight="0.24pt">
                <v:path arrowok="t"/>
              </v:shape>
            </v:group>
            <v:group id="_x0000_s1296" style="height:2;left:2213;position:absolute;top:6167;width:139" coordorigin="2213,6167" coordsize="139,2">
              <v:shape id="_x0000_s1297" style="height:2;left:2213;position:absolute;top:6167;width:139" coordorigin="2213,6167" coordsize="139,21600" path="m2213,6167l2353,6167e" filled="f" stroked="t" strokecolor="black" strokeweight="0.24pt">
                <v:path arrowok="t"/>
              </v:shape>
            </v:group>
            <v:group id="_x0000_s1298" style="height:519;left:2083;position:absolute;top:6162;width:270" coordorigin="2083,6162" coordsize="270,519">
              <v:shape id="_x0000_s1299" style="height:519;left:2083;position:absolute;top:6162;width:270" coordorigin="2083,6162" coordsize="270,519" path="m2117,6498l2100,6498,2152,6681,2162,6681,2166,6641,2156,6641,2117,6498xe" filled="t" fillcolor="black" stroked="f">
                <v:path arrowok="t"/>
              </v:shape>
              <v:shape id="_x0000_s1300" style="height:519;left:2083;position:absolute;top:6162;width:270" coordorigin="2083,6162" coordsize="270,519" path="m2353,6162l2209,6162,2156,6641,2166,6641,2217,6172,2353,6172,2353,6162xe" filled="t" fillcolor="black" stroked="f">
                <v:path arrowok="t"/>
              </v:shape>
              <v:shape id="_x0000_s1301" style="height:519;left:2083;position:absolute;top:6162;width:270" coordorigin="2083,6162" coordsize="270,519" path="m2110,6473l2083,6510,2088,6514,2100,6498,2117,6498,2110,6473xe" filled="t" fillcolor="black" stroked="f">
                <v:path arrowok="t"/>
              </v:shape>
            </v:group>
            <v:group id="_x0000_s1302" style="height:2;left:2566;position:absolute;top:6446;width:124" coordorigin="2566,6446" coordsize="124,2">
              <v:shape id="_x0000_s1303" style="height:2;left:2566;position:absolute;top:6446;width:124" coordorigin="2566,6446" coordsize="124,21600" path="m2566,6446l2691,6446e" filled="f" stroked="t" strokecolor="black" strokeweight="0.5pt">
                <v:path arrowok="t"/>
              </v:shape>
            </v:group>
            <v:group id="_x0000_s1304" style="height:12;left:2729;position:absolute;top:6434;width:21" coordorigin="2729,6434" coordsize="21,12">
              <v:shape id="_x0000_s1305" style="height:12;left:2729;position:absolute;top:6434;width:21" coordorigin="2729,6434" coordsize="21,12" path="m2729,6446l2750,6434e" filled="f" stroked="t" strokecolor="black" strokeweight="0.24pt">
                <v:path arrowok="t"/>
              </v:shape>
            </v:group>
            <v:group id="_x0000_s1306" style="height:83;left:2750;position:absolute;top:6434;width:52" coordorigin="2750,6434" coordsize="52,83">
              <v:shape id="_x0000_s1307" style="height:83;left:2750;position:absolute;top:6434;width:52" coordorigin="2750,6434" coordsize="52,83" path="m2750,6434l2802,6517e" filled="f" stroked="t" strokecolor="black" strokeweight="0.24pt">
                <v:path arrowok="t"/>
              </v:shape>
            </v:group>
            <v:group id="_x0000_s1308" style="height:219;left:2802;position:absolute;top:6299;width:55" coordorigin="2802,6299" coordsize="55,219">
              <v:shape id="_x0000_s1309" style="height:219;left:2802;position:absolute;top:6299;width:55" coordorigin="2802,6299" coordsize="55,219" path="m2802,6517l2857,6299e" filled="f" stroked="t" strokecolor="black" strokeweight="0.24pt">
                <v:path arrowok="t"/>
              </v:shape>
            </v:group>
            <v:group id="_x0000_s1310" style="height:2;left:2857;position:absolute;top:6299;width:224" coordorigin="2857,6299" coordsize="224,2">
              <v:shape id="_x0000_s1311" style="height:2;left:2857;position:absolute;top:6299;width:224" coordorigin="2857,6299" coordsize="224,21600" path="m2857,6299l3081,6299e" filled="f" stroked="t" strokecolor="black" strokeweight="0.24pt">
                <v:path arrowok="t"/>
              </v:shape>
            </v:group>
            <v:group id="_x0000_s1312" style="height:223;left:2728;position:absolute;top:6294;width:353" coordorigin="2728,6294" coordsize="353,223">
              <v:shape id="_x0000_s1313" style="height:223;left:2728;position:absolute;top:6294;width:353" coordorigin="2728,6294" coordsize="353,223" path="m2764,6441l2745,6441,2797,6517,2807,6517,2812,6498,2802,6498,2764,6441xe" filled="t" fillcolor="black" stroked="f">
                <v:path arrowok="t"/>
              </v:shape>
              <v:shape id="_x0000_s1314" style="height:223;left:2728;position:absolute;top:6294;width:353" coordorigin="2728,6294" coordsize="353,223" path="m3081,6294l2854,6294,2802,6498,2812,6498,2861,6304,3081,6304,3081,6294xe" filled="t" fillcolor="black" stroked="f">
                <v:path arrowok="t"/>
              </v:shape>
              <v:shape id="_x0000_s1315" style="height:223;left:2728;position:absolute;top:6294;width:353" coordorigin="2728,6294" coordsize="353,223" path="m2756,6428l2728,6444,2731,6449,2745,6441,2764,6441,2756,6428xe" filled="t" fillcolor="black" stroked="f">
                <v:path arrowok="t"/>
              </v:shape>
            </v:group>
            <v:group id="_x0000_s1316" style="height:12;left:5137;position:absolute;top:6430;width:21" coordorigin="5137,6430" coordsize="21,12">
              <v:shape id="_x0000_s1317" style="height:12;left:5137;position:absolute;top:6430;width:21" coordorigin="5137,6430" coordsize="21,12" path="m5137,6442l5158,6430e" filled="f" stroked="t" strokecolor="black" strokeweight="0.24pt">
                <v:path arrowok="t"/>
              </v:shape>
            </v:group>
            <v:group id="_x0000_s1318" style="height:84;left:5158;position:absolute;top:6430;width:52" coordorigin="5158,6430" coordsize="52,84">
              <v:shape id="_x0000_s1319" style="height:84;left:5158;position:absolute;top:6430;width:52" coordorigin="5158,6430" coordsize="52,84" path="m5158,6430l5209,6514e" filled="f" stroked="t" strokecolor="black" strokeweight="0.24pt">
                <v:path arrowok="t"/>
              </v:shape>
            </v:group>
            <v:group id="_x0000_s1320" style="height:220;left:5209;position:absolute;top:6293;width:55" coordorigin="5209,6293" coordsize="55,220">
              <v:shape id="_x0000_s1321" style="height:220;left:5209;position:absolute;top:6293;width:55" coordorigin="5209,6293" coordsize="55,220" path="m5209,6514l5264,6293e" filled="f" stroked="t" strokecolor="black" strokeweight="0.24pt">
                <v:path arrowok="t"/>
              </v:shape>
            </v:group>
            <v:group id="_x0000_s1322" style="height:2;left:5264;position:absolute;top:6293;width:108" coordorigin="5264,6293" coordsize="108,2">
              <v:shape id="_x0000_s1323" style="height:2;left:5264;position:absolute;top:6293;width:108" coordorigin="5264,6293" coordsize="108,21600" path="m5264,6293l5372,6293e" filled="f" stroked="t" strokecolor="black" strokeweight="0.24pt">
                <v:path arrowok="t"/>
              </v:shape>
            </v:group>
            <v:group id="_x0000_s1324" style="height:226;left:5136;position:absolute;top:6288;width:236" coordorigin="5136,6288" coordsize="236,226">
              <v:shape id="_x0000_s1325" style="height:226;left:5136;position:absolute;top:6288;width:236" coordorigin="5136,6288" coordsize="236,226" path="m5171,6436l5153,6436,5204,6514,5214,6514,5219,6494,5209,6494,5171,6436xe" filled="t" fillcolor="black" stroked="f">
                <v:path arrowok="t"/>
              </v:shape>
              <v:shape id="_x0000_s1326" style="height:226;left:5136;position:absolute;top:6288;width:236" coordorigin="5136,6288" coordsize="236,226" path="m5372,6288l5261,6288,5209,6494,5219,6494,5268,6298,5372,6298,5372,6288xe" filled="t" fillcolor="black" stroked="f">
                <v:path arrowok="t"/>
              </v:shape>
              <v:shape id="_x0000_s1327" style="height:226;left:5136;position:absolute;top:6288;width:236" coordorigin="5136,6288" coordsize="236,226" path="m5163,6424l5136,6439,5139,6445,5153,6436,5171,6436,5163,6424xe" filled="t" fillcolor="black" stroked="f">
                <v:path arrowok="t"/>
              </v:shape>
            </v:group>
            <v:group id="_x0000_s1328" style="height:12;left:5583;position:absolute;top:6430;width:20" coordorigin="5583,6430" coordsize="20,12">
              <v:shape id="_x0000_s1329" style="height:12;left:5583;position:absolute;top:6430;width:20" coordorigin="5583,6430" coordsize="20,12" path="m5583,6442l5603,6430e" filled="f" stroked="t" strokecolor="black" strokeweight="0.24pt">
                <v:path arrowok="t"/>
              </v:shape>
            </v:group>
            <v:group id="_x0000_s1330" style="height:84;left:5603;position:absolute;top:6430;width:52" coordorigin="5603,6430" coordsize="52,84">
              <v:shape id="_x0000_s1331" style="height:84;left:5603;position:absolute;top:6430;width:52" coordorigin="5603,6430" coordsize="52,84" path="m5603,6430l5655,6514e" filled="f" stroked="t" strokecolor="black" strokeweight="0.24pt">
                <v:path arrowok="t"/>
              </v:shape>
            </v:group>
            <v:group id="_x0000_s1332" style="height:220;left:5655;position:absolute;top:6293;width:55" coordorigin="5655,6293" coordsize="55,220">
              <v:shape id="_x0000_s1333" style="height:220;left:5655;position:absolute;top:6293;width:55" coordorigin="5655,6293" coordsize="55,220" path="m5655,6514l5710,6293e" filled="f" stroked="t" strokecolor="black" strokeweight="0.24pt">
                <v:path arrowok="t"/>
              </v:shape>
            </v:group>
            <v:group id="_x0000_s1334" style="height:2;left:5710;position:absolute;top:6293;width:219" coordorigin="5710,6293" coordsize="219,2">
              <v:shape id="_x0000_s1335" style="height:2;left:5710;position:absolute;top:6293;width:219" coordorigin="5710,6293" coordsize="219,21600" path="m5710,6293l5929,6293e" filled="f" stroked="t" strokecolor="black" strokeweight="0.24pt">
                <v:path arrowok="t"/>
              </v:shape>
            </v:group>
            <v:group id="_x0000_s1336" style="height:226;left:5581;position:absolute;top:6288;width:348" coordorigin="5581,6288" coordsize="348,226">
              <v:shape id="_x0000_s1337" style="height:226;left:5581;position:absolute;top:6288;width:348" coordorigin="5581,6288" coordsize="348,226" path="m5617,6436l5598,6436,5650,6514,5660,6514,5665,6494,5655,6494,5617,6436xe" filled="t" fillcolor="black" stroked="f">
                <v:path arrowok="t"/>
              </v:shape>
              <v:shape id="_x0000_s1338" style="height:226;left:5581;position:absolute;top:6288;width:348" coordorigin="5581,6288" coordsize="348,226" path="m5929,6288l5707,6288,5655,6494,5665,6494,5713,6298,5929,6298,5929,6288xe" filled="t" fillcolor="black" stroked="f">
                <v:path arrowok="t"/>
              </v:shape>
              <v:shape id="_x0000_s1339" style="height:226;left:5581;position:absolute;top:6288;width:348" coordorigin="5581,6288" coordsize="348,226" path="m5609,6424l5581,6439,5584,6445,5598,6436,5617,6436,5609,6424xe" filled="t" fillcolor="black" stroked="f">
                <v:path arrowok="t"/>
              </v:shape>
            </v:group>
            <v:group id="_x0000_s1340" style="height:12;left:6390;position:absolute;top:6430;width:20" coordorigin="6390,6430" coordsize="20,12">
              <v:shape id="_x0000_s1341" style="height:12;left:6390;position:absolute;top:6430;width:20" coordorigin="6390,6430" coordsize="20,12" path="m6390,6442l6410,6430e" filled="f" stroked="t" strokecolor="black" strokeweight="0.24pt">
                <v:path arrowok="t"/>
              </v:shape>
            </v:group>
            <v:group id="_x0000_s1342" style="height:84;left:6410;position:absolute;top:6430;width:52" coordorigin="6410,6430" coordsize="52,84">
              <v:shape id="_x0000_s1343" style="height:84;left:6410;position:absolute;top:6430;width:52" coordorigin="6410,6430" coordsize="52,84" path="m6410,6430l6462,6514e" filled="f" stroked="t" strokecolor="black" strokeweight="0.24pt">
                <v:path arrowok="t"/>
              </v:shape>
            </v:group>
            <v:group id="_x0000_s1344" style="height:220;left:6462;position:absolute;top:6293;width:55" coordorigin="6462,6293" coordsize="55,220">
              <v:shape id="_x0000_s1345" style="height:220;left:6462;position:absolute;top:6293;width:55" coordorigin="6462,6293" coordsize="55,220" path="m6462,6514l6517,6293e" filled="f" stroked="t" strokecolor="black" strokeweight="0.24pt">
                <v:path arrowok="t"/>
              </v:shape>
            </v:group>
            <v:group id="_x0000_s1346" style="height:2;left:6517;position:absolute;top:6293;width:112" coordorigin="6517,6293" coordsize="112,2">
              <v:shape id="_x0000_s1347" style="height:2;left:6517;position:absolute;top:6293;width:112" coordorigin="6517,6293" coordsize="112,21600" path="m6517,6293l6629,6293e" filled="f" stroked="t" strokecolor="black" strokeweight="0.24pt">
                <v:path arrowok="t"/>
              </v:shape>
            </v:group>
            <v:group id="_x0000_s1348" style="height:226;left:6389;position:absolute;top:6288;width:240" coordorigin="6389,6288" coordsize="240,226">
              <v:shape id="_x0000_s1349" style="height:226;left:6389;position:absolute;top:6288;width:240" coordorigin="6389,6288" coordsize="240,226" path="m6424,6436l6406,6436,6457,6514,6467,6514,6472,6494,6462,6494,6424,6436xe" filled="t" fillcolor="black" stroked="f">
                <v:path arrowok="t"/>
              </v:shape>
              <v:shape id="_x0000_s1350" style="height:226;left:6389;position:absolute;top:6288;width:240" coordorigin="6389,6288" coordsize="240,226" path="m6629,6288l6514,6288,6462,6494,6472,6494,6521,6298,6629,6298,6629,6288xe" filled="t" fillcolor="black" stroked="f">
                <v:path arrowok="t"/>
              </v:shape>
              <v:shape id="_x0000_s1351" style="height:226;left:6389;position:absolute;top:6288;width:240" coordorigin="6389,6288" coordsize="240,226" path="m6416,6424l6389,6439,6392,6445,6406,6436,6424,6436,6416,6424xe" filled="t" fillcolor="black" stroked="f">
                <v:path arrowok="t"/>
              </v:shape>
            </v:group>
            <v:group id="_x0000_s1352" style="height:12;left:6839;position:absolute;top:6430;width:20" coordorigin="6839,6430" coordsize="20,12">
              <v:shape id="_x0000_s1353" style="height:12;left:6839;position:absolute;top:6430;width:20" coordorigin="6839,6430" coordsize="20,12" path="m6839,6442l6860,6430e" filled="f" stroked="t" strokecolor="black" strokeweight="0.24pt">
                <v:path arrowok="t"/>
              </v:shape>
            </v:group>
            <v:group id="_x0000_s1354" style="height:84;left:6860;position:absolute;top:6430;width:52" coordorigin="6860,6430" coordsize="52,84">
              <v:shape id="_x0000_s1355" style="height:84;left:6860;position:absolute;top:6430;width:52" coordorigin="6860,6430" coordsize="52,84" path="m6860,6430l6912,6514e" filled="f" stroked="t" strokecolor="black" strokeweight="0.24pt">
                <v:path arrowok="t"/>
              </v:shape>
            </v:group>
            <v:group id="_x0000_s1356" style="height:220;left:6912;position:absolute;top:6293;width:55" coordorigin="6912,6293" coordsize="55,220">
              <v:shape id="_x0000_s1357" style="height:220;left:6912;position:absolute;top:6293;width:55" coordorigin="6912,6293" coordsize="55,220" path="m6912,6514l6967,6293e" filled="f" stroked="t" strokecolor="black" strokeweight="0.24pt">
                <v:path arrowok="t"/>
              </v:shape>
            </v:group>
            <v:group id="_x0000_s1358" style="height:2;left:6967;position:absolute;top:6293;width:108" coordorigin="6967,6293" coordsize="108,2">
              <v:shape id="_x0000_s1359" style="height:2;left:6967;position:absolute;top:6293;width:108" coordorigin="6967,6293" coordsize="108,21600" path="m6967,6293l7074,6293e" filled="f" stroked="t" strokecolor="black" strokeweight="0.24pt">
                <v:path arrowok="t"/>
              </v:shape>
            </v:group>
            <v:group id="_x0000_s1360" style="height:226;left:6838;position:absolute;top:6288;width:236" coordorigin="6838,6288" coordsize="236,226">
              <v:shape id="_x0000_s1361" style="height:226;left:6838;position:absolute;top:6288;width:236" coordorigin="6838,6288" coordsize="236,226" path="m6874,6436l6855,6436,6907,6514,6917,6514,6922,6494,6912,6494,6874,6436xe" filled="t" fillcolor="black" stroked="f">
                <v:path arrowok="t"/>
              </v:shape>
              <v:shape id="_x0000_s1362" style="height:226;left:6838;position:absolute;top:6288;width:236" coordorigin="6838,6288" coordsize="236,226" path="m7074,6288l6963,6288,6912,6494,6922,6494,6970,6298,7074,6298,7074,6288xe" filled="t" fillcolor="black" stroked="f">
                <v:path arrowok="t"/>
              </v:shape>
              <v:shape id="_x0000_s1363" style="height:226;left:6838;position:absolute;top:6288;width:236" coordorigin="6838,6288" coordsize="236,226" path="m6866,6424l6838,6439,6841,6445,6855,6436,6874,6436,6866,6424xe" filled="t" fillcolor="black" stroked="f">
                <v:path arrowok="t"/>
              </v:shape>
            </v:group>
            <v:group id="_x0000_s1364" style="height:12;left:7272;position:absolute;top:6430;width:21" coordorigin="7272,6430" coordsize="21,12">
              <v:shape id="_x0000_s1365" style="height:12;left:7272;position:absolute;top:6430;width:21" coordorigin="7272,6430" coordsize="21,12" path="m7272,6442l7293,6430e" filled="f" stroked="t" strokecolor="black" strokeweight="0.24pt">
                <v:path arrowok="t"/>
              </v:shape>
            </v:group>
            <v:group id="_x0000_s1366" style="height:84;left:7293;position:absolute;top:6430;width:52" coordorigin="7293,6430" coordsize="52,84">
              <v:shape id="_x0000_s1367" style="height:84;left:7293;position:absolute;top:6430;width:52" coordorigin="7293,6430" coordsize="52,84" path="m7293,6430l7344,6514e" filled="f" stroked="t" strokecolor="black" strokeweight="0.24pt">
                <v:path arrowok="t"/>
              </v:shape>
            </v:group>
            <v:group id="_x0000_s1368" style="height:220;left:7344;position:absolute;top:6293;width:55" coordorigin="7344,6293" coordsize="55,220">
              <v:shape id="_x0000_s1369" style="height:220;left:7344;position:absolute;top:6293;width:55" coordorigin="7344,6293" coordsize="55,220" path="m7344,6514l7399,6293e" filled="f" stroked="t" strokecolor="black" strokeweight="0.24pt">
                <v:path arrowok="t"/>
              </v:shape>
            </v:group>
            <v:group id="_x0000_s1370" style="height:2;left:7399;position:absolute;top:6293;width:108" coordorigin="7399,6293" coordsize="108,2">
              <v:shape id="_x0000_s1371" style="height:2;left:7399;position:absolute;top:6293;width:108" coordorigin="7399,6293" coordsize="108,21600" path="m7399,6293l7507,6293e" filled="f" stroked="t" strokecolor="black" strokeweight="0.24pt">
                <v:path arrowok="t"/>
              </v:shape>
            </v:group>
            <v:group id="_x0000_s1372" style="height:226;left:7271;position:absolute;top:6288;width:236" coordorigin="7271,6288" coordsize="236,226">
              <v:shape id="_x0000_s1373" style="height:226;left:7271;position:absolute;top:6288;width:236" coordorigin="7271,6288" coordsize="236,226" path="m7306,6436l7288,6436,7339,6514,7349,6514,7354,6494,7344,6494,7306,6436xe" filled="t" fillcolor="black" stroked="f">
                <v:path arrowok="t"/>
              </v:shape>
              <v:shape id="_x0000_s1374" style="height:226;left:7271;position:absolute;top:6288;width:236" coordorigin="7271,6288" coordsize="236,226" path="m7507,6288l7396,6288,7344,6494,7354,6494,7403,6298,7507,6298,7507,6288xe" filled="t" fillcolor="black" stroked="f">
                <v:path arrowok="t"/>
              </v:shape>
              <v:shape id="_x0000_s1375" style="height:226;left:7271;position:absolute;top:6288;width:236" coordorigin="7271,6288" coordsize="236,226" path="m7298,6424l7271,6439,7274,6445,7288,6436,7306,6436,7298,6424xe" filled="t" fillcolor="black" stroked="f">
                <v:path arrowok="t"/>
              </v:shape>
            </v:group>
            <v:group id="_x0000_s1376" style="height:12;left:7721;position:absolute;top:6430;width:21" coordorigin="7721,6430" coordsize="21,12">
              <v:shape id="_x0000_s1377" style="height:12;left:7721;position:absolute;top:6430;width:21" coordorigin="7721,6430" coordsize="21,12" path="m7721,6442l7741,6430e" filled="f" stroked="t" strokecolor="black" strokeweight="0.24pt">
                <v:path arrowok="t"/>
              </v:shape>
            </v:group>
            <v:group id="_x0000_s1378" style="height:84;left:7741;position:absolute;top:6430;width:52" coordorigin="7741,6430" coordsize="52,84">
              <v:shape id="_x0000_s1379" style="height:84;left:7741;position:absolute;top:6430;width:52" coordorigin="7741,6430" coordsize="52,84" path="m7741,6430l7793,6514e" filled="f" stroked="t" strokecolor="black" strokeweight="0.24pt">
                <v:path arrowok="t"/>
              </v:shape>
            </v:group>
            <v:group id="_x0000_s1380" style="height:220;left:7793;position:absolute;top:6293;width:55" coordorigin="7793,6293" coordsize="55,220">
              <v:shape id="_x0000_s1381" style="height:220;left:7793;position:absolute;top:6293;width:55" coordorigin="7793,6293" coordsize="55,220" path="m7793,6514l7848,6293e" filled="f" stroked="t" strokecolor="black" strokeweight="0.24pt">
                <v:path arrowok="t"/>
              </v:shape>
            </v:group>
            <v:group id="_x0000_s1382" style="height:2;left:7848;position:absolute;top:6293;width:112" coordorigin="7848,6293" coordsize="112,2">
              <v:shape id="_x0000_s1383" style="height:2;left:7848;position:absolute;top:6293;width:112" coordorigin="7848,6293" coordsize="112,21600" path="m7848,6293l7960,6293e" filled="f" stroked="t" strokecolor="black" strokeweight="0.24pt">
                <v:path arrowok="t"/>
              </v:shape>
            </v:group>
            <v:group id="_x0000_s1384" style="height:226;left:7720;position:absolute;top:6288;width:240" coordorigin="7720,6288" coordsize="240,226">
              <v:shape id="_x0000_s1385" style="height:226;left:7720;position:absolute;top:6288;width:240" coordorigin="7720,6288" coordsize="240,226" path="m7755,6436l7736,6436,7788,6514,7798,6514,7803,6494,7793,6494,7755,6436xe" filled="t" fillcolor="black" stroked="f">
                <v:path arrowok="t"/>
              </v:shape>
              <v:shape id="_x0000_s1386" style="height:226;left:7720;position:absolute;top:6288;width:240" coordorigin="7720,6288" coordsize="240,226" path="m7960,6288l7845,6288,7793,6494,7803,6494,7852,6298,7960,6298,7960,6288xe" filled="t" fillcolor="black" stroked="f">
                <v:path arrowok="t"/>
              </v:shape>
              <v:shape id="_x0000_s1387" style="height:226;left:7720;position:absolute;top:6288;width:240" coordorigin="7720,6288" coordsize="240,226" path="m7747,6424l7720,6439,7723,6445,7736,6436,7755,6436,7747,6424xe" filled="t" fillcolor="black" stroked="f">
                <v:path arrowok="t"/>
              </v:shape>
              <v:shape id="_x0000_s1388" type="#_x0000_t75" style="height:1934;left:7435;position:absolute;top:12947;width:2640">
                <v:imagedata r:id="rId20" o:title=""/>
              </v:shape>
            </v:group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9" type="#_x0000_t202" style="height:6.06pt;margin-left:301.2pt;margin-top:311.04pt;mso-position-horizontal-relative:page;mso-position-vertical-relative:page;position:absolute;width:3.03pt;z-index:-251654144" filled="f" stroked="f">
            <v:textbox inset="0,0,0,0">
              <w:txbxContent>
                <w:p>
                  <w:pPr>
                    <w:spacing w:before="0" w:after="0" w:line="121" w:lineRule="exact"/>
                    <w:ind w:right="-58"/>
                    <w:jc w:val="left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0"/>
                      <w:w w:val="101"/>
                      <w:sz w:val="12"/>
                      <w:szCs w:val="12"/>
                    </w:rPr>
                    <w:t>2</w:t>
                  </w:r>
                </w:p>
              </w:txbxContent>
            </v:textbox>
          </v:shape>
        </w:pic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20" w:lineRule="exact"/>
        <w:jc w:val="left"/>
        <w:rPr>
          <w:sz w:val="22"/>
          <w:szCs w:val="22"/>
        </w:rPr>
      </w:pPr>
    </w:p>
    <w:p>
      <w:pPr>
        <w:spacing w:before="0" w:after="0" w:line="329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pacing w:val="2"/>
          <w:w w:val="100"/>
          <w:sz w:val="24"/>
          <w:szCs w:val="24"/>
        </w:rPr>
        <w:t>.</w:t>
      </w:r>
      <w:r>
        <w:rPr>
          <w:rFonts w:ascii="微软雅黑" w:eastAsia="微软雅黑" w:hAnsi="微软雅黑" w:cs="微软雅黑"/>
          <w:spacing w:val="0"/>
          <w:w w:val="10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5"/>
          <w:w w:val="100"/>
          <w:sz w:val="24"/>
          <w:szCs w:val="24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4"/>
          <w:szCs w:val="24"/>
        </w:rPr>
        <w:t>分）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如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图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，铁路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两旁有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两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城分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别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w w:val="100"/>
          <w:sz w:val="21"/>
          <w:szCs w:val="21"/>
        </w:rPr>
        <w:t>C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6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处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为利于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推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动经济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发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展，他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们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都要求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在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距自己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城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市</w:t>
      </w:r>
    </w:p>
    <w:p>
      <w:pPr>
        <w:spacing w:before="89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最近的</w:t>
      </w:r>
      <w:r>
        <w:rPr>
          <w:rFonts w:ascii="微软雅黑" w:eastAsia="微软雅黑" w:hAnsi="微软雅黑" w:cs="微软雅黑"/>
          <w:spacing w:val="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A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处建立火车站，经协商铁道部门最后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在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与</w:t>
      </w:r>
      <w:r>
        <w:rPr>
          <w:rFonts w:ascii="微软雅黑" w:eastAsia="微软雅黑" w:hAnsi="微软雅黑" w:cs="微软雅黑"/>
          <w:spacing w:val="4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w w:val="100"/>
          <w:sz w:val="21"/>
          <w:szCs w:val="21"/>
        </w:rPr>
        <w:t>C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距离相等的</w:t>
      </w:r>
      <w:r>
        <w:rPr>
          <w:rFonts w:ascii="微软雅黑" w:eastAsia="微软雅黑" w:hAnsi="微软雅黑" w:cs="微软雅黑"/>
          <w:spacing w:val="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处修建了一个火车站．如果</w:t>
      </w:r>
    </w:p>
    <w:p>
      <w:pPr>
        <w:spacing w:before="10" w:after="0" w:line="460" w:lineRule="atLeast"/>
        <w:ind w:left="115" w:right="657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10k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30k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50k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问：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AE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是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多少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？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9" w:after="0" w:line="240" w:lineRule="exact"/>
        <w:jc w:val="left"/>
        <w:rPr>
          <w:sz w:val="24"/>
          <w:szCs w:val="24"/>
        </w:rPr>
      </w:pPr>
    </w:p>
    <w:p>
      <w:pPr>
        <w:spacing w:before="38" w:after="0" w:line="184" w:lineRule="exact"/>
        <w:ind w:left="4810" w:right="4778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1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4"/>
          <w:w w:val="100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1"/>
          <w:position w:val="-1"/>
          <w:sz w:val="18"/>
          <w:szCs w:val="18"/>
        </w:rPr>
        <w:t>-</w:t>
      </w:r>
    </w:p>
    <w:p>
      <w:pPr>
        <w:spacing w:before="0" w:after="0" w:line="273" w:lineRule="exact"/>
        <w:ind w:left="4946" w:right="457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404040"/>
          <w:spacing w:val="2"/>
          <w:w w:val="100"/>
          <w:position w:val="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404040"/>
          <w:spacing w:val="-72"/>
          <w:w w:val="100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404040"/>
          <w:spacing w:val="2"/>
          <w:w w:val="100"/>
          <w:position w:val="7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404040"/>
          <w:spacing w:val="-70"/>
          <w:w w:val="100"/>
          <w:position w:val="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404040"/>
          <w:spacing w:val="0"/>
          <w:w w:val="100"/>
          <w:position w:val="7"/>
          <w:sz w:val="21"/>
          <w:szCs w:val="21"/>
        </w:rPr>
        <w:t>3-</w:t>
      </w:r>
    </w:p>
    <w:p>
      <w:pPr>
        <w:spacing w:after="0" w:line="273" w:lineRule="exact"/>
        <w:jc w:val="center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960" w:bottom="1060" w:left="960" w:header="720" w:footer="720"/>
          <w:cols w:space="720"/>
        </w:sectPr>
      </w:pPr>
    </w:p>
    <w:p>
      <w:pPr>
        <w:spacing w:before="31" w:after="0" w:line="312" w:lineRule="exact"/>
        <w:ind w:left="115" w:right="37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390" style="height:579.6pt;margin-left:0.24pt;margin-top:170.48pt;mso-position-horizontal-relative:page;mso-position-vertical-relative:page;position:absolute;width:594.76pt;z-index:-251653120" coordorigin="5,3410" coordsize="11895,11592">
            <v:shape id="_x0000_s1391" type="#_x0000_t75" style="height:11261;left:5;position:absolute;top:3741;width:11895">
              <v:imagedata r:id="rId13" o:title=""/>
            </v:shape>
            <v:shape id="_x0000_s1392" type="#_x0000_t75" style="height:1982;left:6115;position:absolute;top:3410;width:4320">
              <v:imagedata r:id="rId21" o:title=""/>
            </v:shape>
            <v:shape id="_x0000_s1393" type="#_x0000_t75" style="height:2266;left:5698;position:absolute;top:11224;width:3557">
              <v:imagedata r:id="rId22" o:title=""/>
            </v:shape>
          </v:group>
        </w:pic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21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.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分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）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如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图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的正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方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形方格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中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每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小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正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方形的边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长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都是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每个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小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格的顶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叫做格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-1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以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格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为顶点分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别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按要求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画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下列图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</w:p>
    <w:p>
      <w:pPr>
        <w:spacing w:before="27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）在图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中画一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面积为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的正方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</w:p>
    <w:p>
      <w:pPr>
        <w:spacing w:before="13" w:after="0" w:line="200" w:lineRule="exact"/>
        <w:jc w:val="left"/>
        <w:rPr>
          <w:sz w:val="20"/>
          <w:szCs w:val="20"/>
        </w:rPr>
      </w:pPr>
    </w:p>
    <w:p>
      <w:pPr>
        <w:spacing w:before="0" w:after="0" w:line="344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394" style="height:11.41pt;margin-left:228.94pt;margin-top:4.75pt;mso-position-horizontal-relative:page;position:absolute;width:16.93pt;z-index:-251652096" coordorigin="4579,95" coordsize="339,228">
            <v:group id="_x0000_s1395" style="height:12;left:4582;position:absolute;top:238;width:21" coordorigin="4582,238" coordsize="21,12">
              <v:shape id="_x0000_s1396" style="height:12;left:4582;position:absolute;top:238;width:21" coordorigin="4582,238" coordsize="21,12" path="m4582,250l4603,238e" filled="f" stroked="t" strokecolor="black" strokeweight="0.24pt">
                <v:path arrowok="t"/>
              </v:shape>
            </v:group>
            <v:group id="_x0000_s1397" style="height:83;left:4603;position:absolute;top:238;width:52" coordorigin="4603,238" coordsize="52,83">
              <v:shape id="_x0000_s1398" style="height:83;left:4603;position:absolute;top:238;width:52" coordorigin="4603,238" coordsize="52,83" path="m4603,238l4655,321e" filled="f" stroked="t" strokecolor="black" strokeweight="0.24pt">
                <v:path arrowok="t"/>
              </v:shape>
            </v:group>
            <v:group id="_x0000_s1399" style="height:218;left:4655;position:absolute;top:102;width:56" coordorigin="4655,102" coordsize="56,218">
              <v:shape id="_x0000_s1400" style="height:218;left:4655;position:absolute;top:102;width:56" coordorigin="4655,102" coordsize="56,218" path="m4655,321l4711,102e" filled="f" stroked="t" strokecolor="black" strokeweight="0.24pt">
                <v:path arrowok="t"/>
              </v:shape>
            </v:group>
            <v:group id="_x0000_s1401" style="height:2;left:4711;position:absolute;top:102;width:204" coordorigin="4711,102" coordsize="204,2">
              <v:shape id="_x0000_s1402" style="height:2;left:4711;position:absolute;top:102;width:204" coordorigin="4711,102" coordsize="204,21600" path="m4711,102l4915,102e" filled="f" stroked="t" strokecolor="black" strokeweight="0.24pt">
                <v:path arrowok="t"/>
              </v:shape>
            </v:group>
            <v:group id="_x0000_s1403" style="height:223;left:4581;position:absolute;top:97;width:334" coordorigin="4581,97" coordsize="334,223">
              <v:shape id="_x0000_s1404" style="height:223;left:4581;position:absolute;top:97;width:334" coordorigin="4581,97" coordsize="334,223" path="m4617,244l4598,244,4650,321,4660,321,4665,301,4655,301,4617,244xe" filled="t" fillcolor="black" stroked="f">
                <v:path arrowok="t"/>
              </v:shape>
              <v:shape id="_x0000_s1405" style="height:223;left:4581;position:absolute;top:97;width:334" coordorigin="4581,97" coordsize="334,223" path="m4915,97l4707,97,4655,301,4665,301,4714,107,4915,107,4915,97xe" filled="t" fillcolor="black" stroked="f">
                <v:path arrowok="t"/>
              </v:shape>
              <v:shape id="_x0000_s1406" style="height:223;left:4581;position:absolute;top:97;width:334" coordorigin="4581,97" coordsize="334,223" path="m4609,232l4581,247,4584,253,4598,244,4617,244,4609,232xe" filled="t" fillcolor="black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2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）在图</w:t>
      </w:r>
      <w:r>
        <w:rPr>
          <w:rFonts w:ascii="微软雅黑" w:eastAsia="微软雅黑" w:hAnsi="微软雅黑" w:cs="微软雅黑"/>
          <w:spacing w:val="-9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4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的数轴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上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，画出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表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示实数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29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position w:val="-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-2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10"/>
          <w:w w:val="100"/>
          <w:position w:val="-2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的点（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保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留</w:t>
      </w:r>
      <w:r>
        <w:rPr>
          <w:rFonts w:ascii="微软雅黑" w:eastAsia="微软雅黑" w:hAnsi="微软雅黑" w:cs="微软雅黑"/>
          <w:spacing w:val="-5"/>
          <w:w w:val="100"/>
          <w:position w:val="-1"/>
          <w:sz w:val="21"/>
          <w:szCs w:val="21"/>
        </w:rPr>
        <w:t>作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图痕迹</w:t>
      </w:r>
      <w:r>
        <w:rPr>
          <w:rFonts w:ascii="微软雅黑" w:eastAsia="微软雅黑" w:hAnsi="微软雅黑" w:cs="微软雅黑"/>
          <w:spacing w:val="-105"/>
          <w:w w:val="100"/>
          <w:position w:val="-1"/>
          <w:sz w:val="21"/>
          <w:szCs w:val="21"/>
        </w:rPr>
        <w:t>）</w:t>
      </w:r>
      <w:r>
        <w:rPr>
          <w:rFonts w:ascii="微软雅黑" w:eastAsia="微软雅黑" w:hAnsi="微软雅黑" w:cs="微软雅黑"/>
          <w:spacing w:val="0"/>
          <w:w w:val="100"/>
          <w:position w:val="-1"/>
          <w:sz w:val="21"/>
          <w:szCs w:val="21"/>
        </w:rPr>
        <w:t>．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7" w:after="0" w:line="280" w:lineRule="exact"/>
        <w:jc w:val="left"/>
        <w:rPr>
          <w:sz w:val="28"/>
          <w:szCs w:val="28"/>
        </w:r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22.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分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）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如图，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某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小区的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两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个喷泉</w:t>
      </w:r>
      <w:r>
        <w:rPr>
          <w:rFonts w:ascii="微软雅黑" w:eastAsia="微软雅黑" w:hAnsi="微软雅黑" w:cs="微软雅黑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A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6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位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于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小路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i/>
          <w:spacing w:val="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的同侧，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两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个喷泉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距离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5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的长为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．现要为</w:t>
      </w:r>
    </w:p>
    <w:p>
      <w:pPr>
        <w:spacing w:before="7" w:after="0" w:line="312" w:lineRule="exact"/>
        <w:ind w:left="115" w:right="42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喷泉铺设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供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水管道</w:t>
      </w:r>
      <w:r>
        <w:rPr>
          <w:rFonts w:ascii="微软雅黑" w:eastAsia="微软雅黑" w:hAnsi="微软雅黑" w:cs="微软雅黑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2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供水点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7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在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小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路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i/>
          <w:spacing w:val="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上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，供水点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7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到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5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的距离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pacing w:val="3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长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的长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</w:p>
    <w:p>
      <w:pPr>
        <w:spacing w:before="27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）求供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水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-3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到喷泉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A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需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要铺设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管道总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长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；</w:t>
      </w:r>
    </w:p>
    <w:p>
      <w:pPr>
        <w:spacing w:before="7" w:after="0" w:line="100" w:lineRule="exact"/>
        <w:jc w:val="left"/>
        <w:rPr>
          <w:sz w:val="10"/>
          <w:szCs w:val="10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）直接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写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出喷泉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到小路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的最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短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距离．</w:t>
      </w:r>
    </w:p>
    <w:p>
      <w:pPr>
        <w:spacing w:after="0" w:line="240" w:lineRule="auto"/>
        <w:jc w:val="left"/>
        <w:rPr>
          <w:rFonts w:ascii="微软雅黑" w:eastAsia="微软雅黑" w:hAnsi="微软雅黑" w:cs="微软雅黑"/>
          <w:sz w:val="21"/>
          <w:szCs w:val="21"/>
        </w:rPr>
        <w:sectPr>
          <w:footerReference w:type="default" r:id="rId23"/>
          <w:pgSz w:w="11900" w:h="16840"/>
          <w:pgMar w:top="1540" w:right="960" w:bottom="1060" w:left="960" w:header="0" w:footer="878"/>
          <w:pgNumType w:start="4"/>
          <w:cols w:space="720"/>
        </w:sectPr>
      </w:pPr>
    </w:p>
    <w:p>
      <w:pPr>
        <w:spacing w:before="1" w:after="0" w:line="110" w:lineRule="exact"/>
        <w:jc w:val="left"/>
        <w:rPr>
          <w:sz w:val="11"/>
          <w:szCs w:val="11"/>
        </w:rPr>
      </w:pPr>
      <w:r>
        <w:pict>
          <v:group id="_x0000_s1407" style="height:603.84pt;margin-left:0.24pt;margin-top:146.24pt;mso-position-horizontal-relative:page;mso-position-vertical-relative:page;position:absolute;width:594.76pt;z-index:-251651072" coordorigin="5,2925" coordsize="11895,12077">
            <v:shape id="_x0000_s1408" type="#_x0000_t75" style="height:11261;left:5;position:absolute;top:3741;width:11895">
              <v:imagedata r:id="rId13" o:title=""/>
            </v:shape>
            <v:shape id="_x0000_s1409" type="#_x0000_t75" style="height:1694;left:3677;position:absolute;top:2925;width:4546">
              <v:imagedata r:id="rId24" o:title=""/>
            </v:shape>
          </v:group>
        </w:pic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23.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2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4"/>
          <w:sz w:val="21"/>
          <w:szCs w:val="21"/>
        </w:rPr>
        <w:t>分）如</w:t>
      </w:r>
      <w:r>
        <w:rPr>
          <w:rFonts w:ascii="微软雅黑" w:eastAsia="微软雅黑" w:hAnsi="微软雅黑" w:cs="微软雅黑"/>
          <w:spacing w:val="-5"/>
          <w:w w:val="104"/>
          <w:sz w:val="21"/>
          <w:szCs w:val="21"/>
        </w:rPr>
        <w:t>图</w:t>
      </w:r>
      <w:r>
        <w:rPr>
          <w:rFonts w:ascii="微软雅黑" w:eastAsia="微软雅黑" w:hAnsi="微软雅黑" w:cs="微软雅黑"/>
          <w:spacing w:val="0"/>
          <w:w w:val="104"/>
          <w:sz w:val="21"/>
          <w:szCs w:val="21"/>
        </w:rPr>
        <w:t>，已知</w:t>
      </w:r>
      <w:r>
        <w:rPr>
          <w:rFonts w:ascii="微软雅黑" w:eastAsia="微软雅黑" w:hAnsi="微软雅黑" w:cs="微软雅黑"/>
          <w:spacing w:val="-5"/>
          <w:w w:val="104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0"/>
          <w:w w:val="104"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i/>
          <w:spacing w:val="25"/>
          <w:w w:val="104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4"/>
          <w:sz w:val="21"/>
          <w:szCs w:val="21"/>
        </w:rPr>
        <w:t>中</w:t>
      </w:r>
      <w:r>
        <w:rPr>
          <w:rFonts w:ascii="微软雅黑" w:eastAsia="微软雅黑" w:hAnsi="微软雅黑" w:cs="微软雅黑"/>
          <w:spacing w:val="-5"/>
          <w:w w:val="104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4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90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°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P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i/>
          <w:spacing w:val="25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11"/>
          <w:sz w:val="21"/>
          <w:szCs w:val="21"/>
        </w:rPr>
        <w:t>是△</w:t>
      </w:r>
      <w:r>
        <w:rPr>
          <w:rFonts w:ascii="Times New Roman" w:eastAsia="Times New Roman" w:hAnsi="Times New Roman" w:cs="Times New Roman"/>
          <w:i/>
          <w:spacing w:val="0"/>
          <w:w w:val="111"/>
          <w:sz w:val="21"/>
          <w:szCs w:val="21"/>
        </w:rPr>
        <w:t>ABC</w:t>
      </w:r>
      <w:r>
        <w:rPr>
          <w:rFonts w:ascii="Times New Roman" w:eastAsia="Times New Roman" w:hAnsi="Times New Roman" w:cs="Times New Roman"/>
          <w:i/>
          <w:spacing w:val="21"/>
          <w:w w:val="11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边上的两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动点，其</w:t>
      </w:r>
    </w:p>
    <w:p>
      <w:pPr>
        <w:spacing w:before="7" w:after="0" w:line="312" w:lineRule="exact"/>
        <w:ind w:left="115" w:right="33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中点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从点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开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始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沿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→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方向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运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动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且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速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度为每秒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从点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开始沿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→</w:t>
      </w:r>
      <w:r>
        <w:rPr>
          <w:rFonts w:ascii="Times New Roman" w:eastAsia="Times New Roman" w:hAnsi="Times New Roman" w:cs="Times New Roman"/>
          <w:i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→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方向运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动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且速度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为每秒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，它们同时出发，设出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发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的时间为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-6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秒．</w:t>
      </w: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）出发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秒后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求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的长；</w:t>
      </w:r>
    </w:p>
    <w:p>
      <w:pPr>
        <w:spacing w:before="2" w:after="0" w:line="110" w:lineRule="exact"/>
        <w:jc w:val="left"/>
        <w:rPr>
          <w:sz w:val="11"/>
          <w:szCs w:val="11"/>
        </w:rPr>
      </w:pPr>
    </w:p>
    <w:p>
      <w:pPr>
        <w:tabs>
          <w:tab w:val="left" w:pos="4320"/>
        </w:tabs>
        <w:spacing w:before="0" w:after="0" w:line="345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-2"/>
          <w:sz w:val="21"/>
          <w:szCs w:val="21"/>
        </w:rPr>
        <w:t>2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）当点</w:t>
      </w:r>
      <w:r>
        <w:rPr>
          <w:rFonts w:ascii="微软雅黑" w:eastAsia="微软雅黑" w:hAnsi="微软雅黑" w:cs="微软雅黑"/>
          <w:spacing w:val="-14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-2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i/>
          <w:spacing w:val="1"/>
          <w:w w:val="100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在边</w:t>
      </w:r>
      <w:r>
        <w:rPr>
          <w:rFonts w:ascii="微软雅黑" w:eastAsia="微软雅黑" w:hAnsi="微软雅黑" w:cs="微软雅黑"/>
          <w:spacing w:val="-14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-2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上运动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时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，出发</w:t>
      </w:r>
      <w:r>
        <w:rPr>
          <w:rFonts w:ascii="微软雅黑" w:eastAsia="微软雅黑" w:hAnsi="微软雅黑" w:cs="微软雅黑"/>
          <w:spacing w:val="43"/>
          <w:w w:val="100"/>
          <w:position w:val="-2"/>
          <w:sz w:val="21"/>
          <w:szCs w:val="21"/>
          <w:u w:val="thick" w:color="000000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  <w:u w:val="thick" w:color="000000"/>
        </w:rPr>
        <w:tab/>
      </w:r>
      <w:r>
        <w:rPr>
          <w:rFonts w:ascii="微软雅黑" w:eastAsia="微软雅黑" w:hAnsi="微软雅黑" w:cs="微软雅黑"/>
          <w:spacing w:val="-5"/>
          <w:w w:val="106"/>
          <w:position w:val="-2"/>
          <w:sz w:val="21"/>
          <w:szCs w:val="21"/>
        </w:rPr>
        <w:t>秒</w:t>
      </w:r>
      <w:r>
        <w:rPr>
          <w:rFonts w:ascii="微软雅黑" w:eastAsia="微软雅黑" w:hAnsi="微软雅黑" w:cs="微软雅黑"/>
          <w:spacing w:val="0"/>
          <w:w w:val="106"/>
          <w:position w:val="-2"/>
          <w:sz w:val="21"/>
          <w:szCs w:val="21"/>
        </w:rPr>
        <w:t>钟</w:t>
      </w:r>
      <w:r>
        <w:rPr>
          <w:rFonts w:ascii="微软雅黑" w:eastAsia="微软雅黑" w:hAnsi="微软雅黑" w:cs="微软雅黑"/>
          <w:spacing w:val="-5"/>
          <w:w w:val="106"/>
          <w:position w:val="-2"/>
          <w:sz w:val="21"/>
          <w:szCs w:val="21"/>
        </w:rPr>
        <w:t>后</w:t>
      </w:r>
      <w:r>
        <w:rPr>
          <w:rFonts w:ascii="微软雅黑" w:eastAsia="微软雅黑" w:hAnsi="微软雅黑" w:cs="微软雅黑"/>
          <w:spacing w:val="0"/>
          <w:w w:val="106"/>
          <w:position w:val="-2"/>
          <w:sz w:val="21"/>
          <w:szCs w:val="21"/>
        </w:rPr>
        <w:t>，△</w:t>
      </w:r>
      <w:r>
        <w:rPr>
          <w:rFonts w:ascii="Times New Roman" w:eastAsia="Times New Roman" w:hAnsi="Times New Roman" w:cs="Times New Roman"/>
          <w:i/>
          <w:spacing w:val="-4"/>
          <w:w w:val="106"/>
          <w:position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1"/>
          <w:w w:val="106"/>
          <w:position w:val="-2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i/>
          <w:spacing w:val="0"/>
          <w:w w:val="106"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0"/>
          <w:w w:val="106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能形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成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等腰三</w:t>
      </w:r>
      <w:r>
        <w:rPr>
          <w:rFonts w:ascii="微软雅黑" w:eastAsia="微软雅黑" w:hAnsi="微软雅黑" w:cs="微软雅黑"/>
          <w:spacing w:val="-5"/>
          <w:w w:val="100"/>
          <w:position w:val="-2"/>
          <w:sz w:val="21"/>
          <w:szCs w:val="21"/>
        </w:rPr>
        <w:t>角</w:t>
      </w:r>
      <w:r>
        <w:rPr>
          <w:rFonts w:ascii="微软雅黑" w:eastAsia="微软雅黑" w:hAnsi="微软雅黑" w:cs="微软雅黑"/>
          <w:spacing w:val="0"/>
          <w:w w:val="100"/>
          <w:position w:val="-2"/>
          <w:sz w:val="21"/>
          <w:szCs w:val="21"/>
        </w:rPr>
        <w:t>形？</w:t>
      </w:r>
    </w:p>
    <w:p>
      <w:pPr>
        <w:spacing w:before="3" w:after="0" w:line="180" w:lineRule="exact"/>
        <w:jc w:val="left"/>
        <w:rPr>
          <w:sz w:val="18"/>
          <w:szCs w:val="18"/>
        </w:r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）当点</w:t>
      </w:r>
      <w:r>
        <w:rPr>
          <w:rFonts w:ascii="微软雅黑" w:eastAsia="微软雅黑" w:hAnsi="微软雅黑" w:cs="微软雅黑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在边</w:t>
      </w:r>
      <w:r>
        <w:rPr>
          <w:rFonts w:ascii="微软雅黑" w:eastAsia="微软雅黑" w:hAnsi="微软雅黑" w:cs="微软雅黑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上运动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时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，求能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使</w:t>
      </w:r>
      <w:r>
        <w:rPr>
          <w:rFonts w:ascii="微软雅黑" w:eastAsia="微软雅黑" w:hAnsi="微软雅黑" w:cs="微软雅黑"/>
          <w:spacing w:val="0"/>
          <w:w w:val="167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i/>
          <w:spacing w:val="-3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成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为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等腰三角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的运动</w:t>
      </w:r>
      <w:r>
        <w:rPr>
          <w:rFonts w:ascii="微软雅黑" w:eastAsia="微软雅黑" w:hAnsi="微软雅黑" w:cs="微软雅黑"/>
          <w:spacing w:val="-5"/>
          <w:w w:val="100"/>
          <w:sz w:val="21"/>
          <w:szCs w:val="21"/>
        </w:rPr>
        <w:t>时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间．</w:t>
      </w:r>
    </w:p>
    <w:p>
      <w:pPr>
        <w:spacing w:after="0" w:line="296" w:lineRule="exact"/>
        <w:jc w:val="left"/>
        <w:rPr>
          <w:rFonts w:ascii="微软雅黑" w:eastAsia="微软雅黑" w:hAnsi="微软雅黑" w:cs="微软雅黑"/>
          <w:sz w:val="21"/>
          <w:szCs w:val="21"/>
        </w:rPr>
        <w:sectPr>
          <w:pgSz w:w="11900" w:h="16840"/>
          <w:pgMar w:top="1580" w:right="960" w:bottom="1060" w:left="960" w:header="0" w:footer="878"/>
          <w:cols w:space="720"/>
        </w:sectPr>
      </w:pPr>
    </w:p>
    <w:p>
      <w:pPr>
        <w:spacing w:before="0" w:after="0" w:line="407" w:lineRule="exact"/>
        <w:ind w:left="1089" w:right="-20"/>
        <w:jc w:val="left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志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达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0"/>
          <w:sz w:val="28"/>
          <w:szCs w:val="28"/>
        </w:rPr>
        <w:t>中学</w:t>
      </w:r>
      <w:r>
        <w:rPr>
          <w:rFonts w:ascii="Microsoft JhengHei" w:eastAsia="Microsoft JhengHei" w:hAnsi="Microsoft JhengHei" w:cs="Microsoft JhengHei"/>
          <w:b/>
          <w:bCs/>
          <w:spacing w:val="-4"/>
          <w:w w:val="100"/>
          <w:position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8"/>
          <w:szCs w:val="28"/>
        </w:rPr>
        <w:t>2018</w:t>
      </w:r>
      <w:r>
        <w:rPr>
          <w:rFonts w:ascii="Times New Roman" w:eastAsia="Times New Roman" w:hAnsi="Times New Roman" w:cs="Times New Roman"/>
          <w:b/>
          <w:bCs/>
          <w:spacing w:val="-1"/>
          <w:w w:val="100"/>
          <w:position w:val="0"/>
          <w:sz w:val="28"/>
          <w:szCs w:val="28"/>
        </w:rPr>
        <w:t>~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b/>
          <w:bCs/>
          <w:spacing w:val="-11"/>
          <w:w w:val="100"/>
          <w:position w:val="0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学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年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0"/>
          <w:sz w:val="28"/>
          <w:szCs w:val="28"/>
        </w:rPr>
        <w:t>初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二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0"/>
          <w:sz w:val="28"/>
          <w:szCs w:val="28"/>
        </w:rPr>
        <w:t>年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级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第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0"/>
          <w:sz w:val="28"/>
          <w:szCs w:val="28"/>
        </w:rPr>
        <w:t>一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学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0"/>
          <w:sz w:val="28"/>
          <w:szCs w:val="28"/>
        </w:rPr>
        <w:t>期</w:t>
      </w:r>
      <w:r>
        <w:rPr>
          <w:rFonts w:ascii="Microsoft JhengHei" w:eastAsia="Microsoft JhengHei" w:hAnsi="Microsoft JhengHei" w:cs="Microsoft JhengHei"/>
          <w:b/>
          <w:bCs/>
          <w:spacing w:val="-25"/>
          <w:w w:val="100"/>
          <w:position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spacing w:val="-4"/>
          <w:w w:val="100"/>
          <w:position w:val="0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月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0"/>
          <w:sz w:val="28"/>
          <w:szCs w:val="28"/>
        </w:rPr>
        <w:t>调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研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0"/>
          <w:sz w:val="28"/>
          <w:szCs w:val="28"/>
        </w:rPr>
        <w:t>数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0"/>
          <w:sz w:val="28"/>
          <w:szCs w:val="28"/>
        </w:rPr>
        <w:t>学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8"/>
          <w:szCs w:val="28"/>
        </w:rPr>
        <w:t>—</w:t>
      </w:r>
      <w:r>
        <w:rPr>
          <w:rFonts w:ascii="微软雅黑" w:eastAsia="微软雅黑" w:hAnsi="微软雅黑" w:cs="微软雅黑"/>
          <w:b/>
          <w:bCs/>
          <w:color w:val="FF0000"/>
          <w:spacing w:val="0"/>
          <w:w w:val="100"/>
          <w:position w:val="0"/>
          <w:sz w:val="28"/>
          <w:szCs w:val="28"/>
        </w:rPr>
        <w:t>解析</w:t>
      </w:r>
    </w:p>
    <w:p>
      <w:pPr>
        <w:spacing w:before="51" w:after="0" w:line="349" w:lineRule="exact"/>
        <w:ind w:left="215" w:right="-20"/>
        <w:jc w:val="left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-2"/>
          <w:sz w:val="21"/>
          <w:szCs w:val="21"/>
        </w:rPr>
        <w:t>一、选择题（每小题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-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b/>
          <w:bCs/>
          <w:spacing w:val="-4"/>
          <w:w w:val="100"/>
          <w:position w:val="-2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-2"/>
          <w:sz w:val="21"/>
          <w:szCs w:val="21"/>
        </w:rPr>
        <w:t>分，共</w:t>
      </w:r>
      <w:r>
        <w:rPr>
          <w:rFonts w:ascii="Microsoft JhengHei" w:eastAsia="Microsoft JhengHei" w:hAnsi="Microsoft JhengHei" w:cs="Microsoft JhengHei"/>
          <w:b/>
          <w:bCs/>
          <w:spacing w:val="5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w w:val="100"/>
          <w:position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-2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b/>
          <w:bCs/>
          <w:spacing w:val="-5"/>
          <w:w w:val="100"/>
          <w:position w:val="-2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0"/>
          <w:w w:val="100"/>
          <w:position w:val="-2"/>
          <w:sz w:val="21"/>
          <w:szCs w:val="21"/>
        </w:rPr>
        <w:t>分）</w:t>
      </w:r>
    </w:p>
    <w:p>
      <w:pPr>
        <w:spacing w:before="3" w:after="0" w:line="70" w:lineRule="exact"/>
        <w:jc w:val="left"/>
        <w:rPr>
          <w:sz w:val="7"/>
          <w:szCs w:val="7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907"/>
        <w:gridCol w:w="907"/>
        <w:gridCol w:w="907"/>
        <w:gridCol w:w="902"/>
        <w:gridCol w:w="907"/>
        <w:gridCol w:w="907"/>
        <w:gridCol w:w="907"/>
        <w:gridCol w:w="902"/>
        <w:gridCol w:w="907"/>
        <w:gridCol w:w="907"/>
      </w:tblGrid>
      <w:tr>
        <w:tblPrEx>
          <w:tblW w:w="0" w:type="auto"/>
          <w:jc w:val="left"/>
          <w:tblInd w:w="9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36"/>
          <w:jc w:val="left"/>
        </w:trPr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65" w:lineRule="exact"/>
              <w:ind w:left="239" w:right="-20"/>
              <w:jc w:val="lef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pacing w:val="0"/>
                <w:w w:val="100"/>
                <w:sz w:val="21"/>
                <w:szCs w:val="21"/>
              </w:rPr>
              <w:t>题号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62" w:right="3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1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62" w:right="3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2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61" w:right="3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3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57" w:right="3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4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61" w:right="3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5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61" w:right="3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6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61" w:right="3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7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57" w:right="3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8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61" w:right="3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9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08" w:right="28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10</w:t>
            </w:r>
          </w:p>
        </w:tc>
      </w:tr>
      <w:tr>
        <w:tblPrEx>
          <w:tblW w:w="0" w:type="auto"/>
          <w:jc w:val="left"/>
          <w:tblInd w:w="9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41"/>
          <w:jc w:val="left"/>
        </w:trPr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0" w:after="0" w:line="265" w:lineRule="exact"/>
              <w:ind w:left="239" w:right="-20"/>
              <w:jc w:val="left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pacing w:val="0"/>
                <w:w w:val="100"/>
                <w:sz w:val="21"/>
                <w:szCs w:val="21"/>
              </w:rPr>
              <w:t>选项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38" w:right="3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A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42" w:right="32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B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42" w:right="32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B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37" w:right="32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B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37" w:right="3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A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42" w:right="32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C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37" w:right="3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D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32" w:right="3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D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42" w:right="32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C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spacing w:before="9" w:after="0" w:line="240" w:lineRule="auto"/>
              <w:ind w:left="341" w:right="32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1"/>
                <w:szCs w:val="21"/>
              </w:rPr>
              <w:t>B</w:t>
            </w:r>
          </w:p>
        </w:tc>
      </w:tr>
    </w:tbl>
    <w:p>
      <w:pPr>
        <w:spacing w:before="0" w:after="0" w:line="318" w:lineRule="exact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A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A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常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见勾股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数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需记忆</w:t>
      </w: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微软雅黑" w:eastAsia="微软雅黑" w:hAnsi="微软雅黑" w:cs="微软雅黑"/>
          <w:spacing w:val="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实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数运算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化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简算术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平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方根和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绝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对值，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再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求值</w:t>
      </w:r>
    </w:p>
    <w:p>
      <w:pPr>
        <w:spacing w:before="6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微软雅黑" w:eastAsia="微软雅黑" w:hAnsi="微软雅黑" w:cs="微软雅黑"/>
          <w:spacing w:val="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直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角坐标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系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坐标特点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据每个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象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限坐标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点求解</w:t>
      </w:r>
    </w:p>
    <w:p>
      <w:pPr>
        <w:spacing w:before="73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最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简二次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式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化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简二次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式</w:t>
      </w:r>
    </w:p>
    <w:p>
      <w:pPr>
        <w:spacing w:before="6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微软雅黑" w:eastAsia="微软雅黑" w:hAnsi="微软雅黑" w:cs="微软雅黑"/>
          <w:spacing w:val="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A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算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术平方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的计算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A</w:t>
      </w:r>
    </w:p>
    <w:p>
      <w:pPr>
        <w:spacing w:before="73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牢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记算术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平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方根的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基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本性质</w:t>
      </w: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2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</w:p>
    <w:p>
      <w:pPr>
        <w:spacing w:before="78" w:after="0" w:line="240" w:lineRule="auto"/>
        <w:ind w:left="2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直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角三角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的面积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运用</w:t>
      </w:r>
    </w:p>
    <w:p>
      <w:pPr>
        <w:spacing w:after="0" w:line="240" w:lineRule="auto"/>
        <w:jc w:val="left"/>
        <w:rPr>
          <w:rFonts w:ascii="微软雅黑" w:eastAsia="微软雅黑" w:hAnsi="微软雅黑" w:cs="微软雅黑"/>
          <w:sz w:val="21"/>
          <w:szCs w:val="21"/>
        </w:rPr>
        <w:sectPr>
          <w:footerReference w:type="default" r:id="rId25"/>
          <w:pgSz w:w="11900" w:h="16840"/>
          <w:pgMar w:top="1300" w:right="860" w:bottom="1060" w:left="860" w:header="0" w:footer="869"/>
          <w:pgNumType w:start="1"/>
          <w:cols w:space="720"/>
        </w:sectPr>
      </w:pPr>
    </w:p>
    <w:p>
      <w:pPr>
        <w:spacing w:before="0" w:after="0" w:line="337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position w:val="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position w:val="0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position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position w:val="0"/>
          <w:sz w:val="21"/>
          <w:szCs w:val="21"/>
        </w:rPr>
        <w:t>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三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角形面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积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计算</w:t>
      </w:r>
    </w:p>
    <w:p>
      <w:pPr>
        <w:spacing w:before="6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微软雅黑" w:eastAsia="微软雅黑" w:hAnsi="微软雅黑" w:cs="微软雅黑"/>
          <w:spacing w:val="5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4"/>
          <w:szCs w:val="24"/>
        </w:rPr>
        <w:t>D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逆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定理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D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通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过勾股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定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理逆定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理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判定即可</w:t>
      </w:r>
    </w:p>
    <w:p>
      <w:pPr>
        <w:spacing w:after="0" w:line="240" w:lineRule="auto"/>
        <w:jc w:val="left"/>
        <w:rPr>
          <w:rFonts w:ascii="微软雅黑" w:eastAsia="微软雅黑" w:hAnsi="微软雅黑" w:cs="微软雅黑"/>
          <w:sz w:val="21"/>
          <w:szCs w:val="21"/>
        </w:rPr>
        <w:sectPr>
          <w:pgSz w:w="11900" w:h="16840"/>
          <w:pgMar w:top="1260" w:right="1680" w:bottom="1060" w:left="960" w:header="0" w:footer="869"/>
          <w:cols w:space="720"/>
        </w:sectPr>
      </w:pPr>
    </w:p>
    <w:p>
      <w:pPr>
        <w:spacing w:before="0" w:after="0" w:line="317" w:lineRule="exact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8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D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等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腰三角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三线和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D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据等腰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三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角形三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线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求高</w:t>
      </w:r>
    </w:p>
    <w:p>
      <w:pPr>
        <w:spacing w:before="3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9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</w:p>
    <w:p>
      <w:pPr>
        <w:spacing w:before="6" w:after="0" w:line="130" w:lineRule="exact"/>
        <w:jc w:val="left"/>
        <w:rPr>
          <w:sz w:val="13"/>
          <w:szCs w:val="13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中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垂线性质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4" w:after="0" w:line="200" w:lineRule="exact"/>
        <w:jc w:val="left"/>
        <w:rPr>
          <w:sz w:val="20"/>
          <w:szCs w:val="20"/>
        </w:rPr>
      </w:pPr>
    </w:p>
    <w:p>
      <w:pPr>
        <w:spacing w:before="0" w:after="0" w:line="73" w:lineRule="auto"/>
        <w:ind w:left="115" w:right="5241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过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点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作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⊥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sz w:val="21"/>
          <w:szCs w:val="21"/>
        </w:rPr>
        <w:t>B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，垂足为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．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在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MC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18"/>
          <w:sz w:val="21"/>
          <w:szCs w:val="21"/>
        </w:rPr>
        <w:t>中，∵∠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color w:val="FF0000"/>
          <w:spacing w:val="-3"/>
          <w:w w:val="100"/>
          <w:sz w:val="21"/>
          <w:szCs w:val="21"/>
        </w:rPr>
        <w:t>°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4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28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410" style="height:11.57pt;margin-left:137.65pt;margin-top:6.2pt;mso-position-horizontal-relative:page;position:absolute;width:12.11pt;z-index:-251650048" coordorigin="2753,124" coordsize="242,231">
            <v:group id="_x0000_s1411" style="height:12;left:2756;position:absolute;top:269;width:21" coordorigin="2756,269" coordsize="21,12">
              <v:shape id="_x0000_s1412" style="height:12;left:2756;position:absolute;top:269;width:21" coordorigin="2756,269" coordsize="21,12" path="m2756,281l2777,269e" filled="f" stroked="t" strokecolor="red" strokeweight="0.24pt">
                <v:path arrowok="t"/>
              </v:shape>
            </v:group>
            <v:group id="_x0000_s1413" style="height:84;left:2777;position:absolute;top:269;width:52" coordorigin="2777,269" coordsize="52,84">
              <v:shape id="_x0000_s1414" style="height:84;left:2777;position:absolute;top:269;width:52" coordorigin="2777,269" coordsize="52,84" path="m2777,269l2829,353e" filled="f" stroked="t" strokecolor="red" strokeweight="0.24pt">
                <v:path arrowok="t"/>
              </v:shape>
            </v:group>
            <v:group id="_x0000_s1415" style="height:222;left:2829;position:absolute;top:131;width:55" coordorigin="2829,131" coordsize="55,222">
              <v:shape id="_x0000_s1416" style="height:222;left:2829;position:absolute;top:131;width:55" coordorigin="2829,131" coordsize="55,222" path="m2829,353l2884,131e" filled="f" stroked="t" strokecolor="red" strokeweight="0.24pt">
                <v:path arrowok="t"/>
              </v:shape>
            </v:group>
            <v:group id="_x0000_s1417" style="height:2;left:2884;position:absolute;top:131;width:109" coordorigin="2884,131" coordsize="109,2">
              <v:shape id="_x0000_s1418" style="height:2;left:2884;position:absolute;top:131;width:109" coordorigin="2884,131" coordsize="109,21600" path="m2884,131l2993,131e" filled="f" stroked="t" strokecolor="red" strokeweight="0.24pt">
                <v:path arrowok="t"/>
              </v:shape>
            </v:group>
            <v:group id="_x0000_s1419" style="height:227;left:2755;position:absolute;top:126;width:238" coordorigin="2755,126" coordsize="238,227">
              <v:shape id="_x0000_s1420" style="height:227;left:2755;position:absolute;top:126;width:238" coordorigin="2755,126" coordsize="238,227" path="m2791,275l2772,275,2824,353,2834,353,2839,333,2829,333,2791,275xe" filled="t" fillcolor="red" stroked="f">
                <v:path arrowok="t"/>
              </v:shape>
              <v:shape id="_x0000_s1421" style="height:227;left:2755;position:absolute;top:126;width:238" coordorigin="2755,126" coordsize="238,227" path="m2993,126l2881,126,2829,333,2839,333,2888,136,2993,136,2993,126xe" filled="t" fillcolor="red" stroked="f">
                <v:path arrowok="t"/>
              </v:shape>
              <v:shape id="_x0000_s1422" style="height:227;left:2755;position:absolute;top:126;width:238" coordorigin="2755,126" coordsize="238,227" path="m2783,262l2755,278,2758,284,2772,275,2791,275,2783,262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w w:val="143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color w:val="FF0000"/>
          <w:spacing w:val="-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3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</w:t>
      </w:r>
    </w:p>
    <w:p>
      <w:pPr>
        <w:spacing w:before="88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2"/>
          <w:w w:val="10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．</w:t>
      </w:r>
    </w:p>
    <w:p>
      <w:pPr>
        <w:spacing w:before="0" w:after="0" w:line="298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423" style="height:16.01pt;margin-left:156.92pt;margin-top:24.27pt;mso-position-horizontal-relative:page;position:absolute;width:56.33pt;z-index:-251648000" coordorigin="3138,485" coordsize="1127,320">
            <v:group id="_x0000_s1424" style="height:12;left:3848;position:absolute;top:676;width:20" coordorigin="3848,676" coordsize="20,12">
              <v:shape id="_x0000_s1425" style="height:12;left:3848;position:absolute;top:676;width:20" coordorigin="3848,676" coordsize="20,12" path="m3848,688l3868,676e" filled="f" stroked="t" strokecolor="red" strokeweight="0.24pt">
                <v:path arrowok="t"/>
              </v:shape>
            </v:group>
            <v:group id="_x0000_s1426" style="height:84;left:3868;position:absolute;top:676;width:52" coordorigin="3868,676" coordsize="52,84">
              <v:shape id="_x0000_s1427" style="height:84;left:3868;position:absolute;top:676;width:52" coordorigin="3868,676" coordsize="52,84" path="m3868,676l3920,761e" filled="f" stroked="t" strokecolor="red" strokeweight="0.24pt">
                <v:path arrowok="t"/>
              </v:shape>
            </v:group>
            <v:group id="_x0000_s1428" style="height:222;left:3920;position:absolute;top:539;width:55" coordorigin="3920,539" coordsize="55,222">
              <v:shape id="_x0000_s1429" style="height:222;left:3920;position:absolute;top:539;width:55" coordorigin="3920,539" coordsize="55,222" path="m3920,761l3975,539e" filled="f" stroked="t" strokecolor="red" strokeweight="0.24pt">
                <v:path arrowok="t"/>
              </v:shape>
            </v:group>
            <v:group id="_x0000_s1430" style="height:2;left:3975;position:absolute;top:539;width:108" coordorigin="3975,539" coordsize="108,2">
              <v:shape id="_x0000_s1431" style="height:2;left:3975;position:absolute;top:539;width:108" coordorigin="3975,539" coordsize="108,21600" path="m3975,539l4083,539e" filled="f" stroked="t" strokecolor="red" strokeweight="0.24pt">
                <v:path arrowok="t"/>
              </v:shape>
            </v:group>
            <v:group id="_x0000_s1432" style="height:227;left:3846;position:absolute;top:534;width:237" coordorigin="3846,534" coordsize="237,227">
              <v:shape id="_x0000_s1433" style="height:227;left:3846;position:absolute;top:534;width:237" coordorigin="3846,534" coordsize="237,227" path="m3882,683l3863,683,3915,761,3925,761,3930,741,3920,741,3882,683xe" filled="t" fillcolor="red" stroked="f">
                <v:path arrowok="t"/>
              </v:shape>
              <v:shape id="_x0000_s1434" style="height:227;left:3846;position:absolute;top:534;width:237" coordorigin="3846,534" coordsize="237,227" path="m4083,534l3972,534,3920,741,3930,741,3979,544,4083,544,4083,534xe" filled="t" fillcolor="red" stroked="f">
                <v:path arrowok="t"/>
              </v:shape>
              <v:shape id="_x0000_s1435" style="height:227;left:3846;position:absolute;top:534;width:237" coordorigin="3846,534" coordsize="237,227" path="m3874,670l3846,686,3849,691,3863,683,3882,683,3874,670xe" filled="t" fillcolor="red" stroked="f">
                <v:path arrowok="t"/>
              </v:shape>
            </v:group>
            <v:group id="_x0000_s1436" style="height:16;left:3143;position:absolute;top:686;width:20" coordorigin="3143,686" coordsize="20,16">
              <v:shape id="_x0000_s1437" style="height:16;left:3143;position:absolute;top:686;width:20" coordorigin="3143,686" coordsize="20,16" path="m3143,702l3163,686e" filled="f" stroked="t" strokecolor="red" strokeweight="0.24pt">
                <v:path arrowok="t"/>
              </v:shape>
            </v:group>
            <v:group id="_x0000_s1438" style="height:118;left:3163;position:absolute;top:686;width:52" coordorigin="3163,686" coordsize="52,118">
              <v:shape id="_x0000_s1439" style="height:118;left:3163;position:absolute;top:686;width:52" coordorigin="3163,686" coordsize="52,118" path="m3163,686l3215,803e" filled="f" stroked="t" strokecolor="red" strokeweight="0.24pt">
                <v:path arrowok="t"/>
              </v:shape>
            </v:group>
            <v:group id="_x0000_s1440" style="height:310;left:3215;position:absolute;top:493;width:56" coordorigin="3215,493" coordsize="56,310">
              <v:shape id="_x0000_s1441" style="height:310;left:3215;position:absolute;top:493;width:56" coordorigin="3215,493" coordsize="56,310" path="m3215,803l3270,493e" filled="f" stroked="t" strokecolor="red" strokeweight="0.24pt">
                <v:path arrowok="t"/>
              </v:shape>
            </v:group>
            <v:group id="_x0000_s1442" style="height:2;left:3270;position:absolute;top:493;width:992" coordorigin="3270,493" coordsize="992,2">
              <v:shape id="_x0000_s1443" style="height:2;left:3270;position:absolute;top:493;width:992" coordorigin="3270,493" coordsize="992,21600" path="m3270,493l4263,493e" filled="f" stroked="t" strokecolor="red" strokeweight="0.24pt">
                <v:path arrowok="t"/>
              </v:shape>
            </v:group>
            <v:group id="_x0000_s1444" style="height:316;left:3141;position:absolute;top:488;width:1122" coordorigin="3141,488" coordsize="1122,316">
              <v:shape id="_x0000_s1445" style="height:316;left:3141;position:absolute;top:488;width:1122" coordorigin="3141,488" coordsize="1122,316" path="m3176,694l3158,694,3210,803,3220,803,3225,775,3215,775,3176,694xe" filled="t" fillcolor="red" stroked="f">
                <v:path arrowok="t"/>
              </v:shape>
              <v:shape id="_x0000_s1446" style="height:316;left:3141;position:absolute;top:488;width:1122" coordorigin="3141,488" coordsize="1122,316" path="m4263,488l3266,488,3215,775,3225,775,3275,498,4263,498,4263,488xe" filled="t" fillcolor="red" stroked="f">
                <v:path arrowok="t"/>
              </v:shape>
              <v:shape id="_x0000_s1447" style="height:316;left:3141;position:absolute;top:488;width:1122" coordorigin="3141,488" coordsize="1122,316" path="m3168,678l3141,700,3145,705,3158,694,3176,694,3168,678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在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-1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MC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中，</w:t>
      </w:r>
    </w:p>
    <w:p>
      <w:pPr>
        <w:spacing w:before="9" w:after="0" w:line="180" w:lineRule="exact"/>
        <w:jc w:val="left"/>
        <w:rPr>
          <w:sz w:val="18"/>
          <w:szCs w:val="18"/>
        </w:rPr>
      </w:pPr>
    </w:p>
    <w:p>
      <w:pPr>
        <w:spacing w:after="0" w:line="180" w:lineRule="exact"/>
        <w:jc w:val="left"/>
        <w:rPr>
          <w:sz w:val="18"/>
          <w:szCs w:val="18"/>
        </w:rPr>
        <w:sectPr>
          <w:pgSz w:w="11900" w:h="16840"/>
          <w:pgMar w:top="1280" w:right="1500" w:bottom="1060" w:left="960" w:header="0" w:footer="869"/>
          <w:cols w:space="720"/>
        </w:sectPr>
      </w:pPr>
    </w:p>
    <w:p>
      <w:pPr>
        <w:spacing w:before="58" w:after="0" w:line="240" w:lineRule="auto"/>
        <w:ind w:left="115" w:right="-72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448" style="height:12.85pt;margin-left:80.84pt;margin-top:1.05pt;mso-position-horizontal-relative:page;position:absolute;width:61.06pt;z-index:-251649024" coordorigin="1617,21" coordsize="1221,257">
            <v:group id="_x0000_s1449" style="height:13;left:1621;position:absolute;top:182;width:20" coordorigin="1621,182" coordsize="20,13">
              <v:shape id="_x0000_s1450" style="height:13;left:1621;position:absolute;top:182;width:20" coordorigin="1621,182" coordsize="20,13" path="m1621,196l1642,182e" filled="f" stroked="t" strokecolor="red" strokeweight="0.24pt">
                <v:path arrowok="t"/>
              </v:shape>
            </v:group>
            <v:group id="_x0000_s1451" style="height:93;left:1642;position:absolute;top:182;width:51" coordorigin="1642,182" coordsize="51,93">
              <v:shape id="_x0000_s1452" style="height:93;left:1642;position:absolute;top:182;width:51" coordorigin="1642,182" coordsize="51,93" path="m1642,182l1693,276e" filled="f" stroked="t" strokecolor="red" strokeweight="0.24pt">
                <v:path arrowok="t"/>
              </v:shape>
            </v:group>
            <v:group id="_x0000_s1453" style="height:248;left:1693;position:absolute;top:28;width:56" coordorigin="1693,28" coordsize="56,248">
              <v:shape id="_x0000_s1454" style="height:248;left:1693;position:absolute;top:28;width:56" coordorigin="1693,28" coordsize="56,248" path="m1693,276l1749,28e" filled="f" stroked="t" strokecolor="red" strokeweight="0.24pt">
                <v:path arrowok="t"/>
              </v:shape>
            </v:group>
            <v:group id="_x0000_s1455" style="height:2;left:1749;position:absolute;top:28;width:1087" coordorigin="1749,28" coordsize="1087,2">
              <v:shape id="_x0000_s1456" style="height:2;left:1749;position:absolute;top:28;width:1087" coordorigin="1749,28" coordsize="1087,21600" path="m1749,28l2836,28e" filled="f" stroked="t" strokecolor="red" strokeweight="0.24pt">
                <v:path arrowok="t"/>
              </v:shape>
            </v:group>
            <v:group id="_x0000_s1457" style="height:252;left:1619;position:absolute;top:23;width:1217" coordorigin="1619,23" coordsize="1217,252">
              <v:shape id="_x0000_s1458" style="height:252;left:1619;position:absolute;top:23;width:1216" coordorigin="1619,23" coordsize="1216,252" path="m1656,190l1637,190,1688,276,1698,276,1703,253,1693,253,1656,190xe" filled="t" fillcolor="red" stroked="f">
                <v:path arrowok="t"/>
              </v:shape>
              <v:shape id="_x0000_s1459" style="height:252;left:1619;position:absolute;top:23;width:1216" coordorigin="1619,23" coordsize="1216,252" path="m2836,23l1745,23,1693,253,1703,253,1752,33,2836,33,2836,23xe" filled="t" fillcolor="red" stroked="f">
                <v:path arrowok="t"/>
              </v:shape>
              <v:shape id="_x0000_s1460" style="height:252;left:1619;position:absolute;top:23;width:1216" coordorigin="1619,23" coordsize="1216,252" path="m1647,175l1619,193,1623,199,1637,190,1656,190,1647,175xe" filled="t" fillcolor="red" strok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=</w:t>
      </w:r>
    </w:p>
    <w:p>
      <w:pPr>
        <w:spacing w:before="47" w:after="0" w:line="253" w:lineRule="exact"/>
        <w:ind w:right="-75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i/>
          <w:color w:val="FF0000"/>
          <w:spacing w:val="-4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color w:val="FF0000"/>
          <w:spacing w:val="-1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color w:val="FF0000"/>
          <w:spacing w:val="-1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4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color w:val="FF0000"/>
          <w:spacing w:val="-17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9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=</w:t>
      </w:r>
    </w:p>
    <w:p>
      <w:pPr>
        <w:spacing w:before="42" w:after="0" w:line="258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0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color w:val="FF0000"/>
          <w:spacing w:val="-1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6"/>
          <w:w w:val="100"/>
          <w:position w:val="0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3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0"/>
          <w:w w:val="100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7"/>
          <w:w w:val="100"/>
          <w:position w:val="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9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color w:val="FF0000"/>
          <w:spacing w:val="3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21</w:t>
      </w:r>
    </w:p>
    <w:p>
      <w:pPr>
        <w:spacing w:after="0" w:line="258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1500" w:bottom="1060" w:left="960" w:header="720" w:footer="720"/>
          <w:cols w:num="3" w:space="720" w:equalWidth="0">
            <w:col w:w="514" w:space="293"/>
            <w:col w:w="1233" w:space="274"/>
            <w:col w:w="7126"/>
          </w:cols>
        </w:sectPr>
      </w:pP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461" style="height:11.42pt;margin-left:224.27pt;margin-top:-21.01pt;mso-position-horizontal-relative:page;position:absolute;width:17.18pt;z-index:-251646976" coordorigin="4485,-420" coordsize="344,228">
            <v:group id="_x0000_s1462" style="height:12;left:4489;position:absolute;top:-277;width:21" coordorigin="4489,-277" coordsize="21,12">
              <v:shape id="_x0000_s1463" style="height:12;left:4489;position:absolute;top:-277;width:21" coordorigin="4489,-277" coordsize="21,12" path="m4489,-265l4510,-277e" filled="f" stroked="t" strokecolor="red" strokeweight="0.24pt">
                <v:path arrowok="t"/>
              </v:shape>
            </v:group>
            <v:group id="_x0000_s1464" style="height:83;left:4510;position:absolute;top:-277;width:51" coordorigin="4510,-277" coordsize="51,83">
              <v:shape id="_x0000_s1465" style="height:83;left:4510;position:absolute;top:-277;width:51" coordorigin="4510,-277" coordsize="51,83" path="m4510,-277l4561,-194e" filled="f" stroked="t" strokecolor="red" strokeweight="0.24pt">
                <v:path arrowok="t"/>
              </v:shape>
            </v:group>
            <v:group id="_x0000_s1466" style="height:219;left:4561;position:absolute;top:-413;width:55" coordorigin="4561,-413" coordsize="55,219">
              <v:shape id="_x0000_s1467" style="height:219;left:4561;position:absolute;top:-413;width:55" coordorigin="4561,-413" coordsize="55,219" path="m4561,-194l4616,-413e" filled="f" stroked="t" strokecolor="red" strokeweight="0.24pt">
                <v:path arrowok="t"/>
              </v:shape>
            </v:group>
            <v:group id="_x0000_s1468" style="height:2;left:4616;position:absolute;top:-413;width:210" coordorigin="4616,-413" coordsize="210,2">
              <v:shape id="_x0000_s1469" style="height:2;left:4616;position:absolute;top:-413;width:210" coordorigin="4616,-413" coordsize="210,21600" path="m4616,-413l4827,-413e" filled="f" stroked="t" strokecolor="red" strokeweight="0.24pt">
                <v:path arrowok="t"/>
              </v:shape>
            </v:group>
            <v:group id="_x0000_s1470" style="height:224;left:4488;position:absolute;top:-418;width:339" coordorigin="4488,-418" coordsize="339,224">
              <v:shape id="_x0000_s1471" style="height:224;left:4488;position:absolute;top:-418;width:339" coordorigin="4488,-418" coordsize="339,224" path="m4524,-270l4505,-270,4556,-194,4567,-194,4572,-214,4561,-214,4524,-270xe" filled="t" fillcolor="red" stroked="f">
                <v:path arrowok="t"/>
              </v:shape>
              <v:shape id="_x0000_s1472" style="height:224;left:4488;position:absolute;top:-418;width:339" coordorigin="4488,-418" coordsize="339,224" path="m4827,-418l4613,-418,4561,-214,4572,-214,4620,-408,4827,-408,4827,-418xe" filled="t" fillcolor="red" stroked="f">
                <v:path arrowok="t"/>
              </v:shape>
              <v:shape id="_x0000_s1473" style="height:224;left:4488;position:absolute;top:-418;width:339" coordorigin="4488,-418" coordsize="339,224" path="m4515,-283l4488,-268,4491,-262,4505,-270,4524,-270,4515,-283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w w:val="143"/>
          <w:sz w:val="21"/>
          <w:szCs w:val="21"/>
        </w:rPr>
        <w:t>∵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是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线段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的垂直平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分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线，</w:t>
      </w:r>
    </w:p>
    <w:p>
      <w:pPr>
        <w:spacing w:before="7" w:after="0" w:line="312" w:lineRule="exact"/>
        <w:ind w:left="115" w:right="7845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25"/>
          <w:sz w:val="21"/>
          <w:szCs w:val="21"/>
        </w:rPr>
        <w:t>又∵∠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color w:val="FF0000"/>
          <w:spacing w:val="-3"/>
          <w:w w:val="100"/>
          <w:sz w:val="21"/>
          <w:szCs w:val="21"/>
        </w:rPr>
        <w:t>°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0" w:after="0" w:line="305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54"/>
          <w:position w:val="0"/>
          <w:sz w:val="21"/>
          <w:szCs w:val="21"/>
        </w:rPr>
        <w:t>∴△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是等边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0"/>
          <w:sz w:val="21"/>
          <w:szCs w:val="21"/>
        </w:rPr>
        <w:t>三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角形</w:t>
      </w:r>
    </w:p>
    <w:p>
      <w:pPr>
        <w:spacing w:before="0" w:after="0" w:line="312" w:lineRule="exact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4</w:t>
      </w:r>
    </w:p>
    <w:p>
      <w:pPr>
        <w:spacing w:before="0" w:after="0" w:line="599" w:lineRule="exact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474" style="height:11.41pt;margin-left:118.54pt;margin-top:26.96pt;mso-position-horizontal-relative:page;position:absolute;width:17.27pt;z-index:-251645952" coordorigin="2371,539" coordsize="345,228">
            <v:group id="_x0000_s1475" style="height:12;left:2374;position:absolute;top:682;width:22" coordorigin="2374,682" coordsize="22,12">
              <v:shape id="_x0000_s1476" style="height:12;left:2374;position:absolute;top:682;width:22" coordorigin="2374,682" coordsize="22,12" path="m2374,694l2396,682e" filled="f" stroked="t" strokecolor="red" strokeweight="0.24pt">
                <v:path arrowok="t"/>
              </v:shape>
            </v:group>
            <v:group id="_x0000_s1477" style="height:83;left:2396;position:absolute;top:682;width:51" coordorigin="2396,682" coordsize="51,83">
              <v:shape id="_x0000_s1478" style="height:83;left:2396;position:absolute;top:682;width:51" coordorigin="2396,682" coordsize="51,83" path="m2396,682l2447,765e" filled="f" stroked="t" strokecolor="red" strokeweight="0.24pt">
                <v:path arrowok="t"/>
              </v:shape>
            </v:group>
            <v:group id="_x0000_s1479" style="height:218;left:2447;position:absolute;top:547;width:56" coordorigin="2447,547" coordsize="56,218">
              <v:shape id="_x0000_s1480" style="height:218;left:2447;position:absolute;top:547;width:56" coordorigin="2447,547" coordsize="56,218" path="m2447,765l2503,547e" filled="f" stroked="t" strokecolor="red" strokeweight="0.24pt">
                <v:path arrowok="t"/>
              </v:shape>
            </v:group>
            <v:group id="_x0000_s1481" style="height:2;left:2503;position:absolute;top:547;width:211" coordorigin="2503,547" coordsize="211,2">
              <v:shape id="_x0000_s1482" style="height:2;left:2503;position:absolute;top:547;width:211" coordorigin="2503,547" coordsize="211,21600" path="m2503,547l2714,547e" filled="f" stroked="t" strokecolor="red" strokeweight="0.24pt">
                <v:path arrowok="t"/>
              </v:shape>
            </v:group>
            <v:group id="_x0000_s1483" style="height:224;left:2373;position:absolute;top:541;width:341" coordorigin="2373,541" coordsize="341,224">
              <v:shape id="_x0000_s1484" style="height:224;left:2373;position:absolute;top:541;width:341" coordorigin="2373,541" coordsize="341,224" path="m2409,689l2391,689,2442,765,2452,765,2457,745,2447,745,2409,689xe" filled="t" fillcolor="red" stroked="f">
                <v:path arrowok="t"/>
              </v:shape>
              <v:shape id="_x0000_s1485" style="height:224;left:2373;position:absolute;top:541;width:341" coordorigin="2373,541" coordsize="341,224" path="m2714,541l2499,541,2447,745,2457,745,2506,552,2714,552,2714,541xe" filled="t" fillcolor="red" stroked="f">
                <v:path arrowok="t"/>
              </v:shape>
              <v:shape id="_x0000_s1486" style="height:224;left:2373;position:absolute;top:541;width:341" coordorigin="2373,541" coordsize="341,224" path="m2401,676l2373,691,2376,697,2391,689,2409,689,2401,676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w w:val="143"/>
          <w:position w:val="22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22"/>
          <w:sz w:val="21"/>
          <w:szCs w:val="21"/>
        </w:rPr>
        <w:t>L</w:t>
      </w:r>
      <w:r>
        <w:rPr>
          <w:rFonts w:ascii="Cambria Math" w:eastAsia="Cambria Math" w:hAnsi="Cambria Math" w:cs="Cambria Math"/>
          <w:color w:val="FF0000"/>
          <w:spacing w:val="0"/>
          <w:w w:val="99"/>
          <w:position w:val="20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9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color w:val="FF0000"/>
          <w:spacing w:val="5"/>
          <w:w w:val="99"/>
          <w:position w:val="19"/>
          <w:sz w:val="14"/>
          <w:szCs w:val="14"/>
        </w:rPr>
        <w:t>D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9"/>
          <w:sz w:val="14"/>
          <w:szCs w:val="14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2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2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2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2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2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-6"/>
          <w:w w:val="100"/>
          <w:position w:val="2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2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2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22"/>
          <w:sz w:val="21"/>
          <w:szCs w:val="21"/>
        </w:rPr>
        <w:t>C</w:t>
      </w:r>
    </w:p>
    <w:p>
      <w:pPr>
        <w:tabs>
          <w:tab w:val="left" w:pos="1540"/>
        </w:tabs>
        <w:spacing w:before="0" w:after="0" w:line="193" w:lineRule="exact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"/>
          <w:sz w:val="21"/>
          <w:szCs w:val="21"/>
        </w:rPr>
        <w:t>5+</w:t>
        <w:tab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"/>
          <w:sz w:val="21"/>
          <w:szCs w:val="21"/>
        </w:rPr>
        <w:t>21</w:t>
      </w:r>
    </w:p>
    <w:p>
      <w:pPr>
        <w:spacing w:before="1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10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</w:p>
    <w:p>
      <w:pPr>
        <w:spacing w:before="6" w:after="0" w:line="130" w:lineRule="exact"/>
        <w:jc w:val="left"/>
        <w:rPr>
          <w:sz w:val="13"/>
          <w:szCs w:val="13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直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角三角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的构造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问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题</w:t>
      </w:r>
    </w:p>
    <w:p>
      <w:pPr>
        <w:spacing w:before="78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</w:p>
    <w:p>
      <w:pPr>
        <w:spacing w:before="78" w:after="0" w:line="236" w:lineRule="auto"/>
        <w:ind w:left="955" w:right="2147" w:hanging="84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如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图，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是直角边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时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，点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共有</w:t>
      </w:r>
      <w:r>
        <w:rPr>
          <w:rFonts w:ascii="微软雅黑" w:eastAsia="微软雅黑" w:hAnsi="微软雅黑" w:cs="微软雅黑"/>
          <w:color w:val="FF0000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个位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置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，即有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直角三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角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形，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是斜边时，点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共有</w:t>
      </w:r>
      <w:r>
        <w:rPr>
          <w:rFonts w:ascii="微软雅黑" w:eastAsia="微软雅黑" w:hAnsi="微软雅黑" w:cs="微软雅黑"/>
          <w:color w:val="FF0000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个位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置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，即有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个直角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三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角形，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综上所述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0"/>
          <w:w w:val="167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是直角三角形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个数有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个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．</w:t>
      </w:r>
    </w:p>
    <w:p>
      <w:pPr>
        <w:tabs>
          <w:tab w:val="left" w:pos="7800"/>
        </w:tabs>
        <w:spacing w:before="56" w:after="0" w:line="240" w:lineRule="auto"/>
        <w:ind w:left="955" w:right="-165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故选：</w:t>
      </w:r>
      <w:r>
        <w:rPr>
          <w:rFonts w:ascii="Times New Roman" w:eastAsia="Times New Roman" w:hAnsi="Times New Roman" w:cs="Times New Roman"/>
          <w:color w:val="FF0000"/>
          <w:spacing w:val="-2"/>
          <w:sz w:val="21"/>
          <w:szCs w:val="21"/>
        </w:rPr>
        <w:t>B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．</w:t>
        <w:tab/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pict>
          <v:shape id="_x0000_i1487" type="#_x0000_t75" style="height:75.84pt;mso-position-horizontal-relative:char;mso-position-vertical-relative:line;width:75.84pt">
            <v:imagedata r:id="rId26" o:title=""/>
            <w10:wrap type="none"/>
          </v:shape>
        </w:pict>
      </w:r>
    </w:p>
    <w:p>
      <w:pPr>
        <w:spacing w:after="0" w:line="240" w:lineRule="auto"/>
        <w:jc w:val="left"/>
        <w:rPr>
          <w:rFonts w:ascii="微软雅黑" w:eastAsia="微软雅黑" w:hAnsi="微软雅黑" w:cs="微软雅黑"/>
          <w:sz w:val="21"/>
          <w:szCs w:val="21"/>
        </w:rPr>
        <w:sectPr>
          <w:type w:val="continuous"/>
          <w:pgSz w:w="11900" w:h="16840"/>
          <w:pgMar w:top="1360" w:right="1500" w:bottom="1060" w:left="960" w:header="720" w:footer="720"/>
          <w:cols w:space="720"/>
        </w:sectPr>
      </w:pPr>
    </w:p>
    <w:p>
      <w:pPr>
        <w:spacing w:before="0" w:after="0" w:line="327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微软雅黑" w:eastAsia="微软雅黑" w:hAnsi="微软雅黑" w:cs="微软雅黑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3.4.5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等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股数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5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（答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案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不唯一）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常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见勾股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数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中任选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一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组即可</w:t>
      </w:r>
    </w:p>
    <w:p>
      <w:pPr>
        <w:spacing w:before="3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12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4</w:t>
      </w:r>
    </w:p>
    <w:p>
      <w:pPr>
        <w:spacing w:before="6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坐标的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点</w:t>
      </w:r>
    </w:p>
    <w:p>
      <w:pPr>
        <w:spacing w:before="6" w:after="0" w:line="130" w:lineRule="exact"/>
        <w:jc w:val="left"/>
        <w:rPr>
          <w:sz w:val="13"/>
          <w:szCs w:val="13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4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纵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坐标代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表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的是点到</w:t>
      </w:r>
      <w:r>
        <w:rPr>
          <w:rFonts w:ascii="微软雅黑" w:eastAsia="微软雅黑" w:hAnsi="微软雅黑" w:cs="微软雅黑"/>
          <w:color w:val="FF0000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轴的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距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离</w:t>
      </w:r>
    </w:p>
    <w:p>
      <w:pPr>
        <w:spacing w:before="3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13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1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据正数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平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方根特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性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求解即可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8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据平方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互为相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反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数，列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程求解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14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144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应用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144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见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答案</w:t>
      </w:r>
    </w:p>
    <w:p>
      <w:pPr>
        <w:spacing w:before="3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15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立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方根的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估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算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先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找到相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邻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的两个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正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数的立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根，然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后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再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进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行估算</w:t>
      </w:r>
    </w:p>
    <w:p>
      <w:pPr>
        <w:spacing w:after="0" w:line="240" w:lineRule="auto"/>
        <w:jc w:val="left"/>
        <w:rPr>
          <w:rFonts w:ascii="微软雅黑" w:eastAsia="微软雅黑" w:hAnsi="微软雅黑" w:cs="微软雅黑"/>
          <w:sz w:val="21"/>
          <w:szCs w:val="21"/>
        </w:rPr>
        <w:sectPr>
          <w:footerReference w:type="default" r:id="rId27"/>
          <w:pgSz w:w="11900" w:h="16840"/>
          <w:pgMar w:top="1400" w:right="1680" w:bottom="920" w:left="960" w:header="0" w:footer="720"/>
          <w:pgNumType w:start="4"/>
          <w:cols w:space="720"/>
        </w:sectPr>
      </w:pPr>
    </w:p>
    <w:p>
      <w:pPr>
        <w:spacing w:before="0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85" w:lineRule="exact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16</w:t>
      </w:r>
      <w:r>
        <w:rPr>
          <w:rFonts w:ascii="微软雅黑" w:eastAsia="微软雅黑" w:hAnsi="微软雅黑" w:cs="微软雅黑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2.6</w:t>
      </w:r>
    </w:p>
    <w:p>
      <w:pPr>
        <w:spacing w:before="6" w:after="0" w:line="130" w:lineRule="exact"/>
        <w:jc w:val="left"/>
        <w:rPr>
          <w:sz w:val="13"/>
          <w:szCs w:val="13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实际应用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2.6</w:t>
      </w:r>
    </w:p>
    <w:p>
      <w:pPr>
        <w:spacing w:before="3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将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木条展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开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，得到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爬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行距离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展开图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构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造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直角三角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。勾股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定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理进行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求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解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6" w:after="0" w:line="240" w:lineRule="exact"/>
        <w:jc w:val="left"/>
        <w:rPr>
          <w:sz w:val="24"/>
          <w:szCs w:val="24"/>
        </w:rPr>
      </w:pPr>
    </w:p>
    <w:p>
      <w:pPr>
        <w:spacing w:before="0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17.</w:t>
      </w:r>
      <w:r>
        <w:rPr>
          <w:rFonts w:ascii="微软雅黑" w:eastAsia="微软雅黑" w:hAnsi="微软雅黑" w:cs="微软雅黑"/>
          <w:color w:val="FF0000"/>
          <w:w w:val="135"/>
          <w:sz w:val="21"/>
          <w:szCs w:val="21"/>
        </w:rPr>
        <w:t>±</w:t>
      </w:r>
      <w:r>
        <w:rPr>
          <w:rFonts w:ascii="Times New Roman" w:eastAsia="Times New Roman" w:hAnsi="Times New Roman" w:cs="Times New Roman"/>
          <w:color w:val="FF0000"/>
          <w:w w:val="100"/>
          <w:sz w:val="21"/>
          <w:szCs w:val="21"/>
        </w:rPr>
        <w:t>0.25</w:t>
      </w:r>
    </w:p>
    <w:p>
      <w:pPr>
        <w:spacing w:before="11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算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术平方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根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的特点</w:t>
      </w:r>
    </w:p>
    <w:p>
      <w:pPr>
        <w:spacing w:before="73" w:after="0" w:line="345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position w:val="-2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position w:val="-2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position w:val="-2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position w:val="-2"/>
          <w:sz w:val="21"/>
          <w:szCs w:val="21"/>
        </w:rPr>
        <w:t>★★</w:t>
      </w:r>
    </w:p>
    <w:p>
      <w:pPr>
        <w:spacing w:before="0" w:after="0" w:line="160" w:lineRule="exact"/>
        <w:jc w:val="left"/>
        <w:rPr>
          <w:sz w:val="16"/>
          <w:szCs w:val="16"/>
        </w:rPr>
      </w:pPr>
    </w:p>
    <w:p>
      <w:pPr>
        <w:spacing w:after="0" w:line="160" w:lineRule="exact"/>
        <w:jc w:val="left"/>
        <w:rPr>
          <w:sz w:val="16"/>
          <w:szCs w:val="16"/>
        </w:rPr>
        <w:sectPr>
          <w:pgSz w:w="11900" w:h="16840"/>
          <w:pgMar w:top="1580" w:right="960" w:bottom="920" w:left="960" w:header="0" w:footer="720"/>
          <w:cols w:space="720"/>
        </w:sectPr>
      </w:pPr>
    </w:p>
    <w:p>
      <w:pPr>
        <w:spacing w:before="0" w:after="0" w:line="285" w:lineRule="exact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2"/>
          <w:w w:val="100"/>
          <w:sz w:val="21"/>
          <w:szCs w:val="21"/>
        </w:rPr>
        <w:t>±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0.25</w:t>
      </w:r>
    </w:p>
    <w:p>
      <w:pPr>
        <w:spacing w:before="1" w:after="0" w:line="120" w:lineRule="exact"/>
        <w:jc w:val="left"/>
        <w:rPr>
          <w:sz w:val="12"/>
          <w:szCs w:val="12"/>
        </w:rPr>
      </w:pPr>
    </w:p>
    <w:p>
      <w:pPr>
        <w:spacing w:before="0" w:after="0" w:line="240" w:lineRule="auto"/>
        <w:ind w:left="115" w:right="-82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488" style="height:18.19pt;margin-left:104.93pt;margin-top:1.61pt;mso-position-horizontal-relative:page;position:absolute;width:41.38pt;z-index:-251644928" coordorigin="2099,32" coordsize="828,364">
            <v:group id="_x0000_s1489" style="height:18;left:2110;position:absolute;top:257;width:20" coordorigin="2110,257" coordsize="20,18">
              <v:shape id="_x0000_s1490" style="height:18;left:2110;position:absolute;top:257;width:20" coordorigin="2110,257" coordsize="20,18" path="m2110,275l2131,257e" filled="f" stroked="t" strokecolor="red" strokeweight="0.24pt">
                <v:path arrowok="t"/>
              </v:shape>
            </v:group>
            <v:group id="_x0000_s1491" style="height:129;left:2131;position:absolute;top:257;width:52" coordorigin="2131,257" coordsize="52,129">
              <v:shape id="_x0000_s1492" style="height:129;left:2131;position:absolute;top:257;width:52" coordorigin="2131,257" coordsize="52,129" path="m2131,257l2182,386e" filled="f" stroked="t" strokecolor="red" strokeweight="0.24pt">
                <v:path arrowok="t"/>
              </v:shape>
            </v:group>
            <v:group id="_x0000_s1493" style="height:339;left:2182;position:absolute;top:47;width:56" coordorigin="2182,47" coordsize="56,339">
              <v:shape id="_x0000_s1494" style="height:339;left:2182;position:absolute;top:47;width:56" coordorigin="2182,47" coordsize="56,339" path="m2182,386l2238,47e" filled="f" stroked="t" strokecolor="red" strokeweight="0.24pt">
                <v:path arrowok="t"/>
              </v:shape>
            </v:group>
            <v:group id="_x0000_s1495" style="height:2;left:2238;position:absolute;top:47;width:679" coordorigin="2238,47" coordsize="679,2">
              <v:shape id="_x0000_s1496" style="height:2;left:2238;position:absolute;top:47;width:679" coordorigin="2238,47" coordsize="679,21600" path="m2238,47l2916,47e" filled="f" stroked="t" strokecolor="red" strokeweight="0.24pt">
                <v:path arrowok="t"/>
              </v:shape>
            </v:group>
            <v:group id="_x0000_s1497" style="height:344;left:2109;position:absolute;top:42;width:808" coordorigin="2109,42" coordsize="808,344">
              <v:shape id="_x0000_s1498" style="height:344;left:2109;position:absolute;top:42;width:808" coordorigin="2109,42" coordsize="808,344" path="m2144,267l2125,267,2177,386,2187,386,2192,355,2182,355,2144,267xe" filled="t" fillcolor="red" stroked="f">
                <v:path arrowok="t"/>
              </v:shape>
              <v:shape id="_x0000_s1499" style="height:344;left:2109;position:absolute;top:42;width:808" coordorigin="2109,42" coordsize="808,344" path="m2916,42l2234,42,2182,355,2192,355,2242,52,2916,52,2916,42xe" filled="t" fillcolor="red" stroked="f">
                <v:path arrowok="t"/>
              </v:shape>
              <v:shape id="_x0000_s1500" style="height:344;left:2109;position:absolute;top:42;width:808" coordorigin="2109,42" coordsize="808,344" path="m2136,249l2109,273,2113,278,2125,267,2144,267,2136,249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"/>
          <w:sz w:val="21"/>
          <w:szCs w:val="21"/>
        </w:rPr>
        <w:t>【解析】∵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49"/>
          <w:w w:val="100"/>
          <w:position w:val="1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76"/>
          <w:position w:val="0"/>
          <w:sz w:val="27"/>
          <w:szCs w:val="27"/>
        </w:rPr>
        <w:sym w:font="Symbol" w:char="F028"/>
      </w:r>
      <w:r>
        <w:rPr>
          <w:rFonts w:ascii="Times New Roman" w:eastAsia="Times New Roman" w:hAnsi="Times New Roman" w:cs="Times New Roman"/>
          <w:color w:val="FF0000"/>
          <w:spacing w:val="-50"/>
          <w:w w:val="100"/>
          <w:position w:val="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FF0000"/>
          <w:spacing w:val="-7"/>
          <w:w w:val="100"/>
          <w:position w:val="1"/>
          <w:sz w:val="20"/>
          <w:szCs w:val="20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1"/>
          <w:sz w:val="20"/>
          <w:szCs w:val="20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-3"/>
          <w:w w:val="100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2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-33"/>
          <w:w w:val="100"/>
          <w:position w:val="1"/>
          <w:sz w:val="20"/>
          <w:szCs w:val="20"/>
        </w:rPr>
        <w:t xml:space="preserve"> </w:t>
      </w:r>
      <w:r>
        <w:rPr>
          <w:rFonts w:ascii="Symbol" w:eastAsia="Symbol" w:hAnsi="Symbol" w:cs="Symbol"/>
          <w:color w:val="FF0000"/>
          <w:spacing w:val="3"/>
          <w:w w:val="85"/>
          <w:position w:val="0"/>
          <w:sz w:val="27"/>
          <w:szCs w:val="27"/>
        </w:rPr>
        <w:sym w:font="Symbol" w:char="F029"/>
      </w:r>
      <w:r>
        <w:rPr>
          <w:rFonts w:ascii="Times New Roman" w:eastAsia="Times New Roman" w:hAnsi="Times New Roman" w:cs="Times New Roman"/>
          <w:color w:val="FF0000"/>
          <w:spacing w:val="0"/>
          <w:w w:val="85"/>
          <w:position w:val="13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85"/>
          <w:position w:val="13"/>
          <w:sz w:val="12"/>
          <w:szCs w:val="12"/>
        </w:rPr>
        <w:t xml:space="preserve">  </w:t>
      </w:r>
      <w:r>
        <w:rPr>
          <w:rFonts w:ascii="Times New Roman" w:eastAsia="Times New Roman" w:hAnsi="Times New Roman" w:cs="Times New Roman"/>
          <w:color w:val="FF0000"/>
          <w:spacing w:val="13"/>
          <w:w w:val="85"/>
          <w:position w:val="13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1"/>
          <w:sz w:val="20"/>
          <w:szCs w:val="20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7"/>
          <w:w w:val="100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-2"/>
          <w:w w:val="100"/>
          <w:position w:val="1"/>
          <w:sz w:val="20"/>
          <w:szCs w:val="20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1"/>
          <w:sz w:val="20"/>
          <w:szCs w:val="20"/>
        </w:rPr>
        <w:sym w:font="Symbol" w:char="F02B"/>
      </w:r>
      <w:r>
        <w:rPr>
          <w:rFonts w:ascii="Times New Roman" w:eastAsia="Times New Roman" w:hAnsi="Times New Roman" w:cs="Times New Roman"/>
          <w:color w:val="FF0000"/>
          <w:spacing w:val="-7"/>
          <w:w w:val="100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2"/>
          <w:position w:val="1"/>
          <w:sz w:val="20"/>
          <w:szCs w:val="20"/>
        </w:rPr>
        <w:t>3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br w:type="column"/>
      </w:r>
    </w:p>
    <w:p>
      <w:pPr>
        <w:spacing w:before="7" w:after="0" w:line="200" w:lineRule="exact"/>
        <w:jc w:val="left"/>
        <w:rPr>
          <w:sz w:val="20"/>
          <w:szCs w:val="20"/>
        </w:rPr>
      </w:pPr>
    </w:p>
    <w:p>
      <w:pPr>
        <w:spacing w:before="0" w:after="0" w:line="468" w:lineRule="exact"/>
        <w:ind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position w:val="-5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-24"/>
          <w:w w:val="100"/>
          <w:position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7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-14"/>
          <w:w w:val="100"/>
          <w:position w:val="7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7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-10"/>
          <w:w w:val="100"/>
          <w:position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-5"/>
          <w:w w:val="100"/>
          <w:position w:val="7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7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-9"/>
          <w:w w:val="100"/>
          <w:position w:val="7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7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color w:val="FF0000"/>
          <w:spacing w:val="-15"/>
          <w:w w:val="100"/>
          <w:position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99"/>
          <w:position w:val="7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-23"/>
          <w:w w:val="100"/>
          <w:position w:val="7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8"/>
          <w:sz w:val="21"/>
          <w:szCs w:val="21"/>
        </w:rPr>
        <w:t>或</w:t>
      </w:r>
      <w:r>
        <w:rPr>
          <w:rFonts w:ascii="微软雅黑" w:eastAsia="微软雅黑" w:hAnsi="微软雅黑" w:cs="微软雅黑"/>
          <w:color w:val="FF0000"/>
          <w:spacing w:val="-24"/>
          <w:w w:val="100"/>
          <w:position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8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-14"/>
          <w:w w:val="100"/>
          <w:position w:val="8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8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-10"/>
          <w:w w:val="100"/>
          <w:position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8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-10"/>
          <w:w w:val="100"/>
          <w:position w:val="8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8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color w:val="FF0000"/>
          <w:spacing w:val="-10"/>
          <w:w w:val="100"/>
          <w:position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8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8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-5"/>
          <w:w w:val="100"/>
          <w:position w:val="8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8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color w:val="FF0000"/>
          <w:spacing w:val="-15"/>
          <w:w w:val="100"/>
          <w:position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0"/>
          <w:w w:val="100"/>
          <w:position w:val="8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8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color w:val="FF0000"/>
          <w:spacing w:val="-3"/>
          <w:w w:val="100"/>
          <w:position w:val="8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8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8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8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8"/>
          <w:sz w:val="21"/>
          <w:szCs w:val="21"/>
        </w:rPr>
        <w:t>，可以得到</w:t>
      </w:r>
      <w:r>
        <w:rPr>
          <w:rFonts w:ascii="微软雅黑" w:eastAsia="微软雅黑" w:hAnsi="微软雅黑" w:cs="微软雅黑"/>
          <w:color w:val="FF0000"/>
          <w:spacing w:val="-24"/>
          <w:w w:val="100"/>
          <w:position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7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7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7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7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7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7"/>
          <w:sz w:val="21"/>
          <w:szCs w:val="21"/>
        </w:rPr>
        <w:t>.5</w:t>
      </w:r>
      <w:r>
        <w:rPr>
          <w:rFonts w:ascii="Times New Roman" w:eastAsia="Times New Roman" w:hAnsi="Times New Roman" w:cs="Times New Roman"/>
          <w:color w:val="FF0000"/>
          <w:spacing w:val="-7"/>
          <w:w w:val="100"/>
          <w:position w:val="7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8"/>
          <w:sz w:val="21"/>
          <w:szCs w:val="21"/>
        </w:rPr>
        <w:t>，又</w:t>
      </w:r>
      <w:r>
        <w:rPr>
          <w:rFonts w:ascii="微软雅黑" w:eastAsia="微软雅黑" w:hAnsi="微软雅黑" w:cs="微软雅黑"/>
          <w:color w:val="FF0000"/>
          <w:spacing w:val="0"/>
          <w:w w:val="143"/>
          <w:position w:val="8"/>
          <w:sz w:val="21"/>
          <w:szCs w:val="21"/>
        </w:rPr>
        <w:t>∵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8"/>
          <w:sz w:val="21"/>
          <w:szCs w:val="21"/>
        </w:rPr>
        <w:t>根据算术平方根的</w:t>
      </w:r>
    </w:p>
    <w:p>
      <w:pPr>
        <w:spacing w:after="0" w:line="468" w:lineRule="exact"/>
        <w:jc w:val="left"/>
        <w:rPr>
          <w:rFonts w:ascii="微软雅黑" w:eastAsia="微软雅黑" w:hAnsi="微软雅黑" w:cs="微软雅黑"/>
          <w:sz w:val="21"/>
          <w:szCs w:val="21"/>
        </w:rPr>
        <w:sectPr>
          <w:type w:val="continuous"/>
          <w:pgSz w:w="11900" w:h="16840"/>
          <w:pgMar w:top="1360" w:right="960" w:bottom="1060" w:left="960" w:header="720" w:footer="720"/>
          <w:cols w:num="2" w:space="720" w:equalWidth="0">
            <w:col w:w="2585" w:space="41"/>
            <w:col w:w="7354"/>
          </w:cols>
        </w:sectPr>
      </w:pPr>
    </w:p>
    <w:p>
      <w:pPr>
        <w:spacing w:before="12" w:after="0" w:line="349" w:lineRule="exact"/>
        <w:ind w:left="115" w:right="-73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性质可以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1"/>
          <w:sz w:val="21"/>
          <w:szCs w:val="21"/>
        </w:rPr>
        <w:t>知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道，只有</w:t>
      </w:r>
      <w:r>
        <w:rPr>
          <w:rFonts w:ascii="微软雅黑" w:eastAsia="微软雅黑" w:hAnsi="微软雅黑" w:cs="微软雅黑"/>
          <w:color w:val="FF0000"/>
          <w:spacing w:val="-14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和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1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算术平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1"/>
          <w:sz w:val="21"/>
          <w:szCs w:val="21"/>
        </w:rPr>
        <w:t>方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根是本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1"/>
          <w:sz w:val="21"/>
          <w:szCs w:val="21"/>
        </w:rPr>
        <w:t>身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1"/>
          <w:sz w:val="21"/>
          <w:szCs w:val="21"/>
        </w:rPr>
        <w:t>所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以可以得到</w:t>
      </w:r>
    </w:p>
    <w:p>
      <w:pPr>
        <w:spacing w:before="10" w:after="0" w:line="100" w:lineRule="exact"/>
        <w:jc w:val="left"/>
        <w:rPr>
          <w:sz w:val="10"/>
          <w:szCs w:val="10"/>
        </w:rPr>
      </w:pPr>
      <w:r>
        <w:br w:type="column"/>
      </w:r>
    </w:p>
    <w:p>
      <w:pPr>
        <w:spacing w:before="0" w:after="0" w:line="252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B1"/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5</w:t>
      </w:r>
    </w:p>
    <w:p>
      <w:pPr>
        <w:spacing w:after="0" w:line="252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960" w:bottom="1060" w:left="960" w:header="720" w:footer="720"/>
          <w:cols w:num="2" w:space="720" w:equalWidth="0">
            <w:col w:w="6000" w:space="182"/>
            <w:col w:w="3798"/>
          </w:cols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4" w:after="0" w:line="240" w:lineRule="exact"/>
        <w:jc w:val="left"/>
        <w:rPr>
          <w:sz w:val="24"/>
          <w:szCs w:val="24"/>
        </w:rPr>
      </w:pPr>
    </w:p>
    <w:p>
      <w:pPr>
        <w:spacing w:before="34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18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.22.5</w:t>
      </w:r>
    </w:p>
    <w:p>
      <w:pPr>
        <w:spacing w:before="6" w:after="0" w:line="170" w:lineRule="exact"/>
        <w:jc w:val="left"/>
        <w:rPr>
          <w:sz w:val="17"/>
          <w:szCs w:val="17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弦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图和全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等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三角形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★★</w:t>
      </w:r>
    </w:p>
    <w:p>
      <w:pPr>
        <w:spacing w:before="78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22.5</w:t>
      </w:r>
    </w:p>
    <w:p>
      <w:pPr>
        <w:spacing w:before="3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过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作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垂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线交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于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N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5" w:after="0" w:line="180" w:lineRule="exact"/>
        <w:jc w:val="left"/>
        <w:rPr>
          <w:sz w:val="18"/>
          <w:szCs w:val="18"/>
        </w:rPr>
      </w:pPr>
    </w:p>
    <w:p>
      <w:pPr>
        <w:tabs>
          <w:tab w:val="left" w:pos="6600"/>
        </w:tabs>
        <w:spacing w:before="0" w:after="0" w:line="2030" w:lineRule="exact"/>
        <w:ind w:left="9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position w:val="-15"/>
          <w:sz w:val="21"/>
          <w:szCs w:val="21"/>
        </w:rPr>
        <w:t>则</w:t>
      </w:r>
      <w:r>
        <w:rPr>
          <w:rFonts w:ascii="微软雅黑" w:eastAsia="微软雅黑" w:hAnsi="微软雅黑" w:cs="微软雅黑"/>
          <w:color w:val="FF0000"/>
          <w:spacing w:val="-9"/>
          <w:position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position w:val="-1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position w:val="-15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position w:val="-15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position w:val="-15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position w:val="-1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color w:val="FF0000"/>
          <w:spacing w:val="-2"/>
          <w:position w:val="-15"/>
          <w:sz w:val="21"/>
          <w:szCs w:val="21"/>
        </w:rPr>
        <w:t>F</w:t>
      </w:r>
      <w:r>
        <w:rPr>
          <w:rFonts w:ascii="微软雅黑" w:eastAsia="微软雅黑" w:hAnsi="微软雅黑" w:cs="微软雅黑"/>
          <w:color w:val="FF0000"/>
          <w:spacing w:val="0"/>
          <w:w w:val="183"/>
          <w:position w:val="-15"/>
          <w:sz w:val="21"/>
          <w:szCs w:val="21"/>
        </w:rPr>
        <w:t>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5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-15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-15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-15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5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-15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-1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5"/>
          <w:sz w:val="21"/>
          <w:szCs w:val="21"/>
        </w:rPr>
        <w:t>K</w:t>
      </w:r>
      <w:r>
        <w:rPr>
          <w:rFonts w:ascii="微软雅黑" w:eastAsia="微软雅黑" w:hAnsi="微软雅黑" w:cs="微软雅黑"/>
          <w:color w:val="FF0000"/>
          <w:spacing w:val="0"/>
          <w:w w:val="183"/>
          <w:position w:val="-15"/>
          <w:sz w:val="21"/>
          <w:szCs w:val="21"/>
        </w:rPr>
        <w:t>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5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-15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-15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-15"/>
          <w:sz w:val="21"/>
          <w:szCs w:val="21"/>
        </w:rPr>
        <w:t>T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5"/>
          <w:sz w:val="21"/>
          <w:szCs w:val="21"/>
        </w:rPr>
        <w:t>，</w:t>
        <w:tab/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5"/>
          <w:sz w:val="21"/>
          <w:szCs w:val="21"/>
        </w:rPr>
        <w:pict>
          <v:shape id="_x0000_i1501" type="#_x0000_t75" style="height:89.28pt;mso-position-horizontal-relative:char;mso-position-vertical-relative:line;width:120pt">
            <v:imagedata r:id="rId28" o:title=""/>
            <w10:wrap type="none"/>
          </v:shape>
        </w:pict>
      </w:r>
    </w:p>
    <w:p>
      <w:pPr>
        <w:spacing w:before="0" w:after="0" w:line="305" w:lineRule="exact"/>
        <w:ind w:left="9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position w:val="18"/>
          <w:sz w:val="21"/>
          <w:szCs w:val="21"/>
        </w:rPr>
        <w:t>所以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8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5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5"/>
          <w:sz w:val="14"/>
          <w:szCs w:val="14"/>
        </w:rPr>
        <w:t>t</w:t>
      </w:r>
      <w:r>
        <w:rPr>
          <w:rFonts w:ascii="Cambria Math" w:eastAsia="Cambria Math" w:hAnsi="Cambria Math" w:cs="Cambria Math"/>
          <w:color w:val="FF0000"/>
          <w:spacing w:val="5"/>
          <w:w w:val="100"/>
          <w:position w:val="16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5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15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5"/>
          <w:sz w:val="14"/>
          <w:szCs w:val="14"/>
        </w:rPr>
        <w:t>C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8"/>
          <w:sz w:val="21"/>
          <w:szCs w:val="21"/>
        </w:rPr>
        <w:t>．</w:t>
      </w:r>
    </w:p>
    <w:p>
      <w:pPr>
        <w:spacing w:before="0" w:after="0" w:line="319" w:lineRule="exact"/>
        <w:ind w:left="9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position w:val="19"/>
          <w:sz w:val="21"/>
          <w:szCs w:val="21"/>
        </w:rPr>
        <w:t>由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1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9"/>
          <w:sz w:val="21"/>
          <w:szCs w:val="21"/>
        </w:rPr>
        <w:t>K</w:t>
      </w:r>
      <w:r>
        <w:rPr>
          <w:rFonts w:ascii="微软雅黑" w:eastAsia="微软雅黑" w:hAnsi="微软雅黑" w:cs="微软雅黑"/>
          <w:color w:val="FF0000"/>
          <w:spacing w:val="0"/>
          <w:w w:val="183"/>
          <w:position w:val="19"/>
          <w:sz w:val="21"/>
          <w:szCs w:val="21"/>
        </w:rPr>
        <w:t>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1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9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9"/>
          <w:sz w:val="21"/>
          <w:szCs w:val="21"/>
        </w:rPr>
        <w:t>可得：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1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9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9"/>
          <w:sz w:val="21"/>
          <w:szCs w:val="21"/>
        </w:rPr>
        <w:t>T</w:t>
      </w:r>
      <w:r>
        <w:rPr>
          <w:rFonts w:ascii="微软雅黑" w:eastAsia="微软雅黑" w:hAnsi="微软雅黑" w:cs="微软雅黑"/>
          <w:color w:val="FF0000"/>
          <w:spacing w:val="0"/>
          <w:w w:val="183"/>
          <w:position w:val="19"/>
          <w:sz w:val="21"/>
          <w:szCs w:val="21"/>
        </w:rPr>
        <w:t>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1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9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9"/>
          <w:sz w:val="21"/>
          <w:szCs w:val="21"/>
        </w:rPr>
        <w:t>K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9"/>
          <w:sz w:val="21"/>
          <w:szCs w:val="21"/>
        </w:rPr>
        <w:t>，</w:t>
      </w:r>
    </w:p>
    <w:p>
      <w:pPr>
        <w:spacing w:before="0" w:after="0" w:line="305" w:lineRule="exact"/>
        <w:ind w:left="9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18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5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8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8"/>
          <w:sz w:val="21"/>
          <w:szCs w:val="21"/>
        </w:rPr>
        <w:t>S</w:t>
      </w:r>
      <w:r>
        <w:rPr>
          <w:rFonts w:ascii="Cambria Math" w:eastAsia="Cambria Math" w:hAnsi="Cambria Math" w:cs="Cambria Math"/>
          <w:color w:val="FF0000"/>
          <w:spacing w:val="0"/>
          <w:w w:val="99"/>
          <w:position w:val="16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-1"/>
          <w:w w:val="99"/>
          <w:position w:val="15"/>
          <w:sz w:val="14"/>
          <w:szCs w:val="14"/>
        </w:rPr>
        <w:t>F</w:t>
      </w:r>
      <w:r>
        <w:rPr>
          <w:rFonts w:ascii="Times New Roman" w:eastAsia="Times New Roman" w:hAnsi="Times New Roman" w:cs="Times New Roman"/>
          <w:color w:val="FF0000"/>
          <w:spacing w:val="-1"/>
          <w:w w:val="99"/>
          <w:position w:val="15"/>
          <w:sz w:val="14"/>
          <w:szCs w:val="14"/>
        </w:rPr>
        <w:t>P</w:t>
      </w:r>
      <w:r>
        <w:rPr>
          <w:rFonts w:ascii="Times New Roman" w:eastAsia="Times New Roman" w:hAnsi="Times New Roman" w:cs="Times New Roman"/>
          <w:color w:val="FF0000"/>
          <w:spacing w:val="1"/>
          <w:w w:val="99"/>
          <w:position w:val="15"/>
          <w:sz w:val="14"/>
          <w:szCs w:val="14"/>
        </w:rPr>
        <w:t>T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8"/>
          <w:sz w:val="21"/>
          <w:szCs w:val="21"/>
        </w:rPr>
        <w:t>，</w:t>
      </w:r>
    </w:p>
    <w:p>
      <w:pPr>
        <w:spacing w:before="0" w:after="0" w:line="319" w:lineRule="exact"/>
        <w:ind w:left="9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position w:val="19"/>
          <w:sz w:val="21"/>
          <w:szCs w:val="21"/>
        </w:rPr>
        <w:t>可得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1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9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9"/>
          <w:sz w:val="21"/>
          <w:szCs w:val="21"/>
        </w:rPr>
        <w:t>F</w:t>
      </w:r>
      <w:r>
        <w:rPr>
          <w:rFonts w:ascii="微软雅黑" w:eastAsia="微软雅黑" w:hAnsi="微软雅黑" w:cs="微软雅黑"/>
          <w:color w:val="FF0000"/>
          <w:spacing w:val="0"/>
          <w:w w:val="183"/>
          <w:position w:val="19"/>
          <w:sz w:val="21"/>
          <w:szCs w:val="21"/>
        </w:rPr>
        <w:t>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1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9"/>
          <w:sz w:val="21"/>
          <w:szCs w:val="21"/>
        </w:rPr>
        <w:t>B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9"/>
          <w:sz w:val="21"/>
          <w:szCs w:val="21"/>
        </w:rPr>
        <w:t>，</w:t>
      </w:r>
    </w:p>
    <w:p>
      <w:pPr>
        <w:spacing w:before="0" w:after="0" w:line="305" w:lineRule="exact"/>
        <w:ind w:left="9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18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5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8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5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8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1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5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color w:val="FF0000"/>
          <w:spacing w:val="0"/>
          <w:w w:val="99"/>
          <w:position w:val="15"/>
          <w:sz w:val="14"/>
          <w:szCs w:val="14"/>
        </w:rPr>
        <w:t>t</w:t>
      </w:r>
      <w:r>
        <w:rPr>
          <w:rFonts w:ascii="Cambria Math" w:eastAsia="Cambria Math" w:hAnsi="Cambria Math" w:cs="Cambria Math"/>
          <w:color w:val="FF0000"/>
          <w:spacing w:val="5"/>
          <w:w w:val="99"/>
          <w:position w:val="16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0"/>
          <w:w w:val="99"/>
          <w:position w:val="15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color w:val="FF0000"/>
          <w:spacing w:val="-4"/>
          <w:w w:val="99"/>
          <w:position w:val="15"/>
          <w:sz w:val="14"/>
          <w:szCs w:val="14"/>
        </w:rPr>
        <w:t>Q</w:t>
      </w:r>
      <w:r>
        <w:rPr>
          <w:rFonts w:ascii="Times New Roman" w:eastAsia="Times New Roman" w:hAnsi="Times New Roman" w:cs="Times New Roman"/>
          <w:color w:val="FF0000"/>
          <w:spacing w:val="-1"/>
          <w:w w:val="99"/>
          <w:position w:val="15"/>
          <w:sz w:val="14"/>
          <w:szCs w:val="14"/>
        </w:rPr>
        <w:t>F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8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1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5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color w:val="FF0000"/>
          <w:spacing w:val="0"/>
          <w:w w:val="99"/>
          <w:position w:val="15"/>
          <w:sz w:val="14"/>
          <w:szCs w:val="14"/>
        </w:rPr>
        <w:t>t</w:t>
      </w:r>
      <w:r>
        <w:rPr>
          <w:rFonts w:ascii="Cambria Math" w:eastAsia="Cambria Math" w:hAnsi="Cambria Math" w:cs="Cambria Math"/>
          <w:color w:val="FF0000"/>
          <w:spacing w:val="5"/>
          <w:w w:val="99"/>
          <w:position w:val="16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99"/>
          <w:position w:val="15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color w:val="FF0000"/>
          <w:spacing w:val="3"/>
          <w:w w:val="99"/>
          <w:position w:val="15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5"/>
          <w:sz w:val="14"/>
          <w:szCs w:val="14"/>
        </w:rPr>
        <w:t>C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8"/>
          <w:sz w:val="21"/>
          <w:szCs w:val="21"/>
        </w:rPr>
        <w:t>．</w:t>
      </w:r>
    </w:p>
    <w:p>
      <w:pPr>
        <w:spacing w:before="0" w:after="0" w:line="319" w:lineRule="exact"/>
        <w:ind w:left="9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19"/>
          <w:sz w:val="21"/>
          <w:szCs w:val="21"/>
        </w:rPr>
        <w:t>∵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1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9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FF0000"/>
          <w:spacing w:val="0"/>
          <w:w w:val="183"/>
          <w:position w:val="19"/>
          <w:sz w:val="21"/>
          <w:szCs w:val="21"/>
        </w:rPr>
        <w:t>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19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1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9"/>
          <w:sz w:val="21"/>
          <w:szCs w:val="21"/>
        </w:rPr>
        <w:t>D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9"/>
          <w:sz w:val="21"/>
          <w:szCs w:val="21"/>
        </w:rPr>
        <w:t>，</w:t>
      </w:r>
    </w:p>
    <w:p>
      <w:pPr>
        <w:spacing w:before="0" w:after="0" w:line="310" w:lineRule="exact"/>
        <w:ind w:left="9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19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6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9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6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color w:val="FF0000"/>
          <w:spacing w:val="0"/>
          <w:w w:val="99"/>
          <w:position w:val="16"/>
          <w:sz w:val="14"/>
          <w:szCs w:val="14"/>
        </w:rPr>
        <w:t>t</w:t>
      </w:r>
      <w:r>
        <w:rPr>
          <w:rFonts w:ascii="Cambria Math" w:eastAsia="Cambria Math" w:hAnsi="Cambria Math" w:cs="Cambria Math"/>
          <w:color w:val="FF0000"/>
          <w:spacing w:val="5"/>
          <w:w w:val="99"/>
          <w:position w:val="17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0"/>
          <w:w w:val="99"/>
          <w:position w:val="16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6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6"/>
          <w:sz w:val="14"/>
          <w:szCs w:val="14"/>
        </w:rPr>
        <w:t>C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19"/>
          <w:sz w:val="21"/>
          <w:szCs w:val="21"/>
        </w:rPr>
        <w:t>，</w:t>
      </w:r>
    </w:p>
    <w:p>
      <w:pPr>
        <w:spacing w:before="0" w:after="0" w:line="125" w:lineRule="exact"/>
        <w:ind w:left="955" w:right="-20"/>
        <w:jc w:val="lef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微软雅黑" w:eastAsia="微软雅黑" w:hAnsi="微软雅黑" w:cs="微软雅黑"/>
          <w:color w:val="FF0000"/>
          <w:w w:val="143"/>
          <w:position w:val="4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4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4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1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4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0"/>
          <w:w w:val="99"/>
          <w:position w:val="1"/>
          <w:sz w:val="14"/>
          <w:szCs w:val="14"/>
        </w:rPr>
        <w:t>4</w:t>
      </w:r>
    </w:p>
    <w:p>
      <w:pPr>
        <w:spacing w:before="0" w:after="0" w:line="312" w:lineRule="exact"/>
        <w:ind w:left="955" w:right="-20"/>
        <w:jc w:val="lef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-2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-2"/>
          <w:sz w:val="14"/>
          <w:szCs w:val="14"/>
        </w:rPr>
        <w:t>3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-2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14"/>
          <w:szCs w:val="14"/>
        </w:rPr>
        <w:t>4</w:t>
      </w:r>
    </w:p>
    <w:p>
      <w:pPr>
        <w:spacing w:before="0" w:after="0" w:line="508" w:lineRule="exact"/>
        <w:ind w:left="955" w:right="-20"/>
        <w:jc w:val="lef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5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3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3"/>
          <w:sz w:val="14"/>
          <w:szCs w:val="14"/>
        </w:rPr>
        <w:t>t</w:t>
      </w:r>
      <w:r>
        <w:rPr>
          <w:rFonts w:ascii="Cambria Math" w:eastAsia="Cambria Math" w:hAnsi="Cambria Math" w:cs="Cambria Math"/>
          <w:color w:val="FF0000"/>
          <w:spacing w:val="5"/>
          <w:w w:val="100"/>
          <w:position w:val="14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3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13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3"/>
          <w:sz w:val="14"/>
          <w:szCs w:val="14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5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3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3"/>
          <w:sz w:val="14"/>
          <w:szCs w:val="14"/>
        </w:rPr>
        <w:t>t</w:t>
      </w:r>
      <w:r>
        <w:rPr>
          <w:rFonts w:ascii="Cambria Math" w:eastAsia="Cambria Math" w:hAnsi="Cambria Math" w:cs="Cambria Math"/>
          <w:color w:val="FF0000"/>
          <w:spacing w:val="5"/>
          <w:w w:val="100"/>
          <w:position w:val="14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3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3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3"/>
          <w:sz w:val="14"/>
          <w:szCs w:val="14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5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1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3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3"/>
          <w:sz w:val="14"/>
          <w:szCs w:val="14"/>
        </w:rPr>
        <w:t>t</w:t>
      </w:r>
      <w:r>
        <w:rPr>
          <w:rFonts w:ascii="Cambria Math" w:eastAsia="Cambria Math" w:hAnsi="Cambria Math" w:cs="Cambria Math"/>
          <w:color w:val="FF0000"/>
          <w:spacing w:val="5"/>
          <w:w w:val="100"/>
          <w:position w:val="14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3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13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3"/>
          <w:sz w:val="14"/>
          <w:szCs w:val="14"/>
        </w:rPr>
        <w:t>C</w:t>
      </w:r>
    </w:p>
    <w:p>
      <w:pPr>
        <w:spacing w:after="0" w:line="508" w:lineRule="exact"/>
        <w:jc w:val="left"/>
        <w:rPr>
          <w:rFonts w:ascii="Times New Roman" w:eastAsia="Times New Roman" w:hAnsi="Times New Roman" w:cs="Times New Roman"/>
          <w:sz w:val="14"/>
          <w:szCs w:val="14"/>
        </w:rPr>
        <w:sectPr>
          <w:type w:val="continuous"/>
          <w:pgSz w:w="11900" w:h="16840"/>
          <w:pgMar w:top="1360" w:right="960" w:bottom="1060" w:left="960" w:header="720" w:footer="720"/>
          <w:cols w:space="720"/>
        </w:sectPr>
      </w:pPr>
    </w:p>
    <w:p>
      <w:pPr>
        <w:spacing w:before="0" w:after="0" w:line="516" w:lineRule="exact"/>
        <w:ind w:left="95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4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2"/>
          <w:sz w:val="14"/>
          <w:szCs w:val="14"/>
        </w:rPr>
        <w:t>R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2"/>
          <w:sz w:val="14"/>
          <w:szCs w:val="14"/>
        </w:rPr>
        <w:t>t</w:t>
      </w:r>
      <w:r>
        <w:rPr>
          <w:rFonts w:ascii="Cambria Math" w:eastAsia="Cambria Math" w:hAnsi="Cambria Math" w:cs="Cambria Math"/>
          <w:color w:val="FF0000"/>
          <w:spacing w:val="5"/>
          <w:w w:val="100"/>
          <w:position w:val="13"/>
          <w:sz w:val="14"/>
          <w:szCs w:val="14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12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12"/>
          <w:sz w:val="14"/>
          <w:szCs w:val="14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2"/>
          <w:sz w:val="14"/>
          <w:szCs w:val="14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14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4"/>
          <w:sz w:val="21"/>
          <w:szCs w:val="21"/>
        </w:rPr>
        <w:t>3</w:t>
      </w:r>
    </w:p>
    <w:p>
      <w:pPr>
        <w:spacing w:before="0" w:after="0" w:line="110" w:lineRule="exact"/>
        <w:ind w:left="95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2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2"/>
          <w:sz w:val="21"/>
          <w:szCs w:val="21"/>
        </w:rPr>
        <w:t>÷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2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2"/>
          <w:sz w:val="21"/>
          <w:szCs w:val="21"/>
        </w:rPr>
        <w:t>3</w:t>
      </w:r>
    </w:p>
    <w:p>
      <w:pPr>
        <w:spacing w:before="17" w:after="0" w:line="312" w:lineRule="exact"/>
        <w:ind w:left="955" w:right="6599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22.5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．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故答案为：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2.5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．</w:t>
      </w:r>
    </w:p>
    <w:p>
      <w:pPr>
        <w:spacing w:before="10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footerReference w:type="default" r:id="rId29"/>
          <w:pgSz w:w="11900" w:h="16840"/>
          <w:pgMar w:top="1240" w:right="1680" w:bottom="920" w:left="960" w:header="0" w:footer="720"/>
          <w:pgNumType w:start="6"/>
          <w:cols w:space="720"/>
        </w:sectPr>
      </w:pPr>
    </w:p>
    <w:p>
      <w:pPr>
        <w:tabs>
          <w:tab w:val="left" w:pos="1640"/>
        </w:tabs>
        <w:spacing w:before="0" w:after="0" w:line="364" w:lineRule="exact"/>
        <w:ind w:left="115" w:right="-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502" style="height:11.57pt;margin-left:99.8pt;margin-top:5.78pt;mso-position-horizontal-relative:page;position:absolute;width:12.14pt;z-index:-251643904" coordorigin="1996,116" coordsize="243,231">
            <v:group id="_x0000_s1503" style="height:12;left:2000;position:absolute;top:260;width:21" coordorigin="2000,260" coordsize="21,12">
              <v:shape id="_x0000_s1504" style="height:12;left:2000;position:absolute;top:260;width:21" coordorigin="2000,260" coordsize="21,12" path="m2000,272l2020,260e" filled="f" stroked="t" strokecolor="red" strokeweight="0.24pt">
                <v:path arrowok="t"/>
              </v:shape>
            </v:group>
            <v:group id="_x0000_s1505" style="height:84;left:2020;position:absolute;top:260;width:52" coordorigin="2020,260" coordsize="52,84">
              <v:shape id="_x0000_s1506" style="height:84;left:2020;position:absolute;top:260;width:52" coordorigin="2020,260" coordsize="52,84" path="m2020,260l2072,345e" filled="f" stroked="t" strokecolor="red" strokeweight="0.24pt">
                <v:path arrowok="t"/>
              </v:shape>
            </v:group>
            <v:group id="_x0000_s1507" style="height:222;left:2072;position:absolute;top:123;width:55" coordorigin="2072,123" coordsize="55,222">
              <v:shape id="_x0000_s1508" style="height:222;left:2072;position:absolute;top:123;width:55" coordorigin="2072,123" coordsize="55,222" path="m2072,345l2128,123e" filled="f" stroked="t" strokecolor="red" strokeweight="0.24pt">
                <v:path arrowok="t"/>
              </v:shape>
            </v:group>
            <v:group id="_x0000_s1509" style="height:2;left:2128;position:absolute;top:123;width:109" coordorigin="2128,123" coordsize="109,2">
              <v:shape id="_x0000_s1510" style="height:2;left:2128;position:absolute;top:123;width:109" coordorigin="2128,123" coordsize="109,21600" path="m2128,123l2237,123e" filled="f" stroked="t" strokecolor="red" strokeweight="0.24pt">
                <v:path arrowok="t"/>
              </v:shape>
            </v:group>
            <v:group id="_x0000_s1511" style="height:227;left:1998;position:absolute;top:118;width:238" coordorigin="1998,118" coordsize="238,227">
              <v:shape id="_x0000_s1512" style="height:227;left:1998;position:absolute;top:118;width:238" coordorigin="1998,118" coordsize="238,227" path="m2034,267l2015,267,2067,345,2078,345,2083,325,2072,325,2034,267xe" filled="t" fillcolor="red" stroked="f">
                <v:path arrowok="t"/>
              </v:shape>
              <v:shape id="_x0000_s1513" style="height:227;left:1998;position:absolute;top:118;width:238" coordorigin="1998,118" coordsize="238,227" path="m2237,118l2125,118,2072,325,2083,325,2132,128,2237,128,2237,118xe" filled="t" fillcolor="red" stroked="f">
                <v:path arrowok="t"/>
              </v:shape>
              <v:shape id="_x0000_s1514" style="height:227;left:1998;position:absolute;top:118;width:238" coordorigin="1998,118" coordsize="238,227" path="m2026,254l1998,270,2001,276,2015,267,2034,267,2026,254xe" filled="t" fillcolor="red" stroked="f">
                <v:path arrowok="t"/>
              </v:shape>
            </v:group>
          </v:group>
        </w:pict>
      </w:r>
      <w:r>
        <w:pict>
          <v:group id="_x0000_s1515" style="height:11.57pt;margin-left:163.39pt;margin-top:5.78pt;mso-position-horizontal-relative:page;position:absolute;width:12.59pt;z-index:-251642880" coordorigin="3268,116" coordsize="252,231">
            <v:group id="_x0000_s1516" style="height:12;left:3271;position:absolute;top:260;width:21" coordorigin="3271,260" coordsize="21,12">
              <v:shape id="_x0000_s1517" style="height:12;left:3271;position:absolute;top:260;width:21" coordorigin="3271,260" coordsize="21,12" path="m3271,272l3292,260e" filled="f" stroked="t" strokecolor="red" strokeweight="0.24pt">
                <v:path arrowok="t"/>
              </v:shape>
            </v:group>
            <v:group id="_x0000_s1518" style="height:84;left:3292;position:absolute;top:260;width:52" coordorigin="3292,260" coordsize="52,84">
              <v:shape id="_x0000_s1519" style="height:84;left:3292;position:absolute;top:260;width:52" coordorigin="3292,260" coordsize="52,84" path="m3292,260l3344,345e" filled="f" stroked="t" strokecolor="red" strokeweight="0.24pt">
                <v:path arrowok="t"/>
              </v:shape>
            </v:group>
            <v:group id="_x0000_s1520" style="height:222;left:3344;position:absolute;top:123;width:55" coordorigin="3344,123" coordsize="55,222">
              <v:shape id="_x0000_s1521" style="height:222;left:3344;position:absolute;top:123;width:55" coordorigin="3344,123" coordsize="55,222" path="m3344,345l3399,123e" filled="f" stroked="t" strokecolor="red" strokeweight="0.24pt">
                <v:path arrowok="t"/>
              </v:shape>
            </v:group>
            <v:group id="_x0000_s1522" style="height:2;left:3399;position:absolute;top:123;width:119" coordorigin="3399,123" coordsize="119,2">
              <v:shape id="_x0000_s1523" style="height:2;left:3399;position:absolute;top:123;width:119" coordorigin="3399,123" coordsize="119,21600" path="m3399,123l3517,123e" filled="f" stroked="t" strokecolor="red" strokeweight="0.24pt">
                <v:path arrowok="t"/>
              </v:shape>
            </v:group>
            <v:group id="_x0000_s1524" style="height:227;left:3270;position:absolute;top:118;width:247" coordorigin="3270,118" coordsize="247,227">
              <v:shape id="_x0000_s1525" style="height:227;left:3270;position:absolute;top:118;width:247" coordorigin="3270,118" coordsize="247,227" path="m3306,267l3287,267,3339,345,3349,345,3354,325,3344,325,3306,267xe" filled="t" fillcolor="red" stroked="f">
                <v:path arrowok="t"/>
              </v:shape>
              <v:shape id="_x0000_s1526" style="height:227;left:3270;position:absolute;top:118;width:247" coordorigin="3270,118" coordsize="247,227" path="m3517,118l3396,118,3344,325,3354,325,3403,128,3517,128,3517,118xe" filled="t" fillcolor="red" stroked="f">
                <v:path arrowok="t"/>
              </v:shape>
              <v:shape id="_x0000_s1527" style="height:227;left:3270;position:absolute;top:118;width:247" coordorigin="3270,118" coordsize="247,227" path="m3298,254l3270,270,3273,276,3287,267,3306,267,3298,254xe" filled="t" fillcolor="red" strok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position w:val="5"/>
          <w:sz w:val="21"/>
          <w:szCs w:val="21"/>
        </w:rPr>
        <w:t>19.</w:t>
      </w:r>
      <w:r>
        <w:rPr>
          <w:rFonts w:ascii="微软雅黑" w:eastAsia="微软雅黑" w:hAnsi="微软雅黑" w:cs="微软雅黑"/>
          <w:color w:val="FF0000"/>
          <w:position w:val="5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position w:val="5"/>
          <w:sz w:val="21"/>
          <w:szCs w:val="21"/>
        </w:rPr>
        <w:t>1</w:t>
      </w:r>
      <w:r>
        <w:rPr>
          <w:rFonts w:ascii="微软雅黑" w:eastAsia="微软雅黑" w:hAnsi="微软雅黑" w:cs="微软雅黑"/>
          <w:color w:val="FF0000"/>
          <w:position w:val="5"/>
          <w:sz w:val="21"/>
          <w:szCs w:val="21"/>
        </w:rPr>
        <w:t>）</w:t>
      </w:r>
      <w:r>
        <w:rPr>
          <w:rFonts w:ascii="微软雅黑" w:eastAsia="微软雅黑" w:hAnsi="微软雅黑" w:cs="微软雅黑"/>
          <w:color w:val="FF0000"/>
          <w:spacing w:val="-38"/>
          <w:position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30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>3</w:t>
        <w:tab/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5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5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5"/>
          <w:sz w:val="21"/>
          <w:szCs w:val="21"/>
        </w:rPr>
        <w:t>）</w:t>
      </w:r>
      <w:r>
        <w:rPr>
          <w:rFonts w:ascii="微软雅黑" w:eastAsia="微软雅黑" w:hAnsi="微软雅黑" w:cs="微软雅黑"/>
          <w:color w:val="FF0000"/>
          <w:spacing w:val="-33"/>
          <w:w w:val="100"/>
          <w:position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39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2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-2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-34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>12</w:t>
      </w:r>
    </w:p>
    <w:p>
      <w:pPr>
        <w:spacing w:before="0" w:after="0" w:line="364" w:lineRule="exact"/>
        <w:ind w:right="-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微软雅黑" w:eastAsia="微软雅黑" w:hAnsi="微软雅黑" w:cs="微软雅黑"/>
          <w:color w:val="FF0000"/>
          <w:position w:val="5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position w:val="5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FF0000"/>
          <w:position w:val="5"/>
          <w:sz w:val="21"/>
          <w:szCs w:val="21"/>
        </w:rPr>
        <w:t>）</w:t>
      </w:r>
      <w:r>
        <w:rPr>
          <w:rFonts w:ascii="微软雅黑" w:eastAsia="微软雅黑" w:hAnsi="微软雅黑" w:cs="微软雅黑"/>
          <w:color w:val="FF0000"/>
          <w:spacing w:val="-29"/>
          <w:position w:val="5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-2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34"/>
          <w:w w:val="10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>3</w:t>
      </w:r>
    </w:p>
    <w:p>
      <w:pPr>
        <w:spacing w:before="0" w:after="0" w:line="296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4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6</w:t>
      </w:r>
    </w:p>
    <w:p>
      <w:pPr>
        <w:spacing w:after="0" w:line="296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1680" w:bottom="1060" w:left="960" w:header="720" w:footer="720"/>
          <w:cols w:num="3" w:space="720" w:equalWidth="0">
            <w:col w:w="2952" w:space="350"/>
            <w:col w:w="922" w:space="360"/>
            <w:col w:w="4676"/>
          </w:cols>
        </w:sectPr>
      </w:pPr>
    </w:p>
    <w:p>
      <w:pPr>
        <w:spacing w:before="0" w:after="0" w:line="190" w:lineRule="exact"/>
        <w:jc w:val="left"/>
        <w:rPr>
          <w:sz w:val="19"/>
          <w:szCs w:val="19"/>
        </w:rPr>
      </w:pPr>
    </w:p>
    <w:p>
      <w:pPr>
        <w:spacing w:before="0" w:after="0" w:line="284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528" style="height:11.57pt;margin-left:247.25pt;margin-top:-21.95pt;mso-position-horizontal-relative:page;position:absolute;width:12.13pt;z-index:-251641856" coordorigin="4945,-439" coordsize="243,231">
            <v:group id="_x0000_s1529" style="height:12;left:4949;position:absolute;top:-294;width:21" coordorigin="4949,-294" coordsize="21,12">
              <v:shape id="_x0000_s1530" style="height:12;left:4949;position:absolute;top:-294;width:21" coordorigin="4949,-294" coordsize="21,12" path="m4949,-282l4970,-294e" filled="f" stroked="t" strokecolor="red" strokeweight="0.24pt">
                <v:path arrowok="t"/>
              </v:shape>
            </v:group>
            <v:group id="_x0000_s1531" style="height:84;left:4970;position:absolute;top:-294;width:52" coordorigin="4970,-294" coordsize="52,84">
              <v:shape id="_x0000_s1532" style="height:84;left:4970;position:absolute;top:-294;width:52" coordorigin="4970,-294" coordsize="52,84" path="m4970,-294l5021,-210e" filled="f" stroked="t" strokecolor="red" strokeweight="0.24pt">
                <v:path arrowok="t"/>
              </v:shape>
            </v:group>
            <v:group id="_x0000_s1533" style="height:222;left:5021;position:absolute;top:-432;width:55" coordorigin="5021,-432" coordsize="55,222">
              <v:shape id="_x0000_s1534" style="height:222;left:5021;position:absolute;top:-432;width:55" coordorigin="5021,-432" coordsize="55,222" path="m5021,-210l5077,-432e" filled="f" stroked="t" strokecolor="red" strokeweight="0.24pt">
                <v:path arrowok="t"/>
              </v:shape>
            </v:group>
            <v:group id="_x0000_s1535" style="height:2;left:5077;position:absolute;top:-432;width:109" coordorigin="5077,-432" coordsize="109,2">
              <v:shape id="_x0000_s1536" style="height:2;left:5077;position:absolute;top:-432;width:109" coordorigin="5077,-432" coordsize="109,21600" path="m5077,-432l5185,-432e" filled="f" stroked="t" strokecolor="red" strokeweight="0.24pt">
                <v:path arrowok="t"/>
              </v:shape>
            </v:group>
            <v:group id="_x0000_s1537" style="height:227;left:4947;position:absolute;top:-437;width:238" coordorigin="4947,-437" coordsize="238,227">
              <v:shape id="_x0000_s1538" style="height:227;left:4947;position:absolute;top:-437;width:238" coordorigin="4947,-437" coordsize="238,227" path="m4983,-288l4964,-288,5016,-210,5027,-210,5032,-230,5021,-230,4983,-288xe" filled="t" fillcolor="red" stroked="f">
                <v:path arrowok="t"/>
              </v:shape>
              <v:shape id="_x0000_s1539" style="height:227;left:4947;position:absolute;top:-437;width:238" coordorigin="4947,-437" coordsize="238,227" path="m5185,-437l5074,-437,5021,-230,5032,-230,5081,-426,5185,-426,5185,-437xe" filled="t" fillcolor="red" stroked="f">
                <v:path arrowok="t"/>
              </v:shape>
              <v:shape id="_x0000_s1540" style="height:227;left:4947;position:absolute;top:-437;width:238" coordorigin="4947,-437" coordsize="238,227" path="m4975,-300l4947,-285,4951,-279,4964,-288,4983,-288,4975,-300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实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数运算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【答案】略</w:t>
      </w:r>
    </w:p>
    <w:p>
      <w:pPr>
        <w:spacing w:before="3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【解析】略</w:t>
      </w:r>
    </w:p>
    <w:p>
      <w:pPr>
        <w:spacing w:before="10" w:after="0" w:line="180" w:lineRule="exact"/>
        <w:jc w:val="left"/>
        <w:rPr>
          <w:sz w:val="18"/>
          <w:szCs w:val="18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404" w:lineRule="exact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20</w:t>
      </w:r>
      <w:r>
        <w:rPr>
          <w:rFonts w:ascii="微软雅黑" w:eastAsia="微软雅黑" w:hAnsi="微软雅黑" w:cs="微软雅黑"/>
          <w:spacing w:val="0"/>
          <w:w w:val="100"/>
          <w:position w:val="2"/>
          <w:sz w:val="21"/>
          <w:szCs w:val="21"/>
        </w:rPr>
        <w:t>．</w:t>
      </w:r>
      <w:r>
        <w:rPr>
          <w:rFonts w:ascii="微软雅黑" w:eastAsia="微软雅黑" w:hAnsi="微软雅黑" w:cs="微软雅黑"/>
          <w:spacing w:val="-14"/>
          <w:w w:val="100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2"/>
          <w:w w:val="100"/>
          <w:position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color w:val="FF0000"/>
          <w:spacing w:val="4"/>
          <w:w w:val="100"/>
          <w:position w:val="-3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-3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-10"/>
          <w:w w:val="100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-3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color w:val="FF0000"/>
          <w:spacing w:val="-2"/>
          <w:w w:val="100"/>
          <w:position w:val="-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-3"/>
          <w:sz w:val="21"/>
          <w:szCs w:val="21"/>
        </w:rPr>
        <w:t>m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84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实际应用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★★</w:t>
      </w:r>
    </w:p>
    <w:p>
      <w:pPr>
        <w:spacing w:before="73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33km</w:t>
      </w:r>
    </w:p>
    <w:p>
      <w:pPr>
        <w:spacing w:before="8" w:after="0" w:line="182" w:lineRule="auto"/>
        <w:ind w:left="955" w:right="2687" w:hanging="84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由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题意知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：</w:t>
      </w:r>
      <w:r>
        <w:rPr>
          <w:rFonts w:ascii="Cambria Math" w:eastAsia="Cambria Math" w:hAnsi="Cambria Math" w:cs="Cambria Math"/>
          <w:color w:val="FF0000"/>
          <w:spacing w:val="1"/>
          <w:w w:val="100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和</w:t>
      </w:r>
      <w:r>
        <w:rPr>
          <w:rFonts w:ascii="Cambria Math" w:eastAsia="Cambria Math" w:hAnsi="Cambria Math" w:cs="Cambria Math"/>
          <w:color w:val="FF0000"/>
          <w:spacing w:val="1"/>
          <w:w w:val="100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都是直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角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三角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，并且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E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因为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10k</w:t>
      </w:r>
      <w:r>
        <w:rPr>
          <w:rFonts w:ascii="Times New Roman" w:eastAsia="Times New Roman" w:hAnsi="Times New Roman" w:cs="Times New Roman"/>
          <w:color w:val="FF0000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30k</w:t>
      </w:r>
      <w:r>
        <w:rPr>
          <w:rFonts w:ascii="Times New Roman" w:eastAsia="Times New Roman" w:hAnsi="Times New Roman" w:cs="Times New Roman"/>
          <w:color w:val="FF0000"/>
          <w:spacing w:val="-6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5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50k</w:t>
      </w:r>
      <w:r>
        <w:rPr>
          <w:rFonts w:ascii="Times New Roman" w:eastAsia="Times New Roman" w:hAnsi="Times New Roman" w:cs="Times New Roman"/>
          <w:color w:val="FF0000"/>
          <w:spacing w:val="-6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5" w:after="0" w:line="120" w:lineRule="exact"/>
        <w:jc w:val="left"/>
        <w:rPr>
          <w:sz w:val="12"/>
          <w:szCs w:val="12"/>
        </w:rPr>
      </w:pPr>
    </w:p>
    <w:p>
      <w:pPr>
        <w:spacing w:before="0" w:after="0" w:line="312" w:lineRule="auto"/>
        <w:ind w:left="955" w:right="579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所以如果设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color w:val="FF0000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则有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+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color w:val="FF0000"/>
          <w:spacing w:val="-3"/>
          <w:w w:val="100"/>
          <w:position w:val="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x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0"/>
          <w:sz w:val="14"/>
          <w:szCs w:val="14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解这个方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0"/>
          <w:sz w:val="21"/>
          <w:szCs w:val="21"/>
        </w:rPr>
        <w:t>程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，得：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33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故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为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33km</w:t>
      </w:r>
    </w:p>
    <w:p>
      <w:pPr>
        <w:spacing w:before="5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21.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略</w:t>
      </w:r>
    </w:p>
    <w:p>
      <w:pPr>
        <w:spacing w:before="6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无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理数在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数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轴上的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表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示方法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★★</w:t>
      </w:r>
      <w:r>
        <w:rPr>
          <w:rFonts w:ascii="微软雅黑" w:eastAsia="微软雅黑" w:hAnsi="微软雅黑" w:cs="微软雅黑"/>
          <w:color w:val="FF0000"/>
          <w:spacing w:val="-5"/>
          <w:w w:val="123"/>
          <w:sz w:val="21"/>
          <w:szCs w:val="21"/>
        </w:rPr>
        <w:t>★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通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过勾股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定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理即可</w:t>
      </w:r>
    </w:p>
    <w:p>
      <w:pPr>
        <w:spacing w:before="3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见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答案</w:t>
      </w:r>
    </w:p>
    <w:p>
      <w:pPr>
        <w:spacing w:after="0" w:line="240" w:lineRule="auto"/>
        <w:jc w:val="left"/>
        <w:rPr>
          <w:rFonts w:ascii="微软雅黑" w:eastAsia="微软雅黑" w:hAnsi="微软雅黑" w:cs="微软雅黑"/>
          <w:sz w:val="21"/>
          <w:szCs w:val="21"/>
        </w:rPr>
        <w:sectPr>
          <w:type w:val="continuous"/>
          <w:pgSz w:w="11900" w:h="16840"/>
          <w:pgMar w:top="1360" w:right="1680" w:bottom="1060" w:left="960" w:header="720" w:footer="720"/>
          <w:cols w:space="720"/>
        </w:sectPr>
      </w:pPr>
    </w:p>
    <w:p>
      <w:pPr>
        <w:spacing w:before="16" w:after="0" w:line="220" w:lineRule="exact"/>
        <w:jc w:val="left"/>
        <w:rPr>
          <w:sz w:val="22"/>
          <w:szCs w:val="22"/>
        </w:rPr>
      </w:pPr>
    </w:p>
    <w:p>
      <w:pPr>
        <w:spacing w:before="34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22.</w:t>
      </w:r>
    </w:p>
    <w:p>
      <w:pPr>
        <w:tabs>
          <w:tab w:val="left" w:pos="1320"/>
        </w:tabs>
        <w:spacing w:before="16" w:after="0" w:line="240" w:lineRule="auto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35m</w:t>
        <w:tab/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m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实际应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用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和直角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三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角形的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等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面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积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法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★★★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</w:t>
      </w:r>
      <w:r>
        <w:rPr>
          <w:rFonts w:ascii="微软雅黑" w:eastAsia="微软雅黑" w:hAnsi="微软雅黑" w:cs="微软雅黑"/>
          <w:color w:val="FF0000"/>
          <w:spacing w:val="-105"/>
          <w:w w:val="10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1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）通过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求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解即可</w:t>
      </w:r>
    </w:p>
    <w:p>
      <w:pPr>
        <w:spacing w:before="73" w:after="0" w:line="345" w:lineRule="exact"/>
        <w:ind w:left="854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position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-2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2"/>
          <w:sz w:val="21"/>
          <w:szCs w:val="21"/>
        </w:rPr>
        <w:t>）通过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2"/>
          <w:sz w:val="21"/>
          <w:szCs w:val="21"/>
        </w:rPr>
        <w:t>直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2"/>
          <w:sz w:val="21"/>
          <w:szCs w:val="21"/>
        </w:rPr>
        <w:t>角三角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2"/>
          <w:sz w:val="21"/>
          <w:szCs w:val="21"/>
        </w:rPr>
        <w:t>形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2"/>
          <w:sz w:val="21"/>
          <w:szCs w:val="21"/>
        </w:rPr>
        <w:t>的等面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2"/>
          <w:sz w:val="21"/>
          <w:szCs w:val="21"/>
        </w:rPr>
        <w:t>积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2"/>
          <w:sz w:val="21"/>
          <w:szCs w:val="21"/>
        </w:rPr>
        <w:t>法列方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2"/>
          <w:sz w:val="21"/>
          <w:szCs w:val="21"/>
        </w:rPr>
        <w:t>程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2"/>
          <w:sz w:val="21"/>
          <w:szCs w:val="21"/>
        </w:rPr>
        <w:t>求解</w:t>
      </w:r>
    </w:p>
    <w:p>
      <w:pPr>
        <w:spacing w:before="0" w:after="0" w:line="280" w:lineRule="exact"/>
        <w:jc w:val="left"/>
        <w:rPr>
          <w:sz w:val="28"/>
          <w:szCs w:val="28"/>
        </w:rPr>
      </w:pPr>
    </w:p>
    <w:p>
      <w:pPr>
        <w:spacing w:after="0" w:line="280" w:lineRule="exact"/>
        <w:jc w:val="left"/>
        <w:rPr>
          <w:sz w:val="28"/>
          <w:szCs w:val="28"/>
        </w:rPr>
        <w:sectPr>
          <w:pgSz w:w="11900" w:h="16840"/>
          <w:pgMar w:top="1580" w:right="1680" w:bottom="920" w:left="960" w:header="0" w:footer="720"/>
          <w:cols w:space="720"/>
        </w:sectPr>
      </w:pPr>
    </w:p>
    <w:p>
      <w:pPr>
        <w:spacing w:before="0" w:after="0" w:line="295" w:lineRule="exact"/>
        <w:ind w:left="115" w:right="-74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541" style="height:12.85pt;margin-left:222.68pt;margin-top:0.8pt;mso-position-horizontal-relative:page;position:absolute;width:60.68pt;z-index:-251640832" coordorigin="4454,16" coordsize="1214,257">
            <v:group id="_x0000_s1542" style="height:13;left:4458;position:absolute;top:177;width:20" coordorigin="4458,177" coordsize="20,13">
              <v:shape id="_x0000_s1543" style="height:13;left:4458;position:absolute;top:177;width:20" coordorigin="4458,177" coordsize="20,13" path="m4458,191l4478,177e" filled="f" stroked="t" strokecolor="red" strokeweight="0.24pt">
                <v:path arrowok="t"/>
              </v:shape>
            </v:group>
            <v:group id="_x0000_s1544" style="height:93;left:4478;position:absolute;top:177;width:51" coordorigin="4478,177" coordsize="51,93">
              <v:shape id="_x0000_s1545" style="height:93;left:4478;position:absolute;top:177;width:51" coordorigin="4478,177" coordsize="51,93" path="m4478,177l4530,271e" filled="f" stroked="t" strokecolor="red" strokeweight="0.24pt">
                <v:path arrowok="t"/>
              </v:shape>
            </v:group>
            <v:group id="_x0000_s1546" style="height:248;left:4530;position:absolute;top:23;width:56" coordorigin="4530,23" coordsize="56,248">
              <v:shape id="_x0000_s1547" style="height:248;left:4530;position:absolute;top:23;width:56" coordorigin="4530,23" coordsize="56,248" path="m4530,271l4585,23e" filled="f" stroked="t" strokecolor="red" strokeweight="0.24pt">
                <v:path arrowok="t"/>
              </v:shape>
            </v:group>
            <v:group id="_x0000_s1548" style="height:2;left:4585;position:absolute;top:23;width:1079" coordorigin="4585,23" coordsize="1079,2">
              <v:shape id="_x0000_s1549" style="height:2;left:4585;position:absolute;top:23;width:1079" coordorigin="4585,23" coordsize="1079,21600" path="m4585,23l5665,23e" filled="f" stroked="t" strokecolor="red" strokeweight="0.24pt">
                <v:path arrowok="t"/>
              </v:shape>
            </v:group>
            <v:group id="_x0000_s1550" style="height:252;left:4456;position:absolute;top:18;width:1209" coordorigin="4456,18" coordsize="1209,252">
              <v:shape id="_x0000_s1551" style="height:252;left:4456;position:absolute;top:18;width:1209" coordorigin="4456,18" coordsize="1209,252" path="m4492,185l4474,185,4525,271,4535,271,4540,248,4530,248,4492,185xe" filled="t" fillcolor="red" stroked="f">
                <v:path arrowok="t"/>
              </v:shape>
              <v:shape id="_x0000_s1552" style="height:252;left:4456;position:absolute;top:18;width:1209" coordorigin="4456,18" coordsize="1209,252" path="m5665,18l4582,18,4530,248,4540,248,4589,28,5665,28,5665,18xe" filled="t" fillcolor="red" stroked="f">
                <v:path arrowok="t"/>
              </v:shape>
              <v:shape id="_x0000_s1553" style="height:252;left:4456;position:absolute;top:18;width:1209" coordorigin="4456,18" coordsize="1209,252" path="m4483,170l4456,188,4460,194,4474,185,4492,185,4483,170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>1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）在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0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中，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=</w:t>
      </w:r>
    </w:p>
    <w:p>
      <w:pPr>
        <w:spacing w:before="41" w:after="0" w:line="253" w:lineRule="exact"/>
        <w:ind w:right="-75"/>
        <w:jc w:val="left"/>
        <w:rPr>
          <w:rFonts w:ascii="Symbol" w:eastAsia="Symbol" w:hAnsi="Symbol" w:cs="Symbol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i/>
          <w:color w:val="FF0000"/>
          <w:spacing w:val="-4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color w:val="FF0000"/>
          <w:spacing w:val="-1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-2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color w:val="FF0000"/>
          <w:spacing w:val="-2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9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3D"/>
      </w:r>
    </w:p>
    <w:p>
      <w:pPr>
        <w:spacing w:before="41" w:after="0" w:line="253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-3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9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-1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0"/>
          <w:sz w:val="21"/>
          <w:szCs w:val="21"/>
        </w:rPr>
        <w:t>m</w:t>
      </w:r>
    </w:p>
    <w:p>
      <w:pPr>
        <w:spacing w:after="0" w:line="253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1680" w:bottom="1060" w:left="960" w:header="720" w:footer="720"/>
          <w:cols w:num="3" w:space="720" w:equalWidth="0">
            <w:col w:w="3460" w:space="183"/>
            <w:col w:w="1234" w:space="167"/>
            <w:col w:w="4216"/>
          </w:cols>
        </w:sectPr>
      </w:pP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spacing w:before="0" w:after="0" w:line="283" w:lineRule="exact"/>
        <w:ind w:left="850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554" style="height:12.85pt;margin-left:294.38pt;margin-top:-22.13pt;mso-position-horizontal-relative:page;position:absolute;width:44.98pt;z-index:-251639808" coordorigin="5888,-443" coordsize="900,257">
            <v:group id="_x0000_s1555" style="height:13;left:5892;position:absolute;top:-281;width:21" coordorigin="5892,-281" coordsize="21,13">
              <v:shape id="_x0000_s1556" style="height:13;left:5892;position:absolute;top:-281;width:21" coordorigin="5892,-281" coordsize="21,13" path="m5892,-268l5912,-281e" filled="f" stroked="t" strokecolor="red" strokeweight="0.24pt">
                <v:path arrowok="t"/>
              </v:shape>
            </v:group>
            <v:group id="_x0000_s1557" style="height:93;left:5912;position:absolute;top:-281;width:51" coordorigin="5912,-281" coordsize="51,93">
              <v:shape id="_x0000_s1558" style="height:93;left:5912;position:absolute;top:-281;width:51" coordorigin="5912,-281" coordsize="51,93" path="m5912,-281l5963,-188e" filled="f" stroked="t" strokecolor="red" strokeweight="0.24pt">
                <v:path arrowok="t"/>
              </v:shape>
            </v:group>
            <v:group id="_x0000_s1559" style="height:248;left:5963;position:absolute;top:-436;width:56" coordorigin="5963,-436" coordsize="56,248">
              <v:shape id="_x0000_s1560" style="height:248;left:5963;position:absolute;top:-436;width:56" coordorigin="5963,-436" coordsize="56,248" path="m5963,-188l6019,-436e" filled="f" stroked="t" strokecolor="red" strokeweight="0.24pt">
                <v:path arrowok="t"/>
              </v:shape>
            </v:group>
            <v:group id="_x0000_s1561" style="height:2;left:6019;position:absolute;top:-436;width:766" coordorigin="6019,-436" coordsize="766,2">
              <v:shape id="_x0000_s1562" style="height:2;left:6019;position:absolute;top:-436;width:766" coordorigin="6019,-436" coordsize="766,21600" path="m6019,-436l6785,-436e" filled="f" stroked="t" strokecolor="red" strokeweight="0.24pt">
                <v:path arrowok="t"/>
              </v:shape>
            </v:group>
            <v:group id="_x0000_s1563" style="height:252;left:5890;position:absolute;top:-440;width:895" coordorigin="5890,-440" coordsize="895,252">
              <v:shape id="_x0000_s1564" style="height:252;left:5890;position:absolute;top:-440;width:895" coordorigin="5890,-440" coordsize="895,252" path="m5926,-274l5907,-274,5959,-188,5969,-188,5974,-211,5963,-211,5926,-274xe" filled="t" fillcolor="red" stroked="f">
                <v:path arrowok="t"/>
              </v:shape>
              <v:shape id="_x0000_s1565" style="height:252;left:5890;position:absolute;top:-440;width:895" coordorigin="5890,-440" coordsize="895,252" path="m6785,-440l6015,-440,5963,-211,5974,-211,6023,-431,6785,-431,6785,-440xe" filled="t" fillcolor="red" stroked="f">
                <v:path arrowok="t"/>
              </v:shape>
              <v:shape id="_x0000_s1566" style="height:252;left:5890;position:absolute;top:-440;width:895" coordorigin="5890,-440" coordsize="895,252" path="m5917,-289l5890,-271,5894,-265,5907,-274,5926,-274,5917,-289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w w:val="143"/>
          <w:position w:val="-1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2"/>
          <w:w w:val="100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color w:val="FF0000"/>
          <w:spacing w:val="2"/>
          <w:w w:val="100"/>
          <w:position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-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color w:val="FF0000"/>
          <w:spacing w:val="-10"/>
          <w:w w:val="100"/>
          <w:position w:val="-1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，</w:t>
      </w:r>
    </w:p>
    <w:p>
      <w:pPr>
        <w:spacing w:before="9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11900" w:h="16840"/>
          <w:pgMar w:top="1360" w:right="1680" w:bottom="1060" w:left="960" w:header="720" w:footer="720"/>
          <w:cols w:space="720"/>
        </w:sectPr>
      </w:pPr>
    </w:p>
    <w:p>
      <w:pPr>
        <w:spacing w:before="0" w:after="0" w:line="295" w:lineRule="exact"/>
        <w:ind w:left="955" w:right="-7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567" style="height:12.85pt;margin-left:199.16pt;margin-top:0.8pt;mso-position-horizontal-relative:page;position:absolute;width:59.03pt;z-index:-251638784" coordorigin="3983,16" coordsize="1181,257">
            <v:group id="_x0000_s1568" style="height:13;left:3988;position:absolute;top:177;width:20" coordorigin="3988,177" coordsize="20,13">
              <v:shape id="_x0000_s1569" style="height:13;left:3988;position:absolute;top:177;width:20" coordorigin="3988,177" coordsize="20,13" path="m3988,191l4008,177e" filled="f" stroked="t" strokecolor="red" strokeweight="0.24pt">
                <v:path arrowok="t"/>
              </v:shape>
            </v:group>
            <v:group id="_x0000_s1570" style="height:93;left:4008;position:absolute;top:177;width:51" coordorigin="4008,177" coordsize="51,93">
              <v:shape id="_x0000_s1571" style="height:93;left:4008;position:absolute;top:177;width:51" coordorigin="4008,177" coordsize="51,93" path="m4008,177l4059,271e" filled="f" stroked="t" strokecolor="red" strokeweight="0.24pt">
                <v:path arrowok="t"/>
              </v:shape>
            </v:group>
            <v:group id="_x0000_s1572" style="height:248;left:4059;position:absolute;top:23;width:56" coordorigin="4059,23" coordsize="56,248">
              <v:shape id="_x0000_s1573" style="height:248;left:4059;position:absolute;top:23;width:56" coordorigin="4059,23" coordsize="56,248" path="m4059,271l4115,23e" filled="f" stroked="t" strokecolor="red" strokeweight="0.24pt">
                <v:path arrowok="t"/>
              </v:shape>
            </v:group>
            <v:group id="_x0000_s1574" style="height:2;left:4115;position:absolute;top:23;width:1046" coordorigin="4115,23" coordsize="1046,2">
              <v:shape id="_x0000_s1575" style="height:2;left:4115;position:absolute;top:23;width:1046" coordorigin="4115,23" coordsize="1046,21600" path="m4115,23l5161,23e" filled="f" stroked="t" strokecolor="red" strokeweight="0.24pt">
                <v:path arrowok="t"/>
              </v:shape>
            </v:group>
            <v:group id="_x0000_s1576" style="height:252;left:3985;position:absolute;top:18;width:1176" coordorigin="3985,18" coordsize="1176,252">
              <v:shape id="_x0000_s1577" style="height:252;left:3985;position:absolute;top:18;width:1176" coordorigin="3985,18" coordsize="1176,252" path="m4022,185l4003,185,4054,271,4064,271,4069,248,4059,248,4022,185xe" filled="t" fillcolor="red" stroked="f">
                <v:path arrowok="t"/>
              </v:shape>
              <v:shape id="_x0000_s1578" style="height:252;left:3985;position:absolute;top:18;width:1176" coordorigin="3985,18" coordsize="1176,252" path="m5161,18l4111,18,4059,248,4069,248,4119,28,5161,28,5161,18xe" filled="t" fillcolor="red" stroked="f">
                <v:path arrowok="t"/>
              </v:shape>
              <v:shape id="_x0000_s1579" style="height:252;left:3985;position:absolute;top:18;width:1176" coordorigin="3985,18" coordsize="1176,252" path="m4013,170l3985,188,3989,194,4003,185,4022,185,4013,170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在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t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0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MN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中，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M=</w:t>
      </w:r>
    </w:p>
    <w:p>
      <w:pPr>
        <w:spacing w:before="41" w:after="0" w:line="253" w:lineRule="exact"/>
        <w:ind w:right="-75"/>
        <w:jc w:val="left"/>
        <w:rPr>
          <w:rFonts w:ascii="Symbol" w:eastAsia="Symbol" w:hAnsi="Symbol" w:cs="Symbol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i/>
          <w:color w:val="FF0000"/>
          <w:spacing w:val="-4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color w:val="FF0000"/>
          <w:spacing w:val="-25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0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-2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color w:val="FF0000"/>
          <w:spacing w:val="-2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9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3D"/>
      </w:r>
    </w:p>
    <w:p>
      <w:pPr>
        <w:spacing w:before="41" w:after="0" w:line="253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color w:val="FF0000"/>
          <w:spacing w:val="-2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6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9"/>
          <w:w w:val="100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6"/>
          <w:w w:val="100"/>
          <w:position w:val="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0"/>
          <w:sz w:val="21"/>
          <w:szCs w:val="21"/>
        </w:rPr>
        <w:t>m</w:t>
      </w:r>
    </w:p>
    <w:p>
      <w:pPr>
        <w:spacing w:after="0" w:line="253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1680" w:bottom="1060" w:left="960" w:header="720" w:footer="720"/>
          <w:cols w:num="3" w:space="720" w:equalWidth="0">
            <w:col w:w="2990" w:space="192"/>
            <w:col w:w="1191" w:space="167"/>
            <w:col w:w="4720"/>
          </w:cols>
        </w:sectPr>
      </w:pPr>
    </w:p>
    <w:p>
      <w:pPr>
        <w:spacing w:before="9" w:after="0" w:line="140" w:lineRule="exact"/>
        <w:jc w:val="left"/>
        <w:rPr>
          <w:sz w:val="14"/>
          <w:szCs w:val="14"/>
        </w:rPr>
      </w:pPr>
    </w:p>
    <w:p>
      <w:pPr>
        <w:spacing w:before="0" w:after="0" w:line="296" w:lineRule="exact"/>
        <w:ind w:left="95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580" style="height:12.85pt;margin-left:269.21pt;margin-top:-21.41pt;mso-position-horizontal-relative:page;position:absolute;width:45.31pt;z-index:-251637760" coordorigin="5384,-428" coordsize="906,257">
            <v:group id="_x0000_s1581" style="height:13;left:5389;position:absolute;top:-267;width:20" coordorigin="5389,-267" coordsize="20,13">
              <v:shape id="_x0000_s1582" style="height:13;left:5389;position:absolute;top:-267;width:20" coordorigin="5389,-267" coordsize="20,13" path="m5389,-254l5409,-267e" filled="f" stroked="t" strokecolor="red" strokeweight="0.24pt">
                <v:path arrowok="t"/>
              </v:shape>
            </v:group>
            <v:group id="_x0000_s1583" style="height:93;left:5409;position:absolute;top:-267;width:51" coordorigin="5409,-267" coordsize="51,93">
              <v:shape id="_x0000_s1584" style="height:93;left:5409;position:absolute;top:-267;width:51" coordorigin="5409,-267" coordsize="51,93" path="m5409,-267l5460,-174e" filled="f" stroked="t" strokecolor="red" strokeweight="0.24pt">
                <v:path arrowok="t"/>
              </v:shape>
            </v:group>
            <v:group id="_x0000_s1585" style="height:248;left:5460;position:absolute;top:-421;width:56" coordorigin="5460,-421" coordsize="56,248">
              <v:shape id="_x0000_s1586" style="height:248;left:5460;position:absolute;top:-421;width:56" coordorigin="5460,-421" coordsize="56,248" path="m5460,-174l5516,-421e" filled="f" stroked="t" strokecolor="red" strokeweight="0.24pt">
                <v:path arrowok="t"/>
              </v:shape>
            </v:group>
            <v:group id="_x0000_s1587" style="height:2;left:5516;position:absolute;top:-421;width:772" coordorigin="5516,-421" coordsize="772,2">
              <v:shape id="_x0000_s1588" style="height:2;left:5516;position:absolute;top:-421;width:772" coordorigin="5516,-421" coordsize="772,21600" path="m5516,-421l6288,-421e" filled="f" stroked="t" strokecolor="red" strokeweight="0.24pt">
                <v:path arrowok="t"/>
              </v:shape>
            </v:group>
            <v:group id="_x0000_s1589" style="height:252;left:5386;position:absolute;top:-426;width:901" coordorigin="5386,-426" coordsize="901,252">
              <v:shape id="_x0000_s1590" style="height:252;left:5386;position:absolute;top:-426;width:901" coordorigin="5386,-426" coordsize="901,252" path="m5423,-259l5404,-259,5455,-174,5465,-174,5470,-196,5460,-196,5423,-259xe" filled="t" fillcolor="red" stroked="f">
                <v:path arrowok="t"/>
              </v:shape>
              <v:shape id="_x0000_s1591" style="height:252;left:5386;position:absolute;top:-426;width:901" coordorigin="5386,-426" coordsize="901,252" path="m6288,-426l5512,-426,5460,-196,5470,-196,5520,-416,6288,-416,6288,-426xe" filled="t" fillcolor="red" stroked="f">
                <v:path arrowok="t"/>
              </v:shape>
              <v:shape id="_x0000_s1592" style="height:252;left:5386;position:absolute;top:-426;width:901" coordorigin="5386,-426" coordsize="901,252" path="m5414,-274l5386,-256,5390,-251,5404,-259,5423,-259,5414,-274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∴供水点</w:t>
      </w:r>
      <w:r>
        <w:rPr>
          <w:rFonts w:ascii="微软雅黑" w:eastAsia="微软雅黑" w:hAnsi="微软雅黑" w:cs="微软雅黑"/>
          <w:color w:val="FF0000"/>
          <w:spacing w:val="5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到喷泉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需要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铺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设的管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道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总长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color w:val="FF0000"/>
          <w:spacing w:val="-11"/>
          <w:w w:val="10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；</w:t>
      </w:r>
    </w:p>
    <w:p>
      <w:pPr>
        <w:spacing w:before="0" w:after="0" w:line="312" w:lineRule="exact"/>
        <w:ind w:left="850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position w:val="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position w:val="0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FF0000"/>
          <w:w w:val="118"/>
          <w:position w:val="0"/>
          <w:sz w:val="21"/>
          <w:szCs w:val="21"/>
        </w:rPr>
        <w:t>）∵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color w:val="FF0000"/>
          <w:spacing w:val="-11"/>
          <w:w w:val="100"/>
          <w:position w:val="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5"/>
          <w:w w:val="100"/>
          <w:position w:val="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color w:val="FF0000"/>
          <w:spacing w:val="-11"/>
          <w:w w:val="100"/>
          <w:position w:val="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color w:val="FF0000"/>
          <w:spacing w:val="-11"/>
          <w:w w:val="100"/>
          <w:position w:val="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</w:p>
    <w:p>
      <w:pPr>
        <w:spacing w:before="0" w:after="0" w:line="312" w:lineRule="exact"/>
        <w:ind w:left="850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9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9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FF0000"/>
          <w:spacing w:val="6"/>
          <w:w w:val="100"/>
          <w:position w:val="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-2"/>
          <w:w w:val="99"/>
          <w:position w:val="9"/>
          <w:sz w:val="14"/>
          <w:szCs w:val="14"/>
        </w:rPr>
        <w:t>2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</w:p>
    <w:p>
      <w:pPr>
        <w:spacing w:before="0" w:after="0" w:line="312" w:lineRule="exact"/>
        <w:ind w:left="850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54"/>
          <w:position w:val="0"/>
          <w:sz w:val="21"/>
          <w:szCs w:val="21"/>
        </w:rPr>
        <w:t>∴△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是直角三角</w:t>
      </w:r>
      <w:r>
        <w:rPr>
          <w:rFonts w:ascii="微软雅黑" w:eastAsia="微软雅黑" w:hAnsi="微软雅黑" w:cs="微软雅黑"/>
          <w:color w:val="FF0000"/>
          <w:spacing w:val="-4"/>
          <w:w w:val="100"/>
          <w:position w:val="0"/>
          <w:sz w:val="21"/>
          <w:szCs w:val="21"/>
        </w:rPr>
        <w:t>形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</w:p>
    <w:p>
      <w:pPr>
        <w:spacing w:before="0" w:after="0" w:line="312" w:lineRule="exact"/>
        <w:ind w:left="850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⊥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0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</w:p>
    <w:p>
      <w:pPr>
        <w:spacing w:before="0" w:after="0" w:line="298" w:lineRule="exact"/>
        <w:ind w:left="850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∴喷泉</w:t>
      </w:r>
      <w:r>
        <w:rPr>
          <w:rFonts w:ascii="微软雅黑" w:eastAsia="微软雅黑" w:hAnsi="微软雅黑" w:cs="微软雅黑"/>
          <w:color w:val="FF0000"/>
          <w:spacing w:val="53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到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1"/>
          <w:sz w:val="21"/>
          <w:szCs w:val="21"/>
        </w:rPr>
        <w:t>小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路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的最短距离是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color w:val="FF0000"/>
          <w:spacing w:val="-11"/>
          <w:w w:val="100"/>
          <w:position w:val="-1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．</w:t>
      </w:r>
    </w:p>
    <w:p>
      <w:pPr>
        <w:spacing w:before="2" w:after="0" w:line="150" w:lineRule="exact"/>
        <w:jc w:val="left"/>
        <w:rPr>
          <w:sz w:val="15"/>
          <w:szCs w:val="15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11900" w:h="16840"/>
          <w:pgMar w:top="1360" w:right="1680" w:bottom="1060" w:left="960" w:header="720" w:footer="720"/>
          <w:cols w:space="720"/>
        </w:sectPr>
      </w:pPr>
    </w:p>
    <w:p>
      <w:pPr>
        <w:tabs>
          <w:tab w:val="left" w:pos="1740"/>
        </w:tabs>
        <w:spacing w:before="38" w:after="0" w:line="353" w:lineRule="exact"/>
        <w:ind w:right="-20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593" style="height:11.57pt;margin-left:100.45pt;margin-top:7.83pt;mso-position-horizontal-relative:page;position:absolute;width:17.41pt;z-index:-251636736" coordorigin="2009,157" coordsize="348,231">
            <v:group id="_x0000_s1594" style="height:12;left:2012;position:absolute;top:301;width:21" coordorigin="2012,301" coordsize="21,12">
              <v:shape id="_x0000_s1595" style="height:12;left:2012;position:absolute;top:301;width:21" coordorigin="2012,301" coordsize="21,12" path="m2012,313l2033,301e" filled="f" stroked="t" strokecolor="red" strokeweight="0.24pt">
                <v:path arrowok="t"/>
              </v:shape>
            </v:group>
            <v:group id="_x0000_s1596" style="height:84;left:2033;position:absolute;top:301;width:52" coordorigin="2033,301" coordsize="52,84">
              <v:shape id="_x0000_s1597" style="height:84;left:2033;position:absolute;top:301;width:52" coordorigin="2033,301" coordsize="52,84" path="m2033,301l2085,386e" filled="f" stroked="t" strokecolor="red" strokeweight="0.24pt">
                <v:path arrowok="t"/>
              </v:shape>
            </v:group>
            <v:group id="_x0000_s1598" style="height:222;left:2085;position:absolute;top:164;width:55" coordorigin="2085,164" coordsize="55,222">
              <v:shape id="_x0000_s1599" style="height:222;left:2085;position:absolute;top:164;width:55" coordorigin="2085,164" coordsize="55,222" path="m2085,386l2140,164e" filled="f" stroked="t" strokecolor="red" strokeweight="0.24pt">
                <v:path arrowok="t"/>
              </v:shape>
            </v:group>
            <v:group id="_x0000_s1600" style="height:2;left:2140;position:absolute;top:164;width:214" coordorigin="2140,164" coordsize="214,2">
              <v:shape id="_x0000_s1601" style="height:2;left:2140;position:absolute;top:164;width:214" coordorigin="2140,164" coordsize="214,21600" path="m2140,164l2355,164e" filled="f" stroked="t" strokecolor="red" strokeweight="0.24pt">
                <v:path arrowok="t"/>
              </v:shape>
            </v:group>
            <v:group id="_x0000_s1602" style="height:227;left:2011;position:absolute;top:159;width:343" coordorigin="2011,159" coordsize="343,227">
              <v:shape id="_x0000_s1603" style="height:227;left:2011;position:absolute;top:159;width:343" coordorigin="2011,159" coordsize="343,227" path="m2047,308l2028,308,2080,386,2090,386,2095,366,2085,366,2047,308xe" filled="t" fillcolor="red" stroked="f">
                <v:path arrowok="t"/>
              </v:shape>
              <v:shape id="_x0000_s1604" style="height:227;left:2011;position:absolute;top:159;width:343" coordorigin="2011,159" coordsize="343,227" path="m2355,159l2137,159,2085,366,2095,366,2144,169,2355,169,2355,159xe" filled="t" fillcolor="red" stroked="f">
                <v:path arrowok="t"/>
              </v:shape>
              <v:shape id="_x0000_s1605" style="height:227;left:2011;position:absolute;top:159;width:343" coordorigin="2011,159" coordsize="343,227" path="m2039,295l2011,311,2014,317,2028,308,2047,308,2039,295xe" filled="t" fillcolor="red" stroked="f">
                <v:path arrowok="t"/>
              </v:shape>
            </v:group>
          </v:group>
        </w:pict>
      </w:r>
      <w:r>
        <w:pict>
          <v:group id="_x0000_s1606" style="height:0.1pt;margin-left:169.53pt;margin-top:15.58pt;mso-position-horizontal-relative:page;position:absolute;width:10.4pt;z-index:-251635712" coordorigin="3391,312" coordsize="208,2">
            <v:shape id="_x0000_s1607" style="height:2;left:3391;position:absolute;top:312;width:208" coordorigin="3391,312" coordsize="208,21600" path="m3391,312l3598,312e" filled="f" stroked="t" strokecolor="red" strokeweight="0.5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color w:val="FF0000"/>
          <w:position w:val="-3"/>
          <w:sz w:val="21"/>
          <w:szCs w:val="21"/>
        </w:rPr>
        <w:t>23.</w:t>
      </w:r>
      <w:r>
        <w:rPr>
          <w:rFonts w:ascii="微软雅黑" w:eastAsia="微软雅黑" w:hAnsi="微软雅黑" w:cs="微软雅黑"/>
          <w:color w:val="FF0000"/>
          <w:position w:val="-3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position w:val="-3"/>
          <w:sz w:val="21"/>
          <w:szCs w:val="21"/>
        </w:rPr>
        <w:t>1</w:t>
      </w:r>
      <w:r>
        <w:rPr>
          <w:rFonts w:ascii="微软雅黑" w:eastAsia="微软雅黑" w:hAnsi="微软雅黑" w:cs="微软雅黑"/>
          <w:color w:val="FF0000"/>
          <w:position w:val="-3"/>
          <w:sz w:val="21"/>
          <w:szCs w:val="21"/>
        </w:rPr>
        <w:t>）</w:t>
      </w:r>
      <w:r>
        <w:rPr>
          <w:rFonts w:ascii="微软雅黑" w:eastAsia="微软雅黑" w:hAnsi="微软雅黑" w:cs="微软雅黑"/>
          <w:color w:val="FF0000"/>
          <w:spacing w:val="-28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3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35"/>
          <w:w w:val="100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3"/>
          <w:sz w:val="21"/>
          <w:szCs w:val="21"/>
        </w:rPr>
        <w:t>53</w:t>
        <w:tab/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3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3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3"/>
          <w:sz w:val="21"/>
          <w:szCs w:val="21"/>
        </w:rPr>
        <w:t>）</w:t>
      </w:r>
      <w:r>
        <w:rPr>
          <w:rFonts w:ascii="微软雅黑" w:eastAsia="微软雅黑" w:hAnsi="微软雅黑" w:cs="微软雅黑"/>
          <w:color w:val="FF0000"/>
          <w:spacing w:val="-38"/>
          <w:w w:val="100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21"/>
          <w:szCs w:val="21"/>
        </w:rPr>
        <w:t>16</w:t>
      </w:r>
    </w:p>
    <w:p>
      <w:pPr>
        <w:spacing w:before="0" w:after="0" w:line="182" w:lineRule="exact"/>
        <w:ind w:right="18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</w:t>
      </w:r>
    </w:p>
    <w:p>
      <w:pPr>
        <w:spacing w:before="6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color w:val="FF0000"/>
          <w:spacing w:val="-1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1s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或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12s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或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2s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1680" w:bottom="1060" w:left="960" w:header="720" w:footer="720"/>
          <w:cols w:num="2" w:space="720" w:equalWidth="0">
            <w:col w:w="2630" w:space="485"/>
            <w:col w:w="6145"/>
          </w:cols>
        </w:sectPr>
      </w:pPr>
    </w:p>
    <w:p>
      <w:pPr>
        <w:spacing w:before="49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【考点】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股定理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动点问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题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相结合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等腰三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角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构造问题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z w:val="21"/>
          <w:szCs w:val="21"/>
        </w:rPr>
        <w:t>【难度星</w:t>
      </w:r>
      <w:r>
        <w:rPr>
          <w:rFonts w:ascii="微软雅黑" w:eastAsia="微软雅黑" w:hAnsi="微软雅黑" w:cs="微软雅黑"/>
          <w:color w:val="FF0000"/>
          <w:spacing w:val="-5"/>
          <w:sz w:val="21"/>
          <w:szCs w:val="21"/>
        </w:rPr>
        <w:t>级</w:t>
      </w:r>
      <w:r>
        <w:rPr>
          <w:rFonts w:ascii="微软雅黑" w:eastAsia="微软雅黑" w:hAnsi="微软雅黑" w:cs="微软雅黑"/>
          <w:color w:val="FF0000"/>
          <w:spacing w:val="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23"/>
          <w:sz w:val="21"/>
          <w:szCs w:val="21"/>
        </w:rPr>
        <w:t>★★★</w:t>
      </w:r>
    </w:p>
    <w:p>
      <w:pPr>
        <w:spacing w:before="73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【答案</w:t>
      </w:r>
      <w:r>
        <w:rPr>
          <w:rFonts w:ascii="微软雅黑" w:eastAsia="微软雅黑" w:hAnsi="微软雅黑" w:cs="微软雅黑"/>
          <w:color w:val="FF0000"/>
          <w:spacing w:val="-105"/>
          <w:w w:val="100"/>
          <w:sz w:val="21"/>
          <w:szCs w:val="21"/>
        </w:rPr>
        <w:t>】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涉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及到思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路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要点</w:t>
      </w:r>
      <w:r>
        <w:rPr>
          <w:rFonts w:ascii="微软雅黑" w:eastAsia="微软雅黑" w:hAnsi="微软雅黑" w:cs="微软雅黑"/>
          <w:color w:val="FF0000"/>
          <w:spacing w:val="-105"/>
          <w:w w:val="100"/>
          <w:sz w:val="21"/>
          <w:szCs w:val="21"/>
        </w:rPr>
        <w:t>）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1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）通过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勾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股定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理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求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解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）通过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直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角三角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形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的等面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积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法列方程</w:t>
      </w:r>
    </w:p>
    <w:p>
      <w:pPr>
        <w:spacing w:before="73" w:after="0" w:line="240" w:lineRule="auto"/>
        <w:ind w:left="263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）等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腰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三角形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的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构造问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题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（两圆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一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垂线）</w:t>
      </w:r>
    </w:p>
    <w:p>
      <w:pPr>
        <w:spacing w:before="3" w:after="0" w:line="200" w:lineRule="exact"/>
        <w:jc w:val="left"/>
        <w:rPr>
          <w:sz w:val="20"/>
          <w:szCs w:val="20"/>
        </w:rPr>
      </w:pPr>
    </w:p>
    <w:p>
      <w:pPr>
        <w:spacing w:before="0" w:after="0" w:line="345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1"/>
          <w:position w:val="-2"/>
          <w:sz w:val="21"/>
          <w:szCs w:val="21"/>
        </w:rPr>
        <w:t>【解析】</w:t>
      </w:r>
      <w:r>
        <w:rPr>
          <w:rFonts w:ascii="微软雅黑" w:eastAsia="微软雅黑" w:hAnsi="微软雅黑" w:cs="微软雅黑"/>
          <w:color w:val="FF0000"/>
          <w:spacing w:val="0"/>
          <w:w w:val="101"/>
          <w:position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-5"/>
          <w:w w:val="101"/>
          <w:position w:val="-2"/>
          <w:sz w:val="21"/>
          <w:szCs w:val="21"/>
        </w:rPr>
        <w:t>1</w:t>
      </w:r>
      <w:r>
        <w:rPr>
          <w:rFonts w:ascii="微软雅黑" w:eastAsia="微软雅黑" w:hAnsi="微软雅黑" w:cs="微软雅黑"/>
          <w:color w:val="FF0000"/>
          <w:spacing w:val="0"/>
          <w:w w:val="101"/>
          <w:position w:val="-2"/>
          <w:sz w:val="21"/>
          <w:szCs w:val="21"/>
        </w:rPr>
        <w:t>）∵</w:t>
      </w:r>
      <w:r>
        <w:rPr>
          <w:rFonts w:ascii="Times New Roman" w:eastAsia="Times New Roman" w:hAnsi="Times New Roman" w:cs="Times New Roman"/>
          <w:color w:val="FF0000"/>
          <w:spacing w:val="-1"/>
          <w:w w:val="101"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1"/>
          <w:position w:val="-2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-4"/>
          <w:w w:val="101"/>
          <w:position w:val="-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1"/>
          <w:position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1"/>
          <w:position w:val="-2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color w:val="FF0000"/>
          <w:spacing w:val="0"/>
          <w:w w:val="101"/>
          <w:position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-4"/>
          <w:w w:val="101"/>
          <w:position w:val="-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1"/>
          <w:position w:val="-2"/>
          <w:sz w:val="21"/>
          <w:szCs w:val="21"/>
        </w:rPr>
        <w:t>4</w:t>
      </w:r>
      <w:r>
        <w:rPr>
          <w:rFonts w:ascii="微软雅黑" w:eastAsia="微软雅黑" w:hAnsi="微软雅黑" w:cs="微软雅黑"/>
          <w:color w:val="FF0000"/>
          <w:spacing w:val="0"/>
          <w:w w:val="101"/>
          <w:position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2"/>
          <w:w w:val="101"/>
          <w:position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1"/>
          <w:w w:val="101"/>
          <w:position w:val="-2"/>
          <w:sz w:val="21"/>
          <w:szCs w:val="21"/>
        </w:rPr>
        <w:t>m</w:t>
      </w:r>
      <w:r>
        <w:rPr>
          <w:rFonts w:ascii="微软雅黑" w:eastAsia="微软雅黑" w:hAnsi="微软雅黑" w:cs="微软雅黑"/>
          <w:color w:val="FF0000"/>
          <w:spacing w:val="0"/>
          <w:w w:val="101"/>
          <w:position w:val="-2"/>
          <w:sz w:val="21"/>
          <w:szCs w:val="21"/>
        </w:rPr>
        <w:t>），</w:t>
      </w:r>
      <w:r>
        <w:rPr>
          <w:rFonts w:ascii="Times New Roman" w:eastAsia="Times New Roman" w:hAnsi="Times New Roman" w:cs="Times New Roman"/>
          <w:color w:val="FF0000"/>
          <w:spacing w:val="-1"/>
          <w:w w:val="101"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101"/>
          <w:position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color w:val="FF0000"/>
          <w:spacing w:val="1"/>
          <w:w w:val="101"/>
          <w:position w:val="-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4"/>
          <w:w w:val="101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2"/>
          <w:w w:val="101"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2"/>
          <w:w w:val="101"/>
          <w:position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FF0000"/>
          <w:spacing w:val="1"/>
          <w:w w:val="101"/>
          <w:position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2"/>
          <w:w w:val="101"/>
          <w:position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color w:val="FF0000"/>
          <w:spacing w:val="1"/>
          <w:w w:val="101"/>
          <w:position w:val="-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1"/>
          <w:position w:val="-2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color w:val="FF0000"/>
          <w:spacing w:val="2"/>
          <w:w w:val="101"/>
          <w:position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FF0000"/>
          <w:spacing w:val="0"/>
          <w:w w:val="101"/>
          <w:position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1"/>
          <w:position w:val="-2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color w:val="FF0000"/>
          <w:spacing w:val="0"/>
          <w:w w:val="101"/>
          <w:position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1"/>
          <w:w w:val="101"/>
          <w:position w:val="-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1"/>
          <w:position w:val="-2"/>
          <w:sz w:val="21"/>
          <w:szCs w:val="21"/>
        </w:rPr>
        <w:t>14</w:t>
      </w:r>
      <w:r>
        <w:rPr>
          <w:rFonts w:ascii="微软雅黑" w:eastAsia="微软雅黑" w:hAnsi="微软雅黑" w:cs="微软雅黑"/>
          <w:color w:val="FF0000"/>
          <w:spacing w:val="0"/>
          <w:w w:val="101"/>
          <w:position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-3"/>
          <w:w w:val="101"/>
          <w:position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0"/>
          <w:w w:val="101"/>
          <w:position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-5"/>
          <w:w w:val="101"/>
          <w:position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11"/>
          <w:position w:val="-2"/>
          <w:sz w:val="21"/>
          <w:szCs w:val="21"/>
        </w:rPr>
        <w:t>），∠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2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2"/>
          <w:sz w:val="21"/>
          <w:szCs w:val="21"/>
        </w:rPr>
        <w:t>90</w:t>
      </w:r>
      <w:r>
        <w:rPr>
          <w:rFonts w:ascii="Times New Roman" w:eastAsia="Times New Roman" w:hAnsi="Times New Roman" w:cs="Times New Roman"/>
          <w:color w:val="FF0000"/>
          <w:spacing w:val="-3"/>
          <w:w w:val="100"/>
          <w:position w:val="-2"/>
          <w:sz w:val="21"/>
          <w:szCs w:val="21"/>
        </w:rPr>
        <w:t>°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2"/>
          <w:sz w:val="21"/>
          <w:szCs w:val="21"/>
        </w:rPr>
        <w:t>，</w:t>
      </w:r>
    </w:p>
    <w:p>
      <w:pPr>
        <w:spacing w:before="8" w:after="0" w:line="130" w:lineRule="exact"/>
        <w:jc w:val="left"/>
        <w:rPr>
          <w:sz w:val="13"/>
          <w:szCs w:val="13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11900" w:h="16840"/>
          <w:pgMar w:top="1360" w:right="1680" w:bottom="1060" w:left="960" w:header="720" w:footer="720"/>
          <w:cols w:space="720"/>
        </w:sectPr>
      </w:pPr>
    </w:p>
    <w:p>
      <w:pPr>
        <w:spacing w:before="0" w:after="0" w:line="290" w:lineRule="exact"/>
        <w:ind w:left="115" w:right="-7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608" style="height:12.64pt;margin-left:85.4pt;margin-top:0.76pt;mso-position-horizontal-relative:page;position:absolute;width:41.2pt;z-index:-251634688" coordorigin="1708,15" coordsize="824,253">
            <v:group id="_x0000_s1609" style="height:13;left:1712;position:absolute;top:174;width:21" coordorigin="1712,174" coordsize="21,13">
              <v:shape id="_x0000_s1610" style="height:13;left:1712;position:absolute;top:174;width:21" coordorigin="1712,174" coordsize="21,13" path="m1712,186l1732,174e" filled="f" stroked="t" strokecolor="red" strokeweight="0.24pt">
                <v:path arrowok="t"/>
              </v:shape>
            </v:group>
            <v:group id="_x0000_s1611" style="height:92;left:1732;position:absolute;top:174;width:52" coordorigin="1732,174" coordsize="52,92">
              <v:shape id="_x0000_s1612" style="height:92;left:1732;position:absolute;top:174;width:52" coordorigin="1732,174" coordsize="52,92" path="m1732,174l1784,266e" filled="f" stroked="t" strokecolor="red" strokeweight="0.24pt">
                <v:path arrowok="t"/>
              </v:shape>
            </v:group>
            <v:group id="_x0000_s1613" style="height:243;left:1784;position:absolute;top:23;width:56" coordorigin="1784,23" coordsize="56,243">
              <v:shape id="_x0000_s1614" style="height:243;left:1784;position:absolute;top:23;width:56" coordorigin="1784,23" coordsize="56,243" path="m1784,266l1840,23e" filled="f" stroked="t" strokecolor="red" strokeweight="0.24pt">
                <v:path arrowok="t"/>
              </v:shape>
            </v:group>
            <v:group id="_x0000_s1615" style="height:2;left:1840;position:absolute;top:23;width:690" coordorigin="1840,23" coordsize="690,2">
              <v:shape id="_x0000_s1616" style="height:2;left:1840;position:absolute;top:23;width:690" coordorigin="1840,23" coordsize="690,21600" path="m1840,23l2530,23e" filled="f" stroked="t" strokecolor="red" strokeweight="0.24pt">
                <v:path arrowok="t"/>
              </v:shape>
            </v:group>
            <v:group id="_x0000_s1617" style="height:248;left:1710;position:absolute;top:18;width:819" coordorigin="1710,18" coordsize="819,248">
              <v:shape id="_x0000_s1618" style="height:248;left:1710;position:absolute;top:18;width:819" coordorigin="1710,18" coordsize="819,248" path="m1746,180l1727,180,1779,266,1789,266,1794,244,1784,244,1746,180xe" filled="t" fillcolor="red" stroked="f">
                <v:path arrowok="t"/>
              </v:shape>
              <v:shape id="_x0000_s1619" style="height:248;left:1710;position:absolute;top:18;width:819" coordorigin="1710,18" coordsize="819,248" path="m2530,18l1836,18,1784,244,1794,244,1844,27,2530,27,2530,18xe" filled="t" fillcolor="red" stroked="f">
                <v:path arrowok="t"/>
              </v:shape>
              <v:shape id="_x0000_s1620" style="height:248;left:1710;position:absolute;top:18;width:819" coordorigin="1710,18" coordsize="819,248" path="m1738,167l1710,184,1714,190,1727,180,1746,180,1738,167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w w:val="143"/>
          <w:position w:val="-1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=</w:t>
      </w:r>
    </w:p>
    <w:p>
      <w:pPr>
        <w:spacing w:before="37" w:after="0" w:line="252" w:lineRule="exact"/>
        <w:ind w:right="-74"/>
        <w:jc w:val="left"/>
        <w:rPr>
          <w:rFonts w:ascii="Symbol" w:eastAsia="Symbol" w:hAnsi="Symbol" w:cs="Symbol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color w:val="FF0000"/>
          <w:spacing w:val="6"/>
          <w:w w:val="100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8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3"/>
          <w:w w:val="100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99"/>
          <w:position w:val="0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color w:val="FF0000"/>
          <w:spacing w:val="-2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6"/>
          <w:w w:val="100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8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6"/>
          <w:w w:val="100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3D"/>
      </w:r>
    </w:p>
    <w:p>
      <w:pPr>
        <w:spacing w:before="37" w:after="0" w:line="252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8"/>
          <w:w w:val="100"/>
          <w:position w:val="0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0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3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color w:val="FF0000"/>
          <w:spacing w:val="5"/>
          <w:w w:val="100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2"/>
          <w:w w:val="100"/>
          <w:position w:val="0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)</w:t>
      </w:r>
    </w:p>
    <w:p>
      <w:pPr>
        <w:spacing w:after="0" w:line="252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1680" w:bottom="1060" w:left="960" w:header="720" w:footer="720"/>
          <w:cols w:num="3" w:space="720" w:equalWidth="0">
            <w:col w:w="715" w:space="173"/>
            <w:col w:w="855" w:space="192"/>
            <w:col w:w="7325"/>
          </w:cols>
        </w:sectPr>
      </w:pPr>
    </w:p>
    <w:p>
      <w:pPr>
        <w:spacing w:before="3" w:after="0" w:line="170" w:lineRule="exact"/>
        <w:jc w:val="left"/>
        <w:rPr>
          <w:sz w:val="17"/>
          <w:szCs w:val="17"/>
        </w:r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621" style="height:11.33pt;margin-left:137.6pt;margin-top:-21.08pt;mso-position-horizontal-relative:page;position:absolute;width:23.23pt;z-index:-251633664" coordorigin="2752,-422" coordsize="465,227">
            <v:group id="_x0000_s1622" style="height:12;left:2756;position:absolute;top:-280;width:21" coordorigin="2756,-280" coordsize="21,12">
              <v:shape id="_x0000_s1623" style="height:12;left:2756;position:absolute;top:-280;width:21" coordorigin="2756,-280" coordsize="21,12" path="m2756,-268l2777,-280e" filled="f" stroked="t" strokecolor="red" strokeweight="0.24pt">
                <v:path arrowok="t"/>
              </v:shape>
            </v:group>
            <v:group id="_x0000_s1624" style="height:82;left:2777;position:absolute;top:-280;width:51" coordorigin="2777,-280" coordsize="51,82">
              <v:shape id="_x0000_s1625" style="height:82;left:2777;position:absolute;top:-280;width:51" coordorigin="2777,-280" coordsize="51,82" path="m2777,-280l2828,-197e" filled="f" stroked="t" strokecolor="red" strokeweight="0.24pt">
                <v:path arrowok="t"/>
              </v:shape>
            </v:group>
            <v:group id="_x0000_s1626" style="height:217;left:2828;position:absolute;top:-414;width:55" coordorigin="2828,-414" coordsize="55,217">
              <v:shape id="_x0000_s1627" style="height:217;left:2828;position:absolute;top:-414;width:55" coordorigin="2828,-414" coordsize="55,217" path="m2828,-197l2883,-414e" filled="f" stroked="t" strokecolor="red" strokeweight="0.24pt">
                <v:path arrowok="t"/>
              </v:shape>
            </v:group>
            <v:group id="_x0000_s1628" style="height:2;left:2883;position:absolute;top:-414;width:331" coordorigin="2883,-414" coordsize="331,2">
              <v:shape id="_x0000_s1629" style="height:2;left:2883;position:absolute;top:-414;width:331" coordorigin="2883,-414" coordsize="331,21600" path="m2883,-414l3214,-414e" filled="f" stroked="t" strokecolor="red" strokeweight="0.24pt">
                <v:path arrowok="t"/>
              </v:shape>
            </v:group>
            <v:group id="_x0000_s1630" style="height:222;left:2754;position:absolute;top:-419;width:460" coordorigin="2754,-419" coordsize="460,222">
              <v:shape id="_x0000_s1631" style="height:222;left:2754;position:absolute;top:-419;width:460" coordorigin="2754,-419" coordsize="460,222" path="m2791,-273l2772,-273,2823,-197,2833,-197,2838,-217,2828,-217,2791,-273xe" filled="t" fillcolor="red" stroked="f">
                <v:path arrowok="t"/>
              </v:shape>
              <v:shape id="_x0000_s1632" style="height:222;left:2754;position:absolute;top:-419;width:460" coordorigin="2754,-419" coordsize="460,222" path="m3214,-419l2880,-419,2828,-217,2838,-217,2887,-409,3214,-409,3214,-419xe" filled="t" fillcolor="red" stroked="f">
                <v:path arrowok="t"/>
              </v:shape>
              <v:shape id="_x0000_s1633" style="height:222;left:2754;position:absolute;top:-419;width:460" coordorigin="2754,-419" coordsize="460,222" path="m2782,-286l2754,-270,2758,-265,2772,-273,2791,-273,2782,-286xe" filled="t" fillcolor="red" stroked="f">
                <v:path arrowok="t"/>
              </v:shape>
            </v:group>
          </v:group>
        </w:pict>
      </w:r>
      <w:r>
        <w:pict>
          <v:group id="_x0000_s1634" style="height:11.5pt;margin-left:177.25pt;margin-top:-21.08pt;mso-position-horizontal-relative:page;position:absolute;width:17.33pt;z-index:-251632640" coordorigin="3545,-422" coordsize="347,230">
            <v:group id="_x0000_s1635" style="height:12;left:3549;position:absolute;top:-278;width:20" coordorigin="3549,-278" coordsize="20,12">
              <v:shape id="_x0000_s1636" style="height:12;left:3549;position:absolute;top:-278;width:20" coordorigin="3549,-278" coordsize="20,12" path="m3549,-266l3569,-278e" filled="f" stroked="t" strokecolor="red" strokeweight="0.24pt">
                <v:path arrowok="t"/>
              </v:shape>
            </v:group>
            <v:group id="_x0000_s1637" style="height:84;left:3569;position:absolute;top:-278;width:52" coordorigin="3569,-278" coordsize="52,84">
              <v:shape id="_x0000_s1638" style="height:84;left:3569;position:absolute;top:-278;width:52" coordorigin="3569,-278" coordsize="52,84" path="m3569,-278l3621,-194e" filled="f" stroked="t" strokecolor="red" strokeweight="0.24pt">
                <v:path arrowok="t"/>
              </v:shape>
            </v:group>
            <v:group id="_x0000_s1639" style="height:220;left:3621;position:absolute;top:-414;width:55" coordorigin="3621,-414" coordsize="55,220">
              <v:shape id="_x0000_s1640" style="height:220;left:3621;position:absolute;top:-414;width:55" coordorigin="3621,-414" coordsize="55,220" path="m3621,-194l3676,-414e" filled="f" stroked="t" strokecolor="red" strokeweight="0.24pt">
                <v:path arrowok="t"/>
              </v:shape>
            </v:group>
            <v:group id="_x0000_s1641" style="height:2;left:3676;position:absolute;top:-414;width:213" coordorigin="3676,-414" coordsize="213,2">
              <v:shape id="_x0000_s1642" style="height:2;left:3676;position:absolute;top:-414;width:213" coordorigin="3676,-414" coordsize="213,21600" path="m3676,-414l3889,-414e" filled="f" stroked="t" strokecolor="red" strokeweight="0.24pt">
                <v:path arrowok="t"/>
              </v:shape>
            </v:group>
            <v:group id="_x0000_s1643" style="height:225;left:3547;position:absolute;top:-419;width:342" coordorigin="3547,-419" coordsize="342,225">
              <v:shape id="_x0000_s1644" style="height:225;left:3547;position:absolute;top:-419;width:342" coordorigin="3547,-419" coordsize="342,225" path="m3583,-271l3564,-271,3616,-194,3626,-194,3631,-214,3621,-214,3583,-271xe" filled="t" fillcolor="red" stroked="f">
                <v:path arrowok="t"/>
              </v:shape>
              <v:shape id="_x0000_s1645" style="height:225;left:3547;position:absolute;top:-419;width:342" coordorigin="3547,-419" coordsize="342,225" path="m3889,-419l3673,-419,3621,-214,3631,-214,3680,-409,3889,-409,3889,-419xe" filled="t" fillcolor="red" stroked="f">
                <v:path arrowok="t"/>
              </v:shape>
              <v:shape id="_x0000_s1646" style="height:225;left:3547;position:absolute;top:-419;width:342" coordorigin="3547,-419" coordsize="342,225" path="m3575,-284l3547,-268,3551,-263,3564,-271,3583,-271,3575,-284xe" filled="t" fillcolor="red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t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color w:val="FF0000"/>
          <w:spacing w:val="2"/>
          <w:w w:val="10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t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0" w:after="0" w:line="312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根据题意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0"/>
          <w:sz w:val="21"/>
          <w:szCs w:val="21"/>
        </w:rPr>
        <w:t>得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color w:val="FF0000"/>
          <w:spacing w:val="2"/>
          <w:w w:val="100"/>
          <w:position w:val="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t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</w:p>
    <w:p>
      <w:pPr>
        <w:spacing w:before="70" w:after="0" w:line="353" w:lineRule="exact"/>
        <w:ind w:left="11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647" style="height:0.1pt;margin-left:96.09pt;margin-top:17.18pt;mso-position-horizontal-relative:page;position:absolute;width:10.4pt;z-index:-251631616" coordorigin="1922,344" coordsize="208,2">
            <v:shape id="_x0000_s1648" style="height:2;left:1922;position:absolute;top:344;width:208" coordorigin="1922,344" coordsize="208,21600" path="m1922,344l2130,344e" filled="f" stroked="t" strokecolor="red" strokeweight="0.5pt">
              <v:path arrowok="t"/>
            </v:shape>
          </v:group>
        </w:pict>
      </w:r>
      <w:r>
        <w:rPr>
          <w:rFonts w:ascii="微软雅黑" w:eastAsia="微软雅黑" w:hAnsi="微软雅黑" w:cs="微软雅黑"/>
          <w:color w:val="FF0000"/>
          <w:position w:val="-3"/>
          <w:sz w:val="21"/>
          <w:szCs w:val="21"/>
        </w:rPr>
        <w:t>解得：</w:t>
      </w:r>
      <w:r>
        <w:rPr>
          <w:rFonts w:ascii="Times New Roman" w:eastAsia="Times New Roman" w:hAnsi="Times New Roman" w:cs="Times New Roman"/>
          <w:color w:val="FF0000"/>
          <w:spacing w:val="-1"/>
          <w:position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color w:val="FF0000"/>
          <w:spacing w:val="0"/>
          <w:position w:val="-3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28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9"/>
          <w:sz w:val="21"/>
          <w:szCs w:val="21"/>
        </w:rPr>
        <w:t>16</w:t>
      </w:r>
    </w:p>
    <w:p>
      <w:pPr>
        <w:spacing w:before="0" w:after="0" w:line="187" w:lineRule="exact"/>
        <w:ind w:left="982" w:right="808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"/>
          <w:sz w:val="21"/>
          <w:szCs w:val="21"/>
        </w:rPr>
        <w:t>3</w:t>
      </w:r>
    </w:p>
    <w:p>
      <w:pPr>
        <w:spacing w:before="0" w:after="0" w:line="514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649" style="height:0.1pt;margin-left:87.21pt;margin-top:17.9pt;mso-position-horizontal-relative:page;position:absolute;width:10.4pt;z-index:-251630592" coordorigin="1744,358" coordsize="208,2">
            <v:shape id="_x0000_s1650" style="height:2;left:1744;position:absolute;top:358;width:208" coordorigin="1744,358" coordsize="208,21600" path="m1744,358l1952,358e" filled="f" stroked="t" strokecolor="red" strokeweight="0.5pt">
              <v:path arrowok="t"/>
            </v:shape>
          </v:group>
        </w:pict>
      </w:r>
      <w:r>
        <w:rPr>
          <w:rFonts w:ascii="微软雅黑" w:eastAsia="微软雅黑" w:hAnsi="微软雅黑" w:cs="微软雅黑"/>
          <w:color w:val="FF0000"/>
          <w:sz w:val="21"/>
          <w:szCs w:val="21"/>
        </w:rPr>
        <w:t>即出发</w:t>
      </w:r>
      <w:r>
        <w:rPr>
          <w:rFonts w:ascii="微软雅黑" w:eastAsia="微软雅黑" w:hAnsi="微软雅黑" w:cs="微软雅黑"/>
          <w:color w:val="FF0000"/>
          <w:spacing w:val="-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4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color w:val="FF0000"/>
          <w:spacing w:val="10"/>
          <w:w w:val="100"/>
          <w:position w:val="14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秒钟后，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0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position w:val="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0"/>
          <w:sz w:val="21"/>
          <w:szCs w:val="21"/>
        </w:rPr>
        <w:t>能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形成等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0"/>
          <w:sz w:val="21"/>
          <w:szCs w:val="21"/>
        </w:rPr>
        <w:t>腰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三角形；</w:t>
      </w:r>
    </w:p>
    <w:p>
      <w:pPr>
        <w:spacing w:before="0" w:after="0" w:line="110" w:lineRule="exact"/>
        <w:ind w:left="8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2"/>
          <w:sz w:val="21"/>
          <w:szCs w:val="21"/>
        </w:rPr>
        <w:t>3</w:t>
      </w:r>
    </w:p>
    <w:p>
      <w:pPr>
        <w:spacing w:after="0" w:line="110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1680" w:bottom="1060" w:left="960" w:header="720" w:footer="720"/>
          <w:cols w:space="720"/>
        </w:sectPr>
      </w:pPr>
    </w:p>
    <w:p>
      <w:pPr>
        <w:spacing w:before="5" w:after="0" w:line="170" w:lineRule="exact"/>
        <w:jc w:val="left"/>
        <w:rPr>
          <w:sz w:val="17"/>
          <w:szCs w:val="17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）①当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时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，如图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所示，</w:t>
      </w:r>
    </w:p>
    <w:p>
      <w:pPr>
        <w:spacing w:before="25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18"/>
          <w:sz w:val="21"/>
          <w:szCs w:val="21"/>
        </w:rPr>
        <w:t>则∠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微软雅黑" w:eastAsia="微软雅黑" w:hAnsi="微软雅黑" w:cs="微软雅黑"/>
          <w:color w:val="FF0000"/>
          <w:spacing w:val="0"/>
          <w:w w:val="143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Q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0" w:after="0" w:line="312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∵∠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90</w:t>
      </w:r>
      <w:r>
        <w:rPr>
          <w:rFonts w:ascii="Times New Roman" w:eastAsia="Times New Roman" w:hAnsi="Times New Roman" w:cs="Times New Roman"/>
          <w:color w:val="FF0000"/>
          <w:spacing w:val="-3"/>
          <w:w w:val="100"/>
          <w:position w:val="0"/>
          <w:sz w:val="21"/>
          <w:szCs w:val="21"/>
        </w:rPr>
        <w:t>°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</w:p>
    <w:p>
      <w:pPr>
        <w:spacing w:before="0" w:after="0" w:line="312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∴∠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+</w:t>
      </w:r>
      <w:r>
        <w:rPr>
          <w:rFonts w:ascii="微软雅黑" w:eastAsia="微软雅黑" w:hAnsi="微软雅黑" w:cs="微软雅黑"/>
          <w:color w:val="FF0000"/>
          <w:spacing w:val="0"/>
          <w:w w:val="143"/>
          <w:position w:val="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90</w:t>
      </w:r>
      <w:r>
        <w:rPr>
          <w:rFonts w:ascii="Times New Roman" w:eastAsia="Times New Roman" w:hAnsi="Times New Roman" w:cs="Times New Roman"/>
          <w:color w:val="FF0000"/>
          <w:spacing w:val="-3"/>
          <w:w w:val="100"/>
          <w:position w:val="0"/>
          <w:sz w:val="21"/>
          <w:szCs w:val="21"/>
        </w:rPr>
        <w:t>°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．</w:t>
      </w:r>
    </w:p>
    <w:p>
      <w:pPr>
        <w:spacing w:before="0" w:after="0" w:line="312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+</w:t>
      </w:r>
      <w:r>
        <w:rPr>
          <w:rFonts w:ascii="微软雅黑" w:eastAsia="微软雅黑" w:hAnsi="微软雅黑" w:cs="微软雅黑"/>
          <w:color w:val="FF0000"/>
          <w:spacing w:val="0"/>
          <w:w w:val="143"/>
          <w:position w:val="0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90</w:t>
      </w:r>
      <w:r>
        <w:rPr>
          <w:rFonts w:ascii="Times New Roman" w:eastAsia="Times New Roman" w:hAnsi="Times New Roman" w:cs="Times New Roman"/>
          <w:color w:val="FF0000"/>
          <w:spacing w:val="-3"/>
          <w:w w:val="100"/>
          <w:position w:val="0"/>
          <w:sz w:val="21"/>
          <w:szCs w:val="21"/>
        </w:rPr>
        <w:t>°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</w:p>
    <w:p>
      <w:pPr>
        <w:spacing w:before="0" w:after="0" w:line="298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-1"/>
          <w:sz w:val="21"/>
          <w:szCs w:val="21"/>
        </w:rPr>
        <w:t>∴∠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=</w:t>
      </w:r>
      <w:r>
        <w:rPr>
          <w:rFonts w:ascii="微软雅黑" w:eastAsia="微软雅黑" w:hAnsi="微软雅黑" w:cs="微软雅黑"/>
          <w:color w:val="FF0000"/>
          <w:spacing w:val="0"/>
          <w:w w:val="143"/>
          <w:position w:val="-1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Q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，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3" w:after="0" w:line="280" w:lineRule="exact"/>
        <w:jc w:val="left"/>
        <w:rPr>
          <w:sz w:val="28"/>
          <w:szCs w:val="28"/>
        </w:r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Q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49" w:after="0" w:line="240" w:lineRule="auto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10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0" w:after="0" w:line="312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22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</w:p>
    <w:p>
      <w:pPr>
        <w:spacing w:before="0" w:after="0" w:line="312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22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÷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11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秒．</w:t>
      </w:r>
    </w:p>
    <w:p>
      <w:pPr>
        <w:spacing w:before="7" w:after="0" w:line="312" w:lineRule="exact"/>
        <w:ind w:left="115" w:right="6172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②当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2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时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如图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sz w:val="21"/>
          <w:szCs w:val="21"/>
        </w:rPr>
        <w:t>所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示，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则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24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0" w:after="0" w:line="305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÷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秒．</w:t>
      </w:r>
    </w:p>
    <w:p>
      <w:pPr>
        <w:spacing w:before="0" w:after="0" w:line="298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shape id="_x0000_s1651" type="#_x0000_t75" style="height:80.4pt;margin-left:391.92pt;margin-top:21.97pt;mso-position-horizontal-relative:page;position:absolute;width:106.56pt;z-index:-251628544">
            <v:imagedata r:id="rId30" o:title=""/>
          </v:shape>
        </w:pic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③当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时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1"/>
          <w:sz w:val="21"/>
          <w:szCs w:val="21"/>
        </w:rPr>
        <w:t>，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如图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-1"/>
          <w:sz w:val="21"/>
          <w:szCs w:val="21"/>
        </w:rPr>
        <w:t>所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示，</w:t>
      </w:r>
    </w:p>
    <w:p>
      <w:pPr>
        <w:spacing w:before="8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pgSz w:w="11900" w:h="16840"/>
          <w:pgMar w:top="1580" w:right="1680" w:bottom="1060" w:left="960" w:header="0" w:footer="720"/>
          <w:cols w:space="720"/>
        </w:sectPr>
      </w:pPr>
    </w:p>
    <w:p>
      <w:pPr>
        <w:spacing w:before="0" w:after="0" w:line="29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过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点作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E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⊥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于点</w:t>
      </w:r>
      <w:r>
        <w:rPr>
          <w:rFonts w:ascii="微软雅黑" w:eastAsia="微软雅黑" w:hAnsi="微软雅黑" w:cs="微软雅黑"/>
          <w:color w:val="FF0000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sz w:val="21"/>
          <w:szCs w:val="21"/>
        </w:rPr>
        <w:t>E</w:t>
      </w:r>
      <w:r>
        <w:rPr>
          <w:rFonts w:ascii="微软雅黑" w:eastAsia="微软雅黑" w:hAnsi="微软雅黑" w:cs="微软雅黑"/>
          <w:color w:val="FF0000"/>
          <w:spacing w:val="0"/>
          <w:w w:val="100"/>
          <w:sz w:val="21"/>
          <w:szCs w:val="21"/>
        </w:rPr>
        <w:t>，</w:t>
      </w:r>
    </w:p>
    <w:p>
      <w:pPr>
        <w:spacing w:before="1" w:after="0" w:line="110" w:lineRule="exact"/>
        <w:jc w:val="left"/>
        <w:rPr>
          <w:sz w:val="11"/>
          <w:szCs w:val="11"/>
        </w:rPr>
      </w:pPr>
    </w:p>
    <w:p>
      <w:pPr>
        <w:spacing w:before="0" w:after="0" w:line="371" w:lineRule="exact"/>
        <w:ind w:left="115" w:right="-92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652" style="height:0.1pt;margin-left:88.15pt;margin-top:16.21pt;mso-position-horizontal-relative:page;position:absolute;width:32.74pt;z-index:-251627520" coordorigin="1763,324" coordsize="655,2">
            <v:shape id="_x0000_s1653" style="height:2;left:1763;position:absolute;top:324;width:655" coordorigin="1763,324" coordsize="655,21600" path="m1763,324l2418,324e" filled="f" stroked="t" strokecolor="red" strokeweight="0.5pt">
              <v:path arrowok="t"/>
            </v:shape>
          </v:group>
        </w:pict>
      </w:r>
      <w:r>
        <w:pict>
          <v:group id="_x0000_s1654" style="height:0.1pt;margin-left:132.16pt;margin-top:16.21pt;mso-position-horizontal-relative:page;position:absolute;width:28.53pt;z-index:-251626496" coordorigin="2643,324" coordsize="571,2">
            <v:shape id="_x0000_s1655" style="height:2;left:2643;position:absolute;top:324;width:571" coordorigin="2643,324" coordsize="571,21600" path="m2643,324l3214,324e" filled="f" stroked="t" strokecolor="red" strokeweight="0.5pt">
              <v:path arrowok="t"/>
            </v:shape>
          </v:group>
        </w:pict>
      </w:r>
      <w:r>
        <w:pict>
          <v:group id="_x0000_s1656" style="height:0.1pt;margin-left:171.95pt;margin-top:16.21pt;mso-position-horizontal-relative:page;position:absolute;width:11.32pt;z-index:-251625472" coordorigin="3439,324" coordsize="226,2">
            <v:shape id="_x0000_s1657" style="height:2;left:3439;position:absolute;top:324;width:226" coordorigin="3439,324" coordsize="226,21600" path="m3439,324l3665,324e" filled="f" stroked="t" strokecolor="red" strokeweight="0.5pt">
              <v:path arrowok="t"/>
            </v:shape>
          </v:group>
        </w:pic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7"/>
          <w:sz w:val="21"/>
          <w:szCs w:val="21"/>
        </w:rPr>
        <w:t>则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7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7"/>
          <w:sz w:val="21"/>
          <w:szCs w:val="21"/>
        </w:rPr>
        <w:t>E=</w:t>
      </w:r>
      <w:r>
        <w:rPr>
          <w:rFonts w:ascii="Times New Roman" w:eastAsia="Times New Roman" w:hAnsi="Times New Roman" w:cs="Times New Roman"/>
          <w:color w:val="FF0000"/>
          <w:spacing w:val="11"/>
          <w:w w:val="100"/>
          <w:position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1"/>
          <w:w w:val="100"/>
          <w:position w:val="5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6"/>
          <w:w w:val="100"/>
          <w:position w:val="5"/>
          <w:sz w:val="21"/>
          <w:szCs w:val="21"/>
        </w:rPr>
        <w:t>B</w:t>
      </w:r>
      <w:r>
        <w:rPr>
          <w:rFonts w:ascii="MT Extra" w:eastAsia="MT Extra" w:hAnsi="MT Extra" w:cs="MT Extra"/>
          <w:color w:val="FF0000"/>
          <w:spacing w:val="13"/>
          <w:w w:val="100"/>
          <w:position w:val="5"/>
          <w:sz w:val="21"/>
          <w:szCs w:val="21"/>
        </w:rPr>
        <w:sym w:font="MT Extra" w:char="F067"/>
      </w:r>
      <w:r>
        <w:rPr>
          <w:rFonts w:ascii="Times New Roman" w:eastAsia="Times New Roman" w:hAnsi="Times New Roman" w:cs="Times New Roman"/>
          <w:i/>
          <w:color w:val="FF0000"/>
          <w:spacing w:val="-4"/>
          <w:w w:val="100"/>
          <w:position w:val="5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position w:val="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color w:val="FF0000"/>
          <w:spacing w:val="28"/>
          <w:w w:val="100"/>
          <w:position w:val="5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-7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-10"/>
          <w:w w:val="100"/>
          <w:position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5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color w:val="FF0000"/>
          <w:spacing w:val="-28"/>
          <w:w w:val="100"/>
          <w:position w:val="5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9"/>
          <w:w w:val="100"/>
          <w:position w:val="5"/>
          <w:sz w:val="21"/>
          <w:szCs w:val="21"/>
        </w:rPr>
        <w:sym w:font="Symbol" w:char="F0B4"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5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color w:val="FF0000"/>
          <w:spacing w:val="10"/>
          <w:w w:val="100"/>
          <w:position w:val="5"/>
          <w:sz w:val="21"/>
          <w:szCs w:val="21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-7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14"/>
          <w:w w:val="100"/>
          <w:position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5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color w:val="FF0000"/>
          <w:spacing w:val="11"/>
          <w:w w:val="100"/>
          <w:position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7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7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7"/>
          <w:sz w:val="21"/>
          <w:szCs w:val="21"/>
        </w:rPr>
        <w:t>E=</w:t>
      </w:r>
    </w:p>
    <w:p>
      <w:pPr>
        <w:spacing w:before="2" w:after="0" w:line="170" w:lineRule="exact"/>
        <w:jc w:val="left"/>
        <w:rPr>
          <w:sz w:val="17"/>
          <w:szCs w:val="17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6" w:lineRule="exact"/>
        <w:ind w:right="-75"/>
        <w:jc w:val="left"/>
        <w:rPr>
          <w:rFonts w:ascii="Symbol" w:eastAsia="Symbol" w:hAnsi="Symbol" w:cs="Symbol"/>
          <w:sz w:val="21"/>
          <w:szCs w:val="21"/>
        </w:rPr>
      </w:pPr>
      <w:r>
        <w:pict>
          <v:group id="_x0000_s1658" style="height:12.82pt;margin-left:210.2pt;margin-top:-1.11pt;mso-position-horizontal-relative:page;position:absolute;width:54.65pt;z-index:-251624448" coordorigin="4204,-22" coordsize="1093,256">
            <v:group id="_x0000_s1659" style="height:13;left:4208;position:absolute;top:139;width:21" coordorigin="4208,139" coordsize="21,13">
              <v:shape id="_x0000_s1660" style="height:13;left:4208;position:absolute;top:139;width:21" coordorigin="4208,139" coordsize="21,13" path="m4208,152l4229,139e" filled="f" stroked="t" strokecolor="red" strokeweight="0.24pt">
                <v:path arrowok="t"/>
              </v:shape>
            </v:group>
            <v:group id="_x0000_s1661" style="height:93;left:4229;position:absolute;top:139;width:51" coordorigin="4229,139" coordsize="51,93">
              <v:shape id="_x0000_s1662" style="height:93;left:4229;position:absolute;top:139;width:51" coordorigin="4229,139" coordsize="51,93" path="m4229,139l4280,232e" filled="f" stroked="t" strokecolor="red" strokeweight="0.24pt">
                <v:path arrowok="t"/>
              </v:shape>
            </v:group>
            <v:group id="_x0000_s1663" style="height:247;left:4280;position:absolute;top:-15;width:56" coordorigin="4280,-15" coordsize="56,247">
              <v:shape id="_x0000_s1664" style="height:247;left:4280;position:absolute;top:-15;width:56" coordorigin="4280,-15" coordsize="56,247" path="m4280,232l4336,-15e" filled="f" stroked="t" strokecolor="red" strokeweight="0.24pt">
                <v:path arrowok="t"/>
              </v:shape>
            </v:group>
            <v:group id="_x0000_s1665" style="height:2;left:4336;position:absolute;top:-15;width:959" coordorigin="4336,-15" coordsize="959,2">
              <v:shape id="_x0000_s1666" style="height:2;left:4336;position:absolute;top:-15;width:959" coordorigin="4336,-15" coordsize="959,21600" path="m4336,-15l5295,-15e" filled="f" stroked="t" strokecolor="red" strokeweight="0.24pt">
                <v:path arrowok="t"/>
              </v:shape>
            </v:group>
            <v:group id="_x0000_s1667" style="height:252;left:4206;position:absolute;top:-20;width:1088" coordorigin="4206,-20" coordsize="1088,252">
              <v:shape id="_x0000_s1668" style="height:252;left:4206;position:absolute;top:-20;width:1088" coordorigin="4206,-20" coordsize="1088,252" path="m4243,146l4224,146,4275,232,4285,232,4290,209,4280,209,4243,146xe" filled="t" fillcolor="red" stroked="f">
                <v:path arrowok="t"/>
              </v:shape>
              <v:shape id="_x0000_s1669" style="height:252;left:4206;position:absolute;top:-20;width:1088" coordorigin="4206,-20" coordsize="1088,252" path="m5295,-20l4332,-20,4280,209,4290,209,4340,-10,5295,-10,5295,-20xe" filled="t" fillcolor="red" stroked="f">
                <v:path arrowok="t"/>
              </v:shape>
              <v:shape id="_x0000_s1670" style="height:252;left:4206;position:absolute;top:-20;width:1088" coordorigin="4206,-20" coordsize="1088,252" path="m4234,131l4206,149,4210,155,4224,146,4243,146,4234,131xe" filled="t" fillcolor="red" strok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i/>
          <w:color w:val="FF0000"/>
          <w:spacing w:val="-3"/>
          <w:w w:val="99"/>
          <w:position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99"/>
          <w:position w:val="-4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color w:val="FF0000"/>
          <w:spacing w:val="-34"/>
          <w:w w:val="100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5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9"/>
          <w:w w:val="100"/>
          <w:position w:val="5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-4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FF0000"/>
          <w:spacing w:val="-3"/>
          <w:w w:val="99"/>
          <w:position w:val="-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99"/>
          <w:position w:val="-4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color w:val="FF0000"/>
          <w:spacing w:val="-32"/>
          <w:w w:val="100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5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8"/>
          <w:w w:val="100"/>
          <w:position w:val="5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-4"/>
          <w:sz w:val="21"/>
          <w:szCs w:val="21"/>
        </w:rPr>
        <w:sym w:font="Symbol" w:char="F03D"/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br w:type="column"/>
      </w:r>
    </w:p>
    <w:p>
      <w:pPr>
        <w:spacing w:before="18" w:after="0" w:line="240" w:lineRule="exact"/>
        <w:jc w:val="left"/>
        <w:rPr>
          <w:sz w:val="24"/>
          <w:szCs w:val="24"/>
        </w:rPr>
      </w:pPr>
    </w:p>
    <w:p>
      <w:pPr>
        <w:spacing w:before="0" w:after="0" w:line="320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671" style="height:26.39pt;margin-left:275.89pt;margin-top:-0.75pt;mso-position-horizontal-relative:page;position:absolute;width:55pt;z-index:-251623424" coordorigin="5518,-15" coordsize="1100,528">
            <v:group id="_x0000_s1672" style="height:2;left:6209;position:absolute;top:274;width:226" coordorigin="6209,274" coordsize="226,2">
              <v:shape id="_x0000_s1673" style="height:2;left:6209;position:absolute;top:274;width:226" coordorigin="6209,274" coordsize="226,21600" path="m6209,274l6436,274e" filled="f" stroked="t" strokecolor="red" strokeweight="0.5pt">
                <v:path arrowok="t"/>
              </v:shape>
            </v:group>
            <v:group id="_x0000_s1674" style="height:26;left:5522;position:absolute;top:314;width:20" coordorigin="5522,314" coordsize="20,26">
              <v:shape id="_x0000_s1675" style="height:26;left:5522;position:absolute;top:314;width:20" coordorigin="5522,314" coordsize="20,26" path="m5522,340l5542,314e" filled="f" stroked="t" strokecolor="red" strokeweight="0.24pt">
                <v:path arrowok="t"/>
              </v:shape>
            </v:group>
            <v:group id="_x0000_s1676" style="height:197;left:5542;position:absolute;top:314;width:52" coordorigin="5542,314" coordsize="52,197">
              <v:shape id="_x0000_s1677" style="height:197;left:5542;position:absolute;top:314;width:52" coordorigin="5542,314" coordsize="52,197" path="m5542,314l5594,511e" filled="f" stroked="t" strokecolor="red" strokeweight="0.24pt">
                <v:path arrowok="t"/>
              </v:shape>
            </v:group>
            <v:group id="_x0000_s1678" style="height:518;left:5594;position:absolute;top:-8;width:56" coordorigin="5594,-8" coordsize="56,518">
              <v:shape id="_x0000_s1679" style="height:518;left:5594;position:absolute;top:-8;width:56" coordorigin="5594,-8" coordsize="56,518" path="m5594,511l5650,-8e" filled="f" stroked="t" strokecolor="red" strokeweight="0.24pt">
                <v:path arrowok="t"/>
              </v:shape>
            </v:group>
            <v:group id="_x0000_s1680" style="height:2;left:5650;position:absolute;top:-8;width:965" coordorigin="5650,-8" coordsize="965,2">
              <v:shape id="_x0000_s1681" style="height:2;left:5650;position:absolute;top:-8;width:965" coordorigin="5650,-8" coordsize="965,21600" path="m5650,-8l6615,-8e" filled="f" stroked="t" strokecolor="red" strokeweight="0.24pt">
                <v:path arrowok="t"/>
              </v:shape>
            </v:group>
            <v:group id="_x0000_s1682" style="height:523;left:5520;position:absolute;top:-13;width:1095" coordorigin="5520,-13" coordsize="1095,523">
              <v:shape id="_x0000_s1683" style="height:523;left:5520;position:absolute;top:-13;width:1095" coordorigin="5520,-13" coordsize="1095,523" path="m5554,326l5537,326,5589,511,5599,511,5603,470,5593,470,5554,326xe" filled="t" fillcolor="red" stroked="f">
                <v:path arrowok="t"/>
              </v:shape>
              <v:shape id="_x0000_s1684" style="height:523;left:5520;position:absolute;top:-13;width:1095" coordorigin="5520,-13" coordsize="1095,523" path="m6615,-13l5646,-13,5593,470,5603,470,5654,-2,6615,-2,6615,-13xe" filled="t" fillcolor="red" stroked="f">
                <v:path arrowok="t"/>
              </v:shape>
              <v:shape id="_x0000_s1685" style="height:523;left:5520;position:absolute;top:-13;width:1095" coordorigin="5520,-13" coordsize="1095,523" path="m5548,301l5520,338,5525,342,5537,326,5554,326,5548,301xe" filled="t" fillcolor="red" stroked="f">
                <v:path arrowok="t"/>
              </v:shape>
            </v:group>
          </v:group>
        </w:pict>
      </w:r>
      <w:r>
        <w:pict>
          <v:group id="_x0000_s1686" style="height:0.1pt;margin-left:342.03pt;margin-top:13.69pt;mso-position-horizontal-relative:page;position:absolute;width:11.16pt;z-index:-251622400" coordorigin="6841,274" coordsize="223,2">
            <v:shape id="_x0000_s1687" style="height:2;left:6841;position:absolute;top:274;width:223" coordorigin="6841,274" coordsize="223,21600" path="m6841,274l7064,274e" filled="f" stroked="t" strokecolor="red" strokeweight="0.5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6"/>
          <w:w w:val="100"/>
          <w:position w:val="-6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0"/>
          <w:position w:val="3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-6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color w:val="FF0000"/>
          <w:spacing w:val="-15"/>
          <w:w w:val="100"/>
          <w:position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99"/>
          <w:position w:val="-6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color w:val="FF0000"/>
          <w:spacing w:val="-31"/>
          <w:w w:val="100"/>
          <w:position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99"/>
          <w:position w:val="6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color w:val="FF0000"/>
          <w:spacing w:val="0"/>
          <w:w w:val="99"/>
          <w:position w:val="6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color w:val="FF0000"/>
          <w:spacing w:val="-38"/>
          <w:w w:val="100"/>
          <w:position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7"/>
          <w:w w:val="100"/>
          <w:position w:val="-6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7"/>
          <w:w w:val="100"/>
          <w:position w:val="3"/>
          <w:sz w:val="12"/>
          <w:szCs w:val="12"/>
        </w:rPr>
        <w:t xml:space="preserve"> </w:t>
      </w:r>
      <w:r>
        <w:rPr>
          <w:rFonts w:ascii="Symbol" w:eastAsia="Symbol" w:hAnsi="Symbol" w:cs="Symbol"/>
          <w:color w:val="FF0000"/>
          <w:spacing w:val="0"/>
          <w:w w:val="100"/>
          <w:position w:val="-6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color w:val="FF0000"/>
          <w:spacing w:val="9"/>
          <w:w w:val="100"/>
          <w:position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6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6"/>
          <w:sz w:val="21"/>
          <w:szCs w:val="21"/>
        </w:rPr>
        <w:t>6</w:t>
      </w:r>
    </w:p>
    <w:p>
      <w:pPr>
        <w:spacing w:after="0" w:line="320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1680" w:bottom="1060" w:left="960" w:header="720" w:footer="720"/>
          <w:cols w:num="3" w:space="720" w:equalWidth="0">
            <w:col w:w="3206" w:space="188"/>
            <w:col w:w="1114" w:space="168"/>
            <w:col w:w="4584"/>
          </w:cols>
        </w:sectPr>
      </w:pPr>
    </w:p>
    <w:p>
      <w:pPr>
        <w:spacing w:before="0" w:after="0" w:line="219" w:lineRule="exact"/>
        <w:ind w:left="1003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color w:val="FF0000"/>
          <w:spacing w:val="-4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FF0000"/>
          <w:spacing w:val="0"/>
          <w:w w:val="100"/>
          <w:sz w:val="21"/>
          <w:szCs w:val="21"/>
        </w:rPr>
        <w:t>C</w:t>
      </w:r>
    </w:p>
    <w:p>
      <w:pPr>
        <w:spacing w:before="0" w:after="0" w:line="317" w:lineRule="exact"/>
        <w:ind w:left="115" w:right="-73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14.4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，</w:t>
      </w:r>
    </w:p>
    <w:p>
      <w:pPr>
        <w:spacing w:before="0" w:after="0" w:line="298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w w:val="143"/>
          <w:position w:val="-1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-1"/>
          <w:sz w:val="21"/>
          <w:szCs w:val="21"/>
        </w:rPr>
        <w:t>26.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-1"/>
          <w:sz w:val="21"/>
          <w:szCs w:val="21"/>
        </w:rPr>
        <w:t>4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-1"/>
          <w:sz w:val="21"/>
          <w:szCs w:val="21"/>
        </w:rPr>
        <w:t>，</w:t>
      </w:r>
    </w:p>
    <w:p>
      <w:pPr>
        <w:tabs>
          <w:tab w:val="left" w:pos="660"/>
          <w:tab w:val="left" w:pos="3440"/>
          <w:tab w:val="left" w:pos="4060"/>
        </w:tabs>
        <w:spacing w:before="0" w:after="0" w:line="219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20</w:t>
        <w:tab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sz w:val="21"/>
          <w:szCs w:val="21"/>
        </w:rPr>
        <w:t>5</w:t>
        <w:tab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1"/>
          <w:sz w:val="21"/>
          <w:szCs w:val="21"/>
        </w:rPr>
        <w:t>5</w:t>
      </w:r>
    </w:p>
    <w:p>
      <w:pPr>
        <w:spacing w:after="0" w:line="219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00" w:h="16840"/>
          <w:pgMar w:top="1360" w:right="1680" w:bottom="1060" w:left="960" w:header="720" w:footer="720"/>
          <w:cols w:num="2" w:space="720" w:equalWidth="0">
            <w:col w:w="1810" w:space="57"/>
            <w:col w:w="7393"/>
          </w:cols>
        </w:sectPr>
      </w:pPr>
    </w:p>
    <w:p>
      <w:pPr>
        <w:spacing w:before="0" w:after="0" w:line="326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pict>
          <v:group id="_x0000_s1688" style="height:368.64pt;margin-left:52.21pt;margin-top:58.16pt;mso-position-horizontal-relative:page;mso-position-vertical-relative:page;position:absolute;width:490.79pt;z-index:-251629568" coordorigin="1044,1163" coordsize="9816,7373">
            <v:shape id="_x0000_s1689" type="#_x0000_t75" style="height:6144;left:1085;position:absolute;top:1163;width:9514">
              <v:imagedata r:id="rId31" o:title=""/>
            </v:shape>
            <v:group id="_x0000_s1690" style="height:1872;left:1046;position:absolute;top:1278;width:9811" coordorigin="1046,1278" coordsize="9811,1872">
              <v:shape id="_x0000_s1691" style="height:1872;left:1046;position:absolute;top:1278;width:9811" coordorigin="1046,1278" coordsize="9811,1872" path="m1046,3150l10858,3150,10858,1278,1046,1278,1046,3150xe" filled="t" fillcolor="white" stroked="f">
                <v:path arrowok="t"/>
              </v:shape>
              <v:shape id="_x0000_s1692" type="#_x0000_t75" style="height:1632;left:7339;position:absolute;top:1365;width:2131">
                <v:imagedata r:id="rId32" o:title=""/>
              </v:shape>
            </v:group>
            <v:group id="_x0000_s1693" style="height:312;left:1046;position:absolute;top:3150;width:9811" coordorigin="1046,3150" coordsize="9811,312">
              <v:shape id="_x0000_s1694" style="height:312;left:1046;position:absolute;top:3150;width:9811" coordorigin="1046,3150" coordsize="9811,312" path="m1046,3462l10858,3462,10858,3150,1046,3150,1046,3462xe" filled="t" fillcolor="white" stroked="f">
                <v:path arrowok="t"/>
              </v:shape>
            </v:group>
            <v:group id="_x0000_s1695" style="height:312;left:1046;position:absolute;top:3462;width:9811" coordorigin="1046,3462" coordsize="9811,312">
              <v:shape id="_x0000_s1696" style="height:312;left:1046;position:absolute;top:3462;width:9811" coordorigin="1046,3462" coordsize="9811,312" path="m1046,3774l10858,3774,10858,3462,1046,3462,1046,3774xe" filled="t" fillcolor="white" stroked="f">
                <v:path arrowok="t"/>
              </v:shape>
            </v:group>
            <v:group id="_x0000_s1697" style="height:312;left:1046;position:absolute;top:3774;width:9811" coordorigin="1046,3774" coordsize="9811,312">
              <v:shape id="_x0000_s1698" style="height:312;left:1046;position:absolute;top:3774;width:9811" coordorigin="1046,3774" coordsize="9811,312" path="m1046,4086l10858,4086,10858,3774,1046,3774,1046,4086xe" filled="t" fillcolor="white" stroked="f">
                <v:path arrowok="t"/>
              </v:shape>
            </v:group>
            <v:group id="_x0000_s1699" style="height:312;left:1046;position:absolute;top:4086;width:9811" coordorigin="1046,4086" coordsize="9811,312">
              <v:shape id="_x0000_s1700" style="height:312;left:1046;position:absolute;top:4086;width:9811" coordorigin="1046,4086" coordsize="9811,312" path="m1046,4398l10858,4398,10858,4086,1046,4086,1046,4398xe" filled="t" fillcolor="white" stroked="f">
                <v:path arrowok="t"/>
              </v:shape>
            </v:group>
            <v:group id="_x0000_s1701" style="height:312;left:1046;position:absolute;top:4398;width:9811" coordorigin="1046,4398" coordsize="9811,312">
              <v:shape id="_x0000_s1702" style="height:312;left:1046;position:absolute;top:4398;width:9811" coordorigin="1046,4398" coordsize="9811,312" path="m1046,4710l10858,4710,10858,4398,1046,4398,1046,4710xe" filled="t" fillcolor="white" stroked="f">
                <v:path arrowok="t"/>
              </v:shape>
            </v:group>
            <v:group id="_x0000_s1703" style="height:1872;left:1046;position:absolute;top:4710;width:9811" coordorigin="1046,4710" coordsize="9811,1872">
              <v:shape id="_x0000_s1704" style="height:1872;left:1046;position:absolute;top:4710;width:9811" coordorigin="1046,4710" coordsize="9811,1872" path="m1046,6582l10858,6582,10858,4710,1046,4710,1046,6582xe" filled="t" fillcolor="white" stroked="f">
                <v:path arrowok="t"/>
              </v:shape>
              <v:shape id="_x0000_s1705" type="#_x0000_t75" style="height:1579;left:7560;position:absolute;top:4826;width:2160">
                <v:imagedata r:id="rId33" o:title=""/>
              </v:shape>
            </v:group>
            <v:group id="_x0000_s1706" style="height:312;left:1046;position:absolute;top:6582;width:9811" coordorigin="1046,6582" coordsize="9811,312">
              <v:shape id="_x0000_s1707" style="height:312;left:1046;position:absolute;top:6582;width:9811" coordorigin="1046,6582" coordsize="9811,312" path="m1046,6894l10858,6894,10858,6582,1046,6582,1046,6894xe" filled="t" fillcolor="white" stroked="f">
                <v:path arrowok="t"/>
              </v:shape>
            </v:group>
            <v:group id="_x0000_s1708" style="height:312;left:1046;position:absolute;top:6894;width:9811" coordorigin="1046,6894" coordsize="9811,312">
              <v:shape id="_x0000_s1709" style="height:312;left:1046;position:absolute;top:6894;width:9811" coordorigin="1046,6894" coordsize="9811,312" path="m1046,7206l10858,7206,10858,6894,1046,6894,1046,7206xe" filled="t" fillcolor="white" stroked="f">
                <v:path arrowok="t"/>
              </v:shape>
            </v:group>
            <v:group id="_x0000_s1710" style="height:312;left:1046;position:absolute;top:7206;width:9811" coordorigin="1046,7206" coordsize="9811,312">
              <v:shape id="_x0000_s1711" style="height:312;left:1046;position:absolute;top:7206;width:9811" coordorigin="1046,7206" coordsize="9811,312" path="m1046,7518l10858,7518,10858,7206,1046,7206,1046,7518xe" filled="t" fillcolor="white" stroked="f">
                <v:path arrowok="t"/>
              </v:shape>
              <v:shape id="_x0000_s1712" type="#_x0000_t75" style="height:922;left:1085;position:absolute;top:7614;width:9514">
                <v:imagedata r:id="rId34" o:title=""/>
              </v:shape>
            </v:group>
            <v:group id="_x0000_s1713" style="height:312;left:1046;position:absolute;top:7518;width:9811" coordorigin="1046,7518" coordsize="9811,312">
              <v:shape id="_x0000_s1714" style="height:312;left:1046;position:absolute;top:7518;width:9811" coordorigin="1046,7518" coordsize="9811,312" path="m1046,7830l10858,7830,10858,7518,1046,7518,1046,7830xe" filled="t" fillcolor="white" stroked="f">
                <v:path arrowok="t"/>
              </v:shape>
            </v:group>
            <v:group id="_x0000_s1715" style="height:312;left:1046;position:absolute;top:7830;width:9811" coordorigin="1046,7830" coordsize="9811,312">
              <v:shape id="_x0000_s1716" style="height:312;left:1046;position:absolute;top:7830;width:9811" coordorigin="1046,7830" coordsize="9811,312" path="m1046,8142l10858,8142,10858,7830,1046,7830,1046,8142xe" filled="t" fillcolor="white" stroked="f">
                <v:path arrowok="t"/>
              </v:shape>
            </v:group>
            <v:group id="_x0000_s1717" style="height:312;left:1046;position:absolute;top:8142;width:9811" coordorigin="1046,8142" coordsize="9811,312">
              <v:shape id="_x0000_s1718" style="height:312;left:1046;position:absolute;top:8142;width:9811" coordorigin="1046,8142" coordsize="9811,312" path="m1046,8454l10858,8454,10858,8142,1046,8142,1046,8454xe" filled="t" fillcolor="white" stroked="f">
                <v:path arrowok="t"/>
              </v:shape>
            </v:group>
          </v:group>
        </w:pict>
      </w:r>
      <w:r>
        <w:rPr>
          <w:rFonts w:ascii="微软雅黑" w:eastAsia="微软雅黑" w:hAnsi="微软雅黑" w:cs="微软雅黑"/>
          <w:color w:val="FF0000"/>
          <w:w w:val="143"/>
          <w:position w:val="0"/>
          <w:sz w:val="21"/>
          <w:szCs w:val="21"/>
        </w:rPr>
        <w:t>∴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26.4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0"/>
          <w:sz w:val="21"/>
          <w:szCs w:val="21"/>
        </w:rPr>
        <w:t>÷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FF0000"/>
          <w:spacing w:val="1"/>
          <w:w w:val="100"/>
          <w:position w:val="0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FF0000"/>
          <w:spacing w:val="-5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>3.2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0"/>
          <w:sz w:val="21"/>
          <w:szCs w:val="21"/>
        </w:rPr>
        <w:t>秒．</w:t>
      </w:r>
    </w:p>
    <w:p>
      <w:pPr>
        <w:spacing w:before="0" w:after="0" w:line="774" w:lineRule="exact"/>
        <w:ind w:left="115" w:right="-20"/>
        <w:jc w:val="left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color w:val="FF0000"/>
          <w:spacing w:val="0"/>
          <w:w w:val="100"/>
          <w:position w:val="36"/>
          <w:sz w:val="21"/>
          <w:szCs w:val="21"/>
        </w:rPr>
        <w:t>综上所述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36"/>
          <w:sz w:val="21"/>
          <w:szCs w:val="21"/>
        </w:rPr>
        <w:t>：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36"/>
          <w:sz w:val="21"/>
          <w:szCs w:val="21"/>
        </w:rPr>
        <w:t>当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36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36"/>
          <w:sz w:val="21"/>
          <w:szCs w:val="21"/>
        </w:rPr>
        <w:t>为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6"/>
          <w:sz w:val="21"/>
          <w:szCs w:val="21"/>
        </w:rPr>
        <w:t>11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6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36"/>
          <w:sz w:val="21"/>
          <w:szCs w:val="21"/>
        </w:rPr>
        <w:t>秒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36"/>
          <w:sz w:val="21"/>
          <w:szCs w:val="21"/>
        </w:rPr>
        <w:t>或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6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6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36"/>
          <w:sz w:val="21"/>
          <w:szCs w:val="21"/>
        </w:rPr>
        <w:t>秒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36"/>
          <w:sz w:val="21"/>
          <w:szCs w:val="21"/>
        </w:rPr>
        <w:t>或</w:t>
      </w:r>
      <w:r>
        <w:rPr>
          <w:rFonts w:ascii="微软雅黑" w:eastAsia="微软雅黑" w:hAnsi="微软雅黑" w:cs="微软雅黑"/>
          <w:color w:val="FF0000"/>
          <w:spacing w:val="-9"/>
          <w:w w:val="100"/>
          <w:position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6"/>
          <w:sz w:val="21"/>
          <w:szCs w:val="21"/>
        </w:rPr>
        <w:t>13.2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6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36"/>
          <w:sz w:val="21"/>
          <w:szCs w:val="21"/>
        </w:rPr>
        <w:t>秒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36"/>
          <w:sz w:val="21"/>
          <w:szCs w:val="21"/>
        </w:rPr>
        <w:t>时，</w:t>
      </w:r>
      <w:r>
        <w:rPr>
          <w:rFonts w:ascii="Cambria Math" w:eastAsia="Cambria Math" w:hAnsi="Cambria Math" w:cs="Cambria Math"/>
          <w:color w:val="FF0000"/>
          <w:spacing w:val="1"/>
          <w:w w:val="100"/>
          <w:position w:val="36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36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0"/>
          <w:position w:val="3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color w:val="FF0000"/>
          <w:spacing w:val="0"/>
          <w:w w:val="100"/>
          <w:position w:val="36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color w:val="FF0000"/>
          <w:spacing w:val="-4"/>
          <w:w w:val="100"/>
          <w:position w:val="36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36"/>
          <w:sz w:val="21"/>
          <w:szCs w:val="21"/>
        </w:rPr>
        <w:t>为等腰三</w:t>
      </w:r>
      <w:r>
        <w:rPr>
          <w:rFonts w:ascii="微软雅黑" w:eastAsia="微软雅黑" w:hAnsi="微软雅黑" w:cs="微软雅黑"/>
          <w:color w:val="FF0000"/>
          <w:spacing w:val="-5"/>
          <w:w w:val="100"/>
          <w:position w:val="36"/>
          <w:sz w:val="21"/>
          <w:szCs w:val="21"/>
        </w:rPr>
        <w:t>角</w:t>
      </w:r>
      <w:r>
        <w:rPr>
          <w:rFonts w:ascii="微软雅黑" w:eastAsia="微软雅黑" w:hAnsi="微软雅黑" w:cs="微软雅黑"/>
          <w:color w:val="FF0000"/>
          <w:spacing w:val="0"/>
          <w:w w:val="100"/>
          <w:position w:val="36"/>
          <w:sz w:val="21"/>
          <w:szCs w:val="21"/>
        </w:rPr>
        <w:t>形．</w:t>
      </w:r>
    </w:p>
    <w:sectPr>
      <w:type w:val="continuous"/>
      <w:pgSz w:w="11900" w:h="16840"/>
      <w:pgMar w:top="1360" w:right="1680" w:bottom="1060" w:left="96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Microsoft JhengHei">
    <w:altName w:val="Microsoft JhengHei"/>
    <w:charset w:val="00"/>
    <w:family w:val="swiss"/>
    <w:pitch w:val="variable"/>
  </w:font>
  <w:font w:name="微软雅黑">
    <w:altName w:val="微软雅黑"/>
    <w:charset w:val="86"/>
    <w:family w:val="swiss"/>
    <w:pitch w:val="variable"/>
  </w:font>
  <w:font w:name="Symbol">
    <w:altName w:val="Symbol"/>
    <w:charset w:val="02"/>
    <w:family w:val="roman"/>
    <w:pitch w:val="variable"/>
  </w:font>
  <w:font w:name="Cambria Math">
    <w:altName w:val="Cambria Math"/>
    <w:charset w:val="00"/>
    <w:family w:val="roman"/>
    <w:pitch w:val="variable"/>
  </w:font>
  <w:font w:name="MT Extra">
    <w:altName w:val="MT Extra"/>
    <w:charset w:val="0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12pt;margin-left:289.16pt;margin-top:787.1pt;mso-position-horizontal-relative:page;mso-position-vertical-relative:page;position:absolute;width:17.27pt;z-index:-251658240" filled="f" stroked="f">
          <v:textbox inset="0,0,0,0">
            <w:txbxContent>
              <w:p>
                <w:pPr>
                  <w:spacing w:before="0" w:after="0" w:line="206" w:lineRule="exact"/>
                  <w:ind w:left="20" w:right="-47"/>
                  <w:jc w:val="lef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0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1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0" w:lineRule="exact"/>
      <w:jc w:val="left"/>
      <w:rPr>
        <w:sz w:val="4"/>
        <w:szCs w:val="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height:11.12pt;margin-left:289.16pt;margin-top:787.1pt;mso-position-horizontal-relative:page;mso-position-vertical-relative:page;position:absolute;width:17.27pt;z-index:-251657216" filled="f" stroked="f">
          <v:textbox inset="0,0,0,0">
            <w:txbxContent>
              <w:p>
                <w:pPr>
                  <w:spacing w:before="0" w:after="0" w:line="206" w:lineRule="exact"/>
                  <w:ind w:left="20" w:right="-47"/>
                  <w:jc w:val="lef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0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1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height:11.12pt;margin-left:289.16pt;margin-top:787.1pt;mso-position-horizontal-relative:page;mso-position-vertical-relative:page;position:absolute;width:17.27pt;z-index:-251656192" filled="f" stroked="f">
          <v:textbox inset="0,0,0,0">
            <w:txbxContent>
              <w:p>
                <w:pPr>
                  <w:spacing w:before="0" w:after="0" w:line="206" w:lineRule="exact"/>
                  <w:ind w:left="20" w:right="-47"/>
                  <w:jc w:val="lef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0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1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height:11.12pt;margin-left:289.16pt;margin-top:787.1pt;mso-position-horizontal-relative:page;mso-position-vertical-relative:page;position:absolute;width:17.27pt;z-index:-251655168" filled="f" stroked="f">
          <v:textbox inset="0,0,0,0">
            <w:txbxContent>
              <w:p>
                <w:pPr>
                  <w:spacing w:before="0" w:after="0" w:line="206" w:lineRule="exact"/>
                  <w:ind w:left="20" w:right="-47"/>
                  <w:jc w:val="lef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0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1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height:11.12pt;margin-left:289.16pt;margin-top:787.1pt;mso-position-horizontal-relative:page;mso-position-vertical-relative:page;position:absolute;width:17.27pt;z-index:-251654144" filled="f" stroked="f">
          <v:textbox inset="0,0,0,0">
            <w:txbxContent>
              <w:p>
                <w:pPr>
                  <w:spacing w:before="0" w:after="0" w:line="206" w:lineRule="exact"/>
                  <w:ind w:left="20" w:right="-47"/>
                  <w:jc w:val="lef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0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4"/>
                    <w:w w:val="100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1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png" /><Relationship Id="rId18" Type="http://schemas.openxmlformats.org/officeDocument/2006/relationships/footer" Target="footer2.xml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footer" Target="footer3.xml" /><Relationship Id="rId24" Type="http://schemas.openxmlformats.org/officeDocument/2006/relationships/image" Target="media/image18.jpeg" /><Relationship Id="rId25" Type="http://schemas.openxmlformats.org/officeDocument/2006/relationships/footer" Target="footer4.xml" /><Relationship Id="rId26" Type="http://schemas.openxmlformats.org/officeDocument/2006/relationships/image" Target="media/image19.jpeg" /><Relationship Id="rId27" Type="http://schemas.openxmlformats.org/officeDocument/2006/relationships/footer" Target="footer5.xml" /><Relationship Id="rId28" Type="http://schemas.openxmlformats.org/officeDocument/2006/relationships/image" Target="media/image20.jpeg" /><Relationship Id="rId29" Type="http://schemas.openxmlformats.org/officeDocument/2006/relationships/footer" Target="footer6.xml" /><Relationship Id="rId3" Type="http://schemas.openxmlformats.org/officeDocument/2006/relationships/fontTable" Target="fontTable.xml" /><Relationship Id="rId30" Type="http://schemas.openxmlformats.org/officeDocument/2006/relationships/image" Target="media/image21.jpeg" /><Relationship Id="rId31" Type="http://schemas.openxmlformats.org/officeDocument/2006/relationships/image" Target="media/image22.png" /><Relationship Id="rId32" Type="http://schemas.openxmlformats.org/officeDocument/2006/relationships/image" Target="media/image23.png" /><Relationship Id="rId33" Type="http://schemas.openxmlformats.org/officeDocument/2006/relationships/image" Target="media/image24.jpeg" /><Relationship Id="rId34" Type="http://schemas.openxmlformats.org/officeDocument/2006/relationships/image" Target="media/image25.png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2018-10-07T18:24:11Z</dcterms:created>
  <dcterms:modified xsi:type="dcterms:W3CDTF">2018-10-07T18:24:11Z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2018-10-06T00:00:00Z</vt:filetime>
  </property>
  <property fmtid="{D5CDD505-2E9C-101B-9397-08002B2CF9AE}" pid="3" name="LastSaved">
    <vt:filetime>2018-10-07T00:00:00Z</vt:filetime>
  </property>
</Properties>
</file>