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5D1" w:rsidRPr="00C148BB" w:rsidRDefault="007655D1" w:rsidP="00FD2FD8">
      <w:pPr>
        <w:ind w:firstLineChars="850" w:firstLine="1785"/>
      </w:pPr>
      <w:r w:rsidRPr="00FD2FD8">
        <w:rPr>
          <w:rFonts w:hint="eastAsia"/>
        </w:rPr>
        <w:t>上海版牛津英语一年级上册期末</w:t>
      </w:r>
      <w:r>
        <w:rPr>
          <w:rFonts w:hint="eastAsia"/>
        </w:rPr>
        <w:t>练习卷</w:t>
      </w:r>
    </w:p>
    <w:p w:rsidR="007655D1" w:rsidRPr="00FD2FD8" w:rsidRDefault="007655D1" w:rsidP="00FD2FD8">
      <w:r w:rsidRPr="00C148BB">
        <w:t xml:space="preserve">                                        </w:t>
      </w:r>
    </w:p>
    <w:p w:rsidR="007655D1" w:rsidRPr="00FD2FD8" w:rsidRDefault="007655D1" w:rsidP="00FD2FD8">
      <w:r>
        <w:t>Class</w:t>
      </w:r>
      <w:r w:rsidRPr="00FD2FD8">
        <w:rPr>
          <w:rFonts w:hint="eastAsia"/>
        </w:rPr>
        <w:t>：</w:t>
      </w:r>
      <w:r w:rsidRPr="00FD2FD8">
        <w:rPr>
          <w:u w:val="single"/>
        </w:rPr>
        <w:t xml:space="preserve">          </w:t>
      </w:r>
      <w:r>
        <w:t xml:space="preserve">        Name</w:t>
      </w:r>
      <w:r w:rsidRPr="00FD2FD8">
        <w:rPr>
          <w:rFonts w:hint="eastAsia"/>
        </w:rPr>
        <w:t>：</w:t>
      </w:r>
      <w:r w:rsidRPr="00FD2FD8">
        <w:rPr>
          <w:u w:val="single"/>
        </w:rPr>
        <w:t xml:space="preserve">           </w:t>
      </w:r>
      <w:r>
        <w:rPr>
          <w:u w:val="single"/>
        </w:rPr>
        <w:t xml:space="preserve"> </w:t>
      </w:r>
      <w:r>
        <w:t xml:space="preserve">        Score: </w:t>
      </w:r>
      <w:r>
        <w:rPr>
          <w:u w:val="single"/>
        </w:rPr>
        <w:t xml:space="preserve">             </w:t>
      </w:r>
    </w:p>
    <w:p w:rsidR="007655D1" w:rsidRDefault="007655D1" w:rsidP="00C148BB">
      <w:r w:rsidRPr="00C148BB">
        <w:t xml:space="preserve"> </w:t>
      </w:r>
    </w:p>
    <w:p w:rsidR="007655D1" w:rsidRPr="00FD2FD8" w:rsidRDefault="007655D1" w:rsidP="00FD2FD8">
      <w:r w:rsidRPr="00FD2FD8">
        <w:rPr>
          <w:rFonts w:hint="eastAsia"/>
        </w:rPr>
        <w:t>听力部分</w:t>
      </w:r>
      <w:r w:rsidRPr="00FD2FD8">
        <w:t xml:space="preserve"> (60</w:t>
      </w:r>
      <w:r w:rsidRPr="00FD2FD8">
        <w:rPr>
          <w:rFonts w:hint="eastAsia"/>
        </w:rPr>
        <w:t>分</w:t>
      </w:r>
      <w:r w:rsidRPr="00FD2FD8">
        <w:t xml:space="preserve">) </w:t>
      </w:r>
    </w:p>
    <w:p w:rsidR="007655D1" w:rsidRPr="00FD2FD8" w:rsidRDefault="007655D1" w:rsidP="00FD2FD8">
      <w:r w:rsidRPr="00FD2FD8">
        <w:rPr>
          <w:rFonts w:hint="eastAsia"/>
        </w:rPr>
        <w:t>一、听音，圈出你所听到的图片（</w:t>
      </w:r>
      <w:r w:rsidRPr="00FD2FD8">
        <w:t>10</w:t>
      </w:r>
      <w:r w:rsidRPr="00FD2FD8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’"/>
        </w:smartTagPr>
        <w:r w:rsidRPr="00FD2FD8">
          <w:t>2’</w:t>
        </w:r>
      </w:smartTag>
      <w:r w:rsidRPr="00FD2FD8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’"/>
        </w:smartTagPr>
        <w:r w:rsidRPr="00FD2FD8">
          <w:t>20’</w:t>
        </w:r>
      </w:smartTag>
      <w:r w:rsidRPr="00FD2FD8">
        <w:rPr>
          <w:rFonts w:hint="eastAsia"/>
        </w:rPr>
        <w:t>）</w:t>
      </w:r>
    </w:p>
    <w:p w:rsidR="007655D1" w:rsidRPr="00FD2FD8" w:rsidRDefault="007655D1" w:rsidP="00FD2FD8">
      <w:r w:rsidRPr="00FD2FD8">
        <w:t xml:space="preserve">1.  A.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9" o:spid="_x0000_i1025" type="#_x0000_t75" alt="1-bag" style="width:39.75pt;height:42pt;visibility:visible">
            <v:imagedata r:id="rId5" o:title=""/>
          </v:shape>
        </w:pict>
      </w:r>
      <w:r w:rsidRPr="00FD2FD8">
        <w:t xml:space="preserve">   B.  </w:t>
      </w:r>
      <w:r>
        <w:rPr>
          <w:noProof/>
        </w:rPr>
        <w:pict>
          <v:shape id="图片 48" o:spid="_x0000_i1026" type="#_x0000_t75" alt="1-rubber" style="width:33.75pt;height:40.5pt;visibility:visible">
            <v:imagedata r:id="rId6" o:title=""/>
          </v:shape>
        </w:pict>
      </w:r>
      <w:r w:rsidRPr="00FD2FD8">
        <w:t xml:space="preserve">     2.   A. </w:t>
      </w:r>
      <w:r>
        <w:rPr>
          <w:noProof/>
        </w:rPr>
        <w:pict>
          <v:shape id="图片 47" o:spid="_x0000_i1027" type="#_x0000_t75" alt="2-sing" style="width:54.75pt;height:39pt;visibility:visible">
            <v:imagedata r:id="rId7" o:title=""/>
          </v:shape>
        </w:pict>
      </w:r>
      <w:r w:rsidRPr="00FD2FD8">
        <w:t xml:space="preserve">   B. </w:t>
      </w:r>
      <w:r>
        <w:rPr>
          <w:noProof/>
        </w:rPr>
        <w:pict>
          <v:shape id="图片 46" o:spid="_x0000_i1028" type="#_x0000_t75" alt="2-dance" style="width:46.5pt;height:39pt;visibility:visible">
            <v:imagedata r:id="rId8" o:title=""/>
          </v:shape>
        </w:pict>
      </w:r>
    </w:p>
    <w:p w:rsidR="007655D1" w:rsidRPr="00FD2FD8" w:rsidRDefault="007655D1" w:rsidP="00FD2FD8">
      <w:r w:rsidRPr="00FD2FD8">
        <w:t xml:space="preserve">3.  A. </w:t>
      </w:r>
      <w:r>
        <w:rPr>
          <w:noProof/>
        </w:rPr>
        <w:pict>
          <v:shape id="图片 45" o:spid="_x0000_i1029" type="#_x0000_t75" alt="4-mouth" style="width:52.5pt;height:24.75pt;visibility:visible">
            <v:imagedata r:id="rId9" o:title=""/>
          </v:shape>
        </w:pict>
      </w:r>
      <w:r w:rsidRPr="00FD2FD8">
        <w:t xml:space="preserve">   B. </w:t>
      </w:r>
      <w:r>
        <w:rPr>
          <w:noProof/>
        </w:rPr>
        <w:pict>
          <v:shape id="图片 44" o:spid="_x0000_i1030" type="#_x0000_t75" alt="4-nose" style="width:38.25pt;height:32.25pt;visibility:visible">
            <v:imagedata r:id="rId10" o:title=""/>
          </v:shape>
        </w:pict>
      </w:r>
      <w:r w:rsidRPr="00FD2FD8">
        <w:t xml:space="preserve">   4.   A.  </w:t>
      </w:r>
      <w:hyperlink r:id="rId11" w:tgtFrame="_blank" w:history="1">
        <w:r>
          <w:rPr>
            <w:noProof/>
          </w:rPr>
          <w:pict>
            <v:shape id="图片 50" o:spid="_x0000_i1031" type="#_x0000_t75" alt="http://imgsrc.baidu.com/baike/pic/item/3bf33a87e950352a2bf762a35343fbf2b3118b83.jpg" href="http://baike.baidu.com/view/3907" style="width:38.25pt;height:36.75pt;visibility:visible" o:button="t">
              <v:fill o:detectmouseclick="t"/>
              <v:imagedata r:id="rId12" o:title=""/>
            </v:shape>
          </w:pict>
        </w:r>
      </w:hyperlink>
      <w:r>
        <w:t xml:space="preserve">  </w:t>
      </w:r>
      <w:r w:rsidRPr="00FD2FD8">
        <w:t xml:space="preserve"> </w:t>
      </w:r>
      <w:r>
        <w:t xml:space="preserve"> </w:t>
      </w:r>
      <w:r w:rsidRPr="00FD2FD8">
        <w:t xml:space="preserve">B. </w:t>
      </w:r>
      <w:r>
        <w:rPr>
          <w:noProof/>
        </w:rPr>
        <w:pict>
          <v:shape id="图片 51" o:spid="_x0000_i1032" type="#_x0000_t75" style="width:34.5pt;height:40.5pt;visibility:visible">
            <v:imagedata r:id="rId13" o:title=""/>
          </v:shape>
        </w:pict>
      </w:r>
    </w:p>
    <w:p w:rsidR="007655D1" w:rsidRPr="00FD2FD8" w:rsidRDefault="007655D1" w:rsidP="00FD2FD8">
      <w:r w:rsidRPr="00FD2FD8">
        <w:t xml:space="preserve">5.  A. </w:t>
      </w:r>
      <w:r>
        <w:rPr>
          <w:noProof/>
        </w:rPr>
        <w:pict>
          <v:shape id="图片 41" o:spid="_x0000_i1033" type="#_x0000_t75" alt="6-autumn" style="width:54pt;height:39pt;visibility:visible">
            <v:imagedata r:id="rId14" o:title=""/>
          </v:shape>
        </w:pict>
      </w:r>
      <w:r w:rsidRPr="00FD2FD8">
        <w:t xml:space="preserve">  B.  </w:t>
      </w:r>
      <w:r>
        <w:rPr>
          <w:noProof/>
        </w:rPr>
        <w:pict>
          <v:shape id="图片 52" o:spid="_x0000_i1034" type="#_x0000_t75" style="width:46.5pt;height:41.25pt;visibility:visible">
            <v:imagedata r:id="rId15" o:title=""/>
          </v:shape>
        </w:pict>
      </w:r>
      <w:r w:rsidRPr="00FD2FD8">
        <w:t xml:space="preserve">  6.   A. </w:t>
      </w:r>
      <w:r>
        <w:rPr>
          <w:noProof/>
        </w:rPr>
        <w:pict>
          <v:shape id="图片 39" o:spid="_x0000_i1035" type="#_x0000_t75" alt="7-mother" style="width:45pt;height:38.25pt;visibility:visible">
            <v:imagedata r:id="rId16" o:title=""/>
          </v:shape>
        </w:pict>
      </w:r>
      <w:r w:rsidRPr="00FD2FD8">
        <w:t xml:space="preserve">   B.  </w:t>
      </w:r>
      <w:r>
        <w:rPr>
          <w:noProof/>
        </w:rPr>
        <w:pict>
          <v:shape id="图片 38" o:spid="_x0000_i1036" type="#_x0000_t75" alt="7-sister" style="width:50.25pt;height:36pt;visibility:visible">
            <v:imagedata r:id="rId17" o:title=""/>
          </v:shape>
        </w:pict>
      </w:r>
    </w:p>
    <w:p w:rsidR="007655D1" w:rsidRPr="00FD2FD8" w:rsidRDefault="007655D1" w:rsidP="00FD2FD8">
      <w:r w:rsidRPr="00FD2FD8">
        <w:t xml:space="preserve">7.  A. </w:t>
      </w:r>
      <w:r>
        <w:rPr>
          <w:noProof/>
        </w:rPr>
        <w:pict>
          <v:shape id="图片 53" o:spid="_x0000_i1037" type="#_x0000_t75" style="width:49.5pt;height:42pt;visibility:visible">
            <v:imagedata r:id="rId18" o:title=""/>
          </v:shape>
        </w:pict>
      </w:r>
      <w:r w:rsidRPr="00FD2FD8">
        <w:t xml:space="preserve">  B. </w:t>
      </w:r>
      <w:r>
        <w:rPr>
          <w:noProof/>
        </w:rPr>
        <w:pict>
          <v:shape id="图片 54" o:spid="_x0000_i1038" type="#_x0000_t75" style="width:44.25pt;height:48.75pt;visibility:visible">
            <v:imagedata r:id="rId19" o:title=""/>
          </v:shape>
        </w:pict>
      </w:r>
      <w:r w:rsidRPr="00FD2FD8">
        <w:t xml:space="preserve">  8.   A. </w:t>
      </w:r>
      <w:r>
        <w:rPr>
          <w:noProof/>
        </w:rPr>
        <w:pict>
          <v:shape id="图片 55" o:spid="_x0000_i1039" type="#_x0000_t75" style="width:48.75pt;height:52.5pt;visibility:visible">
            <v:imagedata r:id="rId20" o:title=""/>
          </v:shape>
        </w:pict>
      </w:r>
      <w:r w:rsidRPr="00FD2FD8">
        <w:t xml:space="preserve">   </w:t>
      </w:r>
      <w:r>
        <w:t xml:space="preserve"> </w:t>
      </w:r>
      <w:r w:rsidRPr="00FD2FD8">
        <w:t xml:space="preserve">B.  </w:t>
      </w:r>
      <w:r>
        <w:rPr>
          <w:noProof/>
        </w:rPr>
        <w:pict>
          <v:shape id="图片 56" o:spid="_x0000_i1040" type="#_x0000_t75" style="width:57pt;height:45.75pt;visibility:visible">
            <v:imagedata r:id="rId21" o:title=""/>
          </v:shape>
        </w:pict>
      </w:r>
    </w:p>
    <w:p w:rsidR="007655D1" w:rsidRPr="00FD2FD8" w:rsidRDefault="007655D1" w:rsidP="00FD2FD8">
      <w:r w:rsidRPr="00FD2FD8">
        <w:t xml:space="preserve">9.  A. </w:t>
      </w:r>
      <w:r>
        <w:rPr>
          <w:noProof/>
        </w:rPr>
        <w:pict>
          <v:shape id="图片 57" o:spid="_x0000_i1041" type="#_x0000_t75" style="width:47.25pt;height:47.25pt;visibility:visible">
            <v:imagedata r:id="rId22" o:title=""/>
          </v:shape>
        </w:pict>
      </w:r>
      <w:r w:rsidRPr="00FD2FD8">
        <w:t xml:space="preserve">  B.</w:t>
      </w:r>
      <w:r>
        <w:rPr>
          <w:noProof/>
        </w:rPr>
        <w:pict>
          <v:shape id="图片 58" o:spid="_x0000_i1042" type="#_x0000_t75" style="width:63.75pt;height:42.75pt;visibility:visible">
            <v:imagedata r:id="rId23" o:title=""/>
          </v:shape>
        </w:pict>
      </w:r>
      <w:r w:rsidRPr="00FD2FD8">
        <w:t xml:space="preserve">    10.  A. </w:t>
      </w:r>
      <w:r>
        <w:rPr>
          <w:noProof/>
        </w:rPr>
        <w:pict>
          <v:shape id="图片 31" o:spid="_x0000_i1043" type="#_x0000_t75" alt="7-me" style="width:42pt;height:47.25pt;visibility:visible">
            <v:imagedata r:id="rId24" o:title=""/>
          </v:shape>
        </w:pict>
      </w:r>
      <w:r w:rsidRPr="00FD2FD8">
        <w:t xml:space="preserve">    B. </w:t>
      </w:r>
      <w:r>
        <w:rPr>
          <w:noProof/>
        </w:rPr>
        <w:pict>
          <v:shape id="图片 30" o:spid="_x0000_i1044" type="#_x0000_t75" alt="7-father" style="width:48.75pt;height:42.75pt;visibility:visible">
            <v:imagedata r:id="rId25" o:title=""/>
          </v:shape>
        </w:pict>
      </w:r>
    </w:p>
    <w:p w:rsidR="007655D1" w:rsidRPr="00FD2FD8" w:rsidRDefault="007655D1" w:rsidP="00FD2FD8">
      <w:r w:rsidRPr="00FD2FD8">
        <w:rPr>
          <w:rFonts w:hint="eastAsia"/>
        </w:rPr>
        <w:t>二、听音，圈出单词（</w:t>
      </w:r>
      <w:r w:rsidRPr="00FD2FD8">
        <w:t>10</w:t>
      </w:r>
      <w:r w:rsidRPr="00FD2FD8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1’</w:t>
        </w:r>
      </w:smartTag>
      <w:r w:rsidRPr="00FD2FD8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10’</w:t>
        </w:r>
      </w:smartTag>
      <w:r w:rsidRPr="00FD2FD8">
        <w:rPr>
          <w:rFonts w:hint="eastAsia"/>
        </w:rPr>
        <w:t>）</w:t>
      </w:r>
    </w:p>
    <w:p w:rsidR="007655D1" w:rsidRPr="00FD2FD8" w:rsidRDefault="007655D1" w:rsidP="00FD2FD8">
      <w:r w:rsidRPr="00FD2FD8">
        <w:t xml:space="preserve">1. read      write           </w:t>
      </w:r>
      <w:r>
        <w:t xml:space="preserve"> </w:t>
      </w:r>
      <w:r w:rsidRPr="00FD2FD8">
        <w:t>2. ruler    rubber</w:t>
      </w:r>
    </w:p>
    <w:p w:rsidR="007655D1" w:rsidRPr="00FD2FD8" w:rsidRDefault="007655D1" w:rsidP="00FD2FD8">
      <w:r w:rsidRPr="00FD2FD8">
        <w:t>3. moon    mooncake        4. bag    pen</w:t>
      </w:r>
    </w:p>
    <w:p w:rsidR="007655D1" w:rsidRPr="00FD2FD8" w:rsidRDefault="007655D1" w:rsidP="00FD2FD8">
      <w:r w:rsidRPr="00FD2FD8">
        <w:t xml:space="preserve">5. jump    dance            6.father    mother            </w:t>
      </w:r>
    </w:p>
    <w:p w:rsidR="007655D1" w:rsidRPr="00FD2FD8" w:rsidRDefault="007655D1" w:rsidP="00FD2FD8">
      <w:r w:rsidRPr="00FD2FD8">
        <w:t>7.</w:t>
      </w:r>
      <w:r>
        <w:t xml:space="preserve"> pear</w:t>
      </w:r>
      <w:r w:rsidRPr="00FD2FD8">
        <w:t xml:space="preserve">   </w:t>
      </w:r>
      <w:r>
        <w:t xml:space="preserve">  peach</w:t>
      </w:r>
      <w:r w:rsidRPr="00FD2FD8">
        <w:t xml:space="preserve">           </w:t>
      </w:r>
      <w:r>
        <w:t xml:space="preserve"> </w:t>
      </w:r>
      <w:r w:rsidRPr="00FD2FD8">
        <w:t xml:space="preserve">8. </w:t>
      </w:r>
      <w:r>
        <w:t>five</w:t>
      </w:r>
      <w:r w:rsidRPr="00FD2FD8">
        <w:t xml:space="preserve">    </w:t>
      </w:r>
      <w:r>
        <w:t>four</w:t>
      </w:r>
    </w:p>
    <w:p w:rsidR="007655D1" w:rsidRPr="00FD2FD8" w:rsidRDefault="007655D1" w:rsidP="00FD2FD8">
      <w:pPr>
        <w:rPr>
          <w:b/>
        </w:rPr>
      </w:pPr>
      <w:r>
        <w:t xml:space="preserve">9. face      </w:t>
      </w:r>
      <w:r w:rsidRPr="00FD2FD8">
        <w:t xml:space="preserve">nose </w:t>
      </w:r>
      <w:r w:rsidRPr="00FD2FD8">
        <w:rPr>
          <w:b/>
        </w:rPr>
        <w:t xml:space="preserve">         </w:t>
      </w:r>
      <w:r>
        <w:rPr>
          <w:b/>
        </w:rPr>
        <w:t xml:space="preserve">  </w:t>
      </w:r>
      <w:r w:rsidRPr="00FD2FD8">
        <w:t xml:space="preserve">10. </w:t>
      </w:r>
      <w:r>
        <w:t>pen</w:t>
      </w:r>
      <w:r w:rsidRPr="00FD2FD8">
        <w:t xml:space="preserve">      </w:t>
      </w:r>
      <w:r>
        <w:t>pencil</w:t>
      </w:r>
    </w:p>
    <w:p w:rsidR="007655D1" w:rsidRPr="00FD2FD8" w:rsidRDefault="007655D1" w:rsidP="00FD2FD8">
      <w:r w:rsidRPr="00FD2FD8">
        <w:rPr>
          <w:rFonts w:hint="eastAsia"/>
        </w:rPr>
        <w:t>三，听音，写数字</w:t>
      </w:r>
      <w:r w:rsidRPr="00FD2FD8">
        <w:t>5%</w:t>
      </w:r>
    </w:p>
    <w:p w:rsidR="007655D1" w:rsidRPr="00FD2FD8" w:rsidRDefault="007655D1" w:rsidP="00FD2FD8"/>
    <w:p w:rsidR="007655D1" w:rsidRPr="00FD2FD8" w:rsidRDefault="007655D1" w:rsidP="00FD2FD8">
      <w:r w:rsidRPr="00FD2FD8">
        <w:t xml:space="preserve">1,______ 2.___________.3___________4__________5_______ </w:t>
      </w:r>
    </w:p>
    <w:p w:rsidR="007655D1" w:rsidRPr="00FD2FD8" w:rsidRDefault="007655D1" w:rsidP="00FD2FD8"/>
    <w:p w:rsidR="007655D1" w:rsidRPr="00FD2FD8" w:rsidRDefault="007655D1" w:rsidP="00FD2FD8">
      <w:r w:rsidRPr="00FD2FD8">
        <w:rPr>
          <w:rFonts w:hint="eastAsia"/>
        </w:rPr>
        <w:t>四、听音，给下列图片排序</w:t>
      </w:r>
      <w:r w:rsidRPr="00FD2FD8">
        <w:t xml:space="preserve"> </w:t>
      </w:r>
      <w:r w:rsidRPr="00FD2FD8">
        <w:rPr>
          <w:rFonts w:hint="eastAsia"/>
        </w:rPr>
        <w:t>（</w:t>
      </w:r>
      <w:r w:rsidRPr="00FD2FD8">
        <w:t>10</w:t>
      </w:r>
      <w:r w:rsidRPr="00FD2FD8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1’</w:t>
        </w:r>
      </w:smartTag>
      <w:r w:rsidRPr="00FD2FD8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10’</w:t>
        </w:r>
      </w:smartTag>
      <w:r w:rsidRPr="00FD2FD8">
        <w:rPr>
          <w:rFonts w:hint="eastAsia"/>
        </w:rPr>
        <w:t>）</w:t>
      </w:r>
      <w:r w:rsidRPr="00FD2FD8">
        <w:t xml:space="preserve"> </w:t>
      </w:r>
    </w:p>
    <w:p w:rsidR="007655D1" w:rsidRPr="00FD2FD8" w:rsidRDefault="007655D1" w:rsidP="00FD2FD8">
      <w:r>
        <w:rPr>
          <w:noProof/>
        </w:rPr>
        <w:pict>
          <v:shape id="图片 29" o:spid="_x0000_i1045" type="#_x0000_t75" alt="2-sing" style="width:57pt;height:54.75pt;visibility:visible">
            <v:imagedata r:id="rId26" o:title=""/>
          </v:shape>
        </w:pict>
      </w:r>
      <w:r w:rsidRPr="00FD2FD8">
        <w:t xml:space="preserve">   </w:t>
      </w:r>
      <w:r>
        <w:rPr>
          <w:noProof/>
        </w:rPr>
        <w:pict>
          <v:shape id="图片 28" o:spid="_x0000_i1046" type="#_x0000_t75" alt="2-read" style="width:57pt;height:60pt;visibility:visible">
            <v:imagedata r:id="rId27" o:title=""/>
          </v:shape>
        </w:pict>
      </w:r>
      <w:r w:rsidRPr="00FD2FD8">
        <w:t xml:space="preserve">        </w:t>
      </w:r>
      <w:r>
        <w:rPr>
          <w:noProof/>
        </w:rPr>
        <w:pict>
          <v:shape id="图片 27" o:spid="_x0000_i1047" type="#_x0000_t75" alt="2-draw" style="width:65.25pt;height:57pt;visibility:visible">
            <v:imagedata r:id="rId28" o:title=""/>
          </v:shape>
        </w:pict>
      </w:r>
      <w:r w:rsidRPr="00FD2FD8">
        <w:t xml:space="preserve">   </w:t>
      </w:r>
      <w:r>
        <w:rPr>
          <w:noProof/>
        </w:rPr>
        <w:pict>
          <v:shape id="图片 26" o:spid="_x0000_i1048" type="#_x0000_t75" alt="2-dance" style="width:68.25pt;height:54pt;visibility:visible">
            <v:imagedata r:id="rId29" o:title=""/>
          </v:shape>
        </w:pict>
      </w:r>
      <w:r w:rsidRPr="00FD2FD8">
        <w:t xml:space="preserve">   </w:t>
      </w:r>
      <w:r>
        <w:rPr>
          <w:noProof/>
        </w:rPr>
        <w:pict>
          <v:shape id="图片 25" o:spid="_x0000_i1049" type="#_x0000_t75" alt="2-write" style="width:57.75pt;height:63pt;visibility:visible">
            <v:imagedata r:id="rId30" o:title=""/>
          </v:shape>
        </w:pict>
      </w:r>
    </w:p>
    <w:p w:rsidR="007655D1" w:rsidRPr="00FD2FD8" w:rsidRDefault="007655D1" w:rsidP="00FD2FD8">
      <w:r w:rsidRPr="00FD2FD8">
        <w:t xml:space="preserve">  </w:t>
      </w:r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  <w:r w:rsidRPr="00FD2FD8">
        <w:t xml:space="preserve">    </w:t>
      </w:r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  <w:r w:rsidRPr="00FD2FD8">
        <w:t xml:space="preserve">      </w:t>
      </w:r>
      <w:r w:rsidRPr="00FD2FD8">
        <w:rPr>
          <w:rFonts w:hint="eastAsia"/>
        </w:rPr>
        <w:t>（</w:t>
      </w:r>
      <w:r w:rsidRPr="00FD2FD8">
        <w:t xml:space="preserve">      </w:t>
      </w:r>
      <w:r w:rsidRPr="00FD2FD8">
        <w:rPr>
          <w:rFonts w:hint="eastAsia"/>
        </w:rPr>
        <w:t>）</w:t>
      </w:r>
      <w:r w:rsidRPr="00FD2FD8">
        <w:t xml:space="preserve">      </w:t>
      </w:r>
      <w:r w:rsidRPr="00FD2FD8">
        <w:rPr>
          <w:rFonts w:hint="eastAsia"/>
        </w:rPr>
        <w:t>（</w:t>
      </w:r>
      <w:r w:rsidRPr="00FD2FD8">
        <w:t xml:space="preserve">      </w:t>
      </w:r>
      <w:r w:rsidRPr="00FD2FD8">
        <w:rPr>
          <w:rFonts w:hint="eastAsia"/>
        </w:rPr>
        <w:t>）</w:t>
      </w:r>
      <w:r w:rsidRPr="00FD2FD8">
        <w:t xml:space="preserve">      </w:t>
      </w:r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</w:p>
    <w:p w:rsidR="007655D1" w:rsidRPr="00FD2FD8" w:rsidRDefault="007655D1" w:rsidP="00FD2FD8">
      <w:r>
        <w:rPr>
          <w:noProof/>
        </w:rPr>
        <w:pict>
          <v:shape id="图片 24" o:spid="_x0000_i1050" type="#_x0000_t75" alt="4-mouth" style="width:39pt;height:42.75pt;visibility:visible">
            <v:imagedata r:id="rId31" o:title=""/>
          </v:shape>
        </w:pict>
      </w:r>
      <w:r w:rsidRPr="00FD2FD8">
        <w:t xml:space="preserve">      </w:t>
      </w:r>
      <w:r>
        <w:rPr>
          <w:noProof/>
        </w:rPr>
        <w:pict>
          <v:shape id="图片 23" o:spid="_x0000_i1051" type="#_x0000_t75" alt="4-face" style="width:59.25pt;height:48.75pt;visibility:visible">
            <v:imagedata r:id="rId32" o:title=""/>
          </v:shape>
        </w:pict>
      </w:r>
      <w:r w:rsidRPr="00FD2FD8">
        <w:t xml:space="preserve">   </w:t>
      </w:r>
      <w:r>
        <w:rPr>
          <w:noProof/>
        </w:rPr>
        <w:pict>
          <v:shape id="图片 22" o:spid="_x0000_i1052" type="#_x0000_t75" alt="4-eye" style="width:78.75pt;height:39.75pt;visibility:visible">
            <v:imagedata r:id="rId33" o:title=""/>
          </v:shape>
        </w:pict>
      </w:r>
      <w:r w:rsidRPr="00FD2FD8">
        <w:t xml:space="preserve">     </w:t>
      </w:r>
      <w:r>
        <w:rPr>
          <w:noProof/>
        </w:rPr>
        <w:pict>
          <v:shape id="图片 21" o:spid="_x0000_i1053" type="#_x0000_t75" alt="4-ear" style="width:36pt;height:46.5pt;visibility:visible">
            <v:imagedata r:id="rId34" o:title=""/>
          </v:shape>
        </w:pict>
      </w:r>
      <w:r w:rsidRPr="00FD2FD8">
        <w:t xml:space="preserve">         </w:t>
      </w:r>
      <w:r>
        <w:rPr>
          <w:noProof/>
        </w:rPr>
        <w:pict>
          <v:shape id="图片 20" o:spid="_x0000_i1054" type="#_x0000_t75" alt="4-nose" style="width:42.75pt;height:47.25pt;visibility:visible">
            <v:imagedata r:id="rId35" o:title=""/>
          </v:shape>
        </w:pict>
      </w:r>
      <w:r w:rsidRPr="00FD2FD8">
        <w:t xml:space="preserve">           </w:t>
      </w:r>
    </w:p>
    <w:p w:rsidR="007655D1" w:rsidRPr="00FD2FD8" w:rsidRDefault="007655D1" w:rsidP="00FD2FD8"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  <w:r w:rsidRPr="00FD2FD8">
        <w:t xml:space="preserve">       </w:t>
      </w:r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  <w:r w:rsidRPr="00FD2FD8">
        <w:t xml:space="preserve">     </w:t>
      </w:r>
      <w:r w:rsidRPr="00FD2FD8">
        <w:rPr>
          <w:rFonts w:hint="eastAsia"/>
        </w:rPr>
        <w:t>（</w:t>
      </w:r>
      <w:r w:rsidRPr="00FD2FD8">
        <w:t xml:space="preserve">     </w:t>
      </w:r>
      <w:r w:rsidRPr="00FD2FD8">
        <w:rPr>
          <w:rFonts w:hint="eastAsia"/>
        </w:rPr>
        <w:t>）</w:t>
      </w:r>
      <w:r w:rsidRPr="00FD2FD8">
        <w:t xml:space="preserve">      (      )         (      ) </w:t>
      </w:r>
    </w:p>
    <w:p w:rsidR="007655D1" w:rsidRPr="00FD2FD8" w:rsidRDefault="007655D1" w:rsidP="00FD2FD8">
      <w:r>
        <w:rPr>
          <w:rFonts w:hint="eastAsia"/>
        </w:rPr>
        <w:t>五</w:t>
      </w:r>
      <w:r w:rsidRPr="00FD2FD8">
        <w:rPr>
          <w:rFonts w:hint="eastAsia"/>
        </w:rPr>
        <w:t>、听音，看图，打√×。（</w:t>
      </w:r>
      <w:r w:rsidRPr="00FD2FD8">
        <w:t>5</w:t>
      </w:r>
      <w:r w:rsidRPr="00FD2FD8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2’</w:t>
        </w:r>
      </w:smartTag>
      <w:r w:rsidRPr="00FD2FD8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10’</w:t>
        </w:r>
      </w:smartTag>
      <w:r w:rsidRPr="00FD2FD8">
        <w:rPr>
          <w:rFonts w:hint="eastAsia"/>
        </w:rPr>
        <w:t>）</w:t>
      </w:r>
    </w:p>
    <w:p w:rsidR="007655D1" w:rsidRPr="00FD2FD8" w:rsidRDefault="007655D1" w:rsidP="00FD2FD8">
      <w:r w:rsidRPr="00FD2FD8">
        <w:t xml:space="preserve">1. </w:t>
      </w:r>
      <w:r>
        <w:rPr>
          <w:noProof/>
        </w:rPr>
        <w:pict>
          <v:shape id="图片 19" o:spid="_x0000_i1055" type="#_x0000_t75" alt="8-ball" style="width:35.25pt;height:30.75pt;visibility:visible">
            <v:imagedata r:id="rId36" o:title=""/>
          </v:shape>
        </w:pict>
      </w:r>
      <w:r w:rsidRPr="00FD2FD8">
        <w:t xml:space="preserve">  2.  </w:t>
      </w:r>
      <w:hyperlink r:id="rId37" w:tgtFrame="_blank" w:history="1">
        <w:r>
          <w:rPr>
            <w:noProof/>
          </w:rPr>
          <w:pict>
            <v:shape id="图片 59" o:spid="_x0000_i1056" type="#_x0000_t75" alt="http://t3.baidu.com/it/u=2209401379,2024720398&amp;fm=52&amp;gp=0.jpg" href="http://image.baidu.com/i?ct=503316480&amp;z=&amp;tn=baiduimagedetail&amp;word=%E4%B8%89%E5%8F%AA%E5%85%94%E5%AD%90&amp;ie=utf-8&amp;in=28917&amp;cl=2&amp;lm=-1&amp;st=-1&amp;pn=13&amp;rn=1&amp;di=205972619100&amp;ln=1981&amp;fr=&amp;fm=result&amp;fmq=1357443609290_R&amp;ic=0&amp;s=&amp;se=1&amp;sme=0&amp;tab=&amp;width=&amp;height=&amp;face=0&amp;is=&amp;isty" style="width:63pt;height:42.75pt;visibility:visible" o:button="t">
              <v:fill o:detectmouseclick="t"/>
              <v:imagedata r:id="rId38" o:title=""/>
            </v:shape>
          </w:pict>
        </w:r>
      </w:hyperlink>
      <w:r w:rsidRPr="00FD2FD8">
        <w:t xml:space="preserve">   3. </w:t>
      </w:r>
      <w:r>
        <w:rPr>
          <w:noProof/>
        </w:rPr>
        <w:pict>
          <v:shape id="图片 17" o:spid="_x0000_i1057" type="#_x0000_t75" alt="7-father" style="width:50.25pt;height:42.75pt;visibility:visible">
            <v:imagedata r:id="rId39" o:title=""/>
          </v:shape>
        </w:pict>
      </w:r>
      <w:r w:rsidRPr="00FD2FD8">
        <w:t xml:space="preserve">    4. </w:t>
      </w:r>
      <w:r>
        <w:rPr>
          <w:noProof/>
        </w:rPr>
        <w:pict>
          <v:shape id="图片 16" o:spid="_x0000_i1058" type="#_x0000_t75" alt="5-lemon" style="width:51pt;height:39pt;visibility:visible">
            <v:imagedata r:id="rId40" o:title=""/>
          </v:shape>
        </w:pict>
      </w:r>
      <w:r w:rsidRPr="00FD2FD8">
        <w:t xml:space="preserve"> 5. </w:t>
      </w:r>
      <w:r>
        <w:rPr>
          <w:noProof/>
        </w:rPr>
        <w:pict>
          <v:shape id="图片 15" o:spid="_x0000_i1059" type="#_x0000_t75" alt="1-bag" style="width:39.75pt;height:42pt;visibility:visible">
            <v:imagedata r:id="rId5" o:title=""/>
          </v:shape>
        </w:pict>
      </w:r>
      <w:r w:rsidRPr="00FD2FD8">
        <w:t xml:space="preserve">    </w:t>
      </w:r>
    </w:p>
    <w:p w:rsidR="007655D1" w:rsidRPr="00FD2FD8" w:rsidRDefault="007655D1" w:rsidP="00FD2FD8">
      <w:r w:rsidRPr="00FD2FD8">
        <w:rPr>
          <w:rFonts w:hint="eastAsia"/>
        </w:rPr>
        <w:t>（</w:t>
      </w:r>
      <w:r w:rsidRPr="00FD2FD8">
        <w:t xml:space="preserve">    </w:t>
      </w:r>
      <w:r w:rsidRPr="00FD2FD8">
        <w:rPr>
          <w:rFonts w:hint="eastAsia"/>
        </w:rPr>
        <w:t>）</w:t>
      </w:r>
      <w:r w:rsidRPr="00FD2FD8">
        <w:t xml:space="preserve">      </w:t>
      </w:r>
      <w:r w:rsidRPr="00FD2FD8">
        <w:rPr>
          <w:rFonts w:hint="eastAsia"/>
        </w:rPr>
        <w:t>（</w:t>
      </w:r>
      <w:r w:rsidRPr="00FD2FD8">
        <w:t xml:space="preserve">    </w:t>
      </w:r>
      <w:r w:rsidRPr="00FD2FD8">
        <w:rPr>
          <w:rFonts w:hint="eastAsia"/>
        </w:rPr>
        <w:t>）</w:t>
      </w:r>
      <w:r w:rsidRPr="00FD2FD8">
        <w:t xml:space="preserve">    </w:t>
      </w:r>
      <w:r>
        <w:t xml:space="preserve">     </w:t>
      </w:r>
      <w:r w:rsidRPr="00FD2FD8">
        <w:rPr>
          <w:rFonts w:hint="eastAsia"/>
        </w:rPr>
        <w:t>（</w:t>
      </w:r>
      <w:r w:rsidRPr="00FD2FD8">
        <w:t xml:space="preserve">    </w:t>
      </w:r>
      <w:r w:rsidRPr="00FD2FD8">
        <w:rPr>
          <w:rFonts w:hint="eastAsia"/>
        </w:rPr>
        <w:t>）</w:t>
      </w:r>
      <w:r w:rsidRPr="00FD2FD8">
        <w:t xml:space="preserve">   </w:t>
      </w:r>
      <w:r>
        <w:t xml:space="preserve">      </w:t>
      </w:r>
      <w:r w:rsidRPr="00FD2FD8">
        <w:rPr>
          <w:rFonts w:hint="eastAsia"/>
        </w:rPr>
        <w:t>（</w:t>
      </w:r>
      <w:r w:rsidRPr="00FD2FD8">
        <w:t xml:space="preserve">    </w:t>
      </w:r>
      <w:r w:rsidRPr="00FD2FD8">
        <w:rPr>
          <w:rFonts w:hint="eastAsia"/>
        </w:rPr>
        <w:t>）</w:t>
      </w:r>
      <w:r w:rsidRPr="00FD2FD8">
        <w:t xml:space="preserve">   </w:t>
      </w:r>
      <w:r>
        <w:t xml:space="preserve">   </w:t>
      </w:r>
      <w:r w:rsidRPr="00FD2FD8">
        <w:rPr>
          <w:rFonts w:hint="eastAsia"/>
        </w:rPr>
        <w:t>（</w:t>
      </w:r>
      <w:r w:rsidRPr="00FD2FD8">
        <w:t xml:space="preserve">    </w:t>
      </w:r>
      <w:r w:rsidRPr="00FD2FD8">
        <w:rPr>
          <w:rFonts w:hint="eastAsia"/>
        </w:rPr>
        <w:t>）</w:t>
      </w:r>
    </w:p>
    <w:p w:rsidR="007655D1" w:rsidRPr="00FD2FD8" w:rsidRDefault="007655D1" w:rsidP="00FD2FD8">
      <w:r>
        <w:rPr>
          <w:rFonts w:hint="eastAsia"/>
        </w:rPr>
        <w:t>六</w:t>
      </w:r>
      <w:r w:rsidRPr="00FD2FD8">
        <w:rPr>
          <w:rFonts w:hint="eastAsia"/>
        </w:rPr>
        <w:t>、在听到的句子前面打</w:t>
      </w:r>
      <w:r w:rsidRPr="00FD2FD8">
        <w:t xml:space="preserve">( </w:t>
      </w:r>
      <w:r w:rsidRPr="00FD2FD8">
        <w:rPr>
          <w:rFonts w:hint="eastAsia"/>
        </w:rPr>
        <w:t>√</w:t>
      </w:r>
      <w:r w:rsidRPr="00FD2FD8">
        <w:t xml:space="preserve"> ) </w:t>
      </w:r>
      <w:r w:rsidRPr="00FD2FD8">
        <w:rPr>
          <w:rFonts w:hint="eastAsia"/>
        </w:rPr>
        <w:t>（</w:t>
      </w:r>
      <w:r w:rsidRPr="00FD2FD8">
        <w:t>5</w:t>
      </w:r>
      <w:r w:rsidRPr="00FD2FD8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1’</w:t>
        </w:r>
      </w:smartTag>
      <w:r w:rsidRPr="00FD2FD8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FD2FD8">
          <w:t>5’</w:t>
        </w:r>
      </w:smartTag>
      <w:r w:rsidRPr="00FD2FD8">
        <w:rPr>
          <w:rFonts w:hint="eastAsia"/>
        </w:rPr>
        <w:t>）</w:t>
      </w:r>
    </w:p>
    <w:p w:rsidR="007655D1" w:rsidRPr="00FD2FD8" w:rsidRDefault="007655D1" w:rsidP="00FD2FD8">
      <w:r w:rsidRPr="00FD2FD8">
        <w:t>1.  A.  (   ) can you read?   B. (   )  can you sing?</w:t>
      </w:r>
    </w:p>
    <w:p w:rsidR="007655D1" w:rsidRPr="00FD2FD8" w:rsidRDefault="007655D1" w:rsidP="00FD2FD8">
      <w:r w:rsidRPr="00FD2FD8">
        <w:t>2.  A.  (   )  Fine,thank you.    B.  (   )  Thank you.</w:t>
      </w:r>
    </w:p>
    <w:p w:rsidR="007655D1" w:rsidRPr="00FD2FD8" w:rsidRDefault="007655D1" w:rsidP="00FD2FD8">
      <w:r w:rsidRPr="00FD2FD8">
        <w:t>3.  A.  (   )  This is a book.     B.  (   ) This is a ruler.</w:t>
      </w:r>
    </w:p>
    <w:p w:rsidR="007655D1" w:rsidRPr="00FD2FD8" w:rsidRDefault="007655D1" w:rsidP="00FD2FD8">
      <w:r w:rsidRPr="00FD2FD8">
        <w:t>4.  A.  (   )  Nice to see you!.   B.  (    ) How are you ?</w:t>
      </w:r>
    </w:p>
    <w:p w:rsidR="007655D1" w:rsidRPr="00FD2FD8" w:rsidRDefault="007655D1" w:rsidP="00FD2FD8">
      <w:r w:rsidRPr="00FD2FD8">
        <w:t xml:space="preserve">5.  A. </w:t>
      </w:r>
      <w:r>
        <w:t xml:space="preserve"> </w:t>
      </w:r>
      <w:r w:rsidRPr="00FD2FD8">
        <w:t xml:space="preserve">(    )  what’s </w:t>
      </w:r>
      <w:r>
        <w:t>that</w:t>
      </w:r>
      <w:r w:rsidRPr="00FD2FD8">
        <w:t>?     B.  (    )  what’s this?</w:t>
      </w:r>
    </w:p>
    <w:p w:rsidR="007655D1" w:rsidRPr="00C148BB" w:rsidRDefault="007655D1" w:rsidP="00C148BB"/>
    <w:p w:rsidR="007655D1" w:rsidRPr="00C148BB" w:rsidRDefault="007655D1" w:rsidP="00C148BB">
      <w:pPr>
        <w:numPr>
          <w:ilvl w:val="0"/>
          <w:numId w:val="1"/>
        </w:numPr>
      </w:pPr>
      <w:r w:rsidRPr="00C148BB">
        <w:t>Read and circle.(</w:t>
      </w:r>
      <w:r w:rsidRPr="00C148BB">
        <w:rPr>
          <w:rFonts w:hint="eastAsia"/>
        </w:rPr>
        <w:t>圈出与其他不同类的单词</w:t>
      </w:r>
      <w:r w:rsidRPr="00C148BB">
        <w:t>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C148BB">
          <w:t>10’</w:t>
        </w:r>
      </w:smartTag>
    </w:p>
    <w:p w:rsidR="007655D1" w:rsidRPr="00C148BB" w:rsidRDefault="007655D1" w:rsidP="00C148BB">
      <w:r w:rsidRPr="00C148BB">
        <w:t>1. A. rubber         B. ruler           C. pear           D. pencil</w:t>
      </w:r>
    </w:p>
    <w:p w:rsidR="007655D1" w:rsidRPr="00C148BB" w:rsidRDefault="007655D1" w:rsidP="00C148BB">
      <w:r w:rsidRPr="00C148BB">
        <w:t>2. A. orange         B. autumn         C. apple          D. peach</w:t>
      </w:r>
    </w:p>
    <w:p w:rsidR="007655D1" w:rsidRPr="00C148BB" w:rsidRDefault="007655D1" w:rsidP="00C148BB">
      <w:r w:rsidRPr="00C148BB">
        <w:t>3. A. father          B. sister          C. mother         D. slide</w:t>
      </w:r>
    </w:p>
    <w:p w:rsidR="007655D1" w:rsidRPr="00C148BB" w:rsidRDefault="007655D1" w:rsidP="00C148BB">
      <w:r w:rsidRPr="00C148BB">
        <w:t>4. A. moon          B. eye            C. ear            D. mouth</w:t>
      </w:r>
    </w:p>
    <w:p w:rsidR="007655D1" w:rsidRPr="00C148BB" w:rsidRDefault="007655D1" w:rsidP="00C148BB">
      <w:r w:rsidRPr="00C148BB">
        <w:t>5. A. read           B. draw           C. dance          D. melon</w:t>
      </w:r>
    </w:p>
    <w:p w:rsidR="007655D1" w:rsidRPr="00C148BB" w:rsidRDefault="007655D1" w:rsidP="00C148BB">
      <w:r w:rsidRPr="00C148BB">
        <w:t>6. A. sing           B. one            C. two            D. three</w:t>
      </w:r>
    </w:p>
    <w:p w:rsidR="007655D1" w:rsidRPr="00C148BB" w:rsidRDefault="007655D1" w:rsidP="00C148BB">
      <w:r w:rsidRPr="00C148BB">
        <w:t>7. A. ball            B. balloon        C. doll            D. face</w:t>
      </w:r>
    </w:p>
    <w:p w:rsidR="007655D1" w:rsidRPr="00C148BB" w:rsidRDefault="007655D1" w:rsidP="00C148BB">
      <w:r w:rsidRPr="00C148BB">
        <w:t>8. A. pencil          B. pen            C. nose           D. bag</w:t>
      </w:r>
    </w:p>
    <w:p w:rsidR="007655D1" w:rsidRPr="00C148BB" w:rsidRDefault="007655D1" w:rsidP="00C148BB">
      <w:r w:rsidRPr="00C148BB">
        <w:t>9. A. lemon          B. melon          C. big            D. apple</w:t>
      </w:r>
    </w:p>
    <w:p w:rsidR="007655D1" w:rsidRPr="00C148BB" w:rsidRDefault="007655D1" w:rsidP="00C148BB">
      <w:r w:rsidRPr="00C148BB">
        <w:t xml:space="preserve">10. A. doll            B. bicycle         C. swing          D. four </w:t>
      </w:r>
    </w:p>
    <w:p w:rsidR="007655D1" w:rsidRPr="00A03004" w:rsidRDefault="007655D1" w:rsidP="00C148BB"/>
    <w:p w:rsidR="007655D1" w:rsidRPr="00C148BB" w:rsidRDefault="007655D1" w:rsidP="00C148BB">
      <w:r>
        <w:rPr>
          <w:rFonts w:hint="eastAsia"/>
        </w:rPr>
        <w:t>二</w:t>
      </w:r>
      <w:r w:rsidRPr="00C148BB">
        <w:rPr>
          <w:rFonts w:hint="eastAsia"/>
        </w:rPr>
        <w:t>、</w:t>
      </w:r>
      <w:r w:rsidRPr="00C148BB">
        <w:t>Choose the best answer.(</w:t>
      </w:r>
      <w:r w:rsidRPr="00C148BB">
        <w:rPr>
          <w:rFonts w:hint="eastAsia"/>
        </w:rPr>
        <w:t>选择最恰当的答案并将字母写在横线上</w:t>
      </w:r>
      <w:r w:rsidRPr="00C148BB">
        <w:t>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C148BB">
          <w:t>10’</w:t>
        </w:r>
      </w:smartTag>
    </w:p>
    <w:p w:rsidR="007655D1" w:rsidRPr="004D16B1" w:rsidRDefault="007655D1" w:rsidP="00C148BB">
      <w:r w:rsidRPr="00C148BB">
        <w:t xml:space="preserve"> 1. </w:t>
      </w:r>
      <w:r>
        <w:t xml:space="preserve">It`s </w:t>
      </w:r>
      <w:r>
        <w:rPr>
          <w:u w:val="single"/>
        </w:rPr>
        <w:t xml:space="preserve">     </w:t>
      </w:r>
      <w:r>
        <w:t xml:space="preserve"> apple.</w:t>
      </w:r>
    </w:p>
    <w:p w:rsidR="007655D1" w:rsidRPr="00C148BB" w:rsidRDefault="007655D1" w:rsidP="00C148BB">
      <w:r w:rsidRPr="00C148BB">
        <w:t xml:space="preserve">     A. </w:t>
      </w:r>
      <w:r>
        <w:t>a</w:t>
      </w:r>
      <w:r w:rsidRPr="00C148BB">
        <w:t xml:space="preserve">                    B. </w:t>
      </w:r>
      <w:r>
        <w:t>an</w:t>
      </w:r>
    </w:p>
    <w:p w:rsidR="007655D1" w:rsidRPr="004D16B1" w:rsidRDefault="007655D1" w:rsidP="00C148BB">
      <w:r w:rsidRPr="00C148BB">
        <w:t xml:space="preserve"> 2. </w:t>
      </w:r>
      <w:r>
        <w:t xml:space="preserve">How many </w:t>
      </w:r>
      <w:r>
        <w:rPr>
          <w:u w:val="single"/>
        </w:rPr>
        <w:t xml:space="preserve">      </w:t>
      </w:r>
      <w:r>
        <w:t xml:space="preserve"> ?</w:t>
      </w:r>
    </w:p>
    <w:p w:rsidR="007655D1" w:rsidRPr="00C148BB" w:rsidRDefault="007655D1" w:rsidP="00C148BB">
      <w:r w:rsidRPr="00C148BB">
        <w:t xml:space="preserve">     A. </w:t>
      </w:r>
      <w:r>
        <w:t xml:space="preserve">orange               </w:t>
      </w:r>
      <w:r w:rsidRPr="00C148BB">
        <w:t xml:space="preserve">B. </w:t>
      </w:r>
      <w:r>
        <w:t>oranges</w:t>
      </w:r>
      <w:r w:rsidRPr="00C148BB">
        <w:t xml:space="preserve">           </w:t>
      </w:r>
    </w:p>
    <w:p w:rsidR="007655D1" w:rsidRPr="004D16B1" w:rsidRDefault="007655D1" w:rsidP="00C148BB">
      <w:r w:rsidRPr="00C148BB">
        <w:t xml:space="preserve">3. </w:t>
      </w:r>
      <w:r>
        <w:t>-What colour is it? -</w:t>
      </w:r>
      <w:r>
        <w:rPr>
          <w:u w:val="single"/>
        </w:rPr>
        <w:t xml:space="preserve">            </w:t>
      </w:r>
    </w:p>
    <w:p w:rsidR="007655D1" w:rsidRPr="00C148BB" w:rsidRDefault="007655D1" w:rsidP="00C148BB">
      <w:r w:rsidRPr="00C148BB">
        <w:t xml:space="preserve">     A. </w:t>
      </w:r>
      <w:r>
        <w:t xml:space="preserve">It’s yellow.            </w:t>
      </w:r>
      <w:r w:rsidRPr="00C148BB">
        <w:t xml:space="preserve">B. </w:t>
      </w:r>
      <w:r>
        <w:t>It’s a yellow pear.</w:t>
      </w:r>
      <w:r w:rsidRPr="00C148BB">
        <w:t xml:space="preserve">             </w:t>
      </w:r>
    </w:p>
    <w:p w:rsidR="007655D1" w:rsidRPr="00C148BB" w:rsidRDefault="007655D1" w:rsidP="00C148BB">
      <w:r w:rsidRPr="00C148BB">
        <w:t xml:space="preserve">4. </w:t>
      </w:r>
      <w:r>
        <w:t xml:space="preserve">-May I have a pizza, please? - </w:t>
      </w:r>
      <w:r>
        <w:rPr>
          <w:u w:val="single"/>
        </w:rPr>
        <w:t xml:space="preserve">          </w:t>
      </w:r>
      <w:r w:rsidRPr="00C148BB">
        <w:t>.</w:t>
      </w:r>
    </w:p>
    <w:p w:rsidR="007655D1" w:rsidRPr="00C148BB" w:rsidRDefault="007655D1" w:rsidP="00C148BB">
      <w:r w:rsidRPr="00C148BB">
        <w:t xml:space="preserve">     A.</w:t>
      </w:r>
      <w:r>
        <w:t xml:space="preserve"> Thank you.            B. Here you are.</w:t>
      </w:r>
    </w:p>
    <w:p w:rsidR="007655D1" w:rsidRPr="00C148BB" w:rsidRDefault="007655D1" w:rsidP="00C148BB">
      <w:r w:rsidRPr="00C148BB">
        <w:t xml:space="preserve">5. </w:t>
      </w:r>
      <w:r>
        <w:t xml:space="preserve">– Oink. Oink. What’s that? - </w:t>
      </w:r>
      <w:r>
        <w:rPr>
          <w:u w:val="single"/>
        </w:rPr>
        <w:t xml:space="preserve">          </w:t>
      </w:r>
      <w:r w:rsidRPr="00C148BB">
        <w:t>.</w:t>
      </w:r>
    </w:p>
    <w:p w:rsidR="007655D1" w:rsidRPr="00C148BB" w:rsidRDefault="007655D1" w:rsidP="00C148BB">
      <w:r w:rsidRPr="00C148BB">
        <w:t xml:space="preserve">     A.</w:t>
      </w:r>
      <w:r>
        <w:t xml:space="preserve"> It’s a pig.              </w:t>
      </w:r>
      <w:r w:rsidRPr="00C148BB">
        <w:t>B.</w:t>
      </w:r>
      <w:r>
        <w:t xml:space="preserve"> It’s a chick.</w:t>
      </w:r>
      <w:r w:rsidRPr="00C148BB">
        <w:t xml:space="preserve">            </w:t>
      </w:r>
    </w:p>
    <w:p w:rsidR="007655D1" w:rsidRPr="004D16B1" w:rsidRDefault="007655D1" w:rsidP="00C148BB">
      <w:r w:rsidRPr="00C148BB">
        <w:t xml:space="preserve"> 6. </w:t>
      </w:r>
      <w:r>
        <w:t xml:space="preserve">–Is this a monkey? - </w:t>
      </w:r>
      <w:r>
        <w:rPr>
          <w:u w:val="single"/>
        </w:rPr>
        <w:t xml:space="preserve">            </w:t>
      </w:r>
    </w:p>
    <w:p w:rsidR="007655D1" w:rsidRPr="00C148BB" w:rsidRDefault="007655D1" w:rsidP="00C148BB">
      <w:r w:rsidRPr="00C148BB">
        <w:t xml:space="preserve">     A. </w:t>
      </w:r>
      <w:r>
        <w:t xml:space="preserve">Yes, it’s a panda.        </w:t>
      </w:r>
      <w:r w:rsidRPr="00C148BB">
        <w:t>B.</w:t>
      </w:r>
      <w:r>
        <w:t xml:space="preserve"> No, it’s a panda.</w:t>
      </w:r>
    </w:p>
    <w:p w:rsidR="007655D1" w:rsidRPr="004D16B1" w:rsidRDefault="007655D1" w:rsidP="00C148BB">
      <w:pPr>
        <w:rPr>
          <w:u w:val="single"/>
        </w:rPr>
      </w:pPr>
      <w:r w:rsidRPr="00C148BB">
        <w:t xml:space="preserve"> 7. </w:t>
      </w:r>
      <w:r>
        <w:t xml:space="preserve">-Who’s she? - </w:t>
      </w:r>
      <w:r>
        <w:rPr>
          <w:u w:val="single"/>
        </w:rPr>
        <w:t xml:space="preserve">           </w:t>
      </w:r>
    </w:p>
    <w:p w:rsidR="007655D1" w:rsidRPr="00C148BB" w:rsidRDefault="007655D1" w:rsidP="00C148BB">
      <w:r w:rsidRPr="00C148BB">
        <w:t xml:space="preserve">     A. </w:t>
      </w:r>
      <w:r>
        <w:t xml:space="preserve">She’s my mother.       </w:t>
      </w:r>
      <w:r w:rsidRPr="00C148BB">
        <w:t xml:space="preserve">B. </w:t>
      </w:r>
      <w:r>
        <w:t>He’s my father.</w:t>
      </w:r>
    </w:p>
    <w:p w:rsidR="007655D1" w:rsidRPr="004D16B1" w:rsidRDefault="007655D1" w:rsidP="00C148BB">
      <w:r w:rsidRPr="00C148BB">
        <w:t xml:space="preserve"> 8. </w:t>
      </w:r>
      <w:r>
        <w:t xml:space="preserve">-What can you do? - </w:t>
      </w:r>
      <w:r>
        <w:rPr>
          <w:u w:val="single"/>
        </w:rPr>
        <w:t xml:space="preserve">     </w:t>
      </w:r>
      <w:r>
        <w:rPr>
          <w:i/>
          <w:u w:val="single"/>
        </w:rPr>
        <w:t xml:space="preserve"> </w:t>
      </w:r>
      <w:r>
        <w:t xml:space="preserve">   </w:t>
      </w:r>
    </w:p>
    <w:p w:rsidR="007655D1" w:rsidRPr="00C148BB" w:rsidRDefault="007655D1" w:rsidP="00C148BB">
      <w:r w:rsidRPr="00C148BB">
        <w:t xml:space="preserve">     A. </w:t>
      </w:r>
      <w:r>
        <w:t xml:space="preserve">I can read.             </w:t>
      </w:r>
      <w:r w:rsidRPr="00C148BB">
        <w:t xml:space="preserve">B. </w:t>
      </w:r>
      <w:r>
        <w:t>She can read.</w:t>
      </w:r>
    </w:p>
    <w:p w:rsidR="007655D1" w:rsidRPr="00C148BB" w:rsidRDefault="007655D1" w:rsidP="00C148BB">
      <w:r w:rsidRPr="00C148BB">
        <w:t xml:space="preserve"> 9. </w:t>
      </w:r>
      <w:r>
        <w:t xml:space="preserve">–One, two … I see </w:t>
      </w:r>
      <w:r>
        <w:rPr>
          <w:u w:val="single"/>
        </w:rPr>
        <w:t xml:space="preserve">      </w:t>
      </w:r>
      <w:r>
        <w:t xml:space="preserve"> books</w:t>
      </w:r>
      <w:r w:rsidRPr="00C148BB">
        <w:t>.</w:t>
      </w:r>
    </w:p>
    <w:p w:rsidR="007655D1" w:rsidRPr="00C148BB" w:rsidRDefault="007655D1" w:rsidP="00C148BB">
      <w:r w:rsidRPr="00C148BB">
        <w:t xml:space="preserve">     A. </w:t>
      </w:r>
      <w:r>
        <w:t>six</w:t>
      </w:r>
      <w:r w:rsidRPr="00C148BB">
        <w:t xml:space="preserve">                   B. </w:t>
      </w:r>
      <w:r>
        <w:t>one</w:t>
      </w:r>
    </w:p>
    <w:p w:rsidR="007655D1" w:rsidRPr="00C148BB" w:rsidRDefault="007655D1" w:rsidP="00C148BB">
      <w:r w:rsidRPr="00C148BB">
        <w:t>10. I _________ dance.</w:t>
      </w:r>
    </w:p>
    <w:p w:rsidR="007655D1" w:rsidRPr="00C148BB" w:rsidRDefault="007655D1" w:rsidP="00C148BB">
      <w:r w:rsidRPr="00C148BB">
        <w:t xml:space="preserve">     A. am                   B. can</w:t>
      </w:r>
    </w:p>
    <w:p w:rsidR="007655D1" w:rsidRPr="00C148BB" w:rsidRDefault="007655D1" w:rsidP="00C148BB">
      <w:r>
        <w:rPr>
          <w:rFonts w:hint="eastAsia"/>
        </w:rPr>
        <w:t>三</w:t>
      </w:r>
      <w:r w:rsidRPr="00C148BB">
        <w:rPr>
          <w:rFonts w:hint="eastAsia"/>
        </w:rPr>
        <w:t>、</w:t>
      </w:r>
      <w:r w:rsidRPr="00C148BB">
        <w:t>Look and match.(</w:t>
      </w:r>
      <w:r w:rsidRPr="00C148BB">
        <w:rPr>
          <w:rFonts w:hint="eastAsia"/>
        </w:rPr>
        <w:t>连线</w:t>
      </w:r>
      <w:r w:rsidRPr="00C148BB">
        <w:t>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C148BB">
          <w:t>6’</w:t>
        </w:r>
      </w:smartTag>
    </w:p>
    <w:p w:rsidR="007655D1" w:rsidRPr="00C148BB" w:rsidRDefault="007655D1" w:rsidP="00C148BB">
      <w:r w:rsidRPr="00C148BB">
        <w:t xml:space="preserve">  1. Good morning.                        A. Fine, thank you.</w:t>
      </w:r>
    </w:p>
    <w:p w:rsidR="007655D1" w:rsidRPr="00C148BB" w:rsidRDefault="007655D1" w:rsidP="00C148BB">
      <w:r w:rsidRPr="00C148BB">
        <w:t xml:space="preserve">  2. How old are you?                      B. </w:t>
      </w:r>
      <w:r>
        <w:t>Here you are.</w:t>
      </w:r>
    </w:p>
    <w:p w:rsidR="007655D1" w:rsidRPr="00C148BB" w:rsidRDefault="007655D1" w:rsidP="00C148BB">
      <w:r w:rsidRPr="00C148BB">
        <w:t xml:space="preserve">  3. </w:t>
      </w:r>
      <w:r>
        <w:t xml:space="preserve">How many rabbits?                     </w:t>
      </w:r>
      <w:r w:rsidRPr="00C148BB">
        <w:t>C. Good morning.</w:t>
      </w:r>
    </w:p>
    <w:p w:rsidR="007655D1" w:rsidRPr="00C148BB" w:rsidRDefault="007655D1" w:rsidP="00C148BB">
      <w:r w:rsidRPr="00C148BB">
        <w:t xml:space="preserve">  4. How are you?                         D. It’s an apple.</w:t>
      </w:r>
    </w:p>
    <w:p w:rsidR="007655D1" w:rsidRPr="00C148BB" w:rsidRDefault="007655D1" w:rsidP="00C148BB">
      <w:pPr>
        <w:ind w:firstLineChars="100" w:firstLine="210"/>
      </w:pPr>
      <w:r w:rsidRPr="00C148BB">
        <w:t>5.</w:t>
      </w:r>
      <w:r>
        <w:t xml:space="preserve"> Give me a ruler, please?</w:t>
      </w:r>
      <w:r w:rsidRPr="00C148BB">
        <w:t xml:space="preserve">                </w:t>
      </w:r>
      <w:r>
        <w:t xml:space="preserve"> </w:t>
      </w:r>
      <w:r w:rsidRPr="00C148BB">
        <w:t xml:space="preserve">E. I am five years old. </w:t>
      </w:r>
    </w:p>
    <w:p w:rsidR="007655D1" w:rsidRDefault="007655D1" w:rsidP="00C148BB">
      <w:r w:rsidRPr="00C148BB">
        <w:t xml:space="preserve">  6. What’s this?                           F. </w:t>
      </w:r>
      <w:r>
        <w:t>Seven rabbits.</w:t>
      </w:r>
    </w:p>
    <w:p w:rsidR="007655D1" w:rsidRDefault="007655D1" w:rsidP="00C148BB">
      <w:r>
        <w:t xml:space="preserve">  7. What colour is it?                      G. It`s yellow.</w:t>
      </w:r>
    </w:p>
    <w:p w:rsidR="007655D1" w:rsidRPr="00C148BB" w:rsidRDefault="007655D1" w:rsidP="00C148BB"/>
    <w:p w:rsidR="007655D1" w:rsidRPr="00480FB0" w:rsidRDefault="007655D1" w:rsidP="00480FB0">
      <w:r>
        <w:rPr>
          <w:rFonts w:hint="eastAsia"/>
        </w:rPr>
        <w:t>四</w:t>
      </w:r>
      <w:r w:rsidRPr="00C148BB">
        <w:rPr>
          <w:rFonts w:hint="eastAsia"/>
        </w:rPr>
        <w:t>、</w:t>
      </w:r>
      <w:r w:rsidRPr="00480FB0">
        <w:rPr>
          <w:rFonts w:hint="eastAsia"/>
        </w:rPr>
        <w:t>根据字母表的顺序写出相邻的两个字母。（大、小写）（每个</w:t>
      </w:r>
      <w:r w:rsidRPr="00480FB0">
        <w:t>2</w:t>
      </w:r>
      <w:r w:rsidRPr="00480FB0">
        <w:rPr>
          <w:rFonts w:hint="eastAsia"/>
        </w:rPr>
        <w:t>分，共</w:t>
      </w:r>
      <w:r w:rsidRPr="00480FB0">
        <w:t>10</w:t>
      </w:r>
      <w:r w:rsidRPr="00480FB0">
        <w:rPr>
          <w:rFonts w:hint="eastAsia"/>
        </w:rPr>
        <w:t>分）</w:t>
      </w:r>
    </w:p>
    <w:p w:rsidR="007655D1" w:rsidRDefault="007655D1" w:rsidP="00480FB0">
      <w:r>
        <w:rPr>
          <w:noProof/>
        </w:rPr>
        <w:pict>
          <v:group id="_x0000_s1026" style="position:absolute;left:0;text-align:left;margin-left:312pt;margin-top:10.5pt;width:45pt;height:21.15pt;z-index:251653120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">
            <v:line id="Line 13" o:spid="_x0000_s102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<v:line id="Line 14" o:spid="_x0000_s102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<v:line id="Line 15" o:spid="_x0000_s102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<v:line id="Line 16" o:spid="_x0000_s103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</v:group>
        </w:pict>
      </w:r>
      <w:r>
        <w:rPr>
          <w:noProof/>
        </w:rPr>
        <w:pict>
          <v:group id="_x0000_s1031" style="position:absolute;left:0;text-align:left;margin-left:245.25pt;margin-top:9.75pt;width:45pt;height:21.15pt;z-index:251652096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">
            <v:line id="Line 13" o:spid="_x0000_s103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<v:line id="Line 14" o:spid="_x0000_s103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<v:line id="Line 15" o:spid="_x0000_s103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<v:line id="Line 16" o:spid="_x0000_s103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</v:group>
        </w:pict>
      </w:r>
      <w:r>
        <w:rPr>
          <w:noProof/>
        </w:rPr>
        <w:pict>
          <v:group id="_x0000_s1036" style="position:absolute;left:0;text-align:left;margin-left:81pt;margin-top:10.2pt;width:45pt;height:21.15pt;z-index:251651072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">
            <v:line id="Line 13" o:spid="_x0000_s103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<v:line id="Line 14" o:spid="_x0000_s103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<v:line id="Line 15" o:spid="_x0000_s103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<v:line id="Line 16" o:spid="_x0000_s104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</v:group>
        </w:pict>
      </w:r>
      <w:r>
        <w:rPr>
          <w:noProof/>
        </w:rPr>
        <w:pict>
          <v:group id="Group 12" o:spid="_x0000_s1041" style="position:absolute;left:0;text-align:left;margin-left:9.75pt;margin-top:9.75pt;width:45pt;height:21.15pt;z-index:251650048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">
            <v:line id="Line 13" o:spid="_x0000_s104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<v:line id="Line 14" o:spid="_x0000_s104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<v:line id="Line 15" o:spid="_x0000_s104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<v:line id="Line 16" o:spid="_x0000_s104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</v:group>
        </w:pict>
      </w:r>
      <w:r w:rsidRPr="00480FB0">
        <w:t>1</w:t>
      </w:r>
      <w:r w:rsidRPr="00480FB0">
        <w:rPr>
          <w:rFonts w:hint="eastAsia"/>
        </w:rPr>
        <w:t>、</w:t>
      </w:r>
      <w:r w:rsidRPr="00480FB0">
        <w:t xml:space="preserve">   </w:t>
      </w:r>
      <w:r>
        <w:t xml:space="preserve">     </w:t>
      </w:r>
      <w:r w:rsidRPr="00480FB0">
        <w:rPr>
          <w:sz w:val="32"/>
          <w:szCs w:val="32"/>
        </w:rPr>
        <w:t>D</w:t>
      </w:r>
      <w:r w:rsidRPr="00480FB0">
        <w:rPr>
          <w:sz w:val="28"/>
          <w:szCs w:val="28"/>
        </w:rPr>
        <w:t>d</w:t>
      </w:r>
      <w:r w:rsidRPr="00480FB0">
        <w:t xml:space="preserve">      </w:t>
      </w:r>
      <w:r>
        <w:t xml:space="preserve">                        </w:t>
      </w:r>
      <w:r w:rsidRPr="00480FB0">
        <w:t>2</w:t>
      </w:r>
      <w:r w:rsidRPr="00480FB0">
        <w:rPr>
          <w:rFonts w:hint="eastAsia"/>
        </w:rPr>
        <w:t>、</w:t>
      </w:r>
      <w:r w:rsidRPr="00480FB0">
        <w:t xml:space="preserve">   </w:t>
      </w:r>
      <w:r>
        <w:t xml:space="preserve">     </w:t>
      </w:r>
      <w:r w:rsidRPr="00480FB0">
        <w:rPr>
          <w:sz w:val="32"/>
          <w:szCs w:val="32"/>
        </w:rPr>
        <w:t>Y</w:t>
      </w:r>
      <w:r w:rsidRPr="00480FB0">
        <w:rPr>
          <w:sz w:val="28"/>
          <w:szCs w:val="28"/>
        </w:rPr>
        <w:t>y</w:t>
      </w:r>
      <w:r w:rsidRPr="00480FB0">
        <w:t xml:space="preserve">      </w:t>
      </w:r>
      <w:r>
        <w:t xml:space="preserve">        </w:t>
      </w:r>
    </w:p>
    <w:p w:rsidR="007655D1" w:rsidRDefault="007655D1" w:rsidP="00480FB0"/>
    <w:p w:rsidR="007655D1" w:rsidRDefault="007655D1" w:rsidP="00480FB0"/>
    <w:p w:rsidR="007655D1" w:rsidRPr="00480FB0" w:rsidRDefault="007655D1" w:rsidP="00480FB0">
      <w:r>
        <w:rPr>
          <w:noProof/>
        </w:rPr>
        <w:pict>
          <v:group id="_x0000_s1046" style="position:absolute;left:0;text-align:left;margin-left:13.5pt;margin-top:5.7pt;width:45pt;height:21.15pt;z-index:251662336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">
            <v:line id="Line 13" o:spid="_x0000_s104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line id="Line 14" o:spid="_x0000_s104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<v:line id="Line 15" o:spid="_x0000_s104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<v:line id="Line 16" o:spid="_x0000_s105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</v:group>
        </w:pict>
      </w:r>
      <w:r>
        <w:rPr>
          <w:noProof/>
        </w:rPr>
        <w:pict>
          <v:group id="_x0000_s1051" style="position:absolute;left:0;text-align:left;margin-left:323.25pt;margin-top:7.05pt;width:45pt;height:21.15pt;z-index:251657216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">
            <v:line id="Line 13" o:spid="_x0000_s105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<v:line id="Line 14" o:spid="_x0000_s105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<v:line id="Line 15" o:spid="_x0000_s105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line id="Line 16" o:spid="_x0000_s105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</v:group>
        </w:pict>
      </w:r>
      <w:r>
        <w:rPr>
          <w:noProof/>
        </w:rPr>
        <w:pict>
          <v:group id="_x0000_s1056" style="position:absolute;left:0;text-align:left;margin-left:245.25pt;margin-top:5.4pt;width:45pt;height:21.15pt;z-index:251656192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">
            <v:line id="Line 13" o:spid="_x0000_s105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<v:line id="Line 14" o:spid="_x0000_s105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<v:line id="Line 15" o:spid="_x0000_s105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<v:line id="Line 16" o:spid="_x0000_s106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</v:group>
        </w:pict>
      </w:r>
      <w:r>
        <w:rPr>
          <w:noProof/>
        </w:rPr>
        <w:pict>
          <v:group id="_x0000_s1061" style="position:absolute;left:0;text-align:left;margin-left:84pt;margin-top:4.5pt;width:45pt;height:21.15pt;z-index:251655168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">
            <v:line id="Line 13" o:spid="_x0000_s106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<v:line id="Line 14" o:spid="_x0000_s106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<v:line id="Line 15" o:spid="_x0000_s106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<v:line id="Line 16" o:spid="_x0000_s106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</v:group>
        </w:pict>
      </w:r>
      <w:r w:rsidRPr="00480FB0">
        <w:t>3</w:t>
      </w:r>
      <w:r w:rsidRPr="00480FB0">
        <w:rPr>
          <w:rFonts w:hint="eastAsia"/>
        </w:rPr>
        <w:t>、</w:t>
      </w:r>
      <w:r>
        <w:t xml:space="preserve">         </w:t>
      </w:r>
      <w:r w:rsidRPr="00480FB0">
        <w:rPr>
          <w:sz w:val="32"/>
          <w:szCs w:val="32"/>
        </w:rPr>
        <w:t>R</w:t>
      </w:r>
      <w:r w:rsidRPr="00480FB0">
        <w:rPr>
          <w:sz w:val="28"/>
          <w:szCs w:val="28"/>
        </w:rPr>
        <w:t>r</w:t>
      </w:r>
      <w:r>
        <w:t xml:space="preserve">                              </w:t>
      </w:r>
      <w:r w:rsidRPr="00480FB0">
        <w:t>4</w:t>
      </w:r>
      <w:r w:rsidRPr="00480FB0">
        <w:rPr>
          <w:rFonts w:hint="eastAsia"/>
        </w:rPr>
        <w:t>、</w:t>
      </w:r>
      <w:r w:rsidRPr="00480FB0">
        <w:t xml:space="preserve">   </w:t>
      </w:r>
      <w:r>
        <w:t xml:space="preserve">     </w:t>
      </w:r>
      <w:r w:rsidRPr="00480FB0">
        <w:rPr>
          <w:sz w:val="32"/>
          <w:szCs w:val="32"/>
        </w:rPr>
        <w:t>M</w:t>
      </w:r>
      <w:r w:rsidRPr="00480FB0">
        <w:rPr>
          <w:sz w:val="28"/>
          <w:szCs w:val="28"/>
        </w:rPr>
        <w:t>m</w:t>
      </w:r>
      <w:r w:rsidRPr="00480FB0">
        <w:t xml:space="preserve">        </w:t>
      </w:r>
    </w:p>
    <w:p w:rsidR="007655D1" w:rsidRDefault="007655D1" w:rsidP="00480FB0"/>
    <w:p w:rsidR="007655D1" w:rsidRPr="00480FB0" w:rsidRDefault="007655D1" w:rsidP="00480FB0">
      <w:pPr>
        <w:tabs>
          <w:tab w:val="left" w:pos="4665"/>
        </w:tabs>
      </w:pPr>
      <w:r>
        <w:rPr>
          <w:noProof/>
        </w:rPr>
        <w:pict>
          <v:group id="_x0000_s1066" style="position:absolute;left:0;text-align:left;margin-left:323.25pt;margin-top:7.2pt;width:45pt;height:21.15pt;z-index:251661312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">
            <v:line id="Line 13" o:spid="_x0000_s106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<v:line id="Line 14" o:spid="_x0000_s106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<v:line id="Line 15" o:spid="_x0000_s106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<v:line id="Line 16" o:spid="_x0000_s107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</v:group>
        </w:pict>
      </w:r>
      <w:r>
        <w:rPr>
          <w:noProof/>
        </w:rPr>
        <w:pict>
          <v:group id="_x0000_s1071" style="position:absolute;left:0;text-align:left;margin-left:245.25pt;margin-top:7.2pt;width:45pt;height:21.15pt;z-index:251654144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">
            <v:line id="Line 13" o:spid="_x0000_s107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<v:line id="Line 14" o:spid="_x0000_s107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<v:line id="Line 15" o:spid="_x0000_s107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<v:line id="Line 16" o:spid="_x0000_s107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</v:group>
        </w:pict>
      </w:r>
      <w:r>
        <w:rPr>
          <w:noProof/>
        </w:rPr>
        <w:pict>
          <v:group id="_x0000_s1076" style="position:absolute;left:0;text-align:left;margin-left:84pt;margin-top:5.85pt;width:45pt;height:21.15pt;z-index:251659264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">
            <v:line id="Line 13" o:spid="_x0000_s107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<v:line id="Line 14" o:spid="_x0000_s107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<v:line id="Line 15" o:spid="_x0000_s107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line id="Line 16" o:spid="_x0000_s108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</v:group>
        </w:pict>
      </w:r>
      <w:r>
        <w:rPr>
          <w:noProof/>
        </w:rPr>
        <w:pict>
          <v:group id="_x0000_s1081" style="position:absolute;left:0;text-align:left;margin-left:18.75pt;margin-top:5.7pt;width:45pt;height:21.15pt;z-index:251658240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">
            <v:line id="Line 13" o:spid="_x0000_s108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14" o:spid="_x0000_s108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15" o:spid="_x0000_s108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16" o:spid="_x0000_s108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</v:group>
        </w:pict>
      </w:r>
      <w:r w:rsidRPr="00480FB0">
        <w:t>5</w:t>
      </w:r>
      <w:r w:rsidRPr="00480FB0">
        <w:rPr>
          <w:rFonts w:hint="eastAsia"/>
        </w:rPr>
        <w:t>、</w:t>
      </w:r>
      <w:r w:rsidRPr="00480FB0">
        <w:t xml:space="preserve">   </w:t>
      </w:r>
      <w:r>
        <w:t xml:space="preserve">      </w:t>
      </w:r>
      <w:r w:rsidRPr="00480FB0">
        <w:rPr>
          <w:sz w:val="32"/>
          <w:szCs w:val="32"/>
        </w:rPr>
        <w:t>V</w:t>
      </w:r>
      <w:r w:rsidRPr="00480FB0">
        <w:rPr>
          <w:sz w:val="28"/>
          <w:szCs w:val="28"/>
        </w:rPr>
        <w:t>v</w:t>
      </w:r>
      <w:r>
        <w:rPr>
          <w:sz w:val="28"/>
          <w:szCs w:val="28"/>
        </w:rPr>
        <w:tab/>
      </w:r>
      <w:r w:rsidRPr="00480FB0">
        <w:rPr>
          <w:szCs w:val="21"/>
        </w:rPr>
        <w:t>6</w:t>
      </w:r>
      <w:r>
        <w:rPr>
          <w:szCs w:val="21"/>
        </w:rPr>
        <w:t xml:space="preserve">.         </w:t>
      </w:r>
      <w:r w:rsidRPr="00480FB0">
        <w:rPr>
          <w:sz w:val="32"/>
          <w:szCs w:val="32"/>
        </w:rPr>
        <w:t>G</w:t>
      </w:r>
      <w:r w:rsidRPr="00480FB0">
        <w:rPr>
          <w:sz w:val="28"/>
          <w:szCs w:val="28"/>
        </w:rPr>
        <w:t>g</w:t>
      </w:r>
      <w:r>
        <w:t xml:space="preserve"> </w:t>
      </w:r>
    </w:p>
    <w:p w:rsidR="007655D1" w:rsidRDefault="007655D1" w:rsidP="00C148BB"/>
    <w:p w:rsidR="007655D1" w:rsidRDefault="007655D1" w:rsidP="00C148BB">
      <w:r>
        <w:rPr>
          <w:noProof/>
        </w:rPr>
        <w:pict>
          <v:group id="_x0000_s1086" style="position:absolute;left:0;text-align:left;margin-left:309.75pt;margin-top:7.05pt;width:45pt;height:21.15pt;z-index:251665408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">
            <v:line id="Line 13" o:spid="_x0000_s108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<v:line id="Line 14" o:spid="_x0000_s108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<v:line id="Line 15" o:spid="_x0000_s108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<v:line id="Line 16" o:spid="_x0000_s109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</v:group>
        </w:pict>
      </w:r>
      <w:r>
        <w:rPr>
          <w:noProof/>
        </w:rPr>
        <w:pict>
          <v:group id="_x0000_s1091" style="position:absolute;left:0;text-align:left;margin-left:241.5pt;margin-top:6.75pt;width:45pt;height:21.15pt;z-index:251664384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">
            <v:line id="Line 13" o:spid="_x0000_s109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<v:line id="Line 14" o:spid="_x0000_s109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<v:line id="Line 15" o:spid="_x0000_s109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<v:line id="Line 16" o:spid="_x0000_s109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</v:group>
        </w:pict>
      </w:r>
      <w:r>
        <w:rPr>
          <w:noProof/>
        </w:rPr>
        <w:pict>
          <v:group id="_x0000_s1096" style="position:absolute;left:0;text-align:left;margin-left:91.5pt;margin-top:6.15pt;width:45pt;height:21.15pt;z-index:251663360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">
            <v:line id="Line 13" o:spid="_x0000_s1097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<v:line id="Line 14" o:spid="_x0000_s1098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<v:line id="Line 15" o:spid="_x0000_s1099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<v:line id="Line 16" o:spid="_x0000_s1100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</v:group>
        </w:pict>
      </w:r>
      <w:r>
        <w:rPr>
          <w:noProof/>
        </w:rPr>
        <w:pict>
          <v:group id="_x0000_s1101" style="position:absolute;left:0;text-align:left;margin-left:13.5pt;margin-top:6.15pt;width:45pt;height:21.15pt;z-index:251660288" coordorigin="2160,5184" coordsize="7019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">
            <v:line id="Line 13" o:spid="_x0000_s1102" style="position:absolute;visibility:visible" from="2160,5184" to="9179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<v:line id="Line 14" o:spid="_x0000_s1103" style="position:absolute;visibility:visible" from="2160,5340" to="9179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<v:line id="Line 15" o:spid="_x0000_s1104" style="position:absolute;visibility:visible" from="2160,5496" to="9179,5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<v:line id="Line 16" o:spid="_x0000_s1105" style="position:absolute;visibility:visible" from="2160,5652" to="9179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</v:group>
        </w:pict>
      </w:r>
      <w:r>
        <w:t xml:space="preserve">7.          </w:t>
      </w:r>
      <w:r>
        <w:rPr>
          <w:sz w:val="32"/>
          <w:szCs w:val="32"/>
        </w:rPr>
        <w:t>P</w:t>
      </w:r>
      <w:r>
        <w:rPr>
          <w:sz w:val="28"/>
          <w:szCs w:val="28"/>
        </w:rPr>
        <w:t xml:space="preserve">p                      </w:t>
      </w:r>
      <w:r w:rsidRPr="00480FB0">
        <w:rPr>
          <w:szCs w:val="21"/>
        </w:rPr>
        <w:t>8</w:t>
      </w:r>
      <w:r>
        <w:rPr>
          <w:sz w:val="28"/>
          <w:szCs w:val="28"/>
        </w:rPr>
        <w:t>.       Ss</w:t>
      </w:r>
    </w:p>
    <w:p w:rsidR="007655D1" w:rsidRDefault="007655D1" w:rsidP="00C148BB"/>
    <w:p w:rsidR="007655D1" w:rsidRPr="00480FB0" w:rsidRDefault="007655D1" w:rsidP="00480FB0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Default="007655D1"/>
    <w:p w:rsidR="007655D1" w:rsidRPr="00480FB0" w:rsidRDefault="007655D1" w:rsidP="00480FB0">
      <w:r w:rsidRPr="00480FB0">
        <w:rPr>
          <w:rFonts w:hint="eastAsia"/>
        </w:rPr>
        <w:t>听力原稿</w:t>
      </w:r>
      <w:r w:rsidRPr="00480FB0">
        <w:t>:</w:t>
      </w:r>
    </w:p>
    <w:p w:rsidR="007655D1" w:rsidRPr="00480FB0" w:rsidRDefault="007655D1" w:rsidP="00480FB0">
      <w:r w:rsidRPr="00480FB0">
        <w:rPr>
          <w:rFonts w:hint="eastAsia"/>
        </w:rPr>
        <w:t>听力部分</w:t>
      </w:r>
      <w:r w:rsidRPr="00480FB0">
        <w:t xml:space="preserve"> (60</w:t>
      </w:r>
      <w:r w:rsidRPr="00480FB0">
        <w:rPr>
          <w:rFonts w:hint="eastAsia"/>
        </w:rPr>
        <w:t>分</w:t>
      </w:r>
      <w:r w:rsidRPr="00480FB0">
        <w:t xml:space="preserve">) </w:t>
      </w:r>
    </w:p>
    <w:p w:rsidR="007655D1" w:rsidRPr="00480FB0" w:rsidRDefault="007655D1" w:rsidP="00480FB0">
      <w:r w:rsidRPr="00480FB0">
        <w:rPr>
          <w:rFonts w:hint="eastAsia"/>
        </w:rPr>
        <w:t>一、听音，圈出你所听到的图片（</w:t>
      </w:r>
      <w:r w:rsidRPr="00480FB0">
        <w:t>10</w:t>
      </w:r>
      <w:r w:rsidRPr="00480FB0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2’</w:t>
        </w:r>
      </w:smartTag>
      <w:r w:rsidRPr="00480FB0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20’</w:t>
        </w:r>
      </w:smartTag>
      <w:r w:rsidRPr="00480FB0">
        <w:rPr>
          <w:rFonts w:hint="eastAsia"/>
        </w:rPr>
        <w:t>）</w:t>
      </w:r>
    </w:p>
    <w:p w:rsidR="007655D1" w:rsidRPr="00480FB0" w:rsidRDefault="007655D1" w:rsidP="00480FB0">
      <w:r w:rsidRPr="00480FB0">
        <w:t>1. Give me a bag, please?</w:t>
      </w:r>
    </w:p>
    <w:p w:rsidR="007655D1" w:rsidRPr="00480FB0" w:rsidRDefault="007655D1" w:rsidP="00480FB0">
      <w:r w:rsidRPr="00480FB0">
        <w:t>2. I can dance.</w:t>
      </w:r>
    </w:p>
    <w:p w:rsidR="007655D1" w:rsidRPr="00480FB0" w:rsidRDefault="007655D1" w:rsidP="00480FB0">
      <w:r w:rsidRPr="00480FB0">
        <w:t>3. Touch your nose.</w:t>
      </w:r>
    </w:p>
    <w:p w:rsidR="007655D1" w:rsidRPr="00480FB0" w:rsidRDefault="007655D1" w:rsidP="00480FB0">
      <w:r w:rsidRPr="00480FB0">
        <w:t>4. I like bananas.</w:t>
      </w:r>
    </w:p>
    <w:p w:rsidR="007655D1" w:rsidRPr="00480FB0" w:rsidRDefault="007655D1" w:rsidP="00480FB0">
      <w:r w:rsidRPr="00480FB0">
        <w:t>5. May I have a cake , please?</w:t>
      </w:r>
    </w:p>
    <w:p w:rsidR="007655D1" w:rsidRPr="00480FB0" w:rsidRDefault="007655D1" w:rsidP="00480FB0">
      <w:r w:rsidRPr="00480FB0">
        <w:t>6. She is my sister.</w:t>
      </w:r>
    </w:p>
    <w:p w:rsidR="007655D1" w:rsidRPr="00480FB0" w:rsidRDefault="007655D1" w:rsidP="00480FB0">
      <w:r w:rsidRPr="00480FB0">
        <w:t>7. Quack, Quack, What is this?</w:t>
      </w:r>
    </w:p>
    <w:p w:rsidR="007655D1" w:rsidRPr="00480FB0" w:rsidRDefault="007655D1" w:rsidP="00480FB0">
      <w:r w:rsidRPr="00480FB0">
        <w:t>8. It is black and white. It is lovely. What is it?</w:t>
      </w:r>
    </w:p>
    <w:p w:rsidR="007655D1" w:rsidRPr="00480FB0" w:rsidRDefault="007655D1" w:rsidP="00480FB0">
      <w:r w:rsidRPr="00480FB0">
        <w:t>9. May I have a hamburger, please?</w:t>
      </w:r>
    </w:p>
    <w:p w:rsidR="007655D1" w:rsidRPr="00480FB0" w:rsidRDefault="007655D1" w:rsidP="00480FB0">
      <w:r w:rsidRPr="00480FB0">
        <w:t>10. He is my father.</w:t>
      </w:r>
    </w:p>
    <w:p w:rsidR="007655D1" w:rsidRPr="00480FB0" w:rsidRDefault="007655D1" w:rsidP="00480FB0">
      <w:r w:rsidRPr="00480FB0">
        <w:rPr>
          <w:rFonts w:hint="eastAsia"/>
        </w:rPr>
        <w:t>二、听音，圈出单词（</w:t>
      </w:r>
      <w:r w:rsidRPr="00480FB0">
        <w:t>10</w:t>
      </w:r>
      <w:r w:rsidRPr="00480FB0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1’</w:t>
        </w:r>
      </w:smartTag>
      <w:r w:rsidRPr="00480FB0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10’</w:t>
        </w:r>
      </w:smartTag>
      <w:r w:rsidRPr="00480FB0">
        <w:rPr>
          <w:rFonts w:hint="eastAsia"/>
        </w:rPr>
        <w:t>）</w:t>
      </w:r>
    </w:p>
    <w:p w:rsidR="007655D1" w:rsidRPr="00480FB0" w:rsidRDefault="007655D1" w:rsidP="00480FB0">
      <w:r w:rsidRPr="00480FB0">
        <w:t>1. write.</w:t>
      </w:r>
    </w:p>
    <w:p w:rsidR="007655D1" w:rsidRPr="00480FB0" w:rsidRDefault="007655D1" w:rsidP="00480FB0">
      <w:r w:rsidRPr="00480FB0">
        <w:t>2. rubber</w:t>
      </w:r>
    </w:p>
    <w:p w:rsidR="007655D1" w:rsidRPr="00480FB0" w:rsidRDefault="007655D1" w:rsidP="00480FB0">
      <w:r w:rsidRPr="00480FB0">
        <w:t>3.mooncake</w:t>
      </w:r>
    </w:p>
    <w:p w:rsidR="007655D1" w:rsidRPr="00480FB0" w:rsidRDefault="007655D1" w:rsidP="00480FB0">
      <w:r w:rsidRPr="00480FB0">
        <w:t>4. bag</w:t>
      </w:r>
    </w:p>
    <w:p w:rsidR="007655D1" w:rsidRPr="00480FB0" w:rsidRDefault="007655D1" w:rsidP="00480FB0">
      <w:r w:rsidRPr="00480FB0">
        <w:t>5. jump</w:t>
      </w:r>
    </w:p>
    <w:p w:rsidR="007655D1" w:rsidRPr="00480FB0" w:rsidRDefault="007655D1" w:rsidP="00480FB0">
      <w:r w:rsidRPr="00480FB0">
        <w:t>6. mother</w:t>
      </w:r>
    </w:p>
    <w:p w:rsidR="007655D1" w:rsidRPr="00480FB0" w:rsidRDefault="007655D1" w:rsidP="00480FB0">
      <w:r w:rsidRPr="00480FB0">
        <w:t>7. pear</w:t>
      </w:r>
    </w:p>
    <w:p w:rsidR="007655D1" w:rsidRPr="00480FB0" w:rsidRDefault="007655D1" w:rsidP="00480FB0">
      <w:r w:rsidRPr="00480FB0">
        <w:t>8. five</w:t>
      </w:r>
    </w:p>
    <w:p w:rsidR="007655D1" w:rsidRPr="00480FB0" w:rsidRDefault="007655D1" w:rsidP="00480FB0">
      <w:r w:rsidRPr="00480FB0">
        <w:t>9. face</w:t>
      </w:r>
    </w:p>
    <w:p w:rsidR="007655D1" w:rsidRPr="00480FB0" w:rsidRDefault="007655D1" w:rsidP="00480FB0">
      <w:r w:rsidRPr="00480FB0">
        <w:t>10. pencil</w:t>
      </w:r>
    </w:p>
    <w:p w:rsidR="007655D1" w:rsidRPr="00480FB0" w:rsidRDefault="007655D1" w:rsidP="00480FB0">
      <w:r w:rsidRPr="00480FB0">
        <w:rPr>
          <w:rFonts w:hint="eastAsia"/>
        </w:rPr>
        <w:t>三，听音，写数字</w:t>
      </w:r>
      <w:r w:rsidRPr="00480FB0">
        <w:t>5%</w:t>
      </w:r>
    </w:p>
    <w:p w:rsidR="007655D1" w:rsidRPr="00480FB0" w:rsidRDefault="007655D1" w:rsidP="00480FB0">
      <w:pPr>
        <w:numPr>
          <w:ilvl w:val="0"/>
          <w:numId w:val="5"/>
        </w:numPr>
      </w:pPr>
      <w:r w:rsidRPr="00480FB0">
        <w:t>9</w:t>
      </w:r>
    </w:p>
    <w:p w:rsidR="007655D1" w:rsidRPr="00480FB0" w:rsidRDefault="007655D1" w:rsidP="00480FB0">
      <w:pPr>
        <w:numPr>
          <w:ilvl w:val="0"/>
          <w:numId w:val="5"/>
        </w:numPr>
      </w:pPr>
      <w:r w:rsidRPr="00480FB0">
        <w:t>6</w:t>
      </w:r>
    </w:p>
    <w:p w:rsidR="007655D1" w:rsidRPr="00480FB0" w:rsidRDefault="007655D1" w:rsidP="00480FB0">
      <w:pPr>
        <w:numPr>
          <w:ilvl w:val="0"/>
          <w:numId w:val="5"/>
        </w:numPr>
      </w:pPr>
      <w:r w:rsidRPr="00480FB0">
        <w:t>1</w:t>
      </w:r>
    </w:p>
    <w:p w:rsidR="007655D1" w:rsidRPr="00480FB0" w:rsidRDefault="007655D1" w:rsidP="00480FB0">
      <w:pPr>
        <w:numPr>
          <w:ilvl w:val="0"/>
          <w:numId w:val="5"/>
        </w:numPr>
      </w:pPr>
      <w:r w:rsidRPr="00480FB0">
        <w:t>7</w:t>
      </w:r>
    </w:p>
    <w:p w:rsidR="007655D1" w:rsidRPr="00480FB0" w:rsidRDefault="007655D1" w:rsidP="00480FB0">
      <w:pPr>
        <w:numPr>
          <w:ilvl w:val="0"/>
          <w:numId w:val="5"/>
        </w:numPr>
      </w:pPr>
      <w:r w:rsidRPr="00480FB0">
        <w:t>5</w:t>
      </w:r>
    </w:p>
    <w:p w:rsidR="007655D1" w:rsidRPr="00480FB0" w:rsidRDefault="007655D1" w:rsidP="00480FB0">
      <w:r w:rsidRPr="00480FB0">
        <w:rPr>
          <w:rFonts w:hint="eastAsia"/>
        </w:rPr>
        <w:t>四、听音，给下列图片排序</w:t>
      </w:r>
      <w:r w:rsidRPr="00480FB0">
        <w:t xml:space="preserve"> </w:t>
      </w:r>
      <w:r w:rsidRPr="00480FB0">
        <w:rPr>
          <w:rFonts w:hint="eastAsia"/>
        </w:rPr>
        <w:t>（</w:t>
      </w:r>
      <w:r w:rsidRPr="00480FB0">
        <w:t>10</w:t>
      </w:r>
      <w:r w:rsidRPr="00480FB0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1’</w:t>
        </w:r>
      </w:smartTag>
      <w:r w:rsidRPr="00480FB0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10’</w:t>
        </w:r>
      </w:smartTag>
      <w:r w:rsidRPr="00480FB0">
        <w:rPr>
          <w:rFonts w:hint="eastAsia"/>
        </w:rPr>
        <w:t>）</w:t>
      </w:r>
    </w:p>
    <w:p w:rsidR="007655D1" w:rsidRPr="00480FB0" w:rsidRDefault="007655D1" w:rsidP="00480FB0">
      <w:r w:rsidRPr="00480FB0">
        <w:t>She can draw. She can read. She can dance. She can sing. She can write.</w:t>
      </w:r>
    </w:p>
    <w:p w:rsidR="007655D1" w:rsidRPr="00480FB0" w:rsidRDefault="007655D1" w:rsidP="00480FB0">
      <w:r w:rsidRPr="00480FB0">
        <w:t>Touch your nose. Touch your face. Touch your mouth. Touch your ear. Touch your eye.</w:t>
      </w:r>
    </w:p>
    <w:p w:rsidR="007655D1" w:rsidRPr="00480FB0" w:rsidRDefault="007655D1" w:rsidP="00480FB0">
      <w:r w:rsidRPr="00480FB0">
        <w:rPr>
          <w:rFonts w:hint="eastAsia"/>
        </w:rPr>
        <w:t>五、听音，看图，打√×。（</w:t>
      </w:r>
      <w:r w:rsidRPr="00480FB0">
        <w:t>5</w:t>
      </w:r>
      <w:r w:rsidRPr="00480FB0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2’</w:t>
        </w:r>
      </w:smartTag>
      <w:r w:rsidRPr="00480FB0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10’</w:t>
        </w:r>
      </w:smartTag>
      <w:r w:rsidRPr="00480FB0">
        <w:rPr>
          <w:rFonts w:hint="eastAsia"/>
        </w:rPr>
        <w:t>）</w:t>
      </w:r>
    </w:p>
    <w:p w:rsidR="007655D1" w:rsidRPr="00480FB0" w:rsidRDefault="007655D1" w:rsidP="00480FB0">
      <w:r w:rsidRPr="00480FB0">
        <w:t>1. This is a red balloon.</w:t>
      </w:r>
    </w:p>
    <w:p w:rsidR="007655D1" w:rsidRPr="00480FB0" w:rsidRDefault="007655D1" w:rsidP="00480FB0">
      <w:r w:rsidRPr="00480FB0">
        <w:t>2. There`re two rabbits.</w:t>
      </w:r>
    </w:p>
    <w:p w:rsidR="007655D1" w:rsidRPr="00480FB0" w:rsidRDefault="007655D1" w:rsidP="00480FB0">
      <w:r w:rsidRPr="00480FB0">
        <w:t>3. He is my grandfather.</w:t>
      </w:r>
    </w:p>
    <w:p w:rsidR="007655D1" w:rsidRPr="00480FB0" w:rsidRDefault="007655D1" w:rsidP="00480FB0">
      <w:r w:rsidRPr="00480FB0">
        <w:t>4. This is a yellow lemon.</w:t>
      </w:r>
    </w:p>
    <w:p w:rsidR="007655D1" w:rsidRPr="00480FB0" w:rsidRDefault="007655D1" w:rsidP="00480FB0">
      <w:r w:rsidRPr="00480FB0">
        <w:t>5. This is a red bag.</w:t>
      </w:r>
    </w:p>
    <w:p w:rsidR="007655D1" w:rsidRPr="00480FB0" w:rsidRDefault="007655D1" w:rsidP="00480FB0">
      <w:r w:rsidRPr="00480FB0">
        <w:rPr>
          <w:rFonts w:hint="eastAsia"/>
        </w:rPr>
        <w:t>六、在听到的句子前面打</w:t>
      </w:r>
      <w:r w:rsidRPr="00480FB0">
        <w:t xml:space="preserve">( </w:t>
      </w:r>
      <w:r w:rsidRPr="00480FB0">
        <w:rPr>
          <w:rFonts w:hint="eastAsia"/>
        </w:rPr>
        <w:t>√</w:t>
      </w:r>
      <w:r w:rsidRPr="00480FB0">
        <w:t xml:space="preserve"> ) </w:t>
      </w:r>
      <w:r w:rsidRPr="00480FB0">
        <w:rPr>
          <w:rFonts w:hint="eastAsia"/>
        </w:rPr>
        <w:t>（</w:t>
      </w:r>
      <w:r w:rsidRPr="00480FB0">
        <w:t>5</w:t>
      </w:r>
      <w:r w:rsidRPr="00480FB0">
        <w:rPr>
          <w:rFonts w:hint="eastAsia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1’</w:t>
        </w:r>
      </w:smartTag>
      <w:r w:rsidRPr="00480FB0"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’"/>
        </w:smartTagPr>
        <w:r w:rsidRPr="00480FB0">
          <w:t>5’</w:t>
        </w:r>
      </w:smartTag>
      <w:r w:rsidRPr="00480FB0">
        <w:rPr>
          <w:rFonts w:hint="eastAsia"/>
        </w:rPr>
        <w:t>）</w:t>
      </w:r>
    </w:p>
    <w:p w:rsidR="007655D1" w:rsidRPr="00480FB0" w:rsidRDefault="007655D1" w:rsidP="00480FB0">
      <w:r w:rsidRPr="00480FB0">
        <w:t>1. Can you sing?</w:t>
      </w:r>
    </w:p>
    <w:p w:rsidR="007655D1" w:rsidRPr="00480FB0" w:rsidRDefault="007655D1" w:rsidP="00480FB0">
      <w:r w:rsidRPr="00480FB0">
        <w:t>2. Fine, thank you.</w:t>
      </w:r>
    </w:p>
    <w:p w:rsidR="007655D1" w:rsidRPr="00480FB0" w:rsidRDefault="007655D1" w:rsidP="00480FB0">
      <w:r w:rsidRPr="00480FB0">
        <w:t>3. This is a ruler.</w:t>
      </w:r>
    </w:p>
    <w:p w:rsidR="007655D1" w:rsidRPr="00480FB0" w:rsidRDefault="007655D1" w:rsidP="00480FB0">
      <w:r w:rsidRPr="00480FB0">
        <w:t>4. How are you?</w:t>
      </w:r>
    </w:p>
    <w:p w:rsidR="007655D1" w:rsidRPr="00480FB0" w:rsidRDefault="007655D1" w:rsidP="00480FB0">
      <w:r w:rsidRPr="00480FB0">
        <w:t>5. What`s this?</w:t>
      </w:r>
    </w:p>
    <w:p w:rsidR="007655D1" w:rsidRDefault="007655D1">
      <w:bookmarkStart w:id="0" w:name="_GoBack"/>
      <w:bookmarkEnd w:id="0"/>
    </w:p>
    <w:sectPr w:rsidR="007655D1" w:rsidSect="00F93F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4FAB"/>
    <w:multiLevelType w:val="hybridMultilevel"/>
    <w:tmpl w:val="D0C6E8CC"/>
    <w:lvl w:ilvl="0" w:tplc="AC328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B0B37DF"/>
    <w:multiLevelType w:val="hybridMultilevel"/>
    <w:tmpl w:val="2686691C"/>
    <w:lvl w:ilvl="0" w:tplc="A600FC7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EB0A8D26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C575E04"/>
    <w:multiLevelType w:val="hybridMultilevel"/>
    <w:tmpl w:val="2D5C71FC"/>
    <w:lvl w:ilvl="0" w:tplc="E8825C9C">
      <w:start w:val="6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165133"/>
    <w:multiLevelType w:val="hybridMultilevel"/>
    <w:tmpl w:val="8C5639C6"/>
    <w:lvl w:ilvl="0" w:tplc="14F8C9A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E95359F"/>
    <w:multiLevelType w:val="hybridMultilevel"/>
    <w:tmpl w:val="1B6C64EA"/>
    <w:lvl w:ilvl="0" w:tplc="1BCCD78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8BB"/>
    <w:rsid w:val="001046DF"/>
    <w:rsid w:val="0011439D"/>
    <w:rsid w:val="002253FA"/>
    <w:rsid w:val="00283F39"/>
    <w:rsid w:val="00326E3E"/>
    <w:rsid w:val="003C3C31"/>
    <w:rsid w:val="00480FB0"/>
    <w:rsid w:val="004D16B1"/>
    <w:rsid w:val="0062122C"/>
    <w:rsid w:val="007655D1"/>
    <w:rsid w:val="00A03004"/>
    <w:rsid w:val="00AA7AE1"/>
    <w:rsid w:val="00C148BB"/>
    <w:rsid w:val="00C95C97"/>
    <w:rsid w:val="00DA2A59"/>
    <w:rsid w:val="00F93F13"/>
    <w:rsid w:val="00FD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F1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C148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148BB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8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9.jpeg"/><Relationship Id="rId42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aike.baidu.com/view/3907.htm" TargetMode="External"/><Relationship Id="rId24" Type="http://schemas.openxmlformats.org/officeDocument/2006/relationships/image" Target="media/image19.jpeg"/><Relationship Id="rId32" Type="http://schemas.openxmlformats.org/officeDocument/2006/relationships/image" Target="media/image27.png"/><Relationship Id="rId37" Type="http://schemas.openxmlformats.org/officeDocument/2006/relationships/hyperlink" Target="http://image.baidu.com/i?ct=503316480&amp;z=&amp;tn=baiduimagedetail&amp;word=%E4%B8%89%E5%8F%AA%E5%85%94%E5%AD%90&amp;ie=utf-8&amp;in=28917&amp;cl=2&amp;lm=-1&amp;st=-1&amp;pn=13&amp;rn=1&amp;di=205972619100&amp;ln=1981&amp;fr=&amp;fm=result&amp;fmq=1357443609290_R&amp;ic=0&amp;s=&amp;se=1&amp;sme=0&amp;tab=&amp;width=&amp;height=&amp;face=0&amp;is=&amp;istype=2" TargetMode="External"/><Relationship Id="rId40" Type="http://schemas.openxmlformats.org/officeDocument/2006/relationships/image" Target="media/image34.jpe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732</Words>
  <Characters>4176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上海版牛津英语一年级上册期末练习卷</dc:title>
  <dc:subject/>
  <dc:creator>wangfeifei</dc:creator>
  <cp:keywords/>
  <dc:description/>
  <cp:lastModifiedBy>samsung</cp:lastModifiedBy>
  <cp:revision>2</cp:revision>
  <dcterms:created xsi:type="dcterms:W3CDTF">2013-01-17T06:23:00Z</dcterms:created>
  <dcterms:modified xsi:type="dcterms:W3CDTF">2013-01-17T06:23:00Z</dcterms:modified>
</cp:coreProperties>
</file>