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0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黑体" w:eastAsia="黑体"/>
          <w:b/>
          <w:color w:val="000000" w:themeColor="text1"/>
          <w:sz w:val="40"/>
          <w14:textFill>
            <w14:solidFill>
              <w14:schemeClr w14:val="tx1"/>
            </w14:solidFill>
          </w14:textFill>
        </w:rPr>
        <w:pict>
          <v:shape id="_x0000_s1025" o:spid="_x0000_s1025" o:spt="75" type="#_x0000_t75" style="position:absolute;left:0pt;margin-left:945pt;margin-top:947pt;height:34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ascii="Arial" w:hAnsi="黑体" w:eastAsia="黑体"/>
          <w:b/>
          <w:color w:val="000000" w:themeColor="text1"/>
          <w:sz w:val="40"/>
          <w14:textFill>
            <w14:solidFill>
              <w14:schemeClr w14:val="tx1"/>
            </w14:solidFill>
          </w14:textFill>
        </w:rPr>
        <w:t>第一单元测评</w:t>
      </w:r>
    </w:p>
    <w:p>
      <w:pPr>
        <w:pStyle w:val="40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hAnsi="楷体" w:eastAsia="楷体"/>
          <w:color w:val="000000" w:themeColor="text1"/>
          <w:sz w:val="22"/>
          <w14:textFill>
            <w14:solidFill>
              <w14:schemeClr w14:val="tx1"/>
            </w14:solidFill>
          </w14:textFill>
        </w:rPr>
        <w:t>时间</w:t>
      </w:r>
      <w:r>
        <w:rPr>
          <w:rFonts w:ascii="Times New Roman" w:hAnsi="宋体" w:eastAsia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:90</w:t>
      </w:r>
      <w:r>
        <w:rPr>
          <w:rFonts w:ascii="Times New Roman" w:hAnsi="楷体" w:eastAsia="楷体"/>
          <w:color w:val="000000" w:themeColor="text1"/>
          <w:sz w:val="22"/>
          <w14:textFill>
            <w14:solidFill>
              <w14:schemeClr w14:val="tx1"/>
            </w14:solidFill>
          </w14:textFill>
        </w:rPr>
        <w:t>分钟</w:t>
      </w:r>
      <w:r>
        <w:rPr>
          <w:rFonts w:ascii="Times New Roman" w:hAnsi="宋体" w:eastAsia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楷体" w:eastAsia="楷体"/>
          <w:color w:val="000000" w:themeColor="text1"/>
          <w:sz w:val="22"/>
          <w14:textFill>
            <w14:solidFill>
              <w14:schemeClr w14:val="tx1"/>
            </w14:solidFill>
          </w14:textFill>
        </w:rPr>
        <w:t>满分</w:t>
      </w:r>
      <w:r>
        <w:rPr>
          <w:rFonts w:ascii="Times New Roman" w:hAnsi="宋体" w:eastAsia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:100</w:t>
      </w:r>
      <w:r>
        <w:rPr>
          <w:rFonts w:ascii="Times New Roman" w:hAnsi="楷体" w:eastAsia="楷体"/>
          <w:color w:val="000000" w:themeColor="text1"/>
          <w:sz w:val="22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hAnsi="宋体" w:eastAsia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黑体" w:eastAsia="黑体"/>
          <w:color w:val="000000" w:themeColor="text1"/>
          <w:sz w:val="22"/>
          <w14:textFill>
            <w14:solidFill>
              <w14:schemeClr w14:val="tx1"/>
            </w14:solidFill>
          </w14:textFill>
        </w:rPr>
        <w:t>一、积累与运用</w:t>
      </w:r>
      <w:r>
        <w:rPr>
          <w:rFonts w:ascii="Times New Roman" w:hAnsi="宋体" w:eastAsia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(25</w:t>
      </w:r>
      <w:r>
        <w:rPr>
          <w:rFonts w:ascii="Times New Roman" w:hAnsi="楷体" w:eastAsia="楷体"/>
          <w:color w:val="000000" w:themeColor="text1"/>
          <w:sz w:val="22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hAnsi="宋体" w:eastAsia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下列加点字的注音完全正确的一项是(　　)(3分)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em w:val="dot"/>
          <w14:textFill>
            <w14:solidFill>
              <w14:schemeClr w14:val="tx1"/>
            </w14:solidFill>
          </w14:textFill>
        </w:rPr>
        <w:t>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落(</w:t>
      </w:r>
      <w:r>
        <w:rPr>
          <w:rFonts w:ascii="Arial" w:hAnsi="Arial" w:eastAsia="黑体"/>
          <w:color w:val="000000" w:themeColor="text1"/>
          <w14:textFill>
            <w14:solidFill>
              <w14:schemeClr w14:val="tx1"/>
            </w14:solidFill>
          </w14:textFill>
        </w:rPr>
        <w:t>zháo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)</w:t>
      </w:r>
      <w:r>
        <w:rPr>
          <w:rFonts w:ascii="Arial" w:hAnsi="Arial" w:eastAsia="黑体"/>
          <w:color w:val="000000" w:themeColor="text1"/>
          <w14:textFill>
            <w14:solidFill>
              <w14:schemeClr w14:val="tx1"/>
            </w14:solidFill>
          </w14:textFill>
        </w:rPr>
        <w:t>　　　　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 xml:space="preserve"> 枯</w:t>
      </w:r>
      <w:r>
        <w:rPr>
          <w:rFonts w:ascii="Times New Roman" w:hAnsi="宋体" w:eastAsia="宋体"/>
          <w:color w:val="000000" w:themeColor="text1"/>
          <w:em w:val="dot"/>
          <w14:textFill>
            <w14:solidFill>
              <w14:schemeClr w14:val="tx1"/>
            </w14:solidFill>
          </w14:textFill>
        </w:rPr>
        <w:t>涸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ascii="Arial" w:hAnsi="Arial" w:eastAsia="黑体"/>
          <w:color w:val="000000" w:themeColor="text1"/>
          <w14:textFill>
            <w14:solidFill>
              <w14:schemeClr w14:val="tx1"/>
            </w14:solidFill>
          </w14:textFill>
        </w:rPr>
        <w:t>hé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)</w:t>
      </w:r>
      <w:r>
        <w:rPr>
          <w:rFonts w:ascii="Arial" w:hAnsi="Arial" w:eastAsia="黑体"/>
          <w:color w:val="000000" w:themeColor="text1"/>
          <w14:textFill>
            <w14:solidFill>
              <w14:schemeClr w14:val="tx1"/>
            </w14:solidFill>
          </w14:textFill>
        </w:rPr>
        <w:t>　　　　　　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吝</w:t>
      </w:r>
      <w:r>
        <w:rPr>
          <w:rFonts w:ascii="Times New Roman" w:hAnsi="宋体" w:eastAsia="宋体"/>
          <w:color w:val="000000" w:themeColor="text1"/>
          <w:em w:val="dot"/>
          <w14:textFill>
            <w14:solidFill>
              <w14:schemeClr w14:val="tx1"/>
            </w14:solidFill>
          </w14:textFill>
        </w:rPr>
        <w:t>啬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ascii="Arial" w:hAnsi="Arial" w:eastAsia="黑体"/>
          <w:color w:val="000000" w:themeColor="text1"/>
          <w14:textFill>
            <w14:solidFill>
              <w14:schemeClr w14:val="tx1"/>
            </w14:solidFill>
          </w14:textFill>
        </w:rPr>
        <w:t>sè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)</w:t>
      </w:r>
      <w:r>
        <w:rPr>
          <w:rFonts w:ascii="Arial" w:hAnsi="Arial" w:eastAsia="黑体"/>
          <w:color w:val="000000" w:themeColor="text1"/>
          <w14:textFill>
            <w14:solidFill>
              <w14:schemeClr w14:val="tx1"/>
            </w14:solidFill>
          </w14:textFill>
        </w:rPr>
        <w:t>　　　　　　　</w:t>
      </w:r>
      <w:r>
        <w:rPr>
          <w:rFonts w:ascii="Times New Roman" w:hAnsi="宋体" w:eastAsia="宋体"/>
          <w:color w:val="000000" w:themeColor="text1"/>
          <w:em w:val="dot"/>
          <w14:textFill>
            <w14:solidFill>
              <w14:schemeClr w14:val="tx1"/>
            </w14:solidFill>
          </w14:textFill>
        </w:rPr>
        <w:t>润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湿(</w:t>
      </w:r>
      <w:r>
        <w:rPr>
          <w:rFonts w:ascii="Arial" w:hAnsi="Arial" w:eastAsia="黑体"/>
          <w:color w:val="000000" w:themeColor="text1"/>
          <w14:textFill>
            <w14:solidFill>
              <w14:schemeClr w14:val="tx1"/>
            </w14:solidFill>
          </w14:textFill>
        </w:rPr>
        <w:t>rùn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酝</w:t>
      </w:r>
      <w:r>
        <w:rPr>
          <w:rFonts w:ascii="Times New Roman" w:hAnsi="宋体" w:eastAsia="宋体"/>
          <w:color w:val="000000" w:themeColor="text1"/>
          <w:em w:val="dot"/>
          <w14:textFill>
            <w14:solidFill>
              <w14:schemeClr w14:val="tx1"/>
            </w14:solidFill>
          </w14:textFill>
        </w:rPr>
        <w:t>酿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ascii="Arial" w:hAnsi="Arial" w:eastAsia="黑体"/>
          <w:color w:val="000000" w:themeColor="text1"/>
          <w14:textFill>
            <w14:solidFill>
              <w14:schemeClr w14:val="tx1"/>
            </w14:solidFill>
          </w14:textFill>
        </w:rPr>
        <w:t>niàng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宋体" w:eastAsia="宋体"/>
          <w:color w:val="000000" w:themeColor="text1"/>
          <w:em w:val="dot"/>
          <w14:textFill>
            <w14:solidFill>
              <w14:schemeClr w14:val="tx1"/>
            </w14:solidFill>
          </w14:textFill>
        </w:rPr>
        <w:t>筋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骨(</w:t>
      </w:r>
      <w:r>
        <w:rPr>
          <w:rFonts w:ascii="Arial" w:hAnsi="Arial" w:eastAsia="黑体"/>
          <w:color w:val="000000" w:themeColor="text1"/>
          <w14:textFill>
            <w14:solidFill>
              <w14:schemeClr w14:val="tx1"/>
            </w14:solidFill>
          </w14:textFill>
        </w:rPr>
        <w:t>jīn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水</w:t>
      </w:r>
      <w:r>
        <w:rPr>
          <w:rFonts w:ascii="Times New Roman" w:hAnsi="宋体" w:eastAsia="宋体"/>
          <w:color w:val="000000" w:themeColor="text1"/>
          <w:em w:val="dot"/>
          <w14:textFill>
            <w14:solidFill>
              <w14:schemeClr w14:val="tx1"/>
            </w14:solidFill>
          </w14:textFill>
        </w:rPr>
        <w:t>藻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ascii="Arial" w:hAnsi="Arial" w:eastAsia="黑体"/>
          <w:color w:val="000000" w:themeColor="text1"/>
          <w14:textFill>
            <w14:solidFill>
              <w14:schemeClr w14:val="tx1"/>
            </w14:solidFill>
          </w14:textFill>
        </w:rPr>
        <w:t>zǎo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宋体" w:eastAsia="宋体"/>
          <w:color w:val="000000" w:themeColor="text1"/>
          <w:em w:val="dot"/>
          <w14:textFill>
            <w14:solidFill>
              <w14:schemeClr w14:val="tx1"/>
            </w14:solidFill>
          </w14:textFill>
        </w:rPr>
        <w:t>应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和(</w:t>
      </w:r>
      <w:r>
        <w:rPr>
          <w:rFonts w:ascii="Arial" w:hAnsi="Arial" w:eastAsia="黑体"/>
          <w:color w:val="000000" w:themeColor="text1"/>
          <w14:textFill>
            <w14:solidFill>
              <w14:schemeClr w14:val="tx1"/>
            </w14:solidFill>
          </w14:textFill>
        </w:rPr>
        <w:t>yīng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黄</w:t>
      </w:r>
      <w:r>
        <w:rPr>
          <w:rFonts w:ascii="Times New Roman" w:hAnsi="宋体" w:eastAsia="宋体"/>
          <w:color w:val="000000" w:themeColor="text1"/>
          <w:em w:val="dot"/>
          <w14:textFill>
            <w14:solidFill>
              <w14:schemeClr w14:val="tx1"/>
            </w14:solidFill>
          </w14:textFill>
        </w:rPr>
        <w:t>晕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ascii="Arial" w:hAnsi="Arial" w:eastAsia="黑体"/>
          <w:color w:val="000000" w:themeColor="text1"/>
          <w14:textFill>
            <w14:solidFill>
              <w14:schemeClr w14:val="tx1"/>
            </w14:solidFill>
          </w14:textFill>
        </w:rPr>
        <w:t>yùn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宋体" w:eastAsia="宋体"/>
          <w:color w:val="000000" w:themeColor="text1"/>
          <w:em w:val="dot"/>
          <w14:textFill>
            <w14:solidFill>
              <w14:schemeClr w14:val="tx1"/>
            </w14:solidFill>
          </w14:textFill>
        </w:rPr>
        <w:t>蓑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衣(</w:t>
      </w:r>
      <w:r>
        <w:rPr>
          <w:rFonts w:ascii="Arial" w:hAnsi="Arial" w:eastAsia="黑体"/>
          <w:color w:val="000000" w:themeColor="text1"/>
          <w14:textFill>
            <w14:solidFill>
              <w14:schemeClr w14:val="tx1"/>
            </w14:solidFill>
          </w14:textFill>
        </w:rPr>
        <w:t>suō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宋体" w:eastAsia="宋体"/>
          <w:color w:val="000000" w:themeColor="text1"/>
          <w:em w:val="dot"/>
          <w14:textFill>
            <w14:solidFill>
              <w14:schemeClr w14:val="tx1"/>
            </w14:solidFill>
          </w14:textFill>
        </w:rPr>
        <w:t>暖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和(</w:t>
      </w:r>
      <w:r>
        <w:rPr>
          <w:rFonts w:ascii="Arial" w:hAnsi="Arial" w:eastAsia="黑体"/>
          <w:color w:val="000000" w:themeColor="text1"/>
          <w14:textFill>
            <w14:solidFill>
              <w14:schemeClr w14:val="tx1"/>
            </w14:solidFill>
          </w14:textFill>
        </w:rPr>
        <w:t>nuǎn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宋体" w:eastAsia="宋体"/>
          <w:color w:val="000000" w:themeColor="text1"/>
          <w:em w:val="dot"/>
          <w14:textFill>
            <w14:solidFill>
              <w14:schemeClr w14:val="tx1"/>
            </w14:solidFill>
          </w14:textFill>
        </w:rPr>
        <w:t>贮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蓄(</w:t>
      </w:r>
      <w:r>
        <w:rPr>
          <w:rFonts w:ascii="Arial" w:hAnsi="Arial" w:eastAsia="黑体"/>
          <w:color w:val="000000" w:themeColor="text1"/>
          <w14:textFill>
            <w14:solidFill>
              <w14:schemeClr w14:val="tx1"/>
            </w14:solidFill>
          </w14:textFill>
        </w:rPr>
        <w:t>zhù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em w:val="dot"/>
          <w14:textFill>
            <w14:solidFill>
              <w14:schemeClr w14:val="tx1"/>
            </w14:solidFill>
          </w14:textFill>
        </w:rPr>
        <w:t>淅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沥(</w:t>
      </w:r>
      <w:r>
        <w:rPr>
          <w:rFonts w:ascii="Arial" w:hAnsi="Arial" w:eastAsia="黑体"/>
          <w:color w:val="000000" w:themeColor="text1"/>
          <w14:textFill>
            <w14:solidFill>
              <w14:schemeClr w14:val="tx1"/>
            </w14:solidFill>
          </w14:textFill>
        </w:rPr>
        <w:t>xī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捉迷</w:t>
      </w:r>
      <w:r>
        <w:rPr>
          <w:rFonts w:ascii="Times New Roman" w:hAnsi="宋体" w:eastAsia="宋体"/>
          <w:color w:val="000000" w:themeColor="text1"/>
          <w:em w:val="dot"/>
          <w14:textFill>
            <w14:solidFill>
              <w14:schemeClr w14:val="tx1"/>
            </w14:solidFill>
          </w14:textFill>
        </w:rPr>
        <w:t>藏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ascii="Arial" w:hAnsi="Arial" w:eastAsia="黑体"/>
          <w:color w:val="000000" w:themeColor="text1"/>
          <w14:textFill>
            <w14:solidFill>
              <w14:schemeClr w14:val="tx1"/>
            </w14:solidFill>
          </w14:textFill>
        </w:rPr>
        <w:t>cáng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静</w:t>
      </w:r>
      <w:r>
        <w:rPr>
          <w:rFonts w:ascii="Times New Roman" w:hAnsi="宋体" w:eastAsia="宋体"/>
          <w:color w:val="000000" w:themeColor="text1"/>
          <w:em w:val="dot"/>
          <w14:textFill>
            <w14:solidFill>
              <w14:schemeClr w14:val="tx1"/>
            </w14:solidFill>
          </w14:textFill>
        </w:rPr>
        <w:t>谧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ascii="Arial" w:hAnsi="Arial" w:eastAsia="黑体"/>
          <w:color w:val="000000" w:themeColor="text1"/>
          <w14:textFill>
            <w14:solidFill>
              <w14:schemeClr w14:val="tx1"/>
            </w14:solidFill>
          </w14:textFill>
        </w:rPr>
        <w:t>bì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梦</w:t>
      </w:r>
      <w:r>
        <w:rPr>
          <w:rFonts w:ascii="Times New Roman" w:hAnsi="宋体" w:eastAsia="宋体"/>
          <w:color w:val="000000" w:themeColor="text1"/>
          <w:em w:val="dot"/>
          <w14:textFill>
            <w14:solidFill>
              <w14:schemeClr w14:val="tx1"/>
            </w14:solidFill>
          </w14:textFill>
        </w:rPr>
        <w:t>寐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ascii="Arial" w:hAnsi="Arial" w:eastAsia="黑体"/>
          <w:color w:val="000000" w:themeColor="text1"/>
          <w14:textFill>
            <w14:solidFill>
              <w14:schemeClr w14:val="tx1"/>
            </w14:solidFill>
          </w14:textFill>
        </w:rPr>
        <w:t>mèi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下列词语中有三个错别字,把它们找出来并改正。(3分)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山岛耸峙　　一截断茎　　披蓑带笠　　倾盆瓢泼　　抖擞精神　　一年之季在于春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下列句子中没有语病的一项是(　　)(3分)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能否熟练规范地书写汉字,是《语文课程标准》对学生汉字书写的基本要求。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福州市民如愿以偿地观赏到了日环食奇观。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各地中小学完善和建立了校园安全工作机制。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因为被评为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生态宜居城市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,使玉溪的知名度越来越高。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下列说法不正确的一项是(　　)(3分)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李白,字太白,号香山居士,唐代诗人。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《济南的冬天》作者是现代作家老舍,他的原名叫舒庆春,字舍予,代表作品有小说《骆驼祥子》和话剧《茶馆》等。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刘湛秋的《雨的四季》一文通过对雨在四季中的不同特点的描绘,抒发了作者对雨的爱恋之情,感情真挚而浓烈。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朱自清的《春》是一篇写景抒情散文,通过对春天景物的描写,抒发了作者对春天的喜爱、赞美之情。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默写。(5分)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(1)春天像小姑娘,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　　　　　　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,笑着,走着。(朱自清《春》)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(2)曹操《观沧海》中极写大海吞吐日月、含蕴群星的壮阔气势的诗句是: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　　　　　　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　　　　　　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;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　　　　　　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　　　　　　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(3)王湾《次北固山下》中的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　　　　　　　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　　　　　　　　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以大景与小景互相映衬,写出了江面的开阔。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(4)古代诗歌中,有一类诗句以名词组合而成,展现了情景交融的美妙境界,如马致远《天净沙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·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秋思》中的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枯藤老树昏鸦,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　　　　　　　　　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(5)古诗中,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月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常被诗人用作寄托思念朋友情感的载体。如李白《闻王昌龄左迁龙标遥有此寄》中的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053465" cy="1268730"/>
            <wp:effectExtent l="0" t="0" r="0" b="0"/>
            <wp:docPr id="50" name="14V03.eps" descr="id:21474857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14V03.eps" descr="id:2147485786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53720" cy="126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阅读下面的材料,按要求答题。(8分)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材料一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二十四节气之一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谷雨。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见右图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材料二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传说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张仲景告老还乡时正值冬至。他路过白河岸边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看到风雪里劳作的乡亲们耳朵都冻烂了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便让弟子搭起医棚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支起大锅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把羊肉和一些祛寒药材放在锅里煮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煮好后捞出切碎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再用面皮把它们包成耳朵样子的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娇耳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。人们吃了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娇耳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喝了祛寒汤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耳朵很快就好了。此后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就有了冬至吃饺子的习俗。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(1)材料一的图画,介绍了和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谷雨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相关的哪些内容?(2分)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(2)请用一句话概括材料二的内容。(3分)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(3)联系两则材料内容,使用关联词语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不仅……而且……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写一句话,概括二十四节气和大自然、人类活动之间的关系。(3分)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黑体" w:eastAsia="黑体"/>
          <w:color w:val="000000" w:themeColor="text1"/>
          <w:sz w:val="22"/>
          <w14:textFill>
            <w14:solidFill>
              <w14:schemeClr w14:val="tx1"/>
            </w14:solidFill>
          </w14:textFill>
        </w:rPr>
        <w:t>二、阅读理解</w:t>
      </w:r>
      <w:r>
        <w:rPr>
          <w:rFonts w:ascii="Times New Roman" w:hAnsi="宋体" w:eastAsia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(35</w:t>
      </w:r>
      <w:r>
        <w:rPr>
          <w:rFonts w:ascii="Times New Roman" w:hAnsi="楷体" w:eastAsia="楷体"/>
          <w:color w:val="000000" w:themeColor="text1"/>
          <w:sz w:val="22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hAnsi="宋体" w:eastAsia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)</w:t>
      </w: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阅读下面的文字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完成第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7~10</w:t>
      </w: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题。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(10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桃树、杏树、梨树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你不让我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我不让你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都开满了花赶趟儿。红的像火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粉的像霞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白的像雪。花里带着甜味儿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;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闭了眼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树上仿佛已经满是桃儿、杏儿、梨儿。花下成千成百的蜜蜂嗡嗡地闹着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大小的蝴蝶飞来飞去。野花遍地是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: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杂样儿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有名字的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没名字的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散在草丛里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像眼睛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像星星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还眨呀眨的。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第一句中的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你不让我,我不让你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用了什么修辞手法?表现了怎样的情景?有什么表达效果?(3分)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.“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红的像火,粉的像霞,白的像雪。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作者为什么要这样排列?(2分)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.“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花下成千成百的蜜蜂嗡嗡地闹着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中的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闹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字写出了怎样的情景?你能写出有同样情味的一句古诗词来吗?(3分)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这段文字写春花的顺序是由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　　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到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　　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二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)</w:t>
      </w: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阅读下面的文字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完成第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11~15</w:t>
      </w: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题。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(13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eastAsia="方正宋黑_GBK"/>
          <w:color w:val="000000" w:themeColor="text1"/>
          <w14:textFill>
            <w14:solidFill>
              <w14:schemeClr w14:val="tx1"/>
            </w14:solidFill>
          </w14:textFill>
        </w:rPr>
        <w:t>绿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　</w:t>
      </w:r>
      <w:r>
        <w:rPr>
          <w:rFonts w:eastAsia="方正宋黑_GBK"/>
          <w:color w:val="000000" w:themeColor="text1"/>
          <w14:textFill>
            <w14:solidFill>
              <w14:schemeClr w14:val="tx1"/>
            </w14:solidFill>
          </w14:textFill>
        </w:rPr>
        <w:t>之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　</w:t>
      </w:r>
      <w:r>
        <w:rPr>
          <w:rFonts w:eastAsia="方正宋黑_GBK"/>
          <w:color w:val="000000" w:themeColor="text1"/>
          <w14:textFill>
            <w14:solidFill>
              <w14:schemeClr w14:val="tx1"/>
            </w14:solidFill>
          </w14:textFill>
        </w:rPr>
        <w:t>赞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光阴荏苒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绿色又向我走来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我按捺不住激动的心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于是又沉浸在绿色遐思之中了。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我爱绿色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我爱这有着无限生命力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充溢着旺盛青春气息的滴翠的色彩。这四季的绿就像人的一生。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③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我喜欢独步于夏天的绿荫中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任凭清风轻吻我的秀发。绿色草地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两只白蝴蝶飞旋着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带给我神思缥缈的遐想。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④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我喜欢金风送爽的秋天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绿叶凋零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万般地依依不舍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打着旋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悠悠地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缓缓地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逐渐萧疏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秋天显示了它们的秀逸。那是一份不需要任何点缀的洒脱与不在意世俗繁华的孤傲。它饱经了春之蓬勃与夏之繁盛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是眷恋眨眼即逝的生命吗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?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每每在生命的最后气息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也要不遗余力地描绘。金秋丰收和喜悦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装点大自然迷人的画卷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这最后瞬间的绿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仍是美丽的。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⑤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然而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我也爱冬天的松树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无数细小的针状绿叶在北风呼啸中奏响春雷般的松涛。白雪飘落亲吻在松树上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一种心灵的纯洁之情油然而生。每每此时我会披一件绿的披风和松树媲美。争宠着雪的爱抚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好惬意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好洒脱。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⑥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我最爱的还是初春的绿。</w:t>
      </w:r>
      <w:r>
        <w:rPr>
          <w:rFonts w:ascii="Times New Roman" w:hAnsi="楷体" w:eastAsia="楷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霏霏细雨的清晨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那如云如烟的绿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似一位披着柔纱的仙子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飘飘的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柔柔的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;</w:t>
      </w:r>
      <w:r>
        <w:rPr>
          <w:rFonts w:ascii="Times New Roman" w:hAnsi="楷体" w:eastAsia="楷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似一杯浓浓的醇酒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一封爱情的信笺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一张温柔含着泪水的少女面孔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给人间带来了多少温馨。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⑦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我喜欢绿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绿的可靠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绿的谦虚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绿的宽容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绿的博大和永恒。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11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本文是按照什么顺序来写的?(2分)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12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本文的抒情线索是什么?(2分)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13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作者认为绿有哪些优秀的品质及特点?你认为绿还有哪些优秀品质?(3分)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14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本文表达了作者怎样的感情?(3分)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15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⑥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段中画线的句子写初春清晨的绿似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仙子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”“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醇酒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等,发挥你的想象,这种绿还像什么?试写一例。(3分)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三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)</w:t>
      </w: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阅读下面的文字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完成第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16~19</w:t>
      </w: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题。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(12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eastAsia="方正宋黑_GBK"/>
          <w:color w:val="000000" w:themeColor="text1"/>
          <w14:textFill>
            <w14:solidFill>
              <w14:schemeClr w14:val="tx1"/>
            </w14:solidFill>
          </w14:textFill>
        </w:rPr>
        <w:t>秋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　　</w:t>
      </w:r>
      <w:r>
        <w:rPr>
          <w:rFonts w:eastAsia="方正宋黑_GBK"/>
          <w:color w:val="000000" w:themeColor="text1"/>
          <w14:textFill>
            <w14:solidFill>
              <w14:schemeClr w14:val="tx1"/>
            </w14:solidFill>
          </w14:textFill>
        </w:rPr>
        <w:t>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梁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衡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十月里有机会到吕梁山中去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一进到山的峰谷间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秋浓如酒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色艳醉人。长年生活在城市里的人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真不知道大自然原来是这样换着时装。这山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原该是披着一件绿裳的吧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而这时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却铺上了一层花毯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那绒绒的灌木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齐齐的庄禾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蔚蔚的森林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成堆成簇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如烟如织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一起拼成了一幅五光十色的大图案。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这花毯中最耀眼的就是红色。坡坡洼洼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全都让红墨浸了个透。你看那殷红的橡树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干红的山楂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血红的龙柏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还有那些红枣、红辣椒、红金瓜、红柿子等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都珍珠玛瑙似的闪着红光。最好看的是荞麦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从根到梢一色娇红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齐刷刷地立在地里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远远望去就如山腰里挂下一方红毡。点缀这红色世界的还有黄和绿。山坡上偶有几株大杨树矗立着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像金色的大扫帚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把蓝天扫得洁净如镜。镜中又映出那些松柏林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在这一派暄热的色彩中泛着冷绿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更衬出这酽酽的秋色。金风吹起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那红波绿浪便翻山压谷地向天边滚去。登高远望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只见紫烟漫漫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红光蒙蒙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好一个热烈、浓艳的世界。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③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我奇怪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这秋色为什么红得这样深浓。林业工作者告诉我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这万山一片在春之初本也是翠绿鹅黄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一色新嫩。以后栉风沐雨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承受太阳的光热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吸吮大地的养分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就由浅而深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如黛如墨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;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再渐黄而红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如火如丹。就说这红枣吧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春天里繁花满枝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秋时能成果的也不过千分之二三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要经过多少场风吹雨打、蜂采蝶传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才得收获那由绿而红、一粒拇指肚大的红果。这当中浓缩了造物者多少的心血。那满山火红的枫叶则是因为她的叶绿素已经用完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显红色的花青素已经出现。这是一年来完成了任务的讯号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是骄傲与胜利的标志。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④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本来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四时不同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爱者各异。人们大都是用自己的心情去体贴那无言的自然。所以春花灼灼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难免林小姐葬花之悲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;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秋色似火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亦有欧阳修夜读之凉。其实顺着自然之理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倒应是另一种感慨。</w:t>
      </w:r>
      <w:r>
        <w:rPr>
          <w:rFonts w:ascii="Times New Roman" w:hAnsi="楷体" w:eastAsia="楷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芳草萋萋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杨柳依依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春景给人的是勃发的踊跃之情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是幻想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是憧憬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是出航时的眺望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;</w:t>
      </w:r>
      <w:r>
        <w:rPr>
          <w:rFonts w:ascii="Times New Roman" w:hAnsi="楷体" w:eastAsia="楷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天高云淡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万山红遍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秋色给人的是深沉的思索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是收获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是胜利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是到达彼岸后的欢乐。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一个人只要献身于一种事业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一步步地有所前进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他的感情就应该和这大自然一样充实。我站在秋的山巅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遥望那远处春天曾走过的小路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不觉想起保尔在晚年关于年华的那段名言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: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人最宝贵的东西是生命。生命对于我们只有一次。一个人的生命应当这样度过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: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当他回首往事的时候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他不因虚度年华而悔恨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也不因碌碌无为而羞愧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这样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在临死的时候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他能够说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: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‘我整个的生命和全部精力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都已献给世界上最壮丽的事业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为人类的解放而斗争。’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我想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不管是少年、青年还是中年人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都请来这大自然的秋色中放眼一望吧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她教你思考怎样生活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怎样创造人生。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16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给下列词语中加点的字注音并结合上下文解释词语。(2分)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(1)点</w:t>
      </w:r>
      <w:r>
        <w:rPr>
          <w:rFonts w:ascii="Times New Roman" w:hAnsi="宋体" w:eastAsia="宋体"/>
          <w:color w:val="000000" w:themeColor="text1"/>
          <w:em w:val="dot"/>
          <w14:textFill>
            <w14:solidFill>
              <w14:schemeClr w14:val="tx1"/>
            </w14:solidFill>
          </w14:textFill>
        </w:rPr>
        <w:t>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　　):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(2)</w:t>
      </w:r>
      <w:r>
        <w:rPr>
          <w:rFonts w:ascii="Times New Roman" w:hAnsi="宋体" w:eastAsia="宋体"/>
          <w:color w:val="000000" w:themeColor="text1"/>
          <w:em w:val="dot"/>
          <w14:textFill>
            <w14:solidFill>
              <w14:schemeClr w14:val="tx1"/>
            </w14:solidFill>
          </w14:textFill>
        </w:rPr>
        <w:t>憧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憬(　　):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17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作者在第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段中着力描绘秋色。(1)作者笔下的秋色有什么特点?(2)作者在本段先说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坡坡洼洼,全都让红墨浸了个透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,后来又说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点缀这红色世界的还有黄和绿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,前后是否矛盾?请说明理由。(4分)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18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文中的保尔指的是苏联作家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(填作家名)的名著</w:t>
      </w:r>
      <w:r>
        <w:rPr>
          <w:rFonts w:ascii="Times New Roman" w:hAnsi="宋体" w:eastAsia="宋体"/>
          <w:color w:val="000000" w:themeColor="text1"/>
          <w:u w:val="single" w:color="000000"/>
          <w14:textFill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中的主人公保尔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·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柯察金。(2分)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19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④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段中画线的句子,作者描绘了春与秋的特点及带给人的不同感受。请你结合自己的生活积累,仿照画线句子的句式,写一段描绘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夏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冬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的文字。(4分)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黑体" w:eastAsia="黑体"/>
          <w:color w:val="000000" w:themeColor="text1"/>
          <w:sz w:val="22"/>
          <w14:textFill>
            <w14:solidFill>
              <w14:schemeClr w14:val="tx1"/>
            </w14:solidFill>
          </w14:textFill>
        </w:rPr>
        <w:t>三、写作</w:t>
      </w:r>
      <w:r>
        <w:rPr>
          <w:rFonts w:ascii="Times New Roman" w:hAnsi="宋体" w:eastAsia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(40</w:t>
      </w:r>
      <w:r>
        <w:rPr>
          <w:rFonts w:ascii="Times New Roman" w:hAnsi="楷体" w:eastAsia="楷体"/>
          <w:color w:val="000000" w:themeColor="text1"/>
          <w:sz w:val="22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hAnsi="宋体" w:eastAsia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20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题目:《我眼中的色彩》。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要求: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写一篇不少于500字的文章;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不得透露个人相关信息;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③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不得抄袭。</w:t>
      </w:r>
    </w:p>
    <w:p>
      <w:pP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pStyle w:val="40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  <w:color w:val="FF0000"/>
        </w:rPr>
      </w:pPr>
      <w:r>
        <w:rPr>
          <w:rFonts w:ascii="Times New Roman" w:hAnsi="宋体" w:eastAsia="宋体"/>
          <w:b/>
          <w:color w:val="FF0000"/>
          <w:sz w:val="32"/>
        </w:rPr>
        <w:t>第一单元测评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一、积累与运用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C　</w:t>
      </w: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 xml:space="preserve">解析 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项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着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读音应为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Arial" w:hAnsi="Arial" w:eastAsia="黑体"/>
          <w:color w:val="000000" w:themeColor="text1"/>
          <w14:textFill>
            <w14:solidFill>
              <w14:schemeClr w14:val="tx1"/>
            </w14:solidFill>
          </w14:textFill>
        </w:rPr>
        <w:t>zhuó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;B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项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应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读音应为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Arial" w:hAnsi="Arial" w:eastAsia="黑体"/>
          <w:color w:val="000000" w:themeColor="text1"/>
          <w14:textFill>
            <w14:solidFill>
              <w14:schemeClr w14:val="tx1"/>
            </w14:solidFill>
          </w14:textFill>
        </w:rPr>
        <w:t>yìng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;D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项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谧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读音应为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Arial" w:hAnsi="Arial" w:eastAsia="黑体"/>
          <w:color w:val="000000" w:themeColor="text1"/>
          <w14:textFill>
            <w14:solidFill>
              <w14:schemeClr w14:val="tx1"/>
            </w14:solidFill>
          </w14:textFill>
        </w:rPr>
        <w:t>mì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耸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—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竦　带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—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戴　季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—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计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B　</w:t>
      </w: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 xml:space="preserve">解析 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项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应删去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能否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;C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项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应将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完善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建立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调换顺序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;D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项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缺少主语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应删去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使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A　</w:t>
      </w: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 xml:space="preserve">解析 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李白号青莲居士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香山居士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是白居易的号。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(1)花枝招展的　(2)日月之行　若出其中　星汉灿烂　若出其里　(3)潮平两岸阔　风正一帆悬　(4)小桥流水人家　(5)我寄愁心与明月　随君直到夜郎西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时间的确定;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习俗;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③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雨水增多,滋养谷物生长;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④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农民进入农忙时节。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(2)冬至吃饺子习俗的来历。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(3)</w:t>
      </w: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 xml:space="preserve">示例 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二十四节气不仅归纳了一年四季气候变化的规律,而且和人类的农时安排、民俗活动等密切相关。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二、阅读理解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用了拟人的修辞手法,写春花竞相开放的情景,形象生动地表现了百花争春的情态。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这样安排是为了与前面桃树、杏树、梨树的排列顺序一致。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写出了春意勃发、喧闹、沸腾的情景。红杏枝头春意闹。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 xml:space="preserve">解析 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从选文内容可以看出是先写树上的花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再写花下的蜜蜂、蝴蝶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再写地上的野花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其顺序是由上到下。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 xml:space="preserve">参考答案 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上(高)　下(低)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11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 xml:space="preserve">解析 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作者按夏秋冬春的时间顺序来写自己对绿色的感受。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 xml:space="preserve">答案 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时间顺序。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12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 xml:space="preserve">解析 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文章围绕着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我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对绿色的喜爱进行描写和抒情。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 xml:space="preserve">参考答案 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喜爱绿色(或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赞美绿色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)。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13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 xml:space="preserve">解析 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抓住文中的抒情议论句回答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本题可从第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⑦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段中直接找出答案。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 xml:space="preserve">参考答案 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可靠、谦虚、宽容、博大、永恒。我认为绿还有纯真、活泼、充满生机等品质。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14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 xml:space="preserve">解析 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写景是为了抒情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注意抓住文中的抒情句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通读全篇作答。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 xml:space="preserve">参考答案 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表达了作者热爱绿色、热爱生活、热爱生命的感情。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15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 xml:space="preserve">解析 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想象合理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语言优美即可。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 xml:space="preserve">答案示例 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一首婉转悠扬的乐曲。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16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(1)</w:t>
      </w:r>
      <w:r>
        <w:rPr>
          <w:rFonts w:ascii="Arial" w:hAnsi="Arial" w:eastAsia="黑体"/>
          <w:color w:val="000000" w:themeColor="text1"/>
          <w14:textFill>
            <w14:solidFill>
              <w14:schemeClr w14:val="tx1"/>
            </w14:solidFill>
          </w14:textFill>
        </w:rPr>
        <w:t>zhuì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　加以衬托或装饰,使原有事物更加美好。(2)</w:t>
      </w:r>
      <w:r>
        <w:rPr>
          <w:rFonts w:ascii="Arial" w:hAnsi="Arial" w:eastAsia="黑体"/>
          <w:color w:val="000000" w:themeColor="text1"/>
          <w14:textFill>
            <w14:solidFill>
              <w14:schemeClr w14:val="tx1"/>
            </w14:solidFill>
          </w14:textFill>
        </w:rPr>
        <w:t>chōng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　向往。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17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 xml:space="preserve">解析 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(1)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题注意段中最后一句话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好一个热烈、浓艳的世界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(2)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题要结合衬托手法理解。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 xml:space="preserve">参考答案 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(1)作者笔下的秋色具有热烈、浓艳的特点。(2)不矛盾。作者写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黄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绿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,采用的是衬托的手法,突出秋色的热烈、浓艳。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18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奥斯特洛夫斯基　《钢铁是怎样炼成的》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19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 xml:space="preserve">解析 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语段仿写须含两个层次的内容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: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一为描绘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夏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冬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的景色的句子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二为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夏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冬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给人的启发和认识。要言之成理。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 xml:space="preserve">参考答案 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烈日炎炎,万物竞长,夏韵给人的是奋发之情,是拼搏,是奋斗,是远航时的执着。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三、写作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20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 xml:space="preserve">写作指导 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这是一道命题作文题,题目中的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色彩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是一个表示颜色的名词,我们可以写家乡一年四季大自然的色彩,以此来表现家乡的美丽富饶;还可以写自己失意时(或振作时)眼中世界的色彩,以此来表现你的生活经历;还可具体化为一类人或一个群体,如白色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白衣天使,橙色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消防官兵,橄榄绿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军人,绿丝带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抗震救灾的志愿者……这些人物的事迹都值得我们写。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本题比较适合写成记叙文或散文,语言要力求生动活泼。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 xml:space="preserve">参考例文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eastAsia="方正宋黑_GBK"/>
          <w:color w:val="000000" w:themeColor="text1"/>
          <w14:textFill>
            <w14:solidFill>
              <w14:schemeClr w14:val="tx1"/>
            </w14:solidFill>
          </w14:textFill>
        </w:rPr>
        <w:t>我眼中的色彩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三年前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我随家人来到了让人向往的大上海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成了一个新上海人。繁华的大上海如同一个调色盘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是如此色彩斑斓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但是我依然倾心于故乡的色彩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!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此时此刻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我激动不已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心驰神往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好似飞到了千里之外的大草原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我的故乡。思乡之情滚滚而来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一幅幅动人的画面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在我眼前闪过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定格在我的脑海中。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春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忘不了那草原的春天。尽管比上海的春天来得迟些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但她一到来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也如朱自清在《春》中描绘的那样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一切都像刚睡醒的样子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欣欣然张开了眼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。嫩绿的小草抽出新芽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各色的野花点缀其中。到处都充满生机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绿得美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绿得柔。此刻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我和小伙伴们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总会拍着巴掌狂喊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: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春天来喽。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夏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忘不了那炙热的夏天。那时的草原芳草无际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天格外蓝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云格外白。站在碧绿的草丘上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能真切地感受到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天似穹庐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笼盖四野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的神奇。放假了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我们结伴来到大草原上。我们尽情地呼喊着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奔跑着。累了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仰面朝天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躺在柔嫩的草地上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听着鸟儿的欢笑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闻着野花喷吐的芳香。不多时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便养足了精气神。骑马是草原上孩子们的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必修课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是汉子还是懦夫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马背上见分晓。我决不示弱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一下子就跨上了马背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双腿夹紧马肚子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挥动马鞭。骏马长嘶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撒欢儿飞奔起来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仿佛腾云驾雾。四周伙伴们的喝彩声直冲云霄……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秋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挥手告别了夏天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终于迎来了秋天。此时草原渐渐泛黄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落日的余晖成了我们的最爱。大家全神贯注地仰望苍穹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目光捕捉着天空中的匆匆过客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大雁。大雁南飞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排成人字形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它们认定一个方向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千里之外的南方。它们团结一致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永不掉队。这一幕幕感人的情景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着实让我们振奋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: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团结、和谐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就是力量。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冬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三年前冬季的一天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我即将离开家乡熟悉的土地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大草原。留恋之情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让我牢记着那时那刻。一场大雪后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草原披上了羽绒衣裳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白白的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真美啊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!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我们准时来到相聚地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草料场。相见时欢笑夹着晶莹的泪花。一位小伙伴拉着我的手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深情地说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: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去上海可不能忘了俺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!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”“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哪儿会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!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我话音未落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一团又一团雪球在我身上炸开了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!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我也抓起雪球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往他们身上砸……事后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小伙伴们泄露了天机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打雪仗为你送行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多么真诚的伙伴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多么新鲜的创意。只有大草原的孩子们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才会免去离别时的悲悲切切。这是草原的粗犷、彪悍性格使然。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在我眼中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思念是充满生机的绿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是饱含热情的红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是内涵深刻的黄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是使人留恋的白……我会时时挥动画笔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涂抹我眼中的色彩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不为别的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为的是把大草原与繁华的大上海连成一条线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让两地人们和谐相处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这是一个来自大草原的新上海人的真诚的礼物……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 xml:space="preserve">点评 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此文选材不同凡响,可谓百里挑一。作者对故乡大草原的色彩烂熟于胸,随即拿起手中的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画笔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,饱蘸着调色盘中的色彩,一挥而就地绘出春、夏、秋、冬的大草原的画卷。本文语言生动传神,更为重要的是文章的立意,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思乡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是为了更爱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新家乡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”——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上海,作者眼中的色彩既弥足珍贵又意义深远。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hint="eastAsia"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type w:val="continuous"/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3A841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qFormat="1" w:unhideWhenUsed="0" w:uiPriority="99" w:semiHidden="0" w:name="List Bullet 2"/>
    <w:lsdException w:unhideWhenUsed="0" w:uiPriority="99" w:semiHidden="0" w:name="List Bullet 3"/>
    <w:lsdException w:qFormat="1"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99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5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6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1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9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qFormat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28"/>
    <w:qFormat/>
    <w:uiPriority w:val="1"/>
    <w:pPr>
      <w:spacing w:after="180"/>
    </w:pPr>
  </w:style>
  <w:style w:type="paragraph" w:styleId="10">
    <w:name w:val="List Bullet 2"/>
    <w:basedOn w:val="1"/>
    <w:qFormat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36"/>
    <w:uiPriority w:val="0"/>
    <w:pPr>
      <w:widowControl w:val="0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39"/>
    <w:uiPriority w:val="0"/>
    <w:rPr>
      <w:sz w:val="18"/>
      <w:szCs w:val="18"/>
    </w:rPr>
  </w:style>
  <w:style w:type="paragraph" w:styleId="14">
    <w:name w:val="footer"/>
    <w:basedOn w:val="1"/>
    <w:link w:val="33"/>
    <w:unhideWhenUsed/>
    <w:qFormat/>
    <w:uiPriority w:val="0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38"/>
    <w:unhideWhenUsed/>
    <w:qFormat/>
    <w:uiPriority w:val="0"/>
    <w:pPr>
      <w:tabs>
        <w:tab w:val="center" w:pos="4680"/>
        <w:tab w:val="right" w:pos="9360"/>
      </w:tabs>
    </w:pPr>
  </w:style>
  <w:style w:type="paragraph" w:styleId="16">
    <w:name w:val="Normal (Web)"/>
    <w:basedOn w:val="1"/>
    <w:uiPriority w:val="0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17">
    <w:name w:val="Title"/>
    <w:basedOn w:val="1"/>
    <w:next w:val="1"/>
    <w:link w:val="27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20">
    <w:name w:val="Strong"/>
    <w:qFormat/>
    <w:uiPriority w:val="12"/>
    <w:rPr>
      <w:b/>
      <w:bCs/>
    </w:rPr>
  </w:style>
  <w:style w:type="character" w:styleId="21">
    <w:name w:val="page number"/>
    <w:basedOn w:val="19"/>
    <w:uiPriority w:val="0"/>
  </w:style>
  <w:style w:type="character" w:styleId="22">
    <w:name w:val="Emphasis"/>
    <w:qFormat/>
    <w:uiPriority w:val="20"/>
    <w:rPr>
      <w:rFonts w:ascii="Times New Roman" w:hAnsi="Times New Roman"/>
      <w:b/>
      <w:i/>
      <w:iCs/>
    </w:rPr>
  </w:style>
  <w:style w:type="character" w:styleId="23">
    <w:name w:val="annotation reference"/>
    <w:semiHidden/>
    <w:unhideWhenUsed/>
    <w:uiPriority w:val="0"/>
    <w:rPr>
      <w:vanish/>
      <w:sz w:val="16"/>
      <w:szCs w:val="16"/>
    </w:rPr>
  </w:style>
  <w:style w:type="character" w:customStyle="1" w:styleId="24">
    <w:name w:val="标题 1 Char"/>
    <w:link w:val="2"/>
    <w:qFormat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5">
    <w:name w:val="标题 2 Char"/>
    <w:link w:val="3"/>
    <w:qFormat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26">
    <w:name w:val="标题 3 Char"/>
    <w:link w:val="4"/>
    <w:qFormat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27">
    <w:name w:val="标题 Char"/>
    <w:link w:val="17"/>
    <w:qFormat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28">
    <w:name w:val="正文文本 Char"/>
    <w:basedOn w:val="19"/>
    <w:link w:val="9"/>
    <w:uiPriority w:val="1"/>
  </w:style>
  <w:style w:type="paragraph" w:styleId="29">
    <w:name w:val="Quote"/>
    <w:basedOn w:val="1"/>
    <w:next w:val="1"/>
    <w:link w:val="30"/>
    <w:qFormat/>
    <w:uiPriority w:val="29"/>
    <w:rPr>
      <w:i/>
    </w:rPr>
  </w:style>
  <w:style w:type="character" w:customStyle="1" w:styleId="30">
    <w:name w:val="引用 Char"/>
    <w:link w:val="29"/>
    <w:uiPriority w:val="29"/>
    <w:rPr>
      <w:i/>
      <w:sz w:val="24"/>
      <w:szCs w:val="24"/>
    </w:rPr>
  </w:style>
  <w:style w:type="character" w:customStyle="1" w:styleId="31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2">
    <w:name w:val="No Proofing"/>
    <w:uiPriority w:val="1"/>
    <w:rPr>
      <w:lang w:val="en-US"/>
    </w:rPr>
  </w:style>
  <w:style w:type="character" w:customStyle="1" w:styleId="33">
    <w:name w:val="页脚 Char"/>
    <w:basedOn w:val="19"/>
    <w:link w:val="14"/>
    <w:uiPriority w:val="99"/>
    <w:rPr>
      <w:sz w:val="24"/>
      <w:szCs w:val="24"/>
      <w:lang w:eastAsia="en-US" w:bidi="en-US"/>
    </w:rPr>
  </w:style>
  <w:style w:type="paragraph" w:customStyle="1" w:styleId="34">
    <w:name w:val="Char3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5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36">
    <w:name w:val="纯文本 Char"/>
    <w:basedOn w:val="19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37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38">
    <w:name w:val="页眉 Char"/>
    <w:basedOn w:val="19"/>
    <w:link w:val="15"/>
    <w:uiPriority w:val="0"/>
    <w:rPr>
      <w:sz w:val="24"/>
      <w:szCs w:val="24"/>
      <w:lang w:eastAsia="en-US" w:bidi="en-US"/>
    </w:rPr>
  </w:style>
  <w:style w:type="character" w:customStyle="1" w:styleId="39">
    <w:name w:val="批注框文本 Char"/>
    <w:basedOn w:val="19"/>
    <w:link w:val="13"/>
    <w:uiPriority w:val="0"/>
    <w:rPr>
      <w:sz w:val="18"/>
      <w:szCs w:val="18"/>
      <w:lang w:eastAsia="en-US" w:bidi="en-US"/>
    </w:rPr>
  </w:style>
  <w:style w:type="paragraph" w:customStyle="1" w:styleId="40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0840;&#37096;&#23436;&#25104;\&#27169;&#26495;\&#35797;&#39064;&#27169;&#26495;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F12A09-150C-4583-A7BF-919F4EA33E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Company>HOME</Company>
  <Pages>6</Pages>
  <Words>928</Words>
  <Characters>5292</Characters>
  <Lines>44</Lines>
  <Paragraphs>12</Paragraphs>
  <TotalTime>1</TotalTime>
  <ScaleCrop>false</ScaleCrop>
  <LinksUpToDate>false</LinksUpToDate>
  <CharactersWithSpaces>6208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2018-12-01T11:27:00Z</dcterms:created>
  <dc:creator>Administrator</dc:creator>
  <cp:lastModifiedBy>DELL</cp:lastModifiedBy>
  <dcterms:modified xsi:type="dcterms:W3CDTF">2019-03-11T03:40:31Z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