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7F" w:rsidRPr="00405112" w:rsidRDefault="004F0E7F" w:rsidP="00437F92">
      <w:pPr>
        <w:widowControl/>
        <w:jc w:val="center"/>
        <w:rPr>
          <w:rFonts w:ascii="宋体" w:cs="宋体"/>
          <w:b/>
          <w:bCs/>
          <w:kern w:val="0"/>
          <w:sz w:val="36"/>
          <w:szCs w:val="36"/>
        </w:rPr>
      </w:pPr>
      <w:r>
        <w:rPr>
          <w:noProof/>
        </w:rPr>
        <w:pict>
          <v:group id="Group 2" o:spid="_x0000_s1026" style="position:absolute;left:0;text-align:left;margin-left:-46pt;margin-top:-12.45pt;width:1in;height:694.2pt;z-index:251649024" coordsize="1500,12036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width:1500;height:12036;visibility:visible" filled="f" stroked="f">
              <v:textbox style="layout-flow:vertical;mso-layout-flow-alt:bottom-to-top">
                <w:txbxContent>
                  <w:p w:rsidR="004F0E7F" w:rsidRDefault="004F0E7F" w:rsidP="0039115C">
                    <w:pPr>
                      <w:ind w:firstLineChars="900" w:firstLine="31680"/>
                      <w:rPr>
                        <w:rFonts w:ascii="宋体"/>
                        <w:u w:val="single"/>
                      </w:rPr>
                    </w:pPr>
                    <w:r>
                      <w:rPr>
                        <w:rFonts w:ascii="宋体" w:hAnsi="宋体" w:cs="宋体" w:hint="eastAsia"/>
                      </w:rPr>
                      <w:t>学校班级学号</w:t>
                    </w:r>
                    <w:r>
                      <w:rPr>
                        <w:rFonts w:ascii="宋体" w:hAnsi="宋体" w:cs="宋体"/>
                      </w:rPr>
                      <w:t xml:space="preserve">  </w:t>
                    </w:r>
                    <w:r>
                      <w:rPr>
                        <w:rFonts w:ascii="宋体" w:hAnsi="宋体" w:cs="宋体" w:hint="eastAsia"/>
                      </w:rPr>
                      <w:t>姓名</w:t>
                    </w:r>
                  </w:p>
                  <w:p w:rsidR="004F0E7F" w:rsidRDefault="004F0E7F" w:rsidP="00BE7869">
                    <w:pPr>
                      <w:spacing w:line="240" w:lineRule="exact"/>
                      <w:jc w:val="center"/>
                      <w:rPr>
                        <w:rFonts w:ascii="宋体"/>
                      </w:rPr>
                    </w:pPr>
                    <w:r>
                      <w:rPr>
                        <w:rFonts w:ascii="宋体" w:hAnsi="宋体" w:cs="宋体" w:hint="eastAsia"/>
                      </w:rPr>
                      <w:t>密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宋体" w:hint="eastAsia"/>
                      </w:rPr>
                      <w:t>封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宋体" w:hint="eastAsia"/>
                      </w:rPr>
                      <w:t>线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宋体" w:hint="eastAsia"/>
                      </w:rPr>
                      <w:t>内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宋体" w:hint="eastAsia"/>
                      </w:rPr>
                      <w:t>不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宋体" w:hint="eastAsia"/>
                      </w:rPr>
                      <w:t>得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宋体" w:hint="eastAsia"/>
                      </w:rPr>
                      <w:t>答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宋体" w:hint="eastAsia"/>
                      </w:rPr>
                      <w:t>题</w:t>
                    </w:r>
                  </w:p>
                </w:txbxContent>
              </v:textbox>
            </v:shape>
            <v:line id="Line 4" o:spid="_x0000_s1028" style="position:absolute;visibility:visible" from="710,112" to="710,11944" o:connectortype="straight">
              <v:stroke dashstyle="dash"/>
            </v:line>
          </v:group>
        </w:pict>
      </w:r>
      <w:r w:rsidRPr="00405112">
        <w:rPr>
          <w:rFonts w:ascii="宋体" w:hAnsi="宋体" w:cs="宋体" w:hint="eastAsia"/>
          <w:b/>
          <w:bCs/>
          <w:kern w:val="0"/>
          <w:sz w:val="36"/>
          <w:szCs w:val="36"/>
        </w:rPr>
        <w:t>芦淞区小学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语文</w:t>
      </w:r>
      <w:r w:rsidRPr="00405112">
        <w:rPr>
          <w:rFonts w:ascii="宋体" w:hAnsi="宋体" w:cs="宋体" w:hint="eastAsia"/>
          <w:b/>
          <w:bCs/>
          <w:kern w:val="0"/>
          <w:sz w:val="36"/>
          <w:szCs w:val="36"/>
        </w:rPr>
        <w:t>二年级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下</w:t>
      </w:r>
      <w:r w:rsidRPr="00405112">
        <w:rPr>
          <w:rFonts w:ascii="宋体" w:hAnsi="宋体" w:cs="宋体" w:hint="eastAsia"/>
          <w:b/>
          <w:bCs/>
          <w:kern w:val="0"/>
          <w:sz w:val="36"/>
          <w:szCs w:val="36"/>
        </w:rPr>
        <w:t>册期中试卷（</w:t>
      </w:r>
      <w:r w:rsidRPr="00405112">
        <w:rPr>
          <w:rFonts w:ascii="宋体" w:hAnsi="宋体" w:cs="宋体"/>
          <w:b/>
          <w:bCs/>
          <w:kern w:val="0"/>
          <w:sz w:val="36"/>
          <w:szCs w:val="36"/>
        </w:rPr>
        <w:t>201</w:t>
      </w:r>
      <w:r>
        <w:rPr>
          <w:rFonts w:ascii="宋体" w:hAnsi="宋体" w:cs="宋体"/>
          <w:b/>
          <w:bCs/>
          <w:kern w:val="0"/>
          <w:sz w:val="36"/>
          <w:szCs w:val="36"/>
        </w:rPr>
        <w:t>8</w:t>
      </w:r>
      <w:r w:rsidRPr="00405112">
        <w:rPr>
          <w:rFonts w:ascii="宋体" w:hAnsi="宋体" w:cs="宋体"/>
          <w:b/>
          <w:bCs/>
          <w:kern w:val="0"/>
          <w:sz w:val="36"/>
          <w:szCs w:val="36"/>
        </w:rPr>
        <w:t>.</w:t>
      </w:r>
      <w:r>
        <w:rPr>
          <w:rFonts w:ascii="宋体" w:hAnsi="宋体" w:cs="宋体"/>
          <w:b/>
          <w:bCs/>
          <w:kern w:val="0"/>
          <w:sz w:val="36"/>
          <w:szCs w:val="36"/>
        </w:rPr>
        <w:t>4</w:t>
      </w:r>
      <w:r w:rsidRPr="00405112">
        <w:rPr>
          <w:rFonts w:ascii="宋体" w:hAnsi="宋体" w:cs="宋体" w:hint="eastAsia"/>
          <w:b/>
          <w:bCs/>
          <w:kern w:val="0"/>
          <w:sz w:val="36"/>
          <w:szCs w:val="36"/>
        </w:rPr>
        <w:t>）</w:t>
      </w:r>
    </w:p>
    <w:p w:rsidR="004F0E7F" w:rsidRPr="00405112" w:rsidRDefault="004F0E7F">
      <w:pPr>
        <w:rPr>
          <w:rFonts w:ascii="宋体" w:cs="宋体"/>
          <w:sz w:val="28"/>
          <w:szCs w:val="28"/>
          <w:u w:val="single"/>
        </w:rPr>
      </w:pPr>
      <w:r w:rsidRPr="00405112">
        <w:rPr>
          <w:rFonts w:ascii="宋体" w:hAnsi="宋体" w:cs="宋体" w:hint="eastAsia"/>
          <w:sz w:val="28"/>
          <w:szCs w:val="28"/>
        </w:rPr>
        <w:t>时间：</w:t>
      </w:r>
      <w:r w:rsidRPr="00405112">
        <w:rPr>
          <w:rFonts w:ascii="宋体" w:hAnsi="宋体" w:cs="宋体"/>
          <w:sz w:val="28"/>
          <w:szCs w:val="28"/>
        </w:rPr>
        <w:t>60</w:t>
      </w:r>
      <w:r w:rsidRPr="00405112">
        <w:rPr>
          <w:rFonts w:ascii="宋体" w:hAnsi="宋体" w:cs="宋体" w:hint="eastAsia"/>
          <w:sz w:val="28"/>
          <w:szCs w:val="28"/>
        </w:rPr>
        <w:t>分钟</w:t>
      </w:r>
      <w:r w:rsidRPr="00405112">
        <w:rPr>
          <w:rFonts w:ascii="宋体" w:hAnsi="宋体" w:cs="宋体"/>
          <w:sz w:val="28"/>
          <w:szCs w:val="28"/>
        </w:rPr>
        <w:t xml:space="preserve">    </w:t>
      </w:r>
      <w:r w:rsidRPr="00405112">
        <w:rPr>
          <w:rFonts w:ascii="宋体" w:hAnsi="宋体" w:cs="宋体" w:hint="eastAsia"/>
          <w:sz w:val="28"/>
          <w:szCs w:val="28"/>
        </w:rPr>
        <w:t>分值：</w:t>
      </w:r>
      <w:r w:rsidRPr="00405112">
        <w:rPr>
          <w:rFonts w:ascii="宋体" w:hAnsi="宋体" w:cs="宋体"/>
          <w:sz w:val="28"/>
          <w:szCs w:val="28"/>
        </w:rPr>
        <w:t>100</w:t>
      </w:r>
      <w:r w:rsidRPr="00405112">
        <w:rPr>
          <w:rFonts w:ascii="宋体" w:hAnsi="宋体" w:cs="宋体" w:hint="eastAsia"/>
          <w:sz w:val="28"/>
          <w:szCs w:val="28"/>
        </w:rPr>
        <w:t>分</w:t>
      </w:r>
      <w:r w:rsidRPr="00405112">
        <w:rPr>
          <w:rFonts w:ascii="宋体" w:hAnsi="宋体" w:cs="宋体"/>
          <w:sz w:val="28"/>
          <w:szCs w:val="28"/>
        </w:rPr>
        <w:t xml:space="preserve">   </w:t>
      </w:r>
      <w:r w:rsidRPr="00405112">
        <w:rPr>
          <w:rFonts w:ascii="宋体" w:hAnsi="宋体" w:cs="宋体" w:hint="eastAsia"/>
          <w:sz w:val="28"/>
          <w:szCs w:val="28"/>
        </w:rPr>
        <w:t>计分：</w:t>
      </w:r>
    </w:p>
    <w:p w:rsidR="004F0E7F" w:rsidRDefault="004F0E7F" w:rsidP="00D158B8">
      <w:pPr>
        <w:pStyle w:val="Title"/>
        <w:rPr>
          <w:rFonts w:cs="Times New Roman"/>
        </w:rPr>
      </w:pPr>
      <w:r>
        <w:rPr>
          <w:rFonts w:cs="宋体" w:hint="eastAsia"/>
        </w:rPr>
        <w:t>第一部分：基础知识</w:t>
      </w:r>
    </w:p>
    <w:p w:rsidR="004F0E7F" w:rsidRPr="00D158B8" w:rsidRDefault="004F0E7F" w:rsidP="00D158B8">
      <w:pPr>
        <w:rPr>
          <w:rFonts w:ascii="宋体"/>
          <w:b/>
          <w:bCs/>
          <w:sz w:val="28"/>
          <w:szCs w:val="28"/>
        </w:rPr>
      </w:pPr>
      <w:r w:rsidRPr="00D158B8">
        <w:rPr>
          <w:rFonts w:ascii="宋体" w:hAnsi="宋体" w:cs="宋体" w:hint="eastAsia"/>
          <w:b/>
          <w:bCs/>
          <w:sz w:val="28"/>
          <w:szCs w:val="28"/>
        </w:rPr>
        <w:t>一、看拼音，写词语。（</w:t>
      </w:r>
      <w:r w:rsidRPr="00D158B8">
        <w:rPr>
          <w:rFonts w:ascii="宋体" w:hAnsi="宋体" w:cs="宋体"/>
          <w:b/>
          <w:bCs/>
          <w:sz w:val="28"/>
          <w:szCs w:val="28"/>
        </w:rPr>
        <w:t>16</w:t>
      </w:r>
      <w:r w:rsidRPr="00D158B8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Pr="00AD78FA" w:rsidRDefault="004F0E7F" w:rsidP="0039115C">
      <w:pPr>
        <w:ind w:firstLineChars="250" w:firstLine="3168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>
        <w:rPr>
          <w:noProof/>
        </w:rPr>
        <w:pict>
          <v:group id="组合 22" o:spid="_x0000_s1029" style="position:absolute;left:0;text-align:left;margin-left:264.7pt;margin-top:23.6pt;width:41.95pt;height:41.7pt;z-index:251655168" coordorigin="1800,1599" coordsize="839,834">
            <v:rect id="Rectangle 23" o:spid="_x0000_s1030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24" o:spid="_x0000_s1031" style="position:absolute;visibility:visible" from="1800,2017" to="2639,2017" o:connectortype="straight" strokecolor="silver" strokeweight="1.5pt">
              <v:stroke dashstyle="1 1" endcap="round"/>
            </v:line>
            <v:line id="Line 25" o:spid="_x0000_s1032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6" o:spid="_x0000_s1033" style="position:absolute;left:0;text-align:left;margin-left:56.2pt;margin-top:24.6pt;width:41.95pt;height:41.7pt;z-index:251651072" coordorigin="1800,1599" coordsize="839,834">
            <v:rect id="Rectangle 7" o:spid="_x0000_s1034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8" o:spid="_x0000_s1035" style="position:absolute;visibility:visible" from="1800,2017" to="2639,2017" o:connectortype="straight" strokecolor="silver" strokeweight="1.5pt">
              <v:stroke dashstyle="1 1" endcap="round"/>
            </v:line>
            <v:line id="Line 9" o:spid="_x0000_s1036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42" o:spid="_x0000_s1037" style="position:absolute;left:0;text-align:left;margin-left:369.8pt;margin-top:24.15pt;width:41.95pt;height:41.7pt;z-index:251656192" coordorigin="1800,1599" coordsize="839,834">
            <v:rect id="Rectangle 43" o:spid="_x0000_s1038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44" o:spid="_x0000_s1039" style="position:absolute;visibility:visible" from="1800,2017" to="2639,2017" o:connectortype="straight" strokecolor="silver" strokeweight="1.5pt">
              <v:stroke dashstyle="1 1" endcap="round"/>
            </v:line>
            <v:line id="Line 45" o:spid="_x0000_s1040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46" o:spid="_x0000_s1041" style="position:absolute;left:0;text-align:left;margin-left:327.8pt;margin-top:24.15pt;width:41.95pt;height:41.7pt;z-index:251657216" coordorigin="1800,1599" coordsize="839,834">
            <v:rect id="Rectangle 47" o:spid="_x0000_s1042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48" o:spid="_x0000_s1043" style="position:absolute;visibility:visible" from="1800,2017" to="2639,2017" o:connectortype="straight" strokecolor="silver" strokeweight="1.5pt">
              <v:stroke dashstyle="1 1" endcap="round"/>
            </v:line>
            <v:line id="Line 49" o:spid="_x0000_s1044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18" o:spid="_x0000_s1045" style="position:absolute;left:0;text-align:left;margin-left:223.6pt;margin-top:24.3pt;width:41.95pt;height:41.7pt;z-index:251654144" coordorigin="1800,1599" coordsize="839,834">
            <v:rect id="Rectangle 19" o:spid="_x0000_s1046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20" o:spid="_x0000_s1047" style="position:absolute;visibility:visible" from="1800,2017" to="2639,2017" o:connectortype="straight" strokecolor="silver" strokeweight="1.5pt">
              <v:stroke dashstyle="1 1" endcap="round"/>
            </v:line>
            <v:line id="Line 21" o:spid="_x0000_s1048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10" o:spid="_x0000_s1049" style="position:absolute;left:0;text-align:left;margin-left:161.25pt;margin-top:24.45pt;width:41.95pt;height:42.3pt;z-index:251652096" coordorigin="1800,1584" coordsize="839,846">
            <v:rect id="Rectangle 11" o:spid="_x0000_s1050" style="position:absolute;left:1801;top:1584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12" o:spid="_x0000_s1051" style="position:absolute;visibility:visible" from="1800,2017" to="2639,2017" o:connectortype="straight" strokecolor="silver" strokeweight="1.5pt">
              <v:stroke dashstyle="1 1" endcap="round"/>
            </v:line>
            <v:line id="Line 13" o:spid="_x0000_s1052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14" o:spid="_x0000_s1053" style="position:absolute;left:0;text-align:left;margin-left:119.2pt;margin-top:24.45pt;width:41.95pt;height:41.7pt;z-index:251653120" coordorigin="1800,1599" coordsize="839,834">
            <v:rect id="Rectangle 15" o:spid="_x0000_s1054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16" o:spid="_x0000_s1055" style="position:absolute;visibility:visible" from="1800,2017" to="2639,2017" o:connectortype="straight" strokecolor="silver" strokeweight="1.5pt">
              <v:stroke dashstyle="1 1" endcap="round"/>
            </v:line>
            <v:line id="Line 17" o:spid="_x0000_s1056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2" o:spid="_x0000_s1057" style="position:absolute;left:0;text-align:left;margin-left:15.1pt;margin-top:24.45pt;width:41.95pt;height:41.7pt;z-index:251650048" coordorigin="1800,1599" coordsize="839,834">
            <v:rect id="Rectangle 3" o:spid="_x0000_s1058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AD78FA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52"/>
                        <w:szCs w:val="52"/>
                      </w:rPr>
                    </w:pPr>
                  </w:p>
                </w:txbxContent>
              </v:textbox>
            </v:rect>
            <v:line id="Line 4" o:spid="_x0000_s1059" style="position:absolute;visibility:visible" from="1800,2017" to="2639,2017" o:connectortype="straight" strokecolor="silver" strokeweight="1.5pt">
              <v:stroke dashstyle="1 1" endcap="round"/>
            </v:line>
            <v:line id="Line 5" o:spid="_x0000_s1060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w</w:t>
      </w:r>
      <w:bookmarkStart w:id="0" w:name="OLE_LINK2"/>
      <w:bookmarkStart w:id="1" w:name="OLE_LINK3"/>
      <w:bookmarkStart w:id="2" w:name="OLE_LINK4"/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ē</w:t>
      </w:r>
      <w:bookmarkEnd w:id="0"/>
      <w:bookmarkEnd w:id="1"/>
      <w:bookmarkEnd w:id="2"/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nnu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ǎ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nk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ǎ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o y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ā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j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ī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ngl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í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ngm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í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nz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ú</w:t>
      </w:r>
    </w:p>
    <w:p w:rsidR="004F0E7F" w:rsidRPr="00D158B8" w:rsidRDefault="004F0E7F" w:rsidP="0039115C">
      <w:pPr>
        <w:spacing w:beforeLines="50" w:line="440" w:lineRule="exact"/>
        <w:rPr>
          <w:rFonts w:ascii="宋体" w:cs="宋体"/>
          <w:b/>
          <w:bCs/>
          <w:sz w:val="28"/>
          <w:szCs w:val="28"/>
        </w:rPr>
      </w:pPr>
    </w:p>
    <w:p w:rsidR="004F0E7F" w:rsidRDefault="004F0E7F" w:rsidP="00D158B8">
      <w:pPr>
        <w:pStyle w:val="ListParagraph"/>
        <w:ind w:left="420" w:firstLineChars="0" w:firstLine="0"/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  <w:r>
        <w:rPr>
          <w:noProof/>
        </w:rPr>
        <w:pict>
          <v:group id="组合 58" o:spid="_x0000_s1061" style="position:absolute;left:0;text-align:left;margin-left:264.55pt;margin-top:24.75pt;width:41.95pt;height:41.7pt;z-index:251662336" coordorigin="1800,1599" coordsize="839,834">
            <v:rect id="Rectangle 59" o:spid="_x0000_s1062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60" o:spid="_x0000_s1063" style="position:absolute;visibility:visible" from="1800,2017" to="2639,2017" o:connectortype="straight" strokecolor="silver" strokeweight="1.5pt">
              <v:stroke dashstyle="1 1" endcap="round"/>
            </v:line>
            <v:line id="Line 61" o:spid="_x0000_s1064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50" o:spid="_x0000_s1065" style="position:absolute;left:0;text-align:left;margin-left:369.9pt;margin-top:24.6pt;width:41.95pt;height:41.7pt;z-index:251660288" coordorigin="1800,1599" coordsize="839,834">
            <v:rect id="Rectangle 51" o:spid="_x0000_s1066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52" o:spid="_x0000_s1067" style="position:absolute;visibility:visible" from="1800,2017" to="2639,2017" o:connectortype="straight" strokecolor="silver" strokeweight="1.5pt">
              <v:stroke dashstyle="1 1" endcap="round"/>
            </v:line>
            <v:line id="Line 53" o:spid="_x0000_s1068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54" o:spid="_x0000_s1069" style="position:absolute;left:0;text-align:left;margin-left:327.8pt;margin-top:24.6pt;width:41.95pt;height:41.7pt;z-index:251661312" coordorigin="1800,1599" coordsize="839,834">
            <v:rect id="Rectangle 55" o:spid="_x0000_s1070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56" o:spid="_x0000_s1071" style="position:absolute;visibility:visible" from="1800,2017" to="2639,2017" o:connectortype="straight" strokecolor="silver" strokeweight="1.5pt">
              <v:stroke dashstyle="1 1" endcap="round"/>
            </v:line>
            <v:line id="Line 57" o:spid="_x0000_s1072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62" o:spid="_x0000_s1073" style="position:absolute;left:0;text-align:left;margin-left:223.55pt;margin-top:24.75pt;width:41.95pt;height:41.7pt;z-index:251663360" coordorigin="1800,1599" coordsize="839,834">
            <v:rect id="Rectangle 63" o:spid="_x0000_s1074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64" o:spid="_x0000_s1075" style="position:absolute;visibility:visible" from="1800,2017" to="2639,2017" o:connectortype="straight" strokecolor="silver" strokeweight="1.5pt">
              <v:stroke dashstyle="1 1" endcap="round"/>
            </v:line>
            <v:line id="Line 65" o:spid="_x0000_s1076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66" o:spid="_x0000_s1077" style="position:absolute;left:0;text-align:left;margin-left:161.15pt;margin-top:24.6pt;width:41.95pt;height:41.7pt;z-index:251664384" coordorigin="1800,1599" coordsize="839,834">
            <v:rect id="Rectangle 67" o:spid="_x0000_s1078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68" o:spid="_x0000_s1079" style="position:absolute;visibility:visible" from="1800,2017" to="2639,2017" o:connectortype="straight" strokecolor="silver" strokeweight="1.5pt">
              <v:stroke dashstyle="1 1" endcap="round"/>
            </v:line>
            <v:line id="Line 69" o:spid="_x0000_s1080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70" o:spid="_x0000_s1081" style="position:absolute;left:0;text-align:left;margin-left:119.3pt;margin-top:24.15pt;width:41.95pt;height:41.7pt;z-index:251665408" coordorigin="1800,1599" coordsize="839,834">
            <v:rect id="Rectangle 71" o:spid="_x0000_s1082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72" o:spid="_x0000_s1083" style="position:absolute;visibility:visible" from="1800,2017" to="2639,2017" o:connectortype="straight" strokecolor="silver" strokeweight="1.5pt">
              <v:stroke dashstyle="1 1" endcap="round"/>
            </v:line>
            <v:line id="Line 73" o:spid="_x0000_s1084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34" o:spid="_x0000_s1085" style="position:absolute;left:0;text-align:left;margin-left:56.9pt;margin-top:24.15pt;width:41.95pt;height:41.7pt;z-index:251658240" coordorigin="1800,1599" coordsize="839,834">
            <v:rect id="Rectangle 35" o:spid="_x0000_s1086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36" o:spid="_x0000_s1087" style="position:absolute;visibility:visible" from="1800,2017" to="2639,2017" o:connectortype="straight" strokecolor="silver" strokeweight="1.5pt">
              <v:stroke dashstyle="1 1" endcap="round"/>
            </v:line>
            <v:line id="Line 37" o:spid="_x0000_s1088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>
        <w:rPr>
          <w:noProof/>
        </w:rPr>
        <w:pict>
          <v:group id="组合 38" o:spid="_x0000_s1089" style="position:absolute;left:0;text-align:left;margin-left:15.2pt;margin-top:24.75pt;width:41.95pt;height:41.7pt;z-index:251659264" coordorigin="1800,1599" coordsize="839,834">
            <v:rect id="Rectangle 39" o:spid="_x0000_s1090" style="position:absolute;left:1801;top:1599;width:835;height:834;visibility:visible" strokeweight="1pt">
              <o:lock v:ext="edit" aspectratio="t"/>
              <v:textbox inset=".5mm,0,.5mm,0">
                <w:txbxContent>
                  <w:p w:rsidR="004F0E7F" w:rsidRPr="003055A2" w:rsidRDefault="004F0E7F" w:rsidP="00D158B8">
                    <w:pPr>
                      <w:snapToGrid w:val="0"/>
                      <w:jc w:val="center"/>
                      <w:rPr>
                        <w:rFonts w:ascii="楷体" w:eastAsia="楷体" w:hAnsi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Line 40" o:spid="_x0000_s1091" style="position:absolute;visibility:visible" from="1800,2017" to="2639,2017" o:connectortype="straight" strokecolor="silver" strokeweight="1.5pt">
              <v:stroke dashstyle="1 1" endcap="round"/>
            </v:line>
            <v:line id="Line 41" o:spid="_x0000_s1092" style="position:absolute;visibility:visible" from="2217,1602" to="2219,2430" o:connectortype="straight" strokecolor="silver" strokeweight="1.5pt">
              <v:stroke dashstyle="1 1" endcap="round"/>
            </v:line>
          </v:group>
        </w:pic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sh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é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nzh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ō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uy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ó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ux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ì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 xml:space="preserve">       b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ǔ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 xml:space="preserve"> ch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ō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ngj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ī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d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à</w:t>
      </w:r>
      <w:r w:rsidRPr="00AD78FA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</w:t>
      </w:r>
    </w:p>
    <w:p w:rsidR="004F0E7F" w:rsidRDefault="004F0E7F" w:rsidP="00D158B8">
      <w:pPr>
        <w:rPr>
          <w:rFonts w:ascii="黑体" w:eastAsia="黑体" w:hAnsi="黑体"/>
          <w:color w:val="333333"/>
          <w:sz w:val="28"/>
          <w:szCs w:val="28"/>
          <w:shd w:val="clear" w:color="auto" w:fill="FFFFFF"/>
        </w:rPr>
      </w:pPr>
    </w:p>
    <w:p w:rsidR="004F0E7F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</w:p>
    <w:p w:rsidR="004F0E7F" w:rsidRPr="00D158B8" w:rsidRDefault="004F0E7F" w:rsidP="00D158B8">
      <w:pPr>
        <w:rPr>
          <w:rFonts w:ascii="宋体"/>
          <w:b/>
          <w:bCs/>
          <w:sz w:val="28"/>
          <w:szCs w:val="28"/>
        </w:rPr>
      </w:pPr>
      <w:r w:rsidRPr="00D158B8">
        <w:rPr>
          <w:rFonts w:ascii="宋体" w:hAnsi="宋体" w:cs="宋体" w:hint="eastAsia"/>
          <w:b/>
          <w:bCs/>
          <w:sz w:val="28"/>
          <w:szCs w:val="28"/>
        </w:rPr>
        <w:t>二、给下列加点的字选择正确的读音画“√”。（</w:t>
      </w:r>
      <w:r>
        <w:rPr>
          <w:rFonts w:ascii="宋体" w:hAnsi="宋体" w:cs="宋体"/>
          <w:b/>
          <w:bCs/>
          <w:sz w:val="28"/>
          <w:szCs w:val="28"/>
        </w:rPr>
        <w:t>10</w:t>
      </w:r>
      <w:r w:rsidRPr="00D158B8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  <w:em w:val="dot"/>
        </w:rPr>
        <w:t>餐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厅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ch</w:t>
      </w:r>
      <w:r w:rsidRPr="00026465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ā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</w:t>
      </w:r>
      <w:r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c</w:t>
      </w:r>
      <w:r w:rsidRPr="00026465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ā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大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  <w:em w:val="dot"/>
        </w:rPr>
        <w:t>婶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  <w:em w:val="dot"/>
        </w:rPr>
        <w:t xml:space="preserve">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sh</w:t>
      </w:r>
      <w:r w:rsidRPr="00026465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ě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</w:t>
      </w:r>
      <w:r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s</w:t>
      </w:r>
      <w:r w:rsidRPr="00026465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ě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  <w:em w:val="dot"/>
        </w:rPr>
        <w:t>凶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狠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x</w:t>
      </w:r>
      <w:r w:rsidRPr="00026465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ō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ngxi</w:t>
      </w:r>
      <w:r w:rsidRPr="00026465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ō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ng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  <w:em w:val="dot"/>
        </w:rPr>
        <w:t>荆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棘（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j</w:t>
      </w:r>
      <w:r w:rsidRPr="00026465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ī</w:t>
      </w:r>
      <w:r w:rsidRPr="00026465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ng</w:t>
      </w:r>
      <w:r w:rsidRPr="00E8512B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j</w:t>
      </w:r>
      <w:r w:rsidRPr="00E8512B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ī</w:t>
      </w:r>
      <w:r w:rsidRPr="00E8512B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</w:t>
      </w:r>
      <w:bookmarkStart w:id="3" w:name="OLE_LINK1"/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bookmarkEnd w:id="3"/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友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  <w:em w:val="dot"/>
        </w:rPr>
        <w:t>谊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 w:rsidRPr="00E8512B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y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í</w:t>
      </w:r>
      <w:r w:rsidRPr="00E8512B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y</w:t>
      </w:r>
      <w:r w:rsidRPr="00E8512B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ì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  <w:em w:val="dot"/>
        </w:rPr>
        <w:t>咨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询（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 w:rsidRPr="00E8512B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z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ī</w:t>
      </w:r>
      <w:r w:rsidRPr="00E8512B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z</w:t>
      </w:r>
      <w:r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h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ī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D158B8" w:rsidRDefault="004F0E7F" w:rsidP="00D158B8">
      <w:pPr>
        <w:pStyle w:val="ListParagraph"/>
        <w:numPr>
          <w:ilvl w:val="0"/>
          <w:numId w:val="15"/>
        </w:numPr>
        <w:ind w:firstLineChars="0"/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明明的（</w:t>
      </w:r>
      <w:r w:rsidRPr="00B3111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de  d</w:t>
      </w:r>
      <w:r w:rsidRPr="00B3111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í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）确答应（</w:t>
      </w:r>
      <w:r w:rsidRPr="00B3111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y</w:t>
      </w:r>
      <w:r w:rsidRPr="00B3111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ī</w:t>
      </w:r>
      <w:r w:rsidRPr="00B3111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ngy</w:t>
      </w:r>
      <w:r w:rsidRPr="00B3111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ì</w:t>
      </w:r>
      <w:r w:rsidRPr="00B3111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ng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）了我的请求。</w:t>
      </w:r>
    </w:p>
    <w:p w:rsidR="004F0E7F" w:rsidRPr="00415347" w:rsidRDefault="004F0E7F" w:rsidP="00415347">
      <w:pPr>
        <w:pStyle w:val="ListParagraph"/>
        <w:numPr>
          <w:ilvl w:val="0"/>
          <w:numId w:val="15"/>
        </w:numPr>
        <w:ind w:firstLineChars="0"/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我在屋子里背（</w:t>
      </w:r>
      <w:r w:rsidRPr="00B3111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b</w:t>
      </w:r>
      <w:r w:rsidRPr="00AD78FA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ē</w:t>
      </w:r>
      <w:r w:rsidRPr="00B3111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i  b</w:t>
      </w:r>
      <w:r w:rsidRPr="00B3111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è</w:t>
      </w:r>
      <w:r w:rsidRPr="00B3111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i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）古诗，奶奶在厨房里炸（</w:t>
      </w:r>
      <w:r w:rsidRPr="00B3111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zh</w:t>
      </w:r>
      <w:r w:rsidRPr="00B3111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á</w:t>
      </w:r>
      <w:r w:rsidRPr="00B3111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 xml:space="preserve">  zh</w:t>
      </w:r>
      <w:r w:rsidRPr="00B3111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à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）鱼。</w:t>
      </w:r>
    </w:p>
    <w:p w:rsidR="004F0E7F" w:rsidRPr="00D158B8" w:rsidRDefault="004F0E7F" w:rsidP="00D158B8">
      <w:pPr>
        <w:rPr>
          <w:rFonts w:ascii="宋体"/>
          <w:b/>
          <w:bCs/>
          <w:sz w:val="28"/>
          <w:szCs w:val="28"/>
        </w:rPr>
      </w:pPr>
      <w:r w:rsidRPr="00D158B8">
        <w:rPr>
          <w:rFonts w:ascii="宋体" w:hAnsi="宋体" w:cs="宋体" w:hint="eastAsia"/>
          <w:b/>
          <w:bCs/>
          <w:sz w:val="28"/>
          <w:szCs w:val="28"/>
        </w:rPr>
        <w:t>三、选一选。（</w:t>
      </w:r>
      <w:r>
        <w:rPr>
          <w:rFonts w:ascii="宋体" w:hAnsi="宋体" w:cs="宋体"/>
          <w:b/>
          <w:bCs/>
          <w:sz w:val="28"/>
          <w:szCs w:val="28"/>
        </w:rPr>
        <w:t>9</w:t>
      </w:r>
      <w:r w:rsidRPr="00D158B8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彩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采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踩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）花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）虹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）踏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周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州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舟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）围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龙（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神（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415347" w:rsidRDefault="004F0E7F" w:rsidP="00415347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培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陪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赔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）伴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）本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）土</w:t>
      </w:r>
    </w:p>
    <w:p w:rsidR="004F0E7F" w:rsidRPr="00D158B8" w:rsidRDefault="004F0E7F" w:rsidP="00D158B8">
      <w:pPr>
        <w:rPr>
          <w:rFonts w:ascii="宋体"/>
          <w:b/>
          <w:bCs/>
          <w:sz w:val="28"/>
          <w:szCs w:val="28"/>
        </w:rPr>
      </w:pPr>
      <w:r w:rsidRPr="00D158B8">
        <w:rPr>
          <w:rFonts w:ascii="宋体" w:hAnsi="宋体" w:cs="宋体" w:hint="eastAsia"/>
          <w:b/>
          <w:bCs/>
          <w:sz w:val="28"/>
          <w:szCs w:val="28"/>
        </w:rPr>
        <w:t>四、读懂句子判断对错，对的打“√”，错的打“×”。（</w:t>
      </w:r>
      <w:r w:rsidRPr="00D158B8">
        <w:rPr>
          <w:rFonts w:ascii="宋体" w:hAnsi="宋体" w:cs="宋体"/>
          <w:b/>
          <w:bCs/>
          <w:sz w:val="28"/>
          <w:szCs w:val="28"/>
        </w:rPr>
        <w:t>6</w:t>
      </w:r>
      <w:r w:rsidRPr="00D158B8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1.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《开满鲜花的小路》中长颈鹿大叔送给松鼠太太的礼物是花籽。（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2.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说话的时候，使用恰当的语气，能让听的人舒服。（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3.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千人糕是需要很多很多人才能制成的糕。（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4.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春节、清明节、中秋节、重阳节、六一儿童节，都是中国传统节日。（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5.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“鹿”是部首字，它的偏旁就是“鹿”。（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415347" w:rsidRDefault="004F0E7F" w:rsidP="00D55EBA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6.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“月”字旁的字多与月亮有关，“贝”字旁的字多与钱财有关。（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D158B8" w:rsidRDefault="004F0E7F" w:rsidP="00D158B8">
      <w:pPr>
        <w:pStyle w:val="Title"/>
        <w:rPr>
          <w:rFonts w:cs="Times New Roman"/>
          <w:shd w:val="clear" w:color="auto" w:fill="FFFFFF"/>
        </w:rPr>
      </w:pPr>
      <w:r>
        <w:rPr>
          <w:rFonts w:cs="宋体" w:hint="eastAsia"/>
          <w:shd w:val="clear" w:color="auto" w:fill="FFFFFF"/>
        </w:rPr>
        <w:t>第二部分：积累与运用</w:t>
      </w:r>
    </w:p>
    <w:p w:rsidR="004F0E7F" w:rsidRPr="00D158B8" w:rsidRDefault="004F0E7F" w:rsidP="00D158B8">
      <w:pPr>
        <w:rPr>
          <w:rFonts w:ascii="宋体"/>
          <w:b/>
          <w:bCs/>
          <w:sz w:val="28"/>
          <w:szCs w:val="28"/>
        </w:rPr>
      </w:pPr>
      <w:r w:rsidRPr="00D158B8">
        <w:rPr>
          <w:rFonts w:ascii="宋体" w:hAnsi="宋体" w:cs="宋体" w:hint="eastAsia"/>
          <w:b/>
          <w:bCs/>
          <w:sz w:val="28"/>
          <w:szCs w:val="28"/>
        </w:rPr>
        <w:t>五、补充词语，并选择恰当的词语填空。（填序号）（</w:t>
      </w:r>
      <w:r w:rsidRPr="00D158B8">
        <w:rPr>
          <w:rFonts w:ascii="宋体" w:hAnsi="宋体" w:cs="宋体"/>
          <w:b/>
          <w:bCs/>
          <w:sz w:val="28"/>
          <w:szCs w:val="28"/>
        </w:rPr>
        <w:t>10</w:t>
      </w:r>
      <w:r w:rsidRPr="00D158B8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①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碧（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）如洗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②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华夏（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③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万里无（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④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引人（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）目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⑤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锦上添（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⑥（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）发图强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1.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今天的天气真好！（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2.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小红穿了一条粉红色的裙子，十分（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）。</w:t>
      </w:r>
    </w:p>
    <w:p w:rsidR="004F0E7F" w:rsidRPr="00415347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3.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与其（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），不如雪中送炭</w:t>
      </w:r>
    </w:p>
    <w:p w:rsidR="004F0E7F" w:rsidRPr="00D158B8" w:rsidRDefault="004F0E7F" w:rsidP="00D158B8">
      <w:pPr>
        <w:rPr>
          <w:rFonts w:ascii="宋体"/>
          <w:b/>
          <w:bCs/>
          <w:sz w:val="28"/>
          <w:szCs w:val="28"/>
        </w:rPr>
      </w:pPr>
      <w:r w:rsidRPr="00D158B8">
        <w:rPr>
          <w:rFonts w:ascii="宋体" w:hAnsi="宋体" w:cs="宋体" w:hint="eastAsia"/>
          <w:b/>
          <w:bCs/>
          <w:sz w:val="28"/>
          <w:szCs w:val="28"/>
        </w:rPr>
        <w:t>六、照样子，写句子。（</w:t>
      </w:r>
      <w:r>
        <w:rPr>
          <w:rFonts w:ascii="宋体" w:hAnsi="宋体" w:cs="宋体"/>
          <w:b/>
          <w:bCs/>
          <w:sz w:val="28"/>
          <w:szCs w:val="28"/>
        </w:rPr>
        <w:t>6</w:t>
      </w:r>
      <w:r w:rsidRPr="00D158B8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例：田野葱葱绿绿的，像一片柔软的绿毯。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枫树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，像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例：门前开着一大片五颜六色的鲜花。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山坡上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__________________________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例：我看见喜鹊阿姨站在窝边，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  <w:em w:val="dot"/>
        </w:rPr>
        <w:t>一会儿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教喜鹊弟弟唱歌，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  <w:em w:val="dot"/>
        </w:rPr>
        <w:t>一会儿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教他们游戏，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  <w:em w:val="dot"/>
        </w:rPr>
        <w:t>一会儿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教他们学自己发明的拼音字母。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>妈妈一回到家就忙起来了，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___________________________________</w:t>
      </w:r>
    </w:p>
    <w:p w:rsidR="004F0E7F" w:rsidRPr="00415347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__________________________________________________________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。</w:t>
      </w:r>
    </w:p>
    <w:p w:rsidR="004F0E7F" w:rsidRPr="00D158B8" w:rsidRDefault="004F0E7F" w:rsidP="00D158B8">
      <w:pPr>
        <w:rPr>
          <w:rFonts w:ascii="宋体"/>
          <w:b/>
          <w:bCs/>
          <w:sz w:val="28"/>
          <w:szCs w:val="28"/>
        </w:rPr>
      </w:pPr>
      <w:r w:rsidRPr="00D158B8">
        <w:rPr>
          <w:rFonts w:ascii="宋体" w:hAnsi="宋体" w:cs="宋体" w:hint="eastAsia"/>
          <w:b/>
          <w:bCs/>
          <w:sz w:val="28"/>
          <w:szCs w:val="28"/>
        </w:rPr>
        <w:t>七、日积月累。（</w:t>
      </w:r>
      <w:r w:rsidRPr="00D158B8">
        <w:rPr>
          <w:rFonts w:ascii="宋体" w:hAnsi="宋体" w:cs="宋体"/>
          <w:b/>
          <w:bCs/>
          <w:sz w:val="28"/>
          <w:szCs w:val="28"/>
        </w:rPr>
        <w:t>1</w:t>
      </w:r>
      <w:r>
        <w:rPr>
          <w:rFonts w:ascii="宋体" w:cs="宋体"/>
          <w:b/>
          <w:bCs/>
          <w:sz w:val="28"/>
          <w:szCs w:val="28"/>
        </w:rPr>
        <w:t>0</w:t>
      </w:r>
      <w:r w:rsidRPr="00D158B8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1.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关于诚信的名言，我知道《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》的“轻诺必寡信”，《左传》的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2.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辰龙、巳蛇、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、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、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3.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野火烧不尽，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4.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不知细叶谁裁出，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5.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我知道这些中国美食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、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、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。</w:t>
      </w:r>
    </w:p>
    <w:p w:rsidR="004F0E7F" w:rsidRPr="00415347" w:rsidRDefault="004F0E7F" w:rsidP="00415347">
      <w:pPr>
        <w:pStyle w:val="Title"/>
        <w:rPr>
          <w:rFonts w:cs="Times New Roman"/>
          <w:shd w:val="clear" w:color="auto" w:fill="FFFFFF"/>
        </w:rPr>
      </w:pPr>
      <w:r>
        <w:rPr>
          <w:rFonts w:cs="宋体" w:hint="eastAsia"/>
          <w:shd w:val="clear" w:color="auto" w:fill="FFFFFF"/>
        </w:rPr>
        <w:t>第三部分：阅读理解</w:t>
      </w:r>
    </w:p>
    <w:p w:rsidR="004F0E7F" w:rsidRPr="00B825FB" w:rsidRDefault="004F0E7F" w:rsidP="00D158B8">
      <w:pPr>
        <w:rPr>
          <w:rFonts w:ascii="宋体"/>
          <w:b/>
          <w:bCs/>
          <w:sz w:val="28"/>
          <w:szCs w:val="28"/>
        </w:rPr>
      </w:pPr>
      <w:r w:rsidRPr="00B825FB">
        <w:rPr>
          <w:rFonts w:ascii="宋体" w:hAnsi="宋体" w:cs="宋体" w:hint="eastAsia"/>
          <w:b/>
          <w:bCs/>
          <w:sz w:val="28"/>
          <w:szCs w:val="28"/>
        </w:rPr>
        <w:t>八、课内阅读。（</w:t>
      </w:r>
      <w:r w:rsidRPr="00B825FB">
        <w:rPr>
          <w:rFonts w:ascii="宋体" w:hAnsi="宋体" w:cs="宋体"/>
          <w:b/>
          <w:bCs/>
          <w:sz w:val="28"/>
          <w:szCs w:val="28"/>
        </w:rPr>
        <w:t>8</w:t>
      </w:r>
      <w:r w:rsidRPr="00B825FB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Default="004F0E7F" w:rsidP="0039115C">
      <w:pPr>
        <w:spacing w:line="300" w:lineRule="exact"/>
        <w:ind w:firstLineChars="200" w:firstLine="31680"/>
        <w:rPr>
          <w:rFonts w:ascii="楷体" w:eastAsia="楷体" w:hAnsi="楷体"/>
          <w:color w:val="333333"/>
          <w:sz w:val="28"/>
          <w:szCs w:val="28"/>
          <w:shd w:val="clear" w:color="auto" w:fill="FFFFFF"/>
        </w:rPr>
      </w:pPr>
      <w:r w:rsidRPr="00137760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早上醒来，我在摇摇晃晃的草叶上（</w:t>
      </w:r>
      <w:r w:rsidRPr="00137760">
        <w:rPr>
          <w:rFonts w:ascii="楷体" w:eastAsia="楷体" w:hAnsi="楷体" w:cs="楷体"/>
          <w:color w:val="333333"/>
          <w:sz w:val="28"/>
          <w:szCs w:val="28"/>
          <w:shd w:val="clear" w:color="auto" w:fill="FFFFFF"/>
        </w:rPr>
        <w:t xml:space="preserve">   </w:t>
      </w:r>
      <w:r w:rsidRPr="00137760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）懒腰，用一颗露珠把脸（</w:t>
      </w:r>
      <w:r w:rsidRPr="00137760">
        <w:rPr>
          <w:rFonts w:ascii="楷体" w:eastAsia="楷体" w:hAnsi="楷体" w:cs="楷体"/>
          <w:color w:val="333333"/>
          <w:sz w:val="28"/>
          <w:szCs w:val="28"/>
          <w:shd w:val="clear" w:color="auto" w:fill="FFFFFF"/>
        </w:rPr>
        <w:t xml:space="preserve">   </w:t>
      </w:r>
      <w:r w:rsidRPr="00137760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）干净，把细长的触须（</w:t>
      </w:r>
      <w:r w:rsidRPr="00137760">
        <w:rPr>
          <w:rFonts w:ascii="楷体" w:eastAsia="楷体" w:hAnsi="楷体" w:cs="楷体"/>
          <w:color w:val="333333"/>
          <w:sz w:val="28"/>
          <w:szCs w:val="28"/>
          <w:shd w:val="clear" w:color="auto" w:fill="FFFFFF"/>
        </w:rPr>
        <w:t xml:space="preserve">   </w:t>
      </w:r>
      <w:r w:rsidRPr="00137760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）得亮亮的。如果能小心地（</w:t>
      </w:r>
      <w:r w:rsidRPr="00137760">
        <w:rPr>
          <w:rFonts w:ascii="楷体" w:eastAsia="楷体" w:hAnsi="楷体" w:cs="楷体"/>
          <w:color w:val="333333"/>
          <w:sz w:val="28"/>
          <w:szCs w:val="28"/>
          <w:shd w:val="clear" w:color="auto" w:fill="FFFFFF"/>
        </w:rPr>
        <w:t xml:space="preserve">   </w:t>
      </w:r>
      <w:r w:rsidRPr="00137760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）到狗的身上，我们就可以到很远的地方去旅行。这可是免费的特快列车呀！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1.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将下列动词填入文段中的括号内。（填序号）（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4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分）</w:t>
      </w:r>
    </w:p>
    <w:p w:rsidR="004F0E7F" w:rsidRPr="00D158B8" w:rsidRDefault="004F0E7F" w:rsidP="0039115C">
      <w:pPr>
        <w:ind w:firstLineChars="100" w:firstLine="31680"/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①跳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②伸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③洗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④擦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2.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从这段话可以看出当一只小虫子（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2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分）</w:t>
      </w:r>
    </w:p>
    <w:p w:rsidR="004F0E7F" w:rsidRPr="00D158B8" w:rsidRDefault="004F0E7F" w:rsidP="0039115C">
      <w:pPr>
        <w:ind w:firstLineChars="100" w:firstLine="31680"/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A.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一点也不好。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    B.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还真不错。</w:t>
      </w:r>
    </w:p>
    <w:p w:rsidR="004F0E7F" w:rsidRPr="00D158B8" w:rsidRDefault="004F0E7F" w:rsidP="00D158B8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3.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文段中“免费的特快列车”指的是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。（</w:t>
      </w:r>
      <w:r w:rsidRPr="00D158B8">
        <w:rPr>
          <w:rFonts w:ascii="宋体" w:hAnsi="宋体" w:cs="宋体"/>
          <w:color w:val="333333"/>
          <w:sz w:val="28"/>
          <w:szCs w:val="28"/>
          <w:shd w:val="clear" w:color="auto" w:fill="FFFFFF"/>
        </w:rPr>
        <w:t>2</w:t>
      </w:r>
      <w:r w:rsidRPr="00D158B8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分）</w:t>
      </w:r>
    </w:p>
    <w:p w:rsidR="004F0E7F" w:rsidRPr="00B825FB" w:rsidRDefault="004F0E7F" w:rsidP="00415347">
      <w:pPr>
        <w:rPr>
          <w:rFonts w:ascii="宋体"/>
          <w:b/>
          <w:bCs/>
          <w:sz w:val="28"/>
          <w:szCs w:val="28"/>
        </w:rPr>
      </w:pPr>
      <w:r w:rsidRPr="00B825FB">
        <w:rPr>
          <w:rFonts w:ascii="宋体" w:hAnsi="宋体" w:cs="宋体" w:hint="eastAsia"/>
          <w:b/>
          <w:bCs/>
          <w:sz w:val="28"/>
          <w:szCs w:val="28"/>
        </w:rPr>
        <w:t>九、课外阅读。（</w:t>
      </w:r>
      <w:r w:rsidRPr="00B825FB">
        <w:rPr>
          <w:rFonts w:ascii="宋体" w:hAnsi="宋体" w:cs="宋体"/>
          <w:b/>
          <w:bCs/>
          <w:sz w:val="28"/>
          <w:szCs w:val="28"/>
        </w:rPr>
        <w:t>10</w:t>
      </w:r>
      <w:r w:rsidRPr="00B825FB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Pr="00415347" w:rsidRDefault="004F0E7F" w:rsidP="00415347">
      <w:pPr>
        <w:jc w:val="center"/>
        <w:rPr>
          <w:rFonts w:ascii="宋体"/>
          <w:b/>
          <w:bCs/>
          <w:color w:val="333333"/>
          <w:sz w:val="28"/>
          <w:szCs w:val="28"/>
          <w:shd w:val="clear" w:color="auto" w:fill="FFFFFF"/>
        </w:rPr>
      </w:pPr>
      <w:r w:rsidRPr="00361D37">
        <w:rPr>
          <w:rFonts w:ascii="楷体" w:eastAsia="楷体" w:hAnsi="楷体" w:cs="楷体" w:hint="eastAsia"/>
          <w:b/>
          <w:bCs/>
          <w:color w:val="333333"/>
          <w:sz w:val="28"/>
          <w:szCs w:val="28"/>
          <w:shd w:val="clear" w:color="auto" w:fill="FFFFFF"/>
        </w:rPr>
        <w:t>有趣</w:t>
      </w:r>
      <w:r w:rsidRPr="00415347">
        <w:rPr>
          <w:rFonts w:ascii="宋体" w:hAnsi="宋体" w:cs="宋体" w:hint="eastAsia"/>
          <w:b/>
          <w:bCs/>
          <w:color w:val="333333"/>
          <w:sz w:val="28"/>
          <w:szCs w:val="28"/>
          <w:shd w:val="clear" w:color="auto" w:fill="FFFFFF"/>
        </w:rPr>
        <w:t>（</w:t>
      </w:r>
      <w:r w:rsidRPr="003942AD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q</w:t>
      </w:r>
      <w:r w:rsidRPr="003942AD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ù</w:t>
      </w:r>
      <w:r w:rsidRPr="00415347">
        <w:rPr>
          <w:rFonts w:ascii="宋体" w:hAnsi="宋体" w:cs="宋体" w:hint="eastAsia"/>
          <w:b/>
          <w:bCs/>
          <w:color w:val="333333"/>
          <w:sz w:val="28"/>
          <w:szCs w:val="28"/>
          <w:shd w:val="clear" w:color="auto" w:fill="FFFFFF"/>
        </w:rPr>
        <w:t>）</w:t>
      </w:r>
      <w:r w:rsidRPr="00361D37">
        <w:rPr>
          <w:rFonts w:ascii="楷体" w:eastAsia="楷体" w:hAnsi="楷体" w:cs="楷体" w:hint="eastAsia"/>
          <w:b/>
          <w:bCs/>
          <w:color w:val="333333"/>
          <w:sz w:val="28"/>
          <w:szCs w:val="28"/>
          <w:shd w:val="clear" w:color="auto" w:fill="FFFFFF"/>
        </w:rPr>
        <w:t>的动物语言</w:t>
      </w:r>
    </w:p>
    <w:p w:rsidR="004F0E7F" w:rsidRPr="00361D37" w:rsidRDefault="004F0E7F" w:rsidP="0039115C">
      <w:pPr>
        <w:spacing w:line="300" w:lineRule="exact"/>
        <w:ind w:firstLineChars="200" w:firstLine="31680"/>
        <w:rPr>
          <w:rFonts w:ascii="楷体" w:eastAsia="楷体" w:hAnsi="楷体"/>
          <w:color w:val="333333"/>
          <w:sz w:val="28"/>
          <w:szCs w:val="28"/>
          <w:shd w:val="clear" w:color="auto" w:fill="FFFFFF"/>
        </w:rPr>
      </w:pPr>
      <w:r w:rsidRPr="00361D37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狗看到主人，总是不停地摇尾巴，这是在说：“这就是我。”狗用尾巴当扇子，将自己身上的气味传向四方，让主人闻到。狗犯了错误（</w:t>
      </w:r>
      <w:r w:rsidRPr="00361D3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w</w:t>
      </w:r>
      <w:r w:rsidRPr="00361D3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ù</w:t>
      </w:r>
      <w:r w:rsidRPr="00361D37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），总是夹紧尾巴，防止身上的气味传出。</w:t>
      </w:r>
    </w:p>
    <w:p w:rsidR="004F0E7F" w:rsidRPr="00361D37" w:rsidRDefault="004F0E7F" w:rsidP="0039115C">
      <w:pPr>
        <w:spacing w:line="300" w:lineRule="exact"/>
        <w:ind w:firstLineChars="200" w:firstLine="31680"/>
        <w:rPr>
          <w:rFonts w:ascii="楷体" w:eastAsia="楷体" w:hAnsi="楷体"/>
          <w:color w:val="333333"/>
          <w:sz w:val="28"/>
          <w:szCs w:val="28"/>
          <w:shd w:val="clear" w:color="auto" w:fill="FFFFFF"/>
        </w:rPr>
      </w:pPr>
      <w:r w:rsidRPr="00361D37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猫和主人亲热时，常用脑袋在主人腿上来回摩（</w:t>
      </w:r>
      <w:r w:rsidRPr="00361D3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m</w:t>
      </w:r>
      <w:r w:rsidRPr="00361D3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ó</w:t>
      </w:r>
      <w:r w:rsidRPr="00361D37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）擦，这是在说：“我爱主人。”猫摩擦时会将一种香味留在主人身上。邻居的猫闻到这种气味便识趣地走开。</w:t>
      </w:r>
    </w:p>
    <w:p w:rsidR="004F0E7F" w:rsidRDefault="004F0E7F" w:rsidP="0039115C">
      <w:pPr>
        <w:spacing w:line="300" w:lineRule="exact"/>
        <w:ind w:firstLineChars="200" w:firstLine="31680"/>
        <w:rPr>
          <w:rFonts w:ascii="楷体" w:eastAsia="楷体" w:hAnsi="楷体"/>
          <w:color w:val="333333"/>
          <w:sz w:val="28"/>
          <w:szCs w:val="28"/>
          <w:shd w:val="clear" w:color="auto" w:fill="FFFFFF"/>
        </w:rPr>
      </w:pPr>
      <w:r w:rsidRPr="00361D37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一只狼追一只小兔，眼看就要到口。突然，它伤心地离去。原来，它从小兔身上闻到了其他狼留下的气味，好像听到同伴在说：“小兔是从我嘴（</w:t>
      </w:r>
      <w:r w:rsidRPr="00361D3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zu</w:t>
      </w:r>
      <w:r w:rsidRPr="00361D3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ǐ</w:t>
      </w:r>
      <w:r w:rsidRPr="00361D37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）里逃走的。”凶残（</w:t>
      </w:r>
      <w:r w:rsidRPr="00361D3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c</w:t>
      </w:r>
      <w:r w:rsidRPr="00361D37"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á</w:t>
      </w:r>
      <w:r w:rsidRPr="00361D37">
        <w:rPr>
          <w:rFonts w:ascii="黑体" w:eastAsia="黑体" w:hAnsi="黑体" w:cs="黑体"/>
          <w:color w:val="333333"/>
          <w:sz w:val="28"/>
          <w:szCs w:val="28"/>
          <w:shd w:val="clear" w:color="auto" w:fill="FFFFFF"/>
        </w:rPr>
        <w:t>n</w:t>
      </w:r>
      <w:r w:rsidRPr="00361D37">
        <w:rPr>
          <w:rFonts w:ascii="楷体" w:eastAsia="楷体" w:hAnsi="楷体" w:cs="楷体" w:hint="eastAsia"/>
          <w:color w:val="333333"/>
          <w:sz w:val="28"/>
          <w:szCs w:val="28"/>
          <w:shd w:val="clear" w:color="auto" w:fill="FFFFFF"/>
        </w:rPr>
        <w:t>）的狼从不抢同伴的食物。</w:t>
      </w:r>
    </w:p>
    <w:p w:rsidR="004F0E7F" w:rsidRPr="00415347" w:rsidRDefault="004F0E7F" w:rsidP="00415347">
      <w:pPr>
        <w:pStyle w:val="ListParagraph"/>
        <w:numPr>
          <w:ilvl w:val="0"/>
          <w:numId w:val="16"/>
        </w:numPr>
        <w:ind w:firstLineChars="0"/>
        <w:rPr>
          <w:rFonts w:ascii="宋体"/>
          <w:color w:val="333333"/>
          <w:sz w:val="28"/>
          <w:szCs w:val="28"/>
          <w:shd w:val="clear" w:color="auto" w:fill="FFFFFF"/>
        </w:rPr>
      </w:pP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短文介绍了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、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和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三种动物的语言。（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3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分）</w:t>
      </w:r>
    </w:p>
    <w:p w:rsidR="004F0E7F" w:rsidRPr="00415347" w:rsidRDefault="004F0E7F" w:rsidP="00415347">
      <w:pPr>
        <w:pStyle w:val="ListParagraph"/>
        <w:numPr>
          <w:ilvl w:val="0"/>
          <w:numId w:val="16"/>
        </w:numPr>
        <w:ind w:firstLineChars="0"/>
        <w:rPr>
          <w:rFonts w:ascii="宋体"/>
          <w:color w:val="333333"/>
          <w:sz w:val="28"/>
          <w:szCs w:val="28"/>
          <w:shd w:val="clear" w:color="auto" w:fill="FFFFFF"/>
        </w:rPr>
      </w:pP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想一想，它们在说什么？（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4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分）</w:t>
      </w:r>
    </w:p>
    <w:p w:rsidR="004F0E7F" w:rsidRPr="00415347" w:rsidRDefault="004F0E7F" w:rsidP="00415347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例：狗夹紧尾巴，好像在说：“主人，我错了，我下次再也不敢了。”</w:t>
      </w:r>
    </w:p>
    <w:p w:rsidR="004F0E7F" w:rsidRPr="00415347" w:rsidRDefault="004F0E7F" w:rsidP="00415347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1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）猫用脑袋在主人腿上摩擦，好像在说：“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__________________</w:t>
      </w:r>
    </w:p>
    <w:p w:rsidR="004F0E7F" w:rsidRPr="00415347" w:rsidRDefault="004F0E7F" w:rsidP="0039115C">
      <w:pPr>
        <w:ind w:firstLineChars="100" w:firstLine="31680"/>
        <w:rPr>
          <w:rFonts w:ascii="宋体"/>
          <w:color w:val="333333"/>
          <w:sz w:val="28"/>
          <w:szCs w:val="28"/>
          <w:shd w:val="clear" w:color="auto" w:fill="FFFFFF"/>
        </w:rPr>
      </w:pP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__________________________________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”</w:t>
      </w:r>
    </w:p>
    <w:p w:rsidR="004F0E7F" w:rsidRPr="00415347" w:rsidRDefault="004F0E7F" w:rsidP="00415347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（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2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）狗在吃食物时，看见另一只狗走来，狗竖起尾巴，好像在说：“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________________________________________________________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”</w:t>
      </w:r>
    </w:p>
    <w:p w:rsidR="004F0E7F" w:rsidRPr="00415347" w:rsidRDefault="004F0E7F" w:rsidP="00415347">
      <w:pPr>
        <w:rPr>
          <w:rFonts w:ascii="宋体"/>
          <w:color w:val="333333"/>
          <w:sz w:val="28"/>
          <w:szCs w:val="28"/>
          <w:shd w:val="clear" w:color="auto" w:fill="FFFFFF"/>
        </w:rPr>
      </w:pP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3.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狼为什么不追小兔？在文中用“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____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”画出相应的句子。（</w:t>
      </w:r>
      <w:r w:rsidRPr="00415347">
        <w:rPr>
          <w:rFonts w:ascii="宋体" w:hAnsi="宋体" w:cs="宋体"/>
          <w:color w:val="333333"/>
          <w:sz w:val="28"/>
          <w:szCs w:val="28"/>
          <w:shd w:val="clear" w:color="auto" w:fill="FFFFFF"/>
        </w:rPr>
        <w:t>3</w:t>
      </w:r>
      <w:r w:rsidRPr="00415347">
        <w:rPr>
          <w:rFonts w:ascii="宋体" w:hAnsi="宋体" w:cs="宋体" w:hint="eastAsia"/>
          <w:color w:val="333333"/>
          <w:sz w:val="28"/>
          <w:szCs w:val="28"/>
          <w:shd w:val="clear" w:color="auto" w:fill="FFFFFF"/>
        </w:rPr>
        <w:t>分）</w:t>
      </w:r>
    </w:p>
    <w:p w:rsidR="004F0E7F" w:rsidRDefault="004F0E7F" w:rsidP="0012205F">
      <w:pPr>
        <w:pStyle w:val="Title"/>
        <w:rPr>
          <w:rFonts w:cs="Times New Roman"/>
          <w:shd w:val="clear" w:color="auto" w:fill="FFFFFF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93" type="#_x0000_t75" alt="说明: C:\Users\ADMINI~1\AppData\Local\Temp\WeChat Files\32931801234322493.png" style="position:absolute;left:0;text-align:left;margin-left:306.65pt;margin-top:42.85pt;width:195.05pt;height:132.35pt;z-index:251666432;visibility:visible">
            <v:imagedata r:id="rId7" o:title="" croptop="-12f" cropbottom="35939f" cropleft="-333f" cropright="33082f"/>
            <w10:wrap type="square"/>
          </v:shape>
        </w:pict>
      </w:r>
      <w:r>
        <w:rPr>
          <w:rFonts w:cs="宋体" w:hint="eastAsia"/>
          <w:shd w:val="clear" w:color="auto" w:fill="FFFFFF"/>
        </w:rPr>
        <w:t>第四部分：写话</w:t>
      </w:r>
    </w:p>
    <w:p w:rsidR="004F0E7F" w:rsidRPr="00B825FB" w:rsidRDefault="004F0E7F" w:rsidP="0012205F">
      <w:pPr>
        <w:rPr>
          <w:rFonts w:ascii="宋体"/>
          <w:b/>
          <w:bCs/>
          <w:sz w:val="28"/>
          <w:szCs w:val="28"/>
        </w:rPr>
      </w:pPr>
      <w:r w:rsidRPr="00B825FB">
        <w:rPr>
          <w:rFonts w:ascii="宋体" w:hAnsi="宋体" w:cs="宋体" w:hint="eastAsia"/>
          <w:b/>
          <w:bCs/>
          <w:sz w:val="28"/>
          <w:szCs w:val="28"/>
        </w:rPr>
        <w:t>十、写话（</w:t>
      </w:r>
      <w:r w:rsidRPr="00B825FB">
        <w:rPr>
          <w:rFonts w:ascii="宋体" w:hAnsi="宋体" w:cs="宋体"/>
          <w:b/>
          <w:bCs/>
          <w:sz w:val="28"/>
          <w:szCs w:val="28"/>
        </w:rPr>
        <w:t>15</w:t>
      </w:r>
      <w:r w:rsidRPr="00B825FB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:rsidR="004F0E7F" w:rsidRDefault="004F0E7F" w:rsidP="0039115C">
      <w:pPr>
        <w:ind w:firstLineChars="200" w:firstLine="3168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请仔细观察这幅图。图上画了</w:t>
      </w:r>
      <w:r w:rsidRPr="00536225">
        <w:rPr>
          <w:rFonts w:cs="宋体" w:hint="eastAsia"/>
          <w:sz w:val="28"/>
          <w:szCs w:val="28"/>
        </w:rPr>
        <w:t>谁？他们在什</w:t>
      </w:r>
      <w:r>
        <w:rPr>
          <w:rFonts w:cs="宋体" w:hint="eastAsia"/>
          <w:sz w:val="28"/>
          <w:szCs w:val="28"/>
        </w:rPr>
        <w:t>么地方干什么？结果怎样呢？充分发挥你的想象编一个有趣的故事</w:t>
      </w:r>
      <w:r w:rsidRPr="00536225">
        <w:rPr>
          <w:rFonts w:cs="宋体" w:hint="eastAsia"/>
          <w:sz w:val="28"/>
          <w:szCs w:val="28"/>
        </w:rPr>
        <w:t>。</w:t>
      </w:r>
    </w:p>
    <w:tbl>
      <w:tblPr>
        <w:tblpPr w:leftFromText="180" w:rightFromText="180" w:vertAnchor="text" w:horzAnchor="margin" w:tblpXSpec="right" w:tblpY="152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6"/>
        <w:gridCol w:w="526"/>
        <w:gridCol w:w="527"/>
        <w:gridCol w:w="526"/>
        <w:gridCol w:w="527"/>
        <w:gridCol w:w="526"/>
        <w:gridCol w:w="526"/>
        <w:gridCol w:w="527"/>
        <w:gridCol w:w="526"/>
        <w:gridCol w:w="527"/>
        <w:gridCol w:w="526"/>
        <w:gridCol w:w="526"/>
        <w:gridCol w:w="527"/>
        <w:gridCol w:w="526"/>
        <w:gridCol w:w="527"/>
        <w:gridCol w:w="526"/>
        <w:gridCol w:w="527"/>
        <w:gridCol w:w="10"/>
      </w:tblGrid>
      <w:tr w:rsidR="004F0E7F">
        <w:trPr>
          <w:gridAfter w:val="1"/>
          <w:wAfter w:w="10" w:type="dxa"/>
          <w:trHeight w:hRule="exact" w:val="545"/>
        </w:trPr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</w:tr>
      <w:tr w:rsidR="004F0E7F">
        <w:trPr>
          <w:trHeight w:hRule="exact" w:val="107"/>
        </w:trPr>
        <w:tc>
          <w:tcPr>
            <w:tcW w:w="8959" w:type="dxa"/>
            <w:gridSpan w:val="18"/>
            <w:vAlign w:val="center"/>
          </w:tcPr>
          <w:p w:rsidR="004F0E7F" w:rsidRDefault="004F0E7F" w:rsidP="008F2225"/>
        </w:tc>
      </w:tr>
      <w:tr w:rsidR="004F0E7F">
        <w:trPr>
          <w:gridAfter w:val="1"/>
          <w:wAfter w:w="10" w:type="dxa"/>
          <w:trHeight w:hRule="exact" w:val="545"/>
        </w:trPr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</w:tr>
      <w:tr w:rsidR="004F0E7F">
        <w:trPr>
          <w:trHeight w:hRule="exact" w:val="107"/>
        </w:trPr>
        <w:tc>
          <w:tcPr>
            <w:tcW w:w="8959" w:type="dxa"/>
            <w:gridSpan w:val="18"/>
            <w:vAlign w:val="center"/>
          </w:tcPr>
          <w:p w:rsidR="004F0E7F" w:rsidRDefault="004F0E7F" w:rsidP="008F2225"/>
        </w:tc>
      </w:tr>
      <w:tr w:rsidR="004F0E7F">
        <w:trPr>
          <w:gridAfter w:val="1"/>
          <w:wAfter w:w="10" w:type="dxa"/>
          <w:trHeight w:hRule="exact" w:val="545"/>
        </w:trPr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</w:tr>
      <w:tr w:rsidR="004F0E7F">
        <w:trPr>
          <w:trHeight w:hRule="exact" w:val="107"/>
        </w:trPr>
        <w:tc>
          <w:tcPr>
            <w:tcW w:w="8959" w:type="dxa"/>
            <w:gridSpan w:val="18"/>
            <w:vAlign w:val="center"/>
          </w:tcPr>
          <w:p w:rsidR="004F0E7F" w:rsidRDefault="004F0E7F" w:rsidP="008F2225"/>
        </w:tc>
      </w:tr>
      <w:tr w:rsidR="004F0E7F">
        <w:trPr>
          <w:gridAfter w:val="1"/>
          <w:wAfter w:w="10" w:type="dxa"/>
          <w:trHeight w:hRule="exact" w:val="545"/>
        </w:trPr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</w:tr>
      <w:tr w:rsidR="004F0E7F">
        <w:trPr>
          <w:trHeight w:hRule="exact" w:val="107"/>
        </w:trPr>
        <w:tc>
          <w:tcPr>
            <w:tcW w:w="8959" w:type="dxa"/>
            <w:gridSpan w:val="18"/>
            <w:vAlign w:val="center"/>
          </w:tcPr>
          <w:p w:rsidR="004F0E7F" w:rsidRDefault="004F0E7F" w:rsidP="008F2225"/>
        </w:tc>
      </w:tr>
      <w:tr w:rsidR="004F0E7F">
        <w:trPr>
          <w:gridAfter w:val="1"/>
          <w:wAfter w:w="10" w:type="dxa"/>
          <w:trHeight w:hRule="exact" w:val="545"/>
        </w:trPr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</w:tr>
      <w:tr w:rsidR="004F0E7F">
        <w:trPr>
          <w:trHeight w:hRule="exact" w:val="124"/>
        </w:trPr>
        <w:tc>
          <w:tcPr>
            <w:tcW w:w="8959" w:type="dxa"/>
            <w:gridSpan w:val="18"/>
            <w:vAlign w:val="center"/>
          </w:tcPr>
          <w:p w:rsidR="004F0E7F" w:rsidRDefault="004F0E7F" w:rsidP="008F2225"/>
        </w:tc>
      </w:tr>
      <w:tr w:rsidR="004F0E7F">
        <w:trPr>
          <w:gridAfter w:val="1"/>
          <w:wAfter w:w="10" w:type="dxa"/>
          <w:trHeight w:hRule="exact" w:val="545"/>
        </w:trPr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  <w:tc>
          <w:tcPr>
            <w:tcW w:w="526" w:type="dxa"/>
            <w:vAlign w:val="center"/>
          </w:tcPr>
          <w:p w:rsidR="004F0E7F" w:rsidRDefault="004F0E7F" w:rsidP="008F2225"/>
        </w:tc>
        <w:tc>
          <w:tcPr>
            <w:tcW w:w="527" w:type="dxa"/>
            <w:vAlign w:val="center"/>
          </w:tcPr>
          <w:p w:rsidR="004F0E7F" w:rsidRDefault="004F0E7F" w:rsidP="008F2225"/>
        </w:tc>
      </w:tr>
    </w:tbl>
    <w:p w:rsidR="004F0E7F" w:rsidRPr="0012205F" w:rsidRDefault="004F0E7F" w:rsidP="00B825FB">
      <w:pPr>
        <w:rPr>
          <w:rFonts w:ascii="宋体" w:cs="宋体"/>
          <w:sz w:val="28"/>
          <w:szCs w:val="28"/>
        </w:rPr>
      </w:pPr>
      <w:bookmarkStart w:id="4" w:name="_GoBack"/>
      <w:bookmarkEnd w:id="4"/>
    </w:p>
    <w:sectPr w:rsidR="004F0E7F" w:rsidRPr="0012205F" w:rsidSect="006B7292">
      <w:headerReference w:type="default" r:id="rId8"/>
      <w:pgSz w:w="22113" w:h="15309" w:orient="landscape" w:code="8"/>
      <w:pgMar w:top="1106" w:right="851" w:bottom="629" w:left="2126" w:header="851" w:footer="992" w:gutter="0"/>
      <w:cols w:num="2" w:space="2126"/>
      <w:docGrid w:type="lines" w:linePitch="3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E7F" w:rsidRDefault="004F0E7F">
      <w:r>
        <w:separator/>
      </w:r>
    </w:p>
  </w:endnote>
  <w:endnote w:type="continuationSeparator" w:id="1">
    <w:p w:rsidR="004F0E7F" w:rsidRDefault="004F0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E7F" w:rsidRDefault="004F0E7F">
      <w:r>
        <w:separator/>
      </w:r>
    </w:p>
  </w:footnote>
  <w:footnote w:type="continuationSeparator" w:id="1">
    <w:p w:rsidR="004F0E7F" w:rsidRDefault="004F0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E7F" w:rsidRDefault="004F0E7F" w:rsidP="0045182F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1328"/>
    <w:multiLevelType w:val="multilevel"/>
    <w:tmpl w:val="02FB1328"/>
    <w:lvl w:ilvl="0">
      <w:start w:val="1"/>
      <w:numFmt w:val="decimal"/>
      <w:lvlText w:val="%1、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1">
    <w:nsid w:val="038E15BD"/>
    <w:multiLevelType w:val="hybridMultilevel"/>
    <w:tmpl w:val="0066C292"/>
    <w:lvl w:ilvl="0" w:tplc="CEDEB97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3F73C0"/>
    <w:multiLevelType w:val="hybridMultilevel"/>
    <w:tmpl w:val="10528E12"/>
    <w:lvl w:ilvl="0" w:tplc="3F2E3E8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DC4BAA8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85240F5"/>
    <w:multiLevelType w:val="hybridMultilevel"/>
    <w:tmpl w:val="43CA09D4"/>
    <w:lvl w:ilvl="0" w:tplc="11DEE9CE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D80402"/>
    <w:multiLevelType w:val="hybridMultilevel"/>
    <w:tmpl w:val="15FEF114"/>
    <w:lvl w:ilvl="0" w:tplc="18EC9E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2704CC9"/>
    <w:multiLevelType w:val="hybridMultilevel"/>
    <w:tmpl w:val="325A27AE"/>
    <w:lvl w:ilvl="0" w:tplc="A82C341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65776AA"/>
    <w:multiLevelType w:val="multilevel"/>
    <w:tmpl w:val="365776AA"/>
    <w:lvl w:ilvl="0">
      <w:start w:val="2"/>
      <w:numFmt w:val="decimal"/>
      <w:lvlText w:val="%1、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"/>
      <w:lvlText w:val="（%2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7">
    <w:nsid w:val="3BA145BE"/>
    <w:multiLevelType w:val="hybridMultilevel"/>
    <w:tmpl w:val="9C562AA0"/>
    <w:lvl w:ilvl="0" w:tplc="0FF6950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D715937"/>
    <w:multiLevelType w:val="hybridMultilevel"/>
    <w:tmpl w:val="D3F60810"/>
    <w:lvl w:ilvl="0" w:tplc="406619FA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3F7D7069"/>
    <w:multiLevelType w:val="hybridMultilevel"/>
    <w:tmpl w:val="7C2C0164"/>
    <w:lvl w:ilvl="0" w:tplc="116A7F70">
      <w:start w:val="1"/>
      <w:numFmt w:val="decimal"/>
      <w:lvlText w:val="%1."/>
      <w:lvlJc w:val="left"/>
      <w:pPr>
        <w:ind w:left="975" w:hanging="40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>
      <w:start w:val="1"/>
      <w:numFmt w:val="lowerRoman"/>
      <w:lvlText w:val="%3."/>
      <w:lvlJc w:val="right"/>
      <w:pPr>
        <w:ind w:left="1830" w:hanging="420"/>
      </w:pPr>
    </w:lvl>
    <w:lvl w:ilvl="3" w:tplc="0409000F">
      <w:start w:val="1"/>
      <w:numFmt w:val="decimal"/>
      <w:lvlText w:val="%4."/>
      <w:lvlJc w:val="left"/>
      <w:pPr>
        <w:ind w:left="2250" w:hanging="420"/>
      </w:pPr>
    </w:lvl>
    <w:lvl w:ilvl="4" w:tplc="04090019">
      <w:start w:val="1"/>
      <w:numFmt w:val="lowerLetter"/>
      <w:lvlText w:val="%5)"/>
      <w:lvlJc w:val="left"/>
      <w:pPr>
        <w:ind w:left="2670" w:hanging="420"/>
      </w:pPr>
    </w:lvl>
    <w:lvl w:ilvl="5" w:tplc="0409001B">
      <w:start w:val="1"/>
      <w:numFmt w:val="lowerRoman"/>
      <w:lvlText w:val="%6."/>
      <w:lvlJc w:val="right"/>
      <w:pPr>
        <w:ind w:left="3090" w:hanging="420"/>
      </w:pPr>
    </w:lvl>
    <w:lvl w:ilvl="6" w:tplc="0409000F">
      <w:start w:val="1"/>
      <w:numFmt w:val="decimal"/>
      <w:lvlText w:val="%7."/>
      <w:lvlJc w:val="left"/>
      <w:pPr>
        <w:ind w:left="3510" w:hanging="420"/>
      </w:pPr>
    </w:lvl>
    <w:lvl w:ilvl="7" w:tplc="04090019">
      <w:start w:val="1"/>
      <w:numFmt w:val="lowerLetter"/>
      <w:lvlText w:val="%8)"/>
      <w:lvlJc w:val="left"/>
      <w:pPr>
        <w:ind w:left="3930" w:hanging="420"/>
      </w:pPr>
    </w:lvl>
    <w:lvl w:ilvl="8" w:tplc="0409001B">
      <w:start w:val="1"/>
      <w:numFmt w:val="lowerRoman"/>
      <w:lvlText w:val="%9."/>
      <w:lvlJc w:val="right"/>
      <w:pPr>
        <w:ind w:left="4350" w:hanging="420"/>
      </w:pPr>
    </w:lvl>
  </w:abstractNum>
  <w:abstractNum w:abstractNumId="10">
    <w:nsid w:val="42882478"/>
    <w:multiLevelType w:val="hybridMultilevel"/>
    <w:tmpl w:val="502E7AD2"/>
    <w:lvl w:ilvl="0" w:tplc="C6403E24">
      <w:start w:val="1"/>
      <w:numFmt w:val="japaneseCounting"/>
      <w:lvlText w:val="%1、"/>
      <w:lvlJc w:val="left"/>
      <w:pPr>
        <w:tabs>
          <w:tab w:val="num" w:pos="892"/>
        </w:tabs>
        <w:ind w:left="892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82"/>
        </w:tabs>
        <w:ind w:left="128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02"/>
        </w:tabs>
        <w:ind w:left="1702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42"/>
        </w:tabs>
        <w:ind w:left="2542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62"/>
        </w:tabs>
        <w:ind w:left="2962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02"/>
        </w:tabs>
        <w:ind w:left="3802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22"/>
        </w:tabs>
        <w:ind w:left="4222" w:hanging="420"/>
      </w:pPr>
    </w:lvl>
  </w:abstractNum>
  <w:abstractNum w:abstractNumId="11">
    <w:nsid w:val="50076267"/>
    <w:multiLevelType w:val="hybridMultilevel"/>
    <w:tmpl w:val="350A1F00"/>
    <w:lvl w:ilvl="0" w:tplc="B5FE5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FC54F69"/>
    <w:multiLevelType w:val="hybridMultilevel"/>
    <w:tmpl w:val="3342D42A"/>
    <w:lvl w:ilvl="0" w:tplc="98047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8C516E9"/>
    <w:multiLevelType w:val="hybridMultilevel"/>
    <w:tmpl w:val="D2F21DD8"/>
    <w:lvl w:ilvl="0" w:tplc="21CCDD70">
      <w:start w:val="4"/>
      <w:numFmt w:val="decimal"/>
      <w:lvlText w:val="（%1）"/>
      <w:lvlJc w:val="left"/>
      <w:pPr>
        <w:ind w:left="720" w:hanging="72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AB87478"/>
    <w:multiLevelType w:val="hybridMultilevel"/>
    <w:tmpl w:val="9ED8397A"/>
    <w:lvl w:ilvl="0" w:tplc="ED5C7082">
      <w:start w:val="1"/>
      <w:numFmt w:val="decimal"/>
      <w:lvlText w:val="%1、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15">
    <w:nsid w:val="777048E9"/>
    <w:multiLevelType w:val="hybridMultilevel"/>
    <w:tmpl w:val="0ABA06D4"/>
    <w:lvl w:ilvl="0" w:tplc="978ED18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5"/>
  </w:num>
  <w:num w:numId="5">
    <w:abstractNumId w:val="8"/>
  </w:num>
  <w:num w:numId="6">
    <w:abstractNumId w:val="10"/>
  </w:num>
  <w:num w:numId="7">
    <w:abstractNumId w:val="1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5"/>
  </w:num>
  <w:num w:numId="13">
    <w:abstractNumId w:val="7"/>
  </w:num>
  <w:num w:numId="14">
    <w:abstractNumId w:val="9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bordersDoNotSurroundHeader/>
  <w:bordersDoNotSurroundFooter/>
  <w:defaultTabStop w:val="420"/>
  <w:doNotHyphenateCaps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4C6"/>
    <w:rsid w:val="00002197"/>
    <w:rsid w:val="00026465"/>
    <w:rsid w:val="00045BF0"/>
    <w:rsid w:val="00051BDB"/>
    <w:rsid w:val="00052383"/>
    <w:rsid w:val="00095F71"/>
    <w:rsid w:val="000C6F0C"/>
    <w:rsid w:val="000E1480"/>
    <w:rsid w:val="000E4936"/>
    <w:rsid w:val="000F52A3"/>
    <w:rsid w:val="001018CD"/>
    <w:rsid w:val="001129AF"/>
    <w:rsid w:val="0012205F"/>
    <w:rsid w:val="001247C2"/>
    <w:rsid w:val="001313A6"/>
    <w:rsid w:val="00137760"/>
    <w:rsid w:val="001515FE"/>
    <w:rsid w:val="001572DE"/>
    <w:rsid w:val="001615C8"/>
    <w:rsid w:val="00192B79"/>
    <w:rsid w:val="001B6357"/>
    <w:rsid w:val="001C7DDE"/>
    <w:rsid w:val="001D5129"/>
    <w:rsid w:val="001E09AD"/>
    <w:rsid w:val="00206A4A"/>
    <w:rsid w:val="00215158"/>
    <w:rsid w:val="00220DFD"/>
    <w:rsid w:val="002242B7"/>
    <w:rsid w:val="002377B7"/>
    <w:rsid w:val="00246EEE"/>
    <w:rsid w:val="0025760B"/>
    <w:rsid w:val="0026311F"/>
    <w:rsid w:val="00263646"/>
    <w:rsid w:val="00270634"/>
    <w:rsid w:val="002B2CA2"/>
    <w:rsid w:val="002D0FB8"/>
    <w:rsid w:val="002D6720"/>
    <w:rsid w:val="003055A2"/>
    <w:rsid w:val="00346683"/>
    <w:rsid w:val="003479A7"/>
    <w:rsid w:val="00361D37"/>
    <w:rsid w:val="00370AD7"/>
    <w:rsid w:val="00381D38"/>
    <w:rsid w:val="0039115C"/>
    <w:rsid w:val="003942AD"/>
    <w:rsid w:val="003A39BA"/>
    <w:rsid w:val="003D77EC"/>
    <w:rsid w:val="003E14A7"/>
    <w:rsid w:val="003F0701"/>
    <w:rsid w:val="00404745"/>
    <w:rsid w:val="00405112"/>
    <w:rsid w:val="00415347"/>
    <w:rsid w:val="004360FD"/>
    <w:rsid w:val="00436B09"/>
    <w:rsid w:val="00437DCE"/>
    <w:rsid w:val="00437F92"/>
    <w:rsid w:val="0044538C"/>
    <w:rsid w:val="004509DB"/>
    <w:rsid w:val="0045182F"/>
    <w:rsid w:val="00454B53"/>
    <w:rsid w:val="00457608"/>
    <w:rsid w:val="00466510"/>
    <w:rsid w:val="00470D3A"/>
    <w:rsid w:val="004A1D74"/>
    <w:rsid w:val="004B5E68"/>
    <w:rsid w:val="004D7F90"/>
    <w:rsid w:val="004E34B1"/>
    <w:rsid w:val="004E7085"/>
    <w:rsid w:val="004F0E7F"/>
    <w:rsid w:val="005019CD"/>
    <w:rsid w:val="00536225"/>
    <w:rsid w:val="0054257A"/>
    <w:rsid w:val="00560F82"/>
    <w:rsid w:val="00561E0B"/>
    <w:rsid w:val="005B1176"/>
    <w:rsid w:val="005B13B2"/>
    <w:rsid w:val="005C0D02"/>
    <w:rsid w:val="005F2AB2"/>
    <w:rsid w:val="006112CB"/>
    <w:rsid w:val="00627FAA"/>
    <w:rsid w:val="00643C5B"/>
    <w:rsid w:val="006451FF"/>
    <w:rsid w:val="00655B36"/>
    <w:rsid w:val="006B7292"/>
    <w:rsid w:val="006E25BD"/>
    <w:rsid w:val="006F306B"/>
    <w:rsid w:val="00703CA2"/>
    <w:rsid w:val="00714D10"/>
    <w:rsid w:val="00722410"/>
    <w:rsid w:val="00737FF7"/>
    <w:rsid w:val="0075041C"/>
    <w:rsid w:val="0075264F"/>
    <w:rsid w:val="007535A6"/>
    <w:rsid w:val="00756DE3"/>
    <w:rsid w:val="0077095A"/>
    <w:rsid w:val="007E3B5A"/>
    <w:rsid w:val="007E4DEB"/>
    <w:rsid w:val="00850E7A"/>
    <w:rsid w:val="00855762"/>
    <w:rsid w:val="00861D78"/>
    <w:rsid w:val="008623F1"/>
    <w:rsid w:val="00871B08"/>
    <w:rsid w:val="008804FC"/>
    <w:rsid w:val="008A1FE0"/>
    <w:rsid w:val="008D0092"/>
    <w:rsid w:val="008D0EAF"/>
    <w:rsid w:val="008F061A"/>
    <w:rsid w:val="008F2225"/>
    <w:rsid w:val="008F6C4E"/>
    <w:rsid w:val="00932A7E"/>
    <w:rsid w:val="009612A4"/>
    <w:rsid w:val="00981EDC"/>
    <w:rsid w:val="00990671"/>
    <w:rsid w:val="009A3AD5"/>
    <w:rsid w:val="009B1621"/>
    <w:rsid w:val="009B44C6"/>
    <w:rsid w:val="009C4454"/>
    <w:rsid w:val="009C75B1"/>
    <w:rsid w:val="009D6CDE"/>
    <w:rsid w:val="009E7D1B"/>
    <w:rsid w:val="009F2ADE"/>
    <w:rsid w:val="009F32B3"/>
    <w:rsid w:val="00A158A5"/>
    <w:rsid w:val="00A3749B"/>
    <w:rsid w:val="00A86C7A"/>
    <w:rsid w:val="00A9036B"/>
    <w:rsid w:val="00AC49F3"/>
    <w:rsid w:val="00AC664F"/>
    <w:rsid w:val="00AC73E5"/>
    <w:rsid w:val="00AD5C87"/>
    <w:rsid w:val="00AD78FA"/>
    <w:rsid w:val="00AF31CC"/>
    <w:rsid w:val="00B0718A"/>
    <w:rsid w:val="00B24D25"/>
    <w:rsid w:val="00B31117"/>
    <w:rsid w:val="00B37C64"/>
    <w:rsid w:val="00B55F4F"/>
    <w:rsid w:val="00B825FB"/>
    <w:rsid w:val="00B94C5A"/>
    <w:rsid w:val="00BB2D56"/>
    <w:rsid w:val="00BC0CB8"/>
    <w:rsid w:val="00BC1AB1"/>
    <w:rsid w:val="00BE43DE"/>
    <w:rsid w:val="00BE7869"/>
    <w:rsid w:val="00BF1CCE"/>
    <w:rsid w:val="00C032BD"/>
    <w:rsid w:val="00C11EC4"/>
    <w:rsid w:val="00C5289A"/>
    <w:rsid w:val="00C6742F"/>
    <w:rsid w:val="00C73E0C"/>
    <w:rsid w:val="00C85E7B"/>
    <w:rsid w:val="00C92DA4"/>
    <w:rsid w:val="00CA53BA"/>
    <w:rsid w:val="00CC1545"/>
    <w:rsid w:val="00CC2DD3"/>
    <w:rsid w:val="00CD0F71"/>
    <w:rsid w:val="00CE33CB"/>
    <w:rsid w:val="00CE4D1E"/>
    <w:rsid w:val="00CF2CE0"/>
    <w:rsid w:val="00D158B8"/>
    <w:rsid w:val="00D3110F"/>
    <w:rsid w:val="00D43371"/>
    <w:rsid w:val="00D55EBA"/>
    <w:rsid w:val="00D60D38"/>
    <w:rsid w:val="00D634A0"/>
    <w:rsid w:val="00D6470C"/>
    <w:rsid w:val="00D66515"/>
    <w:rsid w:val="00DA6D62"/>
    <w:rsid w:val="00DB18BE"/>
    <w:rsid w:val="00DE6B9F"/>
    <w:rsid w:val="00E039D5"/>
    <w:rsid w:val="00E20E26"/>
    <w:rsid w:val="00E30E91"/>
    <w:rsid w:val="00E83AC9"/>
    <w:rsid w:val="00E841EA"/>
    <w:rsid w:val="00E8512B"/>
    <w:rsid w:val="00EA5D23"/>
    <w:rsid w:val="00EB7CD4"/>
    <w:rsid w:val="00ED5CB9"/>
    <w:rsid w:val="00F0088F"/>
    <w:rsid w:val="00F054D6"/>
    <w:rsid w:val="00F25283"/>
    <w:rsid w:val="00F53811"/>
    <w:rsid w:val="00F8202B"/>
    <w:rsid w:val="00FC6A42"/>
    <w:rsid w:val="00FF4FA5"/>
    <w:rsid w:val="0B430983"/>
    <w:rsid w:val="14051C6B"/>
    <w:rsid w:val="5C137D08"/>
    <w:rsid w:val="6EA2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83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cumentMapChar">
    <w:name w:val="Document Map Char"/>
    <w:link w:val="DocumentMap"/>
    <w:uiPriority w:val="99"/>
    <w:locked/>
    <w:rsid w:val="00F25283"/>
    <w:rPr>
      <w:rFonts w:ascii="宋体" w:cs="宋体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F25283"/>
  </w:style>
  <w:style w:type="character" w:customStyle="1" w:styleId="HeaderChar">
    <w:name w:val="Header Char"/>
    <w:link w:val="Header"/>
    <w:uiPriority w:val="99"/>
    <w:locked/>
    <w:rsid w:val="00F25283"/>
    <w:rPr>
      <w:kern w:val="2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F25283"/>
    <w:rPr>
      <w:rFonts w:ascii="宋体" w:cs="宋体"/>
      <w:sz w:val="18"/>
      <w:szCs w:val="18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EB3B5A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F25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EB3B5A"/>
    <w:rPr>
      <w:sz w:val="18"/>
      <w:szCs w:val="18"/>
    </w:rPr>
  </w:style>
  <w:style w:type="paragraph" w:styleId="NormalWeb">
    <w:name w:val="Normal (Web)"/>
    <w:basedOn w:val="Normal"/>
    <w:uiPriority w:val="99"/>
    <w:rsid w:val="00F25283"/>
    <w:pPr>
      <w:widowControl/>
      <w:spacing w:before="100" w:beforeAutospacing="1" w:after="100" w:afterAutospacing="1"/>
      <w:jc w:val="left"/>
    </w:pPr>
    <w:rPr>
      <w:rFonts w:ascii="Verdana" w:hAnsi="Verdana" w:cs="Verdana"/>
      <w:color w:val="0E4A79"/>
      <w:kern w:val="0"/>
    </w:rPr>
  </w:style>
  <w:style w:type="paragraph" w:styleId="Footer">
    <w:name w:val="footer"/>
    <w:basedOn w:val="Normal"/>
    <w:link w:val="FooterChar"/>
    <w:uiPriority w:val="99"/>
    <w:rsid w:val="00F2528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B3B5A"/>
    <w:rPr>
      <w:sz w:val="18"/>
      <w:szCs w:val="18"/>
    </w:rPr>
  </w:style>
  <w:style w:type="paragraph" w:customStyle="1" w:styleId="reader-word-layerreader-word-s3-9">
    <w:name w:val="reader-word-layer reader-word-s3-9"/>
    <w:basedOn w:val="Normal"/>
    <w:uiPriority w:val="99"/>
    <w:rsid w:val="008F061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reader-word-s3-5reader-word-s3-10">
    <w:name w:val="reader-word-layer reader-word-s3-5 reader-word-s3-10"/>
    <w:basedOn w:val="Normal"/>
    <w:uiPriority w:val="99"/>
    <w:rsid w:val="008F061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reader-word-s3-9reader-word-s3-10">
    <w:name w:val="reader-word-layer reader-word-s3-9 reader-word-s3-10"/>
    <w:basedOn w:val="Normal"/>
    <w:uiPriority w:val="99"/>
    <w:rsid w:val="008F061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reader-word-s3-5">
    <w:name w:val="reader-word-layer reader-word-s3-5"/>
    <w:basedOn w:val="Normal"/>
    <w:uiPriority w:val="99"/>
    <w:rsid w:val="008F061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D634A0"/>
  </w:style>
  <w:style w:type="paragraph" w:styleId="PlainText">
    <w:name w:val="Plain Text"/>
    <w:basedOn w:val="Normal"/>
    <w:link w:val="PlainTextChar"/>
    <w:uiPriority w:val="99"/>
    <w:rsid w:val="00215158"/>
    <w:rPr>
      <w:rFonts w:ascii="宋体" w:hAnsi="Courier New" w:cs="宋体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15158"/>
    <w:rPr>
      <w:rFonts w:ascii="宋体" w:hAnsi="Courier New" w:cs="宋体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2D0FB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D0FB8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2D0FB8"/>
    <w:pPr>
      <w:ind w:firstLineChars="200" w:firstLine="420"/>
    </w:pPr>
  </w:style>
  <w:style w:type="paragraph" w:styleId="Title">
    <w:name w:val="Title"/>
    <w:basedOn w:val="Normal"/>
    <w:next w:val="Normal"/>
    <w:link w:val="TitleChar"/>
    <w:uiPriority w:val="99"/>
    <w:qFormat/>
    <w:rsid w:val="00D158B8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158B8"/>
    <w:rPr>
      <w:rFonts w:ascii="Cambria" w:hAnsi="Cambria" w:cs="Cambria"/>
      <w:b/>
      <w:bCs/>
      <w:kern w:val="2"/>
      <w:sz w:val="32"/>
      <w:szCs w:val="32"/>
    </w:rPr>
  </w:style>
  <w:style w:type="table" w:styleId="TableGrid">
    <w:name w:val="Table Grid"/>
    <w:basedOn w:val="TableNormal"/>
    <w:uiPriority w:val="99"/>
    <w:rsid w:val="0012205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6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6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355</Words>
  <Characters>2026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2015年上学期三年级下册英语期中测试（2015</dc:title>
  <dc:subject/>
  <dc:creator>Administrator</dc:creator>
  <cp:keywords/>
  <dc:description/>
  <cp:lastModifiedBy>zzdhuser</cp:lastModifiedBy>
  <cp:revision>4</cp:revision>
  <cp:lastPrinted>2015-04-27T12:59:00Z</cp:lastPrinted>
  <dcterms:created xsi:type="dcterms:W3CDTF">2018-04-16T07:38:00Z</dcterms:created>
  <dcterms:modified xsi:type="dcterms:W3CDTF">2018-04-23T00:50:00Z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