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26213" w:rsidRPr="00D8368D" w:rsidP="00D8368D">
      <w:pPr>
        <w:pStyle w:val="PlainText"/>
        <w:spacing w:line="360" w:lineRule="auto"/>
        <w:jc w:val="center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第三章</w:t>
      </w:r>
      <w:r>
        <w:rPr>
          <w:rFonts w:hAnsi="宋体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人体的呼吸</w:t>
      </w:r>
      <w:r>
        <w:rPr>
          <w:rFonts w:hAnsi="宋体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>单元测试题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一、</w:t>
      </w:r>
      <w:r>
        <w:rPr>
          <w:rFonts w:hAnsi="宋体" w:hint="eastAsia"/>
          <w:sz w:val="24"/>
          <w:szCs w:val="24"/>
        </w:rPr>
        <w:t>单项</w:t>
      </w:r>
      <w:r w:rsidRPr="00D8368D">
        <w:rPr>
          <w:rFonts w:hAnsi="宋体" w:hint="eastAsia"/>
          <w:sz w:val="24"/>
          <w:szCs w:val="24"/>
        </w:rPr>
        <w:t>选择题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每小题</w:t>
      </w:r>
      <w:r w:rsidRPr="00D8368D">
        <w:rPr>
          <w:rFonts w:hAnsi="宋体"/>
          <w:sz w:val="24"/>
          <w:szCs w:val="24"/>
        </w:rPr>
        <w:t>2</w:t>
      </w:r>
      <w:r w:rsidRPr="00D8368D">
        <w:rPr>
          <w:rFonts w:hAnsi="宋体" w:hint="eastAsia"/>
          <w:sz w:val="24"/>
          <w:szCs w:val="24"/>
        </w:rPr>
        <w:t>分，共</w:t>
      </w:r>
      <w:r w:rsidRPr="00D8368D">
        <w:rPr>
          <w:rFonts w:hAnsi="宋体"/>
          <w:sz w:val="24"/>
          <w:szCs w:val="24"/>
        </w:rPr>
        <w:t>50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</w:t>
      </w:r>
      <w:r w:rsidRPr="00D8368D">
        <w:rPr>
          <w:rFonts w:hAnsi="宋体" w:hint="eastAsia"/>
          <w:sz w:val="24"/>
          <w:szCs w:val="24"/>
        </w:rPr>
        <w:t>．小英和平平在放学的路上遇到沙尘暴，小英马上戴上口罩，而平平没有戴。请问到达小英肺部的气体与到达平平肺部的气体相比，结果为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height:75.75pt;width:69pt">
            <v:imagedata r:id="rId4" r:href="rId5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．到达小英肺部的气体与到达平平肺部的气体一样清洁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．到达小英肺部的气体比到达平平肺部的气体清洁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．到达小英肺部的气体比到达平平肺部的气体粉尘多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．无法确定到达谁肺部的气体清洁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 w:rsidRPr="00D8368D">
        <w:rPr>
          <w:rFonts w:hAnsi="宋体" w:hint="eastAsia"/>
          <w:sz w:val="24"/>
          <w:szCs w:val="24"/>
        </w:rPr>
        <w:t>．生物体的结构都是与其功能相适应的，肺泡外面包绕着丰富的毛细血管，适于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．肺泡与血液进行气体交换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．肺与外界进行气体交换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．肺的扩张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  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．肺的回缩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 w:rsidRPr="00D8368D">
        <w:rPr>
          <w:rFonts w:hAnsi="宋体" w:hint="eastAsia"/>
          <w:sz w:val="24"/>
          <w:szCs w:val="24"/>
        </w:rPr>
        <w:t>．北欧的冬天非常寒冷，生活在北欧的人比在赤道附近的人鼻子高挺些，通气路程加长，能使到达肺的气体更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．多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．温暖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．干燥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．氧气浓度增加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4</w:t>
      </w:r>
      <w:r w:rsidRPr="00D8368D">
        <w:rPr>
          <w:rFonts w:hAnsi="宋体" w:hint="eastAsia"/>
          <w:sz w:val="24"/>
          <w:szCs w:val="24"/>
        </w:rPr>
        <w:t>．人患感冒时，鼻腔中会有大量“鼻涕”，分泌“鼻涕”的结构是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．鼻毛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．鼻黏膜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．气管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．喉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5</w:t>
      </w:r>
      <w:r w:rsidRPr="00D8368D">
        <w:rPr>
          <w:rFonts w:hAnsi="宋体" w:hint="eastAsia"/>
          <w:sz w:val="24"/>
          <w:szCs w:val="24"/>
        </w:rPr>
        <w:t>．下列哪个结构受到损伤或病变，会同时影响人们的呼吸和食物的进入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．喉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．口腔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．咽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．鼻腔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6</w:t>
      </w:r>
      <w:r w:rsidRPr="00D8368D">
        <w:rPr>
          <w:rFonts w:hAnsi="宋体" w:hint="eastAsia"/>
          <w:sz w:val="24"/>
          <w:szCs w:val="24"/>
        </w:rPr>
        <w:t>．人体呼吸系统的组成包括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．喉和气管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．鼻腔和气管</w:t>
      </w:r>
      <w:r>
        <w:rPr>
          <w:rFonts w:hAnsi="宋体"/>
          <w:sz w:val="24"/>
          <w:szCs w:val="24"/>
        </w:rPr>
        <w:t xml:space="preserve">   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．呼吸道和肺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．支气管和鼻腔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7</w:t>
      </w:r>
      <w:r w:rsidRPr="00D8368D">
        <w:rPr>
          <w:rFonts w:hAnsi="宋体" w:hint="eastAsia"/>
          <w:sz w:val="24"/>
          <w:szCs w:val="24"/>
        </w:rPr>
        <w:t>．人体进行气体交换的场所是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．咽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．气管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．支气管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．肺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8</w:t>
      </w:r>
      <w:r w:rsidRPr="00D8368D">
        <w:rPr>
          <w:rFonts w:hAnsi="宋体" w:hint="eastAsia"/>
          <w:sz w:val="24"/>
          <w:szCs w:val="24"/>
        </w:rPr>
        <w:t>．吃饭时如果说话过多，常会被食物呛住，这是因为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．咽部的会厌软骨不能及时堵住气管</w:t>
      </w:r>
      <w:r w:rsidRPr="00D8368D">
        <w:rPr>
          <w:rFonts w:hAnsi="宋体"/>
          <w:sz w:val="24"/>
          <w:szCs w:val="24"/>
        </w:rPr>
        <w:t xml:space="preserve">  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．食道收缩过快，导致食物不能下咽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．气管狭小，气流冲击食物速度过快</w:t>
      </w:r>
      <w:r w:rsidRPr="00D8368D">
        <w:rPr>
          <w:rFonts w:hAnsi="宋体"/>
          <w:sz w:val="24"/>
          <w:szCs w:val="24"/>
        </w:rPr>
        <w:t xml:space="preserve">  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．食物中有异物，堵住了食道和气管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9</w:t>
      </w:r>
      <w:r w:rsidRPr="00D8368D">
        <w:rPr>
          <w:rFonts w:hAnsi="宋体" w:hint="eastAsia"/>
          <w:sz w:val="24"/>
          <w:szCs w:val="24"/>
        </w:rPr>
        <w:t>．人进行呼吸时，呼出的气体和吸入的气体相比，其变化是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①温度升高　②水分增加　③氧含量略增加　④氧含量大增　⑤二氧化碳含量增加</w:t>
      </w:r>
    </w:p>
    <w:p w:rsidR="00726213" w:rsidRPr="00D8368D" w:rsidP="00D8368D">
      <w:pPr>
        <w:pStyle w:val="PlainText"/>
        <w:numPr>
          <w:ilvl w:val="0"/>
          <w:numId w:val="1"/>
        </w:numPr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①②④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．①③④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．②③⑤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．①②⑤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10</w:t>
      </w:r>
      <w:r w:rsidRPr="00D8368D">
        <w:rPr>
          <w:rFonts w:hAnsi="宋体" w:hint="eastAsia"/>
          <w:sz w:val="24"/>
          <w:szCs w:val="24"/>
        </w:rPr>
        <w:t>．冬天，教室若长时间不开窗，很多同学会感到头晕，注意力不集中，这是因为教室里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．二氧化碳浓度太高，缺氧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．温度太高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．氧的浓度太高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．病毒和细菌太多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11</w:t>
      </w:r>
      <w:r w:rsidRPr="00D8368D">
        <w:rPr>
          <w:rFonts w:hAnsi="宋体" w:hint="eastAsia"/>
          <w:sz w:val="24"/>
          <w:szCs w:val="24"/>
        </w:rPr>
        <w:t>．肺与外界的气体交换和肺内的气体交换是通过哪一原理实现的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．呼吸运动、呼吸运动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．气体扩散、气体扩散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．气体扩散、呼吸运动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．呼吸运动、气体扩散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12</w:t>
      </w:r>
      <w:r w:rsidRPr="00D8368D">
        <w:rPr>
          <w:rFonts w:hAnsi="宋体" w:hint="eastAsia"/>
          <w:sz w:val="24"/>
          <w:szCs w:val="24"/>
        </w:rPr>
        <w:t>．体育课上进行</w:t>
      </w:r>
      <w:r w:rsidRPr="00D8368D">
        <w:rPr>
          <w:rFonts w:hAnsi="宋体"/>
          <w:sz w:val="24"/>
          <w:szCs w:val="24"/>
        </w:rPr>
        <w:t>100</w:t>
      </w:r>
      <w:r w:rsidRPr="00D8368D">
        <w:rPr>
          <w:rFonts w:hAnsi="宋体" w:hint="eastAsia"/>
          <w:sz w:val="24"/>
          <w:szCs w:val="24"/>
        </w:rPr>
        <w:t>米赛跑后，同学们呼吸出现的现象是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．呼吸深度和呼吸频率都不变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．呼吸深度和呼吸频率都增加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．呼吸比较深，呼吸频率不变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．呼吸比较浅，呼吸频率增加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3</w:t>
      </w:r>
      <w:r w:rsidRPr="00D8368D">
        <w:rPr>
          <w:rFonts w:hAnsi="宋体" w:hint="eastAsia"/>
          <w:sz w:val="24"/>
          <w:szCs w:val="24"/>
        </w:rPr>
        <w:t>．呼吸道不仅能保证气体顺畅通过，还能对吸入的气体进行处理。下列对呼吸道结构和功能的叙述，错误的是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．呼吸道有骨和软骨作支架，保证了气流通畅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．鼻腔内的鼻毛和黏液在阻挡灰尘、细菌时形成痰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．吞咽食物时，会厌软骨会遮住喉口，以免食物进入气管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．鼻腔黏膜中丰富的毛细血管可以使吸入的空气变得温暖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4</w:t>
      </w:r>
      <w:r w:rsidRPr="00D8368D">
        <w:rPr>
          <w:rFonts w:hAnsi="宋体" w:hint="eastAsia"/>
          <w:sz w:val="24"/>
          <w:szCs w:val="24"/>
        </w:rPr>
        <w:t>．当膈肌收缩时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．膈肌顶部上升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．胸廓容积缩小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．肺内气压增大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．气体进入肺内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5</w:t>
      </w:r>
      <w:r w:rsidRPr="00D8368D">
        <w:rPr>
          <w:rFonts w:hAnsi="宋体" w:hint="eastAsia"/>
          <w:sz w:val="24"/>
          <w:szCs w:val="24"/>
        </w:rPr>
        <w:t>．哮喘是常见的呼吸系统疾病，严重的会导致肺泡的弹性回缩力减弱，此种情况将直接影响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．肺与外界的气体交换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．血液与组织细胞的气体交换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．气体在血液中的运输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．胸廓的扩张与回缩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6</w:t>
      </w:r>
      <w:r w:rsidRPr="00D8368D">
        <w:rPr>
          <w:rFonts w:hAnsi="宋体" w:hint="eastAsia"/>
          <w:sz w:val="24"/>
          <w:szCs w:val="24"/>
        </w:rPr>
        <w:t>．肺泡中的氧气进入肺泡周围毛细血管的血液中，至少通过的细胞层数是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1</w:t>
      </w:r>
      <w:r w:rsidRPr="00D8368D">
        <w:rPr>
          <w:rFonts w:hAnsi="宋体" w:hint="eastAsia"/>
          <w:sz w:val="24"/>
          <w:szCs w:val="24"/>
        </w:rPr>
        <w:t>层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2</w:t>
      </w:r>
      <w:r w:rsidRPr="00D8368D">
        <w:rPr>
          <w:rFonts w:hAnsi="宋体" w:hint="eastAsia"/>
          <w:sz w:val="24"/>
          <w:szCs w:val="24"/>
        </w:rPr>
        <w:t>层</w:t>
      </w:r>
      <w:r w:rsidRPr="00D8368D">
        <w:rPr>
          <w:rFonts w:hAnsi="宋体"/>
          <w:sz w:val="24"/>
          <w:szCs w:val="24"/>
        </w:rPr>
        <w:t xml:space="preserve">  C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3</w:t>
      </w:r>
      <w:r w:rsidRPr="00D8368D">
        <w:rPr>
          <w:rFonts w:hAnsi="宋体" w:hint="eastAsia"/>
          <w:sz w:val="24"/>
          <w:szCs w:val="24"/>
        </w:rPr>
        <w:t>层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4</w:t>
      </w:r>
      <w:r w:rsidRPr="00D8368D">
        <w:rPr>
          <w:rFonts w:hAnsi="宋体" w:hint="eastAsia"/>
          <w:sz w:val="24"/>
          <w:szCs w:val="24"/>
        </w:rPr>
        <w:t>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7</w:t>
      </w:r>
      <w:r w:rsidRPr="00D8368D">
        <w:rPr>
          <w:rFonts w:hAnsi="宋体" w:hint="eastAsia"/>
          <w:sz w:val="24"/>
          <w:szCs w:val="24"/>
        </w:rPr>
        <w:t>．当肋骨间的肌肉和膈肌舒张时，气体经过的路线是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．外界→食管→肺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．肺→气管→口腔→外界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．外界→气管→肺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．肺→气管→鼻腔→外界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18</w:t>
      </w:r>
      <w:r w:rsidRPr="00D8368D">
        <w:rPr>
          <w:rFonts w:hAnsi="宋体" w:hint="eastAsia"/>
          <w:sz w:val="24"/>
          <w:szCs w:val="24"/>
        </w:rPr>
        <w:t>．如图所示，</w: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表示人体的膈肌，据此判断甲、乙两人所处的呼吸运动过程分别是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26" type="#_x0000_t75" alt=" " style="height:64.5pt;width:109.5pt">
            <v:imagedata r:id="rId6" r:href="rId7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．甲、乙都吸气</w:t>
      </w:r>
      <w:r>
        <w:rPr>
          <w:rFonts w:hAnsi="宋体"/>
          <w:sz w:val="24"/>
          <w:szCs w:val="24"/>
        </w:rPr>
        <w:t xml:space="preserve">           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．甲、乙都呼气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．甲呼气、乙吸气</w:t>
      </w:r>
      <w:r>
        <w:rPr>
          <w:rFonts w:hAnsi="宋体"/>
          <w:sz w:val="24"/>
          <w:szCs w:val="24"/>
        </w:rPr>
        <w:t xml:space="preserve">         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．甲吸气、乙呼气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1</w:t>
      </w:r>
      <w:r>
        <w:rPr>
          <w:rFonts w:hAnsi="宋体"/>
          <w:sz w:val="24"/>
          <w:szCs w:val="24"/>
        </w:rPr>
        <w:t>9</w:t>
      </w:r>
      <w:r w:rsidRPr="00D8368D">
        <w:rPr>
          <w:rFonts w:hAnsi="宋体" w:hint="eastAsia"/>
          <w:sz w:val="24"/>
          <w:szCs w:val="24"/>
        </w:rPr>
        <w:t>．气体从外界进入人体血液中的路线表示正确的是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①鼻腔　②咽　③喉　④支气管　⑤气管　⑥肺泡外毛细血管　⑦肺泡</w:t>
      </w:r>
    </w:p>
    <w:p w:rsidR="00726213" w:rsidRPr="00D8368D" w:rsidP="00D8368D">
      <w:pPr>
        <w:pStyle w:val="PlainText"/>
        <w:numPr>
          <w:ilvl w:val="0"/>
          <w:numId w:val="2"/>
        </w:numPr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①→②→③→④→⑤→⑥→⑦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．①→②→③→⑤→④→⑦→⑥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．①→②→③→⑤→④→⑥→⑦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．①→②→③→④→⑤→⑦→⑥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20</w:t>
      </w:r>
      <w:r w:rsidRPr="00D8368D">
        <w:rPr>
          <w:rFonts w:hAnsi="宋体" w:hint="eastAsia"/>
          <w:sz w:val="24"/>
          <w:szCs w:val="24"/>
        </w:rPr>
        <w:t>．人体通过呼吸吸入的氧气最终被用于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．在肺泡与二氧化碳进行交换</w:t>
      </w:r>
      <w:r w:rsidRPr="00D8368D">
        <w:rPr>
          <w:rFonts w:hAnsi="宋体"/>
          <w:sz w:val="24"/>
          <w:szCs w:val="24"/>
        </w:rPr>
        <w:t xml:space="preserve">  B</w:t>
      </w:r>
      <w:r w:rsidRPr="00D8368D">
        <w:rPr>
          <w:rFonts w:hAnsi="宋体" w:hint="eastAsia"/>
          <w:sz w:val="24"/>
          <w:szCs w:val="24"/>
        </w:rPr>
        <w:t>．在组织中与二氧化碳进行交换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．在血液中与血红蛋白结合</w:t>
      </w:r>
      <w:r w:rsidRPr="00D8368D">
        <w:rPr>
          <w:rFonts w:hAnsi="宋体"/>
          <w:sz w:val="24"/>
          <w:szCs w:val="24"/>
        </w:rPr>
        <w:t xml:space="preserve">  D</w:t>
      </w:r>
      <w:r w:rsidRPr="00D8368D">
        <w:rPr>
          <w:rFonts w:hAnsi="宋体" w:hint="eastAsia"/>
          <w:sz w:val="24"/>
          <w:szCs w:val="24"/>
        </w:rPr>
        <w:t>．在组织细胞中分解有机物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21</w:t>
      </w:r>
      <w:r w:rsidRPr="00D8368D">
        <w:rPr>
          <w:rFonts w:hAnsi="宋体" w:hint="eastAsia"/>
          <w:sz w:val="24"/>
          <w:szCs w:val="24"/>
        </w:rPr>
        <w:t>．下面是关于肺泡与血液气体交换的叙述，其中正确的是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．肺泡内的氧气和二氧化碳同时进入血液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．血液中的氧气和二氧化碳同时进入肺泡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．肺泡内的氧气进入血液，同时血液中的二氧化碳进入肺泡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．血液中的氧气进入肺泡，同时肺泡中的二氧化碳进入血液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22</w:t>
      </w:r>
      <w:r w:rsidRPr="00D8368D">
        <w:rPr>
          <w:rFonts w:hAnsi="宋体" w:hint="eastAsia"/>
          <w:sz w:val="24"/>
          <w:szCs w:val="24"/>
        </w:rPr>
        <w:t>．如图所示是人体在平静呼吸时，肺内气体容量变化示意图。当处于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到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段时，比较人的气管、肺泡和外界气压的大小为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27" type="#_x0000_t75" alt=" " style="height:61.5pt;width:128.25pt">
            <v:imagedata r:id="rId8" r:href="rId9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．外界＞肺泡＞气管</w:t>
      </w:r>
      <w:r>
        <w:rPr>
          <w:rFonts w:hAnsi="宋体"/>
          <w:sz w:val="24"/>
          <w:szCs w:val="24"/>
        </w:rPr>
        <w:t xml:space="preserve">     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．外界＝气管＝肺泡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．外界＞气管＞肺泡</w:t>
      </w:r>
      <w:r>
        <w:rPr>
          <w:rFonts w:hAnsi="宋体"/>
          <w:sz w:val="24"/>
          <w:szCs w:val="24"/>
        </w:rPr>
        <w:t xml:space="preserve">       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．外界＜气管＜肺泡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23</w:t>
      </w:r>
      <w:r w:rsidRPr="00D8368D">
        <w:rPr>
          <w:rFonts w:hAnsi="宋体" w:hint="eastAsia"/>
          <w:sz w:val="24"/>
          <w:szCs w:val="24"/>
        </w:rPr>
        <w:t>．如图是某人在</w:t>
      </w:r>
      <w:r w:rsidRPr="00D8368D">
        <w:rPr>
          <w:rFonts w:hAnsi="宋体"/>
          <w:sz w:val="24"/>
          <w:szCs w:val="24"/>
        </w:rPr>
        <w:t>1</w:t>
      </w:r>
      <w:r w:rsidRPr="00D8368D">
        <w:rPr>
          <w:rFonts w:hAnsi="宋体" w:hint="eastAsia"/>
          <w:sz w:val="24"/>
          <w:szCs w:val="24"/>
        </w:rPr>
        <w:t>个标准大气压下的一次平静呼吸中，肺内气压的变化曲线。下列有关该曲线的解释正确的是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>
        <w:rPr>
          <w:noProof/>
        </w:rPr>
        <w:pict>
          <v:shape id="_x0000_s1028" type="#_x0000_t75" style="height:67.2pt;margin-left:133.3pt;margin-top:2.65pt;position:absolute;width:115.2pt;z-index:251658240">
            <v:imagedata r:id="rId10" o:title=""/>
            <w10:wrap type="topAndBottom"/>
          </v:shape>
        </w:pic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．曲线</w:t>
      </w:r>
      <w:r w:rsidRPr="00D8368D">
        <w:rPr>
          <w:rFonts w:hAnsi="宋体"/>
          <w:sz w:val="24"/>
          <w:szCs w:val="24"/>
        </w:rPr>
        <w:t>ABC</w:t>
      </w:r>
      <w:r w:rsidRPr="00D8368D">
        <w:rPr>
          <w:rFonts w:hAnsi="宋体" w:hint="eastAsia"/>
          <w:sz w:val="24"/>
          <w:szCs w:val="24"/>
        </w:rPr>
        <w:t>表示呼气过程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   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．曲线</w:t>
      </w:r>
      <w:r w:rsidRPr="00D8368D">
        <w:rPr>
          <w:rFonts w:hAnsi="宋体"/>
          <w:sz w:val="24"/>
          <w:szCs w:val="24"/>
        </w:rPr>
        <w:t>CDE</w:t>
      </w:r>
      <w:r w:rsidRPr="00D8368D">
        <w:rPr>
          <w:rFonts w:hAnsi="宋体" w:hint="eastAsia"/>
          <w:sz w:val="24"/>
          <w:szCs w:val="24"/>
        </w:rPr>
        <w:t>表示吸气过程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．曲线</w:t>
      </w:r>
      <w:r w:rsidRPr="00D8368D">
        <w:rPr>
          <w:rFonts w:hAnsi="宋体"/>
          <w:sz w:val="24"/>
          <w:szCs w:val="24"/>
        </w:rPr>
        <w:t>AB</w:t>
      </w:r>
      <w:r w:rsidRPr="00D8368D">
        <w:rPr>
          <w:rFonts w:hAnsi="宋体" w:hint="eastAsia"/>
          <w:sz w:val="24"/>
          <w:szCs w:val="24"/>
        </w:rPr>
        <w:t>段表示肺内气压下降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．曲线</w:t>
      </w:r>
      <w:r w:rsidRPr="00D8368D">
        <w:rPr>
          <w:rFonts w:hAnsi="宋体"/>
          <w:sz w:val="24"/>
          <w:szCs w:val="24"/>
        </w:rPr>
        <w:t>DE</w:t>
      </w:r>
      <w:r w:rsidRPr="00D8368D">
        <w:rPr>
          <w:rFonts w:hAnsi="宋体" w:hint="eastAsia"/>
          <w:sz w:val="24"/>
          <w:szCs w:val="24"/>
        </w:rPr>
        <w:t>段表示肺内气压上升　　　　　　　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24</w:t>
      </w:r>
      <w:r w:rsidRPr="00D8368D">
        <w:rPr>
          <w:rFonts w:hAnsi="宋体" w:hint="eastAsia"/>
          <w:sz w:val="24"/>
          <w:szCs w:val="24"/>
        </w:rPr>
        <w:t>．如图是某人在一次平静呼吸过程中肺内气压的变化曲线。在曲线</w:t>
      </w:r>
      <w:r w:rsidRPr="00D8368D">
        <w:rPr>
          <w:rFonts w:hAnsi="宋体"/>
          <w:sz w:val="24"/>
          <w:szCs w:val="24"/>
        </w:rPr>
        <w:t>BC</w:t>
      </w:r>
      <w:r w:rsidRPr="00D8368D">
        <w:rPr>
          <w:rFonts w:hAnsi="宋体" w:hint="eastAsia"/>
          <w:sz w:val="24"/>
          <w:szCs w:val="24"/>
        </w:rPr>
        <w:t>段的变化中，膈肌的舒缩状态和胸腔容积的变化分别是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>
        <w:rPr>
          <w:noProof/>
        </w:rPr>
        <w:pict>
          <v:shape id="_x0000_s1029" type="#_x0000_t75" style="height:1in;margin-left:158.65pt;margin-top:2.05pt;position:absolute;width:90pt;z-index:251659264">
            <v:imagedata r:id="rId11" o:title=""/>
            <w10:wrap type="topAndBottom"/>
          </v:shape>
        </w:pic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．膈肌收缩、胸腔容积变小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．膈肌舒张、胸腔容积变大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．膈肌舒张、胸腔容积变小</w:t>
      </w:r>
      <w:r w:rsidRPr="00D8368D"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 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．膈肌收缩、胸腔容积变大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25</w:t>
      </w:r>
      <w:r w:rsidRPr="00D8368D">
        <w:rPr>
          <w:rFonts w:hAnsi="宋体" w:hint="eastAsia"/>
          <w:sz w:val="24"/>
          <w:szCs w:val="24"/>
        </w:rPr>
        <w:t>．如图表示人体内肺部周围气体交换和运输的过程，有关说法不正确的是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30" type="#_x0000_t75" alt=" " style="height:73.5pt;width:91.5pt">
            <v:imagedata r:id="rId12" r:href="rId13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．肺是呼吸系统进行气体交换的主要场所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．血液流经肺泡周围后二氧化碳增加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．毛细血管壁和肺泡壁都只有一层上皮细胞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．肺泡与体外空气是相通的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二、非选择题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共</w:t>
      </w:r>
      <w:r w:rsidRPr="00D8368D">
        <w:rPr>
          <w:rFonts w:hAnsi="宋体"/>
          <w:sz w:val="24"/>
          <w:szCs w:val="24"/>
        </w:rPr>
        <w:t>50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26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(6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判断下列说法是否正确，对的打“√”，错的打“×”。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人们吃进去的食物和吸入的空气都要通过咽。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因为鼻腔内有鼻毛和黏膜，所以用鼻呼吸比用口呼吸卫生。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口腔既是呼吸系统的组成部分，又是消化系统的组成部分。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肺泡数目多的意义在于使肺内贮存的气体量增多。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(5)</w:t>
      </w:r>
      <w:r w:rsidRPr="00D8368D">
        <w:rPr>
          <w:rFonts w:hAnsi="宋体" w:hint="eastAsia"/>
          <w:sz w:val="24"/>
          <w:szCs w:val="24"/>
        </w:rPr>
        <w:t>人体呼出的气体全部都是二氧化碳。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(6)</w:t>
      </w:r>
      <w:r w:rsidRPr="00D8368D">
        <w:rPr>
          <w:rFonts w:hAnsi="宋体" w:hint="eastAsia"/>
          <w:sz w:val="24"/>
          <w:szCs w:val="24"/>
        </w:rPr>
        <w:t>呼吸道对空气的处理能力是有限的。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27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(6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你的呼吸道你自己了解吗？下列呼吸道各部分结构及其活动有什么生理作用？请对应填入相应的字母。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．鼻毛　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．骨　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．软骨　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．鼻腔黏膜分泌黏液　</w:t>
      </w:r>
      <w:r w:rsidRPr="00D8368D">
        <w:rPr>
          <w:rFonts w:hAnsi="宋体"/>
          <w:sz w:val="24"/>
          <w:szCs w:val="24"/>
        </w:rPr>
        <w:t>E</w:t>
      </w:r>
      <w:r w:rsidRPr="00D8368D">
        <w:rPr>
          <w:rFonts w:hAnsi="宋体" w:hint="eastAsia"/>
          <w:sz w:val="24"/>
          <w:szCs w:val="24"/>
        </w:rPr>
        <w:t>．气管腺细胞分泌黏液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F</w:t>
      </w:r>
      <w:r w:rsidRPr="00D8368D">
        <w:rPr>
          <w:rFonts w:hAnsi="宋体" w:hint="eastAsia"/>
          <w:sz w:val="24"/>
          <w:szCs w:val="24"/>
        </w:rPr>
        <w:t>．鼻腔黏膜中分布着丰富的毛细血管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G</w:t>
      </w:r>
      <w:r w:rsidRPr="00D8368D">
        <w:rPr>
          <w:rFonts w:hAnsi="宋体" w:hint="eastAsia"/>
          <w:sz w:val="24"/>
          <w:szCs w:val="24"/>
        </w:rPr>
        <w:t>．气管内壁的纤毛摆动，把外来的尘粒、细菌和黏液一起送到咽部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保证气体顺畅通过呼吸道的主要有</w:t>
      </w:r>
      <w:r w:rsidRPr="00D8368D">
        <w:rPr>
          <w:rFonts w:hAnsi="宋体"/>
          <w:sz w:val="24"/>
          <w:szCs w:val="24"/>
        </w:rPr>
        <w:t>________________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使到达肺部的气体温暖的有</w:t>
      </w:r>
      <w:r w:rsidRPr="00D8368D">
        <w:rPr>
          <w:rFonts w:hAnsi="宋体"/>
          <w:sz w:val="24"/>
          <w:szCs w:val="24"/>
        </w:rPr>
        <w:t>______________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使到达肺部的气体湿润的有</w:t>
      </w:r>
      <w:r w:rsidRPr="00D8368D">
        <w:rPr>
          <w:rFonts w:hAnsi="宋体"/>
          <w:sz w:val="24"/>
          <w:szCs w:val="24"/>
        </w:rPr>
        <w:t>______________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28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(16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下图是模拟膈肌运动的实验装置及实验过程，请回答下列问题。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31" type="#_x0000_t75" alt=" " style="height:122.25pt;width:158.25pt">
            <v:imagedata r:id="rId14" r:href="rId15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图</w:t>
      </w:r>
      <w:r w:rsidRPr="00D8368D">
        <w:rPr>
          <w:rFonts w:hAnsi="宋体"/>
          <w:sz w:val="24"/>
          <w:szCs w:val="24"/>
        </w:rPr>
        <w:t>1</w:t>
      </w:r>
      <w:r w:rsidRPr="00D8368D">
        <w:rPr>
          <w:rFonts w:hAnsi="宋体" w:hint="eastAsia"/>
          <w:sz w:val="24"/>
          <w:szCs w:val="24"/>
        </w:rPr>
        <w:t>所示的实验装置中，序号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模拟人体的膈肌，序号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模拟人体的胸廓，序号①模拟人体的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，序号③模拟人体的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图</w:t>
      </w:r>
      <w:r w:rsidRPr="00D8368D">
        <w:rPr>
          <w:rFonts w:hAnsi="宋体"/>
          <w:sz w:val="24"/>
          <w:szCs w:val="24"/>
        </w:rPr>
        <w:t>2</w:t>
      </w:r>
      <w:r w:rsidRPr="00D8368D">
        <w:rPr>
          <w:rFonts w:hAnsi="宋体" w:hint="eastAsia"/>
          <w:sz w:val="24"/>
          <w:szCs w:val="24"/>
        </w:rPr>
        <w:t>模拟的是人体在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时膈肌所处的运动状态，此时由于膈肌的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，胸廓的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径增大。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若用此实验装置探究人体吸气和呼气的原理，则此实验装置还存在不足，因为它无法模拟胸廓前后径和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径的变化。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29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(10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图甲为呼吸系统的组成示意图，图乙为肺泡与毛细血管之间的气体交换示意图。请据图回答下列问题。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32" type="#_x0000_t75" alt=" " style="height:90pt;width:188.25pt">
            <v:imagedata r:id="rId16" r:href="rId17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人体进行呼吸的主要器官是图甲中的</w:t>
      </w:r>
      <w:r w:rsidRPr="00D8368D">
        <w:rPr>
          <w:rFonts w:hAnsi="宋体"/>
          <w:sz w:val="24"/>
          <w:szCs w:val="24"/>
        </w:rPr>
        <w:t>[</w:t>
      </w:r>
      <w:r w:rsidRPr="00D8368D">
        <w:rPr>
          <w:rFonts w:hAnsi="宋体" w:hint="eastAsia"/>
          <w:sz w:val="24"/>
          <w:szCs w:val="24"/>
        </w:rPr>
        <w:t>　</w:t>
      </w:r>
      <w:r w:rsidRPr="00D8368D">
        <w:rPr>
          <w:rFonts w:hAnsi="宋体"/>
          <w:sz w:val="24"/>
          <w:szCs w:val="24"/>
        </w:rPr>
        <w:t>]________</w:t>
      </w:r>
      <w:r w:rsidRPr="00D8368D">
        <w:rPr>
          <w:rFonts w:hAnsi="宋体" w:hint="eastAsia"/>
          <w:sz w:val="24"/>
          <w:szCs w:val="24"/>
        </w:rPr>
        <w:t>，</w:t>
      </w:r>
      <w:r w:rsidRPr="00D8368D">
        <w:rPr>
          <w:rFonts w:hAnsi="宋体"/>
          <w:sz w:val="24"/>
          <w:szCs w:val="24"/>
        </w:rPr>
        <w:t>[</w:t>
      </w:r>
      <w:r w:rsidRPr="00D8368D">
        <w:rPr>
          <w:rFonts w:hAnsi="宋体" w:hint="eastAsia"/>
          <w:sz w:val="24"/>
          <w:szCs w:val="24"/>
        </w:rPr>
        <w:t>　</w:t>
      </w:r>
      <w:r w:rsidRPr="00D8368D">
        <w:rPr>
          <w:rFonts w:hAnsi="宋体"/>
          <w:sz w:val="24"/>
          <w:szCs w:val="24"/>
        </w:rPr>
        <w:t>]__________</w:t>
      </w:r>
      <w:r w:rsidRPr="00D8368D">
        <w:rPr>
          <w:rFonts w:hAnsi="宋体" w:hint="eastAsia"/>
          <w:sz w:val="24"/>
          <w:szCs w:val="24"/>
        </w:rPr>
        <w:t>不仅是气体的通道，而且还能使到达肺部的气体温暖、湿润和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图乙所示的肺泡壁和毛细血管壁都是由</w:t>
      </w:r>
      <w:r w:rsidRPr="00D8368D">
        <w:rPr>
          <w:rFonts w:hAnsi="宋体"/>
          <w:sz w:val="24"/>
          <w:szCs w:val="24"/>
        </w:rPr>
        <w:t>____</w:t>
      </w:r>
      <w:r w:rsidRPr="00D8368D">
        <w:rPr>
          <w:rFonts w:hAnsi="宋体" w:hint="eastAsia"/>
          <w:sz w:val="24"/>
          <w:szCs w:val="24"/>
        </w:rPr>
        <w:t>层扁平上皮细胞构成的，这有利于进行</w:t>
      </w:r>
      <w:r w:rsidRPr="00D8368D">
        <w:rPr>
          <w:rFonts w:hAnsi="宋体"/>
          <w:sz w:val="24"/>
          <w:szCs w:val="24"/>
        </w:rPr>
        <w:t>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图乙中</w: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代表的物质是</w:t>
      </w:r>
      <w:r w:rsidRPr="00D8368D">
        <w:rPr>
          <w:rFonts w:hAnsi="宋体"/>
          <w:sz w:val="24"/>
          <w:szCs w:val="24"/>
        </w:rPr>
        <w:t>____________</w:t>
      </w:r>
      <w:r w:rsidRPr="00D8368D">
        <w:rPr>
          <w:rFonts w:hAnsi="宋体" w:hint="eastAsia"/>
          <w:sz w:val="24"/>
          <w:szCs w:val="24"/>
        </w:rPr>
        <w:t>，血液从毛细血管的</w:t>
      </w:r>
      <w:r w:rsidRPr="00D8368D">
        <w:rPr>
          <w:rFonts w:hAnsi="宋体"/>
          <w:sz w:val="24"/>
          <w:szCs w:val="24"/>
        </w:rPr>
        <w:t>[4]</w:t>
      </w:r>
      <w:r w:rsidRPr="00D8368D">
        <w:rPr>
          <w:rFonts w:hAnsi="宋体" w:hint="eastAsia"/>
          <w:sz w:val="24"/>
          <w:szCs w:val="24"/>
        </w:rPr>
        <w:t>端流到</w:t>
      </w:r>
      <w:r w:rsidRPr="00D8368D">
        <w:rPr>
          <w:rFonts w:hAnsi="宋体"/>
          <w:sz w:val="24"/>
          <w:szCs w:val="24"/>
        </w:rPr>
        <w:t>[5]</w:t>
      </w:r>
      <w:r w:rsidRPr="00D8368D">
        <w:rPr>
          <w:rFonts w:hAnsi="宋体" w:hint="eastAsia"/>
          <w:sz w:val="24"/>
          <w:szCs w:val="24"/>
        </w:rPr>
        <w:t>端后，其成分变化是气体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含量增加。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图乙所示的外界气体按照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方向进入肺泡时，图甲中</w:t>
      </w:r>
      <w:r w:rsidRPr="00D8368D">
        <w:rPr>
          <w:rFonts w:hAnsi="宋体"/>
          <w:sz w:val="24"/>
          <w:szCs w:val="24"/>
        </w:rPr>
        <w:t>[3]________</w:t>
      </w:r>
      <w:r w:rsidRPr="00D8368D">
        <w:rPr>
          <w:rFonts w:hAnsi="宋体" w:hint="eastAsia"/>
          <w:sz w:val="24"/>
          <w:szCs w:val="24"/>
        </w:rPr>
        <w:t>应处于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状态。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30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(12</w:t>
      </w:r>
      <w:r w:rsidRPr="00D8368D">
        <w:rPr>
          <w:rFonts w:hAnsi="宋体" w:hint="eastAsia"/>
          <w:sz w:val="24"/>
          <w:szCs w:val="24"/>
        </w:rPr>
        <w:t>分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如图是检验呼出气体的实验装置，请根据你所学的知识和实际经验回答下列问题。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pict>
          <v:shape id="_x0000_i1033" type="#_x0000_t75" alt=" " style="height:108pt;width:81pt">
            <v:imagedata r:id="rId18" r:href="rId19" o:title=""/>
          </v:shape>
        </w:pic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在“呼吸处”缓慢地吸气和呼气，吸气时，用夹子夹紧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管的橡皮管；呼气时，夹紧</w: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管的橡皮管。进行多次后，</w:t>
      </w:r>
      <w:r w:rsidRPr="00D8368D">
        <w:rPr>
          <w:rFonts w:hAnsi="宋体"/>
          <w:sz w:val="24"/>
          <w:szCs w:val="24"/>
        </w:rPr>
        <w:t>__________(</w:t>
      </w:r>
      <w:r w:rsidRPr="00D8368D">
        <w:rPr>
          <w:rFonts w:hAnsi="宋体" w:hint="eastAsia"/>
          <w:sz w:val="24"/>
          <w:szCs w:val="24"/>
        </w:rPr>
        <w:t>选填</w:t>
      </w:r>
      <w:r w:rsidRPr="00D8368D">
        <w:rPr>
          <w:rFonts w:hAnsi="宋体" w:cs="Times New Roman"/>
          <w:sz w:val="24"/>
          <w:szCs w:val="24"/>
        </w:rPr>
        <w:t>“</w: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”或</w:t>
      </w:r>
      <w:r w:rsidRPr="00D8368D">
        <w:rPr>
          <w:rFonts w:hAnsi="宋体" w:cs="Times New Roman"/>
          <w:sz w:val="24"/>
          <w:szCs w:val="24"/>
        </w:rPr>
        <w:t>“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”</w:t>
      </w:r>
      <w:r w:rsidRPr="00D8368D">
        <w:rPr>
          <w:rFonts w:hAnsi="宋体"/>
          <w:sz w:val="24"/>
          <w:szCs w:val="24"/>
        </w:rPr>
        <w:t>)</w:t>
      </w:r>
      <w:r w:rsidRPr="00D8368D">
        <w:rPr>
          <w:rFonts w:hAnsi="宋体" w:hint="eastAsia"/>
          <w:sz w:val="24"/>
          <w:szCs w:val="24"/>
        </w:rPr>
        <w:t>试管内的石灰水变浑浊了，证明呼出的气体中含</w:t>
      </w:r>
      <w:r w:rsidRPr="00D8368D">
        <w:rPr>
          <w:rFonts w:hAnsi="宋体"/>
          <w:sz w:val="24"/>
          <w:szCs w:val="24"/>
        </w:rPr>
        <w:t>______________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jc w:val="left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在实验中设置</w:t>
      </w: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试管的主要目的是</w:t>
      </w:r>
      <w:r w:rsidRPr="00D8368D">
        <w:rPr>
          <w:rFonts w:hAnsi="宋体"/>
          <w:sz w:val="24"/>
          <w:szCs w:val="24"/>
        </w:rPr>
        <w:t>__________________________________</w:t>
      </w:r>
      <w:r w:rsidRPr="00D8368D">
        <w:rPr>
          <w:rFonts w:hAnsi="宋体" w:hint="eastAsia"/>
          <w:sz w:val="24"/>
          <w:szCs w:val="24"/>
        </w:rPr>
        <w:t>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人体呼出的二氧化碳产生的部位是</w:t>
      </w:r>
      <w:r w:rsidRPr="00D8368D">
        <w:rPr>
          <w:rFonts w:hAnsi="宋体"/>
          <w:sz w:val="24"/>
          <w:szCs w:val="24"/>
        </w:rPr>
        <w:t>(</w:t>
      </w:r>
      <w:r w:rsidRPr="00D8368D">
        <w:rPr>
          <w:rFonts w:hAnsi="宋体" w:hint="eastAsia"/>
          <w:sz w:val="24"/>
          <w:szCs w:val="24"/>
        </w:rPr>
        <w:t>　　</w:t>
      </w:r>
      <w:r w:rsidRPr="00D8368D">
        <w:rPr>
          <w:rFonts w:hAnsi="宋体"/>
          <w:sz w:val="24"/>
          <w:szCs w:val="24"/>
        </w:rPr>
        <w:t>)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A</w:t>
      </w:r>
      <w:r w:rsidRPr="00D8368D">
        <w:rPr>
          <w:rFonts w:hAnsi="宋体" w:hint="eastAsia"/>
          <w:sz w:val="24"/>
          <w:szCs w:val="24"/>
        </w:rPr>
        <w:t>．血液　　　　　　</w:t>
      </w:r>
      <w:r w:rsidRPr="00D8368D">
        <w:rPr>
          <w:rFonts w:hAnsi="宋体"/>
          <w:sz w:val="24"/>
          <w:szCs w:val="24"/>
        </w:rPr>
        <w:t>B</w:t>
      </w:r>
      <w:r w:rsidRPr="00D8368D">
        <w:rPr>
          <w:rFonts w:hAnsi="宋体" w:hint="eastAsia"/>
          <w:sz w:val="24"/>
          <w:szCs w:val="24"/>
        </w:rPr>
        <w:t>．肺泡　　　　　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．组织细胞　　　　　</w:t>
      </w:r>
      <w:r w:rsidRPr="00D8368D">
        <w:rPr>
          <w:rFonts w:hAnsi="宋体"/>
          <w:sz w:val="24"/>
          <w:szCs w:val="24"/>
        </w:rPr>
        <w:t>D</w:t>
      </w:r>
      <w:r w:rsidRPr="00D8368D">
        <w:rPr>
          <w:rFonts w:hAnsi="宋体" w:hint="eastAsia"/>
          <w:sz w:val="24"/>
          <w:szCs w:val="24"/>
        </w:rPr>
        <w:t>．气管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在呼吸时，由于肋间肌和膈肌收缩，胸廓</w:t>
      </w:r>
      <w:r w:rsidRPr="00D8368D">
        <w:rPr>
          <w:rFonts w:hAnsi="宋体"/>
          <w:sz w:val="24"/>
          <w:szCs w:val="24"/>
        </w:rPr>
        <w:t>__________</w:t>
      </w:r>
      <w:r w:rsidRPr="00D8368D">
        <w:rPr>
          <w:rFonts w:hAnsi="宋体" w:hint="eastAsia"/>
          <w:sz w:val="24"/>
          <w:szCs w:val="24"/>
        </w:rPr>
        <w:t>，气体被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；当肋间肌和膈肌</w:t>
      </w:r>
      <w:r w:rsidRPr="00D8368D">
        <w:rPr>
          <w:rFonts w:hAnsi="宋体"/>
          <w:sz w:val="24"/>
          <w:szCs w:val="24"/>
        </w:rPr>
        <w:t>__________</w:t>
      </w:r>
      <w:r w:rsidRPr="00D8368D">
        <w:rPr>
          <w:rFonts w:hAnsi="宋体" w:hint="eastAsia"/>
          <w:sz w:val="24"/>
          <w:szCs w:val="24"/>
        </w:rPr>
        <w:t>，胸廓</w:t>
      </w:r>
      <w:r w:rsidRPr="00D8368D">
        <w:rPr>
          <w:rFonts w:hAnsi="宋体"/>
          <w:sz w:val="24"/>
          <w:szCs w:val="24"/>
        </w:rPr>
        <w:t>________</w:t>
      </w:r>
      <w:r w:rsidRPr="00D8368D">
        <w:rPr>
          <w:rFonts w:hAnsi="宋体" w:hint="eastAsia"/>
          <w:sz w:val="24"/>
          <w:szCs w:val="24"/>
        </w:rPr>
        <w:t>时，气体就被呼出。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b/>
          <w:bCs/>
          <w:color w:val="FF0000"/>
          <w:sz w:val="24"/>
          <w:szCs w:val="24"/>
        </w:rPr>
      </w:pPr>
      <w:r w:rsidRPr="00D8368D">
        <w:rPr>
          <w:rFonts w:hAnsi="宋体" w:cs="Times New Roman"/>
          <w:sz w:val="24"/>
          <w:szCs w:val="24"/>
        </w:rPr>
        <w:br w:type="page"/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 w:hint="eastAsia"/>
          <w:sz w:val="24"/>
          <w:szCs w:val="24"/>
        </w:rPr>
        <w:t>答案</w:t>
      </w:r>
    </w:p>
    <w:p w:rsidR="00726213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BABBC   CDADA   DBBDA    BDCBD  CCCCB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26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√　</w:t>
      </w: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√　</w:t>
      </w: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×　</w:t>
      </w: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×　</w:t>
      </w:r>
      <w:r w:rsidRPr="00D8368D">
        <w:rPr>
          <w:rFonts w:hAnsi="宋体"/>
          <w:sz w:val="24"/>
          <w:szCs w:val="24"/>
        </w:rPr>
        <w:t>(5)</w:t>
      </w:r>
      <w:r w:rsidRPr="00D8368D">
        <w:rPr>
          <w:rFonts w:hAnsi="宋体" w:hint="eastAsia"/>
          <w:sz w:val="24"/>
          <w:szCs w:val="24"/>
        </w:rPr>
        <w:t>×　</w:t>
      </w:r>
      <w:r w:rsidRPr="00D8368D">
        <w:rPr>
          <w:rFonts w:hAnsi="宋体"/>
          <w:sz w:val="24"/>
          <w:szCs w:val="24"/>
        </w:rPr>
        <w:t>(6)</w:t>
      </w:r>
      <w:r w:rsidRPr="00D8368D">
        <w:rPr>
          <w:rFonts w:hAnsi="宋体" w:hint="eastAsia"/>
          <w:sz w:val="24"/>
          <w:szCs w:val="24"/>
        </w:rPr>
        <w:t>√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/>
          <w:sz w:val="24"/>
          <w:szCs w:val="24"/>
        </w:rPr>
      </w:pPr>
      <w:r w:rsidRPr="00D8368D">
        <w:rPr>
          <w:rFonts w:hAnsi="宋体"/>
          <w:sz w:val="24"/>
          <w:szCs w:val="24"/>
        </w:rPr>
        <w:t>27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(1)B</w:t>
      </w:r>
      <w:r w:rsidRPr="00D8368D">
        <w:rPr>
          <w:rFonts w:hAnsi="宋体" w:hint="eastAsia"/>
          <w:sz w:val="24"/>
          <w:szCs w:val="24"/>
        </w:rPr>
        <w:t>、</w:t>
      </w:r>
      <w:r w:rsidRPr="00D8368D">
        <w:rPr>
          <w:rFonts w:hAnsi="宋体"/>
          <w:sz w:val="24"/>
          <w:szCs w:val="24"/>
        </w:rPr>
        <w:t>C</w:t>
      </w:r>
      <w:r w:rsidRPr="00D8368D">
        <w:rPr>
          <w:rFonts w:hAnsi="宋体" w:hint="eastAsia"/>
          <w:sz w:val="24"/>
          <w:szCs w:val="24"/>
        </w:rPr>
        <w:t>　</w:t>
      </w:r>
      <w:r w:rsidRPr="00D8368D">
        <w:rPr>
          <w:rFonts w:hAnsi="宋体"/>
          <w:sz w:val="24"/>
          <w:szCs w:val="24"/>
        </w:rPr>
        <w:t>(2)F</w:t>
      </w:r>
      <w:r w:rsidRPr="00D8368D">
        <w:rPr>
          <w:rFonts w:hAnsi="宋体" w:hint="eastAsia"/>
          <w:sz w:val="24"/>
          <w:szCs w:val="24"/>
        </w:rPr>
        <w:t>　</w:t>
      </w:r>
      <w:r w:rsidRPr="00D8368D">
        <w:rPr>
          <w:rFonts w:hAnsi="宋体"/>
          <w:sz w:val="24"/>
          <w:szCs w:val="24"/>
        </w:rPr>
        <w:t>(3)D</w:t>
      </w:r>
      <w:r w:rsidRPr="00D8368D">
        <w:rPr>
          <w:rFonts w:hAnsi="宋体" w:hint="eastAsia"/>
          <w:sz w:val="24"/>
          <w:szCs w:val="24"/>
        </w:rPr>
        <w:t>、</w:t>
      </w:r>
      <w:r w:rsidRPr="00D8368D">
        <w:rPr>
          <w:rFonts w:hAnsi="宋体"/>
          <w:sz w:val="24"/>
          <w:szCs w:val="24"/>
        </w:rPr>
        <w:t>E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28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(1)</w:t>
      </w:r>
      <w:r w:rsidRPr="00D8368D">
        <w:rPr>
          <w:rFonts w:hAnsi="宋体" w:hint="eastAsia"/>
          <w:sz w:val="24"/>
          <w:szCs w:val="24"/>
        </w:rPr>
        <w:t>④　②　气管　肺　</w:t>
      </w: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吸气　收缩　上下　</w:t>
      </w: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左右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29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(1)1</w:t>
      </w:r>
      <w:r w:rsidRPr="00D8368D">
        <w:rPr>
          <w:rFonts w:hAnsi="宋体" w:hint="eastAsia"/>
          <w:sz w:val="24"/>
          <w:szCs w:val="24"/>
        </w:rPr>
        <w:t>　肺　</w:t>
      </w:r>
      <w:r w:rsidRPr="00D8368D">
        <w:rPr>
          <w:rFonts w:hAnsi="宋体"/>
          <w:sz w:val="24"/>
          <w:szCs w:val="24"/>
        </w:rPr>
        <w:t>2</w:t>
      </w:r>
      <w:r w:rsidRPr="00D8368D">
        <w:rPr>
          <w:rFonts w:hAnsi="宋体" w:hint="eastAsia"/>
          <w:sz w:val="24"/>
          <w:szCs w:val="24"/>
        </w:rPr>
        <w:t>　呼吸道　清洁　</w:t>
      </w: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一　气体交换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(3)</w:t>
      </w:r>
      <w:r w:rsidRPr="00D8368D">
        <w:rPr>
          <w:rFonts w:hAnsi="宋体" w:hint="eastAsia"/>
          <w:sz w:val="24"/>
          <w:szCs w:val="24"/>
        </w:rPr>
        <w:t>二氧化碳　氧气　</w:t>
      </w: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膈肌　收缩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30</w:t>
      </w:r>
      <w:r w:rsidRPr="00D8368D">
        <w:rPr>
          <w:rFonts w:hAnsi="宋体" w:hint="eastAsia"/>
          <w:sz w:val="24"/>
          <w:szCs w:val="24"/>
        </w:rPr>
        <w:t>．</w:t>
      </w:r>
      <w:r w:rsidRPr="00D8368D">
        <w:rPr>
          <w:rFonts w:hAnsi="宋体"/>
          <w:sz w:val="24"/>
          <w:szCs w:val="24"/>
        </w:rPr>
        <w:t>(1)B</w:t>
      </w:r>
      <w:r w:rsidRPr="00D8368D">
        <w:rPr>
          <w:rFonts w:hAnsi="宋体" w:hint="eastAsia"/>
          <w:sz w:val="24"/>
          <w:szCs w:val="24"/>
        </w:rPr>
        <w:t>　二氧化碳　</w:t>
      </w:r>
      <w:r w:rsidRPr="00D8368D">
        <w:rPr>
          <w:rFonts w:hAnsi="宋体"/>
          <w:sz w:val="24"/>
          <w:szCs w:val="24"/>
        </w:rPr>
        <w:t>(2)</w:t>
      </w:r>
      <w:r w:rsidRPr="00D8368D">
        <w:rPr>
          <w:rFonts w:hAnsi="宋体" w:hint="eastAsia"/>
          <w:sz w:val="24"/>
          <w:szCs w:val="24"/>
        </w:rPr>
        <w:t>吸收空气中的二氧化碳</w:t>
      </w:r>
    </w:p>
    <w:p w:rsidR="00726213" w:rsidRPr="00D8368D" w:rsidP="00D8368D">
      <w:pPr>
        <w:pStyle w:val="PlainText"/>
        <w:spacing w:line="360" w:lineRule="auto"/>
        <w:ind w:firstLine="420" w:firstLineChars="200"/>
        <w:rPr>
          <w:rFonts w:hAnsi="宋体" w:cs="Times New Roman"/>
          <w:sz w:val="24"/>
          <w:szCs w:val="24"/>
        </w:rPr>
      </w:pPr>
      <w:r w:rsidRPr="00D8368D">
        <w:rPr>
          <w:rFonts w:hAnsi="宋体"/>
          <w:sz w:val="24"/>
          <w:szCs w:val="24"/>
        </w:rPr>
        <w:t>(3)C</w:t>
      </w:r>
      <w:r w:rsidRPr="00D8368D">
        <w:rPr>
          <w:rFonts w:hAnsi="宋体" w:hint="eastAsia"/>
          <w:sz w:val="24"/>
          <w:szCs w:val="24"/>
        </w:rPr>
        <w:t>　</w:t>
      </w:r>
      <w:r w:rsidRPr="00D8368D">
        <w:rPr>
          <w:rFonts w:hAnsi="宋体"/>
          <w:sz w:val="24"/>
          <w:szCs w:val="24"/>
        </w:rPr>
        <w:t>(4)</w:t>
      </w:r>
      <w:r w:rsidRPr="00D8368D">
        <w:rPr>
          <w:rFonts w:hAnsi="宋体" w:hint="eastAsia"/>
          <w:sz w:val="24"/>
          <w:szCs w:val="24"/>
        </w:rPr>
        <w:t>扩大　吸入　舒张　缩小</w:t>
      </w:r>
    </w:p>
    <w:p w:rsidR="00726213" w:rsidRPr="00D8368D" w:rsidP="00D8368D">
      <w:pPr>
        <w:spacing w:line="360" w:lineRule="auto"/>
        <w:rPr>
          <w:rFonts w:ascii="宋体" w:cs="宋体"/>
          <w:sz w:val="24"/>
          <w:szCs w:val="24"/>
        </w:rPr>
      </w:pPr>
      <w:bookmarkStart w:id="0" w:name="_GoBack"/>
      <w:bookmarkEnd w:id="0"/>
    </w:p>
    <w:sectPr w:rsidSect="00DF0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E23D0"/>
    <w:multiLevelType w:val="singleLevel"/>
    <w:tmpl w:val="5A1E23D0"/>
    <w:lvl w:ilvl="0">
      <w:start w:val="1"/>
      <w:numFmt w:val="upperLetter"/>
      <w:suff w:val="nothing"/>
      <w:lvlText w:val="%1．"/>
      <w:lvlJc w:val="left"/>
    </w:lvl>
  </w:abstractNum>
  <w:abstractNum w:abstractNumId="1">
    <w:nsid w:val="5A1E2409"/>
    <w:multiLevelType w:val="singleLevel"/>
    <w:tmpl w:val="5A1E2409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E3F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0E3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0E3F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0E3F"/>
    <w:rPr>
      <w:b/>
      <w:bCs/>
      <w:kern w:val="44"/>
      <w:sz w:val="44"/>
      <w:szCs w:val="4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2C8"/>
    <w:rPr>
      <w:rFonts w:cs="Calibri"/>
      <w:b/>
      <w:bCs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DF0E3F"/>
    <w:rPr>
      <w:rFonts w:ascii="宋体" w:hAnsi="Courier New" w:cs="宋体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F0E3F"/>
    <w:rPr>
      <w:rFonts w:ascii="宋体" w:eastAsia="宋体" w:hAnsi="Courier New" w:cs="宋体"/>
      <w:sz w:val="21"/>
      <w:szCs w:val="21"/>
    </w:rPr>
  </w:style>
  <w:style w:type="paragraph" w:styleId="Header">
    <w:name w:val="header"/>
    <w:basedOn w:val="Normal"/>
    <w:link w:val="HeaderChar"/>
    <w:uiPriority w:val="99"/>
    <w:rsid w:val="00D8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D32C8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D8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D32C8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file:///C:\Users\Administrator\Desktop\&#26032;&#24314;&#25991;&#20214;&#22841;\18CR7XSSJ5.TIF" TargetMode="External" /><Relationship Id="rId14" Type="http://schemas.openxmlformats.org/officeDocument/2006/relationships/image" Target="media/image7.png" /><Relationship Id="rId15" Type="http://schemas.openxmlformats.org/officeDocument/2006/relationships/image" Target="file:///C:\Users\Administrator\Desktop\&#26032;&#24314;&#25991;&#20214;&#22841;\AC31.tif" TargetMode="External" /><Relationship Id="rId16" Type="http://schemas.openxmlformats.org/officeDocument/2006/relationships/image" Target="media/image8.png" /><Relationship Id="rId17" Type="http://schemas.openxmlformats.org/officeDocument/2006/relationships/image" Target="file:///C:\Users\Administrator\Desktop\&#26032;&#24314;&#25991;&#20214;&#22841;\18CR7XSSJ6.TIF" TargetMode="External" /><Relationship Id="rId18" Type="http://schemas.openxmlformats.org/officeDocument/2006/relationships/image" Target="media/image9.png" /><Relationship Id="rId19" Type="http://schemas.openxmlformats.org/officeDocument/2006/relationships/image" Target="file:///C:\Users\Administrator\Desktop\&#26032;&#24314;&#25991;&#20214;&#22841;\AC35.TIF" TargetMode="Externa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file:///C:\Users\Administrator\Desktop\&#26032;&#24314;&#25991;&#20214;&#22841;\7SX151.TIF" TargetMode="External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032;&#24314;&#25991;&#20214;&#22841;\18CR7XSSJ4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032;&#24314;&#25991;&#20214;&#22841;\18CR7XSSJ21.TI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2557</Words>
  <Characters>2890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2017-11-28T08:02:00Z</dcterms:created>
  <dcterms:modified xsi:type="dcterms:W3CDTF">2019-04-03T09:32:00Z</dcterms:modified>
</cp:coreProperties>
</file>