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9F7" w:rsidRDefault="009B69F7" w:rsidP="009B2CE6">
      <w:pPr>
        <w:pStyle w:val="PlainText"/>
        <w:spacing w:line="360" w:lineRule="auto"/>
        <w:jc w:val="center"/>
        <w:rPr>
          <w:rFonts w:ascii="Times New Roman" w:eastAsia="隶书" w:hAnsi="Times New Roman" w:cs="Times New Roman"/>
          <w:b/>
          <w:sz w:val="32"/>
          <w:szCs w:val="32"/>
        </w:rPr>
      </w:pPr>
      <w:r w:rsidRPr="00AF142B">
        <w:rPr>
          <w:rFonts w:ascii="Times New Roman" w:eastAsia="隶书" w:hAnsi="Times New Roman" w:cs="Times New Roman" w:hint="eastAsia"/>
          <w:b/>
          <w:sz w:val="32"/>
          <w:szCs w:val="32"/>
        </w:rPr>
        <w:t>期中检测卷</w:t>
      </w:r>
    </w:p>
    <w:p w:rsidR="009B69F7" w:rsidRPr="00AF142B" w:rsidRDefault="009B69F7" w:rsidP="00AF142B">
      <w:pPr>
        <w:pStyle w:val="PlainText"/>
        <w:spacing w:line="360" w:lineRule="auto"/>
        <w:ind w:left="426" w:hangingChars="152" w:hanging="426"/>
        <w:rPr>
          <w:rFonts w:ascii="Times New Roman" w:hAnsi="Times New Roman" w:cs="Times New Roman"/>
          <w:sz w:val="28"/>
          <w:szCs w:val="28"/>
        </w:rPr>
      </w:pPr>
      <w:r w:rsidRPr="00F35970">
        <w:rPr>
          <w:rFonts w:ascii="Times New Roman" w:hAnsi="Times New Roman" w:cs="Times New Roman" w:hint="eastAsia"/>
          <w:sz w:val="28"/>
          <w:szCs w:val="28"/>
        </w:rPr>
        <w:t>一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Pr="00AF142B">
        <w:rPr>
          <w:rFonts w:ascii="Times New Roman" w:hAnsi="Times New Roman" w:cs="Times New Roman" w:hint="eastAsia"/>
          <w:sz w:val="28"/>
          <w:szCs w:val="28"/>
        </w:rPr>
        <w:t>填空。</w:t>
      </w:r>
      <w:r w:rsidRPr="00AF142B">
        <w:rPr>
          <w:rFonts w:ascii="Times New Roman" w:hAnsi="Times New Roman" w:cs="Times New Roman"/>
          <w:sz w:val="28"/>
          <w:szCs w:val="28"/>
        </w:rPr>
        <w:t>(</w:t>
      </w:r>
      <w:r w:rsidRPr="00AF142B">
        <w:rPr>
          <w:rFonts w:ascii="Times New Roman" w:hAnsi="Times New Roman" w:cs="Times New Roman" w:hint="eastAsia"/>
          <w:sz w:val="28"/>
          <w:szCs w:val="28"/>
        </w:rPr>
        <w:t>每空</w:t>
      </w:r>
      <w:r w:rsidRPr="00AF142B">
        <w:rPr>
          <w:rFonts w:ascii="Times New Roman" w:hAnsi="Times New Roman" w:cs="Times New Roman"/>
          <w:sz w:val="28"/>
          <w:szCs w:val="28"/>
        </w:rPr>
        <w:t>1</w:t>
      </w:r>
      <w:r w:rsidRPr="00AF142B">
        <w:rPr>
          <w:rFonts w:ascii="Times New Roman" w:hAnsi="Times New Roman" w:cs="Times New Roman" w:hint="eastAsia"/>
          <w:sz w:val="28"/>
          <w:szCs w:val="28"/>
        </w:rPr>
        <w:t>分，共</w:t>
      </w:r>
      <w:r w:rsidRPr="00AF142B">
        <w:rPr>
          <w:rFonts w:ascii="Times New Roman" w:hAnsi="Times New Roman" w:cs="Times New Roman"/>
          <w:sz w:val="28"/>
          <w:szCs w:val="28"/>
        </w:rPr>
        <w:t>30</w:t>
      </w:r>
      <w:r w:rsidRPr="00AF142B">
        <w:rPr>
          <w:rFonts w:ascii="Times New Roman" w:hAnsi="Times New Roman" w:cs="Times New Roman" w:hint="eastAsia"/>
          <w:sz w:val="28"/>
          <w:szCs w:val="28"/>
        </w:rPr>
        <w:t>分</w:t>
      </w:r>
      <w:r w:rsidRPr="00AF142B">
        <w:rPr>
          <w:rFonts w:ascii="Times New Roman" w:hAnsi="Times New Roman" w:cs="Times New Roman"/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．在括号里填上适当的数。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480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910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780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190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28×(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840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)÷26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17……13</w:t>
      </w:r>
    </w:p>
    <w:p w:rsidR="009B69F7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．右面的几何体是由至少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个小正方体搭成的。</w:t>
      </w:r>
    </w:p>
    <w:p w:rsidR="009B69F7" w:rsidRPr="00AF142B" w:rsidRDefault="009B69F7" w:rsidP="00AF142B">
      <w:pPr>
        <w:spacing w:line="360" w:lineRule="auto"/>
        <w:ind w:left="426" w:hangingChars="152" w:hanging="426"/>
        <w:jc w:val="right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05" o:spid="_x0000_i1025" type="#_x0000_t75" alt=" " style="width:48pt;height:57pt;visibility:visible">
            <v:imagedata r:id="rId6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．下面的图形分别是从物体的哪个面看到的？</w:t>
      </w:r>
    </w:p>
    <w:p w:rsidR="009B69F7" w:rsidRPr="00AF142B" w:rsidRDefault="009B69F7" w:rsidP="00AF142B">
      <w:pPr>
        <w:spacing w:line="360" w:lineRule="auto"/>
        <w:ind w:leftChars="202" w:left="424"/>
        <w:jc w:val="center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204" o:spid="_x0000_i1026" type="#_x0000_t75" alt=" " style="width:396pt;height:61.8pt;visibility:visible">
            <v:imagedata r:id="rId7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．根据</w:t>
      </w:r>
      <w:r w:rsidRPr="00AF142B">
        <w:rPr>
          <w:sz w:val="28"/>
          <w:szCs w:val="28"/>
        </w:rPr>
        <w:t>45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18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27</w:t>
      </w:r>
      <w:r w:rsidRPr="00AF142B">
        <w:rPr>
          <w:rFonts w:hint="eastAsia"/>
          <w:sz w:val="28"/>
          <w:szCs w:val="28"/>
        </w:rPr>
        <w:t>，</w:t>
      </w:r>
      <w:r w:rsidRPr="00AF142B">
        <w:rPr>
          <w:sz w:val="28"/>
          <w:szCs w:val="28"/>
        </w:rPr>
        <w:t>12×27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324</w:t>
      </w:r>
      <w:r w:rsidRPr="00AF142B">
        <w:rPr>
          <w:rFonts w:hint="eastAsia"/>
          <w:sz w:val="28"/>
          <w:szCs w:val="28"/>
        </w:rPr>
        <w:t>，</w:t>
      </w:r>
      <w:r w:rsidRPr="00AF142B">
        <w:rPr>
          <w:sz w:val="28"/>
          <w:szCs w:val="28"/>
        </w:rPr>
        <w:t>422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324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746</w:t>
      </w:r>
      <w:r w:rsidRPr="00AF142B">
        <w:rPr>
          <w:rFonts w:hint="eastAsia"/>
          <w:sz w:val="28"/>
          <w:szCs w:val="28"/>
        </w:rPr>
        <w:t>组成一个综合算式是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　　　　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630÷35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630÷(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)÷(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，这样算比较简便，这是依据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．婷婷在计算</w:t>
      </w:r>
      <w:r w:rsidRPr="00AF142B">
        <w:rPr>
          <w:sz w:val="28"/>
          <w:szCs w:val="28"/>
        </w:rPr>
        <w:t>(45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i/>
          <w:sz w:val="28"/>
          <w:szCs w:val="28"/>
        </w:rPr>
        <w:t>a</w:t>
      </w:r>
      <w:r w:rsidRPr="00AF142B">
        <w:rPr>
          <w:sz w:val="28"/>
          <w:szCs w:val="28"/>
        </w:rPr>
        <w:t>)×8</w:t>
      </w:r>
      <w:r w:rsidRPr="00AF142B">
        <w:rPr>
          <w:rFonts w:hint="eastAsia"/>
          <w:sz w:val="28"/>
          <w:szCs w:val="28"/>
        </w:rPr>
        <w:t>时，漏掉了括号，这样所得的结果与正确结果相差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7</w:t>
      </w:r>
      <w:r w:rsidRPr="00AF142B">
        <w:rPr>
          <w:rFonts w:hint="eastAsia"/>
          <w:sz w:val="28"/>
          <w:szCs w:val="28"/>
        </w:rPr>
        <w:t>．有一个数十位和百分位上都是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，个位和十分位上都是</w:t>
      </w:r>
      <w:r w:rsidRPr="00AF142B">
        <w:rPr>
          <w:sz w:val="28"/>
          <w:szCs w:val="28"/>
        </w:rPr>
        <w:t>0</w:t>
      </w:r>
      <w:r w:rsidRPr="00AF142B">
        <w:rPr>
          <w:rFonts w:hint="eastAsia"/>
          <w:sz w:val="28"/>
          <w:szCs w:val="28"/>
        </w:rPr>
        <w:t>，这个数写作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，读作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　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8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0.53</w:t>
      </w:r>
      <w:r w:rsidRPr="00AF142B">
        <w:rPr>
          <w:rFonts w:hint="eastAsia"/>
          <w:sz w:val="28"/>
          <w:szCs w:val="28"/>
        </w:rPr>
        <w:t>里面有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个</w:t>
      </w:r>
      <w:r w:rsidRPr="00AF142B">
        <w:rPr>
          <w:sz w:val="28"/>
          <w:szCs w:val="28"/>
        </w:rPr>
        <w:t>0.01</w:t>
      </w:r>
      <w:r w:rsidRPr="00AF142B">
        <w:rPr>
          <w:rFonts w:hint="eastAsia"/>
          <w:sz w:val="28"/>
          <w:szCs w:val="28"/>
        </w:rPr>
        <w:t>，如果把它保留一位小数约是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9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98400200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亿</w:t>
      </w:r>
      <w:r w:rsidRPr="00AF142B">
        <w:rPr>
          <w:sz w:val="28"/>
          <w:szCs w:val="28"/>
        </w:rPr>
        <w:t>≈(</w:t>
      </w:r>
      <w:r w:rsidRPr="00AF142B">
        <w:rPr>
          <w:rFonts w:hint="eastAsia"/>
          <w:sz w:val="28"/>
          <w:szCs w:val="28"/>
        </w:rPr>
        <w:t xml:space="preserve">　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亿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保留一位小数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10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950 m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 km</w:t>
      </w:r>
      <w:r w:rsidRPr="00AF142B">
        <w:rPr>
          <w:rFonts w:hint="eastAsia"/>
          <w:sz w:val="28"/>
          <w:szCs w:val="28"/>
        </w:rPr>
        <w:t xml:space="preserve">　　　　　　</w:t>
      </w:r>
      <w:r w:rsidRPr="00AF142B">
        <w:rPr>
          <w:sz w:val="28"/>
          <w:szCs w:val="28"/>
        </w:rPr>
        <w:t>3 kg 40 g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 kg</w:t>
      </w:r>
    </w:p>
    <w:p w:rsidR="009B69F7" w:rsidRPr="00AF142B" w:rsidRDefault="009B69F7" w:rsidP="00747DB8">
      <w:pPr>
        <w:tabs>
          <w:tab w:val="left" w:pos="4395"/>
        </w:tabs>
        <w:spacing w:line="360" w:lineRule="auto"/>
        <w:ind w:leftChars="202" w:left="424" w:firstLineChars="50" w:firstLine="140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AF142B">
        <w:rPr>
          <w:sz w:val="28"/>
          <w:szCs w:val="28"/>
        </w:rPr>
        <w:t>32 m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 cm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7 m</w:t>
      </w:r>
      <w:r w:rsidRPr="00AF142B">
        <w:rPr>
          <w:sz w:val="28"/>
          <w:szCs w:val="28"/>
          <w:vertAlign w:val="superscript"/>
        </w:rPr>
        <w:t>2</w:t>
      </w:r>
      <w:r w:rsidRPr="00AF142B">
        <w:rPr>
          <w:sz w:val="28"/>
          <w:szCs w:val="28"/>
        </w:rPr>
        <w:t xml:space="preserve"> 8 dm</w:t>
      </w:r>
      <w:r w:rsidRPr="00AF142B">
        <w:rPr>
          <w:sz w:val="28"/>
          <w:szCs w:val="28"/>
          <w:vertAlign w:val="superscript"/>
        </w:rPr>
        <w:t>2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 m</w:t>
      </w:r>
      <w:r w:rsidRPr="00AF142B">
        <w:rPr>
          <w:sz w:val="28"/>
          <w:szCs w:val="28"/>
          <w:vertAlign w:val="superscript"/>
        </w:rPr>
        <w:t>2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11</w:t>
      </w:r>
      <w:r w:rsidRPr="00AF142B">
        <w:rPr>
          <w:rFonts w:hint="eastAsia"/>
          <w:sz w:val="28"/>
          <w:szCs w:val="28"/>
        </w:rPr>
        <w:t>．在</w:t>
      </w:r>
      <w:r w:rsidRPr="00CD79A7">
        <w:rPr>
          <w:noProof/>
          <w:sz w:val="28"/>
          <w:szCs w:val="28"/>
        </w:rPr>
        <w:pict>
          <v:shape id="图片 203" o:spid="_x0000_i1027" type="#_x0000_t75" alt=" " style="width:21pt;height:21pt;visibility:visible">
            <v:imagedata r:id="rId8" o:title=""/>
          </v:shape>
        </w:pict>
      </w:r>
      <w:r w:rsidRPr="00AF142B">
        <w:rPr>
          <w:rFonts w:hint="eastAsia"/>
          <w:sz w:val="28"/>
          <w:szCs w:val="28"/>
        </w:rPr>
        <w:t>里填上</w:t>
      </w:r>
      <w:r w:rsidRPr="00AF142B">
        <w:rPr>
          <w:sz w:val="28"/>
          <w:szCs w:val="28"/>
        </w:rPr>
        <w:t>“</w:t>
      </w:r>
      <w:r w:rsidRPr="00AF142B">
        <w:rPr>
          <w:rFonts w:hint="eastAsia"/>
          <w:sz w:val="28"/>
          <w:szCs w:val="28"/>
        </w:rPr>
        <w:t>＞</w:t>
      </w:r>
      <w:r w:rsidRPr="00AF142B">
        <w:rPr>
          <w:sz w:val="28"/>
          <w:szCs w:val="28"/>
        </w:rPr>
        <w:t>”“</w:t>
      </w:r>
      <w:r w:rsidRPr="00AF142B">
        <w:rPr>
          <w:rFonts w:hint="eastAsia"/>
          <w:sz w:val="28"/>
          <w:szCs w:val="28"/>
        </w:rPr>
        <w:t>＜</w:t>
      </w:r>
      <w:r w:rsidRPr="00AF142B">
        <w:rPr>
          <w:sz w:val="28"/>
          <w:szCs w:val="28"/>
        </w:rPr>
        <w:t>”</w:t>
      </w:r>
      <w:r w:rsidRPr="00AF142B">
        <w:rPr>
          <w:rFonts w:hint="eastAsia"/>
          <w:sz w:val="28"/>
          <w:szCs w:val="28"/>
        </w:rPr>
        <w:t>或</w:t>
      </w:r>
      <w:r w:rsidRPr="00AF142B">
        <w:rPr>
          <w:sz w:val="28"/>
          <w:szCs w:val="28"/>
        </w:rPr>
        <w:t>“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”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AF142B">
        <w:rPr>
          <w:sz w:val="28"/>
          <w:szCs w:val="28"/>
        </w:rPr>
        <w:t>55</w:t>
      </w:r>
      <w:r w:rsidRPr="00CD79A7">
        <w:rPr>
          <w:noProof/>
          <w:sz w:val="28"/>
          <w:szCs w:val="28"/>
        </w:rPr>
        <w:pict>
          <v:shape id="图片 202" o:spid="_x0000_i1028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6.551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10.01</w:t>
      </w:r>
      <w:r w:rsidRPr="00CD79A7">
        <w:rPr>
          <w:noProof/>
          <w:sz w:val="28"/>
          <w:szCs w:val="28"/>
        </w:rPr>
        <w:pict>
          <v:shape id="图片 201" o:spid="_x0000_i1029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9.99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23 dm</w:t>
      </w:r>
      <w:r w:rsidRPr="00CD79A7">
        <w:rPr>
          <w:noProof/>
          <w:sz w:val="28"/>
          <w:szCs w:val="28"/>
        </w:rPr>
        <w:pict>
          <v:shape id="图片 200" o:spid="_x0000_i1030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0.3 m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F142B">
        <w:rPr>
          <w:sz w:val="28"/>
          <w:szCs w:val="28"/>
        </w:rPr>
        <w:t>4 t</w:t>
      </w:r>
      <w:r w:rsidRPr="00CD79A7">
        <w:rPr>
          <w:noProof/>
          <w:sz w:val="28"/>
          <w:szCs w:val="28"/>
        </w:rPr>
        <w:pict>
          <v:shape id="图片 199" o:spid="_x0000_i1031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2400 kg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3.4 m</w:t>
      </w:r>
      <w:r w:rsidRPr="00AF142B">
        <w:rPr>
          <w:sz w:val="28"/>
          <w:szCs w:val="28"/>
          <w:vertAlign w:val="superscript"/>
        </w:rPr>
        <w:t>2</w:t>
      </w:r>
      <w:r w:rsidRPr="00CD79A7">
        <w:rPr>
          <w:noProof/>
          <w:sz w:val="28"/>
          <w:szCs w:val="28"/>
        </w:rPr>
        <w:pict>
          <v:shape id="图片 198" o:spid="_x0000_i1032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3 m</w:t>
      </w:r>
      <w:r w:rsidRPr="00AF142B">
        <w:rPr>
          <w:sz w:val="28"/>
          <w:szCs w:val="28"/>
          <w:vertAlign w:val="superscript"/>
        </w:rPr>
        <w:t>2</w:t>
      </w:r>
      <w:r w:rsidRPr="00AF142B">
        <w:rPr>
          <w:sz w:val="28"/>
          <w:szCs w:val="28"/>
        </w:rPr>
        <w:t>4 dm</w:t>
      </w:r>
      <w:r w:rsidRPr="00AF142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125 g</w:t>
      </w:r>
      <w:r w:rsidRPr="00CD79A7">
        <w:rPr>
          <w:noProof/>
          <w:sz w:val="28"/>
          <w:szCs w:val="28"/>
        </w:rPr>
        <w:pict>
          <v:shape id="图片 197" o:spid="_x0000_i1033" type="#_x0000_t75" alt=" " style="width:21pt;height:21pt;visibility:visible">
            <v:imagedata r:id="rId8" o:title=""/>
          </v:shape>
        </w:pict>
      </w:r>
      <w:r w:rsidRPr="00AF142B">
        <w:rPr>
          <w:sz w:val="28"/>
          <w:szCs w:val="28"/>
        </w:rPr>
        <w:t>1 kg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、</w:t>
      </w:r>
      <w:r w:rsidRPr="00AF142B">
        <w:rPr>
          <w:rFonts w:hint="eastAsia"/>
          <w:sz w:val="28"/>
          <w:szCs w:val="28"/>
        </w:rPr>
        <w:t>判断。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对的画</w:t>
      </w:r>
      <w:r w:rsidRPr="00AF142B">
        <w:rPr>
          <w:sz w:val="28"/>
          <w:szCs w:val="28"/>
        </w:rPr>
        <w:t>“√”</w:t>
      </w:r>
      <w:r w:rsidRPr="00AF142B">
        <w:rPr>
          <w:rFonts w:hint="eastAsia"/>
          <w:sz w:val="28"/>
          <w:szCs w:val="28"/>
        </w:rPr>
        <w:t>，错的画</w:t>
      </w:r>
      <w:r w:rsidRPr="00AF142B">
        <w:rPr>
          <w:sz w:val="28"/>
          <w:szCs w:val="28"/>
        </w:rPr>
        <w:t>“×”)(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tabs>
          <w:tab w:val="left" w:pos="7230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5.29</w:t>
      </w:r>
      <w:r w:rsidRPr="00AF142B">
        <w:rPr>
          <w:rFonts w:hint="eastAsia"/>
          <w:sz w:val="28"/>
          <w:szCs w:val="28"/>
        </w:rPr>
        <w:t>在自然数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和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之间，它约等于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tabs>
          <w:tab w:val="left" w:pos="7230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．观察正方体时，一次最多能看到三个面。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tabs>
          <w:tab w:val="left" w:pos="7230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99×10÷99×10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tabs>
          <w:tab w:val="left" w:pos="7230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125×3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125×5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125×(3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5)</w:t>
      </w:r>
      <w:r w:rsidRPr="00AF142B">
        <w:rPr>
          <w:rFonts w:hint="eastAsia"/>
          <w:sz w:val="28"/>
          <w:szCs w:val="28"/>
        </w:rPr>
        <w:t>运用了乘法结合律。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tabs>
          <w:tab w:val="left" w:pos="7230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6.995</w:t>
      </w:r>
      <w:r w:rsidRPr="00AF142B">
        <w:rPr>
          <w:rFonts w:hint="eastAsia"/>
          <w:sz w:val="28"/>
          <w:szCs w:val="28"/>
        </w:rPr>
        <w:t>保留两位小数约是</w:t>
      </w:r>
      <w:r w:rsidRPr="00AF142B">
        <w:rPr>
          <w:sz w:val="28"/>
          <w:szCs w:val="28"/>
        </w:rPr>
        <w:t>7</w:t>
      </w:r>
      <w:r w:rsidRPr="00AF142B"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、</w:t>
      </w:r>
      <w:r w:rsidRPr="00AF142B">
        <w:rPr>
          <w:rFonts w:hint="eastAsia"/>
          <w:sz w:val="28"/>
          <w:szCs w:val="28"/>
        </w:rPr>
        <w:t>选择。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将正确答案的序号填在括号里</w:t>
      </w:r>
      <w:r w:rsidRPr="00AF142B">
        <w:rPr>
          <w:sz w:val="28"/>
          <w:szCs w:val="28"/>
        </w:rPr>
        <w:t>)(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．不改变数的大小，下面的数中可以去掉</w:t>
      </w:r>
      <w:r w:rsidRPr="00AF142B">
        <w:rPr>
          <w:sz w:val="28"/>
          <w:szCs w:val="28"/>
        </w:rPr>
        <w:t>“0”</w:t>
      </w:r>
      <w:r w:rsidRPr="00AF142B">
        <w:rPr>
          <w:rFonts w:hint="eastAsia"/>
          <w:sz w:val="28"/>
          <w:szCs w:val="28"/>
        </w:rPr>
        <w:t>的是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747DB8">
      <w:pPr>
        <w:tabs>
          <w:tab w:val="left" w:pos="2835"/>
          <w:tab w:val="left" w:pos="5103"/>
          <w:tab w:val="left" w:pos="7088"/>
        </w:tabs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A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40.5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B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4.50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C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4.05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D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450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．下面的计算应用了乘法分配律的是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747DB8">
      <w:pPr>
        <w:tabs>
          <w:tab w:val="left" w:pos="5103"/>
        </w:tabs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A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25×9×4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(25×4)×9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B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23×35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35×23</w:t>
      </w:r>
    </w:p>
    <w:p w:rsidR="009B69F7" w:rsidRPr="00AF142B" w:rsidRDefault="009B69F7" w:rsidP="00747DB8">
      <w:pPr>
        <w:tabs>
          <w:tab w:val="left" w:pos="5103"/>
        </w:tabs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C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36×19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36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36×(19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D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99×70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(100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1)×70</w:t>
      </w:r>
    </w:p>
    <w:p w:rsidR="009B69F7" w:rsidRPr="00AF142B" w:rsidRDefault="009B69F7" w:rsidP="00747DB8">
      <w:pPr>
        <w:tabs>
          <w:tab w:val="left" w:pos="5103"/>
        </w:tabs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．赤道的周长大约是</w:t>
      </w:r>
      <w:r w:rsidRPr="00AF142B">
        <w:rPr>
          <w:sz w:val="28"/>
          <w:szCs w:val="28"/>
        </w:rPr>
        <w:t>40075700</w:t>
      </w:r>
      <w:r w:rsidRPr="00AF142B">
        <w:rPr>
          <w:rFonts w:hint="eastAsia"/>
          <w:sz w:val="28"/>
          <w:szCs w:val="28"/>
        </w:rPr>
        <w:t>米，将</w:t>
      </w:r>
      <w:r w:rsidRPr="00AF142B">
        <w:rPr>
          <w:sz w:val="28"/>
          <w:szCs w:val="28"/>
        </w:rPr>
        <w:t>40075700</w:t>
      </w:r>
      <w:r w:rsidRPr="00AF142B">
        <w:rPr>
          <w:rFonts w:hint="eastAsia"/>
          <w:sz w:val="28"/>
          <w:szCs w:val="28"/>
        </w:rPr>
        <w:t>米改写成用</w:t>
      </w:r>
      <w:r w:rsidRPr="00AF142B">
        <w:rPr>
          <w:sz w:val="28"/>
          <w:szCs w:val="28"/>
        </w:rPr>
        <w:t>“</w:t>
      </w:r>
      <w:r w:rsidRPr="00AF142B">
        <w:rPr>
          <w:rFonts w:hint="eastAsia"/>
          <w:sz w:val="28"/>
          <w:szCs w:val="28"/>
        </w:rPr>
        <w:t>万米</w:t>
      </w:r>
      <w:r w:rsidRPr="00AF142B">
        <w:rPr>
          <w:sz w:val="28"/>
          <w:szCs w:val="28"/>
        </w:rPr>
        <w:t>”</w:t>
      </w:r>
      <w:r w:rsidRPr="00AF142B">
        <w:rPr>
          <w:rFonts w:hint="eastAsia"/>
          <w:sz w:val="28"/>
          <w:szCs w:val="28"/>
        </w:rPr>
        <w:t>作单位的数，再保留一位小数是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Default="009B69F7" w:rsidP="00747DB8">
      <w:pPr>
        <w:tabs>
          <w:tab w:val="left" w:pos="5103"/>
        </w:tabs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A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4007.57</w:t>
      </w:r>
      <w:r w:rsidRPr="00AF142B">
        <w:rPr>
          <w:rFonts w:hint="eastAsia"/>
          <w:sz w:val="28"/>
          <w:szCs w:val="28"/>
        </w:rPr>
        <w:t>万米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B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4007.6</w:t>
      </w:r>
      <w:r w:rsidRPr="00AF142B">
        <w:rPr>
          <w:rFonts w:hint="eastAsia"/>
          <w:sz w:val="28"/>
          <w:szCs w:val="28"/>
        </w:rPr>
        <w:t>万米</w:t>
      </w:r>
      <w:r w:rsidRPr="00AF142B">
        <w:rPr>
          <w:sz w:val="28"/>
          <w:szCs w:val="28"/>
        </w:rPr>
        <w:t xml:space="preserve">  </w:t>
      </w:r>
    </w:p>
    <w:p w:rsidR="009B69F7" w:rsidRPr="00AF142B" w:rsidRDefault="009B69F7" w:rsidP="00747DB8">
      <w:pPr>
        <w:tabs>
          <w:tab w:val="left" w:pos="5103"/>
        </w:tabs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C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4007.7</w:t>
      </w:r>
      <w:r w:rsidRPr="00AF142B">
        <w:rPr>
          <w:rFonts w:hint="eastAsia"/>
          <w:sz w:val="28"/>
          <w:szCs w:val="28"/>
        </w:rPr>
        <w:t>万米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D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4007.5</w:t>
      </w:r>
      <w:r w:rsidRPr="00AF142B">
        <w:rPr>
          <w:rFonts w:hint="eastAsia"/>
          <w:sz w:val="28"/>
          <w:szCs w:val="28"/>
        </w:rPr>
        <w:t>万米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．从前面观察左图，看到的图形是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Chars="202" w:left="424"/>
        <w:jc w:val="center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194" o:spid="_x0000_i1034" type="#_x0000_t75" alt=" " style="width:393pt;height:68.4pt;visibility:visible">
            <v:imagedata r:id="rId9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．已知</w:t>
      </w:r>
      <w:r w:rsidRPr="00AF142B">
        <w:rPr>
          <w:rFonts w:ascii="Cambria Math" w:hAnsi="Cambria Math" w:cs="Cambria Math"/>
          <w:sz w:val="28"/>
          <w:szCs w:val="28"/>
        </w:rPr>
        <w:t>△</w:t>
      </w:r>
      <w:r w:rsidRPr="00AF142B">
        <w:rPr>
          <w:rFonts w:hint="eastAsia"/>
          <w:sz w:val="28"/>
          <w:szCs w:val="28"/>
        </w:rPr>
        <w:t>，</w:t>
      </w:r>
      <w:r w:rsidRPr="00AF142B">
        <w:rPr>
          <w:sz w:val="28"/>
          <w:szCs w:val="28"/>
        </w:rPr>
        <w:t>○</w:t>
      </w:r>
      <w:r w:rsidRPr="00AF142B">
        <w:rPr>
          <w:rFonts w:hint="eastAsia"/>
          <w:sz w:val="28"/>
          <w:szCs w:val="28"/>
        </w:rPr>
        <w:t>，</w:t>
      </w:r>
      <w:r w:rsidRPr="00AF142B">
        <w:rPr>
          <w:sz w:val="28"/>
          <w:szCs w:val="28"/>
        </w:rPr>
        <w:t>□</w:t>
      </w:r>
      <w:r w:rsidRPr="00AF142B">
        <w:rPr>
          <w:rFonts w:hint="eastAsia"/>
          <w:sz w:val="28"/>
          <w:szCs w:val="28"/>
        </w:rPr>
        <w:t>表示三个不同的数</w:t>
      </w:r>
      <w:r w:rsidRPr="00AF142B">
        <w:rPr>
          <w:sz w:val="28"/>
          <w:szCs w:val="28"/>
        </w:rPr>
        <w:t>(0</w:t>
      </w:r>
      <w:r w:rsidRPr="00AF142B">
        <w:rPr>
          <w:rFonts w:hint="eastAsia"/>
          <w:sz w:val="28"/>
          <w:szCs w:val="28"/>
        </w:rPr>
        <w:t>除外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，</w:t>
      </w:r>
      <w:r w:rsidRPr="00AF142B">
        <w:rPr>
          <w:rFonts w:ascii="Cambria Math" w:hAnsi="Cambria Math" w:cs="Cambria Math"/>
          <w:sz w:val="28"/>
          <w:szCs w:val="28"/>
        </w:rPr>
        <w:t>△</w:t>
      </w:r>
      <w:r w:rsidRPr="00AF142B">
        <w:rPr>
          <w:sz w:val="28"/>
          <w:szCs w:val="28"/>
        </w:rPr>
        <w:t>÷○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□</w:t>
      </w:r>
      <w:r w:rsidRPr="00AF142B">
        <w:rPr>
          <w:rFonts w:hint="eastAsia"/>
          <w:sz w:val="28"/>
          <w:szCs w:val="28"/>
        </w:rPr>
        <w:t>。下面算式正确的是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 xml:space="preserve">　　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A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rFonts w:ascii="Cambria Math" w:hAnsi="Cambria Math" w:cs="Cambria Math"/>
          <w:sz w:val="28"/>
          <w:szCs w:val="28"/>
        </w:rPr>
        <w:t>△</w:t>
      </w:r>
      <w:r w:rsidRPr="00AF142B">
        <w:rPr>
          <w:sz w:val="28"/>
          <w:szCs w:val="28"/>
        </w:rPr>
        <w:t>÷□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 xml:space="preserve">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 xml:space="preserve"> B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□÷○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rFonts w:ascii="Cambria Math" w:hAnsi="Cambria Math" w:cs="Cambria Math"/>
          <w:sz w:val="28"/>
          <w:szCs w:val="28"/>
        </w:rPr>
        <w:t>△</w:t>
      </w:r>
      <w:r w:rsidRPr="00AF142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 xml:space="preserve"> C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□×</w:t>
      </w:r>
      <w:r w:rsidRPr="00AF142B">
        <w:rPr>
          <w:rFonts w:ascii="Cambria Math" w:hAnsi="Cambria Math" w:cs="Cambria Math"/>
          <w:sz w:val="28"/>
          <w:szCs w:val="28"/>
        </w:rPr>
        <w:t>△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 xml:space="preserve"> D</w:t>
      </w:r>
      <w:r w:rsidRPr="00AF142B">
        <w:rPr>
          <w:rFonts w:hint="eastAsia"/>
          <w:sz w:val="28"/>
          <w:szCs w:val="28"/>
        </w:rPr>
        <w:t>．以上都不对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、</w:t>
      </w:r>
      <w:r w:rsidRPr="00AF142B">
        <w:rPr>
          <w:rFonts w:hint="eastAsia"/>
          <w:sz w:val="28"/>
          <w:szCs w:val="28"/>
        </w:rPr>
        <w:t>计算。</w:t>
      </w:r>
      <w:r w:rsidRPr="00AF142B">
        <w:rPr>
          <w:sz w:val="28"/>
          <w:szCs w:val="28"/>
        </w:rPr>
        <w:t>(28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．直接写得数。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0.5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37×5×2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12×25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394×12×0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37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63</w:t>
      </w:r>
      <w:r w:rsidRPr="00AF142B">
        <w:rPr>
          <w:rFonts w:hint="eastAsia"/>
          <w:sz w:val="28"/>
          <w:szCs w:val="28"/>
        </w:rPr>
        <w:t>＝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AF142B">
        <w:rPr>
          <w:sz w:val="28"/>
          <w:szCs w:val="28"/>
        </w:rPr>
        <w:t>5÷10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4÷4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513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42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13</w:t>
      </w:r>
      <w:r w:rsidRPr="00AF142B"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28×100÷10</w:t>
      </w:r>
      <w:r w:rsidRPr="00AF142B">
        <w:rPr>
          <w:rFonts w:hint="eastAsia"/>
          <w:sz w:val="28"/>
          <w:szCs w:val="28"/>
        </w:rPr>
        <w:t>＝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．计算下面各题，怎样简便就怎样计算。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18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78×[(388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246)÷71]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125×16×15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833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243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457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167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99×32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</w:p>
    <w:p w:rsidR="009B69F7" w:rsidRPr="00A051FF" w:rsidRDefault="009B69F7" w:rsidP="00A051FF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t>150×[(205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 xml:space="preserve">79)÷18]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F142B">
        <w:rPr>
          <w:sz w:val="28"/>
          <w:szCs w:val="28"/>
        </w:rPr>
        <w:t>49×102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2×49</w:t>
      </w:r>
      <w:bookmarkStart w:id="0" w:name="_GoBack"/>
      <w:bookmarkEnd w:id="0"/>
    </w:p>
    <w:p w:rsidR="009B69F7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．列式计算。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(1)301</w:t>
      </w:r>
      <w:r w:rsidRPr="00AF142B">
        <w:rPr>
          <w:rFonts w:hint="eastAsia"/>
          <w:sz w:val="28"/>
          <w:szCs w:val="28"/>
        </w:rPr>
        <w:t>减去</w:t>
      </w:r>
      <w:r w:rsidRPr="00AF142B">
        <w:rPr>
          <w:sz w:val="28"/>
          <w:szCs w:val="28"/>
        </w:rPr>
        <w:t>438</w:t>
      </w:r>
      <w:r w:rsidRPr="00AF142B">
        <w:rPr>
          <w:rFonts w:hint="eastAsia"/>
          <w:sz w:val="28"/>
          <w:szCs w:val="28"/>
        </w:rPr>
        <w:t>与</w:t>
      </w:r>
      <w:r w:rsidRPr="00AF142B">
        <w:rPr>
          <w:sz w:val="28"/>
          <w:szCs w:val="28"/>
        </w:rPr>
        <w:t>73</w:t>
      </w:r>
      <w:r w:rsidRPr="00AF142B">
        <w:rPr>
          <w:rFonts w:hint="eastAsia"/>
          <w:sz w:val="28"/>
          <w:szCs w:val="28"/>
        </w:rPr>
        <w:t>的商，差是多少？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(2)</w:t>
      </w:r>
      <w:r w:rsidRPr="00AF142B">
        <w:rPr>
          <w:rFonts w:hint="eastAsia"/>
          <w:sz w:val="28"/>
          <w:szCs w:val="28"/>
        </w:rPr>
        <w:t>从</w:t>
      </w:r>
      <w:r w:rsidRPr="00AF142B">
        <w:rPr>
          <w:sz w:val="28"/>
          <w:szCs w:val="28"/>
        </w:rPr>
        <w:t>4000</w:t>
      </w:r>
      <w:r w:rsidRPr="00AF142B">
        <w:rPr>
          <w:rFonts w:hint="eastAsia"/>
          <w:sz w:val="28"/>
          <w:szCs w:val="28"/>
        </w:rPr>
        <w:t>除以</w:t>
      </w:r>
      <w:r w:rsidRPr="00AF142B">
        <w:rPr>
          <w:sz w:val="28"/>
          <w:szCs w:val="28"/>
        </w:rPr>
        <w:t>25</w:t>
      </w:r>
      <w:r w:rsidRPr="00AF142B">
        <w:rPr>
          <w:rFonts w:hint="eastAsia"/>
          <w:sz w:val="28"/>
          <w:szCs w:val="28"/>
        </w:rPr>
        <w:t>的商里减去</w:t>
      </w:r>
      <w:r w:rsidRPr="00AF142B">
        <w:rPr>
          <w:sz w:val="28"/>
          <w:szCs w:val="28"/>
        </w:rPr>
        <w:t>13</w:t>
      </w:r>
      <w:r w:rsidRPr="00AF142B">
        <w:rPr>
          <w:rFonts w:hint="eastAsia"/>
          <w:sz w:val="28"/>
          <w:szCs w:val="28"/>
        </w:rPr>
        <w:t>与</w:t>
      </w:r>
      <w:r w:rsidRPr="00AF142B">
        <w:rPr>
          <w:sz w:val="28"/>
          <w:szCs w:val="28"/>
        </w:rPr>
        <w:t>12</w:t>
      </w:r>
      <w:r w:rsidRPr="00AF142B">
        <w:rPr>
          <w:rFonts w:hint="eastAsia"/>
          <w:sz w:val="28"/>
          <w:szCs w:val="28"/>
        </w:rPr>
        <w:t>的积，差是多少？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、</w:t>
      </w:r>
      <w:r w:rsidRPr="00AF142B">
        <w:rPr>
          <w:rFonts w:hint="eastAsia"/>
          <w:sz w:val="28"/>
          <w:szCs w:val="28"/>
        </w:rPr>
        <w:t>动手操作。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每题</w:t>
      </w: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jc w:val="center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191" o:spid="_x0000_i1035" type="#_x0000_t75" alt=" " style="width:264pt;height:54pt;visibility:visible">
            <v:imagedata r:id="rId10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．哪几个图形从上面看到的形状相同？将看到的形状画在下图中。</w:t>
      </w:r>
    </w:p>
    <w:p w:rsidR="009B69F7" w:rsidRDefault="009B69F7" w:rsidP="00AF142B">
      <w:pPr>
        <w:spacing w:line="360" w:lineRule="auto"/>
        <w:ind w:left="426" w:hangingChars="152" w:hanging="426"/>
        <w:jc w:val="right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190" o:spid="_x0000_i1036" type="#_x0000_t75" alt=" " style="width:46.2pt;height:46.2pt;visibility:visible">
            <v:imagedata r:id="rId11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．给图</w:t>
      </w:r>
      <w:r w:rsidRPr="00AF142B">
        <w:rPr>
          <w:rFonts w:ascii="宋体" w:hAnsi="宋体" w:cs="宋体" w:hint="eastAsia"/>
          <w:sz w:val="28"/>
          <w:szCs w:val="28"/>
        </w:rPr>
        <w:t>④</w:t>
      </w:r>
      <w:r w:rsidRPr="00AF142B">
        <w:rPr>
          <w:rFonts w:hint="eastAsia"/>
          <w:sz w:val="28"/>
          <w:szCs w:val="28"/>
        </w:rPr>
        <w:t>再加一个小正方体，使图</w:t>
      </w:r>
      <w:r w:rsidRPr="00AF142B">
        <w:rPr>
          <w:rFonts w:ascii="宋体" w:hAnsi="宋体" w:cs="宋体" w:hint="eastAsia"/>
          <w:sz w:val="28"/>
          <w:szCs w:val="28"/>
        </w:rPr>
        <w:t>①</w:t>
      </w:r>
      <w:r w:rsidRPr="00AF142B">
        <w:rPr>
          <w:rFonts w:hint="eastAsia"/>
          <w:sz w:val="28"/>
          <w:szCs w:val="28"/>
        </w:rPr>
        <w:t>和图</w:t>
      </w:r>
      <w:r w:rsidRPr="00AF142B">
        <w:rPr>
          <w:rFonts w:ascii="宋体" w:hAnsi="宋体" w:cs="宋体" w:hint="eastAsia"/>
          <w:sz w:val="28"/>
          <w:szCs w:val="28"/>
        </w:rPr>
        <w:t>④</w:t>
      </w:r>
      <w:r w:rsidRPr="00AF142B">
        <w:rPr>
          <w:rFonts w:hint="eastAsia"/>
          <w:sz w:val="28"/>
          <w:szCs w:val="28"/>
        </w:rPr>
        <w:t>从左面看到的形状相同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画在下图中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>。</w:t>
      </w:r>
    </w:p>
    <w:p w:rsidR="009B69F7" w:rsidRPr="00AF142B" w:rsidRDefault="009B69F7" w:rsidP="00AF142B">
      <w:pPr>
        <w:spacing w:line="360" w:lineRule="auto"/>
        <w:ind w:left="426" w:hangingChars="152" w:hanging="426"/>
        <w:jc w:val="right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189" o:spid="_x0000_i1037" type="#_x0000_t75" alt=" " style="width:34.8pt;height:18pt;visibility:visible">
            <v:imagedata r:id="rId12" o:title=""/>
          </v:shape>
        </w:pic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、</w:t>
      </w:r>
      <w:r w:rsidRPr="00AF142B">
        <w:rPr>
          <w:rFonts w:hint="eastAsia"/>
          <w:sz w:val="28"/>
          <w:szCs w:val="28"/>
        </w:rPr>
        <w:t>解决问题。</w:t>
      </w:r>
      <w:r w:rsidRPr="00AF142B">
        <w:rPr>
          <w:sz w:val="28"/>
          <w:szCs w:val="28"/>
        </w:rPr>
        <w:t>(5</w:t>
      </w:r>
      <w:r w:rsidRPr="00AF142B">
        <w:rPr>
          <w:rFonts w:hint="eastAsia"/>
          <w:sz w:val="28"/>
          <w:szCs w:val="28"/>
        </w:rPr>
        <w:t>题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分，其余每题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分，共</w:t>
      </w:r>
      <w:r w:rsidRPr="00AF142B">
        <w:rPr>
          <w:sz w:val="28"/>
          <w:szCs w:val="28"/>
        </w:rPr>
        <w:t>26</w:t>
      </w:r>
      <w:r w:rsidRPr="00AF142B">
        <w:rPr>
          <w:rFonts w:hint="eastAsia"/>
          <w:sz w:val="28"/>
          <w:szCs w:val="28"/>
        </w:rPr>
        <w:t>分</w:t>
      </w:r>
      <w:r w:rsidRPr="00AF142B">
        <w:rPr>
          <w:sz w:val="28"/>
          <w:szCs w:val="28"/>
        </w:rPr>
        <w:t>)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．在</w:t>
      </w:r>
      <w:r w:rsidRPr="00AF142B">
        <w:rPr>
          <w:sz w:val="28"/>
          <w:szCs w:val="28"/>
        </w:rPr>
        <w:t>60 m</w:t>
      </w:r>
      <w:r w:rsidRPr="00AF142B">
        <w:rPr>
          <w:rFonts w:hint="eastAsia"/>
          <w:sz w:val="28"/>
          <w:szCs w:val="28"/>
        </w:rPr>
        <w:t>短跑比赛中，前三名当中李红的成绩是</w:t>
      </w:r>
      <w:r w:rsidRPr="00AF142B">
        <w:rPr>
          <w:sz w:val="28"/>
          <w:szCs w:val="28"/>
        </w:rPr>
        <w:t>9.1</w:t>
      </w:r>
      <w:r w:rsidRPr="00AF142B">
        <w:rPr>
          <w:rFonts w:hint="eastAsia"/>
          <w:sz w:val="28"/>
          <w:szCs w:val="28"/>
        </w:rPr>
        <w:t>秒，刘英的成绩是</w:t>
      </w:r>
      <w:r w:rsidRPr="00AF142B">
        <w:rPr>
          <w:sz w:val="28"/>
          <w:szCs w:val="28"/>
        </w:rPr>
        <w:t>9.4</w:t>
      </w:r>
      <w:r w:rsidRPr="00AF142B">
        <w:rPr>
          <w:rFonts w:hint="eastAsia"/>
          <w:sz w:val="28"/>
          <w:szCs w:val="28"/>
        </w:rPr>
        <w:t>秒，王佳的成绩是</w:t>
      </w:r>
      <w:r w:rsidRPr="00AF142B">
        <w:rPr>
          <w:sz w:val="28"/>
          <w:szCs w:val="28"/>
        </w:rPr>
        <w:t>8.9</w:t>
      </w:r>
      <w:r w:rsidRPr="00AF142B">
        <w:rPr>
          <w:rFonts w:hint="eastAsia"/>
          <w:sz w:val="28"/>
          <w:szCs w:val="28"/>
        </w:rPr>
        <w:t>秒。请你把她们比赛的名次排出来。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．一家电脑厂要生产一批电脑零件，计划每天生产</w:t>
      </w:r>
      <w:r w:rsidRPr="00AF142B">
        <w:rPr>
          <w:sz w:val="28"/>
          <w:szCs w:val="28"/>
        </w:rPr>
        <w:t>450</w:t>
      </w:r>
      <w:r w:rsidRPr="00AF142B">
        <w:rPr>
          <w:rFonts w:hint="eastAsia"/>
          <w:sz w:val="28"/>
          <w:szCs w:val="28"/>
        </w:rPr>
        <w:t>个，</w:t>
      </w:r>
      <w:r w:rsidRPr="00AF142B">
        <w:rPr>
          <w:sz w:val="28"/>
          <w:szCs w:val="28"/>
        </w:rPr>
        <w:t>20</w:t>
      </w:r>
      <w:r w:rsidRPr="00AF142B">
        <w:rPr>
          <w:rFonts w:hint="eastAsia"/>
          <w:sz w:val="28"/>
          <w:szCs w:val="28"/>
        </w:rPr>
        <w:t>天完成。实际每天多生产</w:t>
      </w:r>
      <w:r w:rsidRPr="00AF142B">
        <w:rPr>
          <w:sz w:val="28"/>
          <w:szCs w:val="28"/>
        </w:rPr>
        <w:t>50</w:t>
      </w:r>
      <w:r w:rsidRPr="00AF142B">
        <w:rPr>
          <w:rFonts w:hint="eastAsia"/>
          <w:sz w:val="28"/>
          <w:szCs w:val="28"/>
        </w:rPr>
        <w:t>个，实际少生产多少天？</w:t>
      </w:r>
    </w:p>
    <w:p w:rsidR="009B69F7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．某景点的生态环境改善了，动物多了起来。野鸭有</w:t>
      </w:r>
      <w:r w:rsidRPr="00AF142B">
        <w:rPr>
          <w:sz w:val="28"/>
          <w:szCs w:val="28"/>
        </w:rPr>
        <w:t>456</w:t>
      </w:r>
      <w:r w:rsidRPr="00AF142B">
        <w:rPr>
          <w:rFonts w:hint="eastAsia"/>
          <w:sz w:val="28"/>
          <w:szCs w:val="28"/>
        </w:rPr>
        <w:t>只，是兔子的</w:t>
      </w: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倍，兔子的数量是白鹭数量的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倍，白鹭有多少只？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．某家商店昨天售出皮鞋</w:t>
      </w:r>
      <w:r w:rsidRPr="00AF142B">
        <w:rPr>
          <w:sz w:val="28"/>
          <w:szCs w:val="28"/>
        </w:rPr>
        <w:t>53</w:t>
      </w:r>
      <w:r w:rsidRPr="00AF142B">
        <w:rPr>
          <w:rFonts w:hint="eastAsia"/>
          <w:sz w:val="28"/>
          <w:szCs w:val="28"/>
        </w:rPr>
        <w:t>双，今天又售出</w:t>
      </w:r>
      <w:r w:rsidRPr="00AF142B">
        <w:rPr>
          <w:sz w:val="28"/>
          <w:szCs w:val="28"/>
        </w:rPr>
        <w:t>47</w:t>
      </w:r>
      <w:r w:rsidRPr="00AF142B">
        <w:rPr>
          <w:rFonts w:hint="eastAsia"/>
          <w:sz w:val="28"/>
          <w:szCs w:val="28"/>
        </w:rPr>
        <w:t>双。每双皮鞋的平均售价是</w:t>
      </w:r>
      <w:r w:rsidRPr="00AF142B">
        <w:rPr>
          <w:sz w:val="28"/>
          <w:szCs w:val="28"/>
        </w:rPr>
        <w:t>150</w:t>
      </w:r>
      <w:r w:rsidRPr="00AF142B">
        <w:rPr>
          <w:rFonts w:hint="eastAsia"/>
          <w:sz w:val="28"/>
          <w:szCs w:val="28"/>
        </w:rPr>
        <w:t>元。这家商店两天一共收入多少元？</w:t>
      </w:r>
    </w:p>
    <w:p w:rsidR="009B69F7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．某野生动物园推出</w:t>
      </w:r>
      <w:r w:rsidRPr="00AF142B">
        <w:rPr>
          <w:sz w:val="28"/>
          <w:szCs w:val="28"/>
        </w:rPr>
        <w:t>“</w:t>
      </w:r>
      <w:r w:rsidRPr="00AF142B">
        <w:rPr>
          <w:rFonts w:hint="eastAsia"/>
          <w:sz w:val="28"/>
          <w:szCs w:val="28"/>
        </w:rPr>
        <w:t>一日游</w:t>
      </w:r>
      <w:r w:rsidRPr="00AF142B">
        <w:rPr>
          <w:sz w:val="28"/>
          <w:szCs w:val="28"/>
        </w:rPr>
        <w:t>”</w:t>
      </w:r>
      <w:r w:rsidRPr="00AF142B">
        <w:rPr>
          <w:rFonts w:hint="eastAsia"/>
          <w:sz w:val="28"/>
          <w:szCs w:val="28"/>
        </w:rPr>
        <w:t>的优惠价：</w:t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sz w:val="28"/>
          <w:szCs w:val="28"/>
        </w:rPr>
        <w:fldChar w:fldCharType="begin"/>
      </w:r>
      <w:r w:rsidRPr="00AF142B">
        <w:rPr>
          <w:sz w:val="28"/>
          <w:szCs w:val="28"/>
        </w:rPr>
        <w:instrText>eq \b\lc\{(\a\vs4\al\co1(A</w:instrText>
      </w:r>
      <w:r w:rsidRPr="00AF142B">
        <w:rPr>
          <w:rFonts w:hint="eastAsia"/>
          <w:sz w:val="28"/>
          <w:szCs w:val="28"/>
        </w:rPr>
        <w:instrText>：成人每人</w:instrText>
      </w:r>
      <w:r w:rsidRPr="00AF142B">
        <w:rPr>
          <w:sz w:val="28"/>
          <w:szCs w:val="28"/>
        </w:rPr>
        <w:instrText>150</w:instrText>
      </w:r>
      <w:r w:rsidRPr="00AF142B">
        <w:rPr>
          <w:rFonts w:hint="eastAsia"/>
          <w:sz w:val="28"/>
          <w:szCs w:val="28"/>
        </w:rPr>
        <w:instrText>元，儿童每人</w:instrText>
      </w:r>
      <w:r w:rsidRPr="00AF142B">
        <w:rPr>
          <w:sz w:val="28"/>
          <w:szCs w:val="28"/>
        </w:rPr>
        <w:instrText>60</w:instrText>
      </w:r>
      <w:r w:rsidRPr="00AF142B">
        <w:rPr>
          <w:rFonts w:hint="eastAsia"/>
          <w:sz w:val="28"/>
          <w:szCs w:val="28"/>
        </w:rPr>
        <w:instrText>元</w:instrText>
      </w:r>
      <w:r w:rsidRPr="00AF142B">
        <w:rPr>
          <w:sz w:val="28"/>
          <w:szCs w:val="28"/>
        </w:rPr>
        <w:instrText>,B</w:instrText>
      </w:r>
      <w:r w:rsidRPr="00AF142B">
        <w:rPr>
          <w:rFonts w:hint="eastAsia"/>
          <w:sz w:val="28"/>
          <w:szCs w:val="28"/>
        </w:rPr>
        <w:instrText>：团体（</w:instrText>
      </w:r>
      <w:r w:rsidRPr="00AF142B">
        <w:rPr>
          <w:sz w:val="28"/>
          <w:szCs w:val="28"/>
        </w:rPr>
        <w:instrText>5</w:instrText>
      </w:r>
      <w:r w:rsidRPr="00AF142B">
        <w:rPr>
          <w:rFonts w:hint="eastAsia"/>
          <w:sz w:val="28"/>
          <w:szCs w:val="28"/>
        </w:rPr>
        <w:instrText>人或</w:instrText>
      </w:r>
      <w:r w:rsidRPr="00AF142B">
        <w:rPr>
          <w:sz w:val="28"/>
          <w:szCs w:val="28"/>
        </w:rPr>
        <w:instrText>5</w:instrText>
      </w:r>
      <w:r w:rsidRPr="00AF142B">
        <w:rPr>
          <w:rFonts w:hint="eastAsia"/>
          <w:sz w:val="28"/>
          <w:szCs w:val="28"/>
        </w:rPr>
        <w:instrText>人以上）每人</w:instrText>
      </w:r>
      <w:r w:rsidRPr="00AF142B">
        <w:rPr>
          <w:sz w:val="28"/>
          <w:szCs w:val="28"/>
        </w:rPr>
        <w:instrText>100</w:instrText>
      </w:r>
      <w:r w:rsidRPr="00AF142B">
        <w:rPr>
          <w:rFonts w:hint="eastAsia"/>
          <w:sz w:val="28"/>
          <w:szCs w:val="28"/>
        </w:rPr>
        <w:instrText>元</w:instrText>
      </w:r>
      <w:r w:rsidRPr="00AF142B">
        <w:rPr>
          <w:sz w:val="28"/>
          <w:szCs w:val="28"/>
        </w:rPr>
        <w:instrText>))</w:instrText>
      </w:r>
      <w:r w:rsidRPr="00AF142B">
        <w:rPr>
          <w:sz w:val="28"/>
          <w:szCs w:val="28"/>
        </w:rPr>
        <w:fldChar w:fldCharType="end"/>
      </w:r>
    </w:p>
    <w:p w:rsidR="009B69F7" w:rsidRPr="00AF142B" w:rsidRDefault="009B69F7" w:rsidP="00AF142B">
      <w:pPr>
        <w:spacing w:line="360" w:lineRule="auto"/>
        <w:ind w:leftChars="202" w:left="424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现有成人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人，儿童</w:t>
      </w:r>
      <w:r w:rsidRPr="00AF142B">
        <w:rPr>
          <w:sz w:val="28"/>
          <w:szCs w:val="28"/>
        </w:rPr>
        <w:t>7</w:t>
      </w:r>
      <w:r w:rsidRPr="00AF142B">
        <w:rPr>
          <w:rFonts w:hint="eastAsia"/>
          <w:sz w:val="28"/>
          <w:szCs w:val="28"/>
        </w:rPr>
        <w:t>人一起去野生动物园游玩，怎样买门票最省钱？最少花多少钱？</w:t>
      </w:r>
    </w:p>
    <w:p w:rsidR="009B69F7" w:rsidRPr="00AF142B" w:rsidRDefault="009B69F7" w:rsidP="00AF142B">
      <w:pPr>
        <w:spacing w:line="360" w:lineRule="auto"/>
        <w:ind w:left="426" w:hangingChars="152" w:hanging="426"/>
        <w:rPr>
          <w:sz w:val="28"/>
          <w:szCs w:val="28"/>
        </w:rPr>
      </w:pPr>
    </w:p>
    <w:p w:rsidR="009B69F7" w:rsidRPr="00346AA4" w:rsidRDefault="009B69F7" w:rsidP="00AF142B">
      <w:pPr>
        <w:pStyle w:val="PlainTex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B69F7" w:rsidRDefault="009B69F7">
      <w:pPr>
        <w:widowControl/>
        <w:jc w:val="left"/>
        <w:rPr>
          <w:rFonts w:ascii="隶书" w:eastAsia="隶书"/>
          <w:b/>
          <w:sz w:val="32"/>
          <w:szCs w:val="32"/>
        </w:rPr>
      </w:pPr>
      <w:r>
        <w:rPr>
          <w:rFonts w:ascii="隶书" w:eastAsia="隶书"/>
          <w:b/>
          <w:sz w:val="32"/>
          <w:szCs w:val="32"/>
        </w:rPr>
        <w:br w:type="page"/>
      </w:r>
    </w:p>
    <w:p w:rsidR="009B69F7" w:rsidRPr="004111C9" w:rsidRDefault="009B69F7" w:rsidP="00266102"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t>答案</w: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一、</w:t>
      </w:r>
      <w:r w:rsidRPr="00AF142B">
        <w:rPr>
          <w:sz w:val="28"/>
          <w:szCs w:val="28"/>
        </w:rPr>
        <w:t>1.430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590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455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11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．上面　前面</w:t>
      </w:r>
      <w:r w:rsidRPr="00AF142B">
        <w:rPr>
          <w:sz w:val="28"/>
          <w:szCs w:val="28"/>
        </w:rPr>
        <w:t>(</w:t>
      </w:r>
      <w:r w:rsidRPr="00AF142B">
        <w:rPr>
          <w:rFonts w:hint="eastAsia"/>
          <w:sz w:val="28"/>
          <w:szCs w:val="28"/>
        </w:rPr>
        <w:t>或后面</w:t>
      </w:r>
      <w:r w:rsidRPr="00AF142B">
        <w:rPr>
          <w:sz w:val="28"/>
          <w:szCs w:val="28"/>
        </w:rPr>
        <w:t>)</w:t>
      </w:r>
      <w:r w:rsidRPr="00AF142B">
        <w:rPr>
          <w:rFonts w:hint="eastAsia"/>
          <w:sz w:val="28"/>
          <w:szCs w:val="28"/>
        </w:rPr>
        <w:t xml:space="preserve">　右面　左面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422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12×(45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18)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746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7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 xml:space="preserve">　除法的性质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315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7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60.06</w:t>
      </w:r>
      <w:r w:rsidRPr="00AF142B">
        <w:rPr>
          <w:rFonts w:hint="eastAsia"/>
          <w:sz w:val="28"/>
          <w:szCs w:val="28"/>
        </w:rPr>
        <w:t xml:space="preserve">　六十点零六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8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53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0.5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9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0.984002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1.0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10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0.95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3.04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132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7.08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11</w:t>
      </w:r>
      <w:r w:rsidRPr="00AF142B">
        <w:rPr>
          <w:rFonts w:hint="eastAsia"/>
          <w:sz w:val="28"/>
          <w:szCs w:val="28"/>
        </w:rPr>
        <w:t>．＜　＞　＞　＝　＞　＜</w: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二、</w:t>
      </w:r>
      <w:r w:rsidRPr="00AF142B">
        <w:rPr>
          <w:sz w:val="28"/>
          <w:szCs w:val="28"/>
        </w:rPr>
        <w:t>1.√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2.√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3.×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4.×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5.×</w: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三、</w:t>
      </w:r>
      <w:r w:rsidRPr="00AF142B">
        <w:rPr>
          <w:sz w:val="28"/>
          <w:szCs w:val="28"/>
        </w:rPr>
        <w:t>1.B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2.C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3.B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4.C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5.A</w: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四、</w:t>
      </w:r>
      <w:r w:rsidRPr="00AF142B">
        <w:rPr>
          <w:sz w:val="28"/>
          <w:szCs w:val="28"/>
        </w:rPr>
        <w:t>1.370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300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100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0.05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9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458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280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156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30000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300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3168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1050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4900</w:t>
      </w:r>
    </w:p>
    <w:p w:rsidR="009B69F7" w:rsidRPr="00AF142B" w:rsidRDefault="009B69F7" w:rsidP="00747DB8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(1)301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438÷73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295</w:t>
      </w:r>
      <w:r w:rsidRPr="00AF142B">
        <w:rPr>
          <w:rFonts w:hint="eastAsia"/>
          <w:sz w:val="28"/>
          <w:szCs w:val="28"/>
        </w:rPr>
        <w:t xml:space="preserve">　</w:t>
      </w:r>
      <w:r w:rsidRPr="00AF142B">
        <w:rPr>
          <w:sz w:val="28"/>
          <w:szCs w:val="28"/>
        </w:rPr>
        <w:t>(2)4000÷25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13×12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4</w: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五、</w:t>
      </w:r>
      <w:r w:rsidRPr="00AF142B">
        <w:rPr>
          <w:sz w:val="28"/>
          <w:szCs w:val="28"/>
        </w:rPr>
        <w:t>1.</w:t>
      </w:r>
      <w:r w:rsidRPr="00AF142B">
        <w:rPr>
          <w:rFonts w:ascii="宋体" w:hAnsi="宋体" w:cs="宋体" w:hint="eastAsia"/>
          <w:sz w:val="28"/>
          <w:szCs w:val="28"/>
        </w:rPr>
        <w:t>①②③</w:t>
      </w:r>
      <w:r w:rsidRPr="00AF142B">
        <w:rPr>
          <w:rFonts w:hint="eastAsia"/>
          <w:sz w:val="28"/>
          <w:szCs w:val="28"/>
        </w:rPr>
        <w:t>从上面看到的形状相同。</w:t>
      </w:r>
    </w:p>
    <w:p w:rsidR="009B69F7" w:rsidRPr="00AF142B" w:rsidRDefault="009B69F7" w:rsidP="00AF142B">
      <w:pPr>
        <w:spacing w:line="360" w:lineRule="auto"/>
        <w:jc w:val="center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207" o:spid="_x0000_i1038" type="#_x0000_t75" alt=" " style="width:64.2pt;height:64.2pt;visibility:visible">
            <v:imagedata r:id="rId13" o:title=""/>
          </v:shape>
        </w:pict>
      </w:r>
    </w:p>
    <w:p w:rsidR="009B69F7" w:rsidRDefault="009B69F7" w:rsidP="00272A7B">
      <w:pPr>
        <w:spacing w:line="360" w:lineRule="auto"/>
        <w:ind w:firstLineChars="202" w:firstLine="566"/>
        <w:rPr>
          <w:sz w:val="28"/>
          <w:szCs w:val="28"/>
        </w:rPr>
      </w:pPr>
      <w:r w:rsidRPr="00AF142B">
        <w:rPr>
          <w:sz w:val="28"/>
          <w:szCs w:val="28"/>
        </w:rPr>
        <w:t>2.</w:t>
      </w:r>
    </w:p>
    <w:p w:rsidR="009B69F7" w:rsidRPr="00AF142B" w:rsidRDefault="009B69F7" w:rsidP="00AF142B">
      <w:pPr>
        <w:spacing w:line="360" w:lineRule="auto"/>
        <w:jc w:val="center"/>
        <w:rPr>
          <w:sz w:val="28"/>
          <w:szCs w:val="28"/>
        </w:rPr>
      </w:pPr>
      <w:r w:rsidRPr="00CD79A7">
        <w:rPr>
          <w:noProof/>
          <w:sz w:val="28"/>
          <w:szCs w:val="28"/>
        </w:rPr>
        <w:pict>
          <v:shape id="图片 206" o:spid="_x0000_i1039" type="#_x0000_t75" alt=" " style="width:153pt;height:41.4pt;visibility:visible">
            <v:imagedata r:id="rId14" o:title=""/>
          </v:shape>
        </w:pict>
      </w:r>
    </w:p>
    <w:p w:rsidR="009B69F7" w:rsidRPr="00AF142B" w:rsidRDefault="009B69F7" w:rsidP="00AF142B">
      <w:pPr>
        <w:spacing w:line="360" w:lineRule="auto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六、</w:t>
      </w:r>
      <w:r w:rsidRPr="00AF142B">
        <w:rPr>
          <w:sz w:val="28"/>
          <w:szCs w:val="28"/>
        </w:rPr>
        <w:t>1.9.4</w:t>
      </w:r>
      <w:r w:rsidRPr="00AF142B">
        <w:rPr>
          <w:rFonts w:hint="eastAsia"/>
          <w:sz w:val="28"/>
          <w:szCs w:val="28"/>
        </w:rPr>
        <w:t>＞</w:t>
      </w:r>
      <w:r w:rsidRPr="00AF142B">
        <w:rPr>
          <w:sz w:val="28"/>
          <w:szCs w:val="28"/>
        </w:rPr>
        <w:t>9.1</w:t>
      </w:r>
      <w:r w:rsidRPr="00AF142B">
        <w:rPr>
          <w:rFonts w:hint="eastAsia"/>
          <w:sz w:val="28"/>
          <w:szCs w:val="28"/>
        </w:rPr>
        <w:t>＞</w:t>
      </w:r>
      <w:r w:rsidRPr="00AF142B">
        <w:rPr>
          <w:sz w:val="28"/>
          <w:szCs w:val="28"/>
        </w:rPr>
        <w:t>8.9</w:t>
      </w:r>
    </w:p>
    <w:p w:rsidR="009B69F7" w:rsidRPr="00AF142B" w:rsidRDefault="009B69F7" w:rsidP="00AF142B">
      <w:pPr>
        <w:spacing w:line="360" w:lineRule="auto"/>
        <w:ind w:firstLineChars="303" w:firstLine="848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第一名：王佳　第二名：李红　第三名：刘英</w:t>
      </w:r>
    </w:p>
    <w:p w:rsidR="009B69F7" w:rsidRPr="00AF142B" w:rsidRDefault="009B69F7" w:rsidP="00747DB8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AF142B">
        <w:rPr>
          <w:sz w:val="28"/>
          <w:szCs w:val="28"/>
        </w:rPr>
        <w:t>2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20</w:t>
      </w:r>
      <w:r w:rsidRPr="00AF142B">
        <w:rPr>
          <w:rFonts w:hint="eastAsia"/>
          <w:sz w:val="28"/>
          <w:szCs w:val="28"/>
        </w:rPr>
        <w:t>－</w:t>
      </w:r>
      <w:r w:rsidRPr="00AF142B">
        <w:rPr>
          <w:sz w:val="28"/>
          <w:szCs w:val="28"/>
        </w:rPr>
        <w:t>450×20÷(450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50)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2(</w:t>
      </w:r>
      <w:r w:rsidRPr="00AF142B">
        <w:rPr>
          <w:rFonts w:hint="eastAsia"/>
          <w:sz w:val="28"/>
          <w:szCs w:val="28"/>
        </w:rPr>
        <w:t>天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AF142B">
        <w:rPr>
          <w:sz w:val="28"/>
          <w:szCs w:val="28"/>
        </w:rPr>
        <w:t>3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456÷3÷4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38(</w:t>
      </w:r>
      <w:r w:rsidRPr="00AF142B">
        <w:rPr>
          <w:rFonts w:hint="eastAsia"/>
          <w:sz w:val="28"/>
          <w:szCs w:val="28"/>
        </w:rPr>
        <w:t>只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(53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47)×150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15000(</w:t>
      </w:r>
      <w:r w:rsidRPr="00AF142B">
        <w:rPr>
          <w:rFonts w:hint="eastAsia"/>
          <w:sz w:val="28"/>
          <w:szCs w:val="28"/>
        </w:rPr>
        <w:t>元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50" w:firstLine="140"/>
        <w:rPr>
          <w:sz w:val="28"/>
          <w:szCs w:val="28"/>
        </w:rPr>
      </w:pPr>
      <w:r w:rsidRPr="00AF142B">
        <w:rPr>
          <w:sz w:val="28"/>
          <w:szCs w:val="28"/>
        </w:rPr>
        <w:t>5</w:t>
      </w:r>
      <w:r w:rsidRPr="00AF142B">
        <w:rPr>
          <w:rFonts w:hint="eastAsia"/>
          <w:sz w:val="28"/>
          <w:szCs w:val="28"/>
        </w:rPr>
        <w:t>．</w:t>
      </w:r>
      <w:r w:rsidRPr="00AF142B">
        <w:rPr>
          <w:sz w:val="28"/>
          <w:szCs w:val="28"/>
        </w:rPr>
        <w:t>A</w:t>
      </w:r>
      <w:r w:rsidRPr="00AF142B">
        <w:rPr>
          <w:rFonts w:hint="eastAsia"/>
          <w:sz w:val="28"/>
          <w:szCs w:val="28"/>
        </w:rPr>
        <w:t>：</w:t>
      </w:r>
      <w:r w:rsidRPr="00AF142B">
        <w:rPr>
          <w:sz w:val="28"/>
          <w:szCs w:val="28"/>
        </w:rPr>
        <w:t>4×150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7×60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1020(</w:t>
      </w:r>
      <w:r w:rsidRPr="00AF142B">
        <w:rPr>
          <w:rFonts w:hint="eastAsia"/>
          <w:sz w:val="28"/>
          <w:szCs w:val="28"/>
        </w:rPr>
        <w:t>元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AF142B">
        <w:rPr>
          <w:sz w:val="28"/>
          <w:szCs w:val="28"/>
        </w:rPr>
        <w:t>B</w:t>
      </w:r>
      <w:r w:rsidRPr="00AF142B">
        <w:rPr>
          <w:rFonts w:hint="eastAsia"/>
          <w:sz w:val="28"/>
          <w:szCs w:val="28"/>
        </w:rPr>
        <w:t>：</w:t>
      </w:r>
      <w:r w:rsidRPr="00AF142B">
        <w:rPr>
          <w:sz w:val="28"/>
          <w:szCs w:val="28"/>
        </w:rPr>
        <w:t>(4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7)×100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1100(</w:t>
      </w:r>
      <w:r w:rsidRPr="00AF142B">
        <w:rPr>
          <w:rFonts w:hint="eastAsia"/>
          <w:sz w:val="28"/>
          <w:szCs w:val="28"/>
        </w:rPr>
        <w:t>元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AF142B">
        <w:rPr>
          <w:sz w:val="28"/>
          <w:szCs w:val="28"/>
        </w:rPr>
        <w:t>4</w:t>
      </w:r>
      <w:r w:rsidRPr="00AF142B">
        <w:rPr>
          <w:rFonts w:hint="eastAsia"/>
          <w:sz w:val="28"/>
          <w:szCs w:val="28"/>
        </w:rPr>
        <w:t>个成人和</w:t>
      </w:r>
      <w:r w:rsidRPr="00AF142B">
        <w:rPr>
          <w:sz w:val="28"/>
          <w:szCs w:val="28"/>
        </w:rPr>
        <w:t>1</w:t>
      </w:r>
      <w:r w:rsidRPr="00AF142B">
        <w:rPr>
          <w:rFonts w:hint="eastAsia"/>
          <w:sz w:val="28"/>
          <w:szCs w:val="28"/>
        </w:rPr>
        <w:t>个儿童买团体票，</w:t>
      </w:r>
      <w:r w:rsidRPr="00AF142B">
        <w:rPr>
          <w:sz w:val="28"/>
          <w:szCs w:val="28"/>
        </w:rPr>
        <w:t>6</w:t>
      </w:r>
      <w:r w:rsidRPr="00AF142B">
        <w:rPr>
          <w:rFonts w:hint="eastAsia"/>
          <w:sz w:val="28"/>
          <w:szCs w:val="28"/>
        </w:rPr>
        <w:t>个儿童买儿童票：</w:t>
      </w:r>
    </w:p>
    <w:p w:rsidR="009B69F7" w:rsidRPr="00AF142B" w:rsidRDefault="009B69F7" w:rsidP="00747DB8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AF142B">
        <w:rPr>
          <w:sz w:val="28"/>
          <w:szCs w:val="28"/>
        </w:rPr>
        <w:t>(4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1)×100</w:t>
      </w:r>
      <w:r w:rsidRPr="00AF142B">
        <w:rPr>
          <w:rFonts w:hint="eastAsia"/>
          <w:sz w:val="28"/>
          <w:szCs w:val="28"/>
        </w:rPr>
        <w:t>＋</w:t>
      </w:r>
      <w:r w:rsidRPr="00AF142B">
        <w:rPr>
          <w:sz w:val="28"/>
          <w:szCs w:val="28"/>
        </w:rPr>
        <w:t>6×60</w:t>
      </w:r>
      <w:r w:rsidRPr="00AF142B">
        <w:rPr>
          <w:rFonts w:hint="eastAsia"/>
          <w:sz w:val="28"/>
          <w:szCs w:val="28"/>
        </w:rPr>
        <w:t>＝</w:t>
      </w:r>
      <w:r w:rsidRPr="00AF142B">
        <w:rPr>
          <w:sz w:val="28"/>
          <w:szCs w:val="28"/>
        </w:rPr>
        <w:t>860(</w:t>
      </w:r>
      <w:r w:rsidRPr="00AF142B">
        <w:rPr>
          <w:rFonts w:hint="eastAsia"/>
          <w:sz w:val="28"/>
          <w:szCs w:val="28"/>
        </w:rPr>
        <w:t>元</w:t>
      </w:r>
      <w:r w:rsidRPr="00AF142B">
        <w:rPr>
          <w:sz w:val="28"/>
          <w:szCs w:val="28"/>
        </w:rPr>
        <w:t>)</w:t>
      </w:r>
    </w:p>
    <w:p w:rsidR="009B69F7" w:rsidRPr="00AF142B" w:rsidRDefault="009B69F7" w:rsidP="00747DB8">
      <w:pPr>
        <w:spacing w:line="360" w:lineRule="auto"/>
        <w:ind w:leftChars="202" w:left="424" w:firstLineChars="203" w:firstLine="568"/>
        <w:rPr>
          <w:sz w:val="28"/>
          <w:szCs w:val="28"/>
        </w:rPr>
      </w:pPr>
      <w:r w:rsidRPr="00AF142B">
        <w:rPr>
          <w:rFonts w:hint="eastAsia"/>
          <w:sz w:val="28"/>
          <w:szCs w:val="28"/>
        </w:rPr>
        <w:t>按第三种组合买门票最省钱，最少花</w:t>
      </w:r>
      <w:r w:rsidRPr="00AF142B">
        <w:rPr>
          <w:sz w:val="28"/>
          <w:szCs w:val="28"/>
        </w:rPr>
        <w:t>860</w:t>
      </w:r>
      <w:r w:rsidRPr="00AF142B">
        <w:rPr>
          <w:rFonts w:hint="eastAsia"/>
          <w:sz w:val="28"/>
          <w:szCs w:val="28"/>
        </w:rPr>
        <w:t>元。</w:t>
      </w:r>
    </w:p>
    <w:p w:rsidR="009B69F7" w:rsidRPr="00AF142B" w:rsidRDefault="009B69F7" w:rsidP="00747DB8">
      <w:pPr>
        <w:pStyle w:val="PlainText"/>
        <w:tabs>
          <w:tab w:val="left" w:pos="4940"/>
          <w:tab w:val="left" w:pos="5966"/>
          <w:tab w:val="left" w:pos="6992"/>
        </w:tabs>
        <w:spacing w:line="360" w:lineRule="auto"/>
        <w:ind w:leftChars="202" w:left="424" w:firstLineChars="50" w:firstLine="140"/>
        <w:jc w:val="left"/>
        <w:rPr>
          <w:sz w:val="28"/>
          <w:szCs w:val="28"/>
        </w:rPr>
      </w:pPr>
    </w:p>
    <w:sectPr w:rsidR="009B69F7" w:rsidRPr="00AF142B" w:rsidSect="0001564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9F7" w:rsidRDefault="009B69F7" w:rsidP="00C54FAA">
      <w:r>
        <w:separator/>
      </w:r>
    </w:p>
  </w:endnote>
  <w:endnote w:type="continuationSeparator" w:id="0">
    <w:p w:rsidR="009B69F7" w:rsidRDefault="009B69F7" w:rsidP="00C54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9F7" w:rsidRDefault="009B69F7">
      <w:pPr>
        <w:pStyle w:val="Footer"/>
      </w:pPr>
    </w:p>
    <w:p w:rsidR="009B69F7" w:rsidRDefault="009B69F7"/>
    <w:p w:rsidR="009B69F7" w:rsidRDefault="009B69F7">
      <w:pPr>
        <w:pStyle w:val="Header"/>
      </w:pPr>
    </w:p>
    <w:p w:rsidR="009B69F7" w:rsidRDefault="009B69F7"/>
    <w:p w:rsidR="009B69F7" w:rsidRDefault="009B69F7">
      <w:pPr>
        <w:pStyle w:val="Footer"/>
      </w:pPr>
    </w:p>
    <w:p w:rsidR="009B69F7" w:rsidRDefault="009B69F7"/>
    <w:p w:rsidR="009B69F7" w:rsidRDefault="009B69F7">
      <w:pPr>
        <w:pStyle w:val="Footer"/>
      </w:pPr>
    </w:p>
    <w:p w:rsidR="009B69F7" w:rsidRDefault="009B69F7"/>
    <w:p w:rsidR="009B69F7" w:rsidRDefault="009B69F7">
      <w:pPr>
        <w:pStyle w:val="Header"/>
      </w:pPr>
    </w:p>
    <w:p w:rsidR="009B69F7" w:rsidRDefault="009B69F7"/>
    <w:p w:rsidR="009B69F7" w:rsidRDefault="009B69F7" w:rsidP="00C54FAA">
      <w:r>
        <w:separator/>
      </w:r>
    </w:p>
  </w:footnote>
  <w:footnote w:type="continuationSeparator" w:id="0">
    <w:p w:rsidR="009B69F7" w:rsidRDefault="009B69F7" w:rsidP="00C54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9F7" w:rsidRDefault="009B69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AA"/>
    <w:rsid w:val="00001EDE"/>
    <w:rsid w:val="0000598A"/>
    <w:rsid w:val="00015642"/>
    <w:rsid w:val="00016B00"/>
    <w:rsid w:val="00033BAC"/>
    <w:rsid w:val="0007564F"/>
    <w:rsid w:val="00100D31"/>
    <w:rsid w:val="0011107A"/>
    <w:rsid w:val="00177FBD"/>
    <w:rsid w:val="00207E08"/>
    <w:rsid w:val="00266102"/>
    <w:rsid w:val="00272A7B"/>
    <w:rsid w:val="0028457A"/>
    <w:rsid w:val="00295AB7"/>
    <w:rsid w:val="002D6BB1"/>
    <w:rsid w:val="00346AA4"/>
    <w:rsid w:val="003540F9"/>
    <w:rsid w:val="0039797E"/>
    <w:rsid w:val="003E6A77"/>
    <w:rsid w:val="004111C9"/>
    <w:rsid w:val="0044010A"/>
    <w:rsid w:val="004B04E1"/>
    <w:rsid w:val="004B70C4"/>
    <w:rsid w:val="004D2896"/>
    <w:rsid w:val="00511394"/>
    <w:rsid w:val="0053293F"/>
    <w:rsid w:val="00551B00"/>
    <w:rsid w:val="0056727D"/>
    <w:rsid w:val="005B6C4E"/>
    <w:rsid w:val="006474A6"/>
    <w:rsid w:val="00691501"/>
    <w:rsid w:val="00723275"/>
    <w:rsid w:val="00747DB8"/>
    <w:rsid w:val="007540B1"/>
    <w:rsid w:val="00772B5D"/>
    <w:rsid w:val="00784785"/>
    <w:rsid w:val="0079236A"/>
    <w:rsid w:val="007B462C"/>
    <w:rsid w:val="007C43B2"/>
    <w:rsid w:val="008852E8"/>
    <w:rsid w:val="008C7400"/>
    <w:rsid w:val="00950598"/>
    <w:rsid w:val="009514C0"/>
    <w:rsid w:val="00954C20"/>
    <w:rsid w:val="009803F4"/>
    <w:rsid w:val="009926C9"/>
    <w:rsid w:val="009B2483"/>
    <w:rsid w:val="009B2CE6"/>
    <w:rsid w:val="009B69F7"/>
    <w:rsid w:val="009F3126"/>
    <w:rsid w:val="00A051FF"/>
    <w:rsid w:val="00A07F3A"/>
    <w:rsid w:val="00A84DFD"/>
    <w:rsid w:val="00A85BAC"/>
    <w:rsid w:val="00AF142B"/>
    <w:rsid w:val="00B63DA9"/>
    <w:rsid w:val="00B9755E"/>
    <w:rsid w:val="00BA345D"/>
    <w:rsid w:val="00BC3D5E"/>
    <w:rsid w:val="00C009B7"/>
    <w:rsid w:val="00C5097D"/>
    <w:rsid w:val="00C54FAA"/>
    <w:rsid w:val="00CA040A"/>
    <w:rsid w:val="00CD3BD5"/>
    <w:rsid w:val="00CD79A7"/>
    <w:rsid w:val="00CF3BA0"/>
    <w:rsid w:val="00D24319"/>
    <w:rsid w:val="00D35148"/>
    <w:rsid w:val="00D53042"/>
    <w:rsid w:val="00D62C40"/>
    <w:rsid w:val="00D8092E"/>
    <w:rsid w:val="00DA47E0"/>
    <w:rsid w:val="00DB5455"/>
    <w:rsid w:val="00DE74F7"/>
    <w:rsid w:val="00DF6618"/>
    <w:rsid w:val="00E21CFC"/>
    <w:rsid w:val="00EE2160"/>
    <w:rsid w:val="00EE28A1"/>
    <w:rsid w:val="00F240B2"/>
    <w:rsid w:val="00F35970"/>
    <w:rsid w:val="00F9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8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4FA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54F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4FA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54FAA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4FAA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93386"/>
    <w:rPr>
      <w:rFonts w:ascii="Arial" w:eastAsia="宋体" w:hAnsi="Arial" w:cs="Arial"/>
      <w:b/>
      <w:bCs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4B04E1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B04E1"/>
    <w:rPr>
      <w:rFonts w:ascii="宋体" w:eastAsia="宋体" w:hAnsi="Courier New" w:cs="Courier New"/>
      <w:sz w:val="21"/>
      <w:szCs w:val="21"/>
    </w:rPr>
  </w:style>
  <w:style w:type="table" w:styleId="TableGrid">
    <w:name w:val="Table Grid"/>
    <w:basedOn w:val="TableNormal"/>
    <w:uiPriority w:val="99"/>
    <w:rsid w:val="00D3514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7</Pages>
  <Words>1053</Words>
  <Characters>1464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用户</cp:lastModifiedBy>
  <cp:revision>6</cp:revision>
  <dcterms:created xsi:type="dcterms:W3CDTF">2018-09-29T02:17:00Z</dcterms:created>
  <dcterms:modified xsi:type="dcterms:W3CDTF">2019-03-25T01:36:00Z</dcterms:modified>
</cp:coreProperties>
</file>