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40" w:lineRule="exact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  <w:t>一年级上册第一单元练习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  <w:t>题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spacing w:line="340" w:lineRule="exact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0"/>
        </w:numPr>
        <w:spacing w:line="340" w:lineRule="exact"/>
        <w:ind w:left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b/>
          <w:sz w:val="28"/>
          <w:szCs w:val="28"/>
        </w:rPr>
        <w:t>背一背，写一写。</w:t>
      </w:r>
    </w:p>
    <w:p>
      <w:pPr>
        <w:spacing w:line="340" w:lineRule="exact"/>
        <w:rPr>
          <w:b/>
          <w:sz w:val="28"/>
          <w:szCs w:val="28"/>
        </w:rPr>
      </w:pPr>
      <w:r>
        <w:pict>
          <v:shape id="_x0000_s1026" o:spid="_x0000_s1026" o:spt="75" type="#_x0000_t75" style="position:absolute;left:0pt;margin-left:149.25pt;margin-top:6pt;height:44.25pt;width:51.75pt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pict>
          <v:shape id="_x0000_s1027" o:spid="_x0000_s1027" o:spt="75" type="#_x0000_t75" style="position:absolute;left:0pt;margin-left:69pt;margin-top:6pt;height:44.25pt;width:51.75pt;z-index: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  <w:lang w:eastAsia="zh-CN"/>
        </w:rPr>
        <w:t>.</w:t>
      </w:r>
      <w:r>
        <w:rPr>
          <w:rFonts w:hint="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</w:rPr>
        <w:t>天地分</w:t>
      </w:r>
      <w:r>
        <w:rPr>
          <w:b/>
          <w:sz w:val="28"/>
          <w:szCs w:val="28"/>
        </w:rPr>
        <w:t xml:space="preserve">  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下，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月照今古。</w: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pict>
          <v:shape id="_x0000_s1029" o:spid="_x0000_s1029" o:spt="75" type="#_x0000_t75" style="position:absolute;left:0pt;margin-left:21pt;margin-top:3.25pt;height:44.25pt;width:51.75pt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pict>
          <v:shape id="_x0000_s1028" o:spid="_x0000_s1028" o:spt="75" type="#_x0000_t75" style="position:absolute;left:0pt;margin-left:255.75pt;margin-top:2.5pt;height:44.25pt;width:51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  <w:lang w:eastAsia="zh-CN"/>
        </w:rPr>
        <w:t>.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、</w:t>
      </w:r>
      <w:r>
        <w:rPr>
          <w:b/>
          <w:sz w:val="28"/>
          <w:szCs w:val="28"/>
        </w:rPr>
        <w:t xml:space="preserve">            </w:t>
      </w:r>
      <w:r>
        <w:rPr>
          <w:rFonts w:hint="eastAsia"/>
          <w:b/>
          <w:sz w:val="28"/>
          <w:szCs w:val="28"/>
        </w:rPr>
        <w:t>对雨，雪对风。花对树，鸟对</w:t>
      </w:r>
      <w:r>
        <w:rPr>
          <w:b/>
          <w:sz w:val="28"/>
          <w:szCs w:val="28"/>
        </w:rPr>
        <w:t xml:space="preserve">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</w:rPr>
        <w:t>。</w:t>
      </w:r>
    </w:p>
    <w:p>
      <w:pPr>
        <w:spacing w:line="340" w:lineRule="exact"/>
        <w:rPr>
          <w:b/>
          <w:sz w:val="28"/>
          <w:szCs w:val="28"/>
        </w:rPr>
      </w:pPr>
      <w:r>
        <w:pict>
          <v:shape id="_x0000_s1030" o:spid="_x0000_s1030" o:spt="75" type="#_x0000_t75" style="position:absolute;left:0pt;margin-left:21.75pt;margin-top:15pt;height:44.25pt;width:51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>
      <w:pPr>
        <w:spacing w:line="340" w:lineRule="exact"/>
        <w:ind w:firstLine="1380" w:firstLineChars="49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清对水秀，柳绿对桃红。</w: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二、连一连，把下面的图片和相应的字用线连起来。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分）</w:t>
      </w:r>
    </w:p>
    <w:p>
      <w:pPr>
        <w:spacing w:line="340" w:lineRule="exact"/>
        <w:rPr>
          <w:b/>
          <w:sz w:val="28"/>
          <w:szCs w:val="28"/>
        </w:rPr>
      </w:pPr>
      <w:r>
        <w:pict>
          <v:group id="_x0000_s1031" o:spid="_x0000_s1031" o:spt="203" style="position:absolute;left:0pt;margin-left:18pt;margin-top:12pt;height:56.25pt;width:396pt;z-index:251655168;mso-width-relative:page;mso-height-relative:page;" coordorigin="1674,9234" coordsize="9360,900">
            <o:lock v:ext="edit" aspectratio="f"/>
            <v:shape id="_x0000_s1032" o:spid="_x0000_s1032" o:spt="75" type="#_x0000_t75" style="position:absolute;left:1674;top:9234;height:900;width:5760;" filled="f" o:preferrelative="t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33" o:spid="_x0000_s1033" o:spt="75" type="#_x0000_t75" style="position:absolute;left:7794;top:9234;height:900;width:3240;" filled="f" o:preferrelative="t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</v:group>
        </w:pic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</w:p>
    <w:p>
      <w:pPr>
        <w:widowControl/>
        <w:jc w:val="left"/>
        <w:rPr>
          <w:rFonts w:ascii="宋体" w:cs="宋体"/>
          <w:kern w:val="0"/>
          <w:sz w:val="24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        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口</w:t>
      </w:r>
      <w:r>
        <w:rPr>
          <w:b/>
          <w:sz w:val="28"/>
          <w:szCs w:val="28"/>
        </w:rPr>
        <w:t xml:space="preserve">               </w:t>
      </w:r>
      <w:r>
        <w:rPr>
          <w:rFonts w:hint="eastAsia"/>
          <w:b/>
          <w:sz w:val="28"/>
          <w:szCs w:val="28"/>
        </w:rPr>
        <w:t>火</w:t>
      </w:r>
      <w:r>
        <w:rPr>
          <w:b/>
          <w:sz w:val="28"/>
          <w:szCs w:val="28"/>
        </w:rPr>
        <w:t xml:space="preserve">            </w:t>
      </w:r>
      <w:r>
        <w:rPr>
          <w:rFonts w:hint="eastAsia"/>
          <w:b/>
          <w:sz w:val="28"/>
          <w:szCs w:val="28"/>
        </w:rPr>
        <w:t>耳</w:t>
      </w:r>
      <w:r>
        <w:rPr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禾</w:t>
      </w:r>
      <w:r>
        <w:rPr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目</w:t>
      </w:r>
    </w:p>
    <w:p>
      <w:pPr>
        <w:spacing w:line="340" w:lineRule="exact"/>
        <w:rPr>
          <w:b/>
          <w:sz w:val="28"/>
          <w:szCs w:val="28"/>
        </w:rPr>
      </w:pPr>
    </w:p>
    <w:p>
      <w:pPr>
        <w:numPr>
          <w:ilvl w:val="0"/>
          <w:numId w:val="0"/>
        </w:numPr>
        <w:spacing w:line="340" w:lineRule="exact"/>
        <w:ind w:left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三、</w:t>
      </w:r>
      <w:r>
        <w:rPr>
          <w:rFonts w:hint="eastAsia"/>
          <w:b/>
          <w:sz w:val="28"/>
          <w:szCs w:val="28"/>
        </w:rPr>
        <w:t>说一说，写一写。</w: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 w:ascii="宋体" w:hAnsi="宋体"/>
          <w:b/>
          <w:color w:val="0000FF"/>
          <w:sz w:val="36"/>
          <w:szCs w:val="36"/>
          <w:lang w:val="en-US" w:eastAsia="zh-CN"/>
        </w:rPr>
        <w:t xml:space="preserve">    </w:t>
      </w:r>
      <w:r>
        <w:rPr>
          <w:rFonts w:hint="eastAsia" w:ascii="宋体" w:hAnsi="宋体"/>
          <w:b/>
          <w:color w:val="0000FF"/>
          <w:sz w:val="36"/>
          <w:szCs w:val="36"/>
        </w:rPr>
        <w:t>丶</w:t>
      </w:r>
      <w:r>
        <w:rPr>
          <w:rFonts w:ascii="宋体" w:hAnsi="宋体"/>
          <w:b/>
          <w:color w:val="0000FF"/>
          <w:sz w:val="36"/>
          <w:szCs w:val="36"/>
        </w:rPr>
        <w:t xml:space="preserve">  </w:t>
      </w:r>
      <w:r>
        <w:rPr>
          <w:rFonts w:hint="eastAsia" w:ascii="宋体" w:hAnsi="宋体" w:cs="宋体"/>
          <w:b/>
          <w:color w:val="0000FF"/>
          <w:kern w:val="0"/>
          <w:sz w:val="36"/>
          <w:szCs w:val="36"/>
        </w:rPr>
        <w:t>一</w:t>
      </w:r>
      <w:r>
        <w:rPr>
          <w:rFonts w:ascii="宋体" w:hAnsi="宋体" w:cs="宋体"/>
          <w:b/>
          <w:color w:val="0000FF"/>
          <w:kern w:val="0"/>
          <w:sz w:val="36"/>
          <w:szCs w:val="36"/>
        </w:rPr>
        <w:t xml:space="preserve">  </w:t>
      </w:r>
      <w:r>
        <w:rPr>
          <w:rFonts w:hint="eastAsia" w:ascii="宋体" w:hAnsi="宋体"/>
          <w:b/>
          <w:color w:val="0000FF"/>
          <w:sz w:val="36"/>
          <w:szCs w:val="36"/>
        </w:rPr>
        <w:t>丨</w:t>
      </w:r>
      <w:r>
        <w:rPr>
          <w:rFonts w:ascii="宋体" w:hAnsi="宋体"/>
          <w:b/>
          <w:color w:val="0000FF"/>
          <w:sz w:val="36"/>
          <w:szCs w:val="36"/>
        </w:rPr>
        <w:t xml:space="preserve">  </w:t>
      </w:r>
      <w:r>
        <w:rPr>
          <w:rFonts w:hint="eastAsia" w:ascii="宋体" w:hAnsi="宋体"/>
          <w:b/>
          <w:color w:val="0000FF"/>
          <w:sz w:val="36"/>
          <w:szCs w:val="36"/>
        </w:rPr>
        <w:t>丿</w:t>
      </w:r>
      <w:r>
        <w:rPr>
          <w:rFonts w:ascii="宋体" w:hAnsi="宋体"/>
          <w:b/>
          <w:color w:val="0000FF"/>
          <w:sz w:val="36"/>
          <w:szCs w:val="36"/>
        </w:rPr>
        <w:t xml:space="preserve">  </w:t>
      </w:r>
      <w:r>
        <w:rPr>
          <w:rFonts w:hint="eastAsia" w:ascii="宋体" w:cs="宋体"/>
          <w:b/>
          <w:color w:val="0000FF"/>
          <w:kern w:val="0"/>
          <w:sz w:val="36"/>
          <w:szCs w:val="36"/>
        </w:rPr>
        <w:pict>
          <v:shape id="_x0000_i1025" o:spt="75" type="#_x0000_t75" style="height:21.75pt;width:11.25pt;" filled="f" o:preferrelative="t" stroked="f" coordsize="21600,21600">
            <v:path/>
            <v:fill on="f" focussize="0,0"/>
            <v:stroke on="f" joinstyle="miter"/>
            <v:imagedata r:id="rId8" r:href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color w:val="0000FF"/>
          <w:kern w:val="0"/>
          <w:sz w:val="36"/>
          <w:szCs w:val="36"/>
        </w:rPr>
        <w:t xml:space="preserve">  </w:t>
      </w:r>
      <w:r>
        <w:rPr>
          <w:rFonts w:hint="eastAsia" w:ascii="宋体" w:cs="宋体"/>
          <w:b/>
          <w:color w:val="0000FF"/>
          <w:kern w:val="0"/>
          <w:sz w:val="36"/>
          <w:szCs w:val="36"/>
        </w:rPr>
        <w:pict>
          <v:shape id="_x0000_i1026" o:spt="75" type="#_x0000_t75" style="height:17.25pt;width:20.2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color w:val="0000FF"/>
          <w:kern w:val="0"/>
          <w:sz w:val="36"/>
          <w:szCs w:val="36"/>
        </w:rPr>
        <w:t xml:space="preserve">  </w:t>
      </w:r>
      <w:r>
        <w:rPr>
          <w:rFonts w:hint="eastAsia" w:ascii="宋体" w:hAnsi="宋体"/>
          <w:b/>
          <w:color w:val="0000FF"/>
          <w:sz w:val="36"/>
          <w:szCs w:val="36"/>
        </w:rPr>
        <w:t>亅</w:t>
      </w:r>
      <w:r>
        <w:rPr>
          <w:rFonts w:ascii="宋体" w:hAnsi="宋体"/>
          <w:b/>
          <w:color w:val="0000FF"/>
          <w:sz w:val="36"/>
          <w:szCs w:val="36"/>
        </w:rPr>
        <w:t xml:space="preserve">  </w:t>
      </w:r>
      <w:r>
        <w:rPr>
          <w:rFonts w:hint="eastAsia" w:ascii="宋体" w:hAnsi="宋体" w:cs="宋体"/>
          <w:b/>
          <w:color w:val="0000FF"/>
          <w:kern w:val="0"/>
          <w:sz w:val="36"/>
          <w:szCs w:val="36"/>
        </w:rPr>
        <w:t>┐</w:t>
      </w:r>
      <w:r>
        <w:rPr>
          <w:rFonts w:ascii="宋体" w:hAnsi="宋体" w:cs="宋体"/>
          <w:b/>
          <w:color w:val="0000FF"/>
          <w:kern w:val="0"/>
          <w:sz w:val="36"/>
          <w:szCs w:val="36"/>
        </w:rPr>
        <w:t xml:space="preserve">  </w:t>
      </w:r>
      <w:r>
        <w:rPr>
          <w:rFonts w:hint="eastAsia" w:ascii="宋体" w:hAnsi="宋体"/>
          <w:b/>
          <w:color w:val="0000FF"/>
          <w:sz w:val="36"/>
          <w:szCs w:val="36"/>
        </w:rPr>
        <w:t>∟</w:t>
      </w:r>
      <w:r>
        <w:rPr>
          <w:rFonts w:ascii="宋体" w:hAnsi="宋体"/>
          <w:b/>
          <w:color w:val="0000FF"/>
          <w:sz w:val="36"/>
          <w:szCs w:val="36"/>
        </w:rPr>
        <w:t xml:space="preserve">   </w:t>
      </w:r>
      <w:r>
        <w:rPr>
          <w:rFonts w:hint="eastAsia" w:ascii="宋体" w:hAnsi="宋体" w:cs="宋体"/>
          <w:b/>
          <w:color w:val="0000FF"/>
          <w:kern w:val="0"/>
          <w:sz w:val="36"/>
          <w:szCs w:val="36"/>
        </w:rPr>
        <w:t>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“手”共有</w:t>
      </w: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       ）</w:t>
      </w:r>
      <w:r>
        <w:rPr>
          <w:rFonts w:hint="eastAsia"/>
          <w:b w:val="0"/>
          <w:bCs/>
          <w:sz w:val="28"/>
          <w:szCs w:val="28"/>
        </w:rPr>
        <w:t>笔，第</w:t>
      </w:r>
      <w:r>
        <w:rPr>
          <w:b w:val="0"/>
          <w:bCs/>
          <w:sz w:val="28"/>
          <w:szCs w:val="28"/>
        </w:rPr>
        <w:t>4</w:t>
      </w:r>
      <w:r>
        <w:rPr>
          <w:rFonts w:hint="eastAsia"/>
          <w:b w:val="0"/>
          <w:bCs/>
          <w:sz w:val="28"/>
          <w:szCs w:val="28"/>
        </w:rPr>
        <w:t>笔是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b w:val="0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“山”共有</w:t>
      </w: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       ）</w:t>
      </w:r>
      <w:r>
        <w:rPr>
          <w:rFonts w:hint="eastAsia"/>
          <w:b w:val="0"/>
          <w:bCs/>
          <w:sz w:val="28"/>
          <w:szCs w:val="28"/>
        </w:rPr>
        <w:t>笔，第</w:t>
      </w:r>
      <w:r>
        <w:rPr>
          <w:b w:val="0"/>
          <w:bCs/>
          <w:sz w:val="28"/>
          <w:szCs w:val="28"/>
        </w:rPr>
        <w:t>2</w:t>
      </w:r>
      <w:r>
        <w:rPr>
          <w:rFonts w:hint="eastAsia"/>
          <w:b w:val="0"/>
          <w:bCs/>
          <w:sz w:val="28"/>
          <w:szCs w:val="28"/>
        </w:rPr>
        <w:t>笔是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b w:val="0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“口”共有</w:t>
      </w: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       ）</w:t>
      </w:r>
      <w:r>
        <w:rPr>
          <w:rFonts w:hint="eastAsia"/>
          <w:b w:val="0"/>
          <w:bCs/>
          <w:sz w:val="28"/>
          <w:szCs w:val="28"/>
        </w:rPr>
        <w:t>笔，第</w:t>
      </w:r>
      <w:r>
        <w:rPr>
          <w:b w:val="0"/>
          <w:bCs/>
          <w:sz w:val="28"/>
          <w:szCs w:val="28"/>
        </w:rPr>
        <w:t>2</w:t>
      </w:r>
      <w:r>
        <w:rPr>
          <w:rFonts w:hint="eastAsia"/>
          <w:b w:val="0"/>
          <w:bCs/>
          <w:sz w:val="28"/>
          <w:szCs w:val="28"/>
        </w:rPr>
        <w:t>笔是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b w:val="0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“禾”共有</w:t>
      </w: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      ）</w:t>
      </w:r>
      <w:r>
        <w:rPr>
          <w:rFonts w:hint="eastAsia"/>
          <w:b w:val="0"/>
          <w:bCs/>
          <w:sz w:val="28"/>
          <w:szCs w:val="28"/>
        </w:rPr>
        <w:t>笔，第</w:t>
      </w:r>
      <w:r>
        <w:rPr>
          <w:b w:val="0"/>
          <w:bCs/>
          <w:sz w:val="28"/>
          <w:szCs w:val="28"/>
        </w:rPr>
        <w:t>2</w:t>
      </w:r>
      <w:r>
        <w:rPr>
          <w:rFonts w:hint="eastAsia"/>
          <w:b w:val="0"/>
          <w:bCs/>
          <w:sz w:val="28"/>
          <w:szCs w:val="28"/>
        </w:rPr>
        <w:t>笔是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/>
          <w:sz w:val="28"/>
          <w:szCs w:val="28"/>
        </w:rPr>
        <w:t>第</w:t>
      </w:r>
      <w:r>
        <w:rPr>
          <w:b w:val="0"/>
          <w:bCs/>
          <w:sz w:val="28"/>
          <w:szCs w:val="28"/>
        </w:rPr>
        <w:t>4</w:t>
      </w:r>
      <w:r>
        <w:rPr>
          <w:rFonts w:hint="eastAsia"/>
          <w:b w:val="0"/>
          <w:bCs/>
          <w:sz w:val="28"/>
          <w:szCs w:val="28"/>
        </w:rPr>
        <w:t>笔是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/>
          <w:sz w:val="28"/>
          <w:szCs w:val="28"/>
        </w:rPr>
        <w:t>。</w:t>
      </w:r>
    </w:p>
    <w:p>
      <w:pPr>
        <w:spacing w:line="340" w:lineRule="exact"/>
        <w:rPr>
          <w:rFonts w:hint="eastAsia" w:ascii="黑体" w:eastAsia="黑体"/>
          <w:sz w:val="24"/>
        </w:rPr>
      </w:pPr>
    </w:p>
    <w:p>
      <w:pPr>
        <w:spacing w:line="34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line="34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line="34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line="34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给下面的单韵母宝宝排排队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。</w:t>
      </w:r>
    </w:p>
    <w:p>
      <w:pPr>
        <w:spacing w:line="340" w:lineRule="exact"/>
        <w:jc w:val="left"/>
        <w:rPr>
          <w:rFonts w:hint="eastAsia" w:ascii="宋体" w:hAnsi="宋体" w:eastAsia="宋体" w:cs="宋体"/>
          <w:b/>
          <w:bCs/>
          <w:sz w:val="18"/>
          <w:szCs w:val="18"/>
        </w:rPr>
      </w:pPr>
    </w:p>
    <w:p>
      <w:pPr>
        <w:spacing w:line="360" w:lineRule="exact"/>
        <w:ind w:firstLine="1316" w:firstLineChars="298"/>
        <w:rPr>
          <w:rFonts w:ascii="黑体" w:hAnsi="宋体" w:eastAsia="黑体"/>
          <w:b/>
          <w:sz w:val="24"/>
        </w:rPr>
      </w:pPr>
      <w:r>
        <w:rPr>
          <w:rFonts w:ascii="黑体" w:hAnsi="宋体" w:eastAsia="黑体" w:cs="宋体"/>
          <w:b/>
          <w:sz w:val="44"/>
          <w:szCs w:val="44"/>
        </w:rPr>
        <w:t>o</w:t>
      </w:r>
      <w:r>
        <w:rPr>
          <w:rFonts w:hint="eastAsia" w:ascii="黑体" w:hAnsi="宋体" w:eastAsia="黑体" w:cs="宋体"/>
          <w:b/>
          <w:sz w:val="44"/>
          <w:szCs w:val="44"/>
          <w:lang w:val="en-US" w:eastAsia="zh-CN"/>
        </w:rPr>
        <w:t xml:space="preserve">   </w:t>
      </w:r>
      <w:r>
        <w:rPr>
          <w:rFonts w:hint="eastAsia" w:ascii="黑体" w:hAnsi="宋体" w:eastAsia="黑体" w:cs="宋体"/>
          <w:b/>
          <w:sz w:val="44"/>
          <w:szCs w:val="44"/>
        </w:rPr>
        <w:t>ɑ</w:t>
      </w:r>
      <w:r>
        <w:rPr>
          <w:rFonts w:ascii="黑体" w:hAnsi="宋体" w:eastAsia="黑体" w:cs="宋体"/>
          <w:b/>
          <w:sz w:val="44"/>
          <w:szCs w:val="44"/>
        </w:rPr>
        <w:t xml:space="preserve"> </w:t>
      </w:r>
      <w:r>
        <w:rPr>
          <w:rFonts w:hint="eastAsia" w:ascii="黑体" w:hAnsi="宋体" w:eastAsia="黑体" w:cs="宋体"/>
          <w:b/>
          <w:sz w:val="44"/>
          <w:szCs w:val="44"/>
          <w:lang w:val="en-US" w:eastAsia="zh-CN"/>
        </w:rPr>
        <w:t xml:space="preserve"> </w:t>
      </w:r>
      <w:r>
        <w:rPr>
          <w:rFonts w:ascii="黑体" w:hAnsi="宋体" w:eastAsia="黑体" w:cs="宋体"/>
          <w:b/>
          <w:sz w:val="44"/>
          <w:szCs w:val="44"/>
        </w:rPr>
        <w:t xml:space="preserve"> </w:t>
      </w:r>
      <w:r>
        <w:rPr>
          <w:rFonts w:hint="eastAsia" w:ascii="黑体" w:hAnsi="宋体" w:eastAsia="黑体" w:cs="宋体"/>
          <w:b/>
          <w:sz w:val="44"/>
          <w:szCs w:val="44"/>
        </w:rPr>
        <w:t>ü</w:t>
      </w:r>
      <w:r>
        <w:rPr>
          <w:rFonts w:ascii="黑体" w:hAnsi="宋体" w:eastAsia="黑体" w:cs="宋体"/>
          <w:b/>
          <w:sz w:val="44"/>
          <w:szCs w:val="44"/>
        </w:rPr>
        <w:t xml:space="preserve"> </w:t>
      </w:r>
      <w:r>
        <w:rPr>
          <w:rFonts w:hint="eastAsia" w:ascii="黑体" w:hAnsi="宋体" w:eastAsia="黑体" w:cs="宋体"/>
          <w:b/>
          <w:sz w:val="44"/>
          <w:szCs w:val="44"/>
          <w:lang w:val="en-US" w:eastAsia="zh-CN"/>
        </w:rPr>
        <w:t xml:space="preserve">  </w:t>
      </w:r>
      <w:r>
        <w:rPr>
          <w:rFonts w:ascii="黑体" w:hAnsi="宋体" w:eastAsia="黑体" w:cs="宋体"/>
          <w:b/>
          <w:sz w:val="44"/>
          <w:szCs w:val="44"/>
        </w:rPr>
        <w:t xml:space="preserve">e   u </w:t>
      </w:r>
      <w:r>
        <w:rPr>
          <w:rFonts w:hint="eastAsia" w:ascii="黑体" w:hAnsi="宋体" w:eastAsia="黑体" w:cs="宋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sz w:val="44"/>
          <w:szCs w:val="44"/>
        </w:rPr>
        <w:t>i</w:t>
      </w:r>
      <w:r>
        <w:rPr>
          <w:rFonts w:ascii="黑体" w:hAnsi="宋体" w:eastAsia="黑体" w:cs="宋体"/>
          <w:b/>
          <w:sz w:val="44"/>
          <w:szCs w:val="44"/>
        </w:rPr>
        <w:t xml:space="preserve">  </w:t>
      </w:r>
      <w:r>
        <w:rPr>
          <w:rFonts w:hint="eastAsia" w:ascii="黑体" w:hAnsi="宋体" w:eastAsia="黑体" w:cs="宋体"/>
          <w:b/>
          <w:sz w:val="44"/>
          <w:szCs w:val="44"/>
          <w:lang w:val="en-US" w:eastAsia="zh-CN"/>
        </w:rPr>
        <w:t xml:space="preserve">   </w:t>
      </w:r>
    </w:p>
    <w:p>
      <w:pPr>
        <w:spacing w:line="360" w:lineRule="exact"/>
        <w:rPr>
          <w:rFonts w:ascii="黑体" w:eastAsia="黑体"/>
          <w:sz w:val="24"/>
        </w:rPr>
      </w:pPr>
      <w:r>
        <w:pict>
          <v:shape id="图片 5" o:spid="_x0000_s1034" o:spt="75" alt="图1-0" type="#_x0000_t75" style="position:absolute;left:0pt;margin-left:45pt;margin-top:3.6pt;height:42.8pt;width:269pt;z-index:-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spacing w:line="360" w:lineRule="exact"/>
        <w:rPr>
          <w:rFonts w:ascii="黑体" w:eastAsia="黑体"/>
          <w:sz w:val="24"/>
        </w:rPr>
      </w:pPr>
    </w:p>
    <w:p>
      <w:pPr>
        <w:spacing w:line="360" w:lineRule="exact"/>
        <w:rPr>
          <w:rFonts w:ascii="黑体" w:eastAsia="黑体"/>
          <w:sz w:val="24"/>
        </w:rPr>
      </w:pPr>
    </w:p>
    <w:p>
      <w:pPr>
        <w:spacing w:line="420" w:lineRule="exact"/>
        <w:jc w:val="left"/>
        <w:rPr>
          <w:rFonts w:hint="eastAsia" w:ascii="宋体" w:hAnsi="宋体" w:eastAsia="宋体" w:cs="宋体"/>
          <w:b/>
          <w:bCs/>
          <w:spacing w:val="-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书艺展台。请小朋友抄写下面的字，注意写字的姿势。</w:t>
      </w:r>
    </w:p>
    <w:p>
      <w:pPr>
        <w:spacing w:line="500" w:lineRule="exact"/>
        <w:rPr>
          <w:rFonts w:ascii="宋体" w:cs="宋体"/>
          <w:b/>
          <w:sz w:val="24"/>
        </w:rPr>
      </w:pPr>
      <w:r>
        <w:pict>
          <v:group id="_x0000_s1037" o:spid="_x0000_s1037" o:spt="203" style="position:absolute;left:0pt;margin-left:18pt;margin-top:15pt;height:84.55pt;width:378.45pt;z-index:251670528;mso-width-relative:page;mso-height-relative:page;" coordorigin="1778,8179" coordsize="7569,1691">
            <o:lock v:ext="edit"/>
            <v:group id="_x0000_s1038" o:spid="_x0000_s1038" o:spt="203" style="position:absolute;left:1778;top:8179;height:1691;width:1629;" coordorigin="1778,3879" coordsize="1629,1691">
              <o:lock v:ext="edit"/>
              <v:group id="_x0000_s1039" o:spid="_x0000_s1039" o:spt="203" style="position:absolute;left:1778;top:3879;height:767;width:1629;" coordorigin="1778,3879" coordsize="1629,767">
                <o:lock v:ext="edit"/>
                <v:group id="_x0000_s1040" o:spid="_x0000_s1040" o:spt="203" style="position:absolute;left:1778;top:3879;height:767;width:731;" coordorigin="2858,10467" coordsize="731,767">
                  <o:lock v:ext="edit"/>
                  <v:group id="_x0000_s1041" o:spid="_x0000_s1041" o:spt="203" style="position:absolute;left:2858;top:10467;height:767;width:731;" coordorigin="2850,8230" coordsize="731,767">
                    <o:lock v:ext="edit"/>
                    <v:rect id="_x0000_s1042" o:spid="_x0000_s1042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043" o:spid="_x0000_s1043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044" o:spid="_x0000_s1044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045" o:spid="_x0000_s1045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上</w:t>
                          </w:r>
                        </w:p>
                      </w:txbxContent>
                    </v:textbox>
                  </v:shape>
                </v:group>
                <v:group id="_x0000_s1046" o:spid="_x0000_s1046" o:spt="203" style="position:absolute;left:2676;top:3879;height:767;width:731;" coordorigin="2850,8230" coordsize="731,767">
                  <o:lock v:ext="edit"/>
                  <v:rect id="_x0000_s1047" o:spid="_x0000_s1047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048" o:spid="_x0000_s1048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049" o:spid="_x0000_s1049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  <v:group id="_x0000_s1050" o:spid="_x0000_s1050" o:spt="203" style="position:absolute;left:1778;top:4803;height:767;width:1629;" coordorigin="1778,3879" coordsize="1629,767">
                <o:lock v:ext="edit"/>
                <v:group id="_x0000_s1051" o:spid="_x0000_s1051" o:spt="203" style="position:absolute;left:1778;top:3879;height:767;width:731;" coordorigin="2858,10467" coordsize="731,767">
                  <o:lock v:ext="edit"/>
                  <v:group id="_x0000_s1052" o:spid="_x0000_s1052" o:spt="203" style="position:absolute;left:2858;top:10467;height:767;width:731;" coordorigin="2850,8230" coordsize="731,767">
                    <o:lock v:ext="edit"/>
                    <v:rect id="_x0000_s1053" o:spid="_x0000_s1053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054" o:spid="_x0000_s1054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055" o:spid="_x0000_s1055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056" o:spid="_x0000_s1056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禾</w:t>
                          </w:r>
                        </w:p>
                      </w:txbxContent>
                    </v:textbox>
                  </v:shape>
                </v:group>
                <v:group id="_x0000_s1057" o:spid="_x0000_s1057" o:spt="203" style="position:absolute;left:2676;top:3879;height:767;width:731;" coordorigin="2850,8230" coordsize="731,767">
                  <o:lock v:ext="edit"/>
                  <v:rect id="_x0000_s1058" o:spid="_x0000_s1058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059" o:spid="_x0000_s1059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060" o:spid="_x0000_s1060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</v:group>
            <v:group id="_x0000_s1061" o:spid="_x0000_s1061" o:spt="203" style="position:absolute;left:3758;top:8179;height:1691;width:1629;" coordorigin="1778,3879" coordsize="1629,1691">
              <o:lock v:ext="edit"/>
              <v:group id="_x0000_s1062" o:spid="_x0000_s1062" o:spt="203" style="position:absolute;left:1778;top:3879;height:767;width:1629;" coordorigin="1778,3879" coordsize="1629,767">
                <o:lock v:ext="edit"/>
                <v:group id="_x0000_s1063" o:spid="_x0000_s1063" o:spt="203" style="position:absolute;left:1778;top:3879;height:767;width:731;" coordorigin="2858,10467" coordsize="731,767">
                  <o:lock v:ext="edit"/>
                  <v:group id="_x0000_s1064" o:spid="_x0000_s1064" o:spt="203" style="position:absolute;left:2858;top:10467;height:767;width:731;" coordorigin="2850,8230" coordsize="731,767">
                    <o:lock v:ext="edit"/>
                    <v:rect id="_x0000_s1065" o:spid="_x0000_s1065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066" o:spid="_x0000_s1066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067" o:spid="_x0000_s1067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068" o:spid="_x0000_s1068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eastAsia="汉鼎简中楷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手</w:t>
                          </w:r>
                        </w:p>
                      </w:txbxContent>
                    </v:textbox>
                  </v:shape>
                </v:group>
                <v:group id="_x0000_s1069" o:spid="_x0000_s1069" o:spt="203" style="position:absolute;left:2676;top:3879;height:767;width:731;" coordorigin="2850,8230" coordsize="731,767">
                  <o:lock v:ext="edit"/>
                  <v:rect id="_x0000_s1070" o:spid="_x0000_s1070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071" o:spid="_x0000_s1071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072" o:spid="_x0000_s1072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  <v:group id="_x0000_s1073" o:spid="_x0000_s1073" o:spt="203" style="position:absolute;left:1778;top:4803;height:767;width:1629;" coordorigin="1778,3879" coordsize="1629,767">
                <o:lock v:ext="edit"/>
                <v:group id="_x0000_s1074" o:spid="_x0000_s1074" o:spt="203" style="position:absolute;left:1778;top:3879;height:767;width:731;" coordorigin="2858,10467" coordsize="731,767">
                  <o:lock v:ext="edit"/>
                  <v:group id="_x0000_s1075" o:spid="_x0000_s1075" o:spt="203" style="position:absolute;left:2858;top:10467;height:767;width:731;" coordorigin="2850,8230" coordsize="731,767">
                    <o:lock v:ext="edit"/>
                    <v:rect id="_x0000_s1076" o:spid="_x0000_s1076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077" o:spid="_x0000_s1077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078" o:spid="_x0000_s1078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079" o:spid="_x0000_s1079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云</w:t>
                          </w:r>
                        </w:p>
                      </w:txbxContent>
                    </v:textbox>
                  </v:shape>
                </v:group>
                <v:group id="_x0000_s1080" o:spid="_x0000_s1080" o:spt="203" style="position:absolute;left:2676;top:3879;height:767;width:731;" coordorigin="2850,8230" coordsize="731,767">
                  <o:lock v:ext="edit"/>
                  <v:rect id="_x0000_s1081" o:spid="_x0000_s1081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082" o:spid="_x0000_s1082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083" o:spid="_x0000_s1083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</v:group>
            <v:group id="_x0000_s1084" o:spid="_x0000_s1084" o:spt="203" style="position:absolute;left:5738;top:8179;height:1691;width:1629;" coordorigin="1778,3879" coordsize="1629,1691">
              <o:lock v:ext="edit"/>
              <v:group id="_x0000_s1085" o:spid="_x0000_s1085" o:spt="203" style="position:absolute;left:1778;top:3879;height:767;width:1629;" coordorigin="1778,3879" coordsize="1629,767">
                <o:lock v:ext="edit"/>
                <v:group id="_x0000_s1086" o:spid="_x0000_s1086" o:spt="203" style="position:absolute;left:1778;top:3879;height:767;width:731;" coordorigin="2858,10467" coordsize="731,767">
                  <o:lock v:ext="edit"/>
                  <v:group id="_x0000_s1087" o:spid="_x0000_s1087" o:spt="203" style="position:absolute;left:2858;top:10467;height:767;width:731;" coordorigin="2850,8230" coordsize="731,767">
                    <o:lock v:ext="edit"/>
                    <v:rect id="_x0000_s1088" o:spid="_x0000_s1088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089" o:spid="_x0000_s1089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090" o:spid="_x0000_s1090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091" o:spid="_x0000_s1091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eastAsia="汉鼎简中楷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耳</w:t>
                          </w:r>
                        </w:p>
                      </w:txbxContent>
                    </v:textbox>
                  </v:shape>
                </v:group>
                <v:group id="_x0000_s1092" o:spid="_x0000_s1092" o:spt="203" style="position:absolute;left:2676;top:3879;height:767;width:731;" coordorigin="2850,8230" coordsize="731,767">
                  <o:lock v:ext="edit"/>
                  <v:rect id="_x0000_s1093" o:spid="_x0000_s1093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094" o:spid="_x0000_s1094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095" o:spid="_x0000_s1095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  <v:group id="_x0000_s1096" o:spid="_x0000_s1096" o:spt="203" style="position:absolute;left:1778;top:4803;height:767;width:1629;" coordorigin="1778,3879" coordsize="1629,767">
                <o:lock v:ext="edit"/>
                <v:group id="_x0000_s1097" o:spid="_x0000_s1097" o:spt="203" style="position:absolute;left:1778;top:3879;height:767;width:731;" coordorigin="2858,10467" coordsize="731,767">
                  <o:lock v:ext="edit"/>
                  <v:group id="_x0000_s1098" o:spid="_x0000_s1098" o:spt="203" style="position:absolute;left:2858;top:10467;height:767;width:731;" coordorigin="2850,8230" coordsize="731,767">
                    <o:lock v:ext="edit"/>
                    <v:rect id="_x0000_s1099" o:spid="_x0000_s1099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100" o:spid="_x0000_s1100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101" o:spid="_x0000_s1101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102" o:spid="_x0000_s1102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eastAsia="汉鼎简中楷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虫</w:t>
                          </w:r>
                        </w:p>
                      </w:txbxContent>
                    </v:textbox>
                  </v:shape>
                </v:group>
                <v:group id="_x0000_s1103" o:spid="_x0000_s1103" o:spt="203" style="position:absolute;left:2676;top:3879;height:767;width:731;" coordorigin="2850,8230" coordsize="731,767">
                  <o:lock v:ext="edit"/>
                  <v:rect id="_x0000_s1104" o:spid="_x0000_s1104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105" o:spid="_x0000_s1105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106" o:spid="_x0000_s1106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</v:group>
            <v:group id="_x0000_s1107" o:spid="_x0000_s1107" o:spt="203" style="position:absolute;left:7718;top:8179;height:1691;width:1629;" coordorigin="1778,3879" coordsize="1629,1691">
              <o:lock v:ext="edit"/>
              <v:group id="_x0000_s1108" o:spid="_x0000_s1108" o:spt="203" style="position:absolute;left:1778;top:3879;height:767;width:1629;" coordorigin="1778,3879" coordsize="1629,767">
                <o:lock v:ext="edit"/>
                <v:group id="_x0000_s1109" o:spid="_x0000_s1109" o:spt="203" style="position:absolute;left:1778;top:3879;height:767;width:731;" coordorigin="2858,10467" coordsize="731,767">
                  <o:lock v:ext="edit"/>
                  <v:group id="_x0000_s1110" o:spid="_x0000_s1110" o:spt="203" style="position:absolute;left:2858;top:10467;height:767;width:731;" coordorigin="2850,8230" coordsize="731,767">
                    <o:lock v:ext="edit"/>
                    <v:rect id="_x0000_s1111" o:spid="_x0000_s1111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112" o:spid="_x0000_s1112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113" o:spid="_x0000_s1113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114" o:spid="_x0000_s1114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火</w:t>
                          </w:r>
                        </w:p>
                      </w:txbxContent>
                    </v:textbox>
                  </v:shape>
                </v:group>
                <v:group id="_x0000_s1115" o:spid="_x0000_s1115" o:spt="203" style="position:absolute;left:2676;top:3879;height:767;width:731;" coordorigin="2850,8230" coordsize="731,767">
                  <o:lock v:ext="edit"/>
                  <v:rect id="_x0000_s1116" o:spid="_x0000_s1116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117" o:spid="_x0000_s1117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118" o:spid="_x0000_s1118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  <v:group id="_x0000_s1119" o:spid="_x0000_s1119" o:spt="203" style="position:absolute;left:1778;top:4803;height:767;width:1629;" coordorigin="1778,3879" coordsize="1629,767">
                <o:lock v:ext="edit"/>
                <v:group id="_x0000_s1120" o:spid="_x0000_s1120" o:spt="203" style="position:absolute;left:1778;top:3879;height:767;width:731;" coordorigin="2858,10467" coordsize="731,767">
                  <o:lock v:ext="edit"/>
                  <v:group id="_x0000_s1121" o:spid="_x0000_s1121" o:spt="203" style="position:absolute;left:2858;top:10467;height:767;width:731;" coordorigin="2850,8230" coordsize="731,767">
                    <o:lock v:ext="edit"/>
                    <v:rect id="_x0000_s1122" o:spid="_x0000_s1122" o:spt="1" style="position:absolute;left:2853;top:8230;height:750;width:728;" coordsize="21600,21600">
                      <v:path/>
                      <v:fill focussize="0,0"/>
                      <v:stroke weight="1pt"/>
                      <v:imagedata o:title=""/>
                      <o:lock v:ext="edit"/>
                    </v:rect>
                    <v:line id="_x0000_s1123" o:spid="_x0000_s1123" o:spt="20" style="position:absolute;left:2850;top:8595;height:0;width:728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  <v:line id="_x0000_s1124" o:spid="_x0000_s1124" o:spt="20" style="position:absolute;left:3202;top:8247;height:750;width:0;" coordsize="21600,21600">
                      <v:path arrowok="t"/>
                      <v:fill focussize="0,0"/>
                      <v:stroke dashstyle="1 1"/>
                      <v:imagedata o:title=""/>
                      <o:lock v:ext="edit"/>
                    </v:line>
                  </v:group>
                  <v:shape id="_x0000_s1125" o:spid="_x0000_s1125" o:spt="202" type="#_x0000_t202" style="position:absolute;left:2996;top:10651;height:410;width:470;" stroked="t" coordsize="21600,21600">
                    <v:path/>
                    <v:fill focussize="0,0"/>
                    <v:stroke weight="0.25pt" color="#FFFFF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pacing w:line="400" w:lineRule="exact"/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44"/>
                              <w:szCs w:val="44"/>
                            </w:rPr>
                            <w:t>目</w:t>
                          </w:r>
                        </w:p>
                      </w:txbxContent>
                    </v:textbox>
                  </v:shape>
                </v:group>
                <v:group id="_x0000_s1126" o:spid="_x0000_s1126" o:spt="203" style="position:absolute;left:2676;top:3879;height:767;width:731;" coordorigin="2850,8230" coordsize="731,767">
                  <o:lock v:ext="edit"/>
                  <v:rect id="_x0000_s1127" o:spid="_x0000_s1127" o:spt="1" style="position:absolute;left:2853;top:8230;height:750;width:728;" coordsize="21600,21600">
                    <v:path/>
                    <v:fill focussize="0,0"/>
                    <v:stroke weight="1pt"/>
                    <v:imagedata o:title=""/>
                    <o:lock v:ext="edit"/>
                  </v:rect>
                  <v:line id="_x0000_s1128" o:spid="_x0000_s1128" o:spt="20" style="position:absolute;left:2850;top:8595;height:0;width:728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  <v:line id="_x0000_s1129" o:spid="_x0000_s1129" o:spt="20" style="position:absolute;left:3202;top:8247;height:750;width:0;" coordsize="21600,21600">
                    <v:path arrowok="t"/>
                    <v:fill focussize="0,0"/>
                    <v:stroke dashstyle="1 1"/>
                    <v:imagedata o:title=""/>
                    <o:lock v:ext="edit"/>
                  </v:line>
                </v:group>
              </v:group>
            </v:group>
          </v:group>
        </w:pict>
      </w:r>
    </w:p>
    <w:p>
      <w:pPr>
        <w:spacing w:line="500" w:lineRule="exact"/>
        <w:rPr>
          <w:rFonts w:ascii="宋体" w:cs="宋体"/>
          <w:b/>
          <w:sz w:val="24"/>
        </w:rPr>
      </w:pPr>
    </w:p>
    <w:p>
      <w:pPr>
        <w:spacing w:line="300" w:lineRule="exact"/>
        <w:rPr>
          <w:rFonts w:ascii="宋体" w:cs="宋体"/>
          <w:b/>
          <w:spacing w:val="-2"/>
          <w:sz w:val="24"/>
        </w:rPr>
      </w:pPr>
    </w:p>
    <w:p>
      <w:pPr>
        <w:spacing w:line="300" w:lineRule="exact"/>
        <w:rPr>
          <w:rFonts w:ascii="宋体" w:cs="宋体"/>
          <w:b/>
          <w:spacing w:val="-2"/>
          <w:sz w:val="24"/>
        </w:rPr>
      </w:pPr>
    </w:p>
    <w:p>
      <w:pPr>
        <w:spacing w:line="300" w:lineRule="exact"/>
        <w:rPr>
          <w:rFonts w:ascii="宋体" w:cs="宋体"/>
          <w:b/>
          <w:spacing w:val="-2"/>
          <w:sz w:val="24"/>
        </w:rPr>
      </w:pP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六、</w:t>
      </w:r>
      <w:r>
        <w:rPr>
          <w:rFonts w:hint="eastAsia"/>
          <w:b/>
          <w:sz w:val="28"/>
          <w:szCs w:val="28"/>
        </w:rPr>
        <w:t>加一笔，变新字。</w:t>
      </w:r>
    </w:p>
    <w:p>
      <w:pPr>
        <w:spacing w:line="340" w:lineRule="exact"/>
        <w:rPr>
          <w:b/>
          <w:sz w:val="28"/>
          <w:szCs w:val="28"/>
        </w:rPr>
      </w:pP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sz w:val="28"/>
          <w:szCs w:val="28"/>
        </w:rPr>
        <w:t>例如：日→目</w:t>
      </w:r>
    </w:p>
    <w:p>
      <w:pPr>
        <w:spacing w:line="340" w:lineRule="exact"/>
        <w:rPr>
          <w:b/>
          <w:sz w:val="28"/>
          <w:szCs w:val="28"/>
        </w:rPr>
      </w:pPr>
      <w:r>
        <w:pict>
          <v:shape id="_x0000_s1130" o:spid="_x0000_s1130" o:spt="75" type="#_x0000_t75" style="position:absolute;left:0pt;margin-left:284.25pt;margin-top:1.25pt;height:44.25pt;width:51.75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pict>
          <v:shape id="_x0000_s1131" o:spid="_x0000_s1131" o:spt="75" type="#_x0000_t75" style="position:absolute;left:0pt;margin-left:164.25pt;margin-top:1.25pt;height:44.25pt;width:51.7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pict>
          <v:shape id="_x0000_s1132" o:spid="_x0000_s1132" o:spt="75" type="#_x0000_t75" style="position:absolute;left:0pt;margin-left:46.5pt;margin-top:2pt;height:44.25pt;width:51.7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sz w:val="28"/>
          <w:szCs w:val="28"/>
        </w:rPr>
        <w:t>木→</w:t>
      </w:r>
      <w:r>
        <w:rPr>
          <w:b/>
          <w:sz w:val="28"/>
          <w:szCs w:val="28"/>
        </w:rPr>
        <w:t xml:space="preserve">      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一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→</w:t>
      </w:r>
      <w:r>
        <w:rPr>
          <w:b/>
          <w:sz w:val="28"/>
          <w:szCs w:val="28"/>
        </w:rPr>
        <w:t xml:space="preserve">        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口→</w:t>
      </w:r>
    </w:p>
    <w:p>
      <w:pPr>
        <w:spacing w:line="340" w:lineRule="exact"/>
        <w:rPr>
          <w:rFonts w:ascii="黑体" w:eastAsia="黑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/>
          <w:sz w:val="28"/>
          <w:szCs w:val="28"/>
        </w:rPr>
        <w:t>、认一认，读一读，再自己写一个。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/>
          <w:b w:val="0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</w:rPr>
        <w:t>天（天地）（天下）（</w:t>
      </w:r>
      <w:r>
        <w:rPr>
          <w:rFonts w:ascii="宋体" w:hAnsi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宋体" w:hAnsi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</w:rPr>
        <w:t>手（手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心</w:t>
      </w:r>
      <w:r>
        <w:rPr>
          <w:rFonts w:hint="eastAsia" w:ascii="宋体" w:hAnsi="宋体"/>
          <w:b w:val="0"/>
          <w:bCs/>
          <w:sz w:val="28"/>
          <w:szCs w:val="28"/>
        </w:rPr>
        <w:t>）（手足）（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宋体" w:hAnsi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</w:rPr>
        <w:t>山（火山）（山上）（</w:t>
      </w:r>
      <w:r>
        <w:rPr>
          <w:rFonts w:ascii="宋体" w:hAnsi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宋体" w:hAnsi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</w:rPr>
        <w:t>云（乌云）（云朵）（</w:t>
      </w:r>
      <w:r>
        <w:rPr>
          <w:rFonts w:ascii="宋体" w:hAnsi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</w:rPr>
        <w:t>火（火光）（火灾）（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</w:rPr>
        <w:t>日（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一日</w:t>
      </w:r>
      <w:r>
        <w:rPr>
          <w:rFonts w:hint="eastAsia" w:ascii="宋体" w:hAnsi="宋体"/>
          <w:b w:val="0"/>
          <w:bCs/>
          <w:sz w:val="28"/>
          <w:szCs w:val="28"/>
        </w:rPr>
        <w:t>）（日子）（</w:t>
      </w:r>
      <w:r>
        <w:rPr>
          <w:rFonts w:ascii="宋体" w:hAnsi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b/>
          <w:sz w:val="28"/>
          <w:szCs w:val="28"/>
        </w:rPr>
      </w:pPr>
      <w:r>
        <w:pict>
          <v:shape id="_x0000_s1133" o:spid="_x0000_s1133" o:spt="75" type="#_x0000_t75" style="position:absolute;left:0pt;margin-left:332.25pt;margin-top:25pt;height:54pt;width:45.75pt;z-index:-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34" o:spid="_x0000_s1134" o:spt="75" type="#_x0000_t75" style="position:absolute;left:0pt;margin-left:261pt;margin-top:24.25pt;height:54pt;width:45.75pt;z-index:-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35" o:spid="_x0000_s1135" o:spt="75" type="#_x0000_t75" style="position:absolute;left:0pt;margin-left:194.25pt;margin-top:23.5pt;height:54pt;width:45.75pt;z-index:-25163468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36" o:spid="_x0000_s1136" o:spt="75" type="#_x0000_t75" style="position:absolute;left:0pt;margin-left:135pt;margin-top:27.25pt;height:54pt;width:45.75pt;z-index:-25163571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45" o:spid="_x0000_s1145" o:spt="75" type="#_x0000_t75" style="position:absolute;left:0pt;margin-left:69pt;margin-top:24.25pt;height:54pt;width:45.75pt;z-index:-2515804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44" o:spid="_x0000_s1144" o:spt="75" type="#_x0000_t75" style="position:absolute;left:0pt;margin-left:1.5pt;margin-top:25.75pt;height:54pt;width:45.75pt;z-index:-25160396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hint="eastAsia"/>
          <w:b/>
          <w:sz w:val="28"/>
          <w:szCs w:val="28"/>
          <w:lang w:val="en-US" w:eastAsia="zh-CN"/>
        </w:rPr>
        <w:t>八、</w:t>
      </w:r>
      <w:r>
        <w:rPr>
          <w:rFonts w:hint="eastAsia"/>
          <w:b/>
          <w:sz w:val="28"/>
          <w:szCs w:val="28"/>
        </w:rPr>
        <w:t>手拉手找朋友，</w:t>
      </w:r>
      <w:r>
        <w:rPr>
          <w:rFonts w:hint="eastAsia"/>
          <w:b/>
          <w:sz w:val="28"/>
          <w:szCs w:val="28"/>
          <w:lang w:val="en-US" w:eastAsia="zh-CN"/>
        </w:rPr>
        <w:t>将他们</w:t>
      </w:r>
      <w:r>
        <w:rPr>
          <w:rFonts w:hint="eastAsia"/>
          <w:b/>
          <w:sz w:val="28"/>
          <w:szCs w:val="28"/>
        </w:rPr>
        <w:t>组成词语。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/>
          <w:sz w:val="28"/>
          <w:szCs w:val="28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/>
          <w:sz w:val="28"/>
          <w:szCs w:val="28"/>
        </w:rPr>
        <w:tab/>
      </w:r>
      <w:r>
        <w:rPr>
          <w:rFonts w:asci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人</w:t>
      </w:r>
      <w:r>
        <w:rPr>
          <w:rFonts w:ascii="宋体"/>
          <w:sz w:val="28"/>
          <w:szCs w:val="28"/>
        </w:rPr>
        <w:tab/>
      </w:r>
      <w:r>
        <w:rPr>
          <w:rFonts w:asci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下</w:t>
      </w:r>
      <w:r>
        <w:rPr>
          <w:rFonts w:asci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asci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手</w:t>
      </w:r>
      <w:r>
        <w:rPr>
          <w:rFonts w:asci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8"/>
          <w:szCs w:val="28"/>
        </w:rPr>
      </w:pPr>
      <w:r>
        <w:pict>
          <v:shape id="_x0000_s1137" o:spid="_x0000_s1137" o:spt="75" type="#_x0000_t75" style="position:absolute;left:0pt;margin-left:333pt;margin-top:3.5pt;height:54pt;width:45.75pt;z-index:-25162752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38" o:spid="_x0000_s1138" o:spt="75" type="#_x0000_t75" style="position:absolute;left:0pt;margin-left:259.5pt;margin-top:3.5pt;height:54pt;width:45.75pt;z-index:-25162854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39" o:spid="_x0000_s1139" o:spt="75" type="#_x0000_t75" style="position:absolute;left:0pt;margin-left:201pt;margin-top:3.5pt;height:54pt;width:45.75pt;z-index:-25162956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40" o:spid="_x0000_s1140" o:spt="75" type="#_x0000_t75" style="position:absolute;left:0pt;margin-left:134.7pt;margin-top:3.25pt;height:54pt;width:45.75pt;z-index:-25163059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41" o:spid="_x0000_s1141" o:spt="75" type="#_x0000_t75" style="position:absolute;left:0pt;margin-left:67.95pt;margin-top:7pt;height:54pt;width:45.75pt;z-index:-2516316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142" o:spid="_x0000_s1142" o:spt="75" type="#_x0000_t75" style="position:absolute;left:0pt;margin-left:0.45pt;margin-top:5.5pt;height:54pt;width:45.75pt;z-index:-25163264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口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山</w:t>
      </w:r>
    </w:p>
    <w:p>
      <w:pPr>
        <w:spacing w:line="360" w:lineRule="auto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  <w:pict>
          <v:shape id="_x0000_s1147" o:spid="_x0000_s1147" o:spt="75" alt="p22_b" type="#_x0000_t75" style="position:absolute;left:0pt;margin-left:36pt;margin-top:-0.95pt;height:72.6pt;width:55.55pt;mso-wrap-distance-bottom:0pt;mso-wrap-distance-left:9pt;mso-wrap-distance-right:9pt;mso-wrap-distance-top:0pt;z-index:251737088;mso-width-relative:page;mso-height-relative:page;" filled="f" o:preferrelative="t" stroked="f" coordsize="21600,21600">
            <v:path/>
            <v:fill on="f" focussize="0,0"/>
            <v:stroke on="f"/>
            <v:imagedata r:id="rId14" o:title="p22_b"/>
            <o:lock v:ext="edit" aspectratio="t"/>
            <w10:wrap type="square"/>
          </v:shape>
        </w:pict>
      </w:r>
      <w:r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  <w:t xml:space="preserve">                         拼  读  作 业</w:t>
      </w:r>
    </w:p>
    <w:p>
      <w:pPr>
        <w:spacing w:line="360" w:lineRule="exact"/>
        <w:rPr>
          <w:rFonts w:hint="eastAsia" w:asci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eastAsia="黑体"/>
          <w:b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亲爱的孩子，每天起来拼一拼他们，争取每天进步一点点！</w:t>
      </w:r>
    </w:p>
    <w:p>
      <w:pPr>
        <w:spacing w:line="360" w:lineRule="exact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pict>
          <v:shape id="_x0000_s1148" o:spid="_x0000_s1148" o:spt="75" alt="u359455670_13a8833d17eg86_blog" type="#_x0000_t75" style="position:absolute;left:0pt;margin-left:45.75pt;margin-top:11.8pt;height:265.55pt;width:326.65pt;mso-wrap-distance-bottom:0pt;mso-wrap-distance-top:0pt;z-index:251738112;mso-width-relative:page;mso-height-relative:page;" filled="f" o:preferrelative="t" stroked="f" coordsize="21600,21600">
            <v:path/>
            <v:fill on="f" focussize="0,0"/>
            <v:stroke on="f"/>
            <v:imagedata r:id="rId15" o:title="u359455670_13a8833d17eg86_blog"/>
            <o:lock v:ext="edit" aspectratio="t"/>
            <w10:wrap type="topAndBottom"/>
          </v:shape>
        </w:pict>
      </w:r>
    </w:p>
    <w:p>
      <w:pPr>
        <w:spacing w:line="240" w:lineRule="auto"/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pict>
          <v:shape id="_x0000_s1149" o:spid="_x0000_s1149" o:spt="75" alt="0b55b319ebc4b745029e34eac9fc1e178b8215c7" type="#_x0000_t75" style="position:absolute;left:0pt;margin-left:3.75pt;margin-top:7.05pt;height:66.7pt;width:91.95pt;mso-wrap-distance-bottom:0pt;mso-wrap-distance-left:9pt;mso-wrap-distance-right:9pt;mso-wrap-distance-top:0pt;z-index:251739136;mso-width-relative:page;mso-height-relative:page;" filled="f" o:preferrelative="t" stroked="f" coordsize="21600,21600">
            <v:path/>
            <v:fill on="f" focussize="0,0"/>
            <v:stroke on="f"/>
            <v:imagedata r:id="rId16" o:title="0b55b319ebc4b745029e34eac9fc1e178b8215c7"/>
            <o:lock v:ext="edit" aspectratio="t"/>
            <w10:wrap type="square"/>
          </v:shape>
        </w:pict>
      </w:r>
    </w:p>
    <w:p>
      <w:pPr>
        <w:spacing w:line="240" w:lineRule="auto"/>
        <w:rPr>
          <w:rFonts w:ascii="黑体" w:eastAsia="黑体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40"/>
          <w:szCs w:val="40"/>
          <w:lang w:val="en-US" w:eastAsia="zh-CN"/>
        </w:rPr>
        <w:t>背  诵  作 业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4290"/>
        <w:gridCol w:w="1590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>
            <w:pPr>
              <w:spacing w:line="460" w:lineRule="exact"/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90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内        容</w:t>
            </w:r>
          </w:p>
        </w:tc>
        <w:tc>
          <w:tcPr>
            <w:tcW w:w="1590" w:type="dxa"/>
          </w:tcPr>
          <w:p>
            <w:pPr>
              <w:spacing w:line="460" w:lineRule="exact"/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背诵日期</w:t>
            </w:r>
          </w:p>
        </w:tc>
        <w:tc>
          <w:tcPr>
            <w:tcW w:w="1844" w:type="dxa"/>
          </w:tcPr>
          <w:p>
            <w:pPr>
              <w:spacing w:line="460" w:lineRule="exact"/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290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一去二三里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一去二三里，烟村四五家。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亭台六七座，八九十枝花。</w:t>
            </w:r>
          </w:p>
        </w:tc>
        <w:tc>
          <w:tcPr>
            <w:tcW w:w="1590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44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290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咏鹅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 xml:space="preserve"> 骆宾王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鹅，鹅，鹅，曲项向天歌，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白毛浮绿水，红掌拨清波。</w:t>
            </w:r>
          </w:p>
        </w:tc>
        <w:tc>
          <w:tcPr>
            <w:tcW w:w="1590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44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90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静夜思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 xml:space="preserve"> 唐 李白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床前明月光，疑是地上霜。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举头望明月，低头思故乡。</w:t>
            </w:r>
          </w:p>
        </w:tc>
        <w:tc>
          <w:tcPr>
            <w:tcW w:w="1590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44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290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标调歌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ɑ 的头上戴小帽，读音不同要记牢。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楷体" w:hAnsi="楷体" w:eastAsia="楷体" w:cs="楷体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一声平，二声扬，三声拐弯四声降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。</w:t>
            </w:r>
          </w:p>
        </w:tc>
        <w:tc>
          <w:tcPr>
            <w:tcW w:w="1590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44" w:type="dxa"/>
          </w:tcPr>
          <w:p>
            <w:pPr>
              <w:spacing w:line="460" w:lineRule="exact"/>
              <w:jc w:val="center"/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</w:tbl>
    <w:p>
      <w:pPr>
        <w:spacing w:line="460" w:lineRule="exact"/>
        <w:jc w:val="both"/>
        <w:rPr>
          <w:rFonts w:hint="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鼎简中楷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微软雅黑" w:hAnsi="微软雅黑" w:eastAsia="微软雅黑" w:cs="微软雅黑"/>
        <w:sz w:val="21"/>
        <w:szCs w:val="32"/>
        <w:lang w:val="en-US" w:eastAsia="zh-CN"/>
      </w:rPr>
    </w:pPr>
  </w:p>
  <w:p>
    <w:pPr>
      <w:pStyle w:val="3"/>
      <w:rPr>
        <w:rFonts w:hint="eastAsia" w:ascii="微软雅黑" w:hAnsi="微软雅黑" w:eastAsia="微软雅黑" w:cs="微软雅黑"/>
        <w:sz w:val="21"/>
        <w:szCs w:val="3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C1E77"/>
    <w:rsid w:val="000D65D6"/>
    <w:rsid w:val="00182CE3"/>
    <w:rsid w:val="0025788F"/>
    <w:rsid w:val="00311AE1"/>
    <w:rsid w:val="00323B43"/>
    <w:rsid w:val="003D37D8"/>
    <w:rsid w:val="00426133"/>
    <w:rsid w:val="004358AB"/>
    <w:rsid w:val="0045512D"/>
    <w:rsid w:val="004708C9"/>
    <w:rsid w:val="00491CE0"/>
    <w:rsid w:val="004D1F87"/>
    <w:rsid w:val="0055594D"/>
    <w:rsid w:val="006968CF"/>
    <w:rsid w:val="00722452"/>
    <w:rsid w:val="0074624B"/>
    <w:rsid w:val="008B7726"/>
    <w:rsid w:val="009F4351"/>
    <w:rsid w:val="00AE495C"/>
    <w:rsid w:val="00BB60AA"/>
    <w:rsid w:val="00CB0A0F"/>
    <w:rsid w:val="00D31D50"/>
    <w:rsid w:val="00E0651D"/>
    <w:rsid w:val="00FB6BAB"/>
    <w:rsid w:val="00FB732C"/>
    <w:rsid w:val="077C598F"/>
    <w:rsid w:val="135E7DC8"/>
    <w:rsid w:val="1EB82A7D"/>
    <w:rsid w:val="24DB3B40"/>
    <w:rsid w:val="2958734F"/>
    <w:rsid w:val="42971007"/>
    <w:rsid w:val="53DF754D"/>
    <w:rsid w:val="5B7C5347"/>
    <w:rsid w:val="63CD3CEB"/>
    <w:rsid w:val="67BE43BF"/>
    <w:rsid w:val="6A6B4585"/>
    <w:rsid w:val="6F5E1353"/>
    <w:rsid w:val="7984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www.lbx777.com/ywfj/ywcs/images/01.g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http://www.lbx777.com/ywfj/ywcs/images/02.g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28"/>
    <customShpInfo spid="_x0000_s1030"/>
    <customShpInfo spid="_x0000_s1032"/>
    <customShpInfo spid="_x0000_s1033"/>
    <customShpInfo spid="_x0000_s1031"/>
    <customShpInfo spid="_x0000_s1034"/>
    <customShpInfo spid="_x0000_s1042"/>
    <customShpInfo spid="_x0000_s1043"/>
    <customShpInfo spid="_x0000_s1044"/>
    <customShpInfo spid="_x0000_s1041"/>
    <customShpInfo spid="_x0000_s1045"/>
    <customShpInfo spid="_x0000_s1040"/>
    <customShpInfo spid="_x0000_s1047"/>
    <customShpInfo spid="_x0000_s1048"/>
    <customShpInfo spid="_x0000_s1049"/>
    <customShpInfo spid="_x0000_s1046"/>
    <customShpInfo spid="_x0000_s1039"/>
    <customShpInfo spid="_x0000_s1053"/>
    <customShpInfo spid="_x0000_s1054"/>
    <customShpInfo spid="_x0000_s1055"/>
    <customShpInfo spid="_x0000_s1052"/>
    <customShpInfo spid="_x0000_s1056"/>
    <customShpInfo spid="_x0000_s1051"/>
    <customShpInfo spid="_x0000_s1058"/>
    <customShpInfo spid="_x0000_s1059"/>
    <customShpInfo spid="_x0000_s1060"/>
    <customShpInfo spid="_x0000_s1057"/>
    <customShpInfo spid="_x0000_s1050"/>
    <customShpInfo spid="_x0000_s1038"/>
    <customShpInfo spid="_x0000_s1065"/>
    <customShpInfo spid="_x0000_s1066"/>
    <customShpInfo spid="_x0000_s1067"/>
    <customShpInfo spid="_x0000_s1064"/>
    <customShpInfo spid="_x0000_s1068"/>
    <customShpInfo spid="_x0000_s1063"/>
    <customShpInfo spid="_x0000_s1070"/>
    <customShpInfo spid="_x0000_s1071"/>
    <customShpInfo spid="_x0000_s1072"/>
    <customShpInfo spid="_x0000_s1069"/>
    <customShpInfo spid="_x0000_s1062"/>
    <customShpInfo spid="_x0000_s1076"/>
    <customShpInfo spid="_x0000_s1077"/>
    <customShpInfo spid="_x0000_s1078"/>
    <customShpInfo spid="_x0000_s1075"/>
    <customShpInfo spid="_x0000_s1079"/>
    <customShpInfo spid="_x0000_s1074"/>
    <customShpInfo spid="_x0000_s1081"/>
    <customShpInfo spid="_x0000_s1082"/>
    <customShpInfo spid="_x0000_s1083"/>
    <customShpInfo spid="_x0000_s1080"/>
    <customShpInfo spid="_x0000_s1073"/>
    <customShpInfo spid="_x0000_s1061"/>
    <customShpInfo spid="_x0000_s1088"/>
    <customShpInfo spid="_x0000_s1089"/>
    <customShpInfo spid="_x0000_s1090"/>
    <customShpInfo spid="_x0000_s1087"/>
    <customShpInfo spid="_x0000_s1091"/>
    <customShpInfo spid="_x0000_s1086"/>
    <customShpInfo spid="_x0000_s1093"/>
    <customShpInfo spid="_x0000_s1094"/>
    <customShpInfo spid="_x0000_s1095"/>
    <customShpInfo spid="_x0000_s1092"/>
    <customShpInfo spid="_x0000_s1085"/>
    <customShpInfo spid="_x0000_s1099"/>
    <customShpInfo spid="_x0000_s1100"/>
    <customShpInfo spid="_x0000_s1101"/>
    <customShpInfo spid="_x0000_s1098"/>
    <customShpInfo spid="_x0000_s1102"/>
    <customShpInfo spid="_x0000_s1097"/>
    <customShpInfo spid="_x0000_s1104"/>
    <customShpInfo spid="_x0000_s1105"/>
    <customShpInfo spid="_x0000_s1106"/>
    <customShpInfo spid="_x0000_s1103"/>
    <customShpInfo spid="_x0000_s1096"/>
    <customShpInfo spid="_x0000_s1084"/>
    <customShpInfo spid="_x0000_s1111"/>
    <customShpInfo spid="_x0000_s1112"/>
    <customShpInfo spid="_x0000_s1113"/>
    <customShpInfo spid="_x0000_s1110"/>
    <customShpInfo spid="_x0000_s1114"/>
    <customShpInfo spid="_x0000_s1109"/>
    <customShpInfo spid="_x0000_s1116"/>
    <customShpInfo spid="_x0000_s1117"/>
    <customShpInfo spid="_x0000_s1118"/>
    <customShpInfo spid="_x0000_s1115"/>
    <customShpInfo spid="_x0000_s1108"/>
    <customShpInfo spid="_x0000_s1122"/>
    <customShpInfo spid="_x0000_s1123"/>
    <customShpInfo spid="_x0000_s1124"/>
    <customShpInfo spid="_x0000_s1121"/>
    <customShpInfo spid="_x0000_s1125"/>
    <customShpInfo spid="_x0000_s1120"/>
    <customShpInfo spid="_x0000_s1127"/>
    <customShpInfo spid="_x0000_s1128"/>
    <customShpInfo spid="_x0000_s1129"/>
    <customShpInfo spid="_x0000_s1126"/>
    <customShpInfo spid="_x0000_s1119"/>
    <customShpInfo spid="_x0000_s1107"/>
    <customShpInfo spid="_x0000_s1037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45"/>
    <customShpInfo spid="_x0000_s1144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7"/>
    <customShpInfo spid="_x0000_s1148"/>
    <customShpInfo spid="_x0000_s11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160</Words>
  <Characters>913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袖里藏珍</cp:lastModifiedBy>
  <dcterms:modified xsi:type="dcterms:W3CDTF">2019-05-19T14:17:06Z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