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11" w:leftChars="505"/>
        <w:textAlignment w:val="auto"/>
        <w:rPr>
          <w:rFonts w:ascii="PMingLiU" w:hAnsi="PMingLiU" w:eastAsia="PMingLiU" w:cs="PMingLiU"/>
          <w:sz w:val="32"/>
          <w:szCs w:val="32"/>
          <w:lang w:eastAsia="zh-CN"/>
        </w:rPr>
      </w:pPr>
      <w:r>
        <w:rPr>
          <w:rFonts w:hint="eastAsia" w:ascii="PMingLiU" w:hAnsi="PMingLiU" w:eastAsia="PMingLiU" w:cs="PMingLiU"/>
          <w:color w:val="231F20"/>
          <w:sz w:val="32"/>
          <w:szCs w:val="32"/>
          <w:lang w:eastAsia="zh-CN"/>
        </w:rPr>
        <w:t>望谟县</w:t>
      </w:r>
      <w:r>
        <w:rPr>
          <w:rFonts w:ascii="PMingLiU" w:hAnsi="PMingLiU" w:eastAsia="PMingLiU" w:cs="PMingLiU"/>
          <w:color w:val="231F20"/>
          <w:spacing w:val="62"/>
          <w:sz w:val="32"/>
          <w:szCs w:val="32"/>
          <w:lang w:eastAsia="zh-CN"/>
        </w:rPr>
        <w:t xml:space="preserve"> </w:t>
      </w:r>
      <w:r>
        <w:rPr>
          <w:rFonts w:ascii="PMingLiU" w:hAnsi="PMingLiU" w:eastAsia="PMingLiU" w:cs="PMingLiU"/>
          <w:strike/>
          <w:color w:val="231F20"/>
          <w:sz w:val="32"/>
          <w:szCs w:val="32"/>
          <w:lang w:eastAsia="zh-CN"/>
        </w:rPr>
        <w:t>2</w:t>
      </w:r>
      <w:r>
        <w:rPr>
          <w:rFonts w:ascii="PMingLiU" w:hAnsi="PMingLiU" w:eastAsia="PMingLiU" w:cs="PMingLiU"/>
          <w:color w:val="231F20"/>
          <w:sz w:val="32"/>
          <w:szCs w:val="32"/>
          <w:lang w:eastAsia="zh-CN"/>
        </w:rPr>
        <w:t>017-2018</w:t>
      </w:r>
      <w:r>
        <w:rPr>
          <w:rFonts w:ascii="PMingLiU" w:hAnsi="PMingLiU" w:eastAsia="PMingLiU" w:cs="PMingLiU"/>
          <w:color w:val="231F20"/>
          <w:spacing w:val="65"/>
          <w:sz w:val="32"/>
          <w:szCs w:val="32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32"/>
          <w:szCs w:val="32"/>
          <w:lang w:eastAsia="zh-CN"/>
        </w:rPr>
        <w:t>学年度第一学期期中教学质量监测试卷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8"/>
          <w:szCs w:val="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7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39"/>
        <w:jc w:val="center"/>
        <w:textAlignment w:val="auto"/>
        <w:rPr>
          <w:rFonts w:ascii="PMingLiU" w:hAnsi="PMingLiU" w:eastAsia="PMingLiU" w:cs="PMingLiU"/>
          <w:sz w:val="48"/>
          <w:szCs w:val="48"/>
          <w:lang w:eastAsia="zh-CN"/>
        </w:rPr>
      </w:pPr>
      <w:r>
        <w:rPr>
          <w:lang w:eastAsia="zh-CN"/>
        </w:rPr>
        <w:pict>
          <v:group id="_x0000_s1027" o:spid="_x0000_s1027" o:spt="203" style="position:absolute;left:0pt;margin-left:225.8pt;margin-top:6.6pt;height:22.85pt;width:69.45pt;mso-position-horizontal-relative:page;z-index:-251665408;mso-width-relative:page;mso-height-relative:page;" coordorigin="4516,132" coordsize="1389,457">
            <o:lock v:ext="edit"/>
            <v:group id="_x0000_s1028" o:spid="_x0000_s1028" o:spt="203" style="position:absolute;left:4709;top:177;height:352;width:237;" coordorigin="4709,177" coordsize="237,352">
              <o:lock v:ext="edit"/>
              <v:shape id="_x0000_s1029" o:spid="_x0000_s1029" style="position:absolute;left:4709;top:177;height:352;width:237;" filled="f" stroked="t" coordorigin="4709,177" coordsize="237,352" path="m4709,180l4717,190,4726,207,4736,233,4737,237,4738,239,4762,302,4782,360,4806,429,4818,462,4840,521,4871,528,4891,528,4914,528,4942,527,4945,523,4917,516,4894,508,4845,461,4812,392,4789,337,4767,278,4747,212,4747,196,4738,186,4713,177,4709,18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0" o:spid="_x0000_s1030" o:spt="203" style="position:absolute;left:4521;top:261;height:295;width:165;" coordorigin="4521,261" coordsize="165,295">
              <o:lock v:ext="edit"/>
              <v:shape id="_x0000_s1031" o:spid="_x0000_s1031" style="position:absolute;left:4521;top:261;height:295;width:165;" filled="f" stroked="t" coordorigin="4521,261" coordsize="165,295" path="m4652,264l4654,276,4654,289,4652,305,4634,366,4600,438,4566,493,4522,544,4521,555,4566,514,4609,451,4645,383,4673,317,4681,305,4685,300,4686,298,4686,296,4685,293,4680,287,4671,279,4666,273,4662,267,4658,261,4652,26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2" o:spid="_x0000_s1032" o:spt="203" style="position:absolute;left:4998;top:137;height:447;width:414;" coordorigin="4998,137" coordsize="414,447">
              <o:lock v:ext="edit"/>
              <v:shape id="_x0000_s1033" o:spid="_x0000_s1033" style="position:absolute;left:4998;top:137;height:447;width:414;" filled="f" stroked="t" coordorigin="4998,137" coordsize="414,447" path="m5146,137l5123,211,5080,278,5041,323,5034,339,5036,340,5037,338,5051,324,5105,266,5118,249,5134,249,5141,253,5142,251,5149,251,5154,250,5160,249,5166,248,5181,245,5203,242,5213,313,5137,322,5106,296,5102,300,5113,378,5115,398,5107,406,5030,422,4999,424,4998,430,5006,437,5020,444,5022,444,5031,442,5043,440,5115,432,5194,425,5211,503,5209,524,5202,542,5202,548,5210,567,5222,582,5226,584,5227,579,5228,572,5229,564,5230,554,5230,540,5230,422,5412,409,5411,404,5401,396,5384,384,5382,384,5382,385,5382,386,5382,387,5378,389,5312,397,5249,403,5230,326,5296,320,5333,318,5342,311,5334,304,5320,296,5319,296,5317,297,5314,298,5301,302,5284,305,5263,308,5237,311,5230,238,5299,229,5330,225,5346,222,5347,216,5330,202,5326,201,5325,201,5324,203,5311,207,5295,211,5275,215,5253,219,5228,222,5206,226,5188,228,5161,231,5142,233,5159,189,5161,186,5165,181,5170,176,5172,174,5174,172,5174,171,5168,160,5153,138,5146,137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4" o:spid="_x0000_s1034" o:spt="203" style="position:absolute;left:5127;top:329;height:86;width:87;" coordorigin="5127,329" coordsize="87,86">
              <o:lock v:ext="edit"/>
              <v:shape id="_x0000_s1035" o:spid="_x0000_s1035" style="position:absolute;left:5127;top:329;height:86;width:87;" filled="f" stroked="t" coordorigin="5127,329" coordsize="87,86" path="m5213,407l5132,414,5127,338,5143,336,5162,335,5183,332,5205,329,5213,407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6" o:spid="_x0000_s1036" o:spt="203" style="position:absolute;left:5502;top:154;height:276;width:145;" coordorigin="5502,154" coordsize="145,276">
              <o:lock v:ext="edit"/>
              <v:shape id="_x0000_s1037" o:spid="_x0000_s1037" style="position:absolute;left:5502;top:154;height:276;width:145;" filled="f" stroked="t" coordorigin="5502,154" coordsize="145,276" path="m5588,154l5588,164,5586,176,5554,249,5517,308,5506,315,5502,319,5502,321,5507,327,5517,336,5522,334,5530,330,5536,328,5539,326,5556,321,5575,314,5595,308,5585,328,5574,346,5532,401,5521,407,5515,411,5515,413,5522,419,5536,429,5537,429,5552,420,5559,418,5571,413,5590,407,5607,400,5625,393,5646,385,5646,379,5640,381,5632,384,5622,386,5594,393,5573,397,5558,400,5566,387,5576,371,5589,353,5606,329,5616,316,5625,303,5632,296,5641,289,5646,283,5645,282,5641,270,5633,248,5627,249,5585,296,5536,309,5550,286,5563,265,5573,247,5583,231,5590,217,5604,198,5610,191,5612,188,5606,176,5592,155,5588,15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8" o:spid="_x0000_s1038" o:spt="203" style="position:absolute;left:5582;top:167;height:413;width:317;" coordorigin="5582,167" coordsize="317,413">
              <o:lock v:ext="edit"/>
              <v:shape id="_x0000_s1039" o:spid="_x0000_s1039" style="position:absolute;left:5582;top:167;height:413;width:317;" filled="f" stroked="t" coordorigin="5582,167" coordsize="317,413" path="m5792,173l5720,195,5663,202,5642,204,5647,209,5654,214,5663,218,5672,218,5684,215,5692,213,5697,212,5696,234,5691,298,5676,375,5651,447,5610,515,5584,548,5582,557,5631,505,5670,436,5692,372,5698,349,5708,361,5718,375,5729,392,5741,410,5754,430,5713,490,5669,532,5614,574,5618,579,5683,534,5727,493,5754,462,5770,470,5783,485,5795,505,5812,530,5820,540,5841,540,5849,540,5857,539,5867,538,5899,538,5899,531,5876,529,5855,524,5807,485,5775,439,5784,418,5794,399,5802,382,5809,365,5817,345,5825,328,5834,319,5839,315,5842,313,5843,311,5842,310,5834,303,5821,289,5818,294,5814,299,5807,304,5770,309,5776,284,5794,225,5815,193,5819,189,5811,181,5804,173,5798,167,5792,17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0" o:spid="_x0000_s1040" o:spt="203" style="position:absolute;left:5702;top:201;height:214;width:105;" coordorigin="5702,201" coordsize="105,214">
              <o:lock v:ext="edit"/>
              <v:shape id="_x0000_s1041" o:spid="_x0000_s1041" style="position:absolute;left:5702;top:201;height:214;width:105;" filled="f" stroked="t" coordorigin="5702,201" coordsize="105,214" path="m5772,240l5754,305,5740,317,5741,322,5747,328,5757,336,5762,332,5770,324,5777,323,5790,321,5807,319,5800,341,5792,362,5785,381,5777,398,5769,414,5749,390,5709,333,5702,321,5705,306,5708,288,5711,267,5714,242,5715,229,5716,219,5717,210,5724,209,5736,208,5753,206,5762,205,5772,203,5783,201,5778,221,5772,239,5772,24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2" o:spid="_x0000_s1042" o:spt="203" style="position:absolute;left:5485;top:441;height:81;width:147;" coordorigin="5485,441" coordsize="147,81">
              <o:lock v:ext="edit"/>
              <v:shape id="_x0000_s1043" o:spid="_x0000_s1043" style="position:absolute;left:5485;top:441;height:81;width:147;" filled="f" stroked="t" coordorigin="5485,441" coordsize="147,81" path="m5496,506l5485,510,5487,514,5498,518,5517,521,5537,508,5557,495,5575,483,5592,472,5608,462,5623,452,5631,441,5577,469,5520,496,5499,505,5496,506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044" o:spid="_x0000_s1044" o:spt="203" style="position:absolute;left:0pt;margin-left:312.35pt;margin-top:4.4pt;height:25.4pt;width:52.35pt;mso-position-horizontal-relative:page;z-index:-251664384;mso-width-relative:page;mso-height-relative:page;" coordorigin="6247,88" coordsize="1047,508">
            <o:lock v:ext="edit"/>
            <v:group id="_x0000_s1045" o:spid="_x0000_s1045" o:spt="203" style="position:absolute;left:6276;top:129;height:165;width:364;" coordorigin="6276,129" coordsize="364,165">
              <o:lock v:ext="edit"/>
              <v:shape id="_x0000_s1046" o:spid="_x0000_s1046" style="position:absolute;left:6276;top:129;height:165;width:364;" filled="f" stroked="t" coordorigin="6276,129" coordsize="364,165" path="m6518,131l6521,138,6521,149,6520,167,6464,214,6413,219,6409,212,6408,201,6409,188,6409,173,6411,168,6411,164,6411,163,6410,161,6400,154,6381,144,6379,148,6386,162,6389,174,6391,184,6391,188,6391,194,6392,203,6394,213,6395,219,6320,229,6276,231,6279,236,6286,241,6299,248,6299,249,6306,248,6319,246,6340,243,6360,240,6380,238,6396,253,6396,259,6395,264,6392,268,6392,272,6391,273,6394,279,6402,289,6404,293,6406,294,6407,294,6411,294,6411,234,6509,225,6502,248,6497,267,6493,284,6499,293,6508,272,6515,253,6522,235,6550,228,6615,216,6640,214,6637,209,6629,203,6614,195,6611,195,6608,196,6604,197,6589,201,6570,204,6548,207,6532,199,6536,189,6541,176,6542,171,6544,167,6548,163,6551,161,6552,159,6552,158,6541,148,6536,142,6531,136,6526,129,6518,13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7" o:spid="_x0000_s1047" o:spt="203" style="position:absolute;left:6252;top:257;height:334;width:407;" coordorigin="6252,257" coordsize="407,334">
              <o:lock v:ext="edit"/>
              <v:shape id="_x0000_s1048" o:spid="_x0000_s1048" style="position:absolute;left:6252;top:257;height:334;width:407;" filled="f" stroked="t" coordorigin="6252,257" coordsize="407,334" path="m6437,259l6439,270,6440,279,6441,285,6441,295,6441,305,6439,315,6368,323,6362,315,6354,306,6346,296,6342,298,6345,316,6349,337,6351,358,6353,377,6353,399,6355,417,6324,422,6299,425,6280,427,6266,428,6252,428,6256,435,6264,441,6276,446,6289,444,6312,441,6375,433,6411,429,6409,446,6374,507,6323,548,6278,572,6261,591,6329,557,6381,520,6429,463,6443,431,6449,426,6451,426,6454,425,6456,424,6463,434,6477,452,6494,473,6509,493,6522,510,6534,525,6545,538,6555,550,6566,564,6570,565,6576,563,6586,563,6588,561,6594,561,6602,561,6623,558,6643,556,6659,549,6642,549,6626,547,6561,517,6513,472,6481,431,6518,425,6577,417,6634,410,6644,408,6649,407,6648,404,6640,398,6625,388,6622,388,6620,389,6617,390,6602,394,6584,397,6562,399,6546,383,6544,365,6547,348,6549,339,6550,330,6550,325,6554,319,6561,311,6565,308,6567,305,6567,304,6557,294,6549,287,6542,283,6541,283,6539,286,6537,291,6532,298,6529,302,6527,302,6517,304,6499,307,6473,310,6460,309,6461,306,6462,304,6462,300,6462,297,6464,294,6464,289,6464,286,6466,283,6468,281,6469,278,6469,276,6467,273,6457,267,6439,257,6437,259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9" o:spid="_x0000_s1049" o:spt="203" style="position:absolute;left:6449;top:319;height:92;width:85;" coordorigin="6449,319" coordsize="85,92">
              <o:lock v:ext="edit"/>
              <v:shape id="_x0000_s1050" o:spid="_x0000_s1050" style="position:absolute;left:6449;top:319;height:92;width:85;" filled="f" stroked="t" coordorigin="6449,319" coordsize="85,92" path="m6526,403l6449,411,6451,394,6454,376,6457,355,6460,332,6469,328,6481,327,6496,324,6513,322,6526,320,6533,319,6526,40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1" o:spid="_x0000_s1051" o:spt="203" style="position:absolute;left:6366;top:333;height:86;width:67;" coordorigin="6366,333" coordsize="67,86">
              <o:lock v:ext="edit"/>
              <v:shape id="_x0000_s1052" o:spid="_x0000_s1052" style="position:absolute;left:6366;top:333;height:86;width:67;" filled="f" stroked="t" coordorigin="6366,333" coordsize="67,86" path="m6430,413l6370,418,6366,341,6376,339,6393,336,6418,333,6428,354,6432,373,6433,392,6431,409,6430,41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3" o:spid="_x0000_s1053" o:spt="203" style="position:absolute;left:6850;top:176;height:216;width:277;" coordorigin="6850,176" coordsize="277,216">
              <o:lock v:ext="edit"/>
              <v:shape id="_x0000_s1054" o:spid="_x0000_s1054" style="position:absolute;left:6850;top:176;height:216;width:277;" filled="f" stroked="t" coordorigin="6850,176" coordsize="277,216" path="m7060,178l7063,179,7063,180,7059,181,6979,192,6884,202,6877,205,6882,210,6895,218,6897,219,6899,219,6901,219,6910,218,6930,214,6959,210,6949,278,6921,283,6901,286,6890,287,6882,287,6883,291,6887,295,6893,300,6896,301,6897,302,6899,302,6908,302,6928,298,6947,294,6936,368,6910,371,6890,373,6874,375,6858,375,6851,376,6850,377,6850,381,6856,386,6869,392,6880,390,6893,388,6959,380,7022,374,7097,368,7125,366,7126,358,7110,342,7107,343,7094,348,7075,352,7052,355,7044,339,7043,320,7045,299,7047,285,7051,280,7058,274,7062,273,7064,271,7064,270,7060,265,7053,259,7043,251,7036,259,7033,263,7031,265,7030,266,6966,276,6977,206,7000,204,7021,202,7041,200,7060,198,7079,196,7085,191,7072,182,7061,176,7060,177,7060,17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5" o:spid="_x0000_s1055" o:spt="203" style="position:absolute;left:6771;top:184;height:79;width:70;" coordorigin="6771,184" coordsize="70,79">
              <o:lock v:ext="edit"/>
              <v:shape id="_x0000_s1056" o:spid="_x0000_s1056" style="position:absolute;left:6771;top:184;height:79;width:70;" filled="f" stroked="t" coordorigin="6771,184" coordsize="70,79" path="m6771,184l6810,231,6829,259,6832,262,6833,261,6838,249,6840,223,6818,207,6800,195,6785,186,6771,18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7" o:spid="_x0000_s1057" o:spt="203" style="position:absolute;left:6951;top:283;height:83;width:81;" coordorigin="6951,283" coordsize="81,83">
              <o:lock v:ext="edit"/>
              <v:shape id="_x0000_s1058" o:spid="_x0000_s1058" style="position:absolute;left:6951;top:283;height:83;width:81;" filled="f" stroked="t" coordorigin="6951,283" coordsize="81,83" path="m7021,358l6951,366,6962,291,7032,283,7021,35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9" o:spid="_x0000_s1059" o:spt="203" style="position:absolute;left:6721;top:298;height:242;width:164;" coordorigin="6721,298" coordsize="164,242">
              <o:lock v:ext="edit"/>
              <v:shape id="_x0000_s1060" o:spid="_x0000_s1060" style="position:absolute;left:6721;top:298;height:242;width:164;" filled="f" stroked="t" coordorigin="6721,298" coordsize="164,242" path="m6807,309l6806,311,6804,313,6803,315,6775,320,6753,324,6737,326,6721,326,6721,329,6726,334,6737,341,6752,339,6775,335,6794,332,6803,488,6802,501,6796,513,6786,523,6784,525,6786,529,6793,534,6807,540,6812,531,6818,525,6874,464,6884,443,6820,501,6824,336,6824,333,6827,329,6833,324,6837,321,6839,318,6839,317,6836,316,6829,309,6816,298,6814,299,6811,303,6807,309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61" o:spid="_x0000_s1061" o:spt="203" style="position:absolute;left:6903;top:403;height:170;width:170;" coordorigin="6903,403" coordsize="170,170">
              <o:lock v:ext="edit"/>
              <v:shape id="_x0000_s1062" o:spid="_x0000_s1062" style="position:absolute;left:6903;top:403;height:170;width:170;" filled="f" stroked="t" coordorigin="6903,403" coordsize="170,170" path="m7036,422l6923,435,6912,407,6906,409,6909,424,6910,442,6912,462,6913,485,6911,515,6907,529,6903,534,6903,535,6904,536,6914,555,6924,571,6927,573,6929,563,6931,540,6953,538,7016,533,7053,531,7061,527,7048,516,7046,508,7047,498,7049,484,7054,458,7058,445,7058,442,7061,438,7067,431,7070,428,7072,425,7073,424,7063,414,7055,407,7049,403,7047,404,7043,411,7036,422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63" o:spid="_x0000_s1063" o:spt="203" style="position:absolute;left:6927;top:437;height:92;width:113;" coordorigin="6927,437" coordsize="113,92">
              <o:lock v:ext="edit"/>
              <v:shape id="_x0000_s1064" o:spid="_x0000_s1064" style="position:absolute;left:6927;top:437;height:92;width:113;" filled="f" stroked="t" coordorigin="6927,437" coordsize="113,92" path="m7028,518l6927,529,6927,450,7039,437,7028,51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65" o:spid="_x0000_s1065" o:spt="203" style="position:absolute;left:7156;top:90;height:139;width:136;" coordorigin="7156,90" coordsize="136,139">
              <o:lock v:ext="edit"/>
              <v:shape id="_x0000_s1066" o:spid="_x0000_s1066" style="position:absolute;left:7156;top:90;height:139;width:136;" filled="f" stroked="t" coordorigin="7156,90" coordsize="136,139" path="m7225,228l7247,225,7267,215,7282,199,7292,180,7290,151,7284,128,7273,110,7259,97,7242,90,7214,92,7192,99,7175,111,7163,127,7156,145,7158,171,7196,222,7225,228xe">
                <v:path arrowok="t"/>
                <v:fill on="f" focussize="0,0"/>
                <v:stroke weight="0.212992125984252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067" o:spid="_x0000_s1067" o:spt="202" type="#_x0000_t202" style="position:absolute;left:0pt;margin-left:358.1pt;margin-top:5pt;height:6pt;width:6pt;mso-position-horizontal-relative:page;z-index:-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20" w:lineRule="exact"/>
                    <w:rPr>
                      <w:rFonts w:ascii="宋体" w:cs="宋体"/>
                      <w:sz w:val="12"/>
                      <w:szCs w:val="12"/>
                    </w:rPr>
                  </w:pPr>
                  <w:r>
                    <w:rPr>
                      <w:rFonts w:ascii="宋体"/>
                      <w:color w:val="231F20"/>
                      <w:sz w:val="12"/>
                    </w:rPr>
                    <w:t>RA</w:t>
                  </w:r>
                </w:p>
              </w:txbxContent>
            </v:textbox>
          </v:shape>
        </w:pict>
      </w:r>
      <w:r>
        <w:rPr>
          <w:rFonts w:ascii="PMingLiU" w:hAnsi="PMingLiU" w:cs="PMingLiU"/>
          <w:color w:val="231F20"/>
          <w:sz w:val="48"/>
          <w:szCs w:val="48"/>
          <w:lang w:eastAsia="zh-CN"/>
        </w:rPr>
        <w:t xml:space="preserve">                                                     </w:t>
      </w:r>
      <w:r>
        <w:rPr>
          <w:rFonts w:ascii="PMingLiU" w:hAnsi="PMingLiU" w:eastAsia="PMingLiU" w:cs="PMingLiU"/>
          <w:color w:val="231F20"/>
          <w:sz w:val="48"/>
          <w:szCs w:val="48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2"/>
          <w:szCs w:val="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  <w:sectPr>
          <w:footerReference r:id="rId3" w:type="default"/>
          <w:type w:val="continuous"/>
          <w:pgSz w:w="11910" w:h="16840"/>
          <w:pgMar w:top="1040" w:right="1020" w:bottom="1460" w:left="1020" w:header="720" w:footer="1274" w:gutter="0"/>
          <w:pgNumType w:start="1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2"/>
          <w:szCs w:val="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3" w:leftChars="147"/>
        <w:textAlignment w:val="auto"/>
        <w:rPr>
          <w:rFonts w:ascii="PMingLiU" w:hAnsi="PMingLiU" w:eastAsia="PMingLiU" w:cs="PMingLiU"/>
          <w:sz w:val="21"/>
          <w:szCs w:val="21"/>
          <w:lang w:eastAsia="zh-CN"/>
        </w:rPr>
      </w:pPr>
      <w:r>
        <w:rPr>
          <w:lang w:eastAsia="zh-CN"/>
        </w:rPr>
        <w:pict>
          <v:group id="_x0000_s1068" o:spid="_x0000_s1068" o:spt="203" style="position:absolute;left:0pt;margin-left:251.7pt;margin-top:-12.75pt;height:10.85pt;width:20.75pt;mso-position-horizontal-relative:page;z-index:-251663360;mso-width-relative:page;mso-height-relative:page;" coordorigin="5034,-255" coordsize="415,217">
            <o:lock v:ext="edit"/>
            <v:group id="_x0000_s1069" o:spid="_x0000_s1069" o:spt="203" style="position:absolute;left:5039;top:-250;height:207;width:91;" coordorigin="5039,-250" coordsize="91,207">
              <o:lock v:ext="edit"/>
              <v:shape id="_x0000_s1070" o:spid="_x0000_s1070" style="position:absolute;left:5039;top:-250;height:207;width:91;" filled="f" stroked="t" coordorigin="5039,-250" coordsize="91,207" path="m5039,-233l5039,-221,5079,-233,5079,-54,5041,-54,5041,-43,5129,-43,5129,-54,5092,-54,5092,-250,5039,-23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71" o:spid="_x0000_s1071" o:spt="203" style="position:absolute;left:5202;top:-244;height:200;width:106;" coordorigin="5202,-244" coordsize="106,200">
              <o:lock v:ext="edit"/>
              <v:shape id="_x0000_s1072" o:spid="_x0000_s1072" style="position:absolute;left:5202;top:-244;height:200;width:106;" filled="f" stroked="t" coordorigin="5202,-244" coordsize="106,200" path="m5210,-244l5203,-136,5218,-133,5233,-149,5251,-155,5273,-149,5287,-135,5293,-113,5289,-84,5280,-65,5266,-54,5242,-54,5225,-61,5212,-74,5202,-69,5216,-54,5234,-45,5262,-45,5280,-50,5293,-59,5302,-77,5307,-96,5303,-124,5295,-145,5281,-158,5263,-165,5239,-163,5222,-154,5222,-233,5294,-233,5294,-244,5210,-24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73" o:spid="_x0000_s1073" o:spt="203" style="position:absolute;left:5332;top:-247;height:203;width:111;" coordorigin="5332,-247" coordsize="111,203">
              <o:lock v:ext="edit"/>
              <v:shape id="_x0000_s1074" o:spid="_x0000_s1074" style="position:absolute;left:5332;top:-247;height:203;width:111;" filled="f" stroked="t" coordorigin="5332,-247" coordsize="111,203" path="m5441,-183l5409,-243,5389,-247,5368,-243,5334,-176,5332,-129,5333,-111,5368,-45,5396,-45,5440,-93,5443,-137,5443,-162,5442,-179,5441,-18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75" o:spid="_x0000_s1075" o:spt="203" style="position:absolute;left:5346;top:-237;height:185;width:86;" coordorigin="5346,-237" coordsize="86,185">
              <o:lock v:ext="edit"/>
              <v:shape id="_x0000_s1076" o:spid="_x0000_s1076" style="position:absolute;left:5346;top:-237;height:185;width:86;" filled="f" stroked="t" coordorigin="5346,-237" coordsize="86,185" path="m5429,-112l5402,-52,5378,-54,5346,-117,5346,-140,5346,-166,5347,-185,5357,-213,5369,-230,5383,-237,5404,-232,5430,-166,5431,-143,5430,-133,5430,-122,5429,-112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077" o:spid="_x0000_s1077" o:spt="203" style="position:absolute;left:0pt;margin-left:276.85pt;margin-top:-13.45pt;height:12.95pt;width:13pt;mso-position-horizontal-relative:page;z-index:-251662336;mso-width-relative:page;mso-height-relative:page;" coordorigin="5537,-269" coordsize="260,259">
            <o:lock v:ext="edit"/>
            <v:group id="_x0000_s1078" o:spid="_x0000_s1078" o:spt="203" style="position:absolute;left:5666;top:-264;height:133;width:125;" coordorigin="5666,-264" coordsize="125,133">
              <o:lock v:ext="edit"/>
              <v:shape id="_x0000_s1079" o:spid="_x0000_s1079" style="position:absolute;left:5666;top:-264;height:133;width:125;" filled="f" stroked="t" coordorigin="5666,-264" coordsize="125,133" path="m5746,-131l5791,-135,5791,-138,5790,-138,5788,-138,5783,-139,5767,-143,5758,-146,5755,-150,5745,-161,5733,-175,5722,-191,5709,-209,5695,-230,5684,-247,5680,-256,5683,-258,5683,-259,5684,-260,5684,-261,5682,-261,5677,-262,5666,-264,5746,-13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80" o:spid="_x0000_s1080" o:spt="203" style="position:absolute;left:5542;top:-242;height:133;width:104;" coordorigin="5542,-242" coordsize="104,133">
              <o:lock v:ext="edit"/>
              <v:shape id="_x0000_s1081" o:spid="_x0000_s1081" style="position:absolute;left:5542;top:-242;height:133;width:104;" filled="f" stroked="t" coordorigin="5542,-242" coordsize="104,133" path="m5630,-241l5601,-176,5556,-127,5542,-110,5600,-161,5636,-211,5639,-214,5643,-218,5645,-219,5646,-219,5646,-220,5645,-222,5640,-230,5632,-242,5630,-24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82" o:spid="_x0000_s1082" o:spt="203" style="position:absolute;left:5552;top:-163;height:148;width:174;" coordorigin="5552,-163" coordsize="174,148">
              <o:lock v:ext="edit"/>
              <v:shape id="_x0000_s1083" o:spid="_x0000_s1083" style="position:absolute;left:5552;top:-163;height:148;width:174;" filled="f" stroked="t" coordorigin="5552,-163" coordsize="174,148" path="m5709,-160l5642,-144,5600,-139,5596,-139,5595,-138,5599,-135,5609,-129,5611,-129,5618,-131,5627,-133,5639,-135,5634,-115,5627,-97,5574,-36,5555,-23,5552,-17,5605,-52,5647,-120,5668,-135,5685,-141,5699,-143,5703,-144,5692,-77,5669,-45,5650,-56,5638,-60,5652,-45,5665,-30,5673,-18,5676,-16,5677,-16,5684,-25,5704,-82,5708,-103,5712,-123,5714,-136,5717,-141,5722,-146,5725,-150,5725,-151,5725,-152,5720,-156,5712,-163,5709,-16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084" o:spid="_x0000_s1084" o:spt="75" type="#_x0000_t75" style="position:absolute;left:0pt;margin-left:315.75pt;margin-top:-13.9pt;height:13.45pt;width:53.2pt;mso-position-horizontal-relative:page;z-index:-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lang w:eastAsia="zh-CN"/>
        </w:rPr>
        <w:pict>
          <v:group id="_x0000_s1085" o:spid="_x0000_s1085" o:spt="203" style="position:absolute;left:0pt;margin-left:376.2pt;margin-top:-12.75pt;height:10.85pt;width:20.85pt;mso-position-horizontal-relative:page;z-index:-251660288;mso-width-relative:page;mso-height-relative:page;" coordorigin="7524,-255" coordsize="417,217">
            <o:lock v:ext="edit"/>
            <v:group id="_x0000_s1086" o:spid="_x0000_s1086" o:spt="203" style="position:absolute;left:7529;top:-250;height:207;width:91;" coordorigin="7529,-250" coordsize="91,207">
              <o:lock v:ext="edit"/>
              <v:shape id="_x0000_s1087" o:spid="_x0000_s1087" style="position:absolute;left:7529;top:-250;height:207;width:91;" filled="f" stroked="t" coordorigin="7529,-250" coordsize="91,207" path="m7529,-233l7529,-221,7569,-233,7569,-54,7531,-54,7531,-43,7620,-43,7620,-54,7583,-54,7583,-250,7529,-23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88" o:spid="_x0000_s1088" o:spt="203" style="position:absolute;left:7690;top:-245;height:202;width:108;" coordorigin="7690,-245" coordsize="108,202">
              <o:lock v:ext="edit"/>
              <v:shape id="_x0000_s1089" o:spid="_x0000_s1089" style="position:absolute;left:7690;top:-245;height:202;width:108;" filled="f" stroked="t" coordorigin="7690,-245" coordsize="108,202" path="m7752,-135l7754,-137,7773,-155,7786,-172,7794,-189,7791,-217,7781,-235,7765,-245,7737,-243,7717,-235,7703,-222,7696,-203,7708,-194,7715,-217,7729,-231,7759,-231,7776,-223,7783,-208,7781,-190,7774,-174,7760,-157,7742,-141,7740,-140,7739,-139,7699,-94,7690,-57,7797,-43,7797,-54,7703,-54,7703,-68,7708,-83,7718,-99,7733,-117,7752,-135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90" o:spid="_x0000_s1090" o:spt="203" style="position:absolute;left:7825;top:-247;height:203;width:111;" coordorigin="7825,-247" coordsize="111,203">
              <o:lock v:ext="edit"/>
              <v:shape id="_x0000_s1091" o:spid="_x0000_s1091" style="position:absolute;left:7825;top:-247;height:203;width:111;" filled="f" stroked="t" coordorigin="7825,-247" coordsize="111,203" path="m7934,-183l7902,-243,7882,-247,7861,-243,7827,-176,7825,-129,7826,-111,7861,-45,7889,-45,7933,-93,7936,-137,7935,-162,7934,-179,7934,-18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92" o:spid="_x0000_s1092" o:spt="203" style="position:absolute;left:7838;top:-237;height:185;width:86;" coordorigin="7838,-237" coordsize="86,185">
              <o:lock v:ext="edit"/>
              <v:shape id="_x0000_s1093" o:spid="_x0000_s1093" style="position:absolute;left:7838;top:-237;height:185;width:86;" filled="f" stroked="t" coordorigin="7838,-237" coordsize="86,185" path="m7922,-112l7894,-52,7870,-54,7839,-117,7838,-140,7839,-166,7840,-185,7850,-213,7861,-230,7876,-237,7896,-232,7922,-166,7924,-143,7923,-133,7922,-122,7922,-112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094" o:spid="_x0000_s1094" o:spt="203" style="position:absolute;left:0pt;margin-left:401.45pt;margin-top:-13.8pt;height:13.6pt;width:26pt;mso-position-horizontal-relative:page;z-index:-251659264;mso-width-relative:page;mso-height-relative:page;" coordorigin="8029,-276" coordsize="520,272">
            <o:lock v:ext="edit"/>
            <v:group id="_x0000_s1095" o:spid="_x0000_s1095" o:spt="203" style="position:absolute;left:8159;top:-264;height:133;width:125;" coordorigin="8159,-264" coordsize="125,133">
              <o:lock v:ext="edit"/>
              <v:shape id="_x0000_s1096" o:spid="_x0000_s1096" style="position:absolute;left:8159;top:-264;height:133;width:125;" filled="f" stroked="t" coordorigin="8159,-264" coordsize="125,133" path="m8239,-131l8284,-135,8284,-138,8283,-138,8280,-138,8276,-139,8260,-143,8251,-146,8248,-150,8237,-161,8226,-175,8214,-191,8201,-209,8188,-230,8177,-247,8172,-256,8175,-258,8176,-259,8177,-260,8177,-261,8175,-261,8169,-262,8159,-264,8239,-13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97" o:spid="_x0000_s1097" o:spt="203" style="position:absolute;left:8034;top:-242;height:133;width:104;" coordorigin="8034,-242" coordsize="104,133">
              <o:lock v:ext="edit"/>
              <v:shape id="_x0000_s1098" o:spid="_x0000_s1098" style="position:absolute;left:8034;top:-242;height:133;width:104;" filled="f" stroked="t" coordorigin="8034,-242" coordsize="104,133" path="m8123,-241l8094,-176,8049,-127,8034,-110,8093,-161,8129,-211,8132,-214,8136,-218,8137,-219,8138,-219,8138,-220,8137,-222,8133,-230,8125,-242,8123,-24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99" o:spid="_x0000_s1099" o:spt="203" style="position:absolute;left:8044;top:-163;height:148;width:174;" coordorigin="8044,-163" coordsize="174,148">
              <o:lock v:ext="edit"/>
              <v:shape id="_x0000_s1100" o:spid="_x0000_s1100" style="position:absolute;left:8044;top:-163;height:148;width:174;" filled="f" stroked="t" coordorigin="8044,-163" coordsize="174,148" path="m8202,-160l8135,-144,8093,-139,8089,-139,8088,-138,8092,-135,8102,-129,8103,-129,8111,-131,8120,-133,8132,-135,8127,-115,8119,-97,8067,-36,8048,-23,8044,-17,8097,-52,8140,-120,8161,-135,8178,-141,8192,-143,8195,-144,8185,-77,8162,-45,8143,-56,8131,-60,8145,-45,8157,-30,8166,-18,8168,-16,8170,-16,8177,-25,8197,-82,8201,-103,8204,-123,8207,-136,8209,-141,8214,-146,8217,-150,8218,-151,8217,-152,8213,-156,8205,-163,8202,-16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01" o:spid="_x0000_s1101" o:spt="203" style="position:absolute;left:8321;top:-271;height:137;width:101;" coordorigin="8321,-271" coordsize="101,137">
              <o:lock v:ext="edit"/>
              <v:shape id="_x0000_s1102" o:spid="_x0000_s1102" style="position:absolute;left:8321;top:-271;height:137;width:101;" filled="f" stroked="t" coordorigin="8321,-271" coordsize="101,137" path="m8384,-270l8363,-210,8332,-156,8323,-145,8321,-135,8333,-149,8344,-164,8356,-182,8378,-191,8397,-197,8414,-200,8421,-202,8418,-205,8411,-210,8410,-210,8409,-210,8407,-209,8391,-204,8368,-201,8376,-215,8388,-235,8391,-242,8394,-244,8397,-247,8400,-249,8401,-250,8401,-251,8400,-251,8395,-258,8385,-271,8384,-27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03" o:spid="_x0000_s1103" o:spt="203" style="position:absolute;left:8428;top:-271;height:262;width:116;" coordorigin="8428,-271" coordsize="116,262">
              <o:lock v:ext="edit"/>
              <v:shape id="_x0000_s1104" o:spid="_x0000_s1104" style="position:absolute;left:8428;top:-271;height:262;width:116;" filled="f" stroked="t" coordorigin="8428,-271" coordsize="116,262" path="m8470,-269l8473,-261,8475,-249,8476,-233,8475,-187,8440,-182,8431,-200,8428,-199,8430,-191,8431,-182,8431,-172,8432,-162,8433,-152,8434,-141,8433,-125,8431,-115,8428,-112,8430,-104,8434,-98,8440,-92,8441,-91,8442,-97,8442,-112,8474,-115,8473,-54,8471,-47,8469,-40,8465,-34,8470,-24,8474,-16,8478,-11,8481,-10,8482,-14,8482,-24,8483,-116,8509,-118,8527,-120,8537,-121,8534,-124,8524,-129,8534,-178,8534,-180,8536,-182,8541,-185,8543,-187,8544,-188,8544,-188,8543,-190,8539,-195,8532,-203,8531,-203,8531,-202,8530,-200,8528,-197,8525,-195,8523,-193,8484,-188,8486,-235,8486,-240,8487,-245,8489,-252,8491,-254,8492,-256,8492,-257,8491,-258,8484,-263,8472,-271,8470,-269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05" o:spid="_x0000_s1105" o:spt="203" style="position:absolute;left:8483;top:-184;height:61;width:43;" coordorigin="8483,-184" coordsize="43,61">
              <o:lock v:ext="edit"/>
              <v:shape id="_x0000_s1106" o:spid="_x0000_s1106" style="position:absolute;left:8483;top:-184;height:61;width:43;" filled="f" stroked="t" coordorigin="8483,-184" coordsize="43,61" path="m8516,-128l8483,-124,8484,-180,8525,-184,8516,-12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07" o:spid="_x0000_s1107" o:spt="203" style="position:absolute;left:8441;top:-178;height:58;width:34;" coordorigin="8441,-178" coordsize="34,58">
              <o:lock v:ext="edit"/>
              <v:shape id="_x0000_s1108" o:spid="_x0000_s1108" style="position:absolute;left:8441;top:-178;height:58;width:34;" filled="f" stroked="t" coordorigin="8441,-178" coordsize="34,58" path="m8474,-123l8442,-121,8441,-175,8475,-178,8474,-12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09" o:spid="_x0000_s1109" o:spt="203" style="position:absolute;left:8330;top:-169;height:134;width:92;" coordorigin="8330,-169" coordsize="92,134">
              <o:lock v:ext="edit"/>
              <v:shape id="_x0000_s1110" o:spid="_x0000_s1110" style="position:absolute;left:8330;top:-169;height:134;width:92;" filled="f" stroked="t" coordorigin="8330,-169" coordsize="92,134" path="m8343,-156l8341,-156,8342,-153,8347,-149,8349,-147,8350,-147,8350,-147,8355,-148,8363,-150,8369,-152,8372,-152,8372,-118,8351,-113,8339,-111,8335,-111,8332,-111,8330,-108,8334,-106,8343,-103,8343,-102,8344,-102,8346,-103,8350,-104,8358,-107,8372,-111,8371,-59,8370,-54,8367,-49,8360,-44,8359,-44,8362,-42,8366,-39,8372,-35,8377,-40,8383,-46,8398,-58,8421,-78,8422,-82,8381,-56,8382,-112,8403,-116,8416,-119,8420,-119,8422,-119,8418,-123,8409,-129,8409,-129,8408,-129,8406,-128,8402,-125,8394,-123,8382,-121,8382,-154,8384,-154,8385,-155,8388,-156,8401,-158,8410,-160,8413,-160,8412,-162,8408,-165,8401,-169,8385,-163,8365,-159,8343,-156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注意事项：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0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150"/>
        <w:textAlignment w:val="auto"/>
        <w:rPr>
          <w:rFonts w:cs="PMingLiU"/>
          <w:lang w:eastAsia="zh-CN"/>
        </w:rPr>
      </w:pPr>
      <w:r>
        <w:rPr>
          <w:lang w:eastAsia="zh-CN"/>
        </w:rPr>
        <w:br w:type="column"/>
      </w:r>
      <w:r>
        <w:rPr>
          <w:rFonts w:hint="eastAsia" w:cs="PMingLiU"/>
          <w:color w:val="231F20"/>
          <w:lang w:eastAsia="zh-CN"/>
        </w:rPr>
        <w:t>本试卷总分</w:t>
      </w:r>
      <w:r>
        <w:rPr>
          <w:rFonts w:cs="PMingLiU"/>
          <w:color w:val="231F20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lang w:eastAsia="zh-CN"/>
        </w:rPr>
        <w:sectPr>
          <w:type w:val="continuous"/>
          <w:pgSz w:w="11910" w:h="16840"/>
          <w:pgMar w:top="1040" w:right="1020" w:bottom="1460" w:left="1020" w:header="720" w:footer="720" w:gutter="0"/>
          <w:cols w:equalWidth="0" w:num="2">
            <w:col w:w="1375" w:space="811"/>
            <w:col w:w="7684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7"/>
        <w:textAlignment w:val="auto"/>
        <w:rPr>
          <w:rFonts w:ascii="PMingLiU" w:hAnsi="PMingLiU" w:eastAsia="PMingLiU" w:cs="PMingLiU"/>
          <w:sz w:val="21"/>
          <w:szCs w:val="21"/>
          <w:lang w:eastAsia="zh-CN"/>
        </w:rPr>
      </w:pPr>
      <w:r>
        <w:rPr>
          <w:rFonts w:ascii="PMingLiU" w:hAnsi="PMingLiU" w:eastAsia="PMingLiU" w:cs="PMingLiU"/>
          <w:color w:val="231F20"/>
          <w:sz w:val="21"/>
          <w:szCs w:val="21"/>
          <w:lang w:eastAsia="zh-CN"/>
        </w:rPr>
        <w:t xml:space="preserve">1.  </w:t>
      </w:r>
      <w:r>
        <w:rPr>
          <w:rFonts w:ascii="PMingLiU" w:hAnsi="PMingLiU" w:eastAsia="PMingLiU" w:cs="PMingLiU"/>
          <w:color w:val="231F20"/>
          <w:spacing w:val="27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答题前，考生务必将自己的姓名、准考证号填涂在答题卡上。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7" w:right="106" w:hanging="341"/>
        <w:jc w:val="both"/>
        <w:textAlignment w:val="auto"/>
        <w:rPr>
          <w:rFonts w:ascii="PMingLiU" w:hAnsi="PMingLiU" w:eastAsia="PMingLiU" w:cs="PMingLiU"/>
          <w:sz w:val="21"/>
          <w:szCs w:val="21"/>
          <w:lang w:eastAsia="zh-CN"/>
        </w:rPr>
      </w:pPr>
      <w:r>
        <w:rPr>
          <w:rFonts w:ascii="PMingLiU" w:hAnsi="PMingLiU" w:eastAsia="PMingLiU" w:cs="PMingLiU"/>
          <w:color w:val="231F20"/>
          <w:sz w:val="21"/>
          <w:szCs w:val="21"/>
          <w:lang w:eastAsia="zh-CN"/>
        </w:rPr>
        <w:t>2.</w:t>
      </w:r>
      <w:r>
        <w:rPr>
          <w:rFonts w:ascii="PMingLiU" w:hAnsi="PMingLiU" w:eastAsia="PMingLiU" w:cs="PMingLiU"/>
          <w:color w:val="231F20"/>
          <w:spacing w:val="24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选择题每小题选出答案后，用</w:t>
      </w:r>
      <w:r>
        <w:rPr>
          <w:rFonts w:ascii="PMingLiU" w:hAnsi="PMingLiU" w:eastAsia="PMingLiU" w:cs="PMingLiU"/>
          <w:color w:val="231F20"/>
          <w:sz w:val="21"/>
          <w:szCs w:val="21"/>
          <w:lang w:eastAsia="zh-CN"/>
        </w:rPr>
        <w:t xml:space="preserve"> 2B</w:t>
      </w:r>
      <w:r>
        <w:rPr>
          <w:rFonts w:ascii="PMingLiU" w:hAnsi="PMingLiU" w:eastAsia="PMingLiU" w:cs="PMingLiU"/>
          <w:color w:val="231F20"/>
          <w:spacing w:val="-1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铅笔把答题卡上对应的题目的答案涂黑，如需改动，用橡皮擦擦</w:t>
      </w:r>
      <w:r>
        <w:rPr>
          <w:rFonts w:ascii="PMingLiU" w:hAnsi="PMingLiU" w:eastAsia="PMingLiU" w:cs="PMingLiU"/>
          <w:color w:val="231F20"/>
          <w:spacing w:val="75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pacing w:val="4"/>
          <w:sz w:val="21"/>
          <w:szCs w:val="21"/>
          <w:lang w:eastAsia="zh-CN"/>
        </w:rPr>
        <w:t>干净后，再选涂其他答案标号，非选择题用黑色签字笔在答题卡上书写作答，在试卷上作答，答</w:t>
      </w:r>
      <w:r>
        <w:rPr>
          <w:rFonts w:ascii="PMingLiU" w:hAnsi="PMingLiU" w:eastAsia="PMingLiU" w:cs="PMingLiU"/>
          <w:color w:val="231F20"/>
          <w:spacing w:val="49"/>
          <w:sz w:val="21"/>
          <w:szCs w:val="2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案无效。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5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454" w:leftChars="1570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第Ⅰ卷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(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选择题，共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80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1"/>
          <w:szCs w:val="1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Ⅰ</w:t>
      </w:r>
      <w:r>
        <w:rPr>
          <w:color w:val="231F20"/>
          <w:lang w:eastAsia="zh-CN"/>
        </w:rPr>
        <w:t xml:space="preserve"> .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情景交际：根据所给情景选择最佳答案。（</w:t>
      </w:r>
      <w:r>
        <w:rPr>
          <w:color w:val="231F20"/>
          <w:lang w:eastAsia="zh-CN"/>
        </w:rPr>
        <w:t>10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小题，每小题</w:t>
      </w:r>
      <w:r>
        <w:rPr>
          <w:color w:val="231F20"/>
          <w:lang w:eastAsia="zh-CN"/>
        </w:rPr>
        <w:t xml:space="preserve"> 2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20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—How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0"/>
        <w:textAlignment w:val="auto"/>
        <w:rPr>
          <w:rFonts w:eastAsia="宋体"/>
          <w:lang w:eastAsia="zh-CN"/>
        </w:rPr>
      </w:pPr>
      <w:r>
        <w:rPr>
          <w:color w:val="231F20"/>
        </w:rPr>
        <w:t>—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5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.Nice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too.</w:t>
      </w:r>
      <w:r>
        <w:rPr>
          <w:color w:val="231F20"/>
        </w:rPr>
        <w:tab/>
      </w:r>
      <w:r>
        <w:rPr>
          <w:color w:val="231F20"/>
        </w:rPr>
        <w:t>B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.How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5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Fine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,thank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you!</w:t>
      </w:r>
      <w:r>
        <w:rPr>
          <w:color w:val="231F20"/>
        </w:rPr>
        <w:tab/>
      </w:r>
      <w:r>
        <w:rPr>
          <w:color w:val="231F20"/>
        </w:rPr>
        <w:t>D .Just so so.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5" w:hanging="272"/>
        <w:textAlignment w:val="auto"/>
      </w:pPr>
      <w:r>
        <w:rPr>
          <w:color w:val="231F20"/>
        </w:rPr>
        <w:t>— Would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 mind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not smoking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here?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0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477"/>
          <w:tab w:val="left" w:pos="1913"/>
          <w:tab w:val="left" w:pos="3721"/>
          <w:tab w:val="left" w:pos="5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  <w:w w:val="105"/>
        </w:rPr>
        <w:t>OK,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will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Sorry,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won't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>No,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can't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No,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course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78"/>
          <w:tab w:val="left" w:pos="30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7" w:hanging="164"/>
        <w:textAlignment w:val="auto"/>
      </w:pPr>
      <w:r>
        <w:rPr>
          <w:color w:val="231F20"/>
          <w:w w:val="105"/>
        </w:rPr>
        <w:t>Don't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shout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at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him.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w w:val="105"/>
          <w:u w:val="single"/>
        </w:rPr>
        <w:tab/>
      </w: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477"/>
          <w:tab w:val="left" w:pos="3725"/>
          <w:tab w:val="left" w:pos="55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  <w:w w:val="105"/>
        </w:rPr>
        <w:t>will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do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 xml:space="preserve">best 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B.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did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well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good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at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did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best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4.—Would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6"/>
        <w:textAlignment w:val="auto"/>
        <w:rPr>
          <w:rFonts w:eastAsia="宋体"/>
          <w:lang w:eastAsia="zh-CN"/>
        </w:rPr>
      </w:pPr>
      <w:r>
        <w:rPr>
          <w:color w:val="231F20"/>
        </w:rPr>
        <w:t>—Sorry,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5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anything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else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do.</w:t>
      </w:r>
      <w:r>
        <w:rPr>
          <w:color w:val="231F20"/>
        </w:rPr>
        <w:tab/>
      </w:r>
      <w:r>
        <w:rPr>
          <w:color w:val="231F20"/>
        </w:rPr>
        <w:t>B.I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else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something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5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something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else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do.</w:t>
      </w:r>
      <w:r>
        <w:rPr>
          <w:color w:val="231F20"/>
        </w:rPr>
        <w:tab/>
      </w:r>
      <w:r>
        <w:rPr>
          <w:color w:val="231F20"/>
        </w:rPr>
        <w:t>D.I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else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anything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—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feeling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now?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9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0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lunch.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477"/>
          <w:tab w:val="left" w:pos="35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Not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well</w:t>
      </w:r>
      <w:r>
        <w:rPr>
          <w:color w:val="231F20"/>
        </w:rPr>
        <w:tab/>
      </w:r>
      <w:r>
        <w:rPr>
          <w:color w:val="231F20"/>
        </w:rPr>
        <w:t>B.Even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worse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Much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better</w:t>
      </w:r>
      <w:r>
        <w:rPr>
          <w:color w:val="231F20"/>
        </w:rPr>
        <w:tab/>
      </w:r>
      <w:r>
        <w:rPr>
          <w:color w:val="231F20"/>
        </w:rPr>
        <w:t>D.I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feel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terrible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—My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ill.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have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look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after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her.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9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0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02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477"/>
          <w:tab w:val="left" w:pos="35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all.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I'm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sorry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hear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that.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5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143" w:firstLine="108"/>
        <w:textAlignment w:val="auto"/>
      </w:pPr>
      <w:r>
        <w:rPr>
          <w:color w:val="231F20"/>
          <w:w w:val="105"/>
        </w:rPr>
        <w:t>C.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doesn't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matter.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I'm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afraid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her. 7.—May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ask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you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some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questions?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3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6"/>
        <w:textAlignment w:val="auto"/>
      </w:pPr>
      <w:r>
        <w:rPr>
          <w:color w:val="231F20"/>
        </w:rPr>
        <w:t>—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2109"/>
          <w:tab w:val="left" w:pos="4029"/>
          <w:tab w:val="left" w:pos="58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8"/>
        <w:textAlignment w:val="auto"/>
      </w:pPr>
      <w:r>
        <w:rPr>
          <w:color w:val="231F20"/>
        </w:rPr>
        <w:t>A.Sure,go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ahead</w:t>
      </w:r>
      <w:r>
        <w:rPr>
          <w:color w:val="231F20"/>
        </w:rPr>
        <w:tab/>
      </w:r>
      <w:r>
        <w:rPr>
          <w:color w:val="231F20"/>
        </w:rPr>
        <w:t>B.Good idea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shouldn't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8.—Will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join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us?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6"/>
        <w:textAlignment w:val="auto"/>
        <w:rPr>
          <w:rFonts w:eastAsia="宋体"/>
          <w:lang w:eastAsia="zh-CN"/>
        </w:rPr>
      </w:pPr>
      <w:r>
        <w:rPr>
          <w:color w:val="231F20"/>
        </w:rPr>
        <w:t>—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77"/>
          <w:tab w:val="left" w:pos="3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No,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didn't.</w:t>
      </w:r>
      <w:r>
        <w:rPr>
          <w:color w:val="231F20"/>
        </w:rPr>
        <w:tab/>
      </w:r>
      <w:r>
        <w:rPr>
          <w:color w:val="231F20"/>
        </w:rPr>
        <w:t>B. You're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welcome.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6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 I hope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not.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course,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—I'm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sorry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losing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dictionary.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0"/>
        <w:textAlignment w:val="auto"/>
        <w:rPr>
          <w:rFonts w:eastAsia="宋体"/>
          <w:lang w:eastAsia="zh-CN"/>
        </w:rPr>
      </w:pPr>
      <w:r>
        <w:rPr>
          <w:color w:val="231F20"/>
        </w:rPr>
        <w:t>—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477"/>
          <w:tab w:val="left" w:pos="36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Oh,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doesn't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matter.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You're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welcome.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That's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right.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Thank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same.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 w:hanging="327"/>
        <w:textAlignment w:val="auto"/>
      </w:pPr>
      <w:r>
        <w:rPr>
          <w:color w:val="231F20"/>
        </w:rPr>
        <w:t>—Must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homework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tonight?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  <w:w w:val="95"/>
        </w:rPr>
        <w:t>—No,</w:t>
      </w:r>
      <w:r>
        <w:rPr>
          <w:color w:val="231F20"/>
          <w:w w:val="95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477"/>
          <w:tab w:val="left" w:pos="36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you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musn't.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don't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6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30" w:leftChars="100" w:right="4081" w:hanging="1210" w:hangingChars="550"/>
        <w:textAlignment w:val="auto"/>
        <w:rPr>
          <w:rFonts w:eastAsia="宋体"/>
          <w:color w:val="231F20"/>
          <w:w w:val="104"/>
          <w:lang w:eastAsia="zh-CN"/>
        </w:rPr>
      </w:pPr>
      <w:r>
        <w:rPr>
          <w:color w:val="231F20"/>
        </w:rPr>
        <w:t>C.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must.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shouldn't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.</w:t>
      </w:r>
      <w:r>
        <w:rPr>
          <w:color w:val="231F20"/>
          <w:w w:val="10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6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5" w:leftChars="7" w:right="4081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Ⅱ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lang w:eastAsia="zh-CN"/>
        </w:rPr>
        <w:t>.</w:t>
      </w:r>
      <w:r>
        <w:rPr>
          <w:color w:val="231F20"/>
          <w:spacing w:val="-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单项选择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(20</w:t>
      </w:r>
      <w:r>
        <w:rPr>
          <w:color w:val="231F20"/>
          <w:spacing w:val="-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小题，每小题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1</w:t>
      </w:r>
      <w:r>
        <w:rPr>
          <w:color w:val="231F20"/>
          <w:spacing w:val="-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20</w:t>
      </w:r>
      <w:r>
        <w:rPr>
          <w:color w:val="231F20"/>
          <w:spacing w:val="-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(A)</w:t>
      </w:r>
      <w:r>
        <w:rPr>
          <w:color w:val="231F20"/>
          <w:spacing w:val="-18"/>
        </w:rPr>
        <w:t xml:space="preserve"> </w:t>
      </w:r>
      <w:r>
        <w:rPr>
          <w:rFonts w:hint="eastAsia"/>
          <w:color w:val="231F20"/>
        </w:rPr>
        <w:t>从下列各题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A</w:t>
      </w:r>
      <w:r>
        <w:rPr>
          <w:rFonts w:hint="eastAsia"/>
          <w:color w:val="231F20"/>
        </w:rPr>
        <w:t>、</w:t>
      </w:r>
      <w:r>
        <w:rPr>
          <w:color w:val="231F20"/>
        </w:rPr>
        <w:t>B</w:t>
      </w:r>
      <w:r>
        <w:rPr>
          <w:rFonts w:hint="eastAsia"/>
          <w:color w:val="231F20"/>
        </w:rPr>
        <w:t>、</w:t>
      </w:r>
      <w:r>
        <w:rPr>
          <w:color w:val="231F20"/>
        </w:rPr>
        <w:t>C</w:t>
      </w:r>
      <w:r>
        <w:rPr>
          <w:rFonts w:hint="eastAsia"/>
          <w:color w:val="231F20"/>
        </w:rPr>
        <w:t>、</w:t>
      </w:r>
      <w:r>
        <w:rPr>
          <w:color w:val="231F20"/>
        </w:rPr>
        <w:t>D</w:t>
      </w:r>
      <w:r>
        <w:rPr>
          <w:color w:val="231F20"/>
          <w:spacing w:val="-18"/>
        </w:rPr>
        <w:t xml:space="preserve"> </w:t>
      </w:r>
      <w:r>
        <w:rPr>
          <w:rFonts w:hint="eastAsia"/>
          <w:color w:val="231F20"/>
        </w:rPr>
        <w:t>中选出能填入空白处的正确答案。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pgSz w:w="11910" w:h="16840"/>
          <w:pgMar w:top="1320" w:right="1680" w:bottom="1540" w:left="1020" w:header="0" w:footer="1274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 w:hanging="327"/>
        <w:textAlignment w:val="auto"/>
      </w:pPr>
      <w:r>
        <w:rPr>
          <w:color w:val="231F20"/>
          <w:w w:val="105"/>
        </w:rPr>
        <w:t>You'd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better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</w:t>
      </w:r>
      <w:r>
        <w:rPr>
          <w:rFonts w:eastAsia="宋体"/>
          <w:color w:val="231F20"/>
          <w:w w:val="94"/>
          <w:lang w:eastAsia="zh-CN"/>
        </w:rPr>
        <w:t xml:space="preserve">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too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much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candy.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bad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your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teeth.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1609" w:space="649"/>
            <w:col w:w="6952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85"/>
          <w:tab w:val="left" w:pos="2074"/>
          <w:tab w:val="left" w:pos="4024"/>
          <w:tab w:val="left" w:pos="59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84" w:hanging="254"/>
        <w:textAlignment w:val="auto"/>
      </w:pPr>
      <w:r>
        <w:rPr>
          <w:color w:val="231F20"/>
        </w:rPr>
        <w:t>not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eating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eat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eat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don't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eat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 w:hanging="327"/>
        <w:textAlignment w:val="auto"/>
      </w:pPr>
      <w:r>
        <w:rPr>
          <w:color w:val="231F20"/>
        </w:rPr>
        <w:t>Mike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lost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watch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yesterday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wants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buy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4818" w:space="649"/>
            <w:col w:w="3743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85"/>
          <w:tab w:val="left" w:pos="2088"/>
          <w:tab w:val="left" w:pos="4008"/>
          <w:tab w:val="left" w:pos="59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84" w:hanging="254"/>
        <w:textAlignment w:val="auto"/>
      </w:pPr>
      <w:r>
        <w:rPr>
          <w:color w:val="231F20"/>
        </w:rPr>
        <w:t>a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other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another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 w:hanging="327"/>
        <w:textAlignment w:val="auto"/>
      </w:pPr>
      <w:r>
        <w:rPr>
          <w:color w:val="231F20"/>
          <w:w w:val="105"/>
        </w:rPr>
        <w:t>We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had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holiday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National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1211" w:space="649"/>
            <w:col w:w="735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585"/>
          <w:tab w:val="left" w:pos="2131"/>
          <w:tab w:val="left" w:pos="4006"/>
          <w:tab w:val="left" w:pos="59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84" w:hanging="254"/>
        <w:textAlignment w:val="auto"/>
      </w:pPr>
      <w:r>
        <w:rPr>
          <w:color w:val="231F20"/>
          <w:w w:val="105"/>
        </w:rPr>
        <w:t>a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seven-day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seven-days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seven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days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seven-days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.—Who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taught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  <w:rPr>
          <w:rFonts w:eastAsia="宋体"/>
          <w:lang w:eastAsia="zh-CN"/>
        </w:rPr>
      </w:pPr>
      <w:r>
        <w:rPr>
          <w:color w:val="231F20"/>
        </w:rPr>
        <w:t>—I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learned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English?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4"/>
        <w:textAlignment w:val="auto"/>
      </w:pP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1917" w:space="435"/>
            <w:col w:w="6858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477"/>
          <w:tab w:val="left" w:pos="36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you;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myself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your;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myself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yourself;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yourself;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myself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.—You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kept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out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pgSz w:w="11910" w:h="16840"/>
          <w:pgMar w:top="1060" w:right="1680" w:bottom="1540" w:left="1020" w:header="0" w:footer="1274" w:gutter="0"/>
          <w:cols w:equalWidth="0" w:num="2">
            <w:col w:w="1806" w:space="649"/>
            <w:col w:w="6755"/>
          </w:cols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0"/>
        <w:textAlignment w:val="auto"/>
      </w:pPr>
      <w:r>
        <w:rPr>
          <w:color w:val="231F20"/>
          <w:w w:val="105"/>
        </w:rPr>
        <w:t>—Sorry.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I'll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be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ready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soon.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477"/>
          <w:tab w:val="left" w:pos="2019"/>
          <w:tab w:val="left" w:pos="4016"/>
          <w:tab w:val="left" w:pos="59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stand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stand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stood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standing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Candy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tastes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good.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But,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it's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bad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eat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too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2500" w:space="595"/>
            <w:col w:w="6115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6"/>
        </w:numPr>
        <w:tabs>
          <w:tab w:val="left" w:pos="477"/>
          <w:tab w:val="left" w:pos="2033"/>
          <w:tab w:val="left" w:pos="3978"/>
          <w:tab w:val="left" w:pos="59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such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as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example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 fact</w:t>
      </w:r>
      <w:r>
        <w:rPr>
          <w:color w:val="231F20"/>
        </w:rPr>
        <w:tab/>
      </w:r>
      <w:r>
        <w:rPr>
          <w:color w:val="231F20"/>
        </w:rPr>
        <w:t>D. though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 w:hanging="327"/>
        <w:textAlignment w:val="auto"/>
      </w:pPr>
      <w:r>
        <w:rPr>
          <w:color w:val="231F20"/>
        </w:rPr>
        <w:t>—Miss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Hu,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telling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learn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English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well?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all.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remember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learn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nothing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well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br w:type="column"/>
      </w:r>
      <w:r>
        <w:rPr>
          <w:color w:val="231F20"/>
        </w:rPr>
        <w:t>hard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5115" w:space="325"/>
            <w:col w:w="377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6"/>
        </w:numPr>
        <w:tabs>
          <w:tab w:val="left" w:pos="477"/>
          <w:tab w:val="left" w:pos="2030"/>
          <w:tab w:val="left" w:pos="4066"/>
          <w:tab w:val="left" w:pos="59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  <w:w w:val="95"/>
        </w:rPr>
        <w:t>with</w:t>
      </w:r>
      <w:r>
        <w:rPr>
          <w:color w:val="231F20"/>
          <w:w w:val="95"/>
        </w:rPr>
        <w:tab/>
      </w:r>
      <w:r>
        <w:rPr>
          <w:color w:val="231F20"/>
        </w:rPr>
        <w:t>B.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after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without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/>
          <w:lang w:eastAsia="zh-CN"/>
        </w:rPr>
      </w:pPr>
      <w:r>
        <w:rPr>
          <w:color w:val="231F20"/>
          <w:w w:val="105"/>
        </w:rPr>
        <w:t>18.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borrow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English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715" w:space="649"/>
            <w:col w:w="7846"/>
          </w:cols>
        </w:sectPr>
      </w:pPr>
    </w:p>
    <w:p>
      <w:pPr>
        <w:pStyle w:val="4"/>
        <w:keepNext w:val="0"/>
        <w:keepLines w:val="0"/>
        <w:pageBreakBefore w:val="0"/>
        <w:widowControl w:val="0"/>
        <w:tabs>
          <w:tab w:val="left" w:pos="30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—Yes,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course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477"/>
          <w:tab w:val="left" w:pos="2053"/>
          <w:tab w:val="left" w:pos="4052"/>
          <w:tab w:val="left" w:pos="59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Could;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could</w:t>
      </w:r>
      <w:r>
        <w:rPr>
          <w:color w:val="231F20"/>
        </w:rPr>
        <w:tab/>
      </w:r>
      <w:r>
        <w:rPr>
          <w:color w:val="231F20"/>
        </w:rPr>
        <w:t>B. Must;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can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Could;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can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Can; could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Jogging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fit.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2324" w:space="649"/>
            <w:col w:w="6237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8"/>
        </w:numPr>
        <w:tabs>
          <w:tab w:val="left" w:pos="477"/>
          <w:tab w:val="left" w:pos="2079"/>
          <w:tab w:val="left" w:pos="4081"/>
          <w:tab w:val="left" w:pos="59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keep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keep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keeping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keeps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She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eats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/>
          <w:lang w:eastAsia="zh-CN"/>
        </w:rPr>
      </w:pPr>
      <w:r>
        <w:rPr>
          <w:w w:val="105"/>
        </w:rPr>
        <w:br w:type="column"/>
      </w:r>
      <w:r>
        <w:rPr>
          <w:color w:val="231F20"/>
          <w:w w:val="105"/>
        </w:rPr>
        <w:t>meat,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so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fat.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3">
            <w:col w:w="1204" w:space="649"/>
            <w:col w:w="1470" w:space="649"/>
            <w:col w:w="5238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8"/>
        </w:numPr>
        <w:tabs>
          <w:tab w:val="left" w:pos="477"/>
          <w:tab w:val="left" w:pos="40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much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too;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much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much;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much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40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much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too;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many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much;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 w:hanging="327"/>
        <w:textAlignment w:val="auto"/>
      </w:pPr>
      <w:r>
        <w:rPr>
          <w:color w:val="231F20"/>
          <w:w w:val="105"/>
        </w:rPr>
        <w:t>I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think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important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us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breakfast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everyday.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3">
            <w:col w:w="1124" w:space="649"/>
            <w:col w:w="1525" w:space="649"/>
            <w:col w:w="5263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8"/>
        </w:numPr>
        <w:tabs>
          <w:tab w:val="left" w:pos="477"/>
          <w:tab w:val="left" w:pos="2056"/>
          <w:tab w:val="left" w:pos="4102"/>
          <w:tab w:val="left" w:pos="6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this;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have</w:t>
      </w:r>
      <w:r>
        <w:rPr>
          <w:color w:val="231F20"/>
        </w:rPr>
        <w:tab/>
      </w:r>
      <w:r>
        <w:rPr>
          <w:color w:val="231F20"/>
        </w:rPr>
        <w:t>B. that; to have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it's;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have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it's;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have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/>
          <w:lang w:eastAsia="zh-CN"/>
        </w:rPr>
      </w:pPr>
      <w:r>
        <w:rPr>
          <w:color w:val="231F20"/>
          <w:w w:val="105"/>
        </w:rPr>
        <w:t>22.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have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you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been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like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715" w:space="649"/>
            <w:col w:w="7846"/>
          </w:cols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/>
        <w:textAlignment w:val="auto"/>
      </w:pPr>
      <w:r>
        <w:rPr>
          <w:color w:val="231F20"/>
        </w:rPr>
        <w:t>—Three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2094"/>
          <w:tab w:val="left" w:pos="4123"/>
          <w:tab w:val="left" w:pos="60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long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often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far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soon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/>
          <w:lang w:eastAsia="zh-CN"/>
        </w:rPr>
      </w:pPr>
      <w:r>
        <w:rPr>
          <w:color w:val="231F20"/>
          <w:w w:val="105"/>
        </w:rPr>
        <w:t>23.I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had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fun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basketball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with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classmates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last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Sunday.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1270" w:space="649"/>
            <w:col w:w="7291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2084"/>
          <w:tab w:val="left" w:pos="4092"/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8"/>
        <w:textAlignment w:val="auto"/>
      </w:pPr>
      <w:r>
        <w:rPr>
          <w:color w:val="231F20"/>
        </w:rPr>
        <w:t>A.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play</w:t>
      </w:r>
      <w:r>
        <w:rPr>
          <w:color w:val="231F20"/>
        </w:rPr>
        <w:tab/>
      </w:r>
      <w:r>
        <w:rPr>
          <w:color w:val="231F20"/>
        </w:rPr>
        <w:t>B. playing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play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played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24.—When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hold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sports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meet?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color w:val="231F20"/>
        </w:rPr>
        <w:t>—Next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week.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rFonts w:eastAsia="宋体"/>
          <w:color w:val="231F20"/>
          <w:spacing w:val="-4"/>
          <w:lang w:eastAsia="zh-CN"/>
        </w:rPr>
        <w:t xml:space="preserve"> 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boys’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1000-metre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race.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2204" w:space="379"/>
            <w:col w:w="6627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477"/>
          <w:tab w:val="left" w:pos="2037"/>
          <w:tab w:val="left" w:pos="4070"/>
          <w:tab w:val="left" w:pos="6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joined</w:t>
      </w:r>
      <w:r>
        <w:rPr>
          <w:color w:val="231F20"/>
        </w:rPr>
        <w:tab/>
      </w:r>
      <w:r>
        <w:rPr>
          <w:color w:val="231F20"/>
        </w:rPr>
        <w:t>B. took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join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Eating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much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candy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bad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your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teeth.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equalWidth="0" w:num="2">
            <w:col w:w="2397" w:space="649"/>
            <w:col w:w="6164"/>
          </w:cols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0"/>
        </w:numPr>
        <w:tabs>
          <w:tab w:val="left" w:pos="477"/>
          <w:tab w:val="left" w:pos="2028"/>
          <w:tab w:val="left" w:pos="4107"/>
          <w:tab w:val="left" w:pos="6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is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are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was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）选择与句子划线部分相同或相近的选项。</w:t>
      </w:r>
      <w:r>
        <w:rPr>
          <w:rFonts w:hint="eastAsia"/>
          <w:color w:val="231F20"/>
        </w:rPr>
        <w:t>（</w:t>
      </w:r>
      <w:r>
        <w:rPr>
          <w:color w:val="231F20"/>
        </w:rPr>
        <w:t>5</w:t>
      </w:r>
      <w:r>
        <w:rPr>
          <w:color w:val="231F20"/>
          <w:spacing w:val="-3"/>
        </w:rPr>
        <w:t xml:space="preserve"> </w:t>
      </w:r>
      <w:r>
        <w:rPr>
          <w:rFonts w:hint="eastAsia"/>
          <w:color w:val="231F2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1"/>
        </w:numPr>
        <w:tabs>
          <w:tab w:val="left" w:pos="5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u w:val="single" w:color="231F20"/>
        </w:rPr>
        <w:t>do</w:t>
      </w:r>
      <w:r>
        <w:rPr>
          <w:color w:val="231F20"/>
          <w:spacing w:val="-3"/>
          <w:u w:val="single" w:color="231F20"/>
        </w:rPr>
        <w:t xml:space="preserve"> </w:t>
      </w:r>
      <w:r>
        <w:rPr>
          <w:color w:val="231F20"/>
          <w:u w:val="single" w:color="231F20"/>
        </w:rPr>
        <w:t>well</w:t>
      </w:r>
      <w:r>
        <w:rPr>
          <w:color w:val="231F20"/>
          <w:spacing w:val="-2"/>
          <w:u w:val="single" w:color="231F20"/>
        </w:rPr>
        <w:t xml:space="preserve"> </w:t>
      </w:r>
      <w:r>
        <w:rPr>
          <w:color w:val="231F20"/>
          <w:u w:val="single" w:color="231F20"/>
        </w:rPr>
        <w:t>in</w:t>
      </w:r>
      <w:r>
        <w:rPr>
          <w:color w:val="231F20"/>
          <w:spacing w:val="-2"/>
          <w:u w:val="single" w:color="231F20"/>
        </w:rPr>
        <w:t xml:space="preserve"> </w:t>
      </w:r>
      <w:r>
        <w:rPr>
          <w:color w:val="231F20"/>
        </w:rPr>
        <w:t>performing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Kunfu.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6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2"/>
          <w:numId w:val="11"/>
        </w:numPr>
        <w:tabs>
          <w:tab w:val="left" w:pos="423"/>
          <w:tab w:val="left" w:pos="2063"/>
          <w:tab w:val="left" w:pos="4127"/>
          <w:tab w:val="left" w:pos="57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00"/>
        <w:textAlignment w:val="auto"/>
      </w:pPr>
      <w:r>
        <w:rPr>
          <w:color w:val="231F20"/>
        </w:rPr>
        <w:t>am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well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</w:rPr>
        <w:tab/>
      </w:r>
      <w:r>
        <w:rPr>
          <w:color w:val="231F20"/>
        </w:rPr>
        <w:t>B. 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badly in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2"/>
        </w:numPr>
        <w:tabs>
          <w:tab w:val="left" w:pos="5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must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ask him to</w:t>
      </w:r>
      <w:r>
        <w:rPr>
          <w:color w:val="231F20"/>
          <w:spacing w:val="1"/>
        </w:rPr>
        <w:t xml:space="preserve"> </w:t>
      </w:r>
      <w:r>
        <w:rPr>
          <w:color w:val="231F20"/>
          <w:u w:val="single" w:color="231F20"/>
        </w:rPr>
        <w:t>give</w:t>
      </w:r>
      <w:r>
        <w:rPr>
          <w:color w:val="231F20"/>
          <w:spacing w:val="1"/>
          <w:u w:val="single" w:color="231F20"/>
        </w:rPr>
        <w:t xml:space="preserve"> </w:t>
      </w:r>
      <w:r>
        <w:rPr>
          <w:color w:val="231F20"/>
          <w:u w:val="single" w:color="231F20"/>
        </w:rPr>
        <w:t>up</w:t>
      </w:r>
      <w:r>
        <w:rPr>
          <w:color w:val="231F20"/>
          <w:spacing w:val="1"/>
          <w:u w:val="single" w:color="231F20"/>
        </w:rPr>
        <w:t xml:space="preserve"> </w:t>
      </w:r>
      <w:r>
        <w:rPr>
          <w:color w:val="231F20"/>
        </w:rPr>
        <w:t>smoking.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2"/>
          <w:numId w:val="12"/>
        </w:numPr>
        <w:tabs>
          <w:tab w:val="left" w:pos="423"/>
          <w:tab w:val="left" w:pos="2031"/>
          <w:tab w:val="left" w:pos="4139"/>
          <w:tab w:val="left" w:pos="57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656" w:firstLine="109"/>
        <w:textAlignment w:val="auto"/>
      </w:pPr>
      <w:r>
        <w:rPr>
          <w:color w:val="231F20"/>
        </w:rPr>
        <w:t>begin</w:t>
      </w:r>
      <w:r>
        <w:rPr>
          <w:color w:val="231F20"/>
        </w:rPr>
        <w:tab/>
      </w:r>
      <w:r>
        <w:rPr>
          <w:color w:val="231F20"/>
        </w:rPr>
        <w:t>B.stop</w:t>
      </w:r>
      <w:r>
        <w:rPr>
          <w:color w:val="231F20"/>
        </w:rPr>
        <w:tab/>
      </w:r>
      <w:r>
        <w:rPr>
          <w:color w:val="231F20"/>
        </w:rPr>
        <w:t>C.finish</w:t>
      </w:r>
      <w:r>
        <w:rPr>
          <w:color w:val="231F20"/>
        </w:rPr>
        <w:tab/>
      </w:r>
      <w:r>
        <w:rPr>
          <w:color w:val="231F20"/>
        </w:rPr>
        <w:t>D.start</w:t>
      </w:r>
      <w:r>
        <w:rPr>
          <w:color w:val="231F20"/>
          <w:w w:val="103"/>
        </w:rPr>
        <w:t xml:space="preserve"> </w:t>
      </w:r>
      <w:r>
        <w:rPr>
          <w:color w:val="231F20"/>
        </w:rPr>
        <w:t>28.There</w:t>
      </w:r>
      <w:r>
        <w:rPr>
          <w:color w:val="231F20"/>
          <w:spacing w:val="7"/>
        </w:rPr>
        <w:t xml:space="preserve"> </w:t>
      </w:r>
      <w:r>
        <w:rPr>
          <w:color w:val="231F20"/>
          <w:u w:val="single" w:color="231F20"/>
        </w:rPr>
        <w:t>will</w:t>
      </w:r>
      <w:r>
        <w:rPr>
          <w:color w:val="231F20"/>
          <w:spacing w:val="7"/>
          <w:u w:val="single" w:color="231F20"/>
        </w:rPr>
        <w:t xml:space="preserve"> </w:t>
      </w:r>
      <w:r>
        <w:rPr>
          <w:color w:val="231F20"/>
          <w:u w:val="single" w:color="231F20"/>
        </w:rPr>
        <w:t>be</w:t>
      </w:r>
      <w:r>
        <w:rPr>
          <w:color w:val="231F20"/>
          <w:spacing w:val="8"/>
          <w:u w:val="single" w:color="231F2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sports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meet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October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8th.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071"/>
          <w:tab w:val="left" w:pos="4139"/>
          <w:tab w:val="left" w:pos="57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726" w:firstLine="108"/>
        <w:textAlignment w:val="auto"/>
      </w:pPr>
      <w:r>
        <w:rPr>
          <w:color w:val="231F20"/>
        </w:rPr>
        <w:t>A.is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have</w:t>
      </w:r>
      <w:r>
        <w:rPr>
          <w:color w:val="231F20"/>
        </w:rPr>
        <w:tab/>
      </w:r>
      <w:r>
        <w:rPr>
          <w:color w:val="231F20"/>
        </w:rPr>
        <w:t>B.are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have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</w:t>
      </w:r>
      <w:r>
        <w:rPr>
          <w:color w:val="231F20"/>
        </w:rPr>
        <w:tab/>
      </w:r>
      <w:r>
        <w:rPr>
          <w:color w:val="231F20"/>
        </w:rPr>
        <w:t>D.are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w w:val="105"/>
        </w:rPr>
        <w:t xml:space="preserve"> </w:t>
      </w:r>
      <w:r>
        <w:rPr>
          <w:color w:val="231F20"/>
        </w:rPr>
        <w:t>29.He</w:t>
      </w:r>
      <w:r>
        <w:rPr>
          <w:color w:val="231F20"/>
          <w:spacing w:val="7"/>
        </w:rPr>
        <w:t xml:space="preserve"> </w:t>
      </w:r>
      <w:r>
        <w:rPr>
          <w:color w:val="231F20"/>
          <w:u w:val="single" w:color="231F20"/>
        </w:rPr>
        <w:t>tries</w:t>
      </w:r>
      <w:r>
        <w:rPr>
          <w:color w:val="231F20"/>
          <w:spacing w:val="7"/>
          <w:u w:val="single" w:color="231F20"/>
        </w:rPr>
        <w:t xml:space="preserve"> </w:t>
      </w:r>
      <w:r>
        <w:rPr>
          <w:color w:val="231F20"/>
          <w:u w:val="single" w:color="231F20"/>
        </w:rPr>
        <w:t>his</w:t>
      </w:r>
      <w:r>
        <w:rPr>
          <w:color w:val="231F20"/>
          <w:spacing w:val="8"/>
          <w:u w:val="single" w:color="231F20"/>
        </w:rPr>
        <w:t xml:space="preserve"> </w:t>
      </w:r>
      <w:r>
        <w:rPr>
          <w:color w:val="231F20"/>
          <w:u w:val="single" w:color="231F20"/>
        </w:rPr>
        <w:t>best</w:t>
      </w:r>
      <w:r>
        <w:rPr>
          <w:color w:val="231F20"/>
          <w:spacing w:val="9"/>
          <w:u w:val="single" w:color="231F2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build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house.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041"/>
          <w:tab w:val="left" w:pos="4143"/>
          <w:tab w:val="left" w:pos="58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8"/>
        <w:textAlignment w:val="auto"/>
      </w:pPr>
      <w:r>
        <w:rPr>
          <w:color w:val="231F20"/>
        </w:rPr>
        <w:t>A.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best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best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best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did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30.—I'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sorry,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Maria.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can't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favorite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model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plane.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7"/>
        <w:textAlignment w:val="auto"/>
      </w:pPr>
      <w:r>
        <w:rPr>
          <w:color w:val="231F20"/>
          <w:w w:val="105"/>
        </w:rPr>
        <w:t>—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  <w:u w:val="single" w:color="231F20"/>
        </w:rPr>
        <w:t>It</w:t>
      </w:r>
      <w:r>
        <w:rPr>
          <w:color w:val="231F20"/>
          <w:spacing w:val="-17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doesn't</w:t>
      </w:r>
      <w:r>
        <w:rPr>
          <w:color w:val="231F20"/>
          <w:spacing w:val="-17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matter</w:t>
      </w:r>
      <w:r>
        <w:rPr>
          <w:rFonts w:hint="eastAsia"/>
          <w:color w:val="231F20"/>
          <w:w w:val="105"/>
        </w:rPr>
        <w:t>，</w:t>
      </w:r>
      <w:r>
        <w:rPr>
          <w:color w:val="231F20"/>
          <w:w w:val="105"/>
        </w:rPr>
        <w:t>Jack.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I'll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go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buy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another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left" w:pos="477"/>
          <w:tab w:val="left" w:pos="2029"/>
          <w:tab w:val="left" w:pos="4085"/>
          <w:tab w:val="left" w:pos="58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Don't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say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that</w:t>
      </w:r>
      <w:r>
        <w:rPr>
          <w:color w:val="231F20"/>
        </w:rPr>
        <w:tab/>
      </w:r>
      <w:r>
        <w:rPr>
          <w:color w:val="231F20"/>
        </w:rPr>
        <w:t>B.You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kidding.</w:t>
      </w:r>
      <w:r>
        <w:rPr>
          <w:color w:val="231F20"/>
        </w:rPr>
        <w:tab/>
      </w:r>
      <w:r>
        <w:rPr>
          <w:color w:val="231F20"/>
        </w:rPr>
        <w:t>C.You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right</w:t>
      </w:r>
      <w:r>
        <w:rPr>
          <w:color w:val="231F20"/>
        </w:rPr>
        <w:tab/>
      </w:r>
      <w:r>
        <w:rPr>
          <w:color w:val="231F20"/>
        </w:rPr>
        <w:t>D.Never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mind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lang w:eastAsia="zh-CN"/>
        </w:rPr>
      </w:pPr>
      <w:r>
        <w:rPr>
          <w:lang w:eastAsia="zh-CN"/>
        </w:rPr>
        <w:pict>
          <v:shape id="_x0000_s1111" o:spid="_x0000_s1111" o:spt="75" type="#_x0000_t75" style="position:absolute;left:0pt;margin-left:375.3pt;margin-top:4.1pt;height:10.85pt;width:107.4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color w:val="231F20"/>
          <w:lang w:eastAsia="zh-CN"/>
        </w:rPr>
        <w:t>Ⅲ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.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完型填空</w:t>
      </w:r>
      <w:r>
        <w:rPr>
          <w:rFonts w:hint="eastAsia"/>
          <w:color w:val="231F20"/>
          <w:spacing w:val="-14"/>
          <w:lang w:eastAsia="zh-CN"/>
        </w:rPr>
        <w:t>。</w:t>
      </w:r>
      <w:r>
        <w:rPr>
          <w:rFonts w:hint="eastAsia"/>
          <w:color w:val="231F20"/>
          <w:lang w:eastAsia="zh-CN"/>
        </w:rPr>
        <w:t>从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ABCD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中选择一个最佳答案</w:t>
      </w:r>
      <w:r>
        <w:rPr>
          <w:rFonts w:hint="eastAsia"/>
          <w:color w:val="231F20"/>
          <w:spacing w:val="-14"/>
          <w:lang w:eastAsia="zh-CN"/>
        </w:rPr>
        <w:t>，</w:t>
      </w:r>
      <w:r>
        <w:rPr>
          <w:rFonts w:hint="eastAsia"/>
          <w:color w:val="231F20"/>
          <w:lang w:eastAsia="zh-CN"/>
        </w:rPr>
        <w:t>使短文意思完整</w:t>
      </w:r>
      <w:r>
        <w:rPr>
          <w:rFonts w:hint="eastAsia"/>
          <w:color w:val="231F20"/>
          <w:spacing w:val="-27"/>
          <w:lang w:eastAsia="zh-CN"/>
        </w:rPr>
        <w:t>。</w: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10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每小题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1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</w:t>
      </w:r>
      <w:r>
        <w:rPr>
          <w:rFonts w:hint="eastAsia"/>
          <w:color w:val="231F20"/>
          <w:spacing w:val="-14"/>
          <w:lang w:eastAsia="zh-CN"/>
        </w:rPr>
        <w:t>，</w:t>
      </w:r>
      <w:r>
        <w:rPr>
          <w:rFonts w:hint="eastAsia"/>
          <w:color w:val="231F20"/>
          <w:lang w:eastAsia="zh-CN"/>
        </w:rPr>
        <w:t>共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10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84" w:firstLine="378"/>
        <w:jc w:val="both"/>
        <w:textAlignment w:val="auto"/>
      </w:pPr>
      <w:r>
        <w:rPr>
          <w:color w:val="231F20"/>
          <w:w w:val="105"/>
        </w:rPr>
        <w:t>It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very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nice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last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Sunday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there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basketball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game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our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school.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played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  <w:u w:val="single" w:color="231F20"/>
        </w:rPr>
        <w:t>31</w:t>
      </w:r>
      <w:r>
        <w:rPr>
          <w:color w:val="231F20"/>
          <w:spacing w:val="17"/>
          <w:w w:val="105"/>
          <w:u w:val="single" w:color="231F20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team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from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country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school.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didn't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 xml:space="preserve">come  </w:t>
      </w:r>
      <w:r>
        <w:rPr>
          <w:color w:val="231F20"/>
          <w:w w:val="105"/>
          <w:u w:val="single" w:color="231F20"/>
        </w:rPr>
        <w:t xml:space="preserve">32 </w:t>
      </w:r>
      <w:r>
        <w:rPr>
          <w:color w:val="231F20"/>
          <w:w w:val="105"/>
        </w:rPr>
        <w:t>the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last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minute.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looked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worse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than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thought.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were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wearing</w:t>
      </w:r>
      <w:r>
        <w:rPr>
          <w:color w:val="231F20"/>
          <w:spacing w:val="21"/>
        </w:rPr>
        <w:t xml:space="preserve"> </w:t>
      </w:r>
      <w:r>
        <w:rPr>
          <w:color w:val="231F20"/>
          <w:w w:val="105"/>
        </w:rPr>
        <w:t>old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clothes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looked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like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farm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boys.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were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sure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 xml:space="preserve">must 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  <w:u w:val="single" w:color="231F20"/>
        </w:rPr>
        <w:t>33</w:t>
      </w:r>
      <w:r>
        <w:rPr>
          <w:color w:val="231F20"/>
          <w:spacing w:val="30"/>
          <w:w w:val="105"/>
          <w:u w:val="single" w:color="231F20"/>
        </w:rPr>
        <w:t xml:space="preserve"> </w:t>
      </w:r>
      <w:r>
        <w:rPr>
          <w:color w:val="231F20"/>
          <w:w w:val="105"/>
        </w:rPr>
        <w:t xml:space="preserve">the 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  <w:u w:val="single" w:color="231F20"/>
        </w:rPr>
        <w:t xml:space="preserve">34 </w:t>
      </w:r>
      <w:r>
        <w:rPr>
          <w:color w:val="231F20"/>
          <w:spacing w:val="14"/>
          <w:w w:val="105"/>
          <w:u w:val="single" w:color="231F20"/>
        </w:rPr>
        <w:t xml:space="preserve"> </w:t>
      </w:r>
      <w:r>
        <w:rPr>
          <w:color w:val="231F20"/>
          <w:w w:val="105"/>
        </w:rPr>
        <w:t>because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were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always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best.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 w:right="289" w:firstLine="378"/>
        <w:textAlignment w:val="auto"/>
      </w:pPr>
      <w:r>
        <w:rPr>
          <w:color w:val="231F20"/>
          <w:w w:val="105"/>
        </w:rPr>
        <w:t>We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found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 xml:space="preserve">in 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  <w:u w:val="single" w:color="231F20"/>
        </w:rPr>
        <w:t>35</w:t>
      </w:r>
      <w:r>
        <w:rPr>
          <w:color w:val="231F20"/>
          <w:spacing w:val="38"/>
          <w:w w:val="105"/>
          <w:u w:val="single" w:color="231F20"/>
        </w:rPr>
        <w:t xml:space="preserve"> </w:t>
      </w:r>
      <w:r>
        <w:rPr>
          <w:color w:val="231F20"/>
          <w:w w:val="105"/>
        </w:rPr>
        <w:t>that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did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much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better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than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us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after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game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began.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 xml:space="preserve">They 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  <w:u w:val="single" w:color="231F20"/>
        </w:rPr>
        <w:t xml:space="preserve">36 </w:t>
      </w:r>
      <w:r>
        <w:rPr>
          <w:color w:val="231F20"/>
          <w:spacing w:val="27"/>
          <w:w w:val="105"/>
          <w:u w:val="single" w:color="231F20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best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22"/>
          <w:w w:val="102"/>
        </w:rPr>
        <w:t xml:space="preserve"> </w:t>
      </w:r>
      <w:r>
        <w:rPr>
          <w:color w:val="231F20"/>
          <w:w w:val="105"/>
        </w:rPr>
        <w:t>always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played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team.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But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didn't.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Finally,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</w:t>
      </w:r>
      <w:r>
        <w:rPr>
          <w:color w:val="231F20"/>
          <w:spacing w:val="2"/>
          <w:w w:val="105"/>
        </w:rPr>
        <w:t>e</w:t>
      </w:r>
      <w:r>
        <w:rPr>
          <w:color w:val="231F20"/>
          <w:w w:val="105"/>
        </w:rPr>
        <w:t xml:space="preserve"> 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  <w:u w:val="single" w:color="231F20"/>
        </w:rPr>
        <w:t xml:space="preserve">37 </w:t>
      </w:r>
      <w:r>
        <w:rPr>
          <w:color w:val="231F20"/>
          <w:spacing w:val="15"/>
          <w:w w:val="105"/>
          <w:u w:val="single" w:color="231F20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game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all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felt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terrible.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 w:right="289" w:firstLine="378"/>
        <w:textAlignment w:val="auto"/>
      </w:pPr>
      <w:r>
        <w:rPr>
          <w:color w:val="231F20"/>
        </w:rPr>
        <w:t>We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thought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much  </w:t>
      </w:r>
      <w:r>
        <w:rPr>
          <w:color w:val="231F20"/>
          <w:spacing w:val="6"/>
        </w:rPr>
        <w:t xml:space="preserve"> </w:t>
      </w:r>
      <w:r>
        <w:rPr>
          <w:color w:val="231F20"/>
          <w:u w:val="single" w:color="231F20"/>
        </w:rPr>
        <w:t xml:space="preserve">38  </w:t>
      </w:r>
      <w:r>
        <w:rPr>
          <w:color w:val="231F20"/>
          <w:spacing w:val="7"/>
          <w:u w:val="single" w:color="231F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game.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We're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proud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</w:t>
      </w:r>
      <w:r>
        <w:rPr>
          <w:rFonts w:hint="eastAsia"/>
          <w:color w:val="231F20"/>
        </w:rPr>
        <w:t>骄傲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best  </w:t>
      </w:r>
      <w:r>
        <w:rPr>
          <w:color w:val="231F20"/>
          <w:spacing w:val="6"/>
        </w:rPr>
        <w:t xml:space="preserve"> </w:t>
      </w:r>
      <w:r>
        <w:rPr>
          <w:color w:val="231F20"/>
          <w:u w:val="single" w:color="231F20"/>
        </w:rPr>
        <w:t xml:space="preserve">39 </w:t>
      </w:r>
      <w:r>
        <w:rPr>
          <w:color w:val="231F20"/>
          <w:spacing w:val="4"/>
          <w:u w:val="single" w:color="231F2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can't</w:t>
      </w:r>
      <w:r>
        <w:rPr>
          <w:color w:val="231F20"/>
          <w:w w:val="107"/>
        </w:rPr>
        <w:t xml:space="preserve"> </w:t>
      </w:r>
      <w:r>
        <w:rPr>
          <w:color w:val="231F20"/>
        </w:rPr>
        <w:t>win.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us,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important  </w:t>
      </w:r>
      <w:r>
        <w:rPr>
          <w:color w:val="231F20"/>
          <w:spacing w:val="7"/>
        </w:rPr>
        <w:t xml:space="preserve"> </w:t>
      </w:r>
      <w:r>
        <w:rPr>
          <w:color w:val="231F20"/>
          <w:u w:val="single" w:color="231F20"/>
        </w:rPr>
        <w:t xml:space="preserve">40 </w:t>
      </w:r>
      <w:r>
        <w:rPr>
          <w:color w:val="231F20"/>
          <w:spacing w:val="5"/>
          <w:u w:val="single" w:color="231F20"/>
        </w:rPr>
        <w:t xml:space="preserve"> </w:t>
      </w:r>
      <w:r>
        <w:rPr>
          <w:color w:val="231F20"/>
        </w:rPr>
        <w:t>is: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can't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judge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</w:t>
      </w:r>
      <w:r>
        <w:rPr>
          <w:rFonts w:hint="eastAsia"/>
          <w:color w:val="231F20"/>
        </w:rPr>
        <w:t>判断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clothes.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We'll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never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forget</w:t>
      </w:r>
      <w:r>
        <w:rPr>
          <w:color w:val="231F20"/>
          <w:w w:val="9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game!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899"/>
          <w:tab w:val="left" w:pos="3559"/>
          <w:tab w:val="left" w:pos="51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8"/>
        <w:textAlignment w:val="auto"/>
      </w:pPr>
      <w:r>
        <w:rPr>
          <w:color w:val="231F20"/>
        </w:rPr>
        <w:t>A.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for</w:t>
      </w:r>
      <w:r>
        <w:rPr>
          <w:color w:val="231F20"/>
        </w:rPr>
        <w:tab/>
      </w:r>
      <w:r>
        <w:rPr>
          <w:color w:val="231F20"/>
        </w:rPr>
        <w:t>B.against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between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894"/>
          <w:tab w:val="left" w:pos="3563"/>
          <w:tab w:val="left" w:pos="5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A.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after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until</w:t>
      </w:r>
      <w:r>
        <w:rPr>
          <w:color w:val="231F20"/>
        </w:rPr>
        <w:tab/>
      </w:r>
      <w:r>
        <w:rPr>
          <w:color w:val="231F20"/>
        </w:rPr>
        <w:t>C. as soon as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while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882"/>
          <w:tab w:val="left" w:pos="3575"/>
          <w:tab w:val="left" w:pos="5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A.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are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been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being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903"/>
          <w:tab w:val="left" w:pos="3563"/>
          <w:tab w:val="left" w:pos="51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A.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winners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losers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players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stars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935"/>
          <w:tab w:val="left" w:pos="3574"/>
          <w:tab w:val="left" w:pos="51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A.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surprising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surprised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surprise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stars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949"/>
          <w:tab w:val="left" w:pos="3558"/>
          <w:tab w:val="left" w:pos="51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A.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trying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try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917"/>
          <w:tab w:val="left" w:pos="3582"/>
          <w:tab w:val="left" w:pos="51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A.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lost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won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missed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caught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932"/>
          <w:tab w:val="left" w:pos="3547"/>
          <w:tab w:val="left" w:pos="51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A.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before</w:t>
      </w:r>
      <w:r>
        <w:rPr>
          <w:color w:val="231F20"/>
        </w:rPr>
        <w:tab/>
      </w:r>
      <w:r>
        <w:rPr>
          <w:color w:val="231F20"/>
        </w:rPr>
        <w:t>B.as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when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after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935"/>
          <w:tab w:val="left" w:pos="3542"/>
          <w:tab w:val="left" w:pos="51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A.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musicians</w:t>
      </w:r>
      <w:r>
        <w:rPr>
          <w:color w:val="231F20"/>
        </w:rPr>
        <w:tab/>
      </w:r>
      <w:r>
        <w:rPr>
          <w:color w:val="231F20"/>
        </w:rPr>
        <w:t>B.teachers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players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classmates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50"/>
          <w:tab w:val="left" w:pos="1920"/>
          <w:tab w:val="left" w:pos="3531"/>
          <w:tab w:val="left" w:pos="51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9"/>
        <w:textAlignment w:val="auto"/>
      </w:pPr>
      <w:r>
        <w:rPr>
          <w:color w:val="231F20"/>
        </w:rPr>
        <w:t>A.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match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game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lesson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result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Ⅳ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 xml:space="preserve">. </w:t>
      </w:r>
      <w:r>
        <w:rPr>
          <w:rFonts w:hint="eastAsia"/>
          <w:color w:val="231F20"/>
          <w:spacing w:val="-1"/>
          <w:lang w:eastAsia="zh-CN"/>
        </w:rPr>
        <w:t>阅读理解。阅读下面三篇短文，跟据文章内容选择最佳答案。（</w:t>
      </w:r>
      <w:r>
        <w:rPr>
          <w:color w:val="231F20"/>
          <w:spacing w:val="-1"/>
          <w:lang w:eastAsia="zh-CN"/>
        </w:rPr>
        <w:t>15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spacing w:val="-1"/>
          <w:lang w:eastAsia="zh-CN"/>
        </w:rPr>
        <w:t>小题，每小题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 xml:space="preserve">2 </w:t>
      </w:r>
      <w:r>
        <w:rPr>
          <w:rFonts w:hint="eastAsia"/>
          <w:color w:val="231F20"/>
          <w:spacing w:val="-2"/>
          <w:lang w:eastAsia="zh-CN"/>
        </w:rPr>
        <w:t>分，共</w:t>
      </w:r>
      <w:r>
        <w:rPr>
          <w:color w:val="231F20"/>
          <w:lang w:eastAsia="zh-CN"/>
        </w:rPr>
        <w:t xml:space="preserve"> 30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95" w:right="4372"/>
        <w:jc w:val="center"/>
        <w:textAlignment w:val="auto"/>
      </w:pPr>
      <w:r>
        <w:rPr>
          <w:color w:val="231F20"/>
        </w:rPr>
        <w:t>(A)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sectPr>
          <w:pgSz w:w="11910" w:h="16840"/>
          <w:pgMar w:top="1320" w:right="920" w:bottom="1520" w:left="1020" w:header="0" w:footer="1274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color w:val="231F20"/>
        </w:rPr>
        <w:t>Many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living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5"/>
        </w:rPr>
        <w:t xml:space="preserve"> </w:t>
      </w:r>
      <w:r>
        <w:rPr>
          <w:rFonts w:hint="eastAsia"/>
          <w:color w:val="231F20"/>
        </w:rPr>
        <w:t>谋生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hands,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Mike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makes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living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feet.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21" w:firstLine="270"/>
        <w:textAlignment w:val="auto"/>
      </w:pPr>
      <w:r>
        <w:rPr>
          <w:color w:val="231F20"/>
          <w:w w:val="105"/>
        </w:rPr>
        <w:t>Mike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born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poor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family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small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city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England.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parents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were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poor.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Seven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people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lived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a small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house.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Mike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had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no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place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play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  <w:u w:val="single" w:color="231F20"/>
        </w:rPr>
        <w:t>but</w:t>
      </w:r>
      <w:r>
        <w:rPr>
          <w:color w:val="231F20"/>
          <w:spacing w:val="-14"/>
          <w:w w:val="105"/>
          <w:u w:val="single" w:color="231F20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street.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color w:val="231F20"/>
        </w:rPr>
        <w:t>Mike's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father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often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played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football.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Little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Mike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wanted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football,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too.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father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soft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5"/>
        </w:rPr>
        <w:t xml:space="preserve"> </w:t>
      </w:r>
      <w:r>
        <w:rPr>
          <w:rFonts w:hint="eastAsia"/>
          <w:color w:val="231F20"/>
        </w:rPr>
        <w:t>柔软的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/>
        <w:textAlignment w:val="auto"/>
      </w:pPr>
      <w:r>
        <w:rPr>
          <w:color w:val="231F20"/>
        </w:rPr>
        <w:t>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ball for him to kick. It was a sock full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old cloth. He kicked it every day.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last Mike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 able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kick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real football.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after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few years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 could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play football very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  <w:tab w:val="left" w:pos="41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People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usually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make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living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436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learning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themselves</w:t>
      </w:r>
      <w:r>
        <w:rPr>
          <w:color w:val="231F20"/>
        </w:rPr>
        <w:tab/>
      </w:r>
      <w:r>
        <w:rPr>
          <w:color w:val="231F20"/>
        </w:rPr>
        <w:t>B.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their feet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43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playing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football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hands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Which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TRUE?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43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Mike was born in a small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village.</w:t>
      </w:r>
      <w:r>
        <w:rPr>
          <w:color w:val="231F20"/>
        </w:rPr>
        <w:tab/>
      </w:r>
      <w:r>
        <w:rPr>
          <w:color w:val="231F20"/>
        </w:rPr>
        <w:t>B. Mike's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 very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big.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4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eight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family.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little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boy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often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played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street.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Why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father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soft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ball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  <w:w w:val="105"/>
        </w:rPr>
        <w:t>Because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family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all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liked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football.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</w:rPr>
        <w:t>Because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Mike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liked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football.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  <w:w w:val="105"/>
        </w:rPr>
        <w:t>Because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had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lots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old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cloth.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  <w:w w:val="105"/>
        </w:rPr>
        <w:t>Because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didn't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want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throw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sock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  <w:tab w:val="left" w:pos="5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The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underline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word</w:t>
      </w:r>
      <w:r>
        <w:rPr>
          <w:color w:val="231F20"/>
          <w:spacing w:val="-22"/>
          <w:w w:val="105"/>
        </w:rPr>
        <w:t xml:space="preserve"> </w:t>
      </w:r>
      <w:r>
        <w:rPr>
          <w:rFonts w:hint="eastAsia"/>
          <w:color w:val="231F20"/>
          <w:w w:val="105"/>
        </w:rPr>
        <w:t>“</w:t>
      </w:r>
      <w:r>
        <w:rPr>
          <w:color w:val="231F20"/>
          <w:w w:val="105"/>
        </w:rPr>
        <w:t>but</w:t>
      </w:r>
      <w:r>
        <w:rPr>
          <w:rFonts w:hint="eastAsia"/>
          <w:color w:val="231F20"/>
          <w:w w:val="105"/>
        </w:rPr>
        <w:t>”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story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means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702"/>
          <w:tab w:val="left" w:pos="4955"/>
          <w:tab w:val="left" w:pos="7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  <w:rPr>
          <w:lang w:eastAsia="zh-CN"/>
        </w:rPr>
      </w:pPr>
      <w:r>
        <w:rPr>
          <w:color w:val="231F20"/>
          <w:lang w:eastAsia="zh-CN"/>
        </w:rPr>
        <w:t>A.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但是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B.</w:t>
      </w:r>
      <w:r>
        <w:rPr>
          <w:color w:val="231F20"/>
          <w:spacing w:val="-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除了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C.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可能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D.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因为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4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94" w:hanging="272"/>
        <w:textAlignment w:val="auto"/>
      </w:pPr>
      <w:r>
        <w:rPr>
          <w:color w:val="231F20"/>
        </w:rPr>
        <w:t>Which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4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Mike's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4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  <w:w w:val="105"/>
        </w:rPr>
        <w:t>it's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about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an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American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boy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4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  <w:w w:val="105"/>
        </w:rPr>
        <w:t>Mike's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mother's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name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1"/>
          <w:numId w:val="14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boy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became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player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50" w:right="4352"/>
        <w:jc w:val="center"/>
        <w:textAlignment w:val="auto"/>
      </w:pPr>
      <w:r>
        <w:rPr>
          <w:color w:val="231F20"/>
        </w:rPr>
        <w:t>(B)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74" w:right="4352"/>
        <w:jc w:val="center"/>
        <w:textAlignment w:val="auto"/>
      </w:pP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eat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 w:right="121" w:firstLine="270"/>
        <w:textAlignment w:val="auto"/>
      </w:pPr>
      <w:r>
        <w:rPr>
          <w:color w:val="231F20"/>
          <w:w w:val="105"/>
        </w:rPr>
        <w:t>Keeping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better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eating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habits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can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help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you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reduce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(</w:t>
      </w:r>
      <w:r>
        <w:rPr>
          <w:color w:val="231F20"/>
          <w:spacing w:val="-14"/>
          <w:w w:val="105"/>
        </w:rPr>
        <w:t xml:space="preserve"> </w:t>
      </w:r>
      <w:r>
        <w:rPr>
          <w:rFonts w:hint="eastAsia"/>
          <w:color w:val="231F20"/>
          <w:w w:val="105"/>
        </w:rPr>
        <w:t>减少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)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disease.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healthy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eating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plan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means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choosing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the right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food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eat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preparing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food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healthy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way.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74" w:right="4242"/>
        <w:jc w:val="center"/>
        <w:textAlignment w:val="auto"/>
      </w:pPr>
      <w:r>
        <w:rPr>
          <w:color w:val="231F20"/>
        </w:rPr>
        <w:t>Plan out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 w:right="121" w:firstLine="270"/>
        <w:textAlignment w:val="auto"/>
      </w:pP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breakfast before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school. Have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proper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5"/>
        </w:rPr>
        <w:t xml:space="preserve"> </w:t>
      </w:r>
      <w:r>
        <w:rPr>
          <w:rFonts w:hint="eastAsia"/>
          <w:color w:val="231F20"/>
        </w:rPr>
        <w:t>合适的</w:t>
      </w:r>
      <w:r>
        <w:rPr>
          <w:color w:val="231F20"/>
        </w:rPr>
        <w:t xml:space="preserve"> ) meal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lunch.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Follow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healthy</w:t>
      </w:r>
      <w:r>
        <w:rPr>
          <w:color w:val="231F20"/>
          <w:w w:val="103"/>
        </w:rPr>
        <w:t xml:space="preserve"> </w:t>
      </w:r>
      <w:r>
        <w:rPr>
          <w:color w:val="231F20"/>
        </w:rPr>
        <w:t>diet.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543"/>
        <w:textAlignment w:val="auto"/>
        <w:rPr>
          <w:rFonts w:ascii="PMingLiU" w:hAnsi="PMingLiU" w:eastAsia="PMingLiU" w:cs="PMingLiU"/>
          <w:sz w:val="2"/>
          <w:szCs w:val="2"/>
        </w:rPr>
      </w:pPr>
      <w:r>
        <w:rPr>
          <w:rFonts w:ascii="PMingLiU" w:hAnsi="PMingLiU" w:eastAsia="PMingLiU" w:cs="PMingLiU"/>
          <w:sz w:val="2"/>
          <w:szCs w:val="2"/>
        </w:rPr>
        <w:pict>
          <v:group id="_x0000_s1112" o:spid="_x0000_s1112" o:spt="203" style="height:0.6pt;width:126.05pt;" coordsize="2521,12">
            <o:lock v:ext="edit"/>
            <v:group id="_x0000_s1113" o:spid="_x0000_s1113" o:spt="203" style="position:absolute;left:6;top:6;height:2;width:2510;" coordorigin="6,6" coordsize="2510,2">
              <o:lock v:ext="edit"/>
              <v:shape id="_x0000_s1114" o:spid="_x0000_s1114" style="position:absolute;left:6;top:6;height:2;width:2510;" filled="f" stroked="t" coordorigin="6,6" coordsize="2510,0" path="m6,6l2515,6e">
                <v:path arrowok="t"/>
                <v:fill on="f" focussize="0,0"/>
                <v:stroke weight="0.558582677165354pt" color="#221E1F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 w:right="362" w:firstLine="270"/>
        <w:textAlignment w:val="auto"/>
      </w:pPr>
      <w:r>
        <w:rPr>
          <w:color w:val="231F20"/>
        </w:rPr>
        <w:t>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often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change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toothbrush?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Maybe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necessary.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study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shows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toothbrushes</w:t>
      </w:r>
      <w:r>
        <w:rPr>
          <w:color w:val="231F20"/>
          <w:w w:val="103"/>
        </w:rPr>
        <w:t xml:space="preserve"> </w:t>
      </w:r>
      <w:r>
        <w:rPr>
          <w:color w:val="231F20"/>
        </w:rPr>
        <w:t>bring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disease.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often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change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toothbrush.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973"/>
        <w:jc w:val="center"/>
        <w:textAlignment w:val="auto"/>
      </w:pPr>
      <w:r>
        <w:rPr>
          <w:color w:val="231F20"/>
          <w:w w:val="105"/>
        </w:rPr>
        <w:t>Exercise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sectPr>
          <w:pgSz w:w="11910" w:h="16840"/>
          <w:pgMar w:top="1060" w:right="1040" w:bottom="1500" w:left="1020" w:header="0" w:footer="1274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color w:val="231F20"/>
        </w:rPr>
        <w:t>Swimming,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running,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skating,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skiing,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dancing,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walking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activities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stay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healthy.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You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exercise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least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three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times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week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twenty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minutes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time.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What's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passage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mainly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2221"/>
          <w:tab w:val="left" w:pos="5743"/>
          <w:tab w:val="left" w:pos="73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A.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Healthy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food.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Healthy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lifestyle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1"/>
        </w:rPr>
        <w:t xml:space="preserve"> </w:t>
      </w:r>
      <w:r>
        <w:rPr>
          <w:rFonts w:hint="eastAsia"/>
          <w:color w:val="231F20"/>
        </w:rPr>
        <w:t>生活方式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).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Junk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food.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Healthy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sports.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What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best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title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(</w:t>
      </w:r>
      <w:r>
        <w:rPr>
          <w:color w:val="231F20"/>
          <w:spacing w:val="-13"/>
          <w:w w:val="105"/>
        </w:rPr>
        <w:t xml:space="preserve"> </w:t>
      </w:r>
      <w:r>
        <w:rPr>
          <w:rFonts w:hint="eastAsia"/>
          <w:color w:val="231F20"/>
          <w:w w:val="105"/>
        </w:rPr>
        <w:t>标题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)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third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9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Disease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Man's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disease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9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Watch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toothbrush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bathroom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least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exercise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time?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8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Twenty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minutes.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Fifteen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minutes.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8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Ten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minutes.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Five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minutes.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pgSz w:w="11910" w:h="16840"/>
          <w:pgMar w:top="1060" w:right="1080" w:bottom="1460" w:left="1020" w:header="0" w:footer="1274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From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passage,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can't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help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us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stay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healthy.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080" w:bottom="1460" w:left="1020" w:header="720" w:footer="720" w:gutter="0"/>
          <w:cols w:equalWidth="0" w:num="2">
            <w:col w:w="2992" w:space="541"/>
            <w:col w:w="6277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8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proper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diet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exercise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8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smoking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exercise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What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does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healthy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eating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plan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8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Choosing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right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foods.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Cooking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foods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healthy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8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Never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eat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meat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fresh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vegetables.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Both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446"/>
        <w:jc w:val="center"/>
        <w:textAlignment w:val="auto"/>
      </w:pPr>
      <w:r>
        <w:rPr>
          <w:color w:val="231F20"/>
        </w:rPr>
        <w:t>(C)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4"/>
        <w:textAlignment w:val="auto"/>
      </w:pPr>
      <w:r>
        <w:rPr>
          <w:color w:val="231F20"/>
        </w:rPr>
        <w:t>Do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konw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Shuhao?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Well, let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something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about him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Shuhao ,an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Asian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5"/>
        </w:rPr>
        <w:t xml:space="preserve"> </w:t>
      </w:r>
      <w:r>
        <w:rPr>
          <w:rFonts w:hint="eastAsia"/>
          <w:color w:val="231F20"/>
        </w:rPr>
        <w:t>亚裔的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1"/>
        <w:textAlignment w:val="auto"/>
      </w:pPr>
      <w:r>
        <w:rPr>
          <w:color w:val="231F20"/>
        </w:rPr>
        <w:t>)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American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basketball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player,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plays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Houston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Rocket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9"/>
        </w:rPr>
        <w:t xml:space="preserve"> </w:t>
      </w:r>
      <w:r>
        <w:rPr>
          <w:rFonts w:hint="eastAsia"/>
          <w:color w:val="231F20"/>
        </w:rPr>
        <w:t>休斯敦火箭队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).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English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Jeremy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Lin.</w:t>
      </w:r>
      <w:r>
        <w:rPr>
          <w:color w:val="231F20"/>
          <w:w w:val="10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another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basketball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star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Yao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Ming.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many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second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Yao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Ming.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doesn't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like</w:t>
      </w:r>
      <w:r>
        <w:rPr>
          <w:color w:val="231F20"/>
          <w:w w:val="105"/>
        </w:rPr>
        <w:t xml:space="preserve"> </w:t>
      </w:r>
      <w:r>
        <w:rPr>
          <w:color w:val="231F20"/>
        </w:rPr>
        <w:t>it.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1970s,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family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moved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America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Taiwan,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China.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twenty-nine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years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now.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elder</w:t>
      </w:r>
      <w:r>
        <w:rPr>
          <w:color w:val="231F20"/>
          <w:w w:val="105"/>
        </w:rPr>
        <w:t xml:space="preserve"> </w:t>
      </w:r>
      <w:r>
        <w:rPr>
          <w:color w:val="231F20"/>
        </w:rPr>
        <w:t>brother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Josh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Joseph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younger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brother.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studied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Harvard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University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9"/>
        </w:rPr>
        <w:t xml:space="preserve"> </w:t>
      </w:r>
      <w:r>
        <w:rPr>
          <w:rFonts w:hint="eastAsia"/>
          <w:color w:val="231F20"/>
        </w:rPr>
        <w:t>哈佛大学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year</w:t>
      </w:r>
      <w:r>
        <w:rPr>
          <w:color w:val="231F20"/>
          <w:w w:val="102"/>
        </w:rPr>
        <w:t xml:space="preserve"> </w:t>
      </w:r>
      <w:r>
        <w:rPr>
          <w:color w:val="231F20"/>
        </w:rPr>
        <w:t>2006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year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2010.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father,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NBA,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taught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basketball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young.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works</w:t>
      </w:r>
      <w:r>
        <w:rPr>
          <w:color w:val="231F20"/>
          <w:w w:val="98"/>
        </w:rPr>
        <w:t xml:space="preserve"> </w:t>
      </w:r>
      <w:r>
        <w:rPr>
          <w:color w:val="231F20"/>
        </w:rPr>
        <w:t>hard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plays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well.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famous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basketball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popular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over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272"/>
        <w:textAlignment w:val="auto"/>
      </w:pPr>
      <w:r>
        <w:rPr>
          <w:color w:val="231F20"/>
        </w:rPr>
        <w:t>When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Shuhao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born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6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born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1982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born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1988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C.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born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1986</w:t>
      </w:r>
      <w:r>
        <w:rPr>
          <w:color w:val="231F20"/>
        </w:rPr>
        <w:tab/>
      </w:r>
      <w:r>
        <w:rPr>
          <w:color w:val="231F20"/>
        </w:rPr>
        <w:t>D.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born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1984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Who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taught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Shuhao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basketball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</w:rPr>
        <w:t>A.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elder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brother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Yao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2"/>
        <w:textAlignment w:val="auto"/>
      </w:pPr>
      <w:r>
        <w:rPr>
          <w:color w:val="231F20"/>
          <w:w w:val="105"/>
        </w:rPr>
        <w:t>C.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dad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D.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his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classmates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teachers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Which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true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article?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08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lived in Taiwan with his family from 2006 to 2010.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played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Houston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Rocket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2006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2010.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</w:rPr>
        <w:t>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studied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Harvard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University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2006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2010.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  <w:w w:val="105"/>
        </w:rPr>
        <w:t>He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began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learn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basketball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from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2006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2010.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  <w:tab w:val="left" w:pos="40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  <w:w w:val="105"/>
        </w:rPr>
        <w:t>Many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people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likes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him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because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looks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Yao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  <w:w w:val="105"/>
        </w:rPr>
        <w:t>he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works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hard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plays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basketball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very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</w:rPr>
        <w:t>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tall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looks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graduated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famous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Harvard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University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8" w:hanging="326"/>
        <w:textAlignment w:val="auto"/>
      </w:pPr>
      <w:r>
        <w:rPr>
          <w:color w:val="231F20"/>
        </w:rPr>
        <w:t>What can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 know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8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brothers.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8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  <w:w w:val="105"/>
        </w:rPr>
        <w:t>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8"/>
        </w:numPr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64" w:hanging="242"/>
        <w:textAlignment w:val="auto"/>
      </w:pP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second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Yao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8"/>
        </w:numPr>
        <w:tabs>
          <w:tab w:val="left" w:pos="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54"/>
        <w:textAlignment w:val="auto"/>
      </w:pPr>
      <w:r>
        <w:rPr>
          <w:color w:val="231F20"/>
        </w:rPr>
        <w:t>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born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Taiwan.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58" w:leftChars="981" w:firstLine="140" w:firstLineChars="50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第Ⅱ卷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(</w:t>
      </w:r>
      <w:r>
        <w:rPr>
          <w:color w:val="231F20"/>
          <w:spacing w:val="-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非选择题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共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lang w:eastAsia="zh-CN"/>
        </w:rPr>
        <w:t>70</w:t>
      </w:r>
      <w:r>
        <w:rPr>
          <w:color w:val="231F20"/>
          <w:spacing w:val="-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lang w:eastAsia="zh-CN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color w:val="231F20"/>
          <w:lang w:eastAsia="zh-CN"/>
        </w:rPr>
        <w:t>Ⅴ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 xml:space="preserve">. </w:t>
      </w:r>
      <w:r>
        <w:rPr>
          <w:rFonts w:hint="eastAsia"/>
          <w:color w:val="231F20"/>
          <w:lang w:eastAsia="zh-CN"/>
        </w:rPr>
        <w:t>根据首字母及中文提示补全单词。</w:t>
      </w:r>
      <w:r>
        <w:rPr>
          <w:rFonts w:hint="eastAsia"/>
          <w:color w:val="231F20"/>
        </w:rPr>
        <w:t>（</w:t>
      </w:r>
      <w:r>
        <w:rPr>
          <w:color w:val="231F20"/>
        </w:rPr>
        <w:t xml:space="preserve">10 </w:t>
      </w:r>
      <w:r>
        <w:rPr>
          <w:rFonts w:hint="eastAsia"/>
          <w:color w:val="231F2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  <w:sectPr>
          <w:pgSz w:w="11910" w:h="16840"/>
          <w:pgMar w:top="1060" w:right="1160" w:bottom="1460" w:left="1020" w:header="0" w:footer="1274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6" w:hanging="273"/>
        <w:textAlignment w:val="auto"/>
      </w:pPr>
      <w:r>
        <w:rPr>
          <w:color w:val="231F20"/>
          <w:w w:val="110"/>
        </w:rPr>
        <w:t>It's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(</w:t>
      </w:r>
      <w:r>
        <w:rPr>
          <w:color w:val="231F20"/>
          <w:spacing w:val="-2"/>
        </w:rPr>
        <w:t xml:space="preserve"> </w:t>
      </w:r>
      <w:r>
        <w:rPr>
          <w:rFonts w:hint="eastAsia"/>
          <w:color w:val="231F20"/>
        </w:rPr>
        <w:t>必要的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drink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every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160" w:bottom="1460" w:left="1020" w:header="720" w:footer="720" w:gutter="0"/>
          <w:cols w:equalWidth="0" w:num="2">
            <w:col w:w="761" w:space="649"/>
            <w:col w:w="8320"/>
          </w:cols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/>
        <w:textAlignment w:val="auto"/>
      </w:pP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film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Transformers(</w:t>
      </w:r>
      <w:r>
        <w:rPr>
          <w:color w:val="231F20"/>
          <w:spacing w:val="-2"/>
        </w:rPr>
        <w:t xml:space="preserve"> </w:t>
      </w:r>
      <w:r>
        <w:rPr>
          <w:rFonts w:hint="eastAsia"/>
          <w:color w:val="231F20"/>
        </w:rPr>
        <w:t>变形金刚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with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around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160" w:bottom="1460" w:left="1020" w:header="720" w:footer="720" w:gutter="0"/>
          <w:cols w:equalWidth="0" w:num="2">
            <w:col w:w="4291" w:space="649"/>
            <w:col w:w="4790"/>
          </w:cols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/>
        <w:textAlignment w:val="auto"/>
      </w:pPr>
      <w:r>
        <w:rPr>
          <w:color w:val="231F20"/>
        </w:rPr>
        <w:t>People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Xingyi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(</w:t>
      </w:r>
      <w:r>
        <w:rPr>
          <w:color w:val="231F20"/>
          <w:spacing w:val="-2"/>
        </w:rPr>
        <w:t xml:space="preserve"> </w:t>
      </w:r>
      <w:r>
        <w:rPr>
          <w:rFonts w:hint="eastAsia"/>
          <w:color w:val="231F20"/>
        </w:rPr>
        <w:t>激动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)when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concert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Jay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Chou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160" w:bottom="1460" w:left="1020" w:header="720" w:footer="720" w:gutter="0"/>
          <w:cols w:equalWidth="0" w:num="2">
            <w:col w:w="2705" w:space="814"/>
            <w:col w:w="6211"/>
          </w:cols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/>
        <w:textAlignment w:val="auto"/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 xml:space="preserve">( </w:t>
      </w:r>
      <w:r>
        <w:rPr>
          <w:rFonts w:hint="eastAsia"/>
          <w:color w:val="231F20"/>
        </w:rPr>
        <w:t>科学家</w:t>
      </w:r>
      <w:r>
        <w:rPr>
          <w:color w:val="231F20"/>
        </w:rPr>
        <w:t xml:space="preserve"> 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future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160" w:bottom="1460" w:left="1020" w:header="720" w:footer="720" w:gutter="0"/>
          <w:cols w:equalWidth="0" w:num="2">
            <w:col w:w="1699" w:space="649"/>
            <w:col w:w="7382"/>
          </w:cols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441"/>
          <w:tab w:val="left" w:pos="3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/>
        <w:textAlignment w:val="auto"/>
      </w:pPr>
      <w:r>
        <w:rPr>
          <w:color w:val="231F20"/>
        </w:rPr>
        <w:t>Going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early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</w:t>
      </w:r>
      <w:r>
        <w:rPr>
          <w:color w:val="231F20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</w:pPr>
      <w:r>
        <w:rPr>
          <w:rFonts w:hint="eastAsia"/>
          <w:color w:val="231F20"/>
        </w:rPr>
        <w:t>Ⅵ</w:t>
      </w:r>
      <w:r>
        <w:rPr>
          <w:color w:val="231F20"/>
        </w:rPr>
        <w:t xml:space="preserve"> .</w:t>
      </w:r>
      <w:r>
        <w:rPr>
          <w:color w:val="231F20"/>
          <w:spacing w:val="1"/>
        </w:rPr>
        <w:t xml:space="preserve"> </w:t>
      </w:r>
      <w:r>
        <w:rPr>
          <w:rFonts w:hint="eastAsia"/>
          <w:color w:val="231F20"/>
        </w:rPr>
        <w:t>句型转换（</w:t>
      </w:r>
      <w:r>
        <w:rPr>
          <w:color w:val="231F20"/>
        </w:rPr>
        <w:t xml:space="preserve">10 </w:t>
      </w:r>
      <w:r>
        <w:rPr>
          <w:rFonts w:hint="eastAsia"/>
          <w:color w:val="231F2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/>
        <w:textAlignment w:val="auto"/>
      </w:pPr>
      <w:r>
        <w:rPr>
          <w:color w:val="231F20"/>
        </w:rPr>
        <w:t>You'd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follow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advice.</w:t>
      </w:r>
      <w:r>
        <w:rPr>
          <w:color w:val="231F20"/>
          <w:spacing w:val="2"/>
        </w:rPr>
        <w:t xml:space="preserve"> </w:t>
      </w:r>
      <w:r>
        <w:rPr>
          <w:rFonts w:hint="eastAsia"/>
          <w:color w:val="231F20"/>
        </w:rPr>
        <w:t>（改为否定句）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16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tabs>
          <w:tab w:val="left" w:pos="1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You'd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color w:val="231F20"/>
        </w:rPr>
        <w:tab/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follow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advice.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160" w:bottom="1460" w:left="1020" w:header="720" w:footer="720" w:gutter="0"/>
          <w:cols w:equalWidth="0" w:num="2">
            <w:col w:w="1604" w:space="704"/>
            <w:col w:w="7422"/>
          </w:cols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/>
        <w:textAlignment w:val="auto"/>
      </w:pPr>
      <w:r>
        <w:rPr>
          <w:color w:val="231F20"/>
          <w:w w:val="105"/>
        </w:rPr>
        <w:t>Let's</w:t>
      </w:r>
      <w:r>
        <w:rPr>
          <w:color w:val="231F20"/>
          <w:spacing w:val="-36"/>
          <w:w w:val="105"/>
        </w:rPr>
        <w:t xml:space="preserve"> </w:t>
      </w:r>
      <w:r>
        <w:rPr>
          <w:color w:val="231F20"/>
          <w:w w:val="105"/>
        </w:rPr>
        <w:t>meet</w:t>
      </w:r>
      <w:r>
        <w:rPr>
          <w:color w:val="231F20"/>
          <w:spacing w:val="-34"/>
          <w:w w:val="105"/>
        </w:rPr>
        <w:t xml:space="preserve"> </w:t>
      </w:r>
      <w:r>
        <w:rPr>
          <w:color w:val="231F20"/>
          <w:w w:val="105"/>
          <w:u w:val="single" w:color="231F20"/>
        </w:rPr>
        <w:t>at</w:t>
      </w:r>
      <w:r>
        <w:rPr>
          <w:color w:val="231F20"/>
          <w:spacing w:val="-35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half</w:t>
      </w:r>
      <w:r>
        <w:rPr>
          <w:color w:val="231F20"/>
          <w:spacing w:val="-35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past</w:t>
      </w:r>
      <w:r>
        <w:rPr>
          <w:color w:val="231F20"/>
          <w:spacing w:val="-35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six</w:t>
      </w:r>
      <w:r>
        <w:rPr>
          <w:color w:val="231F20"/>
          <w:w w:val="105"/>
        </w:rPr>
        <w:t>.</w:t>
      </w:r>
      <w:r>
        <w:rPr>
          <w:rFonts w:hint="eastAsia"/>
          <w:color w:val="231F20"/>
          <w:w w:val="105"/>
        </w:rPr>
        <w:t>（对划线部分提问）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5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32"/>
        <w:textAlignment w:val="auto"/>
      </w:pPr>
      <w:r>
        <w:rPr>
          <w:lang w:eastAsia="zh-CN"/>
        </w:rPr>
        <w:pict>
          <v:group id="_x0000_s1115" o:spid="_x0000_s1115" o:spt="203" style="position:absolute;left:0pt;margin-left:56.7pt;margin-top:12.6pt;height:0.1pt;width:38.2pt;mso-position-horizontal-relative:page;z-index:-251656192;mso-width-relative:page;mso-height-relative:page;" coordorigin="1134,252" coordsize="764,2">
            <o:lock v:ext="edit"/>
            <v:shape id="_x0000_s1116" o:spid="_x0000_s1116" style="position:absolute;left:1134;top:252;height:2;width:764;" filled="f" stroked="t" coordorigin="1134,252" coordsize="764,0" path="m1134,252l1898,252e">
              <v:path arrowok="t"/>
              <v:fill on="f" focussize="0,0"/>
              <v:stroke weight="0.558582677165354pt" color="#221E1F"/>
              <v:imagedata o:title=""/>
              <o:lock v:ext="edit"/>
            </v:shape>
          </v:group>
        </w:pict>
      </w:r>
      <w:r>
        <w:rPr>
          <w:color w:val="231F20"/>
          <w:w w:val="94"/>
          <w:u w:val="single" w:color="221E1F"/>
        </w:rPr>
        <w:t xml:space="preserve"> </w:t>
      </w:r>
      <w:r>
        <w:rPr>
          <w:color w:val="231F20"/>
        </w:rPr>
        <w:tab/>
      </w:r>
      <w:r>
        <w:rPr>
          <w:color w:val="231F20"/>
        </w:rPr>
        <w:t>we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meet?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387"/>
          <w:tab w:val="left" w:pos="1741"/>
          <w:tab w:val="left" w:pos="22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5061" w:firstLine="0"/>
        <w:textAlignment w:val="auto"/>
      </w:pPr>
      <w:r>
        <w:rPr>
          <w:color w:val="231F20"/>
        </w:rPr>
        <w:t>We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sure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next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time.(</w:t>
      </w:r>
      <w:r>
        <w:rPr>
          <w:color w:val="231F20"/>
          <w:spacing w:val="-1"/>
        </w:rPr>
        <w:t xml:space="preserve"> </w:t>
      </w:r>
      <w:r>
        <w:rPr>
          <w:rFonts w:hint="eastAsia"/>
          <w:color w:val="231F20"/>
        </w:rPr>
        <w:t>改为同义句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)</w:t>
      </w:r>
      <w:r>
        <w:rPr>
          <w:color w:val="231F20"/>
          <w:w w:val="87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sure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>next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time.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 w:hanging="326"/>
        <w:textAlignment w:val="auto"/>
      </w:pPr>
      <w:r>
        <w:rPr>
          <w:color w:val="231F20"/>
        </w:rPr>
        <w:t>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brush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teeth</w:t>
      </w:r>
      <w:r>
        <w:rPr>
          <w:color w:val="231F20"/>
          <w:spacing w:val="6"/>
        </w:rPr>
        <w:t xml:space="preserve"> </w:t>
      </w:r>
      <w:r>
        <w:rPr>
          <w:color w:val="231F20"/>
          <w:u w:val="single" w:color="231F20"/>
        </w:rPr>
        <w:t>three</w:t>
      </w:r>
      <w:r>
        <w:rPr>
          <w:color w:val="231F20"/>
          <w:spacing w:val="6"/>
          <w:u w:val="single" w:color="231F20"/>
        </w:rPr>
        <w:t xml:space="preserve"> </w:t>
      </w:r>
      <w:r>
        <w:rPr>
          <w:color w:val="231F20"/>
          <w:u w:val="single" w:color="231F20"/>
        </w:rPr>
        <w:t>times</w:t>
      </w:r>
      <w:r>
        <w:rPr>
          <w:color w:val="231F20"/>
          <w:spacing w:val="7"/>
          <w:u w:val="single" w:color="231F20"/>
        </w:rPr>
        <w:t xml:space="preserve"> </w:t>
      </w:r>
      <w:r>
        <w:rPr>
          <w:color w:val="231F20"/>
          <w:u w:val="single" w:color="231F20"/>
        </w:rPr>
        <w:t>a</w:t>
      </w:r>
      <w:r>
        <w:rPr>
          <w:color w:val="231F20"/>
          <w:spacing w:val="6"/>
          <w:u w:val="single" w:color="231F20"/>
        </w:rPr>
        <w:t xml:space="preserve"> </w:t>
      </w:r>
      <w:r>
        <w:rPr>
          <w:color w:val="231F20"/>
          <w:u w:val="single" w:color="231F20"/>
        </w:rPr>
        <w:t>day</w:t>
      </w:r>
      <w:r>
        <w:rPr>
          <w:color w:val="231F20"/>
        </w:rPr>
        <w:t>.</w:t>
      </w:r>
      <w:r>
        <w:rPr>
          <w:color w:val="231F20"/>
          <w:spacing w:val="5"/>
        </w:rPr>
        <w:t xml:space="preserve"> </w:t>
      </w:r>
      <w:r>
        <w:rPr>
          <w:rFonts w:hint="eastAsia"/>
          <w:color w:val="231F20"/>
        </w:rPr>
        <w:t>（对划线部分提问）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7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32"/>
        <w:textAlignment w:val="auto"/>
      </w:pPr>
      <w:r>
        <w:rPr>
          <w:lang w:eastAsia="zh-CN"/>
        </w:rPr>
        <w:pict>
          <v:group id="_x0000_s1117" o:spid="_x0000_s1117" o:spt="203" style="position:absolute;left:0pt;margin-left:56.7pt;margin-top:12.6pt;height:0.1pt;width:38.2pt;mso-position-horizontal-relative:page;z-index:-251655168;mso-width-relative:page;mso-height-relative:page;" coordorigin="1134,252" coordsize="764,2">
            <o:lock v:ext="edit"/>
            <v:shape id="_x0000_s1118" o:spid="_x0000_s1118" style="position:absolute;left:1134;top:252;height:2;width:764;" filled="f" stroked="t" coordorigin="1134,252" coordsize="764,0" path="m1134,252l1898,252e">
              <v:path arrowok="t"/>
              <v:fill on="f" focussize="0,0"/>
              <v:stroke weight="0.558582677165354pt" color="#221E1F"/>
              <v:imagedata o:title=""/>
              <o:lock v:ext="edit"/>
            </v:shape>
          </v:group>
        </w:pict>
      </w:r>
      <w:r>
        <w:rPr>
          <w:color w:val="231F20"/>
          <w:w w:val="94"/>
          <w:u w:val="single" w:color="221E1F"/>
        </w:rPr>
        <w:t xml:space="preserve"> </w:t>
      </w:r>
      <w:r>
        <w:rPr>
          <w:color w:val="231F20"/>
        </w:rPr>
        <w:tab/>
      </w:r>
      <w:r>
        <w:rPr>
          <w:color w:val="231F20"/>
        </w:rPr>
        <w:t>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brush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teeth</w:t>
      </w:r>
      <w:r>
        <w:rPr>
          <w:color w:val="231F20"/>
          <w:spacing w:val="4"/>
        </w:rPr>
        <w:t xml:space="preserve"> </w:t>
      </w:r>
      <w:r>
        <w:rPr>
          <w:rFonts w:hint="eastAsia"/>
          <w:color w:val="231F20"/>
        </w:rPr>
        <w:t>？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 w:hanging="326"/>
        <w:textAlignment w:val="auto"/>
      </w:pPr>
      <w:r>
        <w:rPr>
          <w:color w:val="231F20"/>
        </w:rPr>
        <w:t>Would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mind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passing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ball?(</w:t>
      </w:r>
      <w:r>
        <w:rPr>
          <w:color w:val="231F20"/>
          <w:spacing w:val="7"/>
        </w:rPr>
        <w:t xml:space="preserve"> </w:t>
      </w:r>
      <w:r>
        <w:rPr>
          <w:rFonts w:hint="eastAsia"/>
          <w:color w:val="231F20"/>
        </w:rPr>
        <w:t>同义句转换）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16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/>
        <w:textAlignment w:val="auto"/>
      </w:pPr>
      <w:r>
        <w:rPr>
          <w:color w:val="231F20"/>
        </w:rPr>
        <w:t>Would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mind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ball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4"/>
        <w:textAlignment w:val="auto"/>
        <w:rPr>
          <w:rFonts w:ascii="PMingLiU" w:hAnsi="PMingLiU" w:eastAsia="PMingLiU" w:cs="PMingLiU"/>
        </w:rPr>
      </w:pPr>
      <w:r>
        <w:br w:type="column"/>
      </w:r>
      <w:r>
        <w:rPr>
          <w:rFonts w:ascii="PMingLiU"/>
          <w:color w:val="231F20"/>
        </w:rPr>
        <w:t>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</w:rPr>
        <w:sectPr>
          <w:type w:val="continuous"/>
          <w:pgSz w:w="11910" w:h="16840"/>
          <w:pgMar w:top="1040" w:right="1160" w:bottom="1460" w:left="1020" w:header="720" w:footer="720" w:gutter="0"/>
          <w:cols w:equalWidth="0" w:num="3">
            <w:col w:w="1587" w:space="649"/>
            <w:col w:w="870" w:space="649"/>
            <w:col w:w="5975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  <w:rPr>
          <w:lang w:eastAsia="zh-CN"/>
        </w:rPr>
      </w:pPr>
      <w:r>
        <w:rPr>
          <w:rFonts w:hint="eastAsia"/>
          <w:color w:val="231F20"/>
          <w:lang w:eastAsia="zh-CN"/>
        </w:rPr>
        <w:t>Ⅶ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>.</w:t>
      </w:r>
      <w:r>
        <w:rPr>
          <w:color w:val="231F20"/>
          <w:spacing w:val="-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补全对话。（每小题</w:t>
      </w:r>
      <w:r>
        <w:rPr>
          <w:color w:val="231F20"/>
          <w:lang w:eastAsia="zh-CN"/>
        </w:rPr>
        <w:t xml:space="preserve"> 2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lang w:eastAsia="zh-CN"/>
        </w:rPr>
        <w:t xml:space="preserve"> 10 </w:t>
      </w:r>
      <w:r>
        <w:rPr>
          <w:rFonts w:hint="eastAsia"/>
          <w:color w:val="231F20"/>
          <w:lang w:eastAsia="zh-CN"/>
        </w:rPr>
        <w:t>分，将所选答案填入答题卡内，其中有两个选项是多余的）。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A: Jane,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 said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would 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stay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out late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school, didn't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116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color w:val="231F20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bookmarkStart w:id="0" w:name="_GoBack"/>
      <w:bookmarkEnd w:id="0"/>
      <w:r>
        <w:rPr>
          <w:color w:val="231F20"/>
        </w:rPr>
        <w:t>B: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Yes,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mom,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did.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197"/>
          <w:tab w:val="left" w:pos="2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950"/>
        <w:textAlignment w:val="auto"/>
      </w:pPr>
      <w:r>
        <w:rPr>
          <w:color w:val="231F20"/>
        </w:rPr>
        <w:t>A: But it's 11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o'clock now.</w:t>
      </w:r>
      <w:r>
        <w:rPr>
          <w:color w:val="231F20"/>
        </w:rPr>
        <w:tab/>
      </w:r>
      <w:r>
        <w:rPr>
          <w:color w:val="231F20"/>
          <w:u w:val="single" w:color="231F20"/>
        </w:rPr>
        <w:t>66</w:t>
      </w:r>
      <w:r>
        <w:rPr>
          <w:color w:val="231F20"/>
          <w:w w:val="94"/>
          <w:u w:val="single" w:color="231F20"/>
        </w:rPr>
        <w:t xml:space="preserve"> </w:t>
      </w:r>
      <w:r>
        <w:rPr>
          <w:color w:val="231F20"/>
          <w:spacing w:val="21"/>
          <w:w w:val="94"/>
        </w:rPr>
        <w:t xml:space="preserve"> </w:t>
      </w:r>
      <w:r>
        <w:rPr>
          <w:color w:val="231F20"/>
        </w:rPr>
        <w:t>B: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Sorry.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I've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hospital.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A: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What?</w:t>
      </w:r>
      <w:r>
        <w:rPr>
          <w:color w:val="231F20"/>
        </w:rPr>
        <w:tab/>
      </w:r>
      <w:r>
        <w:rPr>
          <w:color w:val="231F20"/>
          <w:u w:val="single" w:color="231F20"/>
        </w:rPr>
        <w:t>67</w:t>
      </w:r>
      <w:r>
        <w:rPr>
          <w:color w:val="231F20"/>
          <w:w w:val="94"/>
          <w:u w:val="single" w:color="231F20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5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908"/>
        <w:textAlignment w:val="auto"/>
      </w:pPr>
      <w:r>
        <w:rPr>
          <w:color w:val="231F20"/>
        </w:rPr>
        <w:t>B: No.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sent Maria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hospital.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really?</w:t>
      </w:r>
      <w:r>
        <w:rPr>
          <w:color w:val="231F20"/>
        </w:rPr>
        <w:tab/>
      </w:r>
      <w:r>
        <w:rPr>
          <w:color w:val="231F20"/>
          <w:u w:val="single" w:color="231F20"/>
        </w:rPr>
        <w:t>68</w:t>
      </w:r>
      <w:r>
        <w:rPr>
          <w:color w:val="231F20"/>
          <w:w w:val="94"/>
          <w:u w:val="single" w:color="231F20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5239"/>
        <w:textAlignment w:val="auto"/>
      </w:pPr>
      <w:r>
        <w:rPr>
          <w:color w:val="231F20"/>
        </w:rPr>
        <w:t>B: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terrible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stomachache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home. A: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now?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 xml:space="preserve">B:   </w:t>
      </w:r>
      <w:r>
        <w:rPr>
          <w:color w:val="231F20"/>
          <w:spacing w:val="43"/>
        </w:rPr>
        <w:t xml:space="preserve"> </w:t>
      </w:r>
      <w:r>
        <w:rPr>
          <w:color w:val="231F20"/>
          <w:u w:val="single" w:color="231F20"/>
        </w:rPr>
        <w:t>69</w:t>
      </w:r>
      <w:r>
        <w:rPr>
          <w:color w:val="231F20"/>
          <w:w w:val="94"/>
          <w:u w:val="single" w:color="231F20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327"/>
        <w:textAlignment w:val="auto"/>
      </w:pPr>
      <w:r>
        <w:rPr>
          <w:color w:val="231F20"/>
        </w:rPr>
        <w:t>A: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dear!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I'm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glad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others.</w:t>
      </w:r>
      <w:r>
        <w:rPr>
          <w:color w:val="231F20"/>
          <w:w w:val="103"/>
        </w:rPr>
        <w:t xml:space="preserve"> </w:t>
      </w:r>
      <w:r>
        <w:rPr>
          <w:color w:val="231F20"/>
          <w:w w:val="95"/>
        </w:rPr>
        <w:t>B:</w:t>
      </w:r>
      <w:r>
        <w:rPr>
          <w:color w:val="231F20"/>
          <w:w w:val="95"/>
        </w:rPr>
        <w:tab/>
      </w:r>
      <w:r>
        <w:rPr>
          <w:color w:val="231F20"/>
          <w:u w:val="single" w:color="231F20"/>
        </w:rPr>
        <w:t>70</w:t>
      </w:r>
      <w:r>
        <w:rPr>
          <w:color w:val="231F20"/>
          <w:w w:val="94"/>
          <w:u w:val="single" w:color="231F2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3"/>
        <w:textAlignment w:val="auto"/>
        <w:rPr>
          <w:rFonts w:ascii="PMingLiU" w:hAnsi="PMingLiU" w:eastAsia="PMingLiU" w:cs="PMingLiU"/>
          <w:sz w:val="20"/>
          <w:szCs w:val="20"/>
        </w:rPr>
      </w:pPr>
      <w:r>
        <w:rPr>
          <w:rFonts w:ascii="PMingLiU" w:hAnsi="PMingLiU" w:eastAsia="PMingLiU" w:cs="PMingLiU"/>
          <w:sz w:val="20"/>
          <w:szCs w:val="20"/>
        </w:rPr>
        <w:pict>
          <v:group id="_x0000_s1119" o:spid="_x0000_s1119" o:spt="203" style="height:101.85pt;width:173.65pt;" coordsize="3473,2037">
            <o:lock v:ext="edit"/>
            <v:group id="_x0000_s1120" o:spid="_x0000_s1120" o:spt="203" style="position:absolute;left:8;top:6;height:2;width:3459;" coordorigin="8,6" coordsize="3459,2">
              <o:lock v:ext="edit"/>
              <v:shape id="_x0000_s1121" o:spid="_x0000_s1121" style="position:absolute;left:8;top:6;height:2;width:3459;" filled="f" stroked="t" coordorigin="8,6" coordsize="3459,0" path="m8,6l3467,6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122" o:spid="_x0000_s1122" o:spt="203" style="position:absolute;left:3470;top:3;height:2025;width:2;" coordorigin="3470,3" coordsize="2,2025">
              <o:lock v:ext="edit"/>
              <v:shape id="_x0000_s1123" o:spid="_x0000_s1123" style="position:absolute;left:3470;top:3;height:2025;width:2;" filled="f" stroked="t" coordorigin="3470,3" coordsize="0,2025" path="m3470,3l3470,2028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124" o:spid="_x0000_s1124" o:spt="203" style="position:absolute;left:6;top:9;height:2025;width:2;" coordorigin="6,9" coordsize="2,2025">
              <o:lock v:ext="edit"/>
              <v:shape id="_x0000_s1125" o:spid="_x0000_s1125" style="position:absolute;left:6;top:9;height:2025;width:2;" filled="f" stroked="t" coordorigin="6,9" coordsize="0,2025" path="m6,9l6,2034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126" o:spid="_x0000_s1126" o:spt="203" style="position:absolute;left:3;top:2031;height:2;width:3459;" coordorigin="3,2031" coordsize="3459,2">
              <o:lock v:ext="edit"/>
              <v:shape id="_x0000_s1127" o:spid="_x0000_s1127" style="position:absolute;left:3;top:2031;height:2;width:3459;" filled="f" stroked="t" coordorigin="3,2031" coordsize="3459,0" path="m3,2031l3461,2031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  <v:shape id="_x0000_s1128" o:spid="_x0000_s1128" o:spt="202" type="#_x0000_t202" style="position:absolute;left:18;top:0;height:1844;width:295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275"/>
                        </w:tabs>
                        <w:spacing w:line="217" w:lineRule="exact"/>
                        <w:ind w:hanging="254"/>
                        <w:rPr>
                          <w:rFonts w:ascii="PMingLiU" w:hAnsi="PMingLiU" w:eastAsia="PMingLiU" w:cs="PMingLiU"/>
                        </w:rPr>
                      </w:pPr>
                      <w:r>
                        <w:rPr>
                          <w:rFonts w:ascii="PMingLiU"/>
                          <w:color w:val="231F20"/>
                          <w:w w:val="105"/>
                        </w:rPr>
                        <w:t>What</w:t>
                      </w:r>
                      <w:r>
                        <w:rPr>
                          <w:rFonts w:ascii="PMingLiU"/>
                          <w:color w:val="231F20"/>
                          <w:spacing w:val="-18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should</w:t>
                      </w:r>
                      <w:r>
                        <w:rPr>
                          <w:rFonts w:ascii="PMingLiU"/>
                          <w:color w:val="231F20"/>
                          <w:spacing w:val="-17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I</w:t>
                      </w:r>
                      <w:r>
                        <w:rPr>
                          <w:rFonts w:ascii="PMingLiU"/>
                          <w:color w:val="231F20"/>
                          <w:spacing w:val="-17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do?</w:t>
                      </w:r>
                    </w:p>
                    <w:p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263"/>
                        </w:tabs>
                        <w:spacing w:line="264" w:lineRule="exact"/>
                        <w:ind w:left="262" w:hanging="242"/>
                        <w:rPr>
                          <w:rFonts w:ascii="PMingLiU" w:hAnsi="PMingLiU" w:eastAsia="PMingLiU" w:cs="PMingLiU"/>
                        </w:rPr>
                      </w:pPr>
                      <w:r>
                        <w:rPr>
                          <w:rFonts w:ascii="PMingLiU"/>
                          <w:color w:val="231F20"/>
                          <w:w w:val="105"/>
                        </w:rPr>
                        <w:t>Where</w:t>
                      </w:r>
                      <w:r>
                        <w:rPr>
                          <w:rFonts w:ascii="PMingLiU"/>
                          <w:color w:val="231F20"/>
                          <w:spacing w:val="-16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is</w:t>
                      </w:r>
                      <w:r>
                        <w:rPr>
                          <w:rFonts w:ascii="PMingLiU"/>
                          <w:color w:val="231F20"/>
                          <w:spacing w:val="-15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the</w:t>
                      </w:r>
                      <w:r>
                        <w:rPr>
                          <w:rFonts w:ascii="PMingLiU"/>
                          <w:color w:val="231F20"/>
                          <w:spacing w:val="-16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hospital?</w:t>
                      </w:r>
                    </w:p>
                    <w:p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263"/>
                        </w:tabs>
                        <w:spacing w:line="264" w:lineRule="exact"/>
                        <w:ind w:left="262" w:hanging="242"/>
                        <w:rPr>
                          <w:rFonts w:ascii="PMingLiU" w:hAnsi="PMingLiU" w:eastAsia="PMingLiU" w:cs="PMingLiU"/>
                        </w:rPr>
                      </w:pPr>
                      <w:r>
                        <w:rPr>
                          <w:rFonts w:ascii="PMingLiU"/>
                          <w:color w:val="231F20"/>
                          <w:w w:val="105"/>
                        </w:rPr>
                        <w:t>Were</w:t>
                      </w:r>
                      <w:r>
                        <w:rPr>
                          <w:rFonts w:ascii="PMingLiU"/>
                          <w:color w:val="231F20"/>
                          <w:spacing w:val="-24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you</w:t>
                      </w:r>
                      <w:r>
                        <w:rPr>
                          <w:rFonts w:ascii="PMingLiU"/>
                          <w:color w:val="231F20"/>
                          <w:spacing w:val="-24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sick?</w:t>
                      </w:r>
                    </w:p>
                    <w:p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275"/>
                        </w:tabs>
                        <w:spacing w:line="264" w:lineRule="exact"/>
                        <w:ind w:hanging="254"/>
                        <w:rPr>
                          <w:rFonts w:ascii="PMingLiU" w:hAnsi="PMingLiU" w:eastAsia="PMingLiU" w:cs="PMingLiU"/>
                        </w:rPr>
                      </w:pPr>
                      <w:r>
                        <w:rPr>
                          <w:rFonts w:ascii="PMingLiU"/>
                          <w:color w:val="231F20"/>
                        </w:rPr>
                        <w:t>What</w:t>
                      </w:r>
                      <w:r>
                        <w:rPr>
                          <w:rFonts w:ascii="PMingLiU"/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was</w:t>
                      </w:r>
                      <w:r>
                        <w:rPr>
                          <w:rFonts w:ascii="PMingLiU"/>
                          <w:color w:val="231F20"/>
                          <w:spacing w:val="6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the</w:t>
                      </w:r>
                      <w:r>
                        <w:rPr>
                          <w:rFonts w:ascii="PMingLiU"/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trouble</w:t>
                      </w:r>
                      <w:r>
                        <w:rPr>
                          <w:rFonts w:ascii="PMingLiU"/>
                          <w:color w:val="231F20"/>
                          <w:spacing w:val="6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with</w:t>
                      </w:r>
                      <w:r>
                        <w:rPr>
                          <w:rFonts w:ascii="PMingLiU"/>
                          <w:color w:val="231F20"/>
                          <w:spacing w:val="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her?</w:t>
                      </w:r>
                    </w:p>
                    <w:p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263"/>
                        </w:tabs>
                        <w:spacing w:line="264" w:lineRule="exact"/>
                        <w:ind w:left="262" w:hanging="242"/>
                        <w:rPr>
                          <w:rFonts w:ascii="PMingLiU" w:hAnsi="PMingLiU" w:eastAsia="PMingLiU" w:cs="PMingLiU"/>
                        </w:rPr>
                      </w:pPr>
                      <w:r>
                        <w:rPr>
                          <w:rFonts w:ascii="PMingLiU"/>
                          <w:color w:val="231F20"/>
                          <w:w w:val="105"/>
                        </w:rPr>
                        <w:t>Yes,</w:t>
                      </w:r>
                      <w:r>
                        <w:rPr>
                          <w:rFonts w:ascii="PMingLiU"/>
                          <w:color w:val="231F20"/>
                          <w:spacing w:val="-13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she</w:t>
                      </w:r>
                      <w:r>
                        <w:rPr>
                          <w:rFonts w:ascii="PMingLiU"/>
                          <w:color w:val="231F20"/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is.</w:t>
                      </w:r>
                    </w:p>
                    <w:p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251"/>
                        </w:tabs>
                        <w:spacing w:line="264" w:lineRule="exact"/>
                        <w:ind w:left="250" w:hanging="230"/>
                        <w:rPr>
                          <w:rFonts w:ascii="PMingLiU" w:hAnsi="PMingLiU" w:eastAsia="PMingLiU" w:cs="PMingLiU"/>
                        </w:rPr>
                      </w:pPr>
                      <w:r>
                        <w:rPr>
                          <w:rFonts w:ascii="PMingLiU"/>
                          <w:color w:val="231F20"/>
                        </w:rPr>
                        <w:t>Where</w:t>
                      </w:r>
                      <w:r>
                        <w:rPr>
                          <w:rFonts w:ascii="PMingLiU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have</w:t>
                      </w:r>
                      <w:r>
                        <w:rPr>
                          <w:rFonts w:ascii="PMingLiU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you</w:t>
                      </w:r>
                      <w:r>
                        <w:rPr>
                          <w:rFonts w:ascii="PMingLiU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been?</w:t>
                      </w:r>
                    </w:p>
                    <w:p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275"/>
                        </w:tabs>
                        <w:spacing w:line="276" w:lineRule="exact"/>
                        <w:ind w:hanging="254"/>
                        <w:rPr>
                          <w:rFonts w:ascii="PMingLiU" w:hAnsi="PMingLiU" w:eastAsia="PMingLiU" w:cs="PMingLiU"/>
                        </w:rPr>
                      </w:pPr>
                      <w:r>
                        <w:rPr>
                          <w:rFonts w:ascii="PMingLiU"/>
                          <w:color w:val="231F20"/>
                        </w:rPr>
                        <w:t>Thank</w:t>
                      </w:r>
                      <w:r>
                        <w:rPr>
                          <w:rFonts w:ascii="PMingLiU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you,</w:t>
                      </w:r>
                      <w:r>
                        <w:rPr>
                          <w:rFonts w:ascii="PMingLiU"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</w:rPr>
                        <w:t>mom.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20"/>
          <w:szCs w:val="20"/>
        </w:rPr>
        <w:sectPr>
          <w:pgSz w:w="11910" w:h="16840"/>
          <w:pgMar w:top="1060" w:right="920" w:bottom="1460" w:left="1020" w:header="0" w:footer="1274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color w:val="231F20"/>
          <w:w w:val="105"/>
          <w:lang w:eastAsia="zh-CN"/>
        </w:rPr>
        <w:t>66.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w w:val="105"/>
          <w:lang w:eastAsia="zh-CN"/>
        </w:rPr>
        <w:br w:type="column"/>
      </w:r>
      <w:r>
        <w:rPr>
          <w:color w:val="231F20"/>
          <w:w w:val="105"/>
          <w:lang w:eastAsia="zh-CN"/>
        </w:rPr>
        <w:t>67.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w w:val="105"/>
          <w:lang w:eastAsia="zh-CN"/>
        </w:rPr>
        <w:br w:type="column"/>
      </w:r>
      <w:r>
        <w:rPr>
          <w:color w:val="231F20"/>
          <w:w w:val="105"/>
          <w:lang w:eastAsia="zh-CN"/>
        </w:rPr>
        <w:t>68.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w w:val="105"/>
          <w:lang w:eastAsia="zh-CN"/>
        </w:rPr>
        <w:br w:type="column"/>
      </w:r>
      <w:r>
        <w:rPr>
          <w:color w:val="231F20"/>
          <w:w w:val="105"/>
          <w:lang w:eastAsia="zh-CN"/>
        </w:rPr>
        <w:t>69.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w w:val="105"/>
          <w:lang w:eastAsia="zh-CN"/>
        </w:rPr>
        <w:br w:type="column"/>
      </w:r>
      <w:r>
        <w:rPr>
          <w:color w:val="231F20"/>
          <w:w w:val="105"/>
          <w:lang w:eastAsia="zh-CN"/>
        </w:rPr>
        <w:t>70.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  <w:sectPr>
          <w:type w:val="continuous"/>
          <w:pgSz w:w="11910" w:h="16840"/>
          <w:pgMar w:top="1040" w:right="920" w:bottom="1460" w:left="1020" w:header="720" w:footer="720" w:gutter="0"/>
          <w:cols w:equalWidth="0" w:num="5">
            <w:col w:w="495" w:space="539"/>
            <w:col w:w="495" w:space="539"/>
            <w:col w:w="495" w:space="539"/>
            <w:col w:w="495" w:space="539"/>
            <w:col w:w="5834"/>
          </w:cols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 w:right="135"/>
        <w:textAlignment w:val="auto"/>
      </w:pPr>
      <w:r>
        <w:rPr>
          <w:lang w:eastAsia="zh-CN"/>
        </w:rPr>
        <w:pict>
          <v:group id="_x0000_s1129" o:spid="_x0000_s1129" o:spt="203" style="position:absolute;left:0pt;margin-left:199.65pt;margin-top:25.7pt;height:16.45pt;width:194.75pt;mso-position-horizontal-relative:page;z-index:-251654144;mso-width-relative:page;mso-height-relative:page;" coordorigin="3993,514" coordsize="3895,329">
            <o:lock v:ext="edit"/>
            <v:group id="_x0000_s1130" o:spid="_x0000_s1130" o:spt="203" style="position:absolute;left:3998;top:517;height:2;width:3878;" coordorigin="3998,517" coordsize="3878,2">
              <o:lock v:ext="edit"/>
              <v:shape id="_x0000_s1131" o:spid="_x0000_s1131" style="position:absolute;left:3998;top:517;height:2;width:3878;" filled="f" stroked="t" coordorigin="3998,517" coordsize="3878,0" path="m3998,517l7876,517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132" o:spid="_x0000_s1132" o:spt="203" style="position:absolute;left:7885;top:517;height:321;width:2;" coordorigin="7885,517" coordsize="2,321">
              <o:lock v:ext="edit"/>
              <v:shape id="_x0000_s1133" o:spid="_x0000_s1133" style="position:absolute;left:7885;top:517;height:321;width:2;" filled="f" stroked="t" coordorigin="7885,517" coordsize="0,321" path="m7885,517l7885,837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134" o:spid="_x0000_s1134" o:spt="203" style="position:absolute;left:3998;top:840;height:2;width:3881;" coordorigin="3998,840" coordsize="3881,2">
              <o:lock v:ext="edit"/>
              <v:shape id="_x0000_s1135" o:spid="_x0000_s1135" style="position:absolute;left:3998;top:840;height:2;width:3881;" filled="f" stroked="t" coordorigin="3998,840" coordsize="3881,0" path="m7879,840l3998,840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</v:group>
            <v:group id="_x0000_s1136" o:spid="_x0000_s1136" o:spt="203" style="position:absolute;left:3995;top:520;height:318;width:2;" coordorigin="3995,520" coordsize="2,318">
              <o:lock v:ext="edit"/>
              <v:shape id="_x0000_s1137" o:spid="_x0000_s1137" style="position:absolute;left:3995;top:520;height:318;width:2;" filled="f" stroked="t" coordorigin="3995,520" coordsize="0,318" path="m3995,520l3995,837e">
                <v:path arrowok="t"/>
                <v:fill on="f" focussize="0,0"/>
                <v:stroke weight="0.282992125984252pt" color="#231F20"/>
                <v:imagedata o:title=""/>
                <o:lock v:ext="edit"/>
              </v:shape>
              <v:shape id="_x0000_s1138" o:spid="_x0000_s1138" o:spt="202" type="#_x0000_t202" style="position:absolute;left:4036;top:563;height:260;width:375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PMingLiU" w:hAnsi="PMingLiU" w:eastAsia="PMingLiU" w:cs="PMingLiU"/>
                        </w:rPr>
                      </w:pPr>
                      <w:r>
                        <w:rPr>
                          <w:color w:val="231F20"/>
                          <w:w w:val="105"/>
                        </w:rPr>
                        <w:t>speak,</w:t>
                      </w:r>
                      <w:r>
                        <w:rPr>
                          <w:rFonts w:ascii="PMingLiU"/>
                          <w:color w:val="231F20"/>
                          <w:spacing w:val="-23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invent,</w:t>
                      </w:r>
                      <w:r>
                        <w:rPr>
                          <w:rFonts w:ascii="PMingLiU"/>
                          <w:color w:val="231F20"/>
                          <w:spacing w:val="-22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suggest,</w:t>
                      </w:r>
                      <w:r>
                        <w:rPr>
                          <w:rFonts w:ascii="PMingLiU"/>
                          <w:color w:val="231F20"/>
                          <w:spacing w:val="-22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little,</w:t>
                      </w:r>
                      <w:r>
                        <w:rPr>
                          <w:rFonts w:ascii="PMingLiU"/>
                          <w:color w:val="231F20"/>
                          <w:spacing w:val="-23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stay,</w:t>
                      </w:r>
                      <w:r>
                        <w:rPr>
                          <w:rFonts w:ascii="PMingLiU"/>
                          <w:color w:val="231F20"/>
                          <w:spacing w:val="-22"/>
                          <w:w w:val="105"/>
                        </w:rPr>
                        <w:t xml:space="preserve"> </w:t>
                      </w:r>
                      <w:r>
                        <w:rPr>
                          <w:rFonts w:ascii="PMingLiU"/>
                          <w:color w:val="231F20"/>
                          <w:w w:val="105"/>
                        </w:rPr>
                        <w:t>go,health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  <w:color w:val="231F20"/>
          <w:lang w:eastAsia="zh-CN"/>
        </w:rPr>
        <w:t>Ⅷ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.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根据句意，从方框中选用合适的词并用其适当形式完成下列句子，其中有两项是多余的。</w:t>
      </w:r>
      <w:r>
        <w:rPr>
          <w:color w:val="231F20"/>
        </w:rPr>
        <w:t>(</w:t>
      </w:r>
      <w:r>
        <w:rPr>
          <w:color w:val="231F20"/>
          <w:spacing w:val="-5"/>
        </w:rPr>
        <w:t xml:space="preserve"> </w:t>
      </w:r>
      <w:r>
        <w:rPr>
          <w:rFonts w:hint="eastAsia"/>
          <w:color w:val="231F20"/>
        </w:rPr>
        <w:t>每小</w:t>
      </w:r>
      <w:r>
        <w:rPr>
          <w:color w:val="231F20"/>
        </w:rPr>
        <w:t xml:space="preserve"> </w:t>
      </w:r>
      <w:r>
        <w:rPr>
          <w:rFonts w:hint="eastAsia"/>
          <w:color w:val="231F20"/>
        </w:rPr>
        <w:t>题</w:t>
      </w:r>
      <w:r>
        <w:rPr>
          <w:color w:val="231F20"/>
        </w:rPr>
        <w:t xml:space="preserve"> 2</w:t>
      </w:r>
      <w:r>
        <w:rPr>
          <w:color w:val="231F20"/>
          <w:spacing w:val="1"/>
        </w:rPr>
        <w:t xml:space="preserve"> </w:t>
      </w:r>
      <w:r>
        <w:rPr>
          <w:rFonts w:hint="eastAsia"/>
          <w:color w:val="231F20"/>
        </w:rPr>
        <w:t>分，共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1"/>
        </w:rPr>
        <w:t xml:space="preserve"> </w:t>
      </w:r>
      <w:r>
        <w:rPr>
          <w:rFonts w:hint="eastAsia"/>
          <w:color w:val="231F2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  <w:sectPr>
          <w:type w:val="continuous"/>
          <w:pgSz w:w="11910" w:h="16840"/>
          <w:pgMar w:top="1040" w:right="92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0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He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practices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0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Cai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Lun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great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  <w:r>
        <w:rPr>
          <w:color w:val="231F20"/>
        </w:rPr>
        <w:t>English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every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day.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3"/>
        <w:textAlignment w:val="auto"/>
      </w:pPr>
      <w:r>
        <w:rPr>
          <w:color w:val="231F20"/>
          <w:w w:val="105"/>
        </w:rPr>
        <w:t>in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ancient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China.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920" w:bottom="1460" w:left="1020" w:header="720" w:footer="720" w:gutter="0"/>
          <w:cols w:equalWidth="0" w:num="2">
            <w:col w:w="2063" w:space="220"/>
            <w:col w:w="7687"/>
          </w:cols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  <w:w w:val="105"/>
        </w:rPr>
        <w:t>73.</w:t>
      </w:r>
      <w:r>
        <w:rPr>
          <w:color w:val="231F20"/>
          <w:spacing w:val="-4"/>
        </w:rPr>
        <w:t xml:space="preserve"> </w:t>
      </w:r>
      <w:r>
        <w:rPr>
          <w:color w:val="231F20"/>
          <w:w w:val="94"/>
          <w:u w:val="single" w:color="221E1F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up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late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bad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our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health.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920" w:bottom="1460" w:left="1020" w:header="720" w:footer="720" w:gutter="0"/>
          <w:cols w:equalWidth="0" w:num="2">
            <w:col w:w="495" w:space="649"/>
            <w:col w:w="8826"/>
          </w:cols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left" w:pos="387"/>
          <w:tab w:val="left" w:pos="58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color w:val="231F20"/>
        </w:rPr>
        <w:t>Do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exercises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regularly(</w:t>
      </w:r>
      <w:r>
        <w:rPr>
          <w:color w:val="231F20"/>
          <w:spacing w:val="7"/>
        </w:rPr>
        <w:t xml:space="preserve"> </w:t>
      </w:r>
      <w:r>
        <w:rPr>
          <w:rFonts w:hint="eastAsia"/>
          <w:color w:val="231F20"/>
        </w:rPr>
        <w:t>有规律地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keep</w:t>
      </w:r>
      <w:r>
        <w:rPr>
          <w:color w:val="231F20"/>
          <w:u w:val="single"/>
        </w:rPr>
        <w:tab/>
      </w:r>
      <w:r>
        <w:rPr>
          <w:color w:val="231F2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920" w:bottom="1460" w:left="1020" w:header="720" w:footer="720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left" w:pos="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0" w:hanging="327"/>
        <w:textAlignment w:val="auto"/>
      </w:pPr>
      <w:r>
        <w:rPr>
          <w:color w:val="231F20"/>
        </w:rPr>
        <w:t>Can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some</w:t>
      </w:r>
      <w:r>
        <w:rPr>
          <w:color w:val="231F20"/>
          <w:w w:val="94"/>
          <w:u w:val="single" w:color="221E1F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w w:val="105"/>
        </w:rPr>
        <w:br w:type="column"/>
      </w:r>
      <w:r>
        <w:rPr>
          <w:color w:val="231F20"/>
          <w:w w:val="105"/>
        </w:rPr>
        <w:t>about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English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learning?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type w:val="continuous"/>
          <w:pgSz w:w="11910" w:h="16840"/>
          <w:pgMar w:top="1040" w:right="920" w:bottom="1460" w:left="1020" w:header="720" w:footer="720" w:gutter="0"/>
          <w:cols w:equalWidth="0" w:num="2">
            <w:col w:w="2398" w:space="649"/>
            <w:col w:w="6923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2" w:leftChars="51"/>
        <w:textAlignment w:val="auto"/>
      </w:pPr>
      <w:r>
        <w:rPr>
          <w:rFonts w:hint="eastAsia"/>
          <w:color w:val="231F20"/>
        </w:rPr>
        <w:t>Ⅸ</w:t>
      </w:r>
      <w:r>
        <w:rPr>
          <w:color w:val="231F20"/>
        </w:rPr>
        <w:t xml:space="preserve"> . </w:t>
      </w:r>
      <w:r>
        <w:rPr>
          <w:rFonts w:hint="eastAsia"/>
          <w:color w:val="231F20"/>
        </w:rPr>
        <w:t>书面表达。（</w:t>
      </w:r>
      <w:r>
        <w:rPr>
          <w:color w:val="231F20"/>
        </w:rPr>
        <w:t xml:space="preserve">30 </w:t>
      </w:r>
      <w:r>
        <w:rPr>
          <w:rFonts w:hint="eastAsia"/>
          <w:color w:val="231F2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01" w:firstLine="270"/>
        <w:textAlignment w:val="auto"/>
      </w:pPr>
      <w:r>
        <w:rPr>
          <w:rFonts w:hint="eastAsia"/>
          <w:color w:val="231F20"/>
          <w:lang w:eastAsia="zh-CN"/>
        </w:rPr>
        <w:t>如今人们越来越崇尚健康的生活方式</w:t>
      </w:r>
      <w:r>
        <w:rPr>
          <w:color w:val="231F20"/>
          <w:spacing w:val="-18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1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徒步（</w:t>
      </w:r>
      <w:r>
        <w:rPr>
          <w:color w:val="231F20"/>
          <w:lang w:eastAsia="zh-CN"/>
        </w:rPr>
        <w:t>walking</w:t>
      </w:r>
      <w:r>
        <w:rPr>
          <w:rFonts w:hint="eastAsia"/>
          <w:color w:val="231F20"/>
          <w:lang w:eastAsia="zh-CN"/>
        </w:rPr>
        <w:t>）、慢跑</w:t>
      </w:r>
      <w:r>
        <w:rPr>
          <w:color w:val="231F20"/>
          <w:spacing w:val="-17"/>
          <w:lang w:eastAsia="zh-CN"/>
        </w:rPr>
        <w:t xml:space="preserve"> </w:t>
      </w:r>
      <w:r>
        <w:rPr>
          <w:color w:val="231F20"/>
          <w:lang w:eastAsia="zh-CN"/>
        </w:rPr>
        <w:t>(jogging)</w:t>
      </w:r>
      <w:r>
        <w:rPr>
          <w:rFonts w:hint="eastAsia"/>
          <w:color w:val="231F20"/>
          <w:lang w:eastAsia="zh-CN"/>
        </w:rPr>
        <w:t>、瑜伽</w:t>
      </w:r>
      <w:r>
        <w:rPr>
          <w:color w:val="231F20"/>
          <w:spacing w:val="-17"/>
          <w:lang w:eastAsia="zh-CN"/>
        </w:rPr>
        <w:t xml:space="preserve"> </w:t>
      </w:r>
      <w:r>
        <w:rPr>
          <w:color w:val="231F20"/>
          <w:lang w:eastAsia="zh-CN"/>
        </w:rPr>
        <w:t>(yoga)</w:t>
      </w:r>
      <w:r>
        <w:rPr>
          <w:color w:val="231F20"/>
          <w:spacing w:val="-1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以及各种球类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运动等都非常受欢迎</w:t>
      </w:r>
      <w:r>
        <w:rPr>
          <w:color w:val="231F20"/>
          <w:spacing w:val="-27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2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身边的健身</w:t>
      </w:r>
      <w:r>
        <w:rPr>
          <w:rFonts w:hint="eastAsia"/>
          <w:color w:val="231F20"/>
          <w:spacing w:val="-66"/>
          <w:lang w:eastAsia="zh-CN"/>
        </w:rPr>
        <w:t>房</w: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gym</w:t>
      </w:r>
      <w:r>
        <w:rPr>
          <w:rFonts w:hint="eastAsia"/>
          <w:color w:val="231F20"/>
          <w:spacing w:val="-66"/>
          <w:lang w:eastAsia="zh-CN"/>
        </w:rPr>
        <w:t>）、</w:t>
      </w:r>
      <w:r>
        <w:rPr>
          <w:rFonts w:hint="eastAsia"/>
          <w:color w:val="231F20"/>
          <w:lang w:eastAsia="zh-CN"/>
        </w:rPr>
        <w:t>各学校举行的校运会等都给人们提供了可以锻炼的机会。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除此之外，人们的饮食也很讲究，多吃蔬菜、多喝奶、不宜吃太饱等等成为一些中老年人和年轻女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士的“格言”。</w:t>
      </w:r>
      <w:r>
        <w:rPr>
          <w:rFonts w:hint="eastAsia"/>
          <w:color w:val="231F20"/>
        </w:rPr>
        <w:t>请以“</w:t>
      </w:r>
      <w:r>
        <w:rPr>
          <w:color w:val="231F20"/>
        </w:rPr>
        <w:t>How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Keep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Fit</w:t>
      </w:r>
      <w:r>
        <w:rPr>
          <w:rFonts w:hint="eastAsia"/>
          <w:color w:val="231F20"/>
        </w:rPr>
        <w:t>”为题，从运动和饮食两方面谈谈如何保持健康，写一篇不少</w:t>
      </w:r>
      <w:r>
        <w:rPr>
          <w:color w:val="231F20"/>
        </w:rPr>
        <w:t xml:space="preserve"> </w:t>
      </w:r>
      <w:r>
        <w:rPr>
          <w:rFonts w:hint="eastAsia"/>
          <w:color w:val="231F20"/>
        </w:rPr>
        <w:t>于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80</w:t>
      </w:r>
      <w:r>
        <w:rPr>
          <w:color w:val="231F20"/>
          <w:spacing w:val="2"/>
        </w:rPr>
        <w:t xml:space="preserve"> </w:t>
      </w:r>
      <w:r>
        <w:rPr>
          <w:rFonts w:hint="eastAsia"/>
          <w:color w:val="231F20"/>
        </w:rPr>
        <w:t>词的文章。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PMingLiU" w:hAnsi="PMingLiU" w:eastAsia="PMingLiU" w:cs="PMingLiU"/>
          <w:sz w:val="16"/>
          <w:szCs w:val="16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95" w:right="4537"/>
        <w:jc w:val="center"/>
        <w:textAlignment w:val="auto"/>
      </w:pPr>
      <w:r>
        <w:rPr>
          <w:color w:val="231F20"/>
        </w:rPr>
        <w:t>How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Keep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Fit</w:t>
      </w:r>
    </w:p>
    <w:sectPr>
      <w:type w:val="continuous"/>
      <w:pgSz w:w="11910" w:h="16840"/>
      <w:pgMar w:top="1040" w:right="920" w:bottom="146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55A4"/>
    <w:multiLevelType w:val="multilevel"/>
    <w:tmpl w:val="022155A4"/>
    <w:lvl w:ilvl="0" w:tentative="0">
      <w:start w:val="26"/>
      <w:numFmt w:val="decimal"/>
      <w:lvlText w:val="%1"/>
      <w:lvlJc w:val="left"/>
      <w:pPr>
        <w:ind w:left="513" w:hanging="400"/>
      </w:pPr>
      <w:rPr>
        <w:rFonts w:hint="default" w:cs="Times New Roman"/>
      </w:rPr>
    </w:lvl>
    <w:lvl w:ilvl="1" w:tentative="0">
      <w:start w:val="1"/>
      <w:numFmt w:val="upperRoman"/>
      <w:lvlText w:val="%1.%2"/>
      <w:lvlJc w:val="left"/>
      <w:pPr>
        <w:ind w:left="513" w:hanging="400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2" w:tentative="0">
      <w:start w:val="1"/>
      <w:numFmt w:val="upperLetter"/>
      <w:lvlText w:val="%3."/>
      <w:lvlJc w:val="left"/>
      <w:pPr>
        <w:ind w:left="422" w:hanging="201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3" w:tentative="0">
      <w:start w:val="1"/>
      <w:numFmt w:val="bullet"/>
      <w:lvlText w:val="•"/>
      <w:lvlJc w:val="left"/>
      <w:pPr>
        <w:ind w:left="2444" w:hanging="20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410" w:hanging="20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376" w:hanging="20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342" w:hanging="20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308" w:hanging="20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273" w:hanging="201"/>
      </w:pPr>
      <w:rPr>
        <w:rFonts w:hint="default"/>
      </w:rPr>
    </w:lvl>
  </w:abstractNum>
  <w:abstractNum w:abstractNumId="1">
    <w:nsid w:val="03B44D42"/>
    <w:multiLevelType w:val="multilevel"/>
    <w:tmpl w:val="03B44D42"/>
    <w:lvl w:ilvl="0" w:tentative="0">
      <w:start w:val="19"/>
      <w:numFmt w:val="decimal"/>
      <w:lvlText w:val="%1."/>
      <w:lvlJc w:val="left"/>
      <w:pPr>
        <w:ind w:left="386" w:hanging="273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681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886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092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297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502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707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1913" w:hanging="255"/>
      </w:pPr>
      <w:rPr>
        <w:rFonts w:hint="default"/>
      </w:rPr>
    </w:lvl>
  </w:abstractNum>
  <w:abstractNum w:abstractNumId="2">
    <w:nsid w:val="07310ADB"/>
    <w:multiLevelType w:val="multilevel"/>
    <w:tmpl w:val="07310ADB"/>
    <w:lvl w:ilvl="0" w:tentative="0">
      <w:start w:val="1"/>
      <w:numFmt w:val="upperLetter"/>
      <w:lvlText w:val="%1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401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326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251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176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100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025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950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875" w:hanging="255"/>
      </w:pPr>
      <w:rPr>
        <w:rFonts w:hint="default"/>
      </w:rPr>
    </w:lvl>
  </w:abstractNum>
  <w:abstractNum w:abstractNumId="3">
    <w:nsid w:val="098B543C"/>
    <w:multiLevelType w:val="multilevel"/>
    <w:tmpl w:val="098B543C"/>
    <w:lvl w:ilvl="0" w:tentative="0">
      <w:start w:val="1"/>
      <w:numFmt w:val="upperLetter"/>
      <w:lvlText w:val="%1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401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326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251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176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100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025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950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875" w:hanging="255"/>
      </w:pPr>
      <w:rPr>
        <w:rFonts w:hint="default"/>
      </w:rPr>
    </w:lvl>
  </w:abstractNum>
  <w:abstractNum w:abstractNumId="4">
    <w:nsid w:val="1E8A3B51"/>
    <w:multiLevelType w:val="multilevel"/>
    <w:tmpl w:val="1E8A3B51"/>
    <w:lvl w:ilvl="0" w:tentative="0">
      <w:start w:val="71"/>
      <w:numFmt w:val="decimal"/>
      <w:lvlText w:val="%1."/>
      <w:lvlJc w:val="left"/>
      <w:pPr>
        <w:ind w:left="440" w:hanging="327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602" w:hanging="327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764" w:hanging="327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927" w:hanging="327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089" w:hanging="327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251" w:hanging="327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413" w:hanging="327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576" w:hanging="327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1738" w:hanging="327"/>
      </w:pPr>
      <w:rPr>
        <w:rFonts w:hint="default"/>
      </w:rPr>
    </w:lvl>
  </w:abstractNum>
  <w:abstractNum w:abstractNumId="5">
    <w:nsid w:val="255B5127"/>
    <w:multiLevelType w:val="multilevel"/>
    <w:tmpl w:val="255B5127"/>
    <w:lvl w:ilvl="0" w:tentative="0">
      <w:start w:val="1"/>
      <w:numFmt w:val="upperLetter"/>
      <w:lvlText w:val="%1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413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350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287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224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161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097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034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971" w:hanging="255"/>
      </w:pPr>
      <w:rPr>
        <w:rFonts w:hint="default"/>
      </w:rPr>
    </w:lvl>
  </w:abstractNum>
  <w:abstractNum w:abstractNumId="6">
    <w:nsid w:val="29677D61"/>
    <w:multiLevelType w:val="multilevel"/>
    <w:tmpl w:val="29677D61"/>
    <w:lvl w:ilvl="0" w:tentative="0">
      <w:start w:val="5"/>
      <w:numFmt w:val="decimal"/>
      <w:lvlText w:val="%1."/>
      <w:lvlJc w:val="left"/>
      <w:pPr>
        <w:ind w:left="331" w:hanging="218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550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632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2714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796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877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959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041" w:hanging="255"/>
      </w:pPr>
      <w:rPr>
        <w:rFonts w:hint="default"/>
      </w:rPr>
    </w:lvl>
  </w:abstractNum>
  <w:abstractNum w:abstractNumId="7">
    <w:nsid w:val="37DA6DDE"/>
    <w:multiLevelType w:val="multilevel"/>
    <w:tmpl w:val="37DA6DDE"/>
    <w:lvl w:ilvl="0" w:tentative="0">
      <w:start w:val="1"/>
      <w:numFmt w:val="upperLetter"/>
      <w:lvlText w:val="%1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425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374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323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272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220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169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118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8067" w:hanging="255"/>
      </w:pPr>
      <w:rPr>
        <w:rFonts w:hint="default"/>
      </w:rPr>
    </w:lvl>
  </w:abstractNum>
  <w:abstractNum w:abstractNumId="8">
    <w:nsid w:val="386F27ED"/>
    <w:multiLevelType w:val="multilevel"/>
    <w:tmpl w:val="386F27ED"/>
    <w:lvl w:ilvl="0" w:tentative="0">
      <w:start w:val="1"/>
      <w:numFmt w:val="upperLetter"/>
      <w:lvlText w:val="%1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401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326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251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176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100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025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950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875" w:hanging="255"/>
      </w:pPr>
      <w:rPr>
        <w:rFonts w:hint="default"/>
      </w:rPr>
    </w:lvl>
  </w:abstractNum>
  <w:abstractNum w:abstractNumId="9">
    <w:nsid w:val="48A81BBE"/>
    <w:multiLevelType w:val="multilevel"/>
    <w:tmpl w:val="48A81BBE"/>
    <w:lvl w:ilvl="0" w:tentative="0">
      <w:start w:val="1"/>
      <w:numFmt w:val="upperLetter"/>
      <w:lvlText w:val="%1."/>
      <w:lvlJc w:val="left"/>
      <w:pPr>
        <w:ind w:left="274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542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810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078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345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613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881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2149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2417" w:hanging="255"/>
      </w:pPr>
      <w:rPr>
        <w:rFonts w:hint="default"/>
      </w:rPr>
    </w:lvl>
  </w:abstractNum>
  <w:abstractNum w:abstractNumId="10">
    <w:nsid w:val="4BE41E6D"/>
    <w:multiLevelType w:val="multilevel"/>
    <w:tmpl w:val="4BE41E6D"/>
    <w:lvl w:ilvl="0" w:tentative="0">
      <w:start w:val="31"/>
      <w:numFmt w:val="decimal"/>
      <w:lvlText w:val="%1."/>
      <w:lvlJc w:val="left"/>
      <w:pPr>
        <w:ind w:left="114" w:hanging="327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1517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558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599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640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681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722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763" w:hanging="255"/>
      </w:pPr>
      <w:rPr>
        <w:rFonts w:hint="default"/>
      </w:rPr>
    </w:lvl>
  </w:abstractNum>
  <w:abstractNum w:abstractNumId="11">
    <w:nsid w:val="55A6778B"/>
    <w:multiLevelType w:val="multilevel"/>
    <w:tmpl w:val="55A6778B"/>
    <w:lvl w:ilvl="0" w:tentative="0">
      <w:start w:val="1"/>
      <w:numFmt w:val="upperLetter"/>
      <w:lvlText w:val="%1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349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222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095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968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840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713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586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459" w:hanging="255"/>
      </w:pPr>
      <w:rPr>
        <w:rFonts w:hint="default"/>
      </w:rPr>
    </w:lvl>
  </w:abstractNum>
  <w:abstractNum w:abstractNumId="12">
    <w:nsid w:val="568A35E2"/>
    <w:multiLevelType w:val="multilevel"/>
    <w:tmpl w:val="568A35E2"/>
    <w:lvl w:ilvl="0" w:tentative="0">
      <w:start w:val="27"/>
      <w:numFmt w:val="decimal"/>
      <w:lvlText w:val="%1"/>
      <w:lvlJc w:val="left"/>
      <w:pPr>
        <w:ind w:left="513" w:hanging="400"/>
      </w:pPr>
      <w:rPr>
        <w:rFonts w:hint="default" w:cs="Times New Roman"/>
      </w:rPr>
    </w:lvl>
    <w:lvl w:ilvl="1" w:tentative="0">
      <w:start w:val="1"/>
      <w:numFmt w:val="upperRoman"/>
      <w:lvlText w:val="%1.%2"/>
      <w:lvlJc w:val="left"/>
      <w:pPr>
        <w:ind w:left="513" w:hanging="400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2" w:tentative="0">
      <w:start w:val="1"/>
      <w:numFmt w:val="upperLetter"/>
      <w:lvlText w:val="%3."/>
      <w:lvlJc w:val="left"/>
      <w:pPr>
        <w:ind w:left="113" w:hanging="201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3" w:tentative="0">
      <w:start w:val="1"/>
      <w:numFmt w:val="bullet"/>
      <w:lvlText w:val="•"/>
      <w:lvlJc w:val="left"/>
      <w:pPr>
        <w:ind w:left="2613" w:hanging="20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664" w:hanging="20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714" w:hanging="20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764" w:hanging="20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814" w:hanging="20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865" w:hanging="201"/>
      </w:pPr>
      <w:rPr>
        <w:rFonts w:hint="default"/>
      </w:rPr>
    </w:lvl>
  </w:abstractNum>
  <w:abstractNum w:abstractNumId="13">
    <w:nsid w:val="5AD267B5"/>
    <w:multiLevelType w:val="multilevel"/>
    <w:tmpl w:val="5AD267B5"/>
    <w:lvl w:ilvl="0" w:tentative="0">
      <w:start w:val="16"/>
      <w:numFmt w:val="decimal"/>
      <w:lvlText w:val="%1."/>
      <w:lvlJc w:val="left"/>
      <w:pPr>
        <w:ind w:left="386" w:hanging="273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701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925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150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375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600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824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2049" w:hanging="255"/>
      </w:pPr>
      <w:rPr>
        <w:rFonts w:hint="default"/>
      </w:rPr>
    </w:lvl>
  </w:abstractNum>
  <w:abstractNum w:abstractNumId="14">
    <w:nsid w:val="61567A7C"/>
    <w:multiLevelType w:val="multilevel"/>
    <w:tmpl w:val="61567A7C"/>
    <w:lvl w:ilvl="0" w:tentative="0">
      <w:start w:val="9"/>
      <w:numFmt w:val="decimal"/>
      <w:lvlText w:val="%1."/>
      <w:lvlJc w:val="left"/>
      <w:pPr>
        <w:ind w:left="331" w:hanging="218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584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584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816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047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279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510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742" w:hanging="255"/>
      </w:pPr>
      <w:rPr>
        <w:rFonts w:hint="default"/>
      </w:rPr>
    </w:lvl>
  </w:abstractNum>
  <w:abstractNum w:abstractNumId="15">
    <w:nsid w:val="661503BA"/>
    <w:multiLevelType w:val="multilevel"/>
    <w:tmpl w:val="661503BA"/>
    <w:lvl w:ilvl="0" w:tentative="0">
      <w:start w:val="74"/>
      <w:numFmt w:val="decimal"/>
      <w:lvlText w:val="%1."/>
      <w:lvlJc w:val="left"/>
      <w:pPr>
        <w:ind w:left="386" w:hanging="273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344" w:hanging="273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302" w:hanging="273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260" w:hanging="273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217" w:hanging="273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175" w:hanging="273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133" w:hanging="273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091" w:hanging="273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8049" w:hanging="273"/>
      </w:pPr>
      <w:rPr>
        <w:rFonts w:hint="default"/>
      </w:rPr>
    </w:lvl>
  </w:abstractNum>
  <w:abstractNum w:abstractNumId="16">
    <w:nsid w:val="69482D58"/>
    <w:multiLevelType w:val="multilevel"/>
    <w:tmpl w:val="69482D58"/>
    <w:lvl w:ilvl="0" w:tentative="0">
      <w:start w:val="1"/>
      <w:numFmt w:val="decimal"/>
      <w:lvlText w:val="%1."/>
      <w:lvlJc w:val="left"/>
      <w:pPr>
        <w:ind w:left="331" w:hanging="218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476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650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2823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997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170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344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518" w:hanging="255"/>
      </w:pPr>
      <w:rPr>
        <w:rFonts w:hint="default"/>
      </w:rPr>
    </w:lvl>
  </w:abstractNum>
  <w:abstractNum w:abstractNumId="17">
    <w:nsid w:val="6A051022"/>
    <w:multiLevelType w:val="multilevel"/>
    <w:tmpl w:val="6A051022"/>
    <w:lvl w:ilvl="0" w:tentative="0">
      <w:start w:val="14"/>
      <w:numFmt w:val="decimal"/>
      <w:lvlText w:val="%1"/>
      <w:lvlJc w:val="left"/>
      <w:pPr>
        <w:ind w:left="332" w:hanging="219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636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796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956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116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276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436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1596" w:hanging="255"/>
      </w:pPr>
      <w:rPr>
        <w:rFonts w:hint="default"/>
      </w:rPr>
    </w:lvl>
  </w:abstractNum>
  <w:abstractNum w:abstractNumId="18">
    <w:nsid w:val="6CAB27F5"/>
    <w:multiLevelType w:val="multilevel"/>
    <w:tmpl w:val="6CAB27F5"/>
    <w:lvl w:ilvl="0" w:tentative="0">
      <w:start w:val="25"/>
      <w:numFmt w:val="decimal"/>
      <w:lvlText w:val="%1."/>
      <w:lvlJc w:val="left"/>
      <w:pPr>
        <w:ind w:left="386" w:hanging="273"/>
      </w:pPr>
      <w:rPr>
        <w:rFonts w:hint="default" w:ascii="PMingLiU" w:hAnsi="PMingLiU" w:eastAsia="PMingLiU" w:cs="Times New Roman"/>
        <w:color w:val="231F20"/>
        <w:w w:val="105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689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903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116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329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543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756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1970" w:hanging="255"/>
      </w:pPr>
      <w:rPr>
        <w:rFonts w:hint="default"/>
      </w:rPr>
    </w:lvl>
  </w:abstractNum>
  <w:abstractNum w:abstractNumId="19">
    <w:nsid w:val="73BD6691"/>
    <w:multiLevelType w:val="multilevel"/>
    <w:tmpl w:val="73BD6691"/>
    <w:lvl w:ilvl="0" w:tentative="0">
      <w:start w:val="1"/>
      <w:numFmt w:val="upperLetter"/>
      <w:lvlText w:val="%1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349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222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095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968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840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713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586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459" w:hanging="255"/>
      </w:pPr>
      <w:rPr>
        <w:rFonts w:hint="default"/>
      </w:rPr>
    </w:lvl>
  </w:abstractNum>
  <w:abstractNum w:abstractNumId="20">
    <w:nsid w:val="75005685"/>
    <w:multiLevelType w:val="multilevel"/>
    <w:tmpl w:val="75005685"/>
    <w:lvl w:ilvl="0" w:tentative="0">
      <w:start w:val="1"/>
      <w:numFmt w:val="upperLetter"/>
      <w:lvlText w:val="%1."/>
      <w:lvlJc w:val="left"/>
      <w:pPr>
        <w:ind w:left="476" w:hanging="255"/>
      </w:pPr>
      <w:rPr>
        <w:rFonts w:hint="default" w:ascii="PMingLiU" w:hAnsi="PMingLiU" w:eastAsia="PMingLiU" w:cs="Times New Roman"/>
        <w:color w:val="231F20"/>
        <w:w w:val="99"/>
        <w:sz w:val="22"/>
        <w:szCs w:val="22"/>
      </w:rPr>
    </w:lvl>
    <w:lvl w:ilvl="1" w:tentative="0">
      <w:start w:val="1"/>
      <w:numFmt w:val="bullet"/>
      <w:lvlText w:val="•"/>
      <w:lvlJc w:val="left"/>
      <w:pPr>
        <w:ind w:left="1349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222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095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968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840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713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586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459" w:hanging="255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20"/>
  </w:num>
  <w:num w:numId="4">
    <w:abstractNumId w:val="14"/>
  </w:num>
  <w:num w:numId="5">
    <w:abstractNumId w:val="17"/>
  </w:num>
  <w:num w:numId="6">
    <w:abstractNumId w:val="13"/>
  </w:num>
  <w:num w:numId="7">
    <w:abstractNumId w:val="11"/>
  </w:num>
  <w:num w:numId="8">
    <w:abstractNumId w:val="1"/>
  </w:num>
  <w:num w:numId="9">
    <w:abstractNumId w:val="19"/>
  </w:num>
  <w:num w:numId="10">
    <w:abstractNumId w:val="18"/>
  </w:num>
  <w:num w:numId="11">
    <w:abstractNumId w:val="0"/>
  </w:num>
  <w:num w:numId="12">
    <w:abstractNumId w:val="12"/>
  </w:num>
  <w:num w:numId="13">
    <w:abstractNumId w:val="7"/>
  </w:num>
  <w:num w:numId="14">
    <w:abstractNumId w:val="10"/>
  </w:num>
  <w:num w:numId="15">
    <w:abstractNumId w:val="5"/>
  </w:num>
  <w:num w:numId="16">
    <w:abstractNumId w:val="2"/>
  </w:num>
  <w:num w:numId="17">
    <w:abstractNumId w:val="3"/>
  </w:num>
  <w:num w:numId="18">
    <w:abstractNumId w:val="8"/>
  </w:num>
  <w:num w:numId="19">
    <w:abstractNumId w:val="9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709"/>
    <w:rsid w:val="000365D2"/>
    <w:rsid w:val="002D6E0C"/>
    <w:rsid w:val="002F08F5"/>
    <w:rsid w:val="004265F4"/>
    <w:rsid w:val="004D4716"/>
    <w:rsid w:val="006821D6"/>
    <w:rsid w:val="00767A15"/>
    <w:rsid w:val="007904BE"/>
    <w:rsid w:val="00A7405F"/>
    <w:rsid w:val="00F57709"/>
    <w:rsid w:val="3E38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9"/>
    <w:pPr>
      <w:ind w:left="256"/>
      <w:outlineLvl w:val="0"/>
    </w:pPr>
    <w:rPr>
      <w:rFonts w:ascii="PMingLiU" w:hAnsi="PMingLiU" w:eastAsia="PMingLiU"/>
      <w:sz w:val="32"/>
      <w:szCs w:val="32"/>
    </w:rPr>
  </w:style>
  <w:style w:type="paragraph" w:styleId="3">
    <w:name w:val="heading 2"/>
    <w:basedOn w:val="1"/>
    <w:next w:val="1"/>
    <w:link w:val="9"/>
    <w:qFormat/>
    <w:uiPriority w:val="99"/>
    <w:pPr>
      <w:ind w:left="324"/>
      <w:outlineLvl w:val="1"/>
    </w:pPr>
    <w:rPr>
      <w:rFonts w:ascii="PMingLiU" w:hAnsi="PMingLiU" w:eastAsia="PMingLiU"/>
      <w:sz w:val="28"/>
      <w:szCs w:val="28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uiPriority w:val="99"/>
    <w:pPr>
      <w:ind w:left="113"/>
    </w:pPr>
    <w:rPr>
      <w:rFonts w:ascii="PMingLiU" w:hAnsi="PMingLiU" w:eastAsia="PMingLiU"/>
    </w:rPr>
  </w:style>
  <w:style w:type="paragraph" w:styleId="5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Heading 1 Char"/>
    <w:basedOn w:val="6"/>
    <w:link w:val="2"/>
    <w:locked/>
    <w:uiPriority w:val="99"/>
    <w:rPr>
      <w:rFonts w:cs="Times New Roman"/>
      <w:b/>
      <w:bCs/>
      <w:kern w:val="44"/>
      <w:sz w:val="44"/>
      <w:szCs w:val="44"/>
      <w:lang w:eastAsia="en-US"/>
    </w:rPr>
  </w:style>
  <w:style w:type="character" w:customStyle="1" w:styleId="9">
    <w:name w:val="Heading 2 Char"/>
    <w:basedOn w:val="6"/>
    <w:link w:val="3"/>
    <w:semiHidden/>
    <w:locked/>
    <w:uiPriority w:val="99"/>
    <w:rPr>
      <w:rFonts w:ascii="Cambria" w:hAnsi="Cambria" w:eastAsia="宋体" w:cs="Times New Roman"/>
      <w:b/>
      <w:bCs/>
      <w:kern w:val="0"/>
      <w:sz w:val="32"/>
      <w:szCs w:val="32"/>
      <w:lang w:eastAsia="en-US"/>
    </w:rPr>
  </w:style>
  <w:style w:type="character" w:customStyle="1" w:styleId="10">
    <w:name w:val="Body Text Char"/>
    <w:basedOn w:val="6"/>
    <w:link w:val="4"/>
    <w:semiHidden/>
    <w:locked/>
    <w:uiPriority w:val="99"/>
    <w:rPr>
      <w:rFonts w:cs="Times New Roman"/>
      <w:kern w:val="0"/>
      <w:sz w:val="22"/>
      <w:lang w:eastAsia="en-US"/>
    </w:rPr>
  </w:style>
  <w:style w:type="paragraph" w:styleId="11">
    <w:name w:val="List Paragraph"/>
    <w:basedOn w:val="1"/>
    <w:qFormat/>
    <w:uiPriority w:val="99"/>
  </w:style>
  <w:style w:type="paragraph" w:customStyle="1" w:styleId="12">
    <w:name w:val="Table Paragraph"/>
    <w:basedOn w:val="1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9"/>
    <customShpInfo spid="_x0000_s1028"/>
    <customShpInfo spid="_x0000_s1031"/>
    <customShpInfo spid="_x0000_s1030"/>
    <customShpInfo spid="_x0000_s1033"/>
    <customShpInfo spid="_x0000_s1032"/>
    <customShpInfo spid="_x0000_s1035"/>
    <customShpInfo spid="_x0000_s1034"/>
    <customShpInfo spid="_x0000_s1037"/>
    <customShpInfo spid="_x0000_s1036"/>
    <customShpInfo spid="_x0000_s1039"/>
    <customShpInfo spid="_x0000_s1038"/>
    <customShpInfo spid="_x0000_s1041"/>
    <customShpInfo spid="_x0000_s1040"/>
    <customShpInfo spid="_x0000_s1043"/>
    <customShpInfo spid="_x0000_s1042"/>
    <customShpInfo spid="_x0000_s1027"/>
    <customShpInfo spid="_x0000_s1046"/>
    <customShpInfo spid="_x0000_s1045"/>
    <customShpInfo spid="_x0000_s1048"/>
    <customShpInfo spid="_x0000_s1047"/>
    <customShpInfo spid="_x0000_s1050"/>
    <customShpInfo spid="_x0000_s1049"/>
    <customShpInfo spid="_x0000_s1052"/>
    <customShpInfo spid="_x0000_s1051"/>
    <customShpInfo spid="_x0000_s1054"/>
    <customShpInfo spid="_x0000_s1053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44"/>
    <customShpInfo spid="_x0000_s1067"/>
    <customShpInfo spid="_x0000_s1070"/>
    <customShpInfo spid="_x0000_s1069"/>
    <customShpInfo spid="_x0000_s1072"/>
    <customShpInfo spid="_x0000_s1071"/>
    <customShpInfo spid="_x0000_s1074"/>
    <customShpInfo spid="_x0000_s1073"/>
    <customShpInfo spid="_x0000_s1076"/>
    <customShpInfo spid="_x0000_s1075"/>
    <customShpInfo spid="_x0000_s1068"/>
    <customShpInfo spid="_x0000_s1079"/>
    <customShpInfo spid="_x0000_s1078"/>
    <customShpInfo spid="_x0000_s1081"/>
    <customShpInfo spid="_x0000_s1080"/>
    <customShpInfo spid="_x0000_s1083"/>
    <customShpInfo spid="_x0000_s1082"/>
    <customShpInfo spid="_x0000_s1077"/>
    <customShpInfo spid="_x0000_s1084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93"/>
    <customShpInfo spid="_x0000_s1092"/>
    <customShpInfo spid="_x0000_s1085"/>
    <customShpInfo spid="_x0000_s1096"/>
    <customShpInfo spid="_x0000_s1095"/>
    <customShpInfo spid="_x0000_s1098"/>
    <customShpInfo spid="_x0000_s1097"/>
    <customShpInfo spid="_x0000_s1100"/>
    <customShpInfo spid="_x0000_s1099"/>
    <customShpInfo spid="_x0000_s1102"/>
    <customShpInfo spid="_x0000_s1101"/>
    <customShpInfo spid="_x0000_s1104"/>
    <customShpInfo spid="_x0000_s1103"/>
    <customShpInfo spid="_x0000_s1106"/>
    <customShpInfo spid="_x0000_s1105"/>
    <customShpInfo spid="_x0000_s1108"/>
    <customShpInfo spid="_x0000_s1107"/>
    <customShpInfo spid="_x0000_s1110"/>
    <customShpInfo spid="_x0000_s1109"/>
    <customShpInfo spid="_x0000_s1094"/>
    <customShpInfo spid="_x0000_s1111"/>
    <customShpInfo spid="_x0000_s1114"/>
    <customShpInfo spid="_x0000_s1113"/>
    <customShpInfo spid="_x0000_s1112"/>
    <customShpInfo spid="_x0000_s1116"/>
    <customShpInfo spid="_x0000_s1115"/>
    <customShpInfo spid="_x0000_s1118"/>
    <customShpInfo spid="_x0000_s1117"/>
    <customShpInfo spid="_x0000_s1121"/>
    <customShpInfo spid="_x0000_s1120"/>
    <customShpInfo spid="_x0000_s1123"/>
    <customShpInfo spid="_x0000_s1122"/>
    <customShpInfo spid="_x0000_s1125"/>
    <customShpInfo spid="_x0000_s1124"/>
    <customShpInfo spid="_x0000_s1127"/>
    <customShpInfo spid="_x0000_s1128"/>
    <customShpInfo spid="_x0000_s1126"/>
    <customShpInfo spid="_x0000_s1119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8"/>
    <customShpInfo spid="_x0000_s1136"/>
    <customShpInfo spid="_x0000_s11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8</Pages>
  <Words>1688</Words>
  <Characters>9625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2017-11-14T19:34:00Z</dcterms:created>
  <dc:creator>老倪膏药(招代理)</dc:creator>
  <cp:lastModifiedBy>老倪膏药(招代理)</cp:lastModifiedBy>
  <dcterms:modified xsi:type="dcterms:W3CDTF">2017-11-19T07:28:52Z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