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70" w:firstLineChars="700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pict>
          <v:shape id="_x0000_s1025" o:spid="_x0000_s1025" o:spt="75" type="#_x0000_t75" style="position:absolute;left:0pt;margin-left:954pt;margin-top:921pt;height:32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 w:cstheme="minorEastAsia"/>
          <w:lang w:val="en-US" w:eastAsia="zh-CN"/>
        </w:rPr>
        <w:t>大连格致中学2018-2019学年度第一学期第一次月考试题</w:t>
      </w:r>
    </w:p>
    <w:p>
      <w:pPr>
        <w:ind w:firstLine="3570" w:firstLineChars="17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八年级</w:t>
      </w:r>
      <w:r>
        <w:rPr>
          <w:rFonts w:hint="eastAsia" w:asciiTheme="minorEastAsia" w:hAnsiTheme="minorEastAsia" w:cstheme="minorEastAsia"/>
          <w:lang w:val="en-US" w:eastAsia="zh-CN"/>
        </w:rPr>
        <w:t>数学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注意</w:t>
      </w:r>
      <w:r>
        <w:rPr>
          <w:rFonts w:hint="eastAsia" w:asciiTheme="minorEastAsia" w:hAnsiTheme="minorEastAsia" w:cstheme="minorEastAsia"/>
          <w:lang w:val="en-US" w:eastAsia="zh-CN"/>
        </w:rPr>
        <w:t>事</w:t>
      </w:r>
      <w:r>
        <w:rPr>
          <w:rFonts w:hint="eastAsia" w:asciiTheme="minorEastAsia" w:hAnsiTheme="minorEastAsia" w:eastAsiaTheme="minorEastAsia" w:cstheme="minorEastAsia"/>
        </w:rPr>
        <w:t>项: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1.请在答题卡上作答,在试卷上作答无</w:t>
      </w:r>
      <w:r>
        <w:rPr>
          <w:rFonts w:hint="eastAsia" w:asciiTheme="minorEastAsia" w:hAnsiTheme="minorEastAsia" w:cstheme="minorEastAsia"/>
          <w:lang w:val="en-US" w:eastAsia="zh-CN"/>
        </w:rPr>
        <w:t>效；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2.本试卷共五大题,26小题,满分150分,考试时间120分钟,请考生准备好答题工具</w:t>
      </w:r>
      <w:r>
        <w:rPr>
          <w:rFonts w:hint="eastAsia" w:asciiTheme="minorEastAsia" w:hAnsiTheme="minorEastAsia" w:cstheme="minorEastAsia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</w:rPr>
        <w:t>填空题(共10小题,每题3分,共30分)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如图,下列图案是我国几家银行的标志,其中是轴对称图形的有(</w:t>
      </w:r>
      <w:r>
        <w:rPr>
          <w:rFonts w:hint="eastAsia" w:asciiTheme="minorEastAsia" w:hAnsiTheme="minorEastAsia" w:cs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)个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4086860" cy="590550"/>
            <wp:effectExtent l="0" t="0" r="8890" b="0"/>
            <wp:docPr id="1" name="图片 1" descr="mmexport153961754645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539617546454_看图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86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A.1                  B.2               C.3               D.4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</w:rPr>
        <w:t>下列各组线段中,能构成三角形的</w:t>
      </w:r>
      <w:r>
        <w:rPr>
          <w:rFonts w:hint="eastAsia" w:asciiTheme="minorEastAsia" w:hAnsiTheme="minorEastAsia" w:cstheme="minorEastAsia"/>
          <w:lang w:val="en-US" w:eastAsia="zh-CN"/>
        </w:rPr>
        <w:t>是(     )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A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2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5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</w:rPr>
        <w:t>B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5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6</w:t>
      </w:r>
      <w:r>
        <w:rPr>
          <w:rFonts w:hint="eastAsia" w:asciiTheme="minorEastAsia" w:hAnsiTheme="minorEastAsia" w:cstheme="minorEastAsia"/>
          <w:lang w:val="en-US" w:eastAsia="zh-CN"/>
        </w:rPr>
        <w:t xml:space="preserve">,10          </w:t>
      </w:r>
      <w:r>
        <w:rPr>
          <w:rFonts w:hint="eastAsia" w:asciiTheme="minorEastAsia" w:hAnsiTheme="minorEastAsia" w:eastAsiaTheme="minorEastAsia" w:cstheme="minorEastAsia"/>
        </w:rPr>
        <w:t>C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D.3,4,9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等腰三角形的一个外角为110</w:t>
      </w:r>
      <w:r>
        <w:rPr>
          <w:rFonts w:hint="eastAsia" w:asciiTheme="minorEastAsia" w:hAnsiTheme="minorEastAsia" w:cstheme="minorEastAsia"/>
          <w:lang w:val="en-US" w:eastAsia="zh-CN"/>
        </w:rPr>
        <w:t>°</w:t>
      </w:r>
      <w:r>
        <w:rPr>
          <w:rFonts w:hint="eastAsia" w:asciiTheme="minorEastAsia" w:hAnsiTheme="minorEastAsia" w:eastAsiaTheme="minorEastAsia" w:cstheme="minorEastAsia"/>
        </w:rPr>
        <w:t>,则它的底角为</w:t>
      </w:r>
      <w:r>
        <w:rPr>
          <w:rFonts w:hint="eastAsia" w:asciiTheme="minorEastAsia" w:hAnsiTheme="minorEastAsia" w:cstheme="minorEastAsia"/>
          <w:lang w:val="en-US" w:eastAsia="zh-CN"/>
        </w:rPr>
        <w:t>(    )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70</w:t>
      </w:r>
      <w:r>
        <w:rPr>
          <w:rFonts w:hint="eastAsia" w:asciiTheme="minorEastAsia" w:hAnsiTheme="minorEastAsia" w:cstheme="minorEastAsia"/>
          <w:lang w:val="en-US" w:eastAsia="zh-CN"/>
        </w:rPr>
        <w:t xml:space="preserve">°               </w:t>
      </w:r>
      <w:r>
        <w:rPr>
          <w:rFonts w:hint="eastAsia" w:asciiTheme="minorEastAsia" w:hAnsiTheme="minorEastAsia" w:eastAsiaTheme="minorEastAsia" w:cstheme="minorEastAsia"/>
        </w:rPr>
        <w:t>B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50°或70</w:t>
      </w:r>
      <w:r>
        <w:rPr>
          <w:rFonts w:hint="eastAsia" w:asciiTheme="minorEastAsia" w:hAnsiTheme="minorEastAsia" w:cstheme="minorEastAsia"/>
          <w:lang w:val="en-US" w:eastAsia="zh-CN"/>
        </w:rPr>
        <w:t>°     C.55°或70°      D.40°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4</w:t>
      </w:r>
      <w:r>
        <w:rPr>
          <w:rFonts w:hint="eastAsia" w:asciiTheme="minorEastAsia" w:hAnsi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下列说法中,正确的是</w:t>
      </w:r>
      <w:r>
        <w:rPr>
          <w:rFonts w:hint="eastAsia" w:asciiTheme="minorEastAsia" w:hAnsiTheme="minorEastAsia" w:cstheme="minorEastAsia"/>
          <w:lang w:val="en-US" w:eastAsia="zh-CN"/>
        </w:rPr>
        <w:t>(    )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</w:t>
      </w:r>
      <w:r>
        <w:rPr>
          <w:rFonts w:hint="eastAsia" w:asciiTheme="minorEastAsia" w:hAnsi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等腰三角形的高、中线、角</w:t>
      </w:r>
      <w:r>
        <w:rPr>
          <w:rFonts w:hint="eastAsia" w:asciiTheme="minorEastAsia" w:hAnsiTheme="minorEastAsia" w:cstheme="minorEastAsia"/>
          <w:lang w:val="en-US" w:eastAsia="zh-CN"/>
        </w:rPr>
        <w:t>平</w:t>
      </w:r>
      <w:r>
        <w:rPr>
          <w:rFonts w:hint="eastAsia" w:asciiTheme="minorEastAsia" w:hAnsiTheme="minorEastAsia" w:eastAsiaTheme="minorEastAsia" w:cstheme="minorEastAsia"/>
        </w:rPr>
        <w:t>分线互相重合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</w:t>
      </w:r>
      <w:r>
        <w:rPr>
          <w:rFonts w:hint="eastAsia" w:asciiTheme="minorEastAsia" w:hAnsi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顶角相等的两个等腰三角形全等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C.等腰三角形的顶角不可能是钝角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D</w:t>
      </w:r>
      <w:r>
        <w:rPr>
          <w:rFonts w:hint="eastAsia" w:asciiTheme="minorEastAsia" w:hAnsi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等腰三角形的底角相等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5</w:t>
      </w:r>
      <w:r>
        <w:rPr>
          <w:rFonts w:hint="eastAsia" w:asciiTheme="minorEastAsia" w:hAnsi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如图,点O是△ABC内的一点,∠A=80°,∠1=15°,∠2=40°,则∠BOC等于</w:t>
      </w:r>
      <w:r>
        <w:rPr>
          <w:rFonts w:hint="eastAsia" w:asciiTheme="minorEastAsia" w:hAnsiTheme="minorEastAsia" w:cstheme="minorEastAsia"/>
          <w:lang w:val="en-US" w:eastAsia="zh-CN"/>
        </w:rPr>
        <w:t>(    )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1295400" cy="1095375"/>
            <wp:effectExtent l="0" t="0" r="0" b="9525"/>
            <wp:docPr id="2" name="图片 2" descr="f7246b600c3387440f0d79cb520fd9f9d62aa0b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7246b600c3387440f0d79cb520fd9f9d62aa0b9_看图王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1809750" cy="1276350"/>
            <wp:effectExtent l="0" t="0" r="0" b="0"/>
            <wp:docPr id="3" name="图片 3" descr="6422cc3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22cc39_看图王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1676400" cy="790575"/>
            <wp:effectExtent l="0" t="0" r="0" b="9525"/>
            <wp:docPr id="4" name="图片 4" descr="0df3d7ca7bcb0a468124738f6863f6246b60af06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df3d7ca7bcb0a468124738f6863f6246b60af06_看图王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        第5题                  第6题                  第7题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lang w:eastAsia="zh-CN"/>
        </w:rPr>
        <w:t>95°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lang w:eastAsia="zh-CN"/>
        </w:rPr>
        <w:t>B.120°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lang w:eastAsia="zh-CN"/>
        </w:rPr>
        <w:t>C.135°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lang w:eastAsia="zh-CN"/>
        </w:rPr>
        <w:t>D.</w:t>
      </w:r>
      <w:r>
        <w:rPr>
          <w:rFonts w:hint="eastAsia" w:asciiTheme="minorEastAsia" w:hAnsiTheme="minorEastAsia" w:cstheme="minorEastAsia"/>
          <w:lang w:val="en-US" w:eastAsia="zh-CN"/>
        </w:rPr>
        <w:t>145°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6.如图,在△ABC中,其中∠A=60°,作直线DE分别与AB边与AC边交于点D与E，则∠1+∠2的度数为(     )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A.120°             B.180°            C.240°           D.300°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7.点P是△ABC内一点,连接BP并延长交AC于点D,连接PC,则图中∠1,∠2,∠A的大小关系是(       )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A.∠A＞∠2＞∠1     B.∠A＞∠1＞∠2     C.∠2＞∠1＞∠A  D.∠1＞∠2＞∠A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8.如图,在△ABC中,AB=AC,∠BAD=∠CAD，则下列结论正确的是(    )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104900" cy="1143000"/>
            <wp:effectExtent l="0" t="0" r="0" b="0"/>
            <wp:docPr id="5" name="图片 5" descr="201309261135040723553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1309261135040723553_看图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885950" cy="1123950"/>
            <wp:effectExtent l="0" t="0" r="0" b="0"/>
            <wp:docPr id="6" name="图片 6" descr="0bd162d9f2d3572c3dbd516a8913632762d0c32d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bd162d9f2d3572c3dbd516a8913632762d0c32d_看图王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438275" cy="828675"/>
            <wp:effectExtent l="0" t="0" r="9525" b="9525"/>
            <wp:docPr id="7" name="图片 7" descr="08c51ded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8c51ded_看图王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       第8题                第9题              第10题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A.BD=AD             B.AB=BC             C.AD⊥BC          D.∠BAD=∠C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9.如图,AB=AD,AE平分∠BAD,则图中有(   )对全等三角形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A.2                 B.3                 C.4               D.5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10.如图所示,△ABD≌△CDB,∠A=70°,∠ADB=50°则∠DBC=(    )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A.40°              B.50°              C.60°            D.70°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二、填空题(共6道题,每题3分,总分18分)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11.正六边形每个外角的度数为_________.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12.已知,平面直角坐标系中点A(-5,3)关于直线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25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2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的对称点是________.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13.如图,在△ABC中,AD是BC边上中线,BE是△ABD中AD边上中线,若△ABC的面积是24，则△ABE的面积是______.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190625" cy="1066800"/>
            <wp:effectExtent l="0" t="0" r="9525" b="0"/>
            <wp:docPr id="8" name="图片 8" descr="201311021744161443670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01311021744161443670_看图王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628775" cy="1152525"/>
            <wp:effectExtent l="0" t="0" r="9525" b="9525"/>
            <wp:docPr id="9" name="图片 9" descr="debf4d7f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ebf4d7f_看图王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104900" cy="904875"/>
            <wp:effectExtent l="0" t="0" r="0" b="9525"/>
            <wp:docPr id="10" name="图片 10" descr="809b897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09b8979_看图王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         第13题            第14题             第15题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14.如图,在△ABC中,DE为AC边上的中垂线,AB=12,BC=10,则△BCD的周长为______.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15.如图,AB=AC,BD=CD,若∠B=28°则∠C=______.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16.如图,△ABC中,BI、CI分别平分∠ABC、∠ACB,且∠BIC=140°,BM、CM分别平分∠ABC、∠ACB的外角,则∠BMC=______.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504950" cy="1238250"/>
            <wp:effectExtent l="0" t="0" r="0" b="0"/>
            <wp:docPr id="12" name="图片 12" descr="d3fc30cc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3fc30cc_看图王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三、解答题(17、18、19题每题9分,20题12分,共39分)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17.已知,如图,点D在AB上,点E在AC上,AB=AC,∠B=∠C.求证:AD=AE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266825" cy="1219200"/>
            <wp:effectExtent l="0" t="0" r="9525" b="0"/>
            <wp:docPr id="13" name="图片 13" descr="0b46f21fbe096b63636fc5e10f338744ebf8ac0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0b46f21fbe096b63636fc5e10f338744ebf8ac09_看图王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18.如图,CE是△ABC的外角∠ACD的角平分线,且CE交BA的延长线于点E,求证:∠BAC=∠B+2∠E.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485900" cy="1162050"/>
            <wp:effectExtent l="0" t="0" r="0" b="0"/>
            <wp:docPr id="14" name="图片 14" descr="1e30e924b899a901190bab871e950a7b0208f541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e30e924b899a901190bab871e950a7b0208f541_看图王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19.如图,AD⊥BC,BD=DC,点C在AE的垂直平分线上,间AB、BD、DE之间有什么数量关系?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638300" cy="866775"/>
            <wp:effectExtent l="0" t="0" r="0" b="9525"/>
            <wp:docPr id="15" name="图片 15" descr="26f9ffa0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26f9ffa0_看图王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20.已知,如图,在平面直角坐标系中,A(-1,4),B(-4,3),C(-2,1).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(1)请作出△ABC关于</w:t>
      </w:r>
      <w:r>
        <w:rPr>
          <w:rFonts w:hint="eastAsia" w:asciiTheme="minorEastAsia" w:hAnsiTheme="minorEastAsia" w:cstheme="minorEastAsia"/>
          <w:position w:val="-10"/>
          <w:lang w:val="en-US" w:eastAsia="zh-CN"/>
        </w:rPr>
        <w:object>
          <v:shape id="_x0000_i1026" o:spt="75" type="#_x0000_t75" style="height:12pt;width:1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21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轴的对称图形△DEF,并写出点D、E、F的坐标(点A对点D、点B对点E、点C对点F)；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(2)做△DEF关于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27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3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轴的对称图形△GHK(D、E、F分别对应G、H、K)；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(3)请直接写出∠COK与∠</w:t>
      </w:r>
      <w:r>
        <w:rPr>
          <w:rFonts w:hint="eastAsia" w:asciiTheme="minorEastAsia" w:hAnsiTheme="minorEastAsia" w:cstheme="minorEastAsia"/>
          <w:position w:val="-10"/>
          <w:lang w:val="en-US" w:eastAsia="zh-CN"/>
        </w:rPr>
        <w:object>
          <v:shape id="_x0000_i1028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5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的数量关系:____________.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2324735" cy="2114550"/>
            <wp:effectExtent l="0" t="0" r="18415" b="0"/>
            <wp:docPr id="16" name="图片 16" descr="a91a7af8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a91a7af8_看图王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2473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四、解答题(本题共3小题,其中21、22题各9分,23题10分,共28分)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21.将下面的过程填写完整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已知如图,AD∥BC,∠DAB与∠CBA的角平分线交于点E,过点E作线段与AD交于点D,与BC于点C，求证：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29" o:spt="75" type="#_x0000_t75" style="height:13pt;width:70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8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323975" cy="990600"/>
            <wp:effectExtent l="0" t="0" r="9525" b="0"/>
            <wp:docPr id="17" name="图片 17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无标题_看图王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证明:在AB上找一点H使AD=AH,连接EH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∵AE平分∠DAB，BE平分∠CBA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∴1=∠2 ∠7=∠8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在△ADE与△AHE中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position w:val="-46"/>
          <w:lang w:val="en-US" w:eastAsia="zh-CN"/>
        </w:rPr>
        <w:object>
          <v:shape id="_x0000_i1030" o:spt="75" type="#_x0000_t75" style="height:51pt;width:5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31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∴△ADE≌△AHE(_________________)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∴∠3=∠4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∵____________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∴∠3+∠5=180°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∵∠4+∠6=180°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∴_______________(_______________)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在△EHB与△ECB中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position w:val="-46"/>
          <w:lang w:val="en-US" w:eastAsia="zh-CN"/>
        </w:rPr>
        <w:object>
          <v:shape id="_x0000_i1031" o:spt="75" type="#_x0000_t75" style="height:51pt;width:5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33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∴△EHB≌△ECB(__________)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∴CB=HB(___________)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∵AB=_______-_________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32" o:spt="75" type="#_x0000_t75" style="height:13pt;width:7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5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22.如图1,△ABC为等边三角形,图2为正方形,图3为正五边形,图4为正多边形.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(1)如图1当BP=CQ时,请求出∠AOQ的度数,并说明理由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2)如图2,在正方形中,当BP=CQ时∠AOQ=___________；如图3,在正五边形中，当BP=CQ时，∠AOQ=___________；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(3)如图4,在正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33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7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边形中,当BP=CQ时,∠AOQ是否有什么规律?如果有请用含有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34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9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的式子直接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表示；如果没有规律,请说明理由。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4658360" cy="1266825"/>
            <wp:effectExtent l="0" t="0" r="8890" b="9525"/>
            <wp:docPr id="18" name="图片 18" descr="mmexport153961756084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mmexport1539617560849_看图王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65836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23.如图,△ABC中,AD是高，AE、BF分别是角平分线,两条角平分线相交于点O,∠BAC=60°，∠C=70=°.求:(1)∠CAD的的度数；(2)∠BOA的度数.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381125" cy="1200150"/>
            <wp:effectExtent l="0" t="0" r="9525" b="0"/>
            <wp:docPr id="19" name="图片 19" descr="db46c46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db46c469_看图王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五、解答题(本題共3到小題,24题11分,25、26题各12分,共35分)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24.已知,如图1在平面直角坐标系中,点A在</w:t>
      </w:r>
      <w:r>
        <w:rPr>
          <w:rFonts w:hint="eastAsia" w:asciiTheme="minorEastAsia" w:hAnsiTheme="minorEastAsia" w:cstheme="minorEastAsia"/>
          <w:position w:val="-10"/>
          <w:lang w:val="en-US" w:eastAsia="zh-CN"/>
        </w:rPr>
        <w:object>
          <v:shape id="_x0000_i1035" o:spt="75" type="#_x0000_t75" style="height:12pt;width:10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43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轴上,点B在</w:t>
      </w:r>
      <w:r>
        <w:rPr>
          <w:rFonts w:hint="eastAsia" w:asciiTheme="minorEastAsia" w:hAnsiTheme="minorEastAsia" w:cstheme="minorEastAsia"/>
          <w:position w:val="-6"/>
          <w:lang w:val="en-US" w:eastAsia="zh-CN"/>
        </w:rPr>
        <w:object>
          <v:shape id="_x0000_i1036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45">
            <o:LockedField>false</o:LockedField>
          </o:OLEObject>
        </w:object>
      </w:r>
      <w:r>
        <w:rPr>
          <w:rFonts w:hint="eastAsia" w:asciiTheme="minorEastAsia" w:hAnsiTheme="minorEastAsia" w:cstheme="minorEastAsia"/>
          <w:lang w:val="en-US" w:eastAsia="zh-CN"/>
        </w:rPr>
        <w:t>轴上.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(1)如图1,以AB为斜边做等腰直角三角形,∠ACB为直角,点D为线段AB上一点,以CD为直角边做等腰直角三角形CDE,∠CDE=90°，试问△CAE为什么三角形?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(2)如图2,若点A(0,4)、点B(3,0)在第一象限做等腰直角三角形ABC,请直接写出点C的坐标。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3439160" cy="1466850"/>
            <wp:effectExtent l="0" t="0" r="8890" b="0"/>
            <wp:docPr id="20" name="图片 20" descr="mmexport1539617564007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mmexport1539617564007_看图王(1)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43916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        图1                           图2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25.已知,如图1,在△ABC中,CE平分∠ACB.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(1)若AE⊥EC,∠AED+∠EAC=180°,求证DE∥BC；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(2)如图2，作EF⊥AC,垂足为F,在BC上找一点G,使CG+AC=2CF.求证：AE=EG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3543935" cy="1028700"/>
            <wp:effectExtent l="0" t="0" r="18415" b="0"/>
            <wp:docPr id="21" name="图片 21" descr="mmexport153961756786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mmexport1539617567864_看图王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        图1                             图2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26.已知,如图,在△ABC中,点D为AB边上一点,在射线AB上找一点E,使AD=DE,过点E做BC∥EF,连接DF并延长交射线AC于点G.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(1)当∠FDE与∠BAC互补时,线段AG=_________；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(2)当EF=AG时,请求出∠AGD与∠BCA的比值,并证明你的结论；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(3)若在(2)的条件下增加∠DEF=∠DFE请直接写出∠BAC外角与∠ACB的比值.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819275" cy="1457325"/>
            <wp:effectExtent l="0" t="0" r="9525" b="9525"/>
            <wp:docPr id="22" name="图片 22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无标题_看图王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EB8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1" Type="http://schemas.openxmlformats.org/officeDocument/2006/relationships/fontTable" Target="fontTable.xml"/><Relationship Id="rId50" Type="http://schemas.openxmlformats.org/officeDocument/2006/relationships/customXml" Target="../customXml/item1.xml"/><Relationship Id="rId5" Type="http://schemas.openxmlformats.org/officeDocument/2006/relationships/image" Target="media/image2.png"/><Relationship Id="rId49" Type="http://schemas.openxmlformats.org/officeDocument/2006/relationships/image" Target="media/image34.png"/><Relationship Id="rId48" Type="http://schemas.openxmlformats.org/officeDocument/2006/relationships/image" Target="media/image33.png"/><Relationship Id="rId47" Type="http://schemas.openxmlformats.org/officeDocument/2006/relationships/image" Target="media/image32.png"/><Relationship Id="rId46" Type="http://schemas.openxmlformats.org/officeDocument/2006/relationships/image" Target="media/image31.wmf"/><Relationship Id="rId45" Type="http://schemas.openxmlformats.org/officeDocument/2006/relationships/oleObject" Target="embeddings/oleObject12.bin"/><Relationship Id="rId44" Type="http://schemas.openxmlformats.org/officeDocument/2006/relationships/image" Target="media/image30.wmf"/><Relationship Id="rId43" Type="http://schemas.openxmlformats.org/officeDocument/2006/relationships/oleObject" Target="embeddings/oleObject11.bin"/><Relationship Id="rId42" Type="http://schemas.openxmlformats.org/officeDocument/2006/relationships/image" Target="media/image29.png"/><Relationship Id="rId41" Type="http://schemas.openxmlformats.org/officeDocument/2006/relationships/image" Target="media/image28.png"/><Relationship Id="rId40" Type="http://schemas.openxmlformats.org/officeDocument/2006/relationships/image" Target="media/image27.wmf"/><Relationship Id="rId4" Type="http://schemas.openxmlformats.org/officeDocument/2006/relationships/image" Target="media/image1.png"/><Relationship Id="rId39" Type="http://schemas.openxmlformats.org/officeDocument/2006/relationships/oleObject" Target="embeddings/oleObject10.bin"/><Relationship Id="rId38" Type="http://schemas.openxmlformats.org/officeDocument/2006/relationships/image" Target="media/image26.wmf"/><Relationship Id="rId37" Type="http://schemas.openxmlformats.org/officeDocument/2006/relationships/oleObject" Target="embeddings/oleObject9.bin"/><Relationship Id="rId36" Type="http://schemas.openxmlformats.org/officeDocument/2006/relationships/image" Target="media/image25.wmf"/><Relationship Id="rId35" Type="http://schemas.openxmlformats.org/officeDocument/2006/relationships/oleObject" Target="embeddings/oleObject8.bin"/><Relationship Id="rId34" Type="http://schemas.openxmlformats.org/officeDocument/2006/relationships/image" Target="media/image24.wmf"/><Relationship Id="rId33" Type="http://schemas.openxmlformats.org/officeDocument/2006/relationships/oleObject" Target="embeddings/oleObject7.bin"/><Relationship Id="rId32" Type="http://schemas.openxmlformats.org/officeDocument/2006/relationships/image" Target="media/image23.wmf"/><Relationship Id="rId31" Type="http://schemas.openxmlformats.org/officeDocument/2006/relationships/oleObject" Target="embeddings/oleObject6.bin"/><Relationship Id="rId30" Type="http://schemas.openxmlformats.org/officeDocument/2006/relationships/image" Target="media/image22.png"/><Relationship Id="rId3" Type="http://schemas.openxmlformats.org/officeDocument/2006/relationships/theme" Target="theme/theme1.xml"/><Relationship Id="rId29" Type="http://schemas.openxmlformats.org/officeDocument/2006/relationships/image" Target="media/image21.wmf"/><Relationship Id="rId28" Type="http://schemas.openxmlformats.org/officeDocument/2006/relationships/oleObject" Target="embeddings/oleObject5.bin"/><Relationship Id="rId27" Type="http://schemas.openxmlformats.org/officeDocument/2006/relationships/image" Target="media/image20.png"/><Relationship Id="rId26" Type="http://schemas.openxmlformats.org/officeDocument/2006/relationships/image" Target="media/image19.wmf"/><Relationship Id="rId25" Type="http://schemas.openxmlformats.org/officeDocument/2006/relationships/oleObject" Target="embeddings/oleObject4.bin"/><Relationship Id="rId24" Type="http://schemas.openxmlformats.org/officeDocument/2006/relationships/image" Target="media/image18.wmf"/><Relationship Id="rId23" Type="http://schemas.openxmlformats.org/officeDocument/2006/relationships/oleObject" Target="embeddings/oleObject3.bin"/><Relationship Id="rId22" Type="http://schemas.openxmlformats.org/officeDocument/2006/relationships/image" Target="media/image17.wmf"/><Relationship Id="rId21" Type="http://schemas.openxmlformats.org/officeDocument/2006/relationships/oleObject" Target="embeddings/oleObject2.bin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wmf"/><Relationship Id="rId12" Type="http://schemas.openxmlformats.org/officeDocument/2006/relationships/oleObject" Target="embeddings/oleObject1.bin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sl302545834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119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2018-10-16T08:59:00Z</dcterms:created>
  <dc:creator>早晨的一切从养生开始</dc:creator>
  <cp:lastModifiedBy>A豆子 *…*</cp:lastModifiedBy>
  <dcterms:modified xsi:type="dcterms:W3CDTF">2018-12-13T04:47:04Z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