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E53CDE" w:rsidRPr="00121CDE" w:rsidP="00121CDE">
      <w:pPr>
        <w:jc w:val="center"/>
        <w:rPr>
          <w:szCs w:val="52"/>
        </w:rPr>
      </w:pPr>
      <w:r>
        <w:rPr>
          <w:rFonts w:hint="eastAsia"/>
          <w:szCs w:val="5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9pt;margin-left:874pt;margin-top:997pt;mso-position-horizontal-relative:page;mso-position-vertical-relative:top-margin-area;position:absolute;width:27pt;z-index:251658240">
            <v:imagedata r:id="rId4" o:title=""/>
          </v:shape>
        </w:pict>
      </w:r>
      <w:r w:rsidRPr="00121CDE">
        <w:rPr>
          <w:rFonts w:hint="eastAsia"/>
          <w:szCs w:val="52"/>
        </w:rPr>
        <w:t>鲍沟中学</w:t>
      </w:r>
      <w:r w:rsidRPr="00121CDE">
        <w:rPr>
          <w:szCs w:val="52"/>
        </w:rPr>
        <w:t>2018-2019</w:t>
      </w:r>
      <w:r w:rsidRPr="00121CDE">
        <w:rPr>
          <w:rFonts w:hint="eastAsia"/>
          <w:szCs w:val="52"/>
        </w:rPr>
        <w:t>学年度</w:t>
      </w:r>
      <w:r w:rsidRPr="00121CDE">
        <w:rPr>
          <w:szCs w:val="52"/>
        </w:rPr>
        <w:t>(</w:t>
      </w:r>
      <w:r w:rsidRPr="00121CDE">
        <w:rPr>
          <w:rFonts w:hint="eastAsia"/>
          <w:szCs w:val="52"/>
        </w:rPr>
        <w:t>人教部编版）八年级下册</w:t>
      </w:r>
    </w:p>
    <w:p w:rsidR="00E53CDE" w:rsidRPr="00121CDE" w:rsidP="00121CDE">
      <w:pPr>
        <w:jc w:val="center"/>
        <w:rPr>
          <w:szCs w:val="52"/>
        </w:rPr>
      </w:pPr>
      <w:r w:rsidRPr="00121CDE">
        <w:rPr>
          <w:rFonts w:hint="eastAsia"/>
          <w:szCs w:val="52"/>
        </w:rPr>
        <w:t>第三单元语文测试卷</w:t>
      </w:r>
    </w:p>
    <w:p w:rsidR="00E53CDE" w:rsidRPr="00121CDE" w:rsidP="00121CDE">
      <w:pPr>
        <w:jc w:val="center"/>
        <w:rPr>
          <w:szCs w:val="36"/>
        </w:rPr>
      </w:pPr>
      <w:r w:rsidRPr="00121CDE">
        <w:rPr>
          <w:rFonts w:hint="eastAsia"/>
          <w:szCs w:val="36"/>
        </w:rPr>
        <w:t>（考试时间</w:t>
      </w:r>
      <w:r w:rsidRPr="00121CDE">
        <w:rPr>
          <w:szCs w:val="36"/>
        </w:rPr>
        <w:t>100</w:t>
      </w:r>
      <w:r w:rsidRPr="00121CDE">
        <w:rPr>
          <w:rFonts w:hint="eastAsia"/>
          <w:szCs w:val="36"/>
        </w:rPr>
        <w:t>分钟，满分为</w:t>
      </w:r>
      <w:r w:rsidRPr="00121CDE">
        <w:rPr>
          <w:szCs w:val="36"/>
        </w:rPr>
        <w:t>120</w:t>
      </w:r>
      <w:r w:rsidRPr="00121CDE">
        <w:rPr>
          <w:rFonts w:hint="eastAsia"/>
          <w:szCs w:val="36"/>
        </w:rPr>
        <w:t>分）姓名</w:t>
      </w:r>
      <w:r w:rsidRPr="00121CDE">
        <w:rPr>
          <w:szCs w:val="36"/>
          <w:u w:val="single"/>
        </w:rPr>
        <w:t xml:space="preserve">       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08"/>
        <w:gridCol w:w="1708"/>
        <w:gridCol w:w="1699"/>
        <w:gridCol w:w="1699"/>
        <w:gridCol w:w="1708"/>
      </w:tblGrid>
      <w:tr>
        <w:tblPrEx>
          <w:tblW w:w="852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A0"/>
        </w:tblPrEx>
        <w:trPr>
          <w:trHeight w:val="439"/>
        </w:trPr>
        <w:tc>
          <w:tcPr>
            <w:tcW w:w="1708" w:type="dxa"/>
            <w:vAlign w:val="center"/>
          </w:tcPr>
          <w:p w:rsidR="00E53CDE" w:rsidRPr="00121CDE" w:rsidP="00121CDE">
            <w:r w:rsidRPr="00121CDE">
              <w:rPr>
                <w:rFonts w:hint="eastAsia"/>
              </w:rPr>
              <w:t>题</w:t>
            </w:r>
            <w:r w:rsidRPr="00121CDE">
              <w:t xml:space="preserve">    </w:t>
            </w:r>
            <w:r w:rsidRPr="00121CDE">
              <w:rPr>
                <w:rFonts w:hint="eastAsia"/>
              </w:rPr>
              <w:t>号</w:t>
            </w:r>
          </w:p>
        </w:tc>
        <w:tc>
          <w:tcPr>
            <w:tcW w:w="1708" w:type="dxa"/>
            <w:vAlign w:val="center"/>
          </w:tcPr>
          <w:p w:rsidR="00E53CDE" w:rsidRPr="00121CDE" w:rsidP="00121CDE">
            <w:r w:rsidRPr="00121CDE">
              <w:rPr>
                <w:rFonts w:hint="eastAsia"/>
              </w:rPr>
              <w:t>一</w:t>
            </w:r>
          </w:p>
        </w:tc>
        <w:tc>
          <w:tcPr>
            <w:tcW w:w="1699" w:type="dxa"/>
            <w:vAlign w:val="center"/>
          </w:tcPr>
          <w:p w:rsidR="00E53CDE" w:rsidRPr="00121CDE" w:rsidP="00121CDE">
            <w:r w:rsidRPr="00121CDE">
              <w:rPr>
                <w:rFonts w:hint="eastAsia"/>
              </w:rPr>
              <w:t>二</w:t>
            </w:r>
          </w:p>
        </w:tc>
        <w:tc>
          <w:tcPr>
            <w:tcW w:w="1699" w:type="dxa"/>
            <w:vAlign w:val="center"/>
          </w:tcPr>
          <w:p w:rsidR="00E53CDE" w:rsidRPr="00121CDE" w:rsidP="00121CDE">
            <w:r w:rsidRPr="00121CDE">
              <w:rPr>
                <w:rFonts w:hint="eastAsia"/>
              </w:rPr>
              <w:t>三</w:t>
            </w:r>
          </w:p>
        </w:tc>
        <w:tc>
          <w:tcPr>
            <w:tcW w:w="1708" w:type="dxa"/>
            <w:vAlign w:val="center"/>
          </w:tcPr>
          <w:p w:rsidR="00E53CDE" w:rsidRPr="00121CDE" w:rsidP="00121CDE">
            <w:r w:rsidRPr="00121CDE">
              <w:rPr>
                <w:rFonts w:hint="eastAsia"/>
              </w:rPr>
              <w:t>总</w:t>
            </w:r>
            <w:r w:rsidRPr="00121CDE">
              <w:t xml:space="preserve">    </w:t>
            </w:r>
            <w:r w:rsidRPr="00121CDE">
              <w:rPr>
                <w:rFonts w:hint="eastAsia"/>
              </w:rPr>
              <w:t>分</w:t>
            </w:r>
          </w:p>
        </w:tc>
      </w:tr>
      <w:tr>
        <w:tblPrEx>
          <w:tblW w:w="8522" w:type="dxa"/>
          <w:tblLayout w:type="fixed"/>
          <w:tblLook w:val="00A0"/>
        </w:tblPrEx>
        <w:trPr>
          <w:trHeight w:val="461"/>
        </w:trPr>
        <w:tc>
          <w:tcPr>
            <w:tcW w:w="1708" w:type="dxa"/>
            <w:vAlign w:val="center"/>
          </w:tcPr>
          <w:p w:rsidR="00E53CDE" w:rsidRPr="00121CDE" w:rsidP="00121CDE">
            <w:r w:rsidRPr="00121CDE">
              <w:rPr>
                <w:rFonts w:hint="eastAsia"/>
              </w:rPr>
              <w:t>得</w:t>
            </w:r>
            <w:r w:rsidRPr="00121CDE">
              <w:t xml:space="preserve">    </w:t>
            </w:r>
            <w:r w:rsidRPr="00121CDE">
              <w:rPr>
                <w:rFonts w:hint="eastAsia"/>
              </w:rPr>
              <w:t>分</w:t>
            </w:r>
          </w:p>
        </w:tc>
        <w:tc>
          <w:tcPr>
            <w:tcW w:w="1708" w:type="dxa"/>
            <w:vAlign w:val="center"/>
          </w:tcPr>
          <w:p w:rsidR="00E53CDE" w:rsidRPr="00121CDE" w:rsidP="00121CDE"/>
        </w:tc>
        <w:tc>
          <w:tcPr>
            <w:tcW w:w="1699" w:type="dxa"/>
            <w:vAlign w:val="center"/>
          </w:tcPr>
          <w:p w:rsidR="00E53CDE" w:rsidRPr="00121CDE" w:rsidP="00121CDE"/>
        </w:tc>
        <w:tc>
          <w:tcPr>
            <w:tcW w:w="1699" w:type="dxa"/>
            <w:vAlign w:val="center"/>
          </w:tcPr>
          <w:p w:rsidR="00E53CDE" w:rsidRPr="00121CDE" w:rsidP="00121CDE"/>
        </w:tc>
        <w:tc>
          <w:tcPr>
            <w:tcW w:w="1708" w:type="dxa"/>
            <w:vAlign w:val="center"/>
          </w:tcPr>
          <w:p w:rsidR="00E53CDE" w:rsidRPr="00121CDE" w:rsidP="00121CDE"/>
        </w:tc>
      </w:tr>
    </w:tbl>
    <w:p w:rsidR="00E53CDE" w:rsidRPr="00121CDE" w:rsidP="00121CDE">
      <w:pPr>
        <w:rPr>
          <w:b/>
          <w:bCs/>
        </w:rPr>
      </w:pPr>
      <w:r w:rsidRPr="00121CDE">
        <w:rPr>
          <w:rFonts w:hint="eastAsia"/>
          <w:b/>
          <w:bCs/>
        </w:rPr>
        <w:t>一、积累与运用（</w:t>
      </w:r>
      <w:r w:rsidRPr="00121CDE">
        <w:rPr>
          <w:b/>
          <w:bCs/>
        </w:rPr>
        <w:t>20</w:t>
      </w:r>
      <w:r w:rsidRPr="00121CDE">
        <w:rPr>
          <w:rFonts w:hint="eastAsia"/>
          <w:b/>
          <w:bCs/>
        </w:rPr>
        <w:t>分）</w:t>
      </w:r>
    </w:p>
    <w:p w:rsidR="00E53CDE" w:rsidRPr="00121CDE" w:rsidP="00121CDE">
      <w:r w:rsidRPr="00121CDE">
        <w:t>1</w:t>
      </w:r>
      <w:r w:rsidRPr="00121CDE">
        <w:rPr>
          <w:rFonts w:hint="eastAsia"/>
        </w:rPr>
        <w:t>、（</w:t>
      </w:r>
      <w:r w:rsidRPr="00121CDE">
        <w:t>2</w:t>
      </w:r>
      <w:r w:rsidRPr="00121CDE">
        <w:rPr>
          <w:rFonts w:hint="eastAsia"/>
        </w:rPr>
        <w:t>分）下列词语的字形与加点字的读音完全正确的一项是</w:t>
      </w:r>
      <w:r w:rsidRPr="00121CDE">
        <w:t>(</w:t>
      </w:r>
      <w:r w:rsidRPr="00121CDE">
        <w:rPr>
          <w:rFonts w:hint="eastAsia"/>
        </w:rPr>
        <w:t>　</w:t>
      </w:r>
      <w:r w:rsidRPr="00121CDE">
        <w:t xml:space="preserve">  </w:t>
      </w:r>
      <w:r w:rsidRPr="00121CDE">
        <w:rPr>
          <w:rFonts w:hint="eastAsia"/>
        </w:rPr>
        <w:t>　</w:t>
      </w:r>
      <w:r w:rsidRPr="00121CDE">
        <w:t>)</w:t>
      </w:r>
    </w:p>
    <w:p w:rsidR="00E53CDE" w:rsidRPr="00121CDE" w:rsidP="00121CDE">
      <w:r w:rsidRPr="00121CDE">
        <w:t>A</w:t>
      </w:r>
      <w:r w:rsidRPr="00121CDE">
        <w:rPr>
          <w:rFonts w:hint="eastAsia"/>
        </w:rPr>
        <w:t>、</w:t>
      </w:r>
      <w:r w:rsidRPr="00121CDE">
        <w:rPr>
          <w:rFonts w:hint="eastAsia"/>
          <w:em w:val="dot"/>
        </w:rPr>
        <w:t>俨</w:t>
      </w:r>
      <w:r w:rsidRPr="00121CDE">
        <w:rPr>
          <w:rFonts w:hint="eastAsia"/>
        </w:rPr>
        <w:t>然（</w:t>
      </w:r>
      <w:r w:rsidRPr="00121CDE">
        <w:t>y</w:t>
      </w:r>
      <w:r w:rsidRPr="00121CDE">
        <w:rPr>
          <w:rFonts w:hint="eastAsia"/>
        </w:rPr>
        <w:t>ǎ</w:t>
      </w:r>
      <w:r w:rsidRPr="00121CDE">
        <w:t>n</w:t>
      </w:r>
      <w:r w:rsidRPr="00121CDE">
        <w:rPr>
          <w:rFonts w:hint="eastAsia"/>
        </w:rPr>
        <w:t>）</w:t>
      </w:r>
      <w:r w:rsidRPr="00121CDE">
        <w:t xml:space="preserve">  </w:t>
      </w:r>
      <w:r w:rsidRPr="00121CDE">
        <w:rPr>
          <w:em w:val="dot"/>
        </w:rPr>
        <w:t xml:space="preserve"> </w:t>
      </w:r>
      <w:r w:rsidRPr="00121CDE">
        <w:rPr>
          <w:rFonts w:hint="eastAsia"/>
          <w:em w:val="dot"/>
        </w:rPr>
        <w:t>豁</w:t>
      </w:r>
      <w:r w:rsidRPr="00121CDE">
        <w:rPr>
          <w:rFonts w:hint="eastAsia"/>
        </w:rPr>
        <w:t>然（</w:t>
      </w:r>
      <w:r w:rsidRPr="00121CDE">
        <w:t>hu</w:t>
      </w:r>
      <w:r w:rsidRPr="00121CDE">
        <w:rPr>
          <w:rFonts w:hint="eastAsia"/>
        </w:rPr>
        <w:t>ò）</w:t>
      </w:r>
      <w:r w:rsidRPr="00121CDE">
        <w:t xml:space="preserve"> </w:t>
      </w:r>
      <w:r w:rsidRPr="00121CDE">
        <w:rPr>
          <w:em w:val="dot"/>
        </w:rPr>
        <w:t xml:space="preserve"> </w:t>
      </w:r>
      <w:r w:rsidRPr="00121CDE">
        <w:rPr>
          <w:rFonts w:hint="eastAsia"/>
          <w:em w:val="dot"/>
        </w:rPr>
        <w:t>诣</w:t>
      </w:r>
      <w:r w:rsidRPr="00121CDE">
        <w:rPr>
          <w:rFonts w:hint="eastAsia"/>
        </w:rPr>
        <w:t>太守（</w:t>
      </w:r>
      <w:r w:rsidRPr="00121CDE">
        <w:t>y</w:t>
      </w:r>
      <w:r w:rsidRPr="00121CDE">
        <w:rPr>
          <w:rFonts w:hint="eastAsia"/>
        </w:rPr>
        <w:t>ì）</w:t>
      </w:r>
      <w:r w:rsidRPr="00121CDE">
        <w:t xml:space="preserve">   </w:t>
      </w:r>
      <w:r w:rsidRPr="00121CDE">
        <w:rPr>
          <w:rFonts w:hint="eastAsia"/>
        </w:rPr>
        <w:t>黄发垂髫</w:t>
      </w:r>
    </w:p>
    <w:p w:rsidR="00E53CDE" w:rsidRPr="00121CDE" w:rsidP="00121CDE">
      <w:r w:rsidRPr="00121CDE">
        <w:t>B</w:t>
      </w:r>
      <w:r w:rsidRPr="00121CDE">
        <w:rPr>
          <w:rFonts w:hint="eastAsia"/>
        </w:rPr>
        <w:t>、清</w:t>
      </w:r>
      <w:r w:rsidRPr="00121CDE">
        <w:rPr>
          <w:rFonts w:hint="eastAsia"/>
          <w:em w:val="dot"/>
        </w:rPr>
        <w:t>冽</w:t>
      </w:r>
      <w:r w:rsidRPr="00121CDE">
        <w:rPr>
          <w:rFonts w:hint="eastAsia"/>
        </w:rPr>
        <w:t>（</w:t>
      </w:r>
      <w:r w:rsidRPr="00121CDE">
        <w:t>li</w:t>
      </w:r>
      <w:r w:rsidRPr="00121CDE">
        <w:rPr>
          <w:rFonts w:hint="eastAsia"/>
        </w:rPr>
        <w:t>è）</w:t>
      </w:r>
      <w:r w:rsidRPr="00121CDE">
        <w:t xml:space="preserve">   </w:t>
      </w:r>
      <w:r w:rsidRPr="00121CDE">
        <w:rPr>
          <w:em w:val="dot"/>
        </w:rPr>
        <w:t xml:space="preserve"> </w:t>
      </w:r>
      <w:r w:rsidRPr="00121CDE">
        <w:rPr>
          <w:rFonts w:hint="eastAsia"/>
          <w:em w:val="dot"/>
        </w:rPr>
        <w:t>佁</w:t>
      </w:r>
      <w:r w:rsidRPr="00121CDE">
        <w:rPr>
          <w:rFonts w:hint="eastAsia"/>
        </w:rPr>
        <w:t>然（</w:t>
      </w:r>
      <w:r w:rsidRPr="00121CDE">
        <w:t>y</w:t>
      </w:r>
      <w:r w:rsidRPr="00121CDE">
        <w:rPr>
          <w:rFonts w:hint="eastAsia"/>
        </w:rPr>
        <w:t>ǐ）</w:t>
      </w:r>
      <w:r w:rsidRPr="00121CDE">
        <w:t xml:space="preserve">    </w:t>
      </w:r>
      <w:r w:rsidRPr="00121CDE">
        <w:rPr>
          <w:rFonts w:hint="eastAsia"/>
        </w:rPr>
        <w:t>寂</w:t>
      </w:r>
      <w:r w:rsidRPr="00121CDE">
        <w:rPr>
          <w:rFonts w:hint="eastAsia"/>
          <w:em w:val="dot"/>
        </w:rPr>
        <w:t>寥</w:t>
      </w:r>
      <w:r w:rsidRPr="00121CDE">
        <w:rPr>
          <w:rFonts w:hint="eastAsia"/>
        </w:rPr>
        <w:t>（</w:t>
      </w:r>
      <w:r w:rsidRPr="00121CDE">
        <w:t>li</w:t>
      </w:r>
      <w:r w:rsidRPr="00121CDE">
        <w:rPr>
          <w:rFonts w:hint="eastAsia"/>
        </w:rPr>
        <w:t>á</w:t>
      </w:r>
      <w:r w:rsidRPr="00121CDE">
        <w:t>o</w:t>
      </w:r>
      <w:r w:rsidRPr="00121CDE">
        <w:rPr>
          <w:rFonts w:hint="eastAsia"/>
        </w:rPr>
        <w:t>）</w:t>
      </w:r>
      <w:r w:rsidRPr="00121CDE">
        <w:t xml:space="preserve">   </w:t>
      </w:r>
      <w:r w:rsidRPr="00121CDE">
        <w:rPr>
          <w:rFonts w:hint="eastAsia"/>
        </w:rPr>
        <w:t>悄怆幽隧</w:t>
      </w:r>
    </w:p>
    <w:p w:rsidR="00E53CDE" w:rsidRPr="00121CDE" w:rsidP="00121CDE">
      <w:r w:rsidRPr="00121CDE">
        <w:t>C</w:t>
      </w:r>
      <w:r w:rsidRPr="00121CDE">
        <w:rPr>
          <w:rFonts w:hint="eastAsia"/>
        </w:rPr>
        <w:t>、器</w:t>
      </w:r>
      <w:r w:rsidRPr="00121CDE">
        <w:rPr>
          <w:rFonts w:hint="eastAsia"/>
          <w:em w:val="dot"/>
        </w:rPr>
        <w:t>皿</w:t>
      </w:r>
      <w:r w:rsidRPr="00121CDE">
        <w:rPr>
          <w:rFonts w:hint="eastAsia"/>
        </w:rPr>
        <w:t>（</w:t>
      </w:r>
      <w:r w:rsidRPr="00121CDE">
        <w:t>m</w:t>
      </w:r>
      <w:r w:rsidRPr="00121CDE">
        <w:rPr>
          <w:rFonts w:hint="eastAsia"/>
        </w:rPr>
        <w:t>ǐ</w:t>
      </w:r>
      <w:r w:rsidRPr="00121CDE">
        <w:t>n</w:t>
      </w:r>
      <w:r w:rsidRPr="00121CDE">
        <w:rPr>
          <w:rFonts w:hint="eastAsia"/>
        </w:rPr>
        <w:t>）</w:t>
      </w:r>
      <w:r w:rsidRPr="00121CDE">
        <w:t xml:space="preserve">   </w:t>
      </w:r>
      <w:r w:rsidRPr="00121CDE">
        <w:rPr>
          <w:rFonts w:hint="eastAsia"/>
          <w:em w:val="dot"/>
        </w:rPr>
        <w:t>箬</w:t>
      </w:r>
      <w:r w:rsidRPr="00121CDE">
        <w:rPr>
          <w:rFonts w:hint="eastAsia"/>
        </w:rPr>
        <w:t>篷（</w:t>
      </w:r>
      <w:r w:rsidRPr="00121CDE">
        <w:t>ru</w:t>
      </w:r>
      <w:r w:rsidRPr="00121CDE">
        <w:rPr>
          <w:rFonts w:hint="eastAsia"/>
        </w:rPr>
        <w:t>ò）</w:t>
      </w:r>
      <w:r w:rsidRPr="00121CDE">
        <w:t xml:space="preserve">   </w:t>
      </w:r>
      <w:r w:rsidRPr="00121CDE">
        <w:rPr>
          <w:rFonts w:hint="eastAsia"/>
        </w:rPr>
        <w:t>多</w:t>
      </w:r>
      <w:r w:rsidRPr="00121CDE">
        <w:rPr>
          <w:rFonts w:hint="eastAsia"/>
          <w:em w:val="dot"/>
        </w:rPr>
        <w:t>髯</w:t>
      </w:r>
      <w:r w:rsidRPr="00121CDE">
        <w:rPr>
          <w:rFonts w:hint="eastAsia"/>
        </w:rPr>
        <w:t>（</w:t>
      </w:r>
      <w:r w:rsidRPr="00121CDE">
        <w:t>r</w:t>
      </w:r>
      <w:r w:rsidRPr="00121CDE">
        <w:rPr>
          <w:rFonts w:hint="eastAsia"/>
        </w:rPr>
        <w:t>ǎ</w:t>
      </w:r>
      <w:r w:rsidRPr="00121CDE">
        <w:t>n</w:t>
      </w:r>
      <w:r w:rsidRPr="00121CDE">
        <w:rPr>
          <w:rFonts w:hint="eastAsia"/>
        </w:rPr>
        <w:t>）</w:t>
      </w:r>
      <w:r w:rsidRPr="00121CDE">
        <w:t xml:space="preserve">   </w:t>
      </w:r>
      <w:r w:rsidRPr="00121CDE">
        <w:rPr>
          <w:rFonts w:hint="eastAsia"/>
        </w:rPr>
        <w:t>水落石出</w:t>
      </w:r>
    </w:p>
    <w:p w:rsidR="00E53CDE" w:rsidRPr="00121CDE" w:rsidP="00121CDE">
      <w:r w:rsidRPr="00121CDE">
        <w:t>D</w:t>
      </w:r>
      <w:r w:rsidRPr="00121CDE">
        <w:rPr>
          <w:rFonts w:hint="eastAsia"/>
        </w:rPr>
        <w:t>、</w:t>
      </w:r>
      <w:r w:rsidRPr="00121CDE">
        <w:rPr>
          <w:rFonts w:hint="eastAsia"/>
          <w:em w:val="dot"/>
        </w:rPr>
        <w:t>雎</w:t>
      </w:r>
      <w:r w:rsidRPr="00121CDE">
        <w:rPr>
          <w:rFonts w:hint="eastAsia"/>
        </w:rPr>
        <w:t>鸠（</w:t>
      </w:r>
      <w:r w:rsidRPr="00121CDE">
        <w:t>j</w:t>
      </w:r>
      <w:r w:rsidRPr="00121CDE">
        <w:rPr>
          <w:rFonts w:hint="eastAsia"/>
        </w:rPr>
        <w:t>ū）</w:t>
      </w:r>
      <w:r w:rsidRPr="00121CDE">
        <w:t xml:space="preserve">    </w:t>
      </w:r>
      <w:r w:rsidRPr="00121CDE">
        <w:rPr>
          <w:rFonts w:hint="eastAsia"/>
        </w:rPr>
        <w:t>窈</w:t>
      </w:r>
      <w:r w:rsidRPr="00121CDE">
        <w:rPr>
          <w:rFonts w:hint="eastAsia"/>
          <w:em w:val="dot"/>
        </w:rPr>
        <w:t>窕</w:t>
      </w:r>
      <w:r w:rsidRPr="00121CDE">
        <w:rPr>
          <w:rFonts w:hint="eastAsia"/>
        </w:rPr>
        <w:t>（</w:t>
      </w:r>
      <w:r w:rsidRPr="00121CDE">
        <w:t>ti</w:t>
      </w:r>
      <w:r w:rsidRPr="00121CDE">
        <w:rPr>
          <w:rFonts w:hint="eastAsia"/>
        </w:rPr>
        <w:t>ǎ</w:t>
      </w:r>
      <w:r w:rsidRPr="00121CDE">
        <w:t>o</w:t>
      </w:r>
      <w:r w:rsidRPr="00121CDE">
        <w:rPr>
          <w:rFonts w:hint="eastAsia"/>
        </w:rPr>
        <w:t>）</w:t>
      </w:r>
      <w:r w:rsidRPr="00121CDE">
        <w:t xml:space="preserve">   </w:t>
      </w:r>
      <w:r w:rsidRPr="00121CDE">
        <w:rPr>
          <w:rFonts w:hint="eastAsia"/>
          <w:em w:val="dot"/>
        </w:rPr>
        <w:t>寤</w:t>
      </w:r>
      <w:r w:rsidRPr="00121CDE">
        <w:rPr>
          <w:rFonts w:hint="eastAsia"/>
        </w:rPr>
        <w:t>寐（</w:t>
      </w:r>
      <w:r w:rsidRPr="00121CDE">
        <w:t>w</w:t>
      </w:r>
      <w:r w:rsidRPr="00121CDE">
        <w:rPr>
          <w:rFonts w:hint="eastAsia"/>
        </w:rPr>
        <w:t>ù）</w:t>
      </w:r>
      <w:r w:rsidRPr="00121CDE">
        <w:t xml:space="preserve">    </w:t>
      </w:r>
      <w:r w:rsidRPr="00121CDE">
        <w:rPr>
          <w:rFonts w:hint="eastAsia"/>
        </w:rPr>
        <w:t>辗转反侧</w:t>
      </w:r>
    </w:p>
    <w:p w:rsidR="00E53CDE" w:rsidRPr="00121CDE" w:rsidP="00121CDE">
      <w:r w:rsidRPr="00121CDE">
        <w:t>2</w:t>
      </w:r>
      <w:r w:rsidRPr="00121CDE">
        <w:rPr>
          <w:rFonts w:hint="eastAsia"/>
        </w:rPr>
        <w:t>、（</w:t>
      </w:r>
      <w:r w:rsidRPr="00121CDE">
        <w:t>2</w:t>
      </w:r>
      <w:r w:rsidRPr="00121CDE">
        <w:rPr>
          <w:rFonts w:hint="eastAsia"/>
        </w:rPr>
        <w:t>分）下列句中加点词语解释有误的一项是（　</w:t>
      </w:r>
      <w:r w:rsidRPr="00121CDE">
        <w:t xml:space="preserve">     </w:t>
      </w:r>
      <w:r w:rsidRPr="00121CDE">
        <w:rPr>
          <w:rFonts w:hint="eastAsia"/>
        </w:rPr>
        <w:t>　）</w:t>
      </w:r>
    </w:p>
    <w:p w:rsidR="00E53CDE" w:rsidRPr="00121CDE" w:rsidP="00121CDE">
      <w:r w:rsidRPr="00121CDE">
        <w:t>A</w:t>
      </w:r>
      <w:r w:rsidRPr="00121CDE">
        <w:rPr>
          <w:rFonts w:hint="eastAsia"/>
        </w:rPr>
        <w:t>．</w:t>
      </w:r>
      <w:r w:rsidRPr="00121CDE">
        <w:rPr>
          <w:rFonts w:hint="eastAsia"/>
          <w:em w:val="dot"/>
        </w:rPr>
        <w:t>缘</w:t>
      </w:r>
      <w:r w:rsidRPr="00121CDE">
        <w:rPr>
          <w:rFonts w:hint="eastAsia"/>
        </w:rPr>
        <w:t>溪行（沿着，顺着）</w:t>
      </w:r>
      <w:r w:rsidRPr="00121CDE">
        <w:t xml:space="preserve">                  B</w:t>
      </w:r>
      <w:r w:rsidRPr="00121CDE">
        <w:rPr>
          <w:rFonts w:hint="eastAsia"/>
        </w:rPr>
        <w:t>．日光下</w:t>
      </w:r>
      <w:r w:rsidRPr="00121CDE">
        <w:rPr>
          <w:rFonts w:hint="eastAsia"/>
          <w:em w:val="dot"/>
        </w:rPr>
        <w:t>澈</w:t>
      </w:r>
      <w:r w:rsidRPr="00121CDE">
        <w:rPr>
          <w:rFonts w:hint="eastAsia"/>
        </w:rPr>
        <w:t>（清澈）</w:t>
      </w:r>
    </w:p>
    <w:p w:rsidR="00E53CDE" w:rsidRPr="00121CDE" w:rsidP="00121CDE">
      <w:r w:rsidRPr="00121CDE">
        <w:t>C</w:t>
      </w:r>
      <w:r w:rsidRPr="00121CDE">
        <w:rPr>
          <w:rFonts w:hint="eastAsia"/>
        </w:rPr>
        <w:t>．舟首尾长约八分有</w:t>
      </w:r>
      <w:r w:rsidRPr="00121CDE">
        <w:rPr>
          <w:rFonts w:hint="eastAsia"/>
          <w:em w:val="dot"/>
        </w:rPr>
        <w:t>奇</w:t>
      </w:r>
      <w:r w:rsidRPr="00121CDE">
        <w:rPr>
          <w:rFonts w:hint="eastAsia"/>
        </w:rPr>
        <w:t>（零数，余数）</w:t>
      </w:r>
      <w:r w:rsidRPr="00121CDE">
        <w:t xml:space="preserve">      D</w:t>
      </w:r>
      <w:r w:rsidRPr="00121CDE">
        <w:rPr>
          <w:rFonts w:hint="eastAsia"/>
        </w:rPr>
        <w:t>．如有所</w:t>
      </w:r>
      <w:r w:rsidRPr="00121CDE">
        <w:rPr>
          <w:rFonts w:hint="eastAsia"/>
          <w:em w:val="dot"/>
        </w:rPr>
        <w:t>语</w:t>
      </w:r>
      <w:r w:rsidRPr="00121CDE">
        <w:rPr>
          <w:rFonts w:hint="eastAsia"/>
        </w:rPr>
        <w:t>（说话）</w:t>
      </w:r>
    </w:p>
    <w:p w:rsidR="00E53CDE" w:rsidRPr="00121CDE" w:rsidP="00121CDE">
      <w:r w:rsidRPr="00121CDE">
        <w:t>3</w:t>
      </w:r>
      <w:r w:rsidRPr="00121CDE">
        <w:rPr>
          <w:rFonts w:hint="eastAsia"/>
        </w:rPr>
        <w:t>、（</w:t>
      </w:r>
      <w:r w:rsidRPr="00121CDE">
        <w:t>2</w:t>
      </w:r>
      <w:r w:rsidRPr="00121CDE">
        <w:rPr>
          <w:rFonts w:hint="eastAsia"/>
        </w:rPr>
        <w:t>分）对“既出，得其船，便扶向路，处处志之”一句翻译正确的一项（</w:t>
      </w:r>
      <w:r w:rsidRPr="00121CDE">
        <w:t>   </w:t>
      </w:r>
      <w:r w:rsidRPr="00121CDE">
        <w:rPr>
          <w:rFonts w:hint="eastAsia"/>
        </w:rPr>
        <w:t>）</w:t>
      </w:r>
      <w:r w:rsidRPr="00121CDE">
        <w:t> </w:t>
      </w:r>
    </w:p>
    <w:p w:rsidR="00E53CDE" w:rsidRPr="00121CDE" w:rsidP="00121CDE">
      <w:r w:rsidRPr="00121CDE">
        <w:t>A</w:t>
      </w:r>
      <w:r w:rsidRPr="00121CDE">
        <w:rPr>
          <w:rFonts w:hint="eastAsia"/>
        </w:rPr>
        <w:t>．既然出来了，找到了他的船，就顺着原来的路的方向回去，处处都做了记号。</w:t>
      </w:r>
      <w:r w:rsidRPr="00121CDE">
        <w:t> </w:t>
      </w:r>
    </w:p>
    <w:p w:rsidR="00E53CDE" w:rsidRPr="00121CDE" w:rsidP="00121CDE">
      <w:r w:rsidRPr="00121CDE">
        <w:t>B</w:t>
      </w:r>
      <w:r w:rsidRPr="00121CDE">
        <w:rPr>
          <w:rFonts w:hint="eastAsia"/>
        </w:rPr>
        <w:t>．出来以后，找到了他的船，就扶着树枝向着道路的方向走去，处处都做了记号。</w:t>
      </w:r>
      <w:r w:rsidRPr="00121CDE">
        <w:t> </w:t>
      </w:r>
    </w:p>
    <w:p w:rsidR="00E53CDE" w:rsidRPr="00121CDE" w:rsidP="00121CDE">
      <w:r w:rsidRPr="00121CDE">
        <w:t>C</w:t>
      </w:r>
      <w:r w:rsidRPr="00121CDE">
        <w:rPr>
          <w:rFonts w:hint="eastAsia"/>
        </w:rPr>
        <w:t>．出来以后，找到了他的船，就顺着原来的路回去，每一处都记着它。</w:t>
      </w:r>
      <w:r w:rsidRPr="00121CDE">
        <w:t> </w:t>
      </w:r>
    </w:p>
    <w:p w:rsidR="00E53CDE" w:rsidRPr="00121CDE" w:rsidP="00121CDE">
      <w:r w:rsidRPr="00121CDE">
        <w:t>D</w:t>
      </w:r>
      <w:r w:rsidRPr="00121CDE">
        <w:rPr>
          <w:rFonts w:hint="eastAsia"/>
        </w:rPr>
        <w:t>．出来以后，找到了他的船，就顺着原来的路回去，处处都做了记号。</w:t>
      </w:r>
    </w:p>
    <w:p w:rsidR="00E53CDE" w:rsidRPr="00121CDE" w:rsidP="00121CDE">
      <w:r w:rsidRPr="00121CDE">
        <w:t>4</w:t>
      </w:r>
      <w:r w:rsidRPr="00121CDE">
        <w:rPr>
          <w:rFonts w:hint="eastAsia"/>
        </w:rPr>
        <w:t>、（</w:t>
      </w:r>
      <w:r w:rsidRPr="00121CDE">
        <w:t>3</w:t>
      </w:r>
      <w:r w:rsidRPr="00121CDE">
        <w:rPr>
          <w:rFonts w:hint="eastAsia"/>
        </w:rPr>
        <w:t>分）下列表述不正确的一项是（</w:t>
      </w:r>
      <w:r w:rsidRPr="00121CDE">
        <w:t xml:space="preserve">        </w:t>
      </w:r>
      <w:r w:rsidRPr="00121CDE">
        <w:rPr>
          <w:rFonts w:hint="eastAsia"/>
        </w:rPr>
        <w:t>）</w:t>
      </w:r>
    </w:p>
    <w:p w:rsidR="00E53CDE" w:rsidRPr="00121CDE" w:rsidP="00121CDE">
      <w:pPr>
        <w:ind w:firstLine="480" w:firstLineChars="200"/>
      </w:pPr>
      <w:r w:rsidRPr="00121CDE">
        <w:t xml:space="preserve">A. </w:t>
      </w:r>
      <w:r w:rsidRPr="00121CDE">
        <w:rPr>
          <w:rFonts w:hint="eastAsia"/>
        </w:rPr>
        <w:t>《桃花源记》是东晋文人陶渊明的代表作之一，他是东晋末至南朝宋初期伟大的诗人、辞赋家。他是中国第一位田园诗人，被称为“古今隐逸诗人之宗”，有《陶渊明集》。</w:t>
      </w:r>
    </w:p>
    <w:p w:rsidR="00E53CDE" w:rsidRPr="00121CDE" w:rsidP="00121CDE">
      <w:pPr>
        <w:ind w:firstLine="480" w:firstLineChars="200"/>
      </w:pPr>
      <w:r w:rsidRPr="00121CDE">
        <w:t>B</w:t>
      </w:r>
      <w:r w:rsidRPr="00121CDE">
        <w:rPr>
          <w:rFonts w:hint="eastAsia"/>
        </w:rPr>
        <w:t>．《小石潭记》是唐朝诗人柳宗元的作品。记叙了作者游玩的整个过程，以优美的语言描写了“小石潭”的景色，含蓄地抒发了作者被贬后无法排遣的忧伤凄苦的感情。</w:t>
      </w:r>
    </w:p>
    <w:p w:rsidR="00E53CDE" w:rsidRPr="00121CDE" w:rsidP="00121CDE">
      <w:pPr>
        <w:ind w:firstLine="480" w:firstLineChars="200"/>
      </w:pPr>
      <w:r w:rsidRPr="00121CDE">
        <w:t>C</w:t>
      </w:r>
      <w:r w:rsidRPr="00121CDE">
        <w:rPr>
          <w:rFonts w:hint="eastAsia"/>
        </w:rPr>
        <w:t>．《核舟记》是魏学洢所写的说明文言文，出自清代张潮编辑的《虞初新志》。本文使用从中间到两头，先整体后局部，从正面到背面的空间顺序和总</w:t>
      </w:r>
      <w:r w:rsidRPr="00121CDE">
        <w:t>—</w:t>
      </w:r>
      <w:r w:rsidRPr="00121CDE">
        <w:rPr>
          <w:rFonts w:hint="eastAsia"/>
        </w:rPr>
        <w:t>分</w:t>
      </w:r>
      <w:r w:rsidRPr="00121CDE">
        <w:t>—</w:t>
      </w:r>
      <w:r w:rsidRPr="00121CDE">
        <w:rPr>
          <w:rFonts w:hint="eastAsia"/>
        </w:rPr>
        <w:t>总的叙述顺序介绍了“核舟”的形象，表现了作者对王叔远精湛技术的赞美和对民间艺术的赞扬。</w:t>
      </w:r>
    </w:p>
    <w:p w:rsidR="00E53CDE" w:rsidRPr="00121CDE" w:rsidP="00121CDE">
      <w:pPr>
        <w:ind w:firstLine="480" w:firstLineChars="200"/>
      </w:pPr>
      <w:r w:rsidRPr="00121CDE">
        <w:t>D</w:t>
      </w:r>
      <w:r w:rsidRPr="00121CDE">
        <w:rPr>
          <w:rFonts w:hint="eastAsia"/>
        </w:rPr>
        <w:t>．《诗经》是中国最早的一部民歌总集，收录了从西周到春秋时期的诗歌，共</w:t>
      </w:r>
      <w:r w:rsidRPr="00121CDE">
        <w:t>305</w:t>
      </w:r>
      <w:r w:rsidRPr="00121CDE">
        <w:rPr>
          <w:rFonts w:hint="eastAsia"/>
        </w:rPr>
        <w:t>篇，内容上分为风、雅、颂三个部分，赋、比、兴是其基本手法。</w:t>
      </w:r>
    </w:p>
    <w:p w:rsidR="00E53CDE" w:rsidRPr="00121CDE" w:rsidP="00121CDE">
      <w:r w:rsidRPr="00121CDE">
        <w:t>5</w:t>
      </w:r>
      <w:r w:rsidRPr="00121CDE">
        <w:rPr>
          <w:rFonts w:hint="eastAsia"/>
        </w:rPr>
        <w:t>、（</w:t>
      </w:r>
      <w:r w:rsidRPr="00121CDE">
        <w:t>3</w:t>
      </w:r>
      <w:r w:rsidRPr="00121CDE">
        <w:rPr>
          <w:rFonts w:hint="eastAsia"/>
        </w:rPr>
        <w:t>分）下列说法有误的一项是</w:t>
      </w:r>
      <w:r w:rsidRPr="00121CDE">
        <w:t>(</w:t>
      </w:r>
      <w:r w:rsidRPr="00121CDE">
        <w:rPr>
          <w:rFonts w:hint="eastAsia"/>
        </w:rPr>
        <w:t>　</w:t>
      </w:r>
      <w:r w:rsidRPr="00121CDE">
        <w:t xml:space="preserve"> </w:t>
      </w:r>
      <w:r w:rsidRPr="00121CDE">
        <w:rPr>
          <w:rFonts w:hint="eastAsia"/>
        </w:rPr>
        <w:t>　</w:t>
      </w:r>
      <w:r w:rsidRPr="00121CDE">
        <w:t>)</w:t>
      </w:r>
    </w:p>
    <w:p w:rsidR="00E53CDE" w:rsidRPr="00121CDE" w:rsidP="00121CDE">
      <w:r w:rsidRPr="00121CDE">
        <w:t>A</w:t>
      </w:r>
      <w:r w:rsidRPr="00121CDE">
        <w:rPr>
          <w:rFonts w:hint="eastAsia"/>
        </w:rPr>
        <w:t>、田园生活是陶渊明写作的主要题材，相关作品有《饮酒》《归园田居》《桃花源记》《五柳先生传》等。其中，《桃花源记》是他隐居之前写的一篇表明心志的文章。</w:t>
      </w:r>
    </w:p>
    <w:p w:rsidR="00E53CDE" w:rsidRPr="00121CDE" w:rsidP="00121CDE">
      <w:r w:rsidRPr="00121CDE">
        <w:t>B</w:t>
      </w:r>
      <w:r w:rsidRPr="00121CDE">
        <w:rPr>
          <w:rFonts w:hint="eastAsia"/>
        </w:rPr>
        <w:t>、《小石潭记》先写所见景物，然后以特写镜头描绘游鱼和潭水，再写潭上景物和自己的感受，写出了小石潭及其周围幽深冷寂的景色和气氛。</w:t>
      </w:r>
    </w:p>
    <w:p w:rsidR="00E53CDE" w:rsidRPr="00121CDE" w:rsidP="00121CDE">
      <w:r w:rsidRPr="00121CDE">
        <w:t>C</w:t>
      </w:r>
      <w:r w:rsidRPr="00121CDE">
        <w:rPr>
          <w:rFonts w:hint="eastAsia"/>
        </w:rPr>
        <w:t>、《核舟记》是明代文学家魏学洢所写，文中提到王叔远构思精巧、雕刻精致，核舟令人叹为观止。</w:t>
      </w:r>
    </w:p>
    <w:p w:rsidR="00E53CDE" w:rsidRPr="00121CDE" w:rsidP="00121CDE">
      <w:r w:rsidRPr="00121CDE">
        <w:t>D</w:t>
      </w:r>
      <w:r w:rsidRPr="00121CDE">
        <w:rPr>
          <w:rFonts w:hint="eastAsia"/>
        </w:rPr>
        <w:t>、在艺术手法上，《蒹葭》比《关雎》“兴”的特点更加突出。“蒹葭”“水”和“伊人”的形象交相辉映，浑然一体，用作起兴的事物与所要描绘的对象形成一个完整的艺术世界。</w:t>
      </w:r>
    </w:p>
    <w:p w:rsidR="00E53CDE" w:rsidRPr="00121CDE" w:rsidP="00121CDE">
      <w:r w:rsidRPr="00121CDE">
        <w:t>6</w:t>
      </w:r>
      <w:r w:rsidRPr="00121CDE">
        <w:rPr>
          <w:rFonts w:hint="eastAsia"/>
        </w:rPr>
        <w:t>、（</w:t>
      </w:r>
      <w:r w:rsidRPr="00121CDE">
        <w:t>8</w:t>
      </w:r>
      <w:r w:rsidRPr="00121CDE">
        <w:rPr>
          <w:rFonts w:hint="eastAsia"/>
        </w:rPr>
        <w:t>分）古诗文默写</w:t>
      </w:r>
      <w:r w:rsidRPr="00121CDE">
        <w:t>(</w:t>
      </w:r>
      <w:r w:rsidRPr="00121CDE">
        <w:rPr>
          <w:rFonts w:hint="eastAsia"/>
        </w:rPr>
        <w:t>每空</w:t>
      </w:r>
      <w:r w:rsidRPr="00121CDE">
        <w:t>1</w:t>
      </w:r>
      <w:r w:rsidRPr="00121CDE">
        <w:rPr>
          <w:rFonts w:hint="eastAsia"/>
        </w:rPr>
        <w:t>分，共</w:t>
      </w:r>
      <w:r w:rsidRPr="00121CDE">
        <w:t>8</w:t>
      </w:r>
      <w:r w:rsidRPr="00121CDE">
        <w:rPr>
          <w:rFonts w:hint="eastAsia"/>
        </w:rPr>
        <w:t>分</w:t>
      </w:r>
      <w:r w:rsidRPr="00121CDE">
        <w:t>)</w:t>
      </w:r>
    </w:p>
    <w:p w:rsidR="00E53CDE" w:rsidRPr="00121CDE" w:rsidP="00121CDE">
      <w:r w:rsidRPr="00121CDE">
        <w:rPr>
          <w:rFonts w:hint="eastAsia"/>
        </w:rPr>
        <w:t>（</w:t>
      </w:r>
      <w:r w:rsidRPr="00121CDE">
        <w:t>1</w:t>
      </w:r>
      <w:r w:rsidRPr="00121CDE">
        <w:rPr>
          <w:rFonts w:hint="eastAsia"/>
        </w:rPr>
        <w:t>）微君之故，</w:t>
      </w:r>
      <w:r w:rsidRPr="00121CDE">
        <w:rPr>
          <w:u w:val="single"/>
        </w:rPr>
        <w:t xml:space="preserve">                  </w:t>
      </w:r>
      <w:r w:rsidRPr="00121CDE">
        <w:rPr>
          <w:rFonts w:hint="eastAsia"/>
        </w:rPr>
        <w:t>？《式微》</w:t>
      </w:r>
    </w:p>
    <w:p w:rsidR="00E53CDE" w:rsidRPr="00121CDE" w:rsidP="00121CDE">
      <w:r w:rsidRPr="00121CDE">
        <w:rPr>
          <w:rFonts w:hint="eastAsia"/>
        </w:rPr>
        <w:t>（</w:t>
      </w:r>
      <w:r w:rsidRPr="00121CDE">
        <w:t>2</w:t>
      </w:r>
      <w:r w:rsidRPr="00121CDE">
        <w:rPr>
          <w:rFonts w:hint="eastAsia"/>
        </w:rPr>
        <w:t>）求之不得，</w:t>
      </w:r>
      <w:r w:rsidRPr="00121CDE">
        <w:rPr>
          <w:u w:val="single"/>
        </w:rPr>
        <w:t xml:space="preserve">                 </w:t>
      </w:r>
      <w:r w:rsidRPr="00121CDE">
        <w:rPr>
          <w:rFonts w:hint="eastAsia"/>
        </w:rPr>
        <w:t>。《关雎》</w:t>
      </w:r>
    </w:p>
    <w:p w:rsidR="00E53CDE" w:rsidRPr="00121CDE" w:rsidP="00121CDE">
      <w:r w:rsidRPr="00121CDE">
        <w:rPr>
          <w:rFonts w:hint="eastAsia"/>
        </w:rPr>
        <w:t>（</w:t>
      </w:r>
      <w:r w:rsidRPr="00121CDE">
        <w:t>3</w:t>
      </w:r>
      <w:r w:rsidRPr="00121CDE">
        <w:rPr>
          <w:rFonts w:hint="eastAsia"/>
        </w:rPr>
        <w:t>）蒹葭采采，白露未已。</w:t>
      </w:r>
      <w:r w:rsidRPr="00121CDE">
        <w:rPr>
          <w:u w:val="single"/>
        </w:rPr>
        <w:t xml:space="preserve">              </w:t>
      </w:r>
      <w:r w:rsidRPr="00121CDE">
        <w:t xml:space="preserve"> </w:t>
      </w:r>
      <w:r w:rsidRPr="00121CDE">
        <w:rPr>
          <w:rFonts w:hint="eastAsia"/>
        </w:rPr>
        <w:t>，</w:t>
      </w:r>
      <w:r w:rsidRPr="00121CDE">
        <w:rPr>
          <w:u w:val="single"/>
        </w:rPr>
        <w:t xml:space="preserve">               </w:t>
      </w:r>
      <w:r w:rsidRPr="00121CDE">
        <w:rPr>
          <w:rFonts w:hint="eastAsia"/>
        </w:rPr>
        <w:t>。《蒹葭》</w:t>
      </w:r>
    </w:p>
    <w:p w:rsidR="00E53CDE" w:rsidRPr="00121CDE" w:rsidP="00121CDE">
      <w:r w:rsidRPr="00121CDE">
        <w:rPr>
          <w:rFonts w:hint="eastAsia"/>
        </w:rPr>
        <w:t>（</w:t>
      </w:r>
      <w:r w:rsidRPr="00121CDE">
        <w:t>4</w:t>
      </w:r>
      <w:r w:rsidRPr="00121CDE">
        <w:rPr>
          <w:rFonts w:hint="eastAsia"/>
        </w:rPr>
        <w:t>）《送杜少府之任蜀州》中慰勉友人不要在分别时像青年男女一样，为离别泪湿衣巾，而要心胸豁达，坦然面对的诗句是</w:t>
      </w:r>
      <w:r w:rsidRPr="00121CDE">
        <w:t xml:space="preserve"> </w:t>
      </w:r>
      <w:r w:rsidRPr="00121CDE">
        <w:rPr>
          <w:u w:val="single"/>
        </w:rPr>
        <w:t xml:space="preserve">                     </w:t>
      </w:r>
      <w:r w:rsidRPr="00121CDE">
        <w:t xml:space="preserve"> </w:t>
      </w:r>
      <w:r w:rsidRPr="00121CDE">
        <w:rPr>
          <w:rFonts w:hint="eastAsia"/>
        </w:rPr>
        <w:t>，</w:t>
      </w:r>
      <w:r w:rsidRPr="00121CDE">
        <w:t xml:space="preserve"> </w:t>
      </w:r>
      <w:r w:rsidRPr="00121CDE">
        <w:rPr>
          <w:u w:val="single"/>
        </w:rPr>
        <w:t xml:space="preserve">                      </w:t>
      </w:r>
      <w:r w:rsidRPr="00121CDE">
        <w:t xml:space="preserve"> </w:t>
      </w:r>
      <w:r w:rsidRPr="00121CDE">
        <w:rPr>
          <w:rFonts w:hint="eastAsia"/>
        </w:rPr>
        <w:t>。</w:t>
      </w:r>
    </w:p>
    <w:p w:rsidR="00E53CDE" w:rsidRPr="00121CDE" w:rsidP="00121CDE">
      <w:r w:rsidRPr="00121CDE">
        <w:rPr>
          <w:rFonts w:hint="eastAsia"/>
        </w:rPr>
        <w:t>（</w:t>
      </w:r>
      <w:r w:rsidRPr="00121CDE">
        <w:t>5</w:t>
      </w:r>
      <w:r w:rsidRPr="00121CDE">
        <w:rPr>
          <w:rFonts w:hint="eastAsia"/>
        </w:rPr>
        <w:t>）《望洞庭湖赠张丞相》中运用双关的手法，委婉地表达出自己无人引荐做官，不能为国效力而内心羞愧的情感的句子是</w:t>
      </w:r>
      <w:r w:rsidRPr="00121CDE">
        <w:t xml:space="preserve"> </w:t>
      </w:r>
      <w:r w:rsidRPr="00121CDE">
        <w:rPr>
          <w:u w:val="single"/>
        </w:rPr>
        <w:t xml:space="preserve">                       </w:t>
      </w:r>
      <w:r w:rsidRPr="00121CDE">
        <w:t xml:space="preserve"> </w:t>
      </w:r>
      <w:r w:rsidRPr="00121CDE">
        <w:rPr>
          <w:rFonts w:hint="eastAsia"/>
        </w:rPr>
        <w:t>，</w:t>
      </w:r>
      <w:r w:rsidRPr="00121CDE">
        <w:rPr>
          <w:u w:val="single"/>
        </w:rPr>
        <w:t xml:space="preserve">                      </w:t>
      </w:r>
      <w:r w:rsidRPr="00121CDE">
        <w:t xml:space="preserve"> </w:t>
      </w:r>
      <w:r w:rsidRPr="00121CDE">
        <w:rPr>
          <w:rFonts w:hint="eastAsia"/>
        </w:rPr>
        <w:t>。</w:t>
      </w:r>
    </w:p>
    <w:p w:rsidR="00E53CDE" w:rsidRPr="00121CDE" w:rsidP="00121CDE">
      <w:pPr>
        <w:rPr>
          <w:b/>
          <w:bCs/>
        </w:rPr>
      </w:pPr>
      <w:r w:rsidRPr="00121CDE">
        <w:rPr>
          <w:rFonts w:hint="eastAsia"/>
          <w:b/>
          <w:bCs/>
        </w:rPr>
        <w:t>二、阅读（</w:t>
      </w:r>
      <w:r w:rsidRPr="00121CDE">
        <w:rPr>
          <w:b/>
          <w:bCs/>
        </w:rPr>
        <w:t>50</w:t>
      </w:r>
      <w:r w:rsidRPr="00121CDE">
        <w:rPr>
          <w:rFonts w:hint="eastAsia"/>
          <w:b/>
          <w:bCs/>
        </w:rPr>
        <w:t>分）</w:t>
      </w:r>
    </w:p>
    <w:p w:rsidR="00E53CDE" w:rsidRPr="00121CDE" w:rsidP="00121CDE">
      <w:pPr>
        <w:jc w:val="left"/>
        <w:rPr>
          <w:b/>
          <w:bCs/>
        </w:rPr>
      </w:pPr>
      <w:r w:rsidRPr="00121CDE">
        <w:rPr>
          <w:rFonts w:hint="eastAsia"/>
          <w:b/>
          <w:bCs/>
        </w:rPr>
        <w:t>（一）课内阅读《核舟记》（</w:t>
      </w:r>
      <w:r w:rsidRPr="00121CDE">
        <w:rPr>
          <w:b/>
          <w:bCs/>
        </w:rPr>
        <w:t>16</w:t>
      </w:r>
      <w:r w:rsidRPr="00121CDE">
        <w:rPr>
          <w:rFonts w:hint="eastAsia"/>
          <w:b/>
          <w:bCs/>
        </w:rPr>
        <w:t>分）</w:t>
      </w:r>
    </w:p>
    <w:p w:rsidR="00E53CDE" w:rsidRPr="00121CDE" w:rsidP="00121CDE">
      <w:pPr>
        <w:ind w:firstLine="720" w:firstLineChars="300"/>
        <w:jc w:val="left"/>
      </w:pPr>
      <w:r w:rsidRPr="00121CDE">
        <w:rPr>
          <w:rFonts w:hint="eastAsia"/>
        </w:rPr>
        <w:t>明有奇巧人曰王叔远，能以径寸之木，为宫室、器皿、人物，以至鸟兽、木石，罔不因势象形，各具情态。尝贻余核舟一，盖大苏泛赤壁云。</w:t>
      </w:r>
    </w:p>
    <w:p w:rsidR="00E53CDE" w:rsidRPr="00121CDE" w:rsidP="00121CDE">
      <w:pPr>
        <w:jc w:val="left"/>
      </w:pPr>
      <w:r w:rsidRPr="00121CDE">
        <w:t xml:space="preserve">    </w:t>
      </w:r>
      <w:r w:rsidRPr="00121CDE">
        <w:rPr>
          <w:rFonts w:hint="eastAsia"/>
        </w:rPr>
        <w:t>舟首尾长约八分有奇，高可二黍许。中轩敞者为舱，箬篷覆之。旁开小窗，左右各四，共八扇。启窗而观，雕栏相望焉。闭之，则右刻“山高月小，①</w:t>
      </w:r>
      <w:r w:rsidRPr="00121CDE">
        <w:t xml:space="preserve"> </w:t>
      </w:r>
      <w:r w:rsidRPr="00121CDE">
        <w:rPr>
          <w:u w:val="single"/>
        </w:rPr>
        <w:t xml:space="preserve">         </w:t>
      </w:r>
      <w:r w:rsidRPr="00121CDE">
        <w:t xml:space="preserve"> </w:t>
      </w:r>
      <w:r w:rsidRPr="00121CDE">
        <w:rPr>
          <w:rFonts w:hint="eastAsia"/>
        </w:rPr>
        <w:t>”，左刻“②</w:t>
      </w:r>
      <w:r w:rsidRPr="00121CDE">
        <w:t xml:space="preserve"> </w:t>
      </w:r>
      <w:r w:rsidRPr="00121CDE">
        <w:rPr>
          <w:u w:val="single"/>
        </w:rPr>
        <w:t xml:space="preserve">        </w:t>
      </w:r>
      <w:r w:rsidRPr="00121CDE">
        <w:t xml:space="preserve">  </w:t>
      </w:r>
      <w:r w:rsidRPr="00121CDE">
        <w:rPr>
          <w:rFonts w:hint="eastAsia"/>
        </w:rPr>
        <w:t>，水波不兴”，石青糁之。</w:t>
      </w:r>
    </w:p>
    <w:p w:rsidR="00E53CDE" w:rsidRPr="00121CDE" w:rsidP="00121CDE">
      <w:pPr>
        <w:jc w:val="left"/>
      </w:pPr>
      <w:r w:rsidRPr="00121CDE">
        <w:t xml:space="preserve"> 7</w:t>
      </w:r>
      <w:r w:rsidRPr="00121CDE">
        <w:rPr>
          <w:rFonts w:hint="eastAsia"/>
        </w:rPr>
        <w:t>．（</w:t>
      </w:r>
      <w:r w:rsidRPr="00121CDE">
        <w:t>2</w:t>
      </w:r>
      <w:r w:rsidRPr="00121CDE">
        <w:rPr>
          <w:rFonts w:hint="eastAsia"/>
        </w:rPr>
        <w:t>分）把选文中横线上应填的文字写在下面。</w:t>
      </w:r>
    </w:p>
    <w:p w:rsidR="00E53CDE" w:rsidRPr="00121CDE" w:rsidP="00121CDE">
      <w:pPr>
        <w:jc w:val="left"/>
      </w:pPr>
      <w:r w:rsidRPr="00121CDE">
        <w:t xml:space="preserve">    </w:t>
      </w:r>
      <w:r w:rsidRPr="00121CDE">
        <w:rPr>
          <w:rFonts w:hint="eastAsia"/>
        </w:rPr>
        <w:t>①</w:t>
      </w:r>
      <w:r w:rsidRPr="00121CDE">
        <w:t xml:space="preserve"> </w:t>
      </w:r>
      <w:r w:rsidRPr="00121CDE">
        <w:rPr>
          <w:u w:val="single"/>
        </w:rPr>
        <w:t xml:space="preserve">                             </w:t>
      </w:r>
      <w:r w:rsidRPr="00121CDE">
        <w:t xml:space="preserve">  </w:t>
      </w:r>
      <w:r w:rsidRPr="00121CDE">
        <w:rPr>
          <w:rFonts w:hint="eastAsia"/>
        </w:rPr>
        <w:t>②</w:t>
      </w:r>
      <w:r w:rsidRPr="00121CDE">
        <w:t xml:space="preserve"> </w:t>
      </w:r>
      <w:r w:rsidRPr="00121CDE">
        <w:rPr>
          <w:i/>
          <w:iCs/>
          <w:u w:val="single"/>
        </w:rPr>
        <w:t xml:space="preserve">                      </w:t>
      </w:r>
      <w:r w:rsidRPr="00121CDE">
        <w:t xml:space="preserve">     </w:t>
      </w:r>
    </w:p>
    <w:p w:rsidR="00E53CDE" w:rsidRPr="00121CDE" w:rsidP="00121CDE">
      <w:pPr>
        <w:jc w:val="left"/>
      </w:pPr>
      <w:r w:rsidRPr="00121CDE">
        <w:t xml:space="preserve"> 8</w:t>
      </w:r>
      <w:r w:rsidRPr="00121CDE">
        <w:rPr>
          <w:rFonts w:hint="eastAsia"/>
        </w:rPr>
        <w:t>．（</w:t>
      </w:r>
      <w:r w:rsidRPr="00121CDE">
        <w:t>2</w:t>
      </w:r>
      <w:r w:rsidRPr="00121CDE">
        <w:rPr>
          <w:rFonts w:hint="eastAsia"/>
        </w:rPr>
        <w:t>分）下面对句子理解错误的是</w:t>
      </w:r>
      <w:r w:rsidRPr="00121CDE">
        <w:t>(    )</w:t>
      </w:r>
    </w:p>
    <w:p w:rsidR="00E53CDE" w:rsidRPr="00121CDE" w:rsidP="00121CDE">
      <w:pPr>
        <w:jc w:val="left"/>
      </w:pPr>
      <w:r w:rsidRPr="00121CDE">
        <w:t xml:space="preserve">    A</w:t>
      </w:r>
      <w:r w:rsidRPr="00121CDE">
        <w:rPr>
          <w:rFonts w:hint="eastAsia"/>
        </w:rPr>
        <w:t>．中轩敞者为舱：中间高起而宽敞的部分是船舱。</w:t>
      </w:r>
    </w:p>
    <w:p w:rsidR="00E53CDE" w:rsidRPr="00121CDE" w:rsidP="00121CDE">
      <w:pPr>
        <w:jc w:val="left"/>
      </w:pPr>
      <w:r w:rsidRPr="00121CDE">
        <w:t xml:space="preserve">    B</w:t>
      </w:r>
      <w:r w:rsidRPr="00121CDE">
        <w:rPr>
          <w:rFonts w:hint="eastAsia"/>
        </w:rPr>
        <w:t>．舟首尾长约八分有奇：船身长大约八分多一点。</w:t>
      </w:r>
    </w:p>
    <w:p w:rsidR="00E53CDE" w:rsidRPr="00121CDE" w:rsidP="00121CDE">
      <w:pPr>
        <w:jc w:val="left"/>
      </w:pPr>
      <w:r w:rsidRPr="00121CDE">
        <w:t xml:space="preserve">    C</w:t>
      </w:r>
      <w:r w:rsidRPr="00121CDE">
        <w:rPr>
          <w:rFonts w:hint="eastAsia"/>
        </w:rPr>
        <w:t>．盖大苏泛赤壁云：船的顶层刻着大苏游赤壁时的云彩。</w:t>
      </w:r>
      <w:r w:rsidRPr="00121CDE">
        <w:t>[</w:t>
      </w:r>
      <w:r w:rsidRPr="00121CDE">
        <w:rPr>
          <w:rFonts w:hint="eastAsia"/>
        </w:rPr>
        <w:t>来源</w:t>
      </w:r>
      <w:r w:rsidRPr="00121CDE">
        <w:t>:</w:t>
      </w:r>
      <w:r w:rsidRPr="00121CDE">
        <w:rPr>
          <w:rFonts w:hint="eastAsia"/>
        </w:rPr>
        <w:t>学</w:t>
      </w:r>
      <w:r w:rsidRPr="00121CDE">
        <w:t>,</w:t>
      </w:r>
      <w:r w:rsidRPr="00121CDE">
        <w:rPr>
          <w:rFonts w:hint="eastAsia"/>
        </w:rPr>
        <w:t>科</w:t>
      </w:r>
      <w:r w:rsidRPr="00121CDE">
        <w:t>,</w:t>
      </w:r>
      <w:r w:rsidRPr="00121CDE">
        <w:rPr>
          <w:rFonts w:hint="eastAsia"/>
        </w:rPr>
        <w:t>网</w:t>
      </w:r>
      <w:r w:rsidRPr="00121CDE">
        <w:t>]</w:t>
      </w:r>
    </w:p>
    <w:p w:rsidR="00E53CDE" w:rsidRPr="00121CDE" w:rsidP="00121CDE">
      <w:pPr>
        <w:jc w:val="left"/>
      </w:pPr>
      <w:r w:rsidRPr="00121CDE">
        <w:t xml:space="preserve">    D</w:t>
      </w:r>
      <w:r w:rsidRPr="00121CDE">
        <w:rPr>
          <w:rFonts w:hint="eastAsia"/>
        </w:rPr>
        <w:t>．能以径寸之木，为宫室、器皿、人物：能用一寸来长的木头雕刻成宫室、器皿、人物。</w:t>
      </w:r>
      <w:r w:rsidRPr="00121CDE">
        <w:t xml:space="preserve">    </w:t>
      </w:r>
    </w:p>
    <w:p w:rsidR="00E53CDE" w:rsidRPr="00121CDE" w:rsidP="00121CDE">
      <w:pPr>
        <w:jc w:val="left"/>
      </w:pPr>
      <w:r w:rsidRPr="00121CDE">
        <w:t xml:space="preserve"> 9</w:t>
      </w:r>
      <w:r w:rsidRPr="00121CDE">
        <w:rPr>
          <w:rFonts w:hint="eastAsia"/>
        </w:rPr>
        <w:t>．（</w:t>
      </w:r>
      <w:r w:rsidRPr="00121CDE">
        <w:t>2</w:t>
      </w:r>
      <w:r w:rsidRPr="00121CDE">
        <w:rPr>
          <w:rFonts w:hint="eastAsia"/>
        </w:rPr>
        <w:t>分）结合全文，指出下面的说法有错误的一项。</w:t>
      </w:r>
      <w:r w:rsidRPr="00121CDE">
        <w:t>(    )</w:t>
      </w:r>
    </w:p>
    <w:p w:rsidR="00E53CDE" w:rsidRPr="00121CDE" w:rsidP="00121CDE">
      <w:pPr>
        <w:jc w:val="left"/>
      </w:pPr>
      <w:r w:rsidRPr="00121CDE">
        <w:t xml:space="preserve">    A</w:t>
      </w:r>
      <w:r w:rsidRPr="00121CDE">
        <w:rPr>
          <w:rFonts w:hint="eastAsia"/>
        </w:rPr>
        <w:t>．《核舟记》一文选自清代人张潮编辑的《虞初新志》。</w:t>
      </w:r>
    </w:p>
    <w:p w:rsidR="00E53CDE" w:rsidRPr="00121CDE" w:rsidP="00121CDE">
      <w:pPr>
        <w:jc w:val="left"/>
      </w:pPr>
      <w:r w:rsidRPr="00121CDE">
        <w:t xml:space="preserve">    B</w:t>
      </w:r>
      <w:r w:rsidRPr="00121CDE">
        <w:rPr>
          <w:rFonts w:hint="eastAsia"/>
        </w:rPr>
        <w:t>．文章说明了雕刻家构思的巧妙，赞美他的高超技艺。</w:t>
      </w:r>
    </w:p>
    <w:p w:rsidR="00E53CDE" w:rsidRPr="00121CDE" w:rsidP="00121CDE">
      <w:pPr>
        <w:jc w:val="left"/>
      </w:pPr>
      <w:r w:rsidRPr="00121CDE">
        <w:t xml:space="preserve">    C</w:t>
      </w:r>
      <w:r w:rsidRPr="00121CDE">
        <w:rPr>
          <w:rFonts w:hint="eastAsia"/>
        </w:rPr>
        <w:t>．文章描述了雕刻品“核舟”的艺术形象，显示出我国古代工艺美术的卓越成就。</w:t>
      </w:r>
    </w:p>
    <w:p w:rsidR="00E53CDE" w:rsidRPr="00121CDE" w:rsidP="00121CDE">
      <w:pPr>
        <w:jc w:val="left"/>
      </w:pPr>
      <w:r w:rsidRPr="00121CDE">
        <w:t xml:space="preserve">    D</w:t>
      </w:r>
      <w:r w:rsidRPr="00121CDE">
        <w:rPr>
          <w:rFonts w:hint="eastAsia"/>
        </w:rPr>
        <w:t>．“尝贻余核舟一”，这里指的是王叔远把核舟赠送给苏轼。</w:t>
      </w:r>
    </w:p>
    <w:p w:rsidR="00E53CDE" w:rsidRPr="00121CDE" w:rsidP="00121CDE">
      <w:pPr>
        <w:jc w:val="left"/>
      </w:pPr>
      <w:r w:rsidRPr="00121CDE">
        <w:t xml:space="preserve"> 10</w:t>
      </w:r>
      <w:r w:rsidRPr="00121CDE">
        <w:rPr>
          <w:rFonts w:hint="eastAsia"/>
        </w:rPr>
        <w:t>．（</w:t>
      </w:r>
      <w:r w:rsidRPr="00121CDE">
        <w:t>2</w:t>
      </w:r>
      <w:r w:rsidRPr="00121CDE">
        <w:rPr>
          <w:rFonts w:hint="eastAsia"/>
        </w:rPr>
        <w:t>分）下面对选文内容的理解有错误的是（</w:t>
      </w:r>
      <w:r w:rsidRPr="00121CDE">
        <w:t xml:space="preserve">      </w:t>
      </w:r>
      <w:r w:rsidRPr="00121CDE">
        <w:rPr>
          <w:rFonts w:hint="eastAsia"/>
        </w:rPr>
        <w:t>）</w:t>
      </w:r>
      <w:r w:rsidRPr="00121CDE">
        <w:t xml:space="preserve">    </w:t>
      </w:r>
    </w:p>
    <w:p w:rsidR="00E53CDE" w:rsidRPr="00121CDE" w:rsidP="00121CDE">
      <w:pPr>
        <w:jc w:val="left"/>
      </w:pPr>
      <w:r w:rsidRPr="00121CDE">
        <w:t xml:space="preserve">    A</w:t>
      </w:r>
      <w:r w:rsidRPr="00121CDE">
        <w:rPr>
          <w:rFonts w:hint="eastAsia"/>
        </w:rPr>
        <w:t>．第一段概括介绍了雕刻家王叔远的精湛技艺，点明了雕刻品“核舟”的主题。</w:t>
      </w:r>
    </w:p>
    <w:p w:rsidR="00E53CDE" w:rsidRPr="00121CDE" w:rsidP="00121CDE">
      <w:pPr>
        <w:jc w:val="left"/>
      </w:pPr>
      <w:r w:rsidRPr="00121CDE">
        <w:t xml:space="preserve">    B</w:t>
      </w:r>
      <w:r w:rsidRPr="00121CDE">
        <w:rPr>
          <w:rFonts w:hint="eastAsia"/>
        </w:rPr>
        <w:t>．雕刻品“核舟”的主题是“大苏泛赤壁”。</w:t>
      </w:r>
    </w:p>
    <w:p w:rsidR="00E53CDE" w:rsidRPr="00121CDE" w:rsidP="00121CDE">
      <w:pPr>
        <w:jc w:val="left"/>
      </w:pPr>
      <w:r w:rsidRPr="00121CDE">
        <w:t xml:space="preserve">    C</w:t>
      </w:r>
      <w:r w:rsidRPr="00121CDE">
        <w:rPr>
          <w:rFonts w:hint="eastAsia"/>
        </w:rPr>
        <w:t>．“旁开小窗，左右各四，共八扇”是介绍核舟的体积的。</w:t>
      </w:r>
    </w:p>
    <w:p w:rsidR="00E53CDE" w:rsidRPr="00121CDE" w:rsidP="00121CDE">
      <w:pPr>
        <w:jc w:val="left"/>
      </w:pPr>
      <w:r w:rsidRPr="00121CDE">
        <w:t xml:space="preserve">    D</w:t>
      </w:r>
      <w:r w:rsidRPr="00121CDE">
        <w:rPr>
          <w:rFonts w:hint="eastAsia"/>
        </w:rPr>
        <w:t>．介绍王叔远能用体积很小的原材料表现很广的题材，目的是说明雕刻家有多方面的成就。</w:t>
      </w:r>
    </w:p>
    <w:p w:rsidR="00E53CDE" w:rsidRPr="00121CDE" w:rsidP="00121CDE">
      <w:pPr>
        <w:jc w:val="left"/>
      </w:pPr>
      <w:r w:rsidRPr="00121CDE">
        <w:t xml:space="preserve"> 11</w:t>
      </w:r>
      <w:r w:rsidRPr="00121CDE">
        <w:rPr>
          <w:rFonts w:hint="eastAsia"/>
        </w:rPr>
        <w:t>．（</w:t>
      </w:r>
      <w:r w:rsidRPr="00121CDE">
        <w:t>2</w:t>
      </w:r>
      <w:r w:rsidRPr="00121CDE">
        <w:rPr>
          <w:rFonts w:hint="eastAsia"/>
        </w:rPr>
        <w:t>分）对下面句子中加点词的理解有错误的是</w:t>
      </w:r>
      <w:r w:rsidRPr="00121CDE">
        <w:t>(    )</w:t>
      </w:r>
    </w:p>
    <w:p w:rsidR="00E53CDE" w:rsidRPr="00121CDE" w:rsidP="00121CDE">
      <w:pPr>
        <w:jc w:val="left"/>
      </w:pPr>
      <w:r w:rsidRPr="00121CDE">
        <w:t xml:space="preserve">     A</w:t>
      </w:r>
      <w:r w:rsidRPr="00121CDE">
        <w:rPr>
          <w:rFonts w:hint="eastAsia"/>
        </w:rPr>
        <w:t>．尝贻余核舟一</w:t>
      </w:r>
      <w:r w:rsidRPr="00121CDE">
        <w:t>(</w:t>
      </w:r>
      <w:r w:rsidRPr="00121CDE">
        <w:rPr>
          <w:rFonts w:hint="eastAsia"/>
        </w:rPr>
        <w:t>贻：赠</w:t>
      </w:r>
      <w:r w:rsidRPr="00121CDE">
        <w:t xml:space="preserve">)   </w:t>
      </w:r>
    </w:p>
    <w:p w:rsidR="00E53CDE" w:rsidRPr="00121CDE" w:rsidP="00121CDE">
      <w:pPr>
        <w:ind w:firstLine="480" w:firstLineChars="200"/>
        <w:jc w:val="left"/>
      </w:pPr>
      <w:r w:rsidRPr="00121CDE">
        <w:t xml:space="preserve"> B</w:t>
      </w:r>
      <w:r w:rsidRPr="00121CDE">
        <w:rPr>
          <w:rFonts w:hint="eastAsia"/>
        </w:rPr>
        <w:t>．能以径寸之木</w:t>
      </w:r>
      <w:r w:rsidRPr="00121CDE">
        <w:t>(</w:t>
      </w:r>
      <w:r w:rsidRPr="00121CDE">
        <w:rPr>
          <w:rFonts w:hint="eastAsia"/>
        </w:rPr>
        <w:t>径：直</w:t>
      </w:r>
      <w:r w:rsidRPr="00121CDE">
        <w:t>)</w:t>
      </w:r>
    </w:p>
    <w:p w:rsidR="00E53CDE" w:rsidRPr="00121CDE" w:rsidP="00121CDE">
      <w:pPr>
        <w:jc w:val="left"/>
      </w:pPr>
      <w:r w:rsidRPr="00121CDE">
        <w:t xml:space="preserve">     C</w:t>
      </w:r>
      <w:r w:rsidRPr="00121CDE">
        <w:rPr>
          <w:rFonts w:hint="eastAsia"/>
        </w:rPr>
        <w:t>．明有奇巧人曰王叔远</w:t>
      </w:r>
      <w:r w:rsidRPr="00121CDE">
        <w:t>(</w:t>
      </w:r>
      <w:r w:rsidRPr="00121CDE">
        <w:rPr>
          <w:rFonts w:hint="eastAsia"/>
        </w:rPr>
        <w:t>奇：惊奇</w:t>
      </w:r>
      <w:r w:rsidRPr="00121CDE">
        <w:t xml:space="preserve">)    </w:t>
      </w:r>
    </w:p>
    <w:p w:rsidR="00E53CDE" w:rsidRPr="00121CDE" w:rsidP="00121CDE">
      <w:pPr>
        <w:ind w:firstLine="720" w:firstLineChars="300"/>
        <w:jc w:val="left"/>
      </w:pPr>
      <w:r w:rsidRPr="00121CDE">
        <w:t>D</w:t>
      </w:r>
      <w:r w:rsidRPr="00121CDE">
        <w:rPr>
          <w:rFonts w:hint="eastAsia"/>
        </w:rPr>
        <w:t>．石青糁之</w:t>
      </w:r>
      <w:r w:rsidRPr="00121CDE">
        <w:t>(</w:t>
      </w:r>
      <w:r w:rsidRPr="00121CDE">
        <w:rPr>
          <w:rFonts w:hint="eastAsia"/>
        </w:rPr>
        <w:t>石青：一种青色颜料</w:t>
      </w:r>
      <w:r w:rsidRPr="00121CDE">
        <w:t>)</w:t>
      </w:r>
    </w:p>
    <w:p w:rsidR="00E53CDE" w:rsidRPr="00121CDE" w:rsidP="00121CDE">
      <w:pPr>
        <w:jc w:val="left"/>
      </w:pPr>
      <w:r w:rsidRPr="00121CDE">
        <w:t xml:space="preserve"> 12</w:t>
      </w:r>
      <w:r w:rsidRPr="00121CDE">
        <w:rPr>
          <w:rFonts w:hint="eastAsia"/>
        </w:rPr>
        <w:t>．（</w:t>
      </w:r>
      <w:r w:rsidRPr="00121CDE">
        <w:t>3</w:t>
      </w:r>
      <w:r w:rsidRPr="00121CDE">
        <w:rPr>
          <w:rFonts w:hint="eastAsia"/>
        </w:rPr>
        <w:t>分）简答：最能体现王叔远构思巧妙、技艺精湛的话是什么</w:t>
      </w:r>
      <w:r w:rsidRPr="00121CDE">
        <w:t>?(</w:t>
      </w:r>
      <w:r w:rsidRPr="00121CDE">
        <w:rPr>
          <w:rFonts w:hint="eastAsia"/>
        </w:rPr>
        <w:t>用原文中的一句话回答</w:t>
      </w:r>
      <w:r w:rsidRPr="00121CDE">
        <w:t>)</w:t>
      </w:r>
    </w:p>
    <w:p w:rsidR="00E53CDE" w:rsidRPr="00121CDE" w:rsidP="00121CDE">
      <w:pPr>
        <w:jc w:val="left"/>
      </w:pPr>
      <w:r w:rsidRPr="00121CDE">
        <w:t xml:space="preserve">    </w:t>
      </w:r>
      <w:r w:rsidRPr="00121CDE">
        <w:rPr>
          <w:rFonts w:hint="eastAsia"/>
        </w:rPr>
        <w:t>答：</w:t>
      </w:r>
      <w:r w:rsidRPr="00121CDE">
        <w:t xml:space="preserve"> </w:t>
      </w:r>
      <w:r w:rsidRPr="00121CDE">
        <w:rPr>
          <w:u w:val="single"/>
        </w:rPr>
        <w:t xml:space="preserve">                                                                         </w:t>
      </w:r>
      <w:r w:rsidRPr="00121CDE">
        <w:t xml:space="preserve">          </w:t>
      </w:r>
    </w:p>
    <w:p w:rsidR="00E53CDE" w:rsidRPr="00121CDE" w:rsidP="00121CDE">
      <w:pPr>
        <w:numPr>
          <w:ilvl w:val="0"/>
          <w:numId w:val="1"/>
        </w:numPr>
        <w:jc w:val="left"/>
      </w:pPr>
      <w:r w:rsidRPr="00121CDE">
        <w:rPr>
          <w:rFonts w:hint="eastAsia"/>
        </w:rPr>
        <w:t>（</w:t>
      </w:r>
      <w:r w:rsidRPr="00121CDE">
        <w:t>3</w:t>
      </w:r>
      <w:r w:rsidRPr="00121CDE">
        <w:rPr>
          <w:rFonts w:hint="eastAsia"/>
        </w:rPr>
        <w:t>分）雕刻家把苏轼《赤壁赋》《后赤壁赋》中的名句分刻在船舱左右的小窗上有什么作用</w:t>
      </w:r>
      <w:r w:rsidRPr="00121CDE">
        <w:t>? </w:t>
      </w:r>
    </w:p>
    <w:p w:rsidR="00E53CDE" w:rsidRPr="00121CDE" w:rsidP="00121CDE">
      <w:pPr>
        <w:jc w:val="left"/>
        <w:rPr>
          <w:u w:val="single"/>
        </w:rPr>
      </w:pPr>
      <w:r w:rsidRPr="00121CDE">
        <w:t xml:space="preserve">    </w:t>
      </w:r>
      <w:r w:rsidRPr="00121CDE">
        <w:rPr>
          <w:u w:val="single"/>
        </w:rPr>
        <w:t xml:space="preserve">                                                                       </w:t>
      </w:r>
    </w:p>
    <w:p w:rsidR="00E53CDE" w:rsidRPr="00121CDE" w:rsidP="00121CDE">
      <w:pPr>
        <w:jc w:val="left"/>
        <w:rPr>
          <w:b/>
          <w:bCs/>
        </w:rPr>
      </w:pPr>
      <w:r w:rsidRPr="00121CDE">
        <w:rPr>
          <w:rFonts w:hint="eastAsia"/>
          <w:b/>
          <w:bCs/>
        </w:rPr>
        <w:t>（二）比较阅读（</w:t>
      </w:r>
      <w:r w:rsidRPr="00121CDE">
        <w:rPr>
          <w:b/>
          <w:bCs/>
        </w:rPr>
        <w:t>16</w:t>
      </w:r>
      <w:r w:rsidRPr="00121CDE">
        <w:rPr>
          <w:rFonts w:hint="eastAsia"/>
          <w:b/>
          <w:bCs/>
        </w:rPr>
        <w:t>分）。</w:t>
      </w:r>
    </w:p>
    <w:p w:rsidR="00E53CDE" w:rsidRPr="00121CDE" w:rsidP="00121CDE">
      <w:pPr>
        <w:ind w:firstLine="480" w:firstLineChars="200"/>
        <w:jc w:val="left"/>
      </w:pPr>
      <w:r w:rsidRPr="00121CDE">
        <w:rPr>
          <w:rFonts w:hint="eastAsia"/>
        </w:rPr>
        <w:t>【甲】从小丘西行百二十步，隔篁竹，闻水声，如鸣佩环，心乐之。伐竹取道，下见小潭，水尤清冽。全石以为底，近岸，卷石底以出，为坻，为屿，为嵁，为岩。青树翠蔓，蒙络摇缀，参差披拂。</w:t>
      </w:r>
    </w:p>
    <w:p w:rsidR="00E53CDE" w:rsidRPr="00121CDE" w:rsidP="00121CDE">
      <w:pPr>
        <w:ind w:firstLine="480" w:firstLineChars="200"/>
        <w:jc w:val="left"/>
      </w:pPr>
      <w:r w:rsidRPr="00121CDE">
        <w:rPr>
          <w:rFonts w:hint="eastAsia"/>
        </w:rPr>
        <w:t>潭中鱼可百许头，皆若空游无所依。日光下澈，影布石上，佁然不动；俶尔远逝，往来翕忽，似与游者相乐。</w:t>
      </w:r>
    </w:p>
    <w:p w:rsidR="00E53CDE" w:rsidRPr="00121CDE" w:rsidP="00121CDE">
      <w:pPr>
        <w:ind w:firstLine="480" w:firstLineChars="200"/>
        <w:jc w:val="left"/>
      </w:pPr>
      <w:r w:rsidRPr="00121CDE">
        <w:rPr>
          <w:rFonts w:hint="eastAsia"/>
        </w:rPr>
        <w:t>潭西南而望，斗折蛇行，明灭可见。其岸势犬牙差互，不可知其源。</w:t>
      </w:r>
    </w:p>
    <w:p w:rsidR="00E53CDE" w:rsidRPr="00121CDE" w:rsidP="00121CDE">
      <w:pPr>
        <w:ind w:firstLine="480" w:firstLineChars="200"/>
        <w:jc w:val="left"/>
      </w:pPr>
      <w:r w:rsidRPr="00121CDE">
        <w:rPr>
          <w:rFonts w:hint="eastAsia"/>
        </w:rPr>
        <w:t>坐潭上，四面竹树环合，寂寥无人，凄神寒骨，悄怆幽邃。以其境过清，不可久居，乃记之而去。</w:t>
      </w:r>
    </w:p>
    <w:p w:rsidR="00E53CDE" w:rsidRPr="00121CDE" w:rsidP="00121CDE">
      <w:pPr>
        <w:ind w:firstLine="480" w:firstLineChars="200"/>
        <w:jc w:val="left"/>
      </w:pPr>
      <w:r w:rsidRPr="00121CDE">
        <w:rPr>
          <w:rFonts w:hint="eastAsia"/>
        </w:rPr>
        <w:t>同游者：吴武陵，龚古，余弟宗玄。隶而从者，崔氏二小生：曰恕己，曰奉壹。</w:t>
      </w:r>
    </w:p>
    <w:p w:rsidR="00E53CDE" w:rsidRPr="00121CDE" w:rsidP="00121CDE">
      <w:pPr>
        <w:ind w:firstLine="480" w:firstLineChars="200"/>
        <w:jc w:val="left"/>
      </w:pPr>
      <w:r w:rsidRPr="00121CDE">
        <w:t>(</w:t>
      </w:r>
      <w:r w:rsidRPr="00121CDE">
        <w:rPr>
          <w:rFonts w:hint="eastAsia"/>
        </w:rPr>
        <w:t>柳宗元《小石潭记》</w:t>
      </w:r>
      <w:r w:rsidRPr="00121CDE">
        <w:t>)</w:t>
      </w:r>
    </w:p>
    <w:p w:rsidR="00E53CDE" w:rsidRPr="00121CDE" w:rsidP="00121CDE">
      <w:pPr>
        <w:ind w:firstLine="480" w:firstLineChars="200"/>
        <w:jc w:val="left"/>
      </w:pPr>
      <w:r w:rsidRPr="00121CDE">
        <w:rPr>
          <w:rFonts w:hint="eastAsia"/>
        </w:rPr>
        <w:t>【乙】子城①西北隅，雉堞②圮毁，榛莽③荒秽。因作小楼二间，与月波楼④通。远吞山光，平挹江濑⑤，幽阒辽夐⑥，不可具状⑦。夏宜急雨，有瀑布声；冬宜密雪，有碎玉声。宜鼓琴，琴调虚畅；宜咏诗，诗韵清绝；宜围棋，子声丁丁⑧然；宜投壶⑨，矢声铮铮然：皆竹楼之所助也。</w:t>
      </w:r>
    </w:p>
    <w:p w:rsidR="00E53CDE" w:rsidRPr="00121CDE" w:rsidP="00121CDE">
      <w:pPr>
        <w:ind w:firstLine="480" w:firstLineChars="200"/>
        <w:jc w:val="left"/>
      </w:pPr>
      <w:r w:rsidRPr="00121CDE">
        <w:rPr>
          <w:rFonts w:hint="eastAsia"/>
        </w:rPr>
        <w:t>公退⑩之暇，被</w:t>
      </w:r>
      <w:r w:rsidRPr="00121CDE">
        <w:t>B11</w:t>
      </w:r>
      <w:r w:rsidRPr="00121CDE">
        <w:rPr>
          <w:rFonts w:hint="eastAsia"/>
        </w:rPr>
        <w:t>鹤氅，戴华阳巾</w:t>
      </w:r>
      <w:r w:rsidRPr="00121CDE">
        <w:t>B12</w:t>
      </w:r>
      <w:r w:rsidRPr="00121CDE">
        <w:rPr>
          <w:rFonts w:hint="eastAsia"/>
        </w:rPr>
        <w:t>，手执《周易》一卷，焚香默坐，消遣世虑。江山之外，第</w:t>
      </w:r>
      <w:r w:rsidRPr="00121CDE">
        <w:t>B13</w:t>
      </w:r>
      <w:r w:rsidRPr="00121CDE">
        <w:rPr>
          <w:rFonts w:hint="eastAsia"/>
        </w:rPr>
        <w:t>见风帆沙鸟，烟云竹树而已。待其酒力醒，茶烟歇，送夕阳，迎素月，亦谪居之胜概也。</w:t>
      </w:r>
    </w:p>
    <w:p w:rsidR="00E53CDE" w:rsidRPr="00121CDE" w:rsidP="00121CDE">
      <w:pPr>
        <w:ind w:firstLine="480" w:firstLineChars="200"/>
        <w:jc w:val="left"/>
      </w:pPr>
      <w:r w:rsidRPr="00121CDE">
        <w:t>(</w:t>
      </w:r>
      <w:r w:rsidRPr="00121CDE">
        <w:rPr>
          <w:rFonts w:hint="eastAsia"/>
        </w:rPr>
        <w:t>节选自王禹偁《黄冈竹楼记》</w:t>
      </w:r>
      <w:r w:rsidRPr="00121CDE">
        <w:t>)</w:t>
      </w:r>
    </w:p>
    <w:p w:rsidR="00E53CDE" w:rsidRPr="00121CDE" w:rsidP="00121CDE">
      <w:pPr>
        <w:jc w:val="left"/>
      </w:pPr>
      <w:r w:rsidRPr="00121CDE">
        <w:rPr>
          <w:rFonts w:hint="eastAsia"/>
        </w:rPr>
        <w:t>【注】①子城：城门之外的套城，也叫瓮城、月城。②雉堞</w:t>
      </w:r>
      <w:r w:rsidRPr="00121CDE">
        <w:t>(zh</w:t>
      </w:r>
      <w:r w:rsidRPr="00121CDE">
        <w:rPr>
          <w:rFonts w:hint="eastAsia"/>
        </w:rPr>
        <w:t>ì</w:t>
      </w:r>
      <w:r w:rsidRPr="00121CDE">
        <w:t xml:space="preserve"> di</w:t>
      </w:r>
      <w:r w:rsidRPr="00121CDE">
        <w:rPr>
          <w:rFonts w:hint="eastAsia"/>
        </w:rPr>
        <w:t>é</w:t>
      </w:r>
      <w:r w:rsidRPr="00121CDE">
        <w:t>)</w:t>
      </w:r>
      <w:r w:rsidRPr="00121CDE">
        <w:rPr>
          <w:rFonts w:hint="eastAsia"/>
        </w:rPr>
        <w:t>：城墙上矮而短的墙。③榛莽：杂树荒草。榛，丛生的杂树。莽，深密的荒草。④月波楼：在湖北省黄冈市城西。⑤平挹</w:t>
      </w:r>
      <w:r w:rsidRPr="00121CDE">
        <w:t>(y</w:t>
      </w:r>
      <w:r w:rsidRPr="00121CDE">
        <w:rPr>
          <w:rFonts w:hint="eastAsia"/>
        </w:rPr>
        <w:t>ì</w:t>
      </w:r>
      <w:r w:rsidRPr="00121CDE">
        <w:t>)</w:t>
      </w:r>
      <w:r w:rsidRPr="00121CDE">
        <w:rPr>
          <w:rFonts w:hint="eastAsia"/>
        </w:rPr>
        <w:t>江濑</w:t>
      </w:r>
      <w:r w:rsidRPr="00121CDE">
        <w:t>(l</w:t>
      </w:r>
      <w:r w:rsidRPr="00121CDE">
        <w:rPr>
          <w:rFonts w:hint="eastAsia"/>
        </w:rPr>
        <w:t>à</w:t>
      </w:r>
      <w:r w:rsidRPr="00121CDE">
        <w:t>i)</w:t>
      </w:r>
      <w:r w:rsidRPr="00121CDE">
        <w:rPr>
          <w:rFonts w:hint="eastAsia"/>
        </w:rPr>
        <w:t>：意思是平视沙滩清流似乎伸手可及。濑，沙滩上的流水。⑥幽阒</w:t>
      </w:r>
      <w:r w:rsidRPr="00121CDE">
        <w:t>(q</w:t>
      </w:r>
      <w:r w:rsidRPr="00121CDE">
        <w:rPr>
          <w:rFonts w:hint="eastAsia"/>
        </w:rPr>
        <w:t>ù</w:t>
      </w:r>
      <w:r w:rsidRPr="00121CDE">
        <w:t>)</w:t>
      </w:r>
      <w:r w:rsidRPr="00121CDE">
        <w:rPr>
          <w:rFonts w:hint="eastAsia"/>
        </w:rPr>
        <w:t>辽夐</w:t>
      </w:r>
      <w:r w:rsidRPr="00121CDE">
        <w:t>(xi</w:t>
      </w:r>
      <w:r w:rsidRPr="00121CDE">
        <w:rPr>
          <w:rFonts w:hint="eastAsia"/>
        </w:rPr>
        <w:t>ò</w:t>
      </w:r>
      <w:r w:rsidRPr="00121CDE">
        <w:t>n</w:t>
      </w:r>
      <w:r w:rsidRPr="00121CDE">
        <w:rPr>
          <w:rFonts w:hint="eastAsia"/>
        </w:rPr>
        <w:t>ɡ</w:t>
      </w:r>
      <w:r w:rsidRPr="00121CDE">
        <w:t>)</w:t>
      </w:r>
      <w:r w:rsidRPr="00121CDE">
        <w:rPr>
          <w:rFonts w:hint="eastAsia"/>
        </w:rPr>
        <w:t>：幽静辽阔。阒：静。夐，远。⑦状：描述。⑧丁丁</w:t>
      </w:r>
      <w:r w:rsidRPr="00121CDE">
        <w:t>(zh</w:t>
      </w:r>
      <w:r w:rsidRPr="00121CDE">
        <w:rPr>
          <w:rFonts w:hint="eastAsia"/>
        </w:rPr>
        <w:t>ē</w:t>
      </w:r>
      <w:r w:rsidRPr="00121CDE">
        <w:t>n</w:t>
      </w:r>
      <w:r w:rsidRPr="00121CDE">
        <w:rPr>
          <w:rFonts w:hint="eastAsia"/>
        </w:rPr>
        <w:t>ɡ</w:t>
      </w:r>
      <w:r w:rsidRPr="00121CDE">
        <w:t xml:space="preserve"> zh</w:t>
      </w:r>
      <w:r w:rsidRPr="00121CDE">
        <w:rPr>
          <w:rFonts w:hint="eastAsia"/>
        </w:rPr>
        <w:t>ē</w:t>
      </w:r>
      <w:r w:rsidRPr="00121CDE">
        <w:t>n</w:t>
      </w:r>
      <w:r w:rsidRPr="00121CDE">
        <w:rPr>
          <w:rFonts w:hint="eastAsia"/>
        </w:rPr>
        <w:t>ɡ</w:t>
      </w:r>
      <w:r w:rsidRPr="00121CDE">
        <w:t>)</w:t>
      </w:r>
      <w:r w:rsidRPr="00121CDE">
        <w:rPr>
          <w:rFonts w:hint="eastAsia"/>
        </w:rPr>
        <w:t>：棋子敲击声。⑨投壶：古代宴饮时举行的一种娱乐游戏，用箭往壶里投，以投中次数决定胜负。⑩公退：办公归来。</w:t>
      </w:r>
      <w:r w:rsidRPr="00121CDE">
        <w:t>B11</w:t>
      </w:r>
      <w:r w:rsidRPr="00121CDE">
        <w:rPr>
          <w:rFonts w:hint="eastAsia"/>
        </w:rPr>
        <w:t>被：同“披”。</w:t>
      </w:r>
      <w:r w:rsidRPr="00121CDE">
        <w:t>B12</w:t>
      </w:r>
      <w:r w:rsidRPr="00121CDE">
        <w:rPr>
          <w:rFonts w:hint="eastAsia"/>
        </w:rPr>
        <w:t>华阳巾：道士戴的头巾。</w:t>
      </w:r>
      <w:r w:rsidRPr="00121CDE">
        <w:t>B13</w:t>
      </w:r>
      <w:r w:rsidRPr="00121CDE">
        <w:rPr>
          <w:rFonts w:hint="eastAsia"/>
        </w:rPr>
        <w:t>第：只。</w:t>
      </w:r>
    </w:p>
    <w:p w:rsidR="00E53CDE" w:rsidRPr="00121CDE" w:rsidP="00121CDE">
      <w:pPr>
        <w:jc w:val="left"/>
      </w:pPr>
      <w:r w:rsidRPr="00121CDE">
        <w:t>14</w:t>
      </w:r>
      <w:r w:rsidRPr="00121CDE">
        <w:rPr>
          <w:rFonts w:hint="eastAsia"/>
        </w:rPr>
        <w:t>．（</w:t>
      </w:r>
      <w:r w:rsidRPr="00121CDE">
        <w:t>4</w:t>
      </w:r>
      <w:r w:rsidRPr="00121CDE">
        <w:rPr>
          <w:rFonts w:hint="eastAsia"/>
        </w:rPr>
        <w:t>分）解释句中加点的词。</w:t>
      </w:r>
    </w:p>
    <w:p w:rsidR="00E53CDE" w:rsidRPr="00121CDE" w:rsidP="00121CDE">
      <w:pPr>
        <w:jc w:val="left"/>
      </w:pPr>
      <w:r w:rsidRPr="00121CDE">
        <w:t>(1)</w:t>
      </w:r>
      <w:r w:rsidRPr="00121CDE">
        <w:rPr>
          <w:rFonts w:hint="eastAsia"/>
        </w:rPr>
        <w:t>水</w:t>
      </w:r>
      <w:r w:rsidRPr="00121CDE">
        <w:rPr>
          <w:rFonts w:hint="eastAsia"/>
          <w:em w:val="dot"/>
        </w:rPr>
        <w:t>尤</w:t>
      </w:r>
      <w:r w:rsidRPr="00121CDE">
        <w:rPr>
          <w:rFonts w:hint="eastAsia"/>
        </w:rPr>
        <w:t>清冽</w:t>
      </w:r>
      <w:r w:rsidRPr="00121CDE">
        <w:t>(    )</w:t>
      </w:r>
      <w:r w:rsidRPr="00121CDE">
        <w:rPr>
          <w:rFonts w:hint="eastAsia"/>
        </w:rPr>
        <w:t>　　</w:t>
      </w:r>
      <w:r w:rsidRPr="00121CDE">
        <w:t>(2)</w:t>
      </w:r>
      <w:r w:rsidRPr="00121CDE">
        <w:rPr>
          <w:rFonts w:hint="eastAsia"/>
        </w:rPr>
        <w:t>雉堞</w:t>
      </w:r>
      <w:r w:rsidRPr="00121CDE">
        <w:rPr>
          <w:rFonts w:hint="eastAsia"/>
          <w:em w:val="dot"/>
        </w:rPr>
        <w:t>圮</w:t>
      </w:r>
      <w:r w:rsidRPr="00121CDE">
        <w:rPr>
          <w:rFonts w:hint="eastAsia"/>
        </w:rPr>
        <w:t>毁</w:t>
      </w:r>
      <w:r w:rsidRPr="00121CDE">
        <w:t>(    )</w:t>
      </w:r>
    </w:p>
    <w:p w:rsidR="00E53CDE" w:rsidRPr="00121CDE" w:rsidP="00121CDE">
      <w:pPr>
        <w:jc w:val="left"/>
      </w:pPr>
      <w:r w:rsidRPr="00121CDE">
        <w:t>15</w:t>
      </w:r>
      <w:r w:rsidRPr="00121CDE">
        <w:rPr>
          <w:rFonts w:hint="eastAsia"/>
        </w:rPr>
        <w:t>．（</w:t>
      </w:r>
      <w:r w:rsidRPr="00121CDE">
        <w:t>2</w:t>
      </w:r>
      <w:r w:rsidRPr="00121CDE">
        <w:rPr>
          <w:rFonts w:hint="eastAsia"/>
        </w:rPr>
        <w:t>分）下列加点词的意义和用法相同的一项是</w:t>
      </w:r>
      <w:r w:rsidRPr="00121CDE">
        <w:t>(    )</w:t>
      </w:r>
    </w:p>
    <w:p w:rsidR="00E53CDE" w:rsidRPr="00121CDE" w:rsidP="00121CDE">
      <w:pPr>
        <w:jc w:val="left"/>
      </w:pPr>
      <w:r w:rsidRPr="00121CDE">
        <w:t>A</w:t>
      </w:r>
      <w:r w:rsidRPr="00121CDE">
        <w:rPr>
          <w:rFonts w:hint="eastAsia"/>
        </w:rPr>
        <w:t>．乃记</w:t>
      </w:r>
      <w:r w:rsidRPr="00121CDE">
        <w:rPr>
          <w:rFonts w:hint="eastAsia"/>
          <w:em w:val="dot"/>
        </w:rPr>
        <w:t>之</w:t>
      </w:r>
      <w:r w:rsidRPr="00121CDE">
        <w:rPr>
          <w:rFonts w:hint="eastAsia"/>
        </w:rPr>
        <w:t>而去　　　公退</w:t>
      </w:r>
      <w:r w:rsidRPr="00121CDE">
        <w:rPr>
          <w:rFonts w:hint="eastAsia"/>
          <w:em w:val="dot"/>
        </w:rPr>
        <w:t>之</w:t>
      </w:r>
      <w:r w:rsidRPr="00121CDE">
        <w:rPr>
          <w:rFonts w:hint="eastAsia"/>
        </w:rPr>
        <w:t>暇</w:t>
      </w:r>
    </w:p>
    <w:p w:rsidR="00E53CDE" w:rsidRPr="00121CDE" w:rsidP="00121CDE">
      <w:pPr>
        <w:jc w:val="left"/>
      </w:pPr>
      <w:r w:rsidRPr="00121CDE">
        <w:t>B</w:t>
      </w:r>
      <w:r w:rsidRPr="00121CDE">
        <w:rPr>
          <w:rFonts w:hint="eastAsia"/>
        </w:rPr>
        <w:t>．</w:t>
      </w:r>
      <w:r w:rsidRPr="00121CDE">
        <w:rPr>
          <w:rFonts w:hint="eastAsia"/>
          <w:em w:val="dot"/>
        </w:rPr>
        <w:t>亦</w:t>
      </w:r>
      <w:r w:rsidRPr="00121CDE">
        <w:rPr>
          <w:rFonts w:hint="eastAsia"/>
        </w:rPr>
        <w:t>谪居之胜概也</w:t>
      </w:r>
      <w:r w:rsidRPr="00121CDE">
        <w:t xml:space="preserve">   </w:t>
      </w:r>
      <w:r w:rsidRPr="00121CDE">
        <w:rPr>
          <w:rFonts w:hint="eastAsia"/>
        </w:rPr>
        <w:t>怀民</w:t>
      </w:r>
      <w:r w:rsidRPr="00121CDE">
        <w:rPr>
          <w:rFonts w:hint="eastAsia"/>
          <w:em w:val="dot"/>
        </w:rPr>
        <w:t>亦</w:t>
      </w:r>
      <w:r w:rsidRPr="00121CDE">
        <w:rPr>
          <w:rFonts w:hint="eastAsia"/>
        </w:rPr>
        <w:t>未寝</w:t>
      </w:r>
    </w:p>
    <w:p w:rsidR="00E53CDE" w:rsidRPr="00121CDE" w:rsidP="00121CDE">
      <w:pPr>
        <w:jc w:val="left"/>
      </w:pPr>
      <w:r w:rsidRPr="00121CDE">
        <w:t>C</w:t>
      </w:r>
      <w:r w:rsidRPr="00121CDE">
        <w:rPr>
          <w:rFonts w:hint="eastAsia"/>
        </w:rPr>
        <w:t>．潭西南</w:t>
      </w:r>
      <w:r w:rsidRPr="00121CDE">
        <w:rPr>
          <w:rFonts w:hint="eastAsia"/>
          <w:em w:val="dot"/>
        </w:rPr>
        <w:t>而</w:t>
      </w:r>
      <w:r w:rsidRPr="00121CDE">
        <w:rPr>
          <w:rFonts w:hint="eastAsia"/>
        </w:rPr>
        <w:t>望</w:t>
      </w:r>
      <w:r w:rsidRPr="00121CDE">
        <w:t xml:space="preserve">      </w:t>
      </w:r>
      <w:r w:rsidRPr="00121CDE">
        <w:rPr>
          <w:rFonts w:hint="eastAsia"/>
        </w:rPr>
        <w:t>烟云竹树</w:t>
      </w:r>
      <w:r w:rsidRPr="00121CDE">
        <w:rPr>
          <w:rFonts w:hint="eastAsia"/>
          <w:em w:val="dot"/>
        </w:rPr>
        <w:t>而</w:t>
      </w:r>
      <w:r w:rsidRPr="00121CDE">
        <w:rPr>
          <w:rFonts w:hint="eastAsia"/>
        </w:rPr>
        <w:t>已</w:t>
      </w:r>
      <w:r w:rsidRPr="00121CDE">
        <w:t xml:space="preserve">   </w:t>
      </w:r>
    </w:p>
    <w:p w:rsidR="00E53CDE" w:rsidRPr="00121CDE" w:rsidP="00121CDE">
      <w:pPr>
        <w:jc w:val="left"/>
      </w:pPr>
      <w:r w:rsidRPr="00121CDE">
        <w:t>D</w:t>
      </w:r>
      <w:r w:rsidRPr="00121CDE">
        <w:rPr>
          <w:rFonts w:hint="eastAsia"/>
        </w:rPr>
        <w:t>．不</w:t>
      </w:r>
      <w:r w:rsidRPr="00121CDE">
        <w:rPr>
          <w:rFonts w:hint="eastAsia"/>
          <w:em w:val="dot"/>
        </w:rPr>
        <w:t>可</w:t>
      </w:r>
      <w:r w:rsidRPr="00121CDE">
        <w:rPr>
          <w:rFonts w:hint="eastAsia"/>
        </w:rPr>
        <w:t>具状</w:t>
      </w:r>
      <w:r w:rsidRPr="00121CDE">
        <w:t xml:space="preserve">      </w:t>
      </w:r>
      <w:r w:rsidRPr="00121CDE">
        <w:rPr>
          <w:rFonts w:hint="eastAsia"/>
        </w:rPr>
        <w:t>潭中鱼</w:t>
      </w:r>
      <w:r w:rsidRPr="00121CDE">
        <w:rPr>
          <w:rFonts w:hint="eastAsia"/>
          <w:em w:val="dot"/>
        </w:rPr>
        <w:t>可</w:t>
      </w:r>
      <w:r w:rsidRPr="00121CDE">
        <w:rPr>
          <w:rFonts w:hint="eastAsia"/>
        </w:rPr>
        <w:t>百许头</w:t>
      </w:r>
    </w:p>
    <w:p w:rsidR="00E53CDE" w:rsidRPr="00121CDE" w:rsidP="00121CDE">
      <w:pPr>
        <w:jc w:val="left"/>
      </w:pPr>
      <w:r w:rsidRPr="00121CDE">
        <w:t>16</w:t>
      </w:r>
      <w:r w:rsidRPr="00121CDE">
        <w:rPr>
          <w:rFonts w:hint="eastAsia"/>
        </w:rPr>
        <w:t>．（</w:t>
      </w:r>
      <w:r w:rsidRPr="00121CDE">
        <w:t>4</w:t>
      </w:r>
      <w:r w:rsidRPr="00121CDE">
        <w:rPr>
          <w:rFonts w:hint="eastAsia"/>
        </w:rPr>
        <w:t>分）用现代汉语翻译下面句子。</w:t>
      </w:r>
    </w:p>
    <w:p w:rsidR="00E53CDE" w:rsidRPr="00121CDE" w:rsidP="00121CDE">
      <w:pPr>
        <w:jc w:val="left"/>
      </w:pPr>
      <w:r w:rsidRPr="00121CDE">
        <w:t xml:space="preserve"> </w:t>
      </w:r>
      <w:r w:rsidRPr="00121CDE">
        <w:rPr>
          <w:rFonts w:hint="eastAsia"/>
        </w:rPr>
        <w:t>江山之外，第见风帆沙鸟，烟云竹树而已。</w:t>
      </w:r>
    </w:p>
    <w:p w:rsidR="00E53CDE" w:rsidRPr="00121CDE" w:rsidP="00121CDE">
      <w:pPr>
        <w:jc w:val="left"/>
        <w:rPr>
          <w:u w:val="single"/>
        </w:rPr>
      </w:pPr>
      <w:r w:rsidRPr="00121CDE">
        <w:t xml:space="preserve"> </w:t>
      </w:r>
      <w:r w:rsidRPr="00121CDE">
        <w:rPr>
          <w:u w:val="single"/>
        </w:rPr>
        <w:t xml:space="preserve">                                                                    </w:t>
      </w:r>
    </w:p>
    <w:p w:rsidR="00E53CDE" w:rsidRPr="00121CDE" w:rsidP="00121CDE">
      <w:pPr>
        <w:jc w:val="left"/>
      </w:pPr>
      <w:r w:rsidRPr="00121CDE">
        <w:t>17</w:t>
      </w:r>
      <w:r w:rsidRPr="00121CDE">
        <w:rPr>
          <w:rFonts w:hint="eastAsia"/>
        </w:rPr>
        <w:t>．（</w:t>
      </w:r>
      <w:r w:rsidRPr="00121CDE">
        <w:t>6</w:t>
      </w:r>
      <w:r w:rsidRPr="00121CDE">
        <w:rPr>
          <w:rFonts w:hint="eastAsia"/>
        </w:rPr>
        <w:t>分）文段理解。</w:t>
      </w:r>
    </w:p>
    <w:p w:rsidR="00E53CDE" w:rsidRPr="00121CDE" w:rsidP="00121CDE">
      <w:pPr>
        <w:jc w:val="left"/>
      </w:pPr>
      <w:r w:rsidRPr="00121CDE">
        <w:t>(1)</w:t>
      </w:r>
      <w:r w:rsidRPr="00121CDE">
        <w:rPr>
          <w:rFonts w:hint="eastAsia"/>
        </w:rPr>
        <w:t>【甲】文第二段中侧面描写潭水清澈透明的是“</w:t>
      </w:r>
      <w:r w:rsidRPr="00121CDE">
        <w:t xml:space="preserve"> </w:t>
      </w:r>
      <w:r w:rsidRPr="00121CDE">
        <w:rPr>
          <w:u w:val="single"/>
        </w:rPr>
        <w:t xml:space="preserve">            </w:t>
      </w:r>
      <w:r w:rsidRPr="00121CDE">
        <w:t xml:space="preserve"> </w:t>
      </w:r>
      <w:r w:rsidRPr="00121CDE">
        <w:rPr>
          <w:rFonts w:hint="eastAsia"/>
        </w:rPr>
        <w:t>，</w:t>
      </w:r>
      <w:r w:rsidRPr="00121CDE">
        <w:rPr>
          <w:u w:val="single"/>
        </w:rPr>
        <w:t xml:space="preserve">           </w:t>
      </w:r>
      <w:r w:rsidRPr="00121CDE">
        <w:rPr>
          <w:rFonts w:hint="eastAsia"/>
        </w:rPr>
        <w:t>”；【乙】文第一段中由远及近写景的对偶句是“</w:t>
      </w:r>
      <w:r w:rsidRPr="00121CDE">
        <w:rPr>
          <w:u w:val="single"/>
        </w:rPr>
        <w:t xml:space="preserve">            </w:t>
      </w:r>
      <w:r w:rsidRPr="00121CDE">
        <w:t xml:space="preserve"> </w:t>
      </w:r>
      <w:r w:rsidRPr="00121CDE">
        <w:rPr>
          <w:rFonts w:hint="eastAsia"/>
        </w:rPr>
        <w:t>，</w:t>
      </w:r>
      <w:r w:rsidRPr="00121CDE">
        <w:rPr>
          <w:u w:val="single"/>
        </w:rPr>
        <w:t xml:space="preserve">            </w:t>
      </w:r>
      <w:r w:rsidRPr="00121CDE">
        <w:rPr>
          <w:rFonts w:hint="eastAsia"/>
        </w:rPr>
        <w:t>”；乙文中暗示了作者在政治上的遭遇的一个词是“</w:t>
      </w:r>
      <w:r w:rsidRPr="00121CDE">
        <w:rPr>
          <w:u w:val="single"/>
        </w:rPr>
        <w:t xml:space="preserve">     </w:t>
      </w:r>
      <w:r w:rsidRPr="00121CDE">
        <w:rPr>
          <w:rFonts w:hint="eastAsia"/>
        </w:rPr>
        <w:t>”。</w:t>
      </w:r>
    </w:p>
    <w:p w:rsidR="00E53CDE" w:rsidRPr="00121CDE" w:rsidP="00121CDE">
      <w:pPr>
        <w:jc w:val="left"/>
      </w:pPr>
      <w:r w:rsidRPr="00121CDE">
        <w:t>(2)</w:t>
      </w:r>
      <w:r w:rsidRPr="00121CDE">
        <w:rPr>
          <w:rFonts w:hint="eastAsia"/>
        </w:rPr>
        <w:t>【甲】【乙】两文都表现了作者遭贬后为排解内心愤懑而寄情山水的心境，请根据两文内容，结合作者的心境，补写下面的对联。</w:t>
      </w:r>
    </w:p>
    <w:p w:rsidR="00E53CDE" w:rsidRPr="00121CDE" w:rsidP="00121CDE">
      <w:pPr>
        <w:jc w:val="left"/>
      </w:pPr>
      <w:r w:rsidRPr="00121CDE">
        <w:rPr>
          <w:rFonts w:hint="eastAsia"/>
        </w:rPr>
        <w:t>上联：见永州石潭，乐山水树竹，感受凄寒之景；</w:t>
      </w:r>
    </w:p>
    <w:p w:rsidR="00E53CDE" w:rsidRPr="00121CDE" w:rsidP="00121CDE">
      <w:pPr>
        <w:jc w:val="left"/>
      </w:pPr>
      <w:r w:rsidRPr="00121CDE">
        <w:rPr>
          <w:rFonts w:hint="eastAsia"/>
        </w:rPr>
        <w:t>下联：登黄冈竹楼，宜琴棋诗壶，</w:t>
      </w:r>
      <w:r w:rsidRPr="00121CDE">
        <w:t>____________</w:t>
      </w:r>
      <w:r w:rsidRPr="00121CDE">
        <w:rPr>
          <w:rFonts w:hint="eastAsia"/>
        </w:rPr>
        <w:t>。</w:t>
      </w:r>
    </w:p>
    <w:p w:rsidR="00E53CDE" w:rsidRPr="00121CDE" w:rsidP="00121CDE">
      <w:pPr>
        <w:jc w:val="left"/>
        <w:rPr>
          <w:b/>
          <w:bCs/>
        </w:rPr>
      </w:pPr>
      <w:r w:rsidRPr="00121CDE">
        <w:rPr>
          <w:rFonts w:hint="eastAsia"/>
          <w:b/>
          <w:bCs/>
        </w:rPr>
        <w:t>（三）拓展阅读（</w:t>
      </w:r>
      <w:r w:rsidRPr="00121CDE">
        <w:rPr>
          <w:b/>
          <w:bCs/>
        </w:rPr>
        <w:t>18</w:t>
      </w:r>
      <w:r w:rsidRPr="00121CDE">
        <w:rPr>
          <w:rFonts w:hint="eastAsia"/>
          <w:b/>
          <w:bCs/>
        </w:rPr>
        <w:t>分）</w:t>
      </w:r>
    </w:p>
    <w:p w:rsidR="00E53CDE" w:rsidRPr="00121CDE" w:rsidP="00121CDE">
      <w:pPr>
        <w:ind w:firstLine="480" w:firstLineChars="200"/>
        <w:jc w:val="center"/>
      </w:pPr>
      <w:r w:rsidRPr="00121CDE">
        <w:rPr>
          <w:rFonts w:hint="eastAsia"/>
        </w:rPr>
        <w:t>一卷冰雪文序</w:t>
      </w:r>
    </w:p>
    <w:p w:rsidR="00E53CDE" w:rsidRPr="00121CDE" w:rsidP="00121CDE">
      <w:pPr>
        <w:ind w:firstLine="480" w:firstLineChars="200"/>
        <w:jc w:val="center"/>
      </w:pPr>
      <w:r w:rsidRPr="00121CDE">
        <w:rPr>
          <w:rFonts w:hint="eastAsia"/>
        </w:rPr>
        <w:t>张　岱</w:t>
      </w:r>
    </w:p>
    <w:p w:rsidR="00E53CDE" w:rsidRPr="00121CDE" w:rsidP="00121CDE">
      <w:pPr>
        <w:ind w:firstLine="480" w:firstLineChars="200"/>
        <w:jc w:val="left"/>
      </w:pPr>
      <w:r w:rsidRPr="00121CDE">
        <w:rPr>
          <w:rFonts w:hint="eastAsia"/>
        </w:rPr>
        <w:t>①鱼肉之物</w:t>
      </w:r>
      <w:r w:rsidRPr="00121CDE">
        <w:t>,</w:t>
      </w:r>
      <w:r w:rsidRPr="00121CDE">
        <w:rPr>
          <w:rFonts w:hint="eastAsia"/>
        </w:rPr>
        <w:t>见风日则易腐</w:t>
      </w:r>
      <w:r w:rsidRPr="00121CDE">
        <w:t>,</w:t>
      </w:r>
      <w:r w:rsidRPr="00121CDE">
        <w:rPr>
          <w:rFonts w:hint="eastAsia"/>
        </w:rPr>
        <w:t>入冰雪则不败</w:t>
      </w:r>
      <w:r w:rsidRPr="00121CDE">
        <w:t>,</w:t>
      </w:r>
      <w:r w:rsidRPr="00121CDE">
        <w:rPr>
          <w:rFonts w:hint="eastAsia"/>
        </w:rPr>
        <w:t>则冰雪之能寿物也。今年冰雪多</w:t>
      </w:r>
      <w:r w:rsidRPr="00121CDE">
        <w:t>,</w:t>
      </w:r>
      <w:r w:rsidRPr="00121CDE">
        <w:rPr>
          <w:rFonts w:hint="eastAsia"/>
        </w:rPr>
        <w:t>来年谷麦必茂</w:t>
      </w:r>
      <w:r w:rsidRPr="00121CDE">
        <w:t>,</w:t>
      </w:r>
      <w:r w:rsidRPr="00121CDE">
        <w:rPr>
          <w:rFonts w:hint="eastAsia"/>
        </w:rPr>
        <w:t>则冰雪之能生物也。盖人生无不藉此冰雪之气以生</w:t>
      </w:r>
      <w:r w:rsidRPr="00121CDE">
        <w:t>,</w:t>
      </w:r>
      <w:r w:rsidRPr="00121CDE">
        <w:rPr>
          <w:rFonts w:hint="eastAsia"/>
        </w:rPr>
        <w:t>而冰雪之气必待冰雪而有</w:t>
      </w:r>
      <w:r w:rsidRPr="00121CDE">
        <w:t>,</w:t>
      </w:r>
      <w:r w:rsidRPr="00121CDE">
        <w:rPr>
          <w:rFonts w:hint="eastAsia"/>
        </w:rPr>
        <w:t>则四时有几冰雪哉</w:t>
      </w:r>
      <w:r w:rsidRPr="00121CDE">
        <w:t>?</w:t>
      </w:r>
    </w:p>
    <w:p w:rsidR="00E53CDE" w:rsidRPr="00121CDE" w:rsidP="00121CDE">
      <w:pPr>
        <w:ind w:firstLine="480" w:firstLineChars="200"/>
        <w:jc w:val="left"/>
      </w:pPr>
      <w:r w:rsidRPr="00121CDE">
        <w:rPr>
          <w:rFonts w:hint="eastAsia"/>
        </w:rPr>
        <w:t>②若①吾所谓冰雪则异是。凡人遇旦昼则风日</w:t>
      </w:r>
      <w:r w:rsidRPr="00121CDE">
        <w:t>,</w:t>
      </w:r>
      <w:r w:rsidRPr="00121CDE">
        <w:rPr>
          <w:rFonts w:hint="eastAsia"/>
        </w:rPr>
        <w:t>而夜气则冰雪也</w:t>
      </w:r>
      <w:r w:rsidRPr="00121CDE">
        <w:t>;</w:t>
      </w:r>
      <w:r w:rsidRPr="00121CDE">
        <w:rPr>
          <w:rFonts w:hint="eastAsia"/>
        </w:rPr>
        <w:t>遇烦躁则风日</w:t>
      </w:r>
      <w:r w:rsidRPr="00121CDE">
        <w:t>,</w:t>
      </w:r>
      <w:r w:rsidRPr="00121CDE">
        <w:rPr>
          <w:rFonts w:hint="eastAsia"/>
        </w:rPr>
        <w:t>而清净则冰雪也</w:t>
      </w:r>
      <w:r w:rsidRPr="00121CDE">
        <w:t>;</w:t>
      </w:r>
      <w:r w:rsidRPr="00121CDE">
        <w:rPr>
          <w:rFonts w:hint="eastAsia"/>
        </w:rPr>
        <w:t>遇市朝则风日</w:t>
      </w:r>
      <w:r w:rsidRPr="00121CDE">
        <w:t>,</w:t>
      </w:r>
      <w:r w:rsidRPr="00121CDE">
        <w:rPr>
          <w:rFonts w:hint="eastAsia"/>
        </w:rPr>
        <w:t>而山林则冰雪也。冰雪之在人如鱼之于水龙之于石日夜沐浴其中特②鱼与龙不之觉耳。</w:t>
      </w:r>
    </w:p>
    <w:p w:rsidR="00E53CDE" w:rsidRPr="00121CDE" w:rsidP="00121CDE">
      <w:pPr>
        <w:ind w:firstLine="480" w:firstLineChars="200"/>
        <w:jc w:val="left"/>
      </w:pPr>
      <w:r w:rsidRPr="00121CDE">
        <w:rPr>
          <w:rFonts w:hint="eastAsia"/>
        </w:rPr>
        <w:t>③故知世间山川、云物、水火、草木、色声、香味</w:t>
      </w:r>
      <w:r w:rsidRPr="00121CDE">
        <w:t>,</w:t>
      </w:r>
      <w:r w:rsidRPr="00121CDE">
        <w:rPr>
          <w:rFonts w:hint="eastAsia"/>
        </w:rPr>
        <w:t>莫不有冰雪之气。其所以恣③人挹④取受用之不尽者</w:t>
      </w:r>
      <w:r w:rsidRPr="00121CDE">
        <w:t>,</w:t>
      </w:r>
      <w:r w:rsidRPr="00121CDE">
        <w:rPr>
          <w:rFonts w:hint="eastAsia"/>
        </w:rPr>
        <w:t>莫深于诗文。盖诗文只此数字</w:t>
      </w:r>
      <w:r w:rsidRPr="00121CDE">
        <w:t>,</w:t>
      </w:r>
      <w:r w:rsidRPr="00121CDE">
        <w:rPr>
          <w:rFonts w:hint="eastAsia"/>
        </w:rPr>
        <w:t>出高人之手</w:t>
      </w:r>
      <w:r w:rsidRPr="00121CDE">
        <w:t>,</w:t>
      </w:r>
      <w:r w:rsidRPr="00121CDE">
        <w:rPr>
          <w:rFonts w:hint="eastAsia"/>
        </w:rPr>
        <w:t>遂现空灵</w:t>
      </w:r>
      <w:r w:rsidRPr="00121CDE">
        <w:t>;</w:t>
      </w:r>
      <w:r w:rsidRPr="00121CDE">
        <w:rPr>
          <w:rFonts w:hint="eastAsia"/>
        </w:rPr>
        <w:t>一落凡夫俗子</w:t>
      </w:r>
      <w:r w:rsidRPr="00121CDE">
        <w:t>,</w:t>
      </w:r>
      <w:r w:rsidRPr="00121CDE">
        <w:rPr>
          <w:rFonts w:hint="eastAsia"/>
        </w:rPr>
        <w:t>便成臭腐。此期间真有差之毫厘</w:t>
      </w:r>
      <w:r w:rsidRPr="00121CDE">
        <w:t>,</w:t>
      </w:r>
      <w:r w:rsidRPr="00121CDE">
        <w:rPr>
          <w:rFonts w:hint="eastAsia"/>
        </w:rPr>
        <w:t>失之千里。</w:t>
      </w:r>
      <w:r w:rsidRPr="00121CDE">
        <w:rPr>
          <w:rFonts w:hint="eastAsia"/>
          <w:u w:val="wave"/>
        </w:rPr>
        <w:t>特恨遇之者不能解</w:t>
      </w:r>
      <w:r w:rsidRPr="00121CDE">
        <w:rPr>
          <w:u w:val="wave"/>
        </w:rPr>
        <w:t>,</w:t>
      </w:r>
      <w:r w:rsidRPr="00121CDE">
        <w:rPr>
          <w:rFonts w:hint="eastAsia"/>
          <w:u w:val="wave"/>
        </w:rPr>
        <w:t>解之者不能说</w:t>
      </w:r>
      <w:r w:rsidRPr="00121CDE">
        <w:rPr>
          <w:rFonts w:hint="eastAsia"/>
        </w:rPr>
        <w:t>。即使其能解能说矣</w:t>
      </w:r>
      <w:r w:rsidRPr="00121CDE">
        <w:t>,</w:t>
      </w:r>
      <w:r w:rsidRPr="00121CDE">
        <w:rPr>
          <w:rFonts w:hint="eastAsia"/>
        </w:rPr>
        <w:t>与彼不知者说</w:t>
      </w:r>
      <w:r w:rsidRPr="00121CDE">
        <w:t>,</w:t>
      </w:r>
      <w:r w:rsidRPr="00121CDE">
        <w:rPr>
          <w:rFonts w:hint="eastAsia"/>
        </w:rPr>
        <w:t>彼仍不解</w:t>
      </w:r>
      <w:r w:rsidRPr="00121CDE">
        <w:t>,</w:t>
      </w:r>
      <w:r w:rsidRPr="00121CDE">
        <w:rPr>
          <w:rFonts w:hint="eastAsia"/>
        </w:rPr>
        <w:t>说亦奚⑤为</w:t>
      </w:r>
      <w:r w:rsidRPr="00121CDE">
        <w:t>?</w:t>
      </w:r>
      <w:r w:rsidRPr="00121CDE">
        <w:rPr>
          <w:rFonts w:hint="eastAsia"/>
        </w:rPr>
        <w:t>故曰</w:t>
      </w:r>
      <w:r w:rsidRPr="00121CDE">
        <w:t>:</w:t>
      </w:r>
      <w:r w:rsidRPr="00121CDE">
        <w:rPr>
          <w:rFonts w:hint="eastAsia"/>
        </w:rPr>
        <w:t>诗文一道</w:t>
      </w:r>
      <w:r w:rsidRPr="00121CDE">
        <w:t>,</w:t>
      </w:r>
      <w:r w:rsidRPr="00121CDE">
        <w:rPr>
          <w:rFonts w:hint="eastAsia"/>
        </w:rPr>
        <w:t>作之者固难</w:t>
      </w:r>
      <w:r w:rsidRPr="00121CDE">
        <w:t>,</w:t>
      </w:r>
      <w:r w:rsidRPr="00121CDE">
        <w:rPr>
          <w:rFonts w:hint="eastAsia"/>
        </w:rPr>
        <w:t>识之者尤不易也。</w:t>
      </w:r>
    </w:p>
    <w:p w:rsidR="00E53CDE" w:rsidRPr="00121CDE" w:rsidP="00121CDE">
      <w:pPr>
        <w:jc w:val="left"/>
      </w:pPr>
      <w:r w:rsidRPr="00121CDE">
        <w:rPr>
          <w:rFonts w:hint="eastAsia"/>
        </w:rPr>
        <w:t>【注释】①若</w:t>
      </w:r>
      <w:r w:rsidRPr="00121CDE">
        <w:t>:</w:t>
      </w:r>
      <w:r w:rsidRPr="00121CDE">
        <w:rPr>
          <w:rFonts w:hint="eastAsia"/>
        </w:rPr>
        <w:t>像。②特</w:t>
      </w:r>
      <w:r w:rsidRPr="00121CDE">
        <w:t>:</w:t>
      </w:r>
      <w:r w:rsidRPr="00121CDE">
        <w:rPr>
          <w:rFonts w:hint="eastAsia"/>
        </w:rPr>
        <w:t>只不过。③恣</w:t>
      </w:r>
      <w:r w:rsidRPr="00121CDE">
        <w:t>:</w:t>
      </w:r>
      <w:r w:rsidRPr="00121CDE">
        <w:rPr>
          <w:rFonts w:hint="eastAsia"/>
        </w:rPr>
        <w:t>放纵</w:t>
      </w:r>
      <w:r w:rsidRPr="00121CDE">
        <w:t>,</w:t>
      </w:r>
      <w:r w:rsidRPr="00121CDE">
        <w:rPr>
          <w:rFonts w:hint="eastAsia"/>
        </w:rPr>
        <w:t>任凭。④挹</w:t>
      </w:r>
      <w:r w:rsidRPr="00121CDE">
        <w:t>(y</w:t>
      </w:r>
      <w:r w:rsidRPr="00121CDE">
        <w:rPr>
          <w:rFonts w:hint="eastAsia"/>
        </w:rPr>
        <w:t>ì</w:t>
      </w:r>
      <w:r w:rsidRPr="00121CDE">
        <w:t>):</w:t>
      </w:r>
      <w:r w:rsidRPr="00121CDE">
        <w:rPr>
          <w:rFonts w:hint="eastAsia"/>
        </w:rPr>
        <w:t>舀。⑤奚</w:t>
      </w:r>
      <w:r w:rsidRPr="00121CDE">
        <w:t>(x</w:t>
      </w:r>
      <w:r w:rsidRPr="00121CDE">
        <w:rPr>
          <w:rFonts w:hint="eastAsia"/>
        </w:rPr>
        <w:t>ī</w:t>
      </w:r>
      <w:r w:rsidRPr="00121CDE">
        <w:t>):</w:t>
      </w:r>
      <w:r w:rsidRPr="00121CDE">
        <w:rPr>
          <w:rFonts w:hint="eastAsia"/>
        </w:rPr>
        <w:t>什么。</w:t>
      </w:r>
    </w:p>
    <w:p w:rsidR="00E53CDE" w:rsidRPr="00121CDE" w:rsidP="00121CDE">
      <w:pPr>
        <w:jc w:val="left"/>
      </w:pPr>
      <w:r w:rsidRPr="00121CDE">
        <w:t>18.</w:t>
      </w:r>
      <w:r w:rsidRPr="00121CDE">
        <w:rPr>
          <w:rFonts w:hint="eastAsia"/>
        </w:rPr>
        <w:t>（</w:t>
      </w:r>
      <w:r w:rsidRPr="00121CDE">
        <w:t>4</w:t>
      </w:r>
      <w:r w:rsidRPr="00121CDE">
        <w:rPr>
          <w:rFonts w:hint="eastAsia"/>
        </w:rPr>
        <w:t>分）解释文中加点的词语。</w:t>
      </w:r>
    </w:p>
    <w:p w:rsidR="00E53CDE" w:rsidRPr="00121CDE" w:rsidP="00121CDE">
      <w:pPr>
        <w:jc w:val="left"/>
      </w:pPr>
      <w:r w:rsidRPr="00121CDE">
        <w:t>(1)</w:t>
      </w:r>
      <w:r w:rsidRPr="00121CDE">
        <w:rPr>
          <w:rFonts w:hint="eastAsia"/>
          <w:em w:val="dot"/>
        </w:rPr>
        <w:t>藉</w:t>
      </w:r>
      <w:r w:rsidRPr="00121CDE">
        <w:t>:</w:t>
      </w:r>
      <w:r w:rsidRPr="00121CDE">
        <w:rPr>
          <w:rFonts w:hint="eastAsia"/>
        </w:rPr>
        <w:t>　　　　　　</w:t>
      </w:r>
      <w:r w:rsidRPr="00121CDE">
        <w:t>(2)</w:t>
      </w:r>
      <w:r w:rsidRPr="00121CDE">
        <w:rPr>
          <w:rFonts w:hint="eastAsia"/>
          <w:em w:val="dot"/>
        </w:rPr>
        <w:t>异</w:t>
      </w:r>
      <w:r w:rsidRPr="00121CDE">
        <w:t>:</w:t>
      </w:r>
      <w:r w:rsidRPr="00121CDE">
        <w:rPr>
          <w:rFonts w:hint="eastAsia"/>
        </w:rPr>
        <w:t>　　　　　</w:t>
      </w:r>
      <w:r w:rsidRPr="00121CDE">
        <w:t> </w:t>
      </w:r>
    </w:p>
    <w:p w:rsidR="00E53CDE" w:rsidRPr="00121CDE" w:rsidP="00121CDE">
      <w:pPr>
        <w:jc w:val="left"/>
      </w:pPr>
      <w:r w:rsidRPr="00121CDE">
        <w:t>(3)</w:t>
      </w:r>
      <w:r w:rsidRPr="00121CDE">
        <w:rPr>
          <w:rFonts w:hint="eastAsia"/>
          <w:em w:val="dot"/>
        </w:rPr>
        <w:t>遂</w:t>
      </w:r>
      <w:r w:rsidRPr="00121CDE">
        <w:t>:</w:t>
      </w:r>
      <w:r w:rsidRPr="00121CDE">
        <w:rPr>
          <w:rFonts w:hint="eastAsia"/>
        </w:rPr>
        <w:t>　　　　　　</w:t>
      </w:r>
      <w:r w:rsidRPr="00121CDE">
        <w:t>(4)</w:t>
      </w:r>
      <w:r w:rsidRPr="00121CDE">
        <w:rPr>
          <w:rFonts w:hint="eastAsia"/>
          <w:em w:val="dot"/>
        </w:rPr>
        <w:t>固</w:t>
      </w:r>
      <w:r w:rsidRPr="00121CDE">
        <w:t>:</w:t>
      </w:r>
      <w:r w:rsidRPr="00121CDE">
        <w:rPr>
          <w:rFonts w:hint="eastAsia"/>
        </w:rPr>
        <w:t>　　　　　</w:t>
      </w:r>
      <w:r w:rsidRPr="00121CDE">
        <w:t> </w:t>
      </w:r>
    </w:p>
    <w:p w:rsidR="00E53CDE" w:rsidRPr="00121CDE" w:rsidP="00121CDE">
      <w:pPr>
        <w:jc w:val="left"/>
      </w:pPr>
      <w:r w:rsidRPr="00121CDE">
        <w:t>19.</w:t>
      </w:r>
      <w:r w:rsidRPr="00121CDE">
        <w:rPr>
          <w:rFonts w:hint="eastAsia"/>
        </w:rPr>
        <w:t>（</w:t>
      </w:r>
      <w:r w:rsidRPr="00121CDE">
        <w:t>2</w:t>
      </w:r>
      <w:r w:rsidRPr="00121CDE">
        <w:rPr>
          <w:rFonts w:hint="eastAsia"/>
        </w:rPr>
        <w:t>分）请用“</w:t>
      </w:r>
      <w:r w:rsidRPr="00121CDE">
        <w:t>/</w:t>
      </w:r>
      <w:r w:rsidRPr="00121CDE">
        <w:rPr>
          <w:rFonts w:hint="eastAsia"/>
        </w:rPr>
        <w:t>”为文中画横线的句子断句。</w:t>
      </w:r>
    </w:p>
    <w:p w:rsidR="00E53CDE" w:rsidRPr="00121CDE" w:rsidP="00121CDE">
      <w:pPr>
        <w:jc w:val="left"/>
      </w:pPr>
      <w:r w:rsidRPr="00121CDE">
        <w:rPr>
          <w:rFonts w:hint="eastAsia"/>
        </w:rPr>
        <w:t>冰雪之在人如鱼之于水龙之于石日夜沐浴其中特鱼与龙不之觉耳。</w:t>
      </w:r>
    </w:p>
    <w:p w:rsidR="00E53CDE" w:rsidRPr="00121CDE" w:rsidP="00121CDE">
      <w:pPr>
        <w:jc w:val="left"/>
      </w:pPr>
      <w:r w:rsidRPr="00121CDE">
        <w:t>20.</w:t>
      </w:r>
      <w:r w:rsidRPr="00121CDE">
        <w:rPr>
          <w:rFonts w:hint="eastAsia"/>
        </w:rPr>
        <w:t>（</w:t>
      </w:r>
      <w:r w:rsidRPr="00121CDE">
        <w:t>4</w:t>
      </w:r>
      <w:r w:rsidRPr="00121CDE">
        <w:rPr>
          <w:rFonts w:hint="eastAsia"/>
        </w:rPr>
        <w:t>分）翻译文中画浪纹线的语句。</w:t>
      </w:r>
    </w:p>
    <w:p w:rsidR="00E53CDE" w:rsidRPr="00121CDE" w:rsidP="00121CDE">
      <w:pPr>
        <w:jc w:val="left"/>
      </w:pPr>
      <w:r w:rsidRPr="00121CDE">
        <w:rPr>
          <w:rFonts w:hint="eastAsia"/>
        </w:rPr>
        <w:t>特恨遇之者不能解</w:t>
      </w:r>
      <w:r w:rsidRPr="00121CDE">
        <w:t>,</w:t>
      </w:r>
      <w:r w:rsidRPr="00121CDE">
        <w:rPr>
          <w:rFonts w:hint="eastAsia"/>
        </w:rPr>
        <w:t>解之者不能说。</w:t>
      </w:r>
    </w:p>
    <w:p w:rsidR="00E53CDE" w:rsidRPr="00121CDE" w:rsidP="00121CDE">
      <w:pPr>
        <w:jc w:val="left"/>
        <w:rPr>
          <w:u w:val="single"/>
        </w:rPr>
      </w:pPr>
      <w:r w:rsidRPr="00121CDE">
        <w:t xml:space="preserve"> </w:t>
      </w:r>
      <w:r w:rsidRPr="00121CDE">
        <w:rPr>
          <w:u w:val="single"/>
        </w:rPr>
        <w:t xml:space="preserve">                                                                 </w:t>
      </w:r>
    </w:p>
    <w:p w:rsidR="00E53CDE" w:rsidRPr="00121CDE" w:rsidP="00121CDE">
      <w:pPr>
        <w:jc w:val="left"/>
      </w:pPr>
      <w:r w:rsidRPr="00121CDE">
        <w:t>21.</w:t>
      </w:r>
      <w:r w:rsidRPr="00121CDE">
        <w:rPr>
          <w:rFonts w:hint="eastAsia"/>
        </w:rPr>
        <w:t>（</w:t>
      </w:r>
      <w:r w:rsidRPr="00121CDE">
        <w:t>4</w:t>
      </w:r>
      <w:r w:rsidRPr="00121CDE">
        <w:rPr>
          <w:rFonts w:hint="eastAsia"/>
        </w:rPr>
        <w:t>分）请用第①段中的两个关键词回答</w:t>
      </w:r>
      <w:r w:rsidRPr="00121CDE">
        <w:t>:</w:t>
      </w:r>
      <w:r w:rsidRPr="00121CDE">
        <w:rPr>
          <w:rFonts w:hint="eastAsia"/>
        </w:rPr>
        <w:t>“冰雪之气”对世间万物有哪两大好处</w:t>
      </w:r>
      <w:r w:rsidRPr="00121CDE">
        <w:t>?</w:t>
      </w:r>
    </w:p>
    <w:p w:rsidR="00E53CDE" w:rsidRPr="00121CDE" w:rsidP="00121CDE">
      <w:pPr>
        <w:jc w:val="left"/>
      </w:pPr>
      <w:r w:rsidRPr="00121CDE">
        <w:t xml:space="preserve">  </w:t>
      </w:r>
      <w:r w:rsidRPr="00121CDE">
        <w:rPr>
          <w:u w:val="single"/>
        </w:rPr>
        <w:t xml:space="preserve">                                                                          </w:t>
      </w:r>
      <w:r w:rsidRPr="00121CDE">
        <w:t xml:space="preserve"> </w:t>
      </w:r>
    </w:p>
    <w:p w:rsidR="00E53CDE" w:rsidRPr="00121CDE" w:rsidP="00121CDE">
      <w:pPr>
        <w:jc w:val="left"/>
        <w:rPr>
          <w:u w:val="single"/>
        </w:rPr>
      </w:pPr>
      <w:r w:rsidRPr="00121CDE">
        <w:t xml:space="preserve">  </w:t>
      </w:r>
      <w:r w:rsidRPr="00121CDE">
        <w:rPr>
          <w:u w:val="single"/>
        </w:rPr>
        <w:t xml:space="preserve">                                                                            </w:t>
      </w:r>
    </w:p>
    <w:p w:rsidR="00E53CDE" w:rsidRPr="00121CDE" w:rsidP="00121CDE">
      <w:pPr>
        <w:jc w:val="left"/>
      </w:pPr>
      <w:r w:rsidRPr="00121CDE">
        <w:t>22.</w:t>
      </w:r>
      <w:r w:rsidRPr="00121CDE">
        <w:rPr>
          <w:rFonts w:hint="eastAsia"/>
        </w:rPr>
        <w:t>（</w:t>
      </w:r>
      <w:r w:rsidRPr="00121CDE">
        <w:t>2</w:t>
      </w:r>
      <w:r w:rsidRPr="00121CDE">
        <w:rPr>
          <w:rFonts w:hint="eastAsia"/>
        </w:rPr>
        <w:t>分）所谓“冰雪之气”</w:t>
      </w:r>
      <w:r w:rsidRPr="00121CDE">
        <w:t>,</w:t>
      </w:r>
      <w:r w:rsidRPr="00121CDE">
        <w:rPr>
          <w:rFonts w:hint="eastAsia"/>
        </w:rPr>
        <w:t>亦即冰雪之特点。请你根据本文内容的提示</w:t>
      </w:r>
      <w:r w:rsidRPr="00121CDE">
        <w:t>,</w:t>
      </w:r>
      <w:r w:rsidRPr="00121CDE">
        <w:rPr>
          <w:rFonts w:hint="eastAsia"/>
        </w:rPr>
        <w:t>并结合自己的生活体验</w:t>
      </w:r>
      <w:r w:rsidRPr="00121CDE">
        <w:t>,</w:t>
      </w:r>
      <w:r w:rsidRPr="00121CDE">
        <w:rPr>
          <w:rFonts w:hint="eastAsia"/>
        </w:rPr>
        <w:t>用至少四个双音节词概括一下“冰雪”的特点。</w:t>
      </w:r>
    </w:p>
    <w:p w:rsidR="00E53CDE" w:rsidRPr="00121CDE" w:rsidP="00121CDE">
      <w:pPr>
        <w:jc w:val="left"/>
      </w:pPr>
      <w:r w:rsidRPr="00121CDE">
        <w:t xml:space="preserve">    </w:t>
      </w:r>
      <w:r w:rsidRPr="00121CDE">
        <w:rPr>
          <w:u w:val="single"/>
        </w:rPr>
        <w:t xml:space="preserve">                                                                        </w:t>
      </w:r>
      <w:r w:rsidRPr="00121CDE">
        <w:t xml:space="preserve">  </w:t>
      </w:r>
    </w:p>
    <w:p w:rsidR="00E53CDE" w:rsidRPr="00121CDE" w:rsidP="00121CDE">
      <w:pPr>
        <w:jc w:val="left"/>
      </w:pPr>
      <w:r w:rsidRPr="00121CDE">
        <w:t>23.</w:t>
      </w:r>
      <w:r w:rsidRPr="00121CDE">
        <w:rPr>
          <w:rFonts w:hint="eastAsia"/>
        </w:rPr>
        <w:t>（</w:t>
      </w:r>
      <w:r w:rsidRPr="00121CDE">
        <w:t>2</w:t>
      </w:r>
      <w:r w:rsidRPr="00121CDE">
        <w:rPr>
          <w:rFonts w:hint="eastAsia"/>
        </w:rPr>
        <w:t>分）张岱的文风任情适性</w:t>
      </w:r>
      <w:r w:rsidRPr="00121CDE">
        <w:t>,</w:t>
      </w:r>
      <w:r w:rsidRPr="00121CDE">
        <w:rPr>
          <w:rFonts w:hint="eastAsia"/>
        </w:rPr>
        <w:t>文笔流丽清新</w:t>
      </w:r>
      <w:r w:rsidRPr="00121CDE">
        <w:t>,</w:t>
      </w:r>
      <w:r w:rsidRPr="00121CDE">
        <w:rPr>
          <w:rFonts w:hint="eastAsia"/>
        </w:rPr>
        <w:t>为人慷慨亮节</w:t>
      </w:r>
      <w:r w:rsidRPr="00121CDE">
        <w:t>,</w:t>
      </w:r>
      <w:r w:rsidRPr="00121CDE">
        <w:rPr>
          <w:rFonts w:hint="eastAsia"/>
        </w:rPr>
        <w:t>性格孤高傲物。文中哪句话最能反映他曲高和寡、知音难觅的心情</w:t>
      </w:r>
      <w:r w:rsidRPr="00121CDE">
        <w:t>?</w:t>
      </w:r>
    </w:p>
    <w:p w:rsidR="00E53CDE" w:rsidRPr="00121CDE" w:rsidP="00121CDE">
      <w:pPr>
        <w:jc w:val="left"/>
        <w:rPr>
          <w:u w:val="single"/>
        </w:rPr>
      </w:pPr>
      <w:r w:rsidRPr="00121CDE">
        <w:t xml:space="preserve">   </w:t>
      </w:r>
      <w:r w:rsidRPr="00121CDE">
        <w:rPr>
          <w:u w:val="single"/>
        </w:rPr>
        <w:t xml:space="preserve">                                                                            </w:t>
      </w:r>
    </w:p>
    <w:p w:rsidR="00E53CDE" w:rsidRPr="00121CDE" w:rsidP="00121CDE">
      <w:pPr>
        <w:jc w:val="left"/>
      </w:pPr>
    </w:p>
    <w:p w:rsidR="00E53CDE" w:rsidRPr="00121CDE" w:rsidP="00121CDE">
      <w:pPr>
        <w:jc w:val="left"/>
      </w:pPr>
      <w:r w:rsidRPr="00121CDE">
        <w:t xml:space="preserve">   </w:t>
      </w:r>
      <w:r w:rsidRPr="00121CDE">
        <w:rPr>
          <w:u w:val="single"/>
        </w:rPr>
        <w:t xml:space="preserve">                                                                       </w:t>
      </w:r>
      <w:bookmarkStart w:id="0" w:name="_GoBack"/>
      <w:bookmarkEnd w:id="0"/>
      <w:r w:rsidRPr="00121CDE">
        <w:rPr>
          <w:u w:val="single"/>
        </w:rPr>
        <w:t xml:space="preserve">      </w:t>
      </w:r>
    </w:p>
    <w:p w:rsidR="00E53CDE" w:rsidRPr="00121CDE" w:rsidP="00121CDE">
      <w:pPr>
        <w:jc w:val="left"/>
      </w:pPr>
    </w:p>
    <w:p w:rsidR="00E53CDE" w:rsidRPr="00121CDE" w:rsidP="00121CDE">
      <w:r w:rsidRPr="00121CDE">
        <w:rPr>
          <w:rFonts w:hint="eastAsia"/>
        </w:rPr>
        <w:t>三、写作（</w:t>
      </w:r>
      <w:r w:rsidRPr="00121CDE">
        <w:t>50</w:t>
      </w:r>
      <w:r w:rsidRPr="00121CDE">
        <w:rPr>
          <w:rFonts w:hint="eastAsia"/>
        </w:rPr>
        <w:t>分）</w:t>
      </w:r>
    </w:p>
    <w:p w:rsidR="00E53CDE" w:rsidRPr="00121CDE" w:rsidP="00121CDE">
      <w:r w:rsidRPr="00121CDE">
        <w:t>24.</w:t>
      </w:r>
      <w:r w:rsidRPr="00121CDE">
        <w:rPr>
          <w:rFonts w:hint="eastAsia"/>
        </w:rPr>
        <w:t>阅读下面的文字</w:t>
      </w:r>
      <w:r w:rsidRPr="00121CDE">
        <w:t>,</w:t>
      </w:r>
      <w:r w:rsidRPr="00121CDE">
        <w:rPr>
          <w:rFonts w:hint="eastAsia"/>
        </w:rPr>
        <w:t>按要求作文。</w:t>
      </w:r>
    </w:p>
    <w:p w:rsidR="00E53CDE" w:rsidRPr="00121CDE" w:rsidP="00121CDE">
      <w:r w:rsidRPr="00121CDE">
        <w:rPr>
          <w:rFonts w:hint="eastAsia"/>
        </w:rPr>
        <w:t>春天的新绿、故乡的圆月</w:t>
      </w:r>
      <w:r w:rsidRPr="00121CDE">
        <w:t>;</w:t>
      </w:r>
      <w:r w:rsidRPr="00121CDE">
        <w:rPr>
          <w:rFonts w:hint="eastAsia"/>
        </w:rPr>
        <w:t>“采菊东篱下”的悠闲</w:t>
      </w:r>
      <w:r w:rsidRPr="00121CDE">
        <w:t>,</w:t>
      </w:r>
      <w:r w:rsidRPr="00121CDE">
        <w:rPr>
          <w:rFonts w:hint="eastAsia"/>
        </w:rPr>
        <w:t>“天生我材必有用”的洒脱</w:t>
      </w:r>
      <w:r w:rsidRPr="00121CDE">
        <w:t>;</w:t>
      </w:r>
      <w:r w:rsidRPr="00121CDE">
        <w:rPr>
          <w:rFonts w:hint="eastAsia"/>
        </w:rPr>
        <w:t>陌路上的相视一笑</w:t>
      </w:r>
      <w:r w:rsidRPr="00121CDE">
        <w:t>,</w:t>
      </w:r>
      <w:r w:rsidRPr="00121CDE">
        <w:rPr>
          <w:rFonts w:hint="eastAsia"/>
        </w:rPr>
        <w:t>危难时的义无反顾……在生活中</w:t>
      </w:r>
      <w:r w:rsidRPr="00121CDE">
        <w:t>,</w:t>
      </w:r>
      <w:r w:rsidRPr="00121CDE">
        <w:rPr>
          <w:rFonts w:hint="eastAsia"/>
        </w:rPr>
        <w:t>美随处可见</w:t>
      </w:r>
      <w:r w:rsidRPr="00121CDE">
        <w:t>,</w:t>
      </w:r>
      <w:r w:rsidRPr="00121CDE">
        <w:rPr>
          <w:rFonts w:hint="eastAsia"/>
        </w:rPr>
        <w:t>需要我们去发现</w:t>
      </w:r>
      <w:r w:rsidRPr="00121CDE">
        <w:t>,</w:t>
      </w:r>
      <w:r w:rsidRPr="00121CDE">
        <w:rPr>
          <w:rFonts w:hint="eastAsia"/>
        </w:rPr>
        <w:t>去体验</w:t>
      </w:r>
      <w:r w:rsidRPr="00121CDE">
        <w:t>,</w:t>
      </w:r>
      <w:r w:rsidRPr="00121CDE">
        <w:rPr>
          <w:rFonts w:hint="eastAsia"/>
        </w:rPr>
        <w:t>去感悟。最美</w:t>
      </w:r>
      <w:r w:rsidRPr="00121CDE">
        <w:t>,</w:t>
      </w:r>
      <w:r w:rsidRPr="00121CDE">
        <w:rPr>
          <w:rFonts w:hint="eastAsia"/>
        </w:rPr>
        <w:t>是美的升华。它令人刻骨铭心、灵魂震撼</w:t>
      </w:r>
      <w:r w:rsidRPr="00121CDE">
        <w:t>,</w:t>
      </w:r>
      <w:r w:rsidRPr="00121CDE">
        <w:rPr>
          <w:rFonts w:hint="eastAsia"/>
        </w:rPr>
        <w:t>令人心驰神往。</w:t>
      </w:r>
    </w:p>
    <w:p w:rsidR="00E53CDE" w:rsidRPr="00121CDE" w:rsidP="00121CDE">
      <w:r w:rsidRPr="00121CDE">
        <w:rPr>
          <w:rFonts w:hint="eastAsia"/>
        </w:rPr>
        <w:t>你一定有心中的“最美”</w:t>
      </w:r>
      <w:r w:rsidRPr="00121CDE">
        <w:t>,</w:t>
      </w:r>
      <w:r w:rsidRPr="00121CDE">
        <w:rPr>
          <w:rFonts w:hint="eastAsia"/>
        </w:rPr>
        <w:t>关于“最美”</w:t>
      </w:r>
      <w:r w:rsidRPr="00121CDE">
        <w:t>,</w:t>
      </w:r>
      <w:r w:rsidRPr="00121CDE">
        <w:rPr>
          <w:rFonts w:hint="eastAsia"/>
        </w:rPr>
        <w:t>你一定也有感悟</w:t>
      </w:r>
      <w:r w:rsidRPr="00121CDE">
        <w:t>,</w:t>
      </w:r>
      <w:r w:rsidRPr="00121CDE">
        <w:rPr>
          <w:rFonts w:hint="eastAsia"/>
        </w:rPr>
        <w:t>请自拟一个包含“最美”这个词语的标题</w:t>
      </w:r>
      <w:r w:rsidRPr="00121CDE">
        <w:t>,</w:t>
      </w:r>
      <w:r w:rsidRPr="00121CDE">
        <w:rPr>
          <w:rFonts w:hint="eastAsia"/>
        </w:rPr>
        <w:t>写一篇不少于</w:t>
      </w:r>
      <w:r w:rsidRPr="00121CDE">
        <w:t>600</w:t>
      </w:r>
      <w:r w:rsidRPr="00121CDE">
        <w:rPr>
          <w:rFonts w:hint="eastAsia"/>
        </w:rPr>
        <w:t>字的文章</w:t>
      </w:r>
      <w:r w:rsidRPr="00121CDE">
        <w:t>,</w:t>
      </w:r>
      <w:r w:rsidRPr="00121CDE">
        <w:rPr>
          <w:rFonts w:hint="eastAsia"/>
        </w:rPr>
        <w:t>文体自选</w:t>
      </w:r>
      <w:r w:rsidRPr="00121CDE">
        <w:t>,</w:t>
      </w:r>
      <w:r w:rsidRPr="00121CDE">
        <w:rPr>
          <w:rFonts w:hint="eastAsia"/>
        </w:rPr>
        <w:t>文中不得出现真实的姓名和校名。</w:t>
      </w:r>
    </w:p>
    <w:p w:rsidR="00E53CDE" w:rsidRPr="00121CDE" w:rsidP="00121CDE">
      <w:r w:rsidRPr="00121CDE">
        <w:t xml:space="preserve">                                                                                                         </w:t>
      </w:r>
    </w:p>
    <w:p w:rsidR="00E53CDE" w:rsidRPr="00121CDE" w:rsidP="00121CDE">
      <w:r w:rsidRPr="00121CDE">
        <w:tab/>
      </w:r>
      <w:r w:rsidRPr="00121CDE">
        <w:tab/>
      </w:r>
      <w:r w:rsidRPr="00121CDE">
        <w:tab/>
      </w:r>
      <w:r w:rsidRPr="00121CDE">
        <w:tab/>
      </w:r>
      <w:r w:rsidRPr="00121CDE">
        <w:tab/>
      </w:r>
      <w:r w:rsidRPr="00121CDE">
        <w:tab/>
      </w:r>
      <w:r w:rsidRPr="00121CDE">
        <w:tab/>
      </w:r>
      <w:r w:rsidRPr="00121CDE">
        <w:tab/>
      </w:r>
      <w:r w:rsidRPr="00121CDE">
        <w:tab/>
      </w:r>
      <w:r w:rsidRPr="00121CDE">
        <w:tab/>
      </w:r>
      <w:r w:rsidRPr="00121CDE">
        <w:tab/>
      </w:r>
      <w:r w:rsidRPr="00121CDE">
        <w:tab/>
      </w:r>
      <w:r w:rsidRPr="00121CDE">
        <w:tab/>
      </w:r>
      <w:r w:rsidRPr="00121CDE">
        <w:tab/>
      </w:r>
      <w:r w:rsidRPr="00121CDE">
        <w:tab/>
      </w:r>
      <w:r w:rsidRPr="00121CDE">
        <w:tab/>
      </w:r>
      <w:r w:rsidRPr="00121CDE">
        <w:tab/>
      </w:r>
      <w:r w:rsidRPr="00121CDE">
        <w:tab/>
      </w:r>
    </w:p>
    <w:p w:rsidR="00E53CDE" w:rsidRPr="00121CDE" w:rsidP="00121CDE">
      <w:r w:rsidRPr="00121CDE">
        <w:t xml:space="preserve">                                                                                                                                                                </w:t>
      </w:r>
    </w:p>
    <w:p w:rsidR="00E53CDE" w:rsidRPr="00121CDE" w:rsidP="00121CDE">
      <w:r w:rsidRPr="00121CDE">
        <w:tab/>
      </w:r>
    </w:p>
    <w:p w:rsidR="00E53CDE" w:rsidRPr="00121CDE" w:rsidP="00121CDE"/>
    <w:p w:rsidR="00E53CDE" w:rsidRPr="00121CDE" w:rsidP="00121CDE"/>
    <w:p w:rsidR="00E53CDE" w:rsidRPr="00121CDE" w:rsidP="00121CDE"/>
    <w:p w:rsidR="00E53CDE" w:rsidRPr="00121CDE" w:rsidP="00121CDE"/>
    <w:p w:rsidR="00E53CDE" w:rsidRPr="00121CDE" w:rsidP="00121CDE">
      <w:pPr>
        <w:jc w:val="center"/>
      </w:pPr>
      <w:r w:rsidRPr="00121CDE">
        <w:rPr>
          <w:rFonts w:hint="eastAsia"/>
        </w:rPr>
        <w:t>第三单元语文测试卷参考答案：</w:t>
      </w:r>
    </w:p>
    <w:p w:rsidR="00E53CDE" w:rsidRPr="00121CDE" w:rsidP="00121CDE">
      <w:r w:rsidRPr="00121CDE">
        <w:t>1</w:t>
      </w:r>
      <w:r w:rsidRPr="00121CDE">
        <w:rPr>
          <w:rFonts w:hint="eastAsia"/>
        </w:rPr>
        <w:t>、</w:t>
      </w:r>
      <w:r w:rsidRPr="00121CDE">
        <w:t>D</w:t>
      </w:r>
      <w:r w:rsidRPr="00121CDE">
        <w:rPr>
          <w:rFonts w:hint="eastAsia"/>
        </w:rPr>
        <w:t>、</w:t>
      </w:r>
      <w:r w:rsidRPr="00121CDE">
        <w:t>2</w:t>
      </w:r>
      <w:r w:rsidRPr="00121CDE">
        <w:rPr>
          <w:rFonts w:hint="eastAsia"/>
        </w:rPr>
        <w:t>、</w:t>
      </w:r>
      <w:r w:rsidRPr="00121CDE">
        <w:t>B</w:t>
      </w:r>
      <w:r w:rsidRPr="00121CDE">
        <w:rPr>
          <w:rFonts w:hint="eastAsia"/>
        </w:rPr>
        <w:t>、</w:t>
      </w:r>
      <w:r w:rsidRPr="00121CDE">
        <w:t>3</w:t>
      </w:r>
      <w:r w:rsidRPr="00121CDE">
        <w:rPr>
          <w:rFonts w:hint="eastAsia"/>
        </w:rPr>
        <w:t>、</w:t>
      </w:r>
      <w:r w:rsidRPr="00121CDE">
        <w:t>D  4</w:t>
      </w:r>
      <w:r w:rsidRPr="00121CDE">
        <w:rPr>
          <w:rFonts w:hint="eastAsia"/>
        </w:rPr>
        <w:t>、</w:t>
      </w:r>
      <w:r w:rsidRPr="00121CDE">
        <w:t>D  5</w:t>
      </w:r>
      <w:r w:rsidRPr="00121CDE">
        <w:rPr>
          <w:rFonts w:hint="eastAsia"/>
        </w:rPr>
        <w:t>、</w:t>
      </w:r>
      <w:r w:rsidRPr="00121CDE">
        <w:t>A</w:t>
      </w:r>
    </w:p>
    <w:p w:rsidR="00E53CDE" w:rsidRPr="00121CDE" w:rsidP="00121CDE">
      <w:r w:rsidRPr="00121CDE">
        <w:t>6</w:t>
      </w:r>
      <w:r w:rsidRPr="00121CDE">
        <w:rPr>
          <w:rFonts w:hint="eastAsia"/>
        </w:rPr>
        <w:t>、</w:t>
      </w:r>
      <w:r w:rsidRPr="00121CDE">
        <w:t>1</w:t>
      </w:r>
      <w:r w:rsidRPr="00121CDE">
        <w:rPr>
          <w:rFonts w:hint="eastAsia"/>
        </w:rPr>
        <w:t>）胡为乎中露（</w:t>
      </w:r>
      <w:r w:rsidRPr="00121CDE">
        <w:t>2</w:t>
      </w:r>
      <w:r w:rsidRPr="00121CDE">
        <w:rPr>
          <w:rFonts w:hint="eastAsia"/>
        </w:rPr>
        <w:t>）寤寐思服（</w:t>
      </w:r>
      <w:r w:rsidRPr="00121CDE">
        <w:t>3</w:t>
      </w:r>
      <w:r w:rsidRPr="00121CDE">
        <w:rPr>
          <w:rFonts w:hint="eastAsia"/>
        </w:rPr>
        <w:t>）所谓伊人，在水之涘（</w:t>
      </w:r>
      <w:r w:rsidRPr="00121CDE">
        <w:t>4</w:t>
      </w:r>
      <w:r w:rsidRPr="00121CDE">
        <w:rPr>
          <w:rFonts w:hint="eastAsia"/>
        </w:rPr>
        <w:t>）无为在歧路，儿女共沾巾</w:t>
      </w:r>
    </w:p>
    <w:p w:rsidR="00E53CDE" w:rsidRPr="00121CDE" w:rsidP="00121CDE">
      <w:pPr>
        <w:numPr>
          <w:ilvl w:val="0"/>
          <w:numId w:val="2"/>
        </w:numPr>
      </w:pPr>
      <w:r w:rsidRPr="00121CDE">
        <w:rPr>
          <w:rFonts w:hint="eastAsia"/>
        </w:rPr>
        <w:t>欲济无舟楫，端居耻圣明</w:t>
      </w:r>
    </w:p>
    <w:p w:rsidR="00E53CDE" w:rsidRPr="00121CDE" w:rsidP="00121CDE">
      <w:pPr>
        <w:numPr>
          <w:ilvl w:val="0"/>
          <w:numId w:val="3"/>
        </w:numPr>
        <w:ind w:left="0"/>
      </w:pPr>
      <w:r w:rsidRPr="00121CDE">
        <w:rPr>
          <w:rFonts w:hint="eastAsia"/>
        </w:rPr>
        <w:t>①水落石出；②清风徐来</w:t>
      </w:r>
      <w:r w:rsidRPr="00121CDE">
        <w:t xml:space="preserve">  </w:t>
      </w:r>
    </w:p>
    <w:p w:rsidR="00E53CDE" w:rsidRPr="00121CDE" w:rsidP="00121CDE">
      <w:pPr>
        <w:numPr>
          <w:ilvl w:val="0"/>
          <w:numId w:val="3"/>
        </w:numPr>
      </w:pPr>
      <w:r w:rsidRPr="00121CDE">
        <w:t xml:space="preserve">C  </w:t>
      </w:r>
    </w:p>
    <w:p w:rsidR="00E53CDE" w:rsidRPr="00121CDE" w:rsidP="00121CDE">
      <w:pPr>
        <w:numPr>
          <w:ilvl w:val="0"/>
          <w:numId w:val="3"/>
        </w:numPr>
      </w:pPr>
      <w:r w:rsidRPr="00121CDE">
        <w:t xml:space="preserve">D  </w:t>
      </w:r>
    </w:p>
    <w:p w:rsidR="00E53CDE" w:rsidRPr="00121CDE" w:rsidP="00121CDE">
      <w:pPr>
        <w:numPr>
          <w:ilvl w:val="0"/>
          <w:numId w:val="3"/>
        </w:numPr>
      </w:pPr>
      <w:r w:rsidRPr="00121CDE">
        <w:t xml:space="preserve">C  </w:t>
      </w:r>
    </w:p>
    <w:p w:rsidR="00E53CDE" w:rsidRPr="00121CDE" w:rsidP="00121CDE">
      <w:pPr>
        <w:numPr>
          <w:ilvl w:val="0"/>
          <w:numId w:val="3"/>
        </w:numPr>
      </w:pPr>
      <w:r w:rsidRPr="00121CDE">
        <w:t>C(</w:t>
      </w:r>
      <w:r w:rsidRPr="00121CDE">
        <w:rPr>
          <w:rFonts w:hint="eastAsia"/>
        </w:rPr>
        <w:t>“奇”是形容词，奇特。</w:t>
      </w:r>
      <w:r w:rsidRPr="00121CDE">
        <w:t xml:space="preserve">) </w:t>
      </w:r>
    </w:p>
    <w:p w:rsidR="00E53CDE" w:rsidRPr="00121CDE" w:rsidP="00121CDE">
      <w:r w:rsidRPr="00121CDE">
        <w:t xml:space="preserve"> 12</w:t>
      </w:r>
      <w:r w:rsidRPr="00121CDE">
        <w:rPr>
          <w:rFonts w:hint="eastAsia"/>
        </w:rPr>
        <w:t>．罔不因势象形，各具情态。</w:t>
      </w:r>
      <w:r w:rsidRPr="00121CDE">
        <w:t xml:space="preserve">  </w:t>
      </w:r>
    </w:p>
    <w:p w:rsidR="00E53CDE" w:rsidRPr="00121CDE" w:rsidP="00121CDE">
      <w:r w:rsidRPr="00121CDE">
        <w:t>13</w:t>
      </w:r>
      <w:r w:rsidRPr="00121CDE">
        <w:rPr>
          <w:rFonts w:hint="eastAsia"/>
        </w:rPr>
        <w:t>．暗示主人公此刻正游于赤壁之下。</w:t>
      </w:r>
      <w:r w:rsidRPr="00121CDE">
        <w:t xml:space="preserve"> </w:t>
      </w:r>
    </w:p>
    <w:p w:rsidR="00E53CDE" w:rsidRPr="00121CDE" w:rsidP="00121CDE">
      <w:r w:rsidRPr="00121CDE">
        <w:t>14.(1)</w:t>
      </w:r>
      <w:r w:rsidRPr="00121CDE">
        <w:rPr>
          <w:rFonts w:hint="eastAsia"/>
        </w:rPr>
        <w:t>格外　</w:t>
      </w:r>
      <w:r w:rsidRPr="00121CDE">
        <w:t>(2)</w:t>
      </w:r>
      <w:r w:rsidRPr="00121CDE">
        <w:rPr>
          <w:rFonts w:hint="eastAsia"/>
        </w:rPr>
        <w:t>倒塌</w:t>
      </w:r>
      <w:r w:rsidRPr="00121CDE">
        <w:t xml:space="preserve"> </w:t>
      </w:r>
    </w:p>
    <w:p w:rsidR="00E53CDE" w:rsidRPr="00121CDE" w:rsidP="00121CDE">
      <w:r w:rsidRPr="00121CDE">
        <w:t xml:space="preserve">15.B </w:t>
      </w:r>
    </w:p>
    <w:p w:rsidR="00E53CDE" w:rsidRPr="00121CDE" w:rsidP="00121CDE">
      <w:r w:rsidRPr="00121CDE">
        <w:t>16.</w:t>
      </w:r>
      <w:r w:rsidRPr="00121CDE">
        <w:rPr>
          <w:rFonts w:hint="eastAsia"/>
        </w:rPr>
        <w:t>江流山峦之外，只看到风中的白帆，沙滩上的水鸟，轻烟淡云，翠竹绿树罢了。</w:t>
      </w:r>
    </w:p>
    <w:p w:rsidR="00E53CDE" w:rsidRPr="00121CDE" w:rsidP="00121CDE">
      <w:r w:rsidRPr="00121CDE">
        <w:t>17.(1)</w:t>
      </w:r>
      <w:r w:rsidRPr="00121CDE">
        <w:rPr>
          <w:rFonts w:hint="eastAsia"/>
        </w:rPr>
        <w:t>潭中鱼可百许头，皆若空游无所依</w:t>
      </w:r>
      <w:r w:rsidRPr="00121CDE">
        <w:t xml:space="preserve">   </w:t>
      </w:r>
      <w:r w:rsidRPr="00121CDE">
        <w:rPr>
          <w:rFonts w:hint="eastAsia"/>
        </w:rPr>
        <w:t>远吞山光，平挹江濑</w:t>
      </w:r>
      <w:r w:rsidRPr="00121CDE">
        <w:t xml:space="preserve">  </w:t>
      </w:r>
      <w:r w:rsidRPr="00121CDE">
        <w:rPr>
          <w:rFonts w:hint="eastAsia"/>
        </w:rPr>
        <w:t>谪</w:t>
      </w:r>
      <w:r w:rsidRPr="00121CDE">
        <w:t>(2)</w:t>
      </w:r>
      <w:r w:rsidRPr="00121CDE">
        <w:rPr>
          <w:rFonts w:hint="eastAsia"/>
        </w:rPr>
        <w:t>示例：“消遣世虑之情”“排解谪居之忧”等。</w:t>
      </w:r>
    </w:p>
    <w:p w:rsidR="00E53CDE" w:rsidRPr="00121CDE" w:rsidP="00121CDE">
      <w:r w:rsidRPr="00121CDE">
        <w:t>18.(1)</w:t>
      </w:r>
      <w:r w:rsidRPr="00121CDE">
        <w:rPr>
          <w:rFonts w:hint="eastAsia"/>
        </w:rPr>
        <w:t>借</w:t>
      </w:r>
      <w:r w:rsidRPr="00121CDE">
        <w:t>,</w:t>
      </w:r>
      <w:r w:rsidRPr="00121CDE">
        <w:rPr>
          <w:rFonts w:hint="eastAsia"/>
        </w:rPr>
        <w:t>凭借　</w:t>
      </w:r>
      <w:r w:rsidRPr="00121CDE">
        <w:t>(2)</w:t>
      </w:r>
      <w:r w:rsidRPr="00121CDE">
        <w:rPr>
          <w:rFonts w:hint="eastAsia"/>
        </w:rPr>
        <w:t>不同　</w:t>
      </w:r>
      <w:r w:rsidRPr="00121CDE">
        <w:t>(3)</w:t>
      </w:r>
      <w:r w:rsidRPr="00121CDE">
        <w:rPr>
          <w:rFonts w:hint="eastAsia"/>
        </w:rPr>
        <w:t>于是</w:t>
      </w:r>
      <w:r w:rsidRPr="00121CDE">
        <w:t>,</w:t>
      </w:r>
      <w:r w:rsidRPr="00121CDE">
        <w:rPr>
          <w:rFonts w:hint="eastAsia"/>
        </w:rPr>
        <w:t>就</w:t>
      </w:r>
      <w:r w:rsidRPr="00121CDE">
        <w:t>(4)</w:t>
      </w:r>
      <w:r w:rsidRPr="00121CDE">
        <w:rPr>
          <w:rFonts w:hint="eastAsia"/>
        </w:rPr>
        <w:t>本来</w:t>
      </w:r>
    </w:p>
    <w:p w:rsidR="00E53CDE" w:rsidRPr="00121CDE" w:rsidP="00121CDE">
      <w:r w:rsidRPr="00121CDE">
        <w:t>19.</w:t>
      </w:r>
      <w:r w:rsidRPr="00121CDE">
        <w:rPr>
          <w:rFonts w:hint="eastAsia"/>
        </w:rPr>
        <w:t>冰雪之在人</w:t>
      </w:r>
      <w:r w:rsidRPr="00121CDE">
        <w:t>/</w:t>
      </w:r>
      <w:r w:rsidRPr="00121CDE">
        <w:rPr>
          <w:rFonts w:hint="eastAsia"/>
        </w:rPr>
        <w:t>如鱼之于水</w:t>
      </w:r>
      <w:r w:rsidRPr="00121CDE">
        <w:t>/</w:t>
      </w:r>
      <w:r w:rsidRPr="00121CDE">
        <w:rPr>
          <w:rFonts w:hint="eastAsia"/>
        </w:rPr>
        <w:t>龙之于石</w:t>
      </w:r>
      <w:r w:rsidRPr="00121CDE">
        <w:t>/</w:t>
      </w:r>
      <w:r w:rsidRPr="00121CDE">
        <w:rPr>
          <w:rFonts w:hint="eastAsia"/>
        </w:rPr>
        <w:t>日夜沐浴其中</w:t>
      </w:r>
      <w:r w:rsidRPr="00121CDE">
        <w:t>/</w:t>
      </w:r>
      <w:r w:rsidRPr="00121CDE">
        <w:rPr>
          <w:rFonts w:hint="eastAsia"/>
        </w:rPr>
        <w:t>特鱼与龙不之觉耳。</w:t>
      </w:r>
    </w:p>
    <w:p w:rsidR="00E53CDE" w:rsidRPr="00121CDE" w:rsidP="00121CDE">
      <w:r w:rsidRPr="00121CDE">
        <w:t>20.</w:t>
      </w:r>
      <w:r w:rsidRPr="00121CDE">
        <w:rPr>
          <w:rFonts w:hint="eastAsia"/>
        </w:rPr>
        <w:t>只不过遗憾的是遇到的不能理解</w:t>
      </w:r>
      <w:r w:rsidRPr="00121CDE">
        <w:t>,</w:t>
      </w:r>
      <w:r w:rsidRPr="00121CDE">
        <w:rPr>
          <w:rFonts w:hint="eastAsia"/>
        </w:rPr>
        <w:t>理解的不能评说。</w:t>
      </w:r>
    </w:p>
    <w:p w:rsidR="00E53CDE" w:rsidRPr="00121CDE" w:rsidP="00121CDE">
      <w:r w:rsidRPr="00121CDE">
        <w:t>21.</w:t>
      </w:r>
      <w:r w:rsidRPr="00121CDE">
        <w:rPr>
          <w:rFonts w:hint="eastAsia"/>
        </w:rPr>
        <w:t>一是“寿物”</w:t>
      </w:r>
      <w:r w:rsidRPr="00121CDE">
        <w:t>(</w:t>
      </w:r>
      <w:r w:rsidRPr="00121CDE">
        <w:rPr>
          <w:rFonts w:hint="eastAsia"/>
        </w:rPr>
        <w:t>即能使事物的寿命得以保持和延长</w:t>
      </w:r>
      <w:r w:rsidRPr="00121CDE">
        <w:t>);</w:t>
      </w:r>
      <w:r w:rsidRPr="00121CDE">
        <w:rPr>
          <w:rFonts w:hint="eastAsia"/>
        </w:rPr>
        <w:t>二是“生物”</w:t>
      </w:r>
      <w:r w:rsidRPr="00121CDE">
        <w:t>(</w:t>
      </w:r>
      <w:r w:rsidRPr="00121CDE">
        <w:rPr>
          <w:rFonts w:hint="eastAsia"/>
        </w:rPr>
        <w:t>即能使事物本身得到生长和发育</w:t>
      </w:r>
      <w:r w:rsidRPr="00121CDE">
        <w:t>)</w:t>
      </w:r>
      <w:r w:rsidRPr="00121CDE">
        <w:rPr>
          <w:rFonts w:hint="eastAsia"/>
        </w:rPr>
        <w:t>。</w:t>
      </w:r>
    </w:p>
    <w:p w:rsidR="00E53CDE" w:rsidRPr="00121CDE" w:rsidP="00121CDE">
      <w:r w:rsidRPr="00121CDE">
        <w:t>22.</w:t>
      </w:r>
      <w:r w:rsidRPr="00121CDE">
        <w:rPr>
          <w:rFonts w:hint="eastAsia"/>
        </w:rPr>
        <w:t>空灵、纯净、清冽、透明、湿润、低温、保鲜等。</w:t>
      </w:r>
    </w:p>
    <w:p w:rsidR="00E53CDE" w:rsidRPr="00121CDE" w:rsidP="00121CDE">
      <w:r w:rsidRPr="00121CDE">
        <w:t>23.</w:t>
      </w:r>
      <w:r w:rsidRPr="00121CDE">
        <w:rPr>
          <w:rFonts w:hint="eastAsia"/>
        </w:rPr>
        <w:t>诗文一道</w:t>
      </w:r>
      <w:r w:rsidRPr="00121CDE">
        <w:t>,</w:t>
      </w:r>
      <w:r w:rsidRPr="00121CDE">
        <w:rPr>
          <w:rFonts w:hint="eastAsia"/>
        </w:rPr>
        <w:t>作之者固难</w:t>
      </w:r>
      <w:r w:rsidRPr="00121CDE">
        <w:t>,</w:t>
      </w:r>
      <w:r w:rsidRPr="00121CDE">
        <w:rPr>
          <w:rFonts w:hint="eastAsia"/>
        </w:rPr>
        <w:t>识之者尤不易也。</w:t>
      </w:r>
      <w:r w:rsidRPr="00121CDE">
        <w:t>(</w:t>
      </w:r>
      <w:r w:rsidRPr="00121CDE">
        <w:rPr>
          <w:rFonts w:hint="eastAsia"/>
        </w:rPr>
        <w:t>或</w:t>
      </w:r>
      <w:r w:rsidRPr="00121CDE">
        <w:t>:</w:t>
      </w:r>
      <w:r w:rsidRPr="00121CDE">
        <w:rPr>
          <w:rFonts w:hint="eastAsia"/>
        </w:rPr>
        <w:t>特恨遇之者不能解</w:t>
      </w:r>
      <w:r w:rsidRPr="00121CDE">
        <w:t>,</w:t>
      </w:r>
      <w:r w:rsidRPr="00121CDE">
        <w:rPr>
          <w:rFonts w:hint="eastAsia"/>
        </w:rPr>
        <w:t>解之者不能说。</w:t>
      </w:r>
      <w:r w:rsidRPr="00121CDE">
        <w:t>)</w:t>
      </w:r>
    </w:p>
    <w:p w:rsidR="00E53CDE" w:rsidRPr="00121CDE" w:rsidP="00121CDE">
      <w:r w:rsidRPr="00121CDE">
        <w:t>24.</w:t>
      </w:r>
      <w:r w:rsidRPr="00121CDE">
        <w:rPr>
          <w:rFonts w:hint="eastAsia"/>
        </w:rPr>
        <w:t>略</w:t>
      </w:r>
    </w:p>
    <w:p w:rsidR="00E53CDE" w:rsidRPr="00121CDE" w:rsidP="00121CDE"/>
    <w:sectPr w:rsidSect="00DB33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BB4B7"/>
    <w:multiLevelType w:val="singleLevel"/>
    <w:tmpl w:val="1BBBB4B7"/>
    <w:lvl w:ilvl="0">
      <w:start w:val="7"/>
      <w:numFmt w:val="decimal"/>
      <w:lvlText w:val="%1."/>
      <w:lvlJc w:val="left"/>
      <w:pPr>
        <w:tabs>
          <w:tab w:val="left" w:pos="312"/>
        </w:tabs>
        <w:ind w:left="105"/>
      </w:pPr>
      <w:rPr>
        <w:rFonts w:cs="Times New Roman"/>
      </w:rPr>
    </w:lvl>
  </w:abstractNum>
  <w:abstractNum w:abstractNumId="1">
    <w:nsid w:val="6C79C71C"/>
    <w:multiLevelType w:val="singleLevel"/>
    <w:tmpl w:val="6C79C71C"/>
    <w:lvl w:ilvl="0">
      <w:start w:val="13"/>
      <w:numFmt w:val="decimal"/>
      <w:suff w:val="nothing"/>
      <w:lvlText w:val="%1．"/>
      <w:lvlJc w:val="left"/>
      <w:pPr>
        <w:ind w:left="105"/>
      </w:pPr>
      <w:rPr>
        <w:rFonts w:cs="Times New Roman"/>
      </w:rPr>
    </w:lvl>
  </w:abstractNum>
  <w:abstractNum w:abstractNumId="2">
    <w:nsid w:val="7C76ABC3"/>
    <w:multiLevelType w:val="singleLevel"/>
    <w:tmpl w:val="7C76ABC3"/>
    <w:lvl w:ilvl="0">
      <w:start w:val="5"/>
      <w:numFmt w:val="decimal"/>
      <w:suff w:val="nothing"/>
      <w:lvlText w:val="（%1）"/>
      <w:lvlJc w:val="left"/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31A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B33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B331A"/>
    <w:rPr>
      <w:rFonts w:ascii="Calibri" w:hAnsi="Calibri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DB33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B331A"/>
    <w:rPr>
      <w:rFonts w:ascii="Calibri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49</TotalTime>
  <Pages>5</Pages>
  <Words>3103</Words>
  <Characters>3198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微软中国</cp:lastModifiedBy>
  <cp:revision>7</cp:revision>
  <dcterms:created xsi:type="dcterms:W3CDTF">2019-03-18T10:43:00Z</dcterms:created>
  <dcterms:modified xsi:type="dcterms:W3CDTF">2019-04-02T06:15:00Z</dcterms:modified>
</cp:coreProperties>
</file>