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201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/>
          <w:sz w:val="21"/>
          <w:szCs w:val="21"/>
        </w:rPr>
        <w:t>—201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 w:val="21"/>
          <w:szCs w:val="21"/>
        </w:rPr>
        <w:t>学年四年级语文上学期期中试卷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/>
          <w:sz w:val="21"/>
          <w:szCs w:val="21"/>
        </w:rPr>
        <w:t>学校_________  班级________ 姓名________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满分：100分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题号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一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二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三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四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五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六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七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八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九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十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十一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十二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总分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得分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[来源:学科网]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[来源:学科网ZXXK]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一、看拼音写词语。（5分）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zhì huì    chóng gāo      jū gōng      chén jìn      shǎn yào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chéng fá     zhèng fǔ      xuán yá      kuān wèi   yǐn cáng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二、根据拼音填字组成词。(9分)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    liáng      </w:t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 xml:space="preserve"> cháng       </w:t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 xml:space="preserve">  fēn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栋(        )      品(        )         缤(     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高(        )      羊(        )小路     (         )咐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善(        )      经(        )         (         )芳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三、在下列加点字正确的读音下面画“√”。(3分)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明珠散(sǎn  sàn)落  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吆喝(he  hè) 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 晶(jīng  jīn)莹剔透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两相和(hé  hè)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     发奋(fèng  fèn)努力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口占(zhān  zhàn)一绝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四、根据语境填写关联词语。（3分）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无论……都…… 不仅……还…… 虽然……但是……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爷爷（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）文化水平不高，（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）他非常爱看书。（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）工作多忙,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他每天（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）要抽出一个多小时看书报。爷爷（  ）爱看书，（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）爱动脑筋，去年还搞了一项小发明呢。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五、把下列词语补充完整，并选择合适的填空。（8分)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）血丹心    浩气长（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）      一（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）惊人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青出于（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    文思（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）（   ）     后（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）有人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桂子（   ）香    人间（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）（   ）   水（   ）不通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江山如（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）    震（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）中外      完好无（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中秋时节,_____________李好设计的时装在展销会上____________，大受欢迎，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她的名气也大大地超过了她的老师，大家都说：“这真是____________呀! ”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六、对对子。（6分）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林深对（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)  蓝天对（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 天南对（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诗情对（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  珍禽对（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)  千山对（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七、按要求完成练习。（10分）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1.整个宇宙混沌一团，像个大鸡蛋。（仿照例句，写一个打比方的句子)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2.苹果嚷着冷了，要穿红袄。（仿照例句，写一个拟人句)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3.九寨沟真是个充满诗情画意的人间仙境啊！（改为反问句)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4.北风吹来，地面上的害虫都被冻死了。（改为“把”字句)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5.小丽平时爱看电视，从不读课外书、看报纸，请你用一条名言来劝诫她。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八、判断正误(对的打“√”，错的宇丁“×”)。(5分)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1．“淋透了他的身子。”这句是对的。            (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2．“但愿人长久，千里共婵娟。”是宋朝文学家苏轼的千古名言。     (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3． “十五个吊桶打水——七上八下”比喻心神不定。       (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4．赞美别人时态度要诚恳，语言要恰当。                 ( 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5．“涌”“汇注”“喷吐”“冒”有的词可以写泉水流动，有的不可以写。(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九、给下列句子排序。（4分）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  )立春过后，大地渐渐地从沉睡中苏醒过来。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  )再过两个月，燕子翩然归来。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  )冰雪融化，草木萌发，各种花次第开放。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  )于是转人炎热的夏天，这是植物孕育果实的时期。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  )不久，布谷鸟也来了。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  )到了秋天，果实成熟，植物的叶子渐渐变黄，在秋风中簌簌地落下来。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(  )到处呈现出衰草连天的景象，准备迎接风雪载途的严寒。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  )北雁南飞，活跃在田间的昆虫也都销声匿迹。“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十、阅读短文，回答问题。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（一）叶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春天 是你的童年。在这百花齐放的春天，你悄悄张开了嫩绿的笑脸,每个枝头都有你弱小的身影，你虽然是那么的渺小，但同样也给大自然带来了春的光彩——这就是你，叶。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你渐渐长大，长绿。夏日时你已成年，那茁壮的身躯，像一把巨伞，遮挡阳光，阻挡风雨。你（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）默不作声，不像鲜花那样美丽,不像松柏那样傲雪，（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）同样受到人们的喜爱。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你的晚年是秋天。看，你已经变得枯黄憔悴了，微风一吹，摇摇欲坠。（    ）你飘然落下，人们（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）会把你收集起来，经过加工，文成了很好的农作物生长的肥料……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1.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从文中找出下列词语的反义词。（6分）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伟大（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落后（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厌恶（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瘦弱（ 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）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强大（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 ）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索取（    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选择恰当的关联词语填在文中的括号里。（2分）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不但……而且…… 与其……不如……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即使……也……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虽然……但是……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这篇文章是以第二人称展开叙述的。全文采用了__________的写作方法，按照__________、__________、__________的时间顺序，赞美了__________的一生。(5分）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在我们的生活中，也有像绿叶一样默默无闻为__________、__________贡献一切的人，他们从不知道什么叫“__________”，只知道为后人“__________”。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我身边的__________就是这样的人，因为__________。（3分）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（二）蚂蚁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同学们，你们了解蚂蚁吗?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蚂蚁吃大虫才有趣呢!一群蚂蚁拖来了一条大青虫，到了洞口，怎么也拖不进去。于是，他们就在洞口集合一起会餐了。他们不咬青虫的皮，却专啃青虫的嘴，有的还从青虫的嘴里钻进去。第二天再看，洞口的大青虫就剩下一张皮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有的蚂蚁还不怕死!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有一次，在非洲一个旅游景区的山坡上，突然燃起了大火，把一大群蚂蚁团团围住了。人们都替它们惋惜。一个人叹了口气说：“ 火这么大，这群蚂蚁必死无疑!”没想到，这群蚂蚁就像训练有素的士兵一样，顷刻间，迅速围拢在一起，形成一个圆球，迅速地向大火外围滚去。此时，火势越来越猛。火舌把蚂蚁的外围烧得啪啪作响，一股蚂蚁被烧焦的浓重的糊味随风飘来。但是，令人惊异的是，蚁团外围的那些已经被烧焦的，并没有散开，脱离球体，还是紧紧地聚集在一起，蚂蚁自始至 终是一个整体，他们在用自己的身体掩护着球体里的同伴，以避免烈火烧到他们的身上。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就这样，蚂蚁不停地从熊熊烈火中滚过，最后，终于掉进了一个小河里，腾起一股巨大的烟雾。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结果，蚁团外围的蚂蚁被烧得体无完肤，但是里圈的蚂蚁们却由于 外围蚂蚁的掩护安然无恙，保住了生命。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1.文章中如果有不认识的生字，使用字典，你该怎样去查?如“避”字，应查(     )部，再查(    )画。(1分)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2.请写出“聚集”的两个近义词、两个反义词。(2分)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聚集——近义词(        )  (    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         反义词(        )  (    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3.第3自然段是围绕哪句话的意思来写的?请在句子下面画“—— ”。(1分)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4.从文中找出四个你喜欢的成语。(2分)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5.找出文章中一个打比方的句子。(2分)   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________________________________________________________________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6.如果你当时在现场，亲眼看到了这么令人感动的情景，你想对这些勇敢的小蚁说些什么呢?请写几句。（3分）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________________________________________________________________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十一、写作。（20分）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题目:难忘___________的爱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为了使你能健康成长，爸爸、妈妈、老师等人花费了许多心血,付出了很多的 爱。你小小的心灵,一定常常被这种平凡而伟大的爱所感动。，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请你选择一个印象最深的事例写下来，要写出真实的感受，把题目补充完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整。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ab/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  <w:r>
        <w:rPr>
          <w:rFonts w:asciiTheme="minorEastAsia" w:hAnsiTheme="minorEastAsia"/>
          <w:sz w:val="21"/>
          <w:szCs w:val="21"/>
        </w:rPr>
        <w:tab/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参考答案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一、智慧  崇高  鞠躬 沉浸  闪耀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惩罚  政府  悬崖  宽慰  隐藏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二、略。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三、略。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四、虽然……但是……无论……都……不仅……还……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五、碧 存 鸣 蓝 如泉 继 飘 天堂 泄 画 惊 损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桂子飘香 一鸣惊人 青出于蓝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六、叶茂 白云 地北 画意 异兽 万水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七、1.略2.略.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3.九寨沟难道不是个充满诗情画意的人间仙境吗？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4.北风吹来，把地面上 的害虫都冻死了。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 1. 略。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2. 召集、集结   分离、散布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3. 蚂蚁自始至终是一个整体，他们在用自己的身体掩护着球体里的同伴，以避免烈火烧到他们的身上。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4. 训练有素  自始至终  体无完肤  安然无恙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5. 这群蚂蚁就像训练有素的士兵一样。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6. 略。</w:t>
      </w:r>
    </w:p>
    <w:p>
      <w:pPr>
        <w:spacing w:line="360" w:lineRule="auto"/>
        <w:rPr>
          <w:rFonts w:asciiTheme="minorEastAsia" w:hAnsiTheme="minorEastAsia"/>
          <w:color w:val="FF0000"/>
          <w:sz w:val="2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2073" o:spt="75" type="#_x0000_t75" style="position:absolute;left:0pt;height:841.8pt;width:595.3pt;mso-position-horizontal:center;mso-position-horizontal-relative:margin;mso-position-vertical:center;mso-position-vertical-relative:margin;z-index:-25164492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8" o:spid="_x0000_s2070" o:spt="75" type="#_x0000_t75" style="position:absolute;left:0pt;height:841.9pt;width:595.2pt;mso-position-horizontal:center;mso-position-horizontal-relative:margin;mso-position-vertical:center;mso-position-vertical-relative:margin;z-index:-2516469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9" o:spid="_x0000_s2067" o:spt="75" type="#_x0000_t75" style="position:absolute;left:0pt;height:841.9pt;width:595.2pt;mso-position-horizontal:center;mso-position-horizontal-relative:margin;mso-position-vertical:center;mso-position-vertical-relative:margin;z-index:-2516490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8" o:spid="_x0000_s2064" o:spt="75" type="#_x0000_t75" style="position:absolute;left:0pt;height:841.9pt;width:595.2pt;mso-position-horizontal:center;mso-position-horizontal-relative:margin;mso-position-vertical:center;mso-position-vertical-relative:margin;z-index:-25165107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4" o:spid="_x0000_s2061" o:spt="75" type="#_x0000_t75" style="position:absolute;left:0pt;height:841.9pt;width:595.2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6" o:spid="_x0000_s2055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3" o:spid="_x0000_s2052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2072" o:spt="75" type="#_x0000_t75" style="position:absolute;left:0pt;height:841.8pt;width:595.3pt;mso-position-horizontal:center;mso-position-horizontal-relative:margin;mso-position-vertical:center;mso-position-vertical-relative:margin;z-index:-25164595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7" o:spid="_x0000_s2069" o:spt="75" type="#_x0000_t75" style="position:absolute;left:0pt;height:841.9pt;width:595.2pt;mso-position-horizontal:center;mso-position-horizontal-relative:margin;mso-position-vertical:center;mso-position-vertical-relative:margin;z-index:-25164800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8" o:spid="_x0000_s2066" o:spt="75" type="#_x0000_t75" style="position:absolute;left:0pt;height:841.9pt;width:595.2pt;mso-position-horizontal:center;mso-position-horizontal-relative:margin;mso-position-vertical:center;mso-position-vertical-relative:margin;z-index:-25165004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7" o:spid="_x0000_s2063" o:spt="75" type="#_x0000_t75" style="position:absolute;left:0pt;height:841.9pt;width:595.2pt;mso-position-horizontal:center;mso-position-horizontal-relative:margin;mso-position-vertical:center;mso-position-vertical-relative:margin;z-index:-25165209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3" o:spid="_x0000_s2060" o:spt="75" type="#_x0000_t75" style="position:absolute;left:0pt;height:841.9pt;width:595.2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5" o:spid="_x0000_s2054" o:spt="75" type="#_x0000_t75" style="position:absolute;left:0pt;height:841.9pt;width:59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2" o:spid="_x0000_s2051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8A8"/>
    <w:rsid w:val="000B4F78"/>
    <w:rsid w:val="000E2096"/>
    <w:rsid w:val="00183F39"/>
    <w:rsid w:val="00196328"/>
    <w:rsid w:val="001A0A90"/>
    <w:rsid w:val="001A0C04"/>
    <w:rsid w:val="00221710"/>
    <w:rsid w:val="0022429D"/>
    <w:rsid w:val="0027509B"/>
    <w:rsid w:val="00357BE5"/>
    <w:rsid w:val="00393490"/>
    <w:rsid w:val="00435905"/>
    <w:rsid w:val="004C0615"/>
    <w:rsid w:val="004D4545"/>
    <w:rsid w:val="004F43C6"/>
    <w:rsid w:val="005A25C4"/>
    <w:rsid w:val="005E25BB"/>
    <w:rsid w:val="00604409"/>
    <w:rsid w:val="007168CB"/>
    <w:rsid w:val="007468A8"/>
    <w:rsid w:val="00784A86"/>
    <w:rsid w:val="00797C39"/>
    <w:rsid w:val="007D7CBC"/>
    <w:rsid w:val="008802AA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F31DE"/>
    <w:rsid w:val="00B014B7"/>
    <w:rsid w:val="00BA6100"/>
    <w:rsid w:val="00BB6CAA"/>
    <w:rsid w:val="00C34C36"/>
    <w:rsid w:val="00C80525"/>
    <w:rsid w:val="00E3703E"/>
    <w:rsid w:val="00EB3D70"/>
    <w:rsid w:val="00EC0FB0"/>
    <w:rsid w:val="00EC3E8A"/>
    <w:rsid w:val="00EC5F36"/>
    <w:rsid w:val="00F65611"/>
    <w:rsid w:val="00F925C8"/>
    <w:rsid w:val="00FD15C0"/>
    <w:rsid w:val="00FE0CC3"/>
    <w:rsid w:val="00FF2AA5"/>
    <w:rsid w:val="38F947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paragraph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4">
    <w:name w:val="标题 Char"/>
    <w:basedOn w:val="8"/>
    <w:link w:val="6"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3"/>
    <customShpInfo spid="_x0000_s2070"/>
    <customShpInfo spid="_x0000_s2067"/>
    <customShpInfo spid="_x0000_s2064"/>
    <customShpInfo spid="_x0000_s2061"/>
    <customShpInfo spid="_x0000_s2055"/>
    <customShpInfo spid="_x0000_s2052"/>
    <customShpInfo spid="_x0000_s2072"/>
    <customShpInfo spid="_x0000_s2069"/>
    <customShpInfo spid="_x0000_s2066"/>
    <customShpInfo spid="_x0000_s2063"/>
    <customShpInfo spid="_x0000_s2060"/>
    <customShpInfo spid="_x0000_s2054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98ABCE-9C0D-49D6-8C14-50F339F99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</Template>
  <Pages>6</Pages>
  <Words>2522</Words>
  <Characters>3334</Characters>
  <Lines>30</Lines>
  <Paragraphs>8</Paragraphs>
  <TotalTime>4</TotalTime>
  <ScaleCrop>false</ScaleCrop>
  <LinksUpToDate>false</LinksUpToDate>
  <CharactersWithSpaces>4178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2016-05-31T02:54:00Z</dcterms:created>
  <dc:creator>shilong</dc:creator>
  <cp:lastModifiedBy>shilong</cp:lastModifiedBy>
  <dcterms:modified xsi:type="dcterms:W3CDTF">2019-05-11T15:06:28Z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