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83384A" w:rsidRPr="00FE06EC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11493500</wp:posOffset>
            </wp:positionV>
            <wp:extent cx="393700" cy="3810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6008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E06EC">
        <w:rPr>
          <w:rFonts w:hAnsi="宋体" w:hint="eastAsia"/>
          <w:szCs w:val="21"/>
        </w:rPr>
        <w:t>第十九章　</w:t>
      </w:r>
      <w:r>
        <w:rPr>
          <w:rFonts w:hAnsi="宋体" w:hint="eastAsia"/>
          <w:szCs w:val="21"/>
        </w:rPr>
        <w:t>生活用电</w:t>
      </w:r>
      <w:r w:rsidRPr="00FE06EC">
        <w:rPr>
          <w:rFonts w:hAnsi="宋体" w:hint="eastAsia"/>
          <w:i/>
          <w:szCs w:val="21"/>
        </w:rPr>
        <w:t>　　　　　　　　　　　　　　　　　　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rFonts w:hAnsi="宋体" w:hint="eastAsia"/>
          <w:szCs w:val="21"/>
        </w:rPr>
        <w:t>一、选择题</w:t>
      </w:r>
      <w:r w:rsidRPr="00FE06EC">
        <w:rPr>
          <w:szCs w:val="21"/>
        </w:rPr>
        <w:t>(</w:t>
      </w:r>
      <w:r w:rsidRPr="00FE06EC">
        <w:rPr>
          <w:rFonts w:hAnsi="宋体" w:hint="eastAsia"/>
          <w:szCs w:val="21"/>
        </w:rPr>
        <w:t>每题</w:t>
      </w:r>
      <w:r w:rsidRPr="00FE06EC">
        <w:rPr>
          <w:szCs w:val="21"/>
        </w:rPr>
        <w:t>4</w:t>
      </w:r>
      <w:r w:rsidRPr="00FE06EC">
        <w:rPr>
          <w:rFonts w:hAnsi="宋体" w:hint="eastAsia"/>
          <w:szCs w:val="21"/>
        </w:rPr>
        <w:t>分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共</w:t>
      </w:r>
      <w:r w:rsidRPr="00FE06EC">
        <w:rPr>
          <w:szCs w:val="21"/>
        </w:rPr>
        <w:t>40</w:t>
      </w:r>
      <w:r w:rsidRPr="00FE06EC">
        <w:rPr>
          <w:rFonts w:hAnsi="宋体" w:hint="eastAsia"/>
          <w:szCs w:val="21"/>
        </w:rPr>
        <w:t>分</w:t>
      </w:r>
      <w:r w:rsidRPr="00FE06EC">
        <w:rPr>
          <w:szCs w:val="21"/>
        </w:rPr>
        <w:t>)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1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某家庭电路的部分组成如图</w:t>
      </w:r>
      <w:r w:rsidRPr="00FE06EC">
        <w:rPr>
          <w:szCs w:val="21"/>
        </w:rPr>
        <w:t>1</w:t>
      </w:r>
      <w:r w:rsidRPr="00FE06EC">
        <w:rPr>
          <w:rFonts w:hAnsi="宋体" w:hint="eastAsia"/>
          <w:szCs w:val="21"/>
        </w:rPr>
        <w:t>所示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下列说法中正确的是</w:t>
      </w:r>
      <w:r w:rsidRPr="00FE06EC">
        <w:rPr>
          <w:szCs w:val="21"/>
        </w:rPr>
        <w:tab/>
        <w:t>(</w:t>
      </w:r>
      <w:r w:rsidRPr="00FE06EC">
        <w:rPr>
          <w:rFonts w:hAnsi="宋体" w:hint="eastAsia"/>
          <w:i/>
          <w:szCs w:val="21"/>
        </w:rPr>
        <w:t>　　</w:t>
      </w:r>
      <w:r w:rsidRPr="00FE06EC">
        <w:rPr>
          <w:szCs w:val="21"/>
        </w:rPr>
        <w:t>)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MX44.EPS" o:spid="_x0000_i1025" type="#_x0000_t75" alt=" " style="width:190.5pt;height:72.75pt;visibility:visible">
            <v:imagedata r:id="rId5" o:title=""/>
          </v:shape>
        </w:pic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1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A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图中三个插座是串联的</w:t>
      </w:r>
      <w:r w:rsidRPr="00FE06EC">
        <w:rPr>
          <w:szCs w:val="21"/>
        </w:rPr>
        <w:tab/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B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控制灯泡的开关</w:t>
      </w:r>
      <w:r w:rsidRPr="00FE06EC">
        <w:rPr>
          <w:szCs w:val="21"/>
        </w:rPr>
        <w:t>S</w:t>
      </w:r>
      <w:r w:rsidRPr="00FE06EC">
        <w:rPr>
          <w:rFonts w:hAnsi="宋体" w:hint="eastAsia"/>
          <w:szCs w:val="21"/>
        </w:rPr>
        <w:t>要接在火线上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C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带三线插头的用电器也可插入两孔插座</w:t>
      </w:r>
      <w:r w:rsidRPr="00FE06EC">
        <w:rPr>
          <w:szCs w:val="21"/>
        </w:rPr>
        <w:tab/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D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闭合开关</w:t>
      </w:r>
      <w:r w:rsidRPr="00FE06EC">
        <w:rPr>
          <w:szCs w:val="21"/>
        </w:rPr>
        <w:t>S</w:t>
      </w:r>
      <w:r w:rsidRPr="00FE06EC">
        <w:rPr>
          <w:rFonts w:hAnsi="宋体" w:hint="eastAsia"/>
          <w:szCs w:val="21"/>
        </w:rPr>
        <w:t>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灯泡不亮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一定是零线某处断路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2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小明家中有</w:t>
      </w:r>
      <w:r w:rsidRPr="00FE06EC">
        <w:rPr>
          <w:szCs w:val="21"/>
        </w:rPr>
        <w:t>150 W</w:t>
      </w:r>
      <w:r w:rsidRPr="00FE06EC">
        <w:rPr>
          <w:rFonts w:hAnsi="宋体" w:hint="eastAsia"/>
          <w:szCs w:val="21"/>
        </w:rPr>
        <w:t>的电视机一台</w:t>
      </w:r>
      <w:r w:rsidRPr="00FE06EC">
        <w:rPr>
          <w:szCs w:val="21"/>
        </w:rPr>
        <w:t>,300 W</w:t>
      </w:r>
      <w:r w:rsidRPr="00FE06EC">
        <w:rPr>
          <w:rFonts w:hAnsi="宋体" w:hint="eastAsia"/>
          <w:szCs w:val="21"/>
        </w:rPr>
        <w:t>的洗衣机一台</w:t>
      </w:r>
      <w:r w:rsidRPr="00FE06EC">
        <w:rPr>
          <w:szCs w:val="21"/>
        </w:rPr>
        <w:t>,100 W</w:t>
      </w:r>
      <w:r w:rsidRPr="00FE06EC">
        <w:rPr>
          <w:rFonts w:hAnsi="宋体" w:hint="eastAsia"/>
          <w:szCs w:val="21"/>
        </w:rPr>
        <w:t>的电冰箱一台</w:t>
      </w:r>
      <w:r w:rsidRPr="00FE06EC">
        <w:rPr>
          <w:szCs w:val="21"/>
        </w:rPr>
        <w:t>,800 W</w:t>
      </w:r>
      <w:r w:rsidRPr="00FE06EC">
        <w:rPr>
          <w:rFonts w:hAnsi="宋体" w:hint="eastAsia"/>
          <w:szCs w:val="21"/>
        </w:rPr>
        <w:t>的电饭煲一个</w:t>
      </w:r>
      <w:r w:rsidRPr="00FE06EC">
        <w:rPr>
          <w:szCs w:val="21"/>
        </w:rPr>
        <w:t>,40 W</w:t>
      </w:r>
      <w:r w:rsidRPr="00FE06EC">
        <w:rPr>
          <w:rFonts w:hAnsi="宋体" w:hint="eastAsia"/>
          <w:szCs w:val="21"/>
        </w:rPr>
        <w:t>的照明灯</w:t>
      </w:r>
      <w:r w:rsidRPr="00FE06EC">
        <w:rPr>
          <w:szCs w:val="21"/>
        </w:rPr>
        <w:t>8</w:t>
      </w:r>
      <w:r w:rsidRPr="00FE06EC">
        <w:rPr>
          <w:rFonts w:hAnsi="宋体" w:hint="eastAsia"/>
          <w:szCs w:val="21"/>
        </w:rPr>
        <w:t>盏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则安装电能表时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选用以下哪一种电能表最合适</w:t>
      </w:r>
      <w:r w:rsidRPr="00FE06EC">
        <w:rPr>
          <w:szCs w:val="21"/>
        </w:rPr>
        <w:tab/>
        <w:t>(</w:t>
      </w:r>
      <w:r w:rsidRPr="00FE06EC">
        <w:rPr>
          <w:rFonts w:hAnsi="宋体" w:hint="eastAsia"/>
          <w:i/>
          <w:szCs w:val="21"/>
        </w:rPr>
        <w:t>　　</w:t>
      </w:r>
      <w:r w:rsidRPr="00FE06EC">
        <w:rPr>
          <w:szCs w:val="21"/>
        </w:rPr>
        <w:t>)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A</w:t>
      </w:r>
      <w:r w:rsidRPr="00FE06EC">
        <w:rPr>
          <w:i/>
          <w:szCs w:val="21"/>
        </w:rPr>
        <w:t>.</w:t>
      </w:r>
      <w:r w:rsidRPr="00FE06EC">
        <w:rPr>
          <w:szCs w:val="21"/>
        </w:rPr>
        <w:t>220 V</w:t>
      </w:r>
      <w:r w:rsidRPr="00FE06EC">
        <w:rPr>
          <w:rFonts w:hAnsi="宋体" w:hint="eastAsia"/>
          <w:i/>
          <w:szCs w:val="21"/>
        </w:rPr>
        <w:t>　</w:t>
      </w:r>
      <w:r w:rsidRPr="00FE06EC">
        <w:rPr>
          <w:szCs w:val="21"/>
        </w:rPr>
        <w:t>5 A</w:t>
      </w:r>
      <w:r w:rsidRPr="00FE06EC">
        <w:rPr>
          <w:szCs w:val="21"/>
        </w:rPr>
        <w:tab/>
      </w:r>
      <w:r>
        <w:rPr>
          <w:szCs w:val="21"/>
        </w:rPr>
        <w:t xml:space="preserve">   </w:t>
      </w:r>
      <w:r w:rsidRPr="00FE06EC">
        <w:rPr>
          <w:szCs w:val="21"/>
        </w:rPr>
        <w:t>B</w:t>
      </w:r>
      <w:r w:rsidRPr="00FE06EC">
        <w:rPr>
          <w:i/>
          <w:szCs w:val="21"/>
        </w:rPr>
        <w:t>.</w:t>
      </w:r>
      <w:r w:rsidRPr="00FE06EC">
        <w:rPr>
          <w:szCs w:val="21"/>
        </w:rPr>
        <w:t>220 V</w:t>
      </w:r>
      <w:r w:rsidRPr="00FE06EC">
        <w:rPr>
          <w:rFonts w:hAnsi="宋体" w:hint="eastAsia"/>
          <w:i/>
          <w:szCs w:val="21"/>
        </w:rPr>
        <w:t>　</w:t>
      </w:r>
      <w:r w:rsidRPr="00FE06EC">
        <w:rPr>
          <w:szCs w:val="21"/>
        </w:rPr>
        <w:t>10 A</w:t>
      </w:r>
      <w:r w:rsidRPr="00FE06EC">
        <w:rPr>
          <w:szCs w:val="21"/>
        </w:rPr>
        <w:tab/>
      </w:r>
      <w:r>
        <w:rPr>
          <w:szCs w:val="21"/>
        </w:rPr>
        <w:t xml:space="preserve">   </w:t>
      </w:r>
      <w:r w:rsidRPr="00FE06EC">
        <w:rPr>
          <w:szCs w:val="21"/>
        </w:rPr>
        <w:t>C</w:t>
      </w:r>
      <w:r w:rsidRPr="00FE06EC">
        <w:rPr>
          <w:i/>
          <w:szCs w:val="21"/>
        </w:rPr>
        <w:t>.</w:t>
      </w:r>
      <w:r w:rsidRPr="00FE06EC">
        <w:rPr>
          <w:szCs w:val="21"/>
        </w:rPr>
        <w:t>220 V</w:t>
      </w:r>
      <w:r w:rsidRPr="00FE06EC">
        <w:rPr>
          <w:rFonts w:hAnsi="宋体" w:hint="eastAsia"/>
          <w:i/>
          <w:szCs w:val="21"/>
        </w:rPr>
        <w:t>　</w:t>
      </w:r>
      <w:r w:rsidRPr="00FE06EC">
        <w:rPr>
          <w:szCs w:val="21"/>
        </w:rPr>
        <w:t>15 A</w:t>
      </w:r>
      <w:r w:rsidRPr="00FE06EC">
        <w:rPr>
          <w:szCs w:val="21"/>
        </w:rPr>
        <w:tab/>
      </w:r>
      <w:r>
        <w:rPr>
          <w:szCs w:val="21"/>
        </w:rPr>
        <w:t xml:space="preserve">      </w:t>
      </w:r>
      <w:r w:rsidRPr="00FE06EC">
        <w:rPr>
          <w:szCs w:val="21"/>
        </w:rPr>
        <w:t>D</w:t>
      </w:r>
      <w:r w:rsidRPr="00FE06EC">
        <w:rPr>
          <w:i/>
          <w:szCs w:val="21"/>
        </w:rPr>
        <w:t>.</w:t>
      </w:r>
      <w:r w:rsidRPr="00FE06EC">
        <w:rPr>
          <w:szCs w:val="21"/>
        </w:rPr>
        <w:t>220 V</w:t>
      </w:r>
      <w:r w:rsidRPr="00FE06EC">
        <w:rPr>
          <w:rFonts w:hAnsi="宋体" w:hint="eastAsia"/>
          <w:i/>
          <w:szCs w:val="21"/>
        </w:rPr>
        <w:t>　</w:t>
      </w:r>
      <w:r w:rsidRPr="00FE06EC">
        <w:rPr>
          <w:szCs w:val="21"/>
        </w:rPr>
        <w:t>20 A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3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教室内两盏日光灯由一个开关控制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如图</w:t>
      </w:r>
      <w:r w:rsidRPr="00FE06EC">
        <w:rPr>
          <w:szCs w:val="21"/>
        </w:rPr>
        <w:t>2</w:t>
      </w:r>
      <w:r w:rsidRPr="00FE06EC">
        <w:rPr>
          <w:rFonts w:hAnsi="宋体" w:hint="eastAsia"/>
          <w:szCs w:val="21"/>
        </w:rPr>
        <w:t>所示电路中能正确反映它们的连接情况的是</w:t>
      </w:r>
      <w:r w:rsidRPr="00FE06EC">
        <w:rPr>
          <w:szCs w:val="21"/>
        </w:rPr>
        <w:tab/>
        <w:t>(</w:t>
      </w:r>
      <w:r w:rsidRPr="00FE06EC">
        <w:rPr>
          <w:rFonts w:hAnsi="宋体" w:hint="eastAsia"/>
          <w:i/>
          <w:szCs w:val="21"/>
        </w:rPr>
        <w:t>　　</w:t>
      </w:r>
      <w:r w:rsidRPr="00FE06EC">
        <w:rPr>
          <w:szCs w:val="21"/>
        </w:rPr>
        <w:t>)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 id="8wx75.EPS" o:spid="_x0000_i1026" type="#_x0000_t75" alt=" " style="width:309.75pt;height:77.25pt;visibility:visible">
            <v:imagedata r:id="rId6" o:title=""/>
          </v:shape>
        </w:pict>
      </w:r>
    </w:p>
    <w:p w:rsidR="0083384A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2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4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试电笔是电工必备的检测设备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其结构如图</w:t>
      </w:r>
      <w:r w:rsidRPr="00FE06EC">
        <w:rPr>
          <w:szCs w:val="21"/>
        </w:rPr>
        <w:t>3</w:t>
      </w:r>
      <w:r w:rsidRPr="00FE06EC">
        <w:rPr>
          <w:rFonts w:hAnsi="宋体" w:hint="eastAsia"/>
          <w:szCs w:val="21"/>
        </w:rPr>
        <w:t>所示。关于它的使用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以下说法中错误的是</w:t>
      </w:r>
      <w:r w:rsidRPr="00FE06EC">
        <w:rPr>
          <w:szCs w:val="21"/>
        </w:rPr>
        <w:tab/>
        <w:t>(</w:t>
      </w:r>
      <w:r w:rsidRPr="00FE06EC">
        <w:rPr>
          <w:rFonts w:hAnsi="宋体" w:hint="eastAsia"/>
          <w:i/>
          <w:szCs w:val="21"/>
        </w:rPr>
        <w:t>　　</w:t>
      </w:r>
      <w:r w:rsidRPr="00FE06EC">
        <w:rPr>
          <w:szCs w:val="21"/>
        </w:rPr>
        <w:t>)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 id="20XWR98.EPS" o:spid="_x0000_i1027" type="#_x0000_t75" alt=" " style="width:63pt;height:66.75pt;visibility:visible">
            <v:imagedata r:id="rId7" o:title=""/>
          </v:shape>
        </w:pic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3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A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试电笔内部的高电阻、氖管、弹簧及笔尾只能按照如图所示的次序顺次装入试电笔中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B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当笔尖接触导线时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绝不允许用手或身体的其他部位再去接触笔尾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C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使用试电笔时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要保证导线、试电笔、人体与大地构成回路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D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一般来说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我们从氖管是否发光可以判断笔尖接触的是不是火线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5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如图</w:t>
      </w:r>
      <w:r w:rsidRPr="00FE06EC">
        <w:rPr>
          <w:szCs w:val="21"/>
        </w:rPr>
        <w:t>4</w:t>
      </w:r>
      <w:r w:rsidRPr="00FE06EC">
        <w:rPr>
          <w:rFonts w:hAnsi="宋体" w:hint="eastAsia"/>
          <w:szCs w:val="21"/>
        </w:rPr>
        <w:t>甲所示是在家庭电路中使用的定时插座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可以按照我们设定的时间给用电器供电和断电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可供两种插头的移动电器正常使用。其相应参数见图乙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下列说法中正确的是</w:t>
      </w:r>
      <w:r w:rsidRPr="00FE06EC">
        <w:rPr>
          <w:szCs w:val="21"/>
        </w:rPr>
        <w:t>(</w:t>
      </w:r>
      <w:r w:rsidRPr="00FE06EC">
        <w:rPr>
          <w:rFonts w:hAnsi="宋体" w:hint="eastAsia"/>
          <w:i/>
          <w:szCs w:val="21"/>
        </w:rPr>
        <w:t>　　</w:t>
      </w:r>
      <w:r w:rsidRPr="00FE06EC">
        <w:rPr>
          <w:szCs w:val="21"/>
        </w:rPr>
        <w:t>)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A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面板上的两个插座是串联关系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B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不能将电功率为</w:t>
      </w:r>
      <w:r w:rsidRPr="00FE06EC">
        <w:rPr>
          <w:szCs w:val="21"/>
        </w:rPr>
        <w:t>2000 W</w:t>
      </w:r>
      <w:r w:rsidRPr="00FE06EC">
        <w:rPr>
          <w:rFonts w:hAnsi="宋体" w:hint="eastAsia"/>
          <w:szCs w:val="21"/>
        </w:rPr>
        <w:t>的用电器单独接入插座使用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C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插座内只有火线和零线两根导线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D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正常情况下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面板有两个插孔会使检测的试电笔氖管发光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 id="20XWR99.EPS" o:spid="_x0000_i1028" type="#_x0000_t75" alt=" " style="width:126pt;height:69.75pt;visibility:visible">
            <v:imagedata r:id="rId8" o:title=""/>
          </v:shape>
        </w:pict>
      </w:r>
    </w:p>
    <w:p w:rsidR="0083384A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4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6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如图</w:t>
      </w:r>
      <w:r w:rsidRPr="00FE06EC">
        <w:rPr>
          <w:szCs w:val="21"/>
        </w:rPr>
        <w:t>5</w:t>
      </w:r>
      <w:r w:rsidRPr="00FE06EC">
        <w:rPr>
          <w:rFonts w:hAnsi="宋体" w:hint="eastAsia"/>
          <w:szCs w:val="21"/>
        </w:rPr>
        <w:t>所示是新安装的照明电路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已知两个并联灯泡的灯头接线存在一处故障。小明学电工的检修方法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在保险丝处接入一个</w:t>
      </w:r>
      <w:r w:rsidRPr="00FE06EC">
        <w:rPr>
          <w:szCs w:val="21"/>
        </w:rPr>
        <w:t>“220 V</w:t>
      </w:r>
      <w:r w:rsidRPr="00FE06EC">
        <w:rPr>
          <w:rFonts w:hAnsi="宋体" w:hint="eastAsia"/>
          <w:i/>
          <w:szCs w:val="21"/>
        </w:rPr>
        <w:t>　</w:t>
      </w:r>
      <w:r w:rsidRPr="00FE06EC">
        <w:rPr>
          <w:szCs w:val="21"/>
        </w:rPr>
        <w:t>40 W”</w:t>
      </w:r>
      <w:r w:rsidRPr="00FE06EC">
        <w:rPr>
          <w:rFonts w:hAnsi="宋体" w:hint="eastAsia"/>
          <w:szCs w:val="21"/>
        </w:rPr>
        <w:t>的灯泡</w:t>
      </w:r>
      <w:r w:rsidRPr="00FE06EC">
        <w:rPr>
          <w:szCs w:val="21"/>
        </w:rPr>
        <w:t>L</w:t>
      </w:r>
      <w:r w:rsidRPr="00FE06EC">
        <w:rPr>
          <w:szCs w:val="21"/>
          <w:vertAlign w:val="subscript"/>
        </w:rPr>
        <w:t>0</w:t>
      </w:r>
      <w:r w:rsidRPr="00FE06EC">
        <w:rPr>
          <w:rFonts w:hAnsi="宋体" w:hint="eastAsia"/>
          <w:szCs w:val="21"/>
        </w:rPr>
        <w:t>。当只闭合</w:t>
      </w:r>
      <w:r w:rsidRPr="00FE06EC">
        <w:rPr>
          <w:szCs w:val="21"/>
        </w:rPr>
        <w:t>S</w:t>
      </w:r>
      <w:r w:rsidRPr="00FE06EC">
        <w:rPr>
          <w:rFonts w:hAnsi="宋体" w:hint="eastAsia"/>
          <w:szCs w:val="21"/>
        </w:rPr>
        <w:t>、</w:t>
      </w:r>
      <w:r w:rsidRPr="00FE06EC">
        <w:rPr>
          <w:szCs w:val="21"/>
        </w:rPr>
        <w:t>S</w:t>
      </w:r>
      <w:r w:rsidRPr="00FE06EC">
        <w:rPr>
          <w:szCs w:val="21"/>
          <w:vertAlign w:val="subscript"/>
        </w:rPr>
        <w:t>1</w:t>
      </w:r>
      <w:r w:rsidRPr="00FE06EC">
        <w:rPr>
          <w:rFonts w:hAnsi="宋体" w:hint="eastAsia"/>
          <w:szCs w:val="21"/>
        </w:rPr>
        <w:t>时</w:t>
      </w:r>
      <w:r w:rsidRPr="00FE06EC">
        <w:rPr>
          <w:szCs w:val="21"/>
        </w:rPr>
        <w:t>,L</w:t>
      </w:r>
      <w:r w:rsidRPr="00FE06EC">
        <w:rPr>
          <w:szCs w:val="21"/>
          <w:vertAlign w:val="subscript"/>
        </w:rPr>
        <w:t>0</w:t>
      </w:r>
      <w:r w:rsidRPr="00FE06EC">
        <w:rPr>
          <w:rFonts w:hAnsi="宋体" w:hint="eastAsia"/>
          <w:szCs w:val="21"/>
        </w:rPr>
        <w:t>和</w:t>
      </w:r>
      <w:r w:rsidRPr="00FE06EC">
        <w:rPr>
          <w:szCs w:val="21"/>
        </w:rPr>
        <w:t>L</w:t>
      </w:r>
      <w:r w:rsidRPr="00FE06EC">
        <w:rPr>
          <w:szCs w:val="21"/>
          <w:vertAlign w:val="subscript"/>
        </w:rPr>
        <w:t>1</w:t>
      </w:r>
      <w:r w:rsidRPr="00FE06EC">
        <w:rPr>
          <w:rFonts w:hAnsi="宋体" w:hint="eastAsia"/>
          <w:szCs w:val="21"/>
        </w:rPr>
        <w:t>都呈暗红色</w:t>
      </w:r>
      <w:r w:rsidRPr="00FE06EC">
        <w:rPr>
          <w:szCs w:val="21"/>
        </w:rPr>
        <w:t>;</w:t>
      </w:r>
      <w:r w:rsidRPr="00FE06EC">
        <w:rPr>
          <w:rFonts w:hAnsi="宋体" w:hint="eastAsia"/>
          <w:szCs w:val="21"/>
        </w:rPr>
        <w:t>当只闭合</w:t>
      </w:r>
      <w:r w:rsidRPr="00FE06EC">
        <w:rPr>
          <w:szCs w:val="21"/>
        </w:rPr>
        <w:t>S</w:t>
      </w:r>
      <w:r w:rsidRPr="00FE06EC">
        <w:rPr>
          <w:rFonts w:hAnsi="宋体" w:hint="eastAsia"/>
          <w:szCs w:val="21"/>
        </w:rPr>
        <w:t>、</w:t>
      </w:r>
      <w:r w:rsidRPr="00FE06EC">
        <w:rPr>
          <w:szCs w:val="21"/>
        </w:rPr>
        <w:t>S</w:t>
      </w:r>
      <w:r w:rsidRPr="00FE06EC">
        <w:rPr>
          <w:szCs w:val="21"/>
          <w:vertAlign w:val="subscript"/>
        </w:rPr>
        <w:t>2</w:t>
      </w:r>
      <w:r w:rsidRPr="00FE06EC">
        <w:rPr>
          <w:rFonts w:hAnsi="宋体" w:hint="eastAsia"/>
          <w:szCs w:val="21"/>
        </w:rPr>
        <w:t>时</w:t>
      </w:r>
      <w:r w:rsidRPr="00FE06EC">
        <w:rPr>
          <w:szCs w:val="21"/>
        </w:rPr>
        <w:t>,L</w:t>
      </w:r>
      <w:r w:rsidRPr="00FE06EC">
        <w:rPr>
          <w:szCs w:val="21"/>
          <w:vertAlign w:val="subscript"/>
        </w:rPr>
        <w:t>0</w:t>
      </w:r>
      <w:r w:rsidRPr="00FE06EC">
        <w:rPr>
          <w:rFonts w:hAnsi="宋体" w:hint="eastAsia"/>
          <w:szCs w:val="21"/>
        </w:rPr>
        <w:t>正常发光</w:t>
      </w:r>
      <w:r w:rsidRPr="00FE06EC">
        <w:rPr>
          <w:szCs w:val="21"/>
        </w:rPr>
        <w:t>,L</w:t>
      </w:r>
      <w:r w:rsidRPr="00FE06EC">
        <w:rPr>
          <w:szCs w:val="21"/>
          <w:vertAlign w:val="subscript"/>
        </w:rPr>
        <w:t>2</w:t>
      </w:r>
      <w:r w:rsidRPr="00FE06EC">
        <w:rPr>
          <w:rFonts w:hAnsi="宋体" w:hint="eastAsia"/>
          <w:szCs w:val="21"/>
        </w:rPr>
        <w:t>不发光。由此可以确定</w:t>
      </w:r>
      <w:r w:rsidRPr="00FE06EC">
        <w:rPr>
          <w:szCs w:val="21"/>
        </w:rPr>
        <w:tab/>
        <w:t>(</w:t>
      </w:r>
      <w:r w:rsidRPr="00FE06EC">
        <w:rPr>
          <w:rFonts w:hAnsi="宋体" w:hint="eastAsia"/>
          <w:i/>
          <w:szCs w:val="21"/>
        </w:rPr>
        <w:t>　　</w:t>
      </w:r>
      <w:r w:rsidRPr="00FE06EC">
        <w:rPr>
          <w:szCs w:val="21"/>
        </w:rPr>
        <w:t>)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 id="19RW70.EPS" o:spid="_x0000_i1029" type="#_x0000_t75" alt=" " style="width:141.75pt;height:63pt;visibility:visible">
            <v:imagedata r:id="rId9" o:title=""/>
          </v:shape>
        </w:pic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5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A</w:t>
      </w:r>
      <w:r w:rsidRPr="00FE06EC">
        <w:rPr>
          <w:i/>
          <w:szCs w:val="21"/>
        </w:rPr>
        <w:t>.</w:t>
      </w:r>
      <w:r w:rsidRPr="00FE06EC">
        <w:rPr>
          <w:szCs w:val="21"/>
        </w:rPr>
        <w:t>L</w:t>
      </w:r>
      <w:r w:rsidRPr="00FE06EC">
        <w:rPr>
          <w:szCs w:val="21"/>
          <w:vertAlign w:val="subscript"/>
        </w:rPr>
        <w:t>1</w:t>
      </w:r>
      <w:r w:rsidRPr="00FE06EC">
        <w:rPr>
          <w:rFonts w:hAnsi="宋体" w:hint="eastAsia"/>
          <w:szCs w:val="21"/>
        </w:rPr>
        <w:t>灯头断路</w:t>
      </w:r>
      <w:r w:rsidRPr="00FE06EC">
        <w:rPr>
          <w:szCs w:val="21"/>
        </w:rPr>
        <w:tab/>
        <w:t>B</w:t>
      </w:r>
      <w:r w:rsidRPr="00FE06EC">
        <w:rPr>
          <w:i/>
          <w:szCs w:val="21"/>
        </w:rPr>
        <w:t>.</w:t>
      </w:r>
      <w:r w:rsidRPr="00FE06EC">
        <w:rPr>
          <w:szCs w:val="21"/>
        </w:rPr>
        <w:t>L</w:t>
      </w:r>
      <w:r w:rsidRPr="00FE06EC">
        <w:rPr>
          <w:szCs w:val="21"/>
          <w:vertAlign w:val="subscript"/>
        </w:rPr>
        <w:t>2</w:t>
      </w:r>
      <w:r w:rsidRPr="00FE06EC">
        <w:rPr>
          <w:rFonts w:hAnsi="宋体" w:hint="eastAsia"/>
          <w:szCs w:val="21"/>
        </w:rPr>
        <w:t>灯头短路</w:t>
      </w:r>
      <w:r w:rsidRPr="00FE06EC">
        <w:rPr>
          <w:szCs w:val="21"/>
        </w:rPr>
        <w:tab/>
        <w:t>C</w:t>
      </w:r>
      <w:r w:rsidRPr="00FE06EC">
        <w:rPr>
          <w:i/>
          <w:szCs w:val="21"/>
        </w:rPr>
        <w:t>.</w:t>
      </w:r>
      <w:r w:rsidRPr="00FE06EC">
        <w:rPr>
          <w:szCs w:val="21"/>
        </w:rPr>
        <w:t>L</w:t>
      </w:r>
      <w:r w:rsidRPr="00FE06EC">
        <w:rPr>
          <w:szCs w:val="21"/>
          <w:vertAlign w:val="subscript"/>
        </w:rPr>
        <w:t>1</w:t>
      </w:r>
      <w:r w:rsidRPr="00FE06EC">
        <w:rPr>
          <w:rFonts w:hAnsi="宋体" w:hint="eastAsia"/>
          <w:szCs w:val="21"/>
        </w:rPr>
        <w:t>灯头短路</w:t>
      </w:r>
      <w:r w:rsidRPr="00FE06EC">
        <w:rPr>
          <w:szCs w:val="21"/>
        </w:rPr>
        <w:tab/>
        <w:t>D</w:t>
      </w:r>
      <w:r w:rsidRPr="00FE06EC">
        <w:rPr>
          <w:i/>
          <w:szCs w:val="21"/>
        </w:rPr>
        <w:t>.</w:t>
      </w:r>
      <w:r w:rsidRPr="00FE06EC">
        <w:rPr>
          <w:szCs w:val="21"/>
        </w:rPr>
        <w:t>L</w:t>
      </w:r>
      <w:r w:rsidRPr="00FE06EC">
        <w:rPr>
          <w:szCs w:val="21"/>
          <w:vertAlign w:val="subscript"/>
        </w:rPr>
        <w:t>2</w:t>
      </w:r>
      <w:r w:rsidRPr="00FE06EC">
        <w:rPr>
          <w:rFonts w:hAnsi="宋体" w:hint="eastAsia"/>
          <w:szCs w:val="21"/>
        </w:rPr>
        <w:t>灯头断路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7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如图</w:t>
      </w:r>
      <w:r w:rsidRPr="00FE06EC">
        <w:rPr>
          <w:szCs w:val="21"/>
        </w:rPr>
        <w:t>6</w:t>
      </w:r>
      <w:r w:rsidRPr="00FE06EC">
        <w:rPr>
          <w:rFonts w:hAnsi="宋体" w:hint="eastAsia"/>
          <w:szCs w:val="21"/>
        </w:rPr>
        <w:t>所示是家庭电路中电水壶接电线路示意图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下列说法中正确的是</w:t>
      </w:r>
      <w:r w:rsidRPr="00FE06EC">
        <w:rPr>
          <w:szCs w:val="21"/>
        </w:rPr>
        <w:tab/>
        <w:t>(</w:t>
      </w:r>
      <w:r w:rsidRPr="00FE06EC">
        <w:rPr>
          <w:rFonts w:hAnsi="宋体" w:hint="eastAsia"/>
          <w:i/>
          <w:szCs w:val="21"/>
        </w:rPr>
        <w:t>　　</w:t>
      </w:r>
      <w:r w:rsidRPr="00FE06EC">
        <w:rPr>
          <w:szCs w:val="21"/>
        </w:rPr>
        <w:t>)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 id="19RW73.EPS" o:spid="_x0000_i1030" type="#_x0000_t75" alt=" " style="width:119.25pt;height:41.25pt;visibility:visible">
            <v:imagedata r:id="rId10" o:title=""/>
          </v:shape>
        </w:pic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6</w:t>
      </w:r>
    </w:p>
    <w:p w:rsidR="0083384A" w:rsidP="00D90EB5">
      <w:pPr>
        <w:ind w:firstLine="420" w:firstLineChars="200"/>
        <w:rPr>
          <w:szCs w:val="21"/>
        </w:rPr>
      </w:pP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A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火线和零线之间电压为</w:t>
      </w:r>
      <w:r w:rsidRPr="00FE06EC">
        <w:rPr>
          <w:szCs w:val="21"/>
        </w:rPr>
        <w:t>380 V</w:t>
      </w:r>
      <w:r w:rsidRPr="00FE06EC">
        <w:rPr>
          <w:szCs w:val="21"/>
        </w:rPr>
        <w:tab/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B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熔断器接入火线和接入零线对控制电路通断效果是相同的</w:t>
      </w:r>
      <w:r w:rsidRPr="00FE06EC">
        <w:rPr>
          <w:szCs w:val="21"/>
        </w:rPr>
        <w:tab/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C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没有保护接地线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电水壶就不能工作</w:t>
      </w:r>
      <w:r w:rsidRPr="00FE06EC">
        <w:rPr>
          <w:szCs w:val="21"/>
        </w:rPr>
        <w:tab/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D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电水壶与其他家用电器串联接入电路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8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在家庭电路中常常出现这样的情景</w:t>
      </w:r>
      <w:r w:rsidRPr="00FE06EC">
        <w:rPr>
          <w:szCs w:val="21"/>
        </w:rPr>
        <w:t>:</w:t>
      </w:r>
      <w:r w:rsidRPr="00FE06EC">
        <w:rPr>
          <w:rFonts w:hAnsi="宋体" w:hint="eastAsia"/>
          <w:szCs w:val="21"/>
        </w:rPr>
        <w:t>在台灯插头插入插座后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闭合台灯开关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室内其他电灯熄灭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保险丝熔断</w:t>
      </w:r>
      <w:r w:rsidRPr="00FE06EC">
        <w:rPr>
          <w:szCs w:val="21"/>
        </w:rPr>
        <w:t>;</w:t>
      </w:r>
      <w:r w:rsidRPr="00FE06EC">
        <w:rPr>
          <w:rFonts w:hAnsi="宋体" w:hint="eastAsia"/>
          <w:szCs w:val="21"/>
        </w:rPr>
        <w:t>有时在台灯开关断开的情况下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把台灯插头插入插座时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室内其他电灯也全部熄灭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保险丝熔断。引起这两种故障的最大可能是</w:t>
      </w:r>
      <w:r w:rsidRPr="00FE06EC">
        <w:rPr>
          <w:szCs w:val="21"/>
        </w:rPr>
        <w:tab/>
        <w:t>(</w:t>
      </w:r>
      <w:r w:rsidRPr="00FE06EC">
        <w:rPr>
          <w:rFonts w:hAnsi="宋体" w:hint="eastAsia"/>
          <w:i/>
          <w:szCs w:val="21"/>
        </w:rPr>
        <w:t>　　</w:t>
      </w:r>
      <w:r w:rsidRPr="00FE06EC">
        <w:rPr>
          <w:szCs w:val="21"/>
        </w:rPr>
        <w:t>)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A.</w:t>
      </w:r>
      <w:r w:rsidRPr="00FE06EC">
        <w:rPr>
          <w:rFonts w:hAnsi="宋体" w:hint="eastAsia"/>
          <w:szCs w:val="21"/>
        </w:rPr>
        <w:t>前者是插座短路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后者是灯泡短路</w:t>
      </w:r>
      <w:r w:rsidRPr="00FE06EC">
        <w:rPr>
          <w:szCs w:val="21"/>
        </w:rPr>
        <w:tab/>
        <w:t>B.</w:t>
      </w:r>
      <w:r w:rsidRPr="00FE06EC">
        <w:rPr>
          <w:rFonts w:hAnsi="宋体" w:hint="eastAsia"/>
          <w:szCs w:val="21"/>
        </w:rPr>
        <w:t>前者是灯泡短路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后者是插头短路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C.</w:t>
      </w:r>
      <w:r w:rsidRPr="00FE06EC">
        <w:rPr>
          <w:rFonts w:hAnsi="宋体" w:hint="eastAsia"/>
          <w:szCs w:val="21"/>
        </w:rPr>
        <w:t>两者都是插座短路</w:t>
      </w:r>
      <w:r w:rsidRPr="00FE06EC">
        <w:rPr>
          <w:szCs w:val="21"/>
        </w:rPr>
        <w:tab/>
        <w:t>D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两者都是插头短路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9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如图</w:t>
      </w:r>
      <w:r w:rsidRPr="00FE06EC">
        <w:rPr>
          <w:szCs w:val="21"/>
        </w:rPr>
        <w:t>7</w:t>
      </w:r>
      <w:r w:rsidRPr="00FE06EC">
        <w:rPr>
          <w:rFonts w:hAnsi="宋体" w:hint="eastAsia"/>
          <w:szCs w:val="21"/>
        </w:rPr>
        <w:t>所示的做法中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符合安全用电原则的是</w:t>
      </w:r>
      <w:r w:rsidRPr="00FE06EC">
        <w:rPr>
          <w:szCs w:val="21"/>
        </w:rPr>
        <w:tab/>
        <w:t>(</w:t>
      </w:r>
      <w:r w:rsidRPr="00FE06EC">
        <w:rPr>
          <w:rFonts w:hAnsi="宋体" w:hint="eastAsia"/>
          <w:i/>
          <w:szCs w:val="21"/>
        </w:rPr>
        <w:t>　　</w:t>
      </w:r>
      <w:r w:rsidRPr="00FE06EC">
        <w:rPr>
          <w:szCs w:val="21"/>
        </w:rPr>
        <w:t>)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 id="pj122.EPS" o:spid="_x0000_i1031" type="#_x0000_t75" alt=" " style="width:272.25pt;height:61.5pt;visibility:visible">
            <v:imagedata r:id="rId11" o:title=""/>
          </v:shape>
        </w:pic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7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A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图甲</w:t>
      </w:r>
      <w:r w:rsidRPr="00FE06EC">
        <w:rPr>
          <w:szCs w:val="21"/>
        </w:rPr>
        <w:t>:</w:t>
      </w:r>
      <w:r w:rsidRPr="00FE06EC">
        <w:rPr>
          <w:rFonts w:hAnsi="宋体" w:hint="eastAsia"/>
          <w:szCs w:val="21"/>
        </w:rPr>
        <w:t>用手指接触插座的插孔</w:t>
      </w:r>
      <w:r w:rsidRPr="00FE06EC">
        <w:rPr>
          <w:szCs w:val="21"/>
        </w:rPr>
        <w:tab/>
        <w:t>B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图乙</w:t>
      </w:r>
      <w:r w:rsidRPr="00FE06EC">
        <w:rPr>
          <w:szCs w:val="21"/>
        </w:rPr>
        <w:t>:</w:t>
      </w:r>
      <w:r w:rsidRPr="00FE06EC">
        <w:rPr>
          <w:rFonts w:hAnsi="宋体" w:hint="eastAsia"/>
          <w:szCs w:val="21"/>
        </w:rPr>
        <w:t>用湿抹布擦发光的灯泡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C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图丙</w:t>
      </w:r>
      <w:r w:rsidRPr="00FE06EC">
        <w:rPr>
          <w:szCs w:val="21"/>
        </w:rPr>
        <w:t>:</w:t>
      </w:r>
      <w:r w:rsidRPr="00FE06EC">
        <w:rPr>
          <w:rFonts w:hAnsi="宋体" w:hint="eastAsia"/>
          <w:szCs w:val="21"/>
        </w:rPr>
        <w:t>将冰箱的金属外壳接地</w:t>
      </w:r>
      <w:r w:rsidRPr="00FE06EC">
        <w:rPr>
          <w:szCs w:val="21"/>
        </w:rPr>
        <w:tab/>
        <w:t>D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图丁</w:t>
      </w:r>
      <w:r w:rsidRPr="00FE06EC">
        <w:rPr>
          <w:szCs w:val="21"/>
        </w:rPr>
        <w:t>:</w:t>
      </w:r>
      <w:r w:rsidRPr="00FE06EC">
        <w:rPr>
          <w:rFonts w:hAnsi="宋体" w:hint="eastAsia"/>
          <w:szCs w:val="21"/>
        </w:rPr>
        <w:t>在高压输电线下放风筝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10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如图</w:t>
      </w:r>
      <w:r w:rsidRPr="00FE06EC">
        <w:rPr>
          <w:szCs w:val="21"/>
        </w:rPr>
        <w:t>8</w:t>
      </w:r>
      <w:r w:rsidRPr="00FE06EC">
        <w:rPr>
          <w:rFonts w:hAnsi="宋体" w:hint="eastAsia"/>
          <w:szCs w:val="21"/>
        </w:rPr>
        <w:t>所示是某人连接的家庭电路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已知三孔插座的接线正确无误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各元件及线路完好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下列说法中正确的是</w:t>
      </w:r>
      <w:r w:rsidRPr="00FE06EC">
        <w:rPr>
          <w:szCs w:val="21"/>
        </w:rPr>
        <w:tab/>
        <w:t>(</w:t>
      </w:r>
      <w:r w:rsidRPr="00FE06EC">
        <w:rPr>
          <w:rFonts w:hAnsi="宋体" w:hint="eastAsia"/>
          <w:i/>
          <w:szCs w:val="21"/>
        </w:rPr>
        <w:t>　　</w:t>
      </w:r>
      <w:r w:rsidRPr="00FE06EC">
        <w:rPr>
          <w:szCs w:val="21"/>
        </w:rPr>
        <w:t>)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 id="pj123.EPS" o:spid="_x0000_i1032" type="#_x0000_t75" alt=" " style="width:139.5pt;height:54pt;visibility:visible">
            <v:imagedata r:id="rId12" o:title=""/>
          </v:shape>
        </w:pic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8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A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零线和大地之间的电压为</w:t>
      </w:r>
      <w:r w:rsidRPr="00FE06EC">
        <w:rPr>
          <w:szCs w:val="21"/>
        </w:rPr>
        <w:t>220 V</w:t>
      </w:r>
      <w:r w:rsidRPr="00FE06EC">
        <w:rPr>
          <w:szCs w:val="21"/>
        </w:rPr>
        <w:tab/>
        <w:t>B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开关</w:t>
      </w:r>
      <w:r w:rsidRPr="00FE06EC">
        <w:rPr>
          <w:szCs w:val="21"/>
        </w:rPr>
        <w:t>S</w:t>
      </w:r>
      <w:r w:rsidRPr="00FE06EC">
        <w:rPr>
          <w:szCs w:val="21"/>
          <w:vertAlign w:val="subscript"/>
        </w:rPr>
        <w:t>1</w:t>
      </w:r>
      <w:r w:rsidRPr="00FE06EC">
        <w:rPr>
          <w:rFonts w:hAnsi="宋体" w:hint="eastAsia"/>
          <w:szCs w:val="21"/>
        </w:rPr>
        <w:t>断开时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人接触</w:t>
      </w:r>
      <w:r w:rsidRPr="00FE06EC">
        <w:rPr>
          <w:i/>
          <w:szCs w:val="21"/>
        </w:rPr>
        <w:t>a</w:t>
      </w:r>
      <w:r w:rsidRPr="00FE06EC">
        <w:rPr>
          <w:rFonts w:hAnsi="宋体" w:hint="eastAsia"/>
          <w:szCs w:val="21"/>
        </w:rPr>
        <w:t>点会触电</w:t>
      </w:r>
    </w:p>
    <w:p w:rsidR="0083384A" w:rsidRPr="0088313E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C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开关</w:t>
      </w:r>
      <w:r w:rsidRPr="00FE06EC">
        <w:rPr>
          <w:szCs w:val="21"/>
        </w:rPr>
        <w:t>S</w:t>
      </w:r>
      <w:r w:rsidRPr="00FE06EC">
        <w:rPr>
          <w:szCs w:val="21"/>
          <w:vertAlign w:val="subscript"/>
        </w:rPr>
        <w:t>2</w:t>
      </w:r>
      <w:r w:rsidRPr="00FE06EC">
        <w:rPr>
          <w:rFonts w:hAnsi="宋体" w:hint="eastAsia"/>
          <w:szCs w:val="21"/>
        </w:rPr>
        <w:t>断开时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人接触</w:t>
      </w:r>
      <w:r w:rsidRPr="00FE06EC">
        <w:rPr>
          <w:i/>
          <w:szCs w:val="21"/>
        </w:rPr>
        <w:t>b</w:t>
      </w:r>
      <w:r w:rsidRPr="00FE06EC">
        <w:rPr>
          <w:rFonts w:hAnsi="宋体" w:hint="eastAsia"/>
          <w:szCs w:val="21"/>
        </w:rPr>
        <w:t>点会触电</w:t>
      </w:r>
      <w:r w:rsidRPr="00FE06EC">
        <w:rPr>
          <w:szCs w:val="21"/>
        </w:rPr>
        <w:tab/>
        <w:t>D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三孔插座左边的那根线接的是火线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rFonts w:hAnsi="宋体" w:hint="eastAsia"/>
          <w:szCs w:val="21"/>
        </w:rPr>
        <w:t>二、填空题</w:t>
      </w:r>
      <w:r w:rsidRPr="00FE06EC">
        <w:rPr>
          <w:szCs w:val="21"/>
        </w:rPr>
        <w:t>(</w:t>
      </w:r>
      <w:r w:rsidRPr="00FE06EC">
        <w:rPr>
          <w:rFonts w:hAnsi="宋体" w:hint="eastAsia"/>
          <w:szCs w:val="21"/>
        </w:rPr>
        <w:t>每空</w:t>
      </w:r>
      <w:r w:rsidRPr="00FE06EC">
        <w:rPr>
          <w:szCs w:val="21"/>
        </w:rPr>
        <w:t>2</w:t>
      </w:r>
      <w:r w:rsidRPr="00FE06EC">
        <w:rPr>
          <w:rFonts w:hAnsi="宋体" w:hint="eastAsia"/>
          <w:szCs w:val="21"/>
        </w:rPr>
        <w:t>分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共</w:t>
      </w:r>
      <w:r w:rsidRPr="00FE06EC">
        <w:rPr>
          <w:szCs w:val="21"/>
        </w:rPr>
        <w:t>30</w:t>
      </w:r>
      <w:r w:rsidRPr="00FE06EC">
        <w:rPr>
          <w:rFonts w:hAnsi="宋体" w:hint="eastAsia"/>
          <w:szCs w:val="21"/>
        </w:rPr>
        <w:t>分</w:t>
      </w:r>
      <w:r w:rsidRPr="00FE06EC">
        <w:rPr>
          <w:szCs w:val="21"/>
        </w:rPr>
        <w:t>)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11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现代化的生活已经离不开电了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电在工厂、电在学校、电在商场</w:t>
      </w:r>
      <w:r w:rsidRPr="00FE06EC">
        <w:rPr>
          <w:szCs w:val="21"/>
        </w:rPr>
        <w:t>……</w:t>
      </w:r>
      <w:r w:rsidRPr="00FE06EC">
        <w:rPr>
          <w:rFonts w:hAnsi="宋体" w:hint="eastAsia"/>
          <w:szCs w:val="21"/>
        </w:rPr>
        <w:t>电在我们的生活中。如图</w:t>
      </w:r>
      <w:r w:rsidRPr="00FE06EC">
        <w:rPr>
          <w:szCs w:val="21"/>
        </w:rPr>
        <w:t>9</w:t>
      </w:r>
      <w:r w:rsidRPr="00FE06EC">
        <w:rPr>
          <w:rFonts w:hAnsi="宋体" w:hint="eastAsia"/>
          <w:szCs w:val="21"/>
        </w:rPr>
        <w:t>所示是家庭电路的组成示意图。请你完成下列填空</w:t>
      </w:r>
      <w:r w:rsidRPr="00FE06EC">
        <w:rPr>
          <w:szCs w:val="21"/>
        </w:rPr>
        <w:t>: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 id="19RW74.EPS" o:spid="_x0000_i1033" type="#_x0000_t75" alt=" " style="width:180pt;height:50.25pt;visibility:visible">
            <v:imagedata r:id="rId13" o:title=""/>
          </v:shape>
        </w:pic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9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(1)</w:t>
      </w:r>
      <w:r w:rsidRPr="00FE06EC">
        <w:rPr>
          <w:rFonts w:hAnsi="宋体" w:hint="eastAsia"/>
          <w:szCs w:val="21"/>
        </w:rPr>
        <w:t>图中用电器</w:t>
      </w:r>
      <w:r w:rsidRPr="00FE06EC">
        <w:rPr>
          <w:i/>
          <w:szCs w:val="21"/>
        </w:rPr>
        <w:t>B</w:t>
      </w:r>
      <w:r w:rsidRPr="00FE06EC">
        <w:rPr>
          <w:rFonts w:hAnsi="宋体" w:hint="eastAsia"/>
          <w:szCs w:val="21"/>
        </w:rPr>
        <w:t>正常工作时其两端电压是</w:t>
      </w:r>
      <w:r w:rsidRPr="00FE06EC">
        <w:rPr>
          <w:rFonts w:hAnsi="宋体" w:hint="eastAsia"/>
          <w:i/>
          <w:szCs w:val="21"/>
          <w:u w:val="single" w:color="000000"/>
        </w:rPr>
        <w:t>　　　　</w:t>
      </w:r>
      <w:r w:rsidRPr="00FE06EC">
        <w:rPr>
          <w:szCs w:val="21"/>
        </w:rPr>
        <w:t>V</w:t>
      </w:r>
      <w:r w:rsidRPr="00FE06EC">
        <w:rPr>
          <w:rFonts w:hAnsi="宋体" w:hint="eastAsia"/>
          <w:szCs w:val="21"/>
        </w:rPr>
        <w:t>。</w:t>
      </w:r>
      <w:r w:rsidRPr="00FE06EC">
        <w:rPr>
          <w:szCs w:val="21"/>
        </w:rPr>
        <w:t> 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(2)</w:t>
      </w:r>
      <w:r w:rsidRPr="00FE06EC">
        <w:rPr>
          <w:rFonts w:hAnsi="宋体" w:hint="eastAsia"/>
          <w:szCs w:val="21"/>
        </w:rPr>
        <w:t>对人体的安全电压为不高于</w:t>
      </w:r>
      <w:r w:rsidRPr="00FE06EC">
        <w:rPr>
          <w:rFonts w:hAnsi="宋体" w:hint="eastAsia"/>
          <w:i/>
          <w:szCs w:val="21"/>
          <w:u w:val="single" w:color="000000"/>
        </w:rPr>
        <w:t>　　　　</w:t>
      </w:r>
      <w:r w:rsidRPr="00FE06EC">
        <w:rPr>
          <w:szCs w:val="21"/>
        </w:rPr>
        <w:t>V</w:t>
      </w:r>
      <w:r w:rsidRPr="00FE06EC">
        <w:rPr>
          <w:rFonts w:hAnsi="宋体" w:hint="eastAsia"/>
          <w:szCs w:val="21"/>
        </w:rPr>
        <w:t>。</w:t>
      </w:r>
      <w:r w:rsidRPr="00FE06EC">
        <w:rPr>
          <w:szCs w:val="21"/>
        </w:rPr>
        <w:t> 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(3)</w:t>
      </w:r>
      <w:r w:rsidRPr="00FE06EC">
        <w:rPr>
          <w:rFonts w:hAnsi="宋体" w:hint="eastAsia"/>
          <w:szCs w:val="21"/>
        </w:rPr>
        <w:t>正确握住试电笔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且使笔尖插入图中插座</w:t>
      </w:r>
      <w:r w:rsidRPr="00FE06EC">
        <w:rPr>
          <w:i/>
          <w:szCs w:val="21"/>
        </w:rPr>
        <w:t>A</w:t>
      </w:r>
      <w:r w:rsidRPr="00FE06EC">
        <w:rPr>
          <w:rFonts w:hAnsi="宋体" w:hint="eastAsia"/>
          <w:szCs w:val="21"/>
        </w:rPr>
        <w:t>的</w:t>
      </w:r>
      <w:r w:rsidRPr="00FE06EC">
        <w:rPr>
          <w:rFonts w:hAnsi="宋体" w:hint="eastAsia"/>
          <w:i/>
          <w:szCs w:val="21"/>
          <w:u w:val="single" w:color="000000"/>
        </w:rPr>
        <w:t>　　　　</w:t>
      </w:r>
      <w:r w:rsidRPr="00FE06EC">
        <w:rPr>
          <w:szCs w:val="21"/>
        </w:rPr>
        <w:t>(</w:t>
      </w:r>
      <w:r w:rsidRPr="00FE06EC">
        <w:rPr>
          <w:rFonts w:hAnsi="宋体" w:hint="eastAsia"/>
          <w:szCs w:val="21"/>
        </w:rPr>
        <w:t>选填</w:t>
      </w:r>
      <w:r w:rsidRPr="00FE06EC">
        <w:rPr>
          <w:szCs w:val="21"/>
        </w:rPr>
        <w:t>“</w:t>
      </w:r>
      <w:r w:rsidRPr="00FE06EC">
        <w:rPr>
          <w:rFonts w:hAnsi="宋体" w:hint="eastAsia"/>
          <w:szCs w:val="21"/>
        </w:rPr>
        <w:t>左</w:t>
      </w:r>
      <w:r w:rsidRPr="00FE06EC">
        <w:rPr>
          <w:szCs w:val="21"/>
        </w:rPr>
        <w:t>”</w:t>
      </w:r>
      <w:r w:rsidRPr="00FE06EC">
        <w:rPr>
          <w:rFonts w:hAnsi="宋体" w:hint="eastAsia"/>
          <w:szCs w:val="21"/>
        </w:rPr>
        <w:t>或</w:t>
      </w:r>
      <w:r w:rsidRPr="00FE06EC">
        <w:rPr>
          <w:szCs w:val="21"/>
        </w:rPr>
        <w:t>“</w:t>
      </w:r>
      <w:r w:rsidRPr="00FE06EC">
        <w:rPr>
          <w:rFonts w:hAnsi="宋体" w:hint="eastAsia"/>
          <w:szCs w:val="21"/>
        </w:rPr>
        <w:t>右</w:t>
      </w:r>
      <w:r w:rsidRPr="00FE06EC">
        <w:rPr>
          <w:szCs w:val="21"/>
        </w:rPr>
        <w:t>”)</w:t>
      </w:r>
      <w:r w:rsidRPr="00FE06EC">
        <w:rPr>
          <w:rFonts w:hAnsi="宋体" w:hint="eastAsia"/>
          <w:szCs w:val="21"/>
        </w:rPr>
        <w:t>孔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可以观察到氖管发光。</w:t>
      </w:r>
      <w:r w:rsidRPr="00FE06EC">
        <w:rPr>
          <w:szCs w:val="21"/>
        </w:rPr>
        <w:t> 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(4)</w:t>
      </w:r>
      <w:r w:rsidRPr="00FE06EC">
        <w:rPr>
          <w:rFonts w:hAnsi="宋体" w:hint="eastAsia"/>
          <w:szCs w:val="21"/>
        </w:rPr>
        <w:t>螺口灯泡的螺旋套一定要接在</w:t>
      </w:r>
      <w:r w:rsidRPr="00FE06EC">
        <w:rPr>
          <w:rFonts w:hAnsi="宋体" w:hint="eastAsia"/>
          <w:i/>
          <w:szCs w:val="21"/>
          <w:u w:val="single" w:color="000000"/>
        </w:rPr>
        <w:t>　　　　</w:t>
      </w:r>
      <w:r w:rsidRPr="00FE06EC">
        <w:rPr>
          <w:rFonts w:hAnsi="宋体" w:hint="eastAsia"/>
          <w:szCs w:val="21"/>
        </w:rPr>
        <w:t>线上。</w:t>
      </w:r>
      <w:r w:rsidRPr="00FE06EC">
        <w:rPr>
          <w:szCs w:val="21"/>
        </w:rPr>
        <w:t> 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12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为了节约用电、延长用电器的使用寿命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小红将两盏标有</w:t>
      </w:r>
      <w:r w:rsidRPr="00FE06EC">
        <w:rPr>
          <w:szCs w:val="21"/>
        </w:rPr>
        <w:t>“220 V</w:t>
      </w:r>
      <w:r w:rsidRPr="00FE06EC">
        <w:rPr>
          <w:rFonts w:hAnsi="宋体" w:hint="eastAsia"/>
          <w:i/>
          <w:szCs w:val="21"/>
        </w:rPr>
        <w:t>　</w:t>
      </w:r>
      <w:r w:rsidRPr="00FE06EC">
        <w:rPr>
          <w:szCs w:val="21"/>
        </w:rPr>
        <w:t>100 W”</w:t>
      </w:r>
      <w:r w:rsidRPr="00FE06EC">
        <w:rPr>
          <w:rFonts w:hAnsi="宋体" w:hint="eastAsia"/>
          <w:szCs w:val="21"/>
        </w:rPr>
        <w:t>的灯泡串联接在家庭电路中使用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此时若只有这两盏灯工作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则电路消耗的总功率为</w:t>
      </w:r>
      <w:r w:rsidRPr="00FE06EC">
        <w:rPr>
          <w:rFonts w:hAnsi="宋体" w:hint="eastAsia"/>
          <w:i/>
          <w:szCs w:val="21"/>
          <w:u w:val="single" w:color="000000"/>
        </w:rPr>
        <w:t>　　　　</w:t>
      </w:r>
      <w:r w:rsidRPr="00FE06EC">
        <w:rPr>
          <w:szCs w:val="21"/>
        </w:rPr>
        <w:t>W</w:t>
      </w:r>
      <w:r w:rsidRPr="00FE06EC">
        <w:rPr>
          <w:rFonts w:hAnsi="宋体" w:hint="eastAsia"/>
          <w:szCs w:val="21"/>
        </w:rPr>
        <w:t>。</w:t>
      </w:r>
      <w:r w:rsidRPr="00FE06EC">
        <w:rPr>
          <w:szCs w:val="21"/>
        </w:rPr>
        <w:t>(</w:t>
      </w:r>
      <w:r w:rsidRPr="00FE06EC">
        <w:rPr>
          <w:rFonts w:hAnsi="宋体" w:hint="eastAsia"/>
          <w:szCs w:val="21"/>
        </w:rPr>
        <w:t>温度对灯泡电阻的影响可忽略</w:t>
      </w:r>
      <w:r w:rsidRPr="00FE06EC">
        <w:rPr>
          <w:szCs w:val="21"/>
        </w:rPr>
        <w:t>)</w:t>
      </w:r>
      <w:r w:rsidRPr="00FE06EC">
        <w:rPr>
          <w:rFonts w:hAnsi="宋体" w:hint="eastAsia"/>
          <w:szCs w:val="21"/>
        </w:rPr>
        <w:t>为了安全用电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控制用电器的开关应接在</w:t>
      </w:r>
      <w:r w:rsidRPr="00FE06EC">
        <w:rPr>
          <w:rFonts w:hAnsi="宋体" w:hint="eastAsia"/>
          <w:i/>
          <w:szCs w:val="21"/>
          <w:u w:val="single" w:color="000000"/>
        </w:rPr>
        <w:t>　　　　</w:t>
      </w:r>
      <w:r w:rsidRPr="00FE06EC">
        <w:rPr>
          <w:rFonts w:hAnsi="宋体" w:hint="eastAsia"/>
          <w:szCs w:val="21"/>
        </w:rPr>
        <w:t>与用电器之间。</w:t>
      </w:r>
      <w:r w:rsidRPr="00FE06EC">
        <w:rPr>
          <w:szCs w:val="21"/>
        </w:rPr>
        <w:t> 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13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如图</w:t>
      </w:r>
      <w:r w:rsidRPr="00FE06EC">
        <w:rPr>
          <w:szCs w:val="21"/>
        </w:rPr>
        <w:t>10</w:t>
      </w:r>
      <w:r w:rsidRPr="00FE06EC">
        <w:rPr>
          <w:rFonts w:hAnsi="宋体" w:hint="eastAsia"/>
          <w:szCs w:val="21"/>
        </w:rPr>
        <w:t>所示家庭电路中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闭合开关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电灯不亮。小明发现用试电笔接触</w:t>
      </w:r>
      <w:r w:rsidRPr="00FE06EC">
        <w:rPr>
          <w:i/>
          <w:szCs w:val="21"/>
        </w:rPr>
        <w:t>b</w:t>
      </w:r>
      <w:r w:rsidRPr="00FE06EC">
        <w:rPr>
          <w:rFonts w:hAnsi="宋体" w:hint="eastAsia"/>
          <w:szCs w:val="21"/>
        </w:rPr>
        <w:t>点时氖管发光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接触</w:t>
      </w:r>
      <w:r w:rsidRPr="00FE06EC">
        <w:rPr>
          <w:i/>
          <w:szCs w:val="21"/>
        </w:rPr>
        <w:t>c</w:t>
      </w:r>
      <w:r w:rsidRPr="00FE06EC">
        <w:rPr>
          <w:rFonts w:hAnsi="宋体" w:hint="eastAsia"/>
          <w:szCs w:val="21"/>
        </w:rPr>
        <w:t>点时氖管不发光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这说明</w:t>
      </w:r>
      <w:r w:rsidRPr="00FE06EC">
        <w:rPr>
          <w:rFonts w:hAnsi="宋体" w:hint="eastAsia"/>
          <w:i/>
          <w:szCs w:val="21"/>
          <w:u w:val="single" w:color="000000"/>
        </w:rPr>
        <w:t>　　　　</w:t>
      </w:r>
      <w:r w:rsidRPr="00FE06EC">
        <w:rPr>
          <w:rFonts w:hAnsi="宋体" w:hint="eastAsia"/>
          <w:szCs w:val="21"/>
        </w:rPr>
        <w:t>间是连通的。小明继续用试电笔接触</w:t>
      </w:r>
      <w:r w:rsidRPr="00FE06EC">
        <w:rPr>
          <w:i/>
          <w:szCs w:val="21"/>
        </w:rPr>
        <w:t>d</w:t>
      </w:r>
      <w:r w:rsidRPr="00FE06EC">
        <w:rPr>
          <w:rFonts w:hAnsi="宋体" w:hint="eastAsia"/>
          <w:szCs w:val="21"/>
        </w:rPr>
        <w:t>点时发现氖管不发光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由此可以判断该电路至少有</w:t>
      </w:r>
      <w:r w:rsidRPr="00FE06EC">
        <w:rPr>
          <w:rFonts w:hAnsi="宋体" w:hint="eastAsia"/>
          <w:i/>
          <w:szCs w:val="21"/>
          <w:u w:val="single" w:color="000000"/>
        </w:rPr>
        <w:t>　　　　</w:t>
      </w:r>
      <w:r w:rsidRPr="00FE06EC">
        <w:rPr>
          <w:rFonts w:hAnsi="宋体" w:hint="eastAsia"/>
          <w:szCs w:val="21"/>
        </w:rPr>
        <w:t>处发生断路。</w:t>
      </w:r>
      <w:r w:rsidRPr="00FE06EC">
        <w:rPr>
          <w:szCs w:val="21"/>
        </w:rPr>
        <w:t> 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 id="pj125.EPS" o:spid="_x0000_i1034" type="#_x0000_t75" alt=" " style="width:116.25pt;height:54pt;visibility:visible">
            <v:imagedata r:id="rId14" o:title=""/>
          </v:shape>
        </w:pict>
      </w:r>
    </w:p>
    <w:p w:rsidR="0083384A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10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14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如图</w:t>
      </w:r>
      <w:r w:rsidRPr="00FE06EC">
        <w:rPr>
          <w:szCs w:val="21"/>
        </w:rPr>
        <w:t>11</w:t>
      </w:r>
      <w:r w:rsidRPr="00FE06EC">
        <w:rPr>
          <w:rFonts w:hAnsi="宋体" w:hint="eastAsia"/>
          <w:szCs w:val="21"/>
        </w:rPr>
        <w:t>所示是安装了漏电保护器的家庭电路。当漏电保护器检测到通过图中</w:t>
      </w:r>
      <w:r w:rsidRPr="00FE06EC">
        <w:rPr>
          <w:i/>
          <w:szCs w:val="21"/>
        </w:rPr>
        <w:t>A</w:t>
      </w:r>
      <w:r w:rsidRPr="00FE06EC">
        <w:rPr>
          <w:rFonts w:hAnsi="宋体" w:hint="eastAsia"/>
          <w:szCs w:val="21"/>
        </w:rPr>
        <w:t>、</w:t>
      </w:r>
      <w:r w:rsidRPr="00FE06EC">
        <w:rPr>
          <w:i/>
          <w:szCs w:val="21"/>
        </w:rPr>
        <w:t>B</w:t>
      </w:r>
      <w:r w:rsidRPr="00FE06EC">
        <w:rPr>
          <w:rFonts w:hAnsi="宋体" w:hint="eastAsia"/>
          <w:szCs w:val="21"/>
        </w:rPr>
        <w:t>两处的电流不相等</w:t>
      </w:r>
      <w:r w:rsidRPr="00FE06EC">
        <w:rPr>
          <w:szCs w:val="21"/>
        </w:rPr>
        <w:t>(</w:t>
      </w:r>
      <w:r w:rsidRPr="00FE06EC">
        <w:rPr>
          <w:rFonts w:hAnsi="宋体" w:hint="eastAsia"/>
          <w:szCs w:val="21"/>
        </w:rPr>
        <w:t>即发生漏电</w:t>
      </w:r>
      <w:r w:rsidRPr="00FE06EC">
        <w:rPr>
          <w:szCs w:val="21"/>
        </w:rPr>
        <w:t>)</w:t>
      </w:r>
      <w:r w:rsidRPr="00FE06EC">
        <w:rPr>
          <w:rFonts w:hAnsi="宋体" w:hint="eastAsia"/>
          <w:szCs w:val="21"/>
        </w:rPr>
        <w:t>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会迅速切断电路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从而起到保护作用。当家电维修人员站在地上在图中</w:t>
      </w:r>
      <w:r w:rsidRPr="00FE06EC">
        <w:rPr>
          <w:i/>
          <w:szCs w:val="21"/>
        </w:rPr>
        <w:t>C</w:t>
      </w:r>
      <w:r w:rsidRPr="00FE06EC">
        <w:rPr>
          <w:rFonts w:hAnsi="宋体" w:hint="eastAsia"/>
          <w:szCs w:val="21"/>
        </w:rPr>
        <w:t>处不慎触电时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漏电保护器</w:t>
      </w:r>
      <w:r w:rsidRPr="00FE06EC">
        <w:rPr>
          <w:rFonts w:hAnsi="宋体" w:hint="eastAsia"/>
          <w:i/>
          <w:szCs w:val="21"/>
          <w:u w:val="single" w:color="000000"/>
        </w:rPr>
        <w:t>　　　　</w:t>
      </w:r>
      <w:r w:rsidRPr="00FE06EC">
        <w:rPr>
          <w:szCs w:val="21"/>
        </w:rPr>
        <w:t>(</w:t>
      </w:r>
      <w:r w:rsidRPr="00FE06EC">
        <w:rPr>
          <w:rFonts w:hAnsi="宋体" w:hint="eastAsia"/>
          <w:szCs w:val="21"/>
        </w:rPr>
        <w:t>选填</w:t>
      </w:r>
      <w:r w:rsidRPr="00FE06EC">
        <w:rPr>
          <w:szCs w:val="21"/>
        </w:rPr>
        <w:t>“</w:t>
      </w:r>
      <w:r w:rsidRPr="00FE06EC">
        <w:rPr>
          <w:rFonts w:hAnsi="宋体" w:hint="eastAsia"/>
          <w:szCs w:val="21"/>
        </w:rPr>
        <w:t>会</w:t>
      </w:r>
      <w:r w:rsidRPr="00FE06EC">
        <w:rPr>
          <w:szCs w:val="21"/>
        </w:rPr>
        <w:t>”</w:t>
      </w:r>
      <w:r w:rsidRPr="00FE06EC">
        <w:rPr>
          <w:rFonts w:hAnsi="宋体" w:hint="eastAsia"/>
          <w:szCs w:val="21"/>
        </w:rPr>
        <w:t>或</w:t>
      </w:r>
      <w:r w:rsidRPr="00FE06EC">
        <w:rPr>
          <w:szCs w:val="21"/>
        </w:rPr>
        <w:t>“</w:t>
      </w:r>
      <w:r w:rsidRPr="00FE06EC">
        <w:rPr>
          <w:rFonts w:hAnsi="宋体" w:hint="eastAsia"/>
          <w:szCs w:val="21"/>
        </w:rPr>
        <w:t>不会</w:t>
      </w:r>
      <w:r w:rsidRPr="00FE06EC">
        <w:rPr>
          <w:szCs w:val="21"/>
        </w:rPr>
        <w:t>”)</w:t>
      </w:r>
      <w:r w:rsidRPr="00FE06EC">
        <w:rPr>
          <w:rFonts w:hAnsi="宋体" w:hint="eastAsia"/>
          <w:szCs w:val="21"/>
        </w:rPr>
        <w:t>切断电路。若人体电阻为</w:t>
      </w:r>
      <w:r w:rsidRPr="00FE06EC">
        <w:rPr>
          <w:szCs w:val="21"/>
        </w:rPr>
        <w:t>10 kΩ,</w:t>
      </w:r>
      <w:r w:rsidRPr="00FE06EC">
        <w:rPr>
          <w:rFonts w:hAnsi="宋体" w:hint="eastAsia"/>
          <w:szCs w:val="21"/>
        </w:rPr>
        <w:t>触电时通过人体的电流为</w:t>
      </w:r>
      <w:r w:rsidRPr="00FE06EC">
        <w:rPr>
          <w:rFonts w:hAnsi="宋体" w:hint="eastAsia"/>
          <w:i/>
          <w:szCs w:val="21"/>
          <w:u w:val="single" w:color="000000"/>
        </w:rPr>
        <w:t>　　　　</w:t>
      </w:r>
      <w:r w:rsidRPr="00FE06EC">
        <w:rPr>
          <w:szCs w:val="21"/>
        </w:rPr>
        <w:t>mA</w:t>
      </w:r>
      <w:r w:rsidRPr="00FE06EC">
        <w:rPr>
          <w:rFonts w:hAnsi="宋体" w:hint="eastAsia"/>
          <w:szCs w:val="21"/>
        </w:rPr>
        <w:t>。</w:t>
      </w:r>
      <w:r w:rsidRPr="00FE06EC">
        <w:rPr>
          <w:szCs w:val="21"/>
        </w:rPr>
        <w:t> 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 id="19RW75.EPS" o:spid="_x0000_i1035" type="#_x0000_t75" alt=" " style="width:186pt;height:55.5pt;visibility:visible">
            <v:imagedata r:id="rId15" o:title=""/>
          </v:shape>
        </w:pic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11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15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周末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小明一家都在家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小明在书房开着空调用电脑上网查学习资料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爸爸在客厅边看电视边用电热水壶烧开水准备泡茶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妈妈在厨房里准备午餐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电饭锅正煮着饭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妈妈把冰冻的猪肉放进微波炉解冻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当妈妈按下微波炉的开关启动微波炉时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家里的空气开关</w:t>
      </w:r>
      <w:r w:rsidRPr="00FE06EC">
        <w:rPr>
          <w:szCs w:val="21"/>
        </w:rPr>
        <w:t>“</w:t>
      </w:r>
      <w:r w:rsidRPr="00FE06EC">
        <w:rPr>
          <w:rFonts w:hAnsi="宋体" w:hint="eastAsia"/>
          <w:szCs w:val="21"/>
        </w:rPr>
        <w:t>跳闸</w:t>
      </w:r>
      <w:r w:rsidRPr="00FE06EC">
        <w:rPr>
          <w:szCs w:val="21"/>
        </w:rPr>
        <w:t>”</w:t>
      </w:r>
      <w:r w:rsidRPr="00FE06EC">
        <w:rPr>
          <w:rFonts w:hAnsi="宋体" w:hint="eastAsia"/>
          <w:szCs w:val="21"/>
        </w:rPr>
        <w:t>断电了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则</w:t>
      </w:r>
      <w:r w:rsidRPr="00FE06EC">
        <w:rPr>
          <w:szCs w:val="21"/>
        </w:rPr>
        <w:t>“</w:t>
      </w:r>
      <w:r w:rsidRPr="00FE06EC">
        <w:rPr>
          <w:rFonts w:hAnsi="宋体" w:hint="eastAsia"/>
          <w:szCs w:val="21"/>
        </w:rPr>
        <w:t>跳闸</w:t>
      </w:r>
      <w:r w:rsidRPr="00FE06EC">
        <w:rPr>
          <w:szCs w:val="21"/>
        </w:rPr>
        <w:t>”</w:t>
      </w:r>
      <w:r w:rsidRPr="00FE06EC">
        <w:rPr>
          <w:rFonts w:hAnsi="宋体" w:hint="eastAsia"/>
          <w:szCs w:val="21"/>
        </w:rPr>
        <w:t>的原因可能是微波炉</w:t>
      </w:r>
      <w:r w:rsidRPr="00FE06EC">
        <w:rPr>
          <w:rFonts w:hAnsi="宋体" w:hint="eastAsia"/>
          <w:i/>
          <w:szCs w:val="21"/>
          <w:u w:val="single" w:color="000000"/>
        </w:rPr>
        <w:t>　　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也可能是家里用电器</w:t>
      </w:r>
      <w:r w:rsidRPr="00FE06EC">
        <w:rPr>
          <w:rFonts w:hAnsi="宋体" w:hint="eastAsia"/>
          <w:i/>
          <w:szCs w:val="21"/>
          <w:u w:val="single" w:color="000000"/>
        </w:rPr>
        <w:t>　　　　　　</w:t>
      </w:r>
      <w:r w:rsidRPr="00FE06EC">
        <w:rPr>
          <w:szCs w:val="21"/>
          <w:u w:val="single" w:color="000000"/>
        </w:rPr>
        <w:t xml:space="preserve"> </w:t>
      </w:r>
      <w:r w:rsidRPr="00FE06EC">
        <w:rPr>
          <w:rFonts w:hAnsi="宋体" w:hint="eastAsia"/>
          <w:i/>
          <w:szCs w:val="21"/>
          <w:u w:val="single" w:color="000000"/>
        </w:rPr>
        <w:t>　　　　　　　　　</w:t>
      </w:r>
      <w:r w:rsidRPr="00FE06EC">
        <w:rPr>
          <w:rFonts w:hAnsi="宋体" w:hint="eastAsia"/>
          <w:szCs w:val="21"/>
        </w:rPr>
        <w:t>。</w:t>
      </w:r>
      <w:r w:rsidRPr="00FE06EC">
        <w:rPr>
          <w:szCs w:val="21"/>
        </w:rPr>
        <w:t> 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16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如图</w:t>
      </w:r>
      <w:r w:rsidRPr="00FE06EC">
        <w:rPr>
          <w:szCs w:val="21"/>
        </w:rPr>
        <w:t>12</w:t>
      </w:r>
      <w:r w:rsidRPr="00FE06EC">
        <w:rPr>
          <w:rFonts w:hAnsi="宋体" w:hint="eastAsia"/>
          <w:szCs w:val="21"/>
        </w:rPr>
        <w:t>甲所示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建筑物顶上的</w:t>
      </w:r>
      <w:r w:rsidRPr="00FE06EC">
        <w:rPr>
          <w:szCs w:val="21"/>
        </w:rPr>
        <w:t>“</w:t>
      </w:r>
      <w:r w:rsidRPr="00FE06EC">
        <w:rPr>
          <w:rFonts w:hAnsi="宋体" w:hint="eastAsia"/>
          <w:szCs w:val="21"/>
        </w:rPr>
        <w:t>辫子</w:t>
      </w:r>
      <w:r w:rsidRPr="00FE06EC">
        <w:rPr>
          <w:szCs w:val="21"/>
        </w:rPr>
        <w:t>”</w:t>
      </w:r>
      <w:r w:rsidRPr="00FE06EC">
        <w:rPr>
          <w:rFonts w:hAnsi="宋体" w:hint="eastAsia"/>
          <w:szCs w:val="21"/>
        </w:rPr>
        <w:t>是</w:t>
      </w:r>
      <w:r w:rsidRPr="00FE06EC">
        <w:rPr>
          <w:rFonts w:hAnsi="宋体" w:hint="eastAsia"/>
          <w:i/>
          <w:szCs w:val="21"/>
          <w:u w:val="single" w:color="000000"/>
        </w:rPr>
        <w:t>　　　　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可以用来</w:t>
      </w:r>
      <w:r w:rsidRPr="00FE06EC">
        <w:rPr>
          <w:rFonts w:hAnsi="宋体" w:hint="eastAsia"/>
          <w:i/>
          <w:szCs w:val="21"/>
          <w:u w:val="single" w:color="000000"/>
        </w:rPr>
        <w:t>　　　　</w:t>
      </w:r>
      <w:r w:rsidRPr="00FE06EC">
        <w:rPr>
          <w:szCs w:val="21"/>
        </w:rPr>
        <w:t>;</w:t>
      </w:r>
      <w:r w:rsidRPr="00FE06EC">
        <w:rPr>
          <w:rFonts w:hAnsi="宋体" w:hint="eastAsia"/>
          <w:szCs w:val="21"/>
        </w:rPr>
        <w:t>如图乙所示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被遮盖的说明文字是</w:t>
      </w:r>
      <w:r w:rsidRPr="00FE06EC">
        <w:rPr>
          <w:rFonts w:hAnsi="宋体" w:hint="eastAsia"/>
          <w:i/>
          <w:szCs w:val="21"/>
          <w:u w:val="single" w:color="000000"/>
        </w:rPr>
        <w:t>　　　　　　</w:t>
      </w:r>
      <w:r w:rsidRPr="00FE06EC">
        <w:rPr>
          <w:rFonts w:hAnsi="宋体" w:hint="eastAsia"/>
          <w:szCs w:val="21"/>
        </w:rPr>
        <w:t>。</w:t>
      </w:r>
      <w:r w:rsidRPr="00FE06EC">
        <w:rPr>
          <w:szCs w:val="21"/>
        </w:rPr>
        <w:t> 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 id="20XWR100.EPS" o:spid="_x0000_i1036" type="#_x0000_t75" alt=" " style="width:97.5pt;height:48pt;visibility:visible">
            <v:imagedata r:id="rId16" o:title=""/>
          </v:shape>
        </w:pic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12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rFonts w:hAnsi="宋体" w:hint="eastAsia"/>
          <w:szCs w:val="21"/>
        </w:rPr>
        <w:t>三、作图题</w:t>
      </w:r>
      <w:r w:rsidRPr="00FE06EC">
        <w:rPr>
          <w:szCs w:val="21"/>
        </w:rPr>
        <w:t>(</w:t>
      </w:r>
      <w:r w:rsidRPr="00FE06EC">
        <w:rPr>
          <w:rFonts w:hAnsi="宋体" w:hint="eastAsia"/>
          <w:szCs w:val="21"/>
        </w:rPr>
        <w:t>共</w:t>
      </w:r>
      <w:r w:rsidRPr="00FE06EC">
        <w:rPr>
          <w:szCs w:val="21"/>
        </w:rPr>
        <w:t>15</w:t>
      </w:r>
      <w:r w:rsidRPr="00FE06EC">
        <w:rPr>
          <w:rFonts w:hAnsi="宋体" w:hint="eastAsia"/>
          <w:szCs w:val="21"/>
        </w:rPr>
        <w:t>分</w:t>
      </w:r>
      <w:r w:rsidRPr="00FE06EC">
        <w:rPr>
          <w:szCs w:val="21"/>
        </w:rPr>
        <w:t>)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17</w:t>
      </w:r>
      <w:r w:rsidRPr="00FE06EC">
        <w:rPr>
          <w:i/>
          <w:szCs w:val="21"/>
        </w:rPr>
        <w:t>.</w:t>
      </w:r>
      <w:r w:rsidRPr="00FE06EC">
        <w:rPr>
          <w:szCs w:val="21"/>
        </w:rPr>
        <w:t>(4</w:t>
      </w:r>
      <w:r w:rsidRPr="00FE06EC">
        <w:rPr>
          <w:rFonts w:hAnsi="宋体" w:hint="eastAsia"/>
          <w:szCs w:val="21"/>
        </w:rPr>
        <w:t>分</w:t>
      </w:r>
      <w:r w:rsidRPr="00FE06EC">
        <w:rPr>
          <w:szCs w:val="21"/>
        </w:rPr>
        <w:t>)</w:t>
      </w:r>
      <w:r w:rsidRPr="00FE06EC">
        <w:rPr>
          <w:rFonts w:hAnsi="宋体" w:hint="eastAsia"/>
          <w:szCs w:val="21"/>
        </w:rPr>
        <w:t>在如图</w:t>
      </w:r>
      <w:r w:rsidRPr="00FE06EC">
        <w:rPr>
          <w:szCs w:val="21"/>
        </w:rPr>
        <w:t>13</w:t>
      </w:r>
      <w:r w:rsidRPr="00FE06EC">
        <w:rPr>
          <w:rFonts w:hAnsi="宋体" w:hint="eastAsia"/>
          <w:szCs w:val="21"/>
        </w:rPr>
        <w:t>所示的家庭电路中</w:t>
      </w:r>
      <w:r w:rsidRPr="00FE06EC">
        <w:rPr>
          <w:i/>
          <w:szCs w:val="21"/>
        </w:rPr>
        <w:t>A</w:t>
      </w:r>
      <w:r w:rsidRPr="00FE06EC">
        <w:rPr>
          <w:rFonts w:hAnsi="宋体" w:hint="eastAsia"/>
          <w:szCs w:val="21"/>
        </w:rPr>
        <w:t>、</w:t>
      </w:r>
      <w:r w:rsidRPr="00FE06EC">
        <w:rPr>
          <w:i/>
          <w:szCs w:val="21"/>
        </w:rPr>
        <w:t>B</w:t>
      </w:r>
      <w:r w:rsidRPr="00FE06EC">
        <w:rPr>
          <w:rFonts w:hAnsi="宋体" w:hint="eastAsia"/>
          <w:szCs w:val="21"/>
        </w:rPr>
        <w:t>两处装上最合适的元件</w:t>
      </w:r>
      <w:r w:rsidRPr="00FE06EC">
        <w:rPr>
          <w:szCs w:val="21"/>
        </w:rPr>
        <w:t>(</w:t>
      </w:r>
      <w:r w:rsidRPr="00FE06EC">
        <w:rPr>
          <w:rFonts w:hAnsi="宋体" w:hint="eastAsia"/>
          <w:szCs w:val="21"/>
        </w:rPr>
        <w:t>用符号表示</w:t>
      </w:r>
      <w:r w:rsidRPr="00FE06EC">
        <w:rPr>
          <w:szCs w:val="21"/>
        </w:rPr>
        <w:t>)</w:t>
      </w:r>
      <w:r w:rsidRPr="00FE06EC">
        <w:rPr>
          <w:rFonts w:hAnsi="宋体" w:hint="eastAsia"/>
          <w:szCs w:val="21"/>
        </w:rPr>
        <w:t>。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 id="20XWR101.EPS" o:spid="_x0000_i1037" type="#_x0000_t75" alt=" " style="width:90pt;height:40.5pt;visibility:visible">
            <v:imagedata r:id="rId17" o:title=""/>
          </v:shape>
        </w:pic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13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18</w:t>
      </w:r>
      <w:r w:rsidRPr="00FE06EC">
        <w:rPr>
          <w:i/>
          <w:szCs w:val="21"/>
        </w:rPr>
        <w:t>.</w:t>
      </w:r>
      <w:r w:rsidRPr="00FE06EC">
        <w:rPr>
          <w:szCs w:val="21"/>
        </w:rPr>
        <w:t>(5</w:t>
      </w:r>
      <w:r w:rsidRPr="00FE06EC">
        <w:rPr>
          <w:rFonts w:hAnsi="宋体" w:hint="eastAsia"/>
          <w:szCs w:val="21"/>
        </w:rPr>
        <w:t>分</w:t>
      </w:r>
      <w:r w:rsidRPr="00FE06EC">
        <w:rPr>
          <w:szCs w:val="21"/>
        </w:rPr>
        <w:t>)</w:t>
      </w:r>
      <w:r w:rsidRPr="00FE06EC">
        <w:rPr>
          <w:rFonts w:hAnsi="宋体" w:hint="eastAsia"/>
          <w:szCs w:val="21"/>
        </w:rPr>
        <w:t>请将如图</w:t>
      </w:r>
      <w:r w:rsidRPr="00FE06EC">
        <w:rPr>
          <w:szCs w:val="21"/>
        </w:rPr>
        <w:t>14</w:t>
      </w:r>
      <w:r w:rsidRPr="00FE06EC">
        <w:rPr>
          <w:rFonts w:hAnsi="宋体" w:hint="eastAsia"/>
          <w:szCs w:val="21"/>
        </w:rPr>
        <w:t>所示元件连接成符合安全用电要求的家庭电路。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 id="3XDM139.EPS" o:spid="_x0000_i1038" type="#_x0000_t75" alt=" " style="width:142.5pt;height:60.75pt;visibility:visible">
            <v:imagedata r:id="rId18" o:title=""/>
          </v:shape>
        </w:pic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14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19</w:t>
      </w:r>
      <w:r w:rsidRPr="00FE06EC">
        <w:rPr>
          <w:i/>
          <w:szCs w:val="21"/>
        </w:rPr>
        <w:t>.</w:t>
      </w:r>
      <w:r w:rsidRPr="00FE06EC">
        <w:rPr>
          <w:szCs w:val="21"/>
        </w:rPr>
        <w:t>(6</w:t>
      </w:r>
      <w:r w:rsidRPr="00FE06EC">
        <w:rPr>
          <w:rFonts w:hAnsi="宋体" w:hint="eastAsia"/>
          <w:szCs w:val="21"/>
        </w:rPr>
        <w:t>分</w:t>
      </w:r>
      <w:r w:rsidRPr="00FE06EC">
        <w:rPr>
          <w:szCs w:val="21"/>
        </w:rPr>
        <w:t>)</w:t>
      </w:r>
      <w:r w:rsidRPr="00FE06EC">
        <w:rPr>
          <w:rFonts w:hAnsi="宋体" w:hint="eastAsia"/>
          <w:szCs w:val="21"/>
        </w:rPr>
        <w:t>居民楼的楼道里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夜间楼道灯一直亮着会造成浪费。科研人员用</w:t>
      </w:r>
      <w:r w:rsidRPr="00FE06EC">
        <w:rPr>
          <w:szCs w:val="21"/>
        </w:rPr>
        <w:t>“</w:t>
      </w:r>
      <w:r w:rsidRPr="00FE06EC">
        <w:rPr>
          <w:rFonts w:hAnsi="宋体" w:hint="eastAsia"/>
          <w:szCs w:val="21"/>
        </w:rPr>
        <w:t>光敏</w:t>
      </w:r>
      <w:r w:rsidRPr="00FE06EC">
        <w:rPr>
          <w:szCs w:val="21"/>
        </w:rPr>
        <w:t>”</w:t>
      </w:r>
      <w:r w:rsidRPr="00FE06EC">
        <w:rPr>
          <w:rFonts w:hAnsi="宋体" w:hint="eastAsia"/>
          <w:szCs w:val="21"/>
        </w:rPr>
        <w:t>材料制成</w:t>
      </w:r>
      <w:r w:rsidRPr="00FE06EC">
        <w:rPr>
          <w:szCs w:val="21"/>
        </w:rPr>
        <w:t>“</w:t>
      </w:r>
      <w:r w:rsidRPr="00FE06EC">
        <w:rPr>
          <w:rFonts w:hAnsi="宋体" w:hint="eastAsia"/>
          <w:szCs w:val="21"/>
        </w:rPr>
        <w:t>光控开关</w:t>
      </w:r>
      <w:r w:rsidRPr="00FE06EC">
        <w:rPr>
          <w:szCs w:val="21"/>
        </w:rPr>
        <w:t>”,</w:t>
      </w:r>
      <w:r w:rsidRPr="00FE06EC">
        <w:rPr>
          <w:rFonts w:hAnsi="宋体" w:hint="eastAsia"/>
          <w:szCs w:val="21"/>
        </w:rPr>
        <w:t>它能在天黑时自动闭合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天亮时自动断开</w:t>
      </w:r>
      <w:r w:rsidRPr="00FE06EC">
        <w:rPr>
          <w:szCs w:val="21"/>
        </w:rPr>
        <w:t>;</w:t>
      </w:r>
      <w:r w:rsidRPr="00FE06EC">
        <w:rPr>
          <w:rFonts w:hAnsi="宋体" w:hint="eastAsia"/>
          <w:szCs w:val="21"/>
        </w:rPr>
        <w:t>利用</w:t>
      </w:r>
      <w:r w:rsidRPr="00FE06EC">
        <w:rPr>
          <w:szCs w:val="21"/>
        </w:rPr>
        <w:t>“</w:t>
      </w:r>
      <w:r w:rsidRPr="00FE06EC">
        <w:rPr>
          <w:rFonts w:hAnsi="宋体" w:hint="eastAsia"/>
          <w:szCs w:val="21"/>
        </w:rPr>
        <w:t>声敏</w:t>
      </w:r>
      <w:r w:rsidRPr="00FE06EC">
        <w:rPr>
          <w:szCs w:val="21"/>
        </w:rPr>
        <w:t>”</w:t>
      </w:r>
      <w:r w:rsidRPr="00FE06EC">
        <w:rPr>
          <w:rFonts w:hAnsi="宋体" w:hint="eastAsia"/>
          <w:szCs w:val="21"/>
        </w:rPr>
        <w:t>材料制成</w:t>
      </w:r>
      <w:r w:rsidRPr="00FE06EC">
        <w:rPr>
          <w:szCs w:val="21"/>
        </w:rPr>
        <w:t>“</w:t>
      </w:r>
      <w:r w:rsidRPr="00FE06EC">
        <w:rPr>
          <w:rFonts w:hAnsi="宋体" w:hint="eastAsia"/>
          <w:szCs w:val="21"/>
        </w:rPr>
        <w:t>声控开关</w:t>
      </w:r>
      <w:r w:rsidRPr="00FE06EC">
        <w:rPr>
          <w:szCs w:val="21"/>
        </w:rPr>
        <w:t>”,</w:t>
      </w:r>
      <w:r w:rsidRPr="00FE06EC">
        <w:rPr>
          <w:rFonts w:hAnsi="宋体" w:hint="eastAsia"/>
          <w:szCs w:val="21"/>
        </w:rPr>
        <w:t>它能在有人走动发出声音时闭合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无人走动没有声音时自动断开。请将图</w:t>
      </w:r>
      <w:r w:rsidRPr="00FE06EC">
        <w:rPr>
          <w:szCs w:val="21"/>
        </w:rPr>
        <w:t>15</w:t>
      </w:r>
      <w:r w:rsidRPr="00FE06EC">
        <w:rPr>
          <w:rFonts w:hAnsi="宋体" w:hint="eastAsia"/>
          <w:szCs w:val="21"/>
        </w:rPr>
        <w:t>中的</w:t>
      </w:r>
      <w:r w:rsidRPr="00FE06EC">
        <w:rPr>
          <w:szCs w:val="21"/>
        </w:rPr>
        <w:t>“</w:t>
      </w:r>
      <w:r w:rsidRPr="00FE06EC">
        <w:rPr>
          <w:rFonts w:hAnsi="宋体" w:hint="eastAsia"/>
          <w:szCs w:val="21"/>
        </w:rPr>
        <w:t>光控开关</w:t>
      </w:r>
      <w:r w:rsidRPr="00FE06EC">
        <w:rPr>
          <w:szCs w:val="21"/>
        </w:rPr>
        <w:t>”“</w:t>
      </w:r>
      <w:r w:rsidRPr="00FE06EC">
        <w:rPr>
          <w:rFonts w:hAnsi="宋体" w:hint="eastAsia"/>
          <w:szCs w:val="21"/>
        </w:rPr>
        <w:t>声控开关</w:t>
      </w:r>
      <w:r w:rsidRPr="00FE06EC">
        <w:rPr>
          <w:szCs w:val="21"/>
        </w:rPr>
        <w:t>”</w:t>
      </w:r>
      <w:r w:rsidRPr="00FE06EC">
        <w:rPr>
          <w:rFonts w:hAnsi="宋体" w:hint="eastAsia"/>
          <w:szCs w:val="21"/>
        </w:rPr>
        <w:t>和灯泡用笔画线代替导线正确连入电路</w:t>
      </w:r>
      <w:r w:rsidRPr="00FE06EC">
        <w:rPr>
          <w:szCs w:val="21"/>
        </w:rPr>
        <w:t>(</w:t>
      </w:r>
      <w:r w:rsidRPr="00FE06EC">
        <w:rPr>
          <w:rFonts w:hAnsi="宋体" w:hint="eastAsia"/>
          <w:szCs w:val="21"/>
        </w:rPr>
        <w:t>要求</w:t>
      </w:r>
      <w:r w:rsidRPr="00FE06EC">
        <w:rPr>
          <w:szCs w:val="21"/>
        </w:rPr>
        <w:t>:</w:t>
      </w:r>
      <w:r w:rsidRPr="00FE06EC">
        <w:rPr>
          <w:rFonts w:hAnsi="宋体" w:hint="eastAsia"/>
          <w:szCs w:val="21"/>
        </w:rPr>
        <w:t>只有在夜间有声音时灯才会亮</w:t>
      </w:r>
      <w:r w:rsidRPr="00FE06EC">
        <w:rPr>
          <w:szCs w:val="21"/>
        </w:rPr>
        <w:t>);</w:t>
      </w:r>
      <w:r w:rsidRPr="00FE06EC">
        <w:rPr>
          <w:rFonts w:hAnsi="宋体" w:hint="eastAsia"/>
          <w:szCs w:val="21"/>
        </w:rPr>
        <w:t>同时安装一个不受开关控制的三孔插座。</w: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>
        <w:rPr>
          <w:noProof/>
          <w:szCs w:val="21"/>
        </w:rPr>
        <w:pict>
          <v:shape id="19RW77.EPS" o:spid="_x0000_i1039" type="#_x0000_t75" alt=" " style="width:108pt;height:51pt;visibility:visible">
            <v:imagedata r:id="rId19" o:title=""/>
          </v:shape>
        </w:pict>
      </w:r>
    </w:p>
    <w:p w:rsidR="0083384A" w:rsidRPr="00FE06EC" w:rsidP="00D90EB5">
      <w:pPr>
        <w:ind w:firstLine="420" w:firstLineChars="200"/>
        <w:jc w:val="center"/>
        <w:rPr>
          <w:szCs w:val="21"/>
        </w:rPr>
      </w:pPr>
      <w:r w:rsidRPr="00FE06EC">
        <w:rPr>
          <w:rFonts w:hAnsi="宋体" w:hint="eastAsia"/>
          <w:szCs w:val="21"/>
        </w:rPr>
        <w:t>图</w:t>
      </w:r>
      <w:r w:rsidRPr="00FE06EC">
        <w:rPr>
          <w:szCs w:val="21"/>
        </w:rPr>
        <w:t>15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rFonts w:hAnsi="宋体" w:hint="eastAsia"/>
          <w:szCs w:val="21"/>
        </w:rPr>
        <w:t>四、简答题</w:t>
      </w:r>
      <w:r w:rsidRPr="00FE06EC">
        <w:rPr>
          <w:szCs w:val="21"/>
        </w:rPr>
        <w:t>(15</w:t>
      </w:r>
      <w:r w:rsidRPr="00FE06EC">
        <w:rPr>
          <w:rFonts w:hAnsi="宋体" w:hint="eastAsia"/>
          <w:szCs w:val="21"/>
        </w:rPr>
        <w:t>分</w:t>
      </w:r>
      <w:r w:rsidRPr="00FE06EC">
        <w:rPr>
          <w:szCs w:val="21"/>
        </w:rPr>
        <w:t>)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20</w:t>
      </w:r>
      <w:r w:rsidRPr="00FE06EC">
        <w:rPr>
          <w:i/>
          <w:szCs w:val="21"/>
        </w:rPr>
        <w:t>.</w:t>
      </w:r>
      <w:r w:rsidRPr="00FE06EC">
        <w:rPr>
          <w:rFonts w:hAnsi="宋体" w:hint="eastAsia"/>
          <w:szCs w:val="21"/>
        </w:rPr>
        <w:t>阅读下面的短文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根据安全用电常识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简要提出避免类似文中悲剧发生的措施。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rFonts w:hAnsi="宋体" w:hint="eastAsia"/>
          <w:i/>
          <w:szCs w:val="21"/>
        </w:rPr>
        <w:t>　　</w:t>
      </w:r>
      <w:r w:rsidRPr="00FE06EC">
        <w:rPr>
          <w:rFonts w:hAnsi="宋体" w:hint="eastAsia"/>
          <w:szCs w:val="21"/>
        </w:rPr>
        <w:t>跃华村王某发现正在使用的洗衣机突然不转了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便请来了本村的</w:t>
      </w:r>
      <w:r w:rsidRPr="00FE06EC">
        <w:rPr>
          <w:szCs w:val="21"/>
        </w:rPr>
        <w:t>“</w:t>
      </w:r>
      <w:r w:rsidRPr="00FE06EC">
        <w:rPr>
          <w:rFonts w:hAnsi="宋体" w:hint="eastAsia"/>
          <w:szCs w:val="21"/>
        </w:rPr>
        <w:t>能人</w:t>
      </w:r>
      <w:r w:rsidRPr="00FE06EC">
        <w:rPr>
          <w:szCs w:val="21"/>
        </w:rPr>
        <w:t>”</w:t>
      </w:r>
      <w:r w:rsidRPr="00FE06EC">
        <w:rPr>
          <w:rFonts w:hAnsi="宋体" w:hint="eastAsia"/>
          <w:szCs w:val="21"/>
        </w:rPr>
        <w:t>小刘帮忙检修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小刘虽不懂多少电学知识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但胆子大、敢动手。洗衣机锈迹斑斑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放在厨房一角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电源线的插头插在不远处墙上的两孔插座上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本来洗衣机装的是三线插头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但由于家里没有安装三孔插座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就换成两脚插头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多年来倒也好使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没出现什么问题。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rFonts w:hAnsi="宋体" w:hint="eastAsia"/>
          <w:szCs w:val="21"/>
        </w:rPr>
        <w:t>小刘打开洗衣机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用手摸摸看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嘴里说</w:t>
      </w:r>
      <w:r w:rsidRPr="00FE06EC">
        <w:rPr>
          <w:szCs w:val="21"/>
        </w:rPr>
        <w:t>:“</w:t>
      </w:r>
      <w:r w:rsidRPr="00FE06EC">
        <w:rPr>
          <w:rFonts w:hAnsi="宋体" w:hint="eastAsia"/>
          <w:szCs w:val="21"/>
        </w:rPr>
        <w:t>小意思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无非是哪里接触不良。</w:t>
      </w:r>
      <w:r w:rsidRPr="00FE06EC">
        <w:rPr>
          <w:szCs w:val="21"/>
        </w:rPr>
        <w:t>”</w:t>
      </w:r>
      <w:r w:rsidRPr="00FE06EC">
        <w:rPr>
          <w:rFonts w:hAnsi="宋体" w:hint="eastAsia"/>
          <w:szCs w:val="21"/>
        </w:rPr>
        <w:t>王某心想</w:t>
      </w:r>
      <w:r w:rsidRPr="00FE06EC">
        <w:rPr>
          <w:szCs w:val="21"/>
        </w:rPr>
        <w:t>:“</w:t>
      </w:r>
      <w:r w:rsidRPr="00FE06EC">
        <w:rPr>
          <w:rFonts w:hAnsi="宋体" w:hint="eastAsia"/>
          <w:szCs w:val="21"/>
        </w:rPr>
        <w:t>小刘的确有胆量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修洗衣机也不用断电。</w:t>
      </w:r>
      <w:r w:rsidRPr="00FE06EC">
        <w:rPr>
          <w:szCs w:val="21"/>
        </w:rPr>
        <w:t>”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rFonts w:hAnsi="宋体" w:hint="eastAsia"/>
          <w:szCs w:val="21"/>
        </w:rPr>
        <w:t>看到满地是水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王某用拖把在一旁拖地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突然小刘身子一颤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倒在洗衣机上。王某吓坏了</w:t>
      </w:r>
      <w:r w:rsidRPr="00FE06EC">
        <w:rPr>
          <w:szCs w:val="21"/>
        </w:rPr>
        <w:t>!</w:t>
      </w:r>
      <w:r w:rsidRPr="00FE06EC">
        <w:rPr>
          <w:rFonts w:hAnsi="宋体" w:hint="eastAsia"/>
          <w:szCs w:val="21"/>
        </w:rPr>
        <w:t>他扔掉拖把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直奔门外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大喊</w:t>
      </w:r>
      <w:r w:rsidRPr="00FE06EC">
        <w:rPr>
          <w:szCs w:val="21"/>
        </w:rPr>
        <w:t>:“</w:t>
      </w:r>
      <w:r w:rsidRPr="00FE06EC">
        <w:rPr>
          <w:rFonts w:hAnsi="宋体" w:hint="eastAsia"/>
          <w:szCs w:val="21"/>
        </w:rPr>
        <w:t>有人触电了</w:t>
      </w:r>
      <w:r w:rsidRPr="00FE06EC">
        <w:rPr>
          <w:szCs w:val="21"/>
        </w:rPr>
        <w:t>!”</w:t>
      </w:r>
      <w:r w:rsidRPr="00FE06EC">
        <w:rPr>
          <w:rFonts w:hAnsi="宋体" w:hint="eastAsia"/>
          <w:szCs w:val="21"/>
        </w:rPr>
        <w:t>人们在慌乱中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找来了卫生院的丁医生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他赶到现场切断了电源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但小刘心脏已停止跳动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经抢救无效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触电身亡。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(1)</w:t>
      </w:r>
      <w:r w:rsidRPr="00FE06EC">
        <w:rPr>
          <w:rFonts w:hAnsi="宋体" w:hint="eastAsia"/>
          <w:szCs w:val="21"/>
        </w:rPr>
        <w:t>维修电器时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应</w:t>
      </w:r>
      <w:r w:rsidRPr="00FE06EC">
        <w:rPr>
          <w:rFonts w:hAnsi="宋体" w:hint="eastAsia"/>
          <w:i/>
          <w:szCs w:val="21"/>
          <w:u w:val="single" w:color="000000"/>
        </w:rPr>
        <w:t>　</w:t>
      </w:r>
      <w:r>
        <w:rPr>
          <w:rFonts w:hAnsi="宋体"/>
          <w:i/>
          <w:szCs w:val="21"/>
          <w:u w:val="single" w:color="000000"/>
        </w:rPr>
        <w:t xml:space="preserve">                        </w:t>
      </w:r>
      <w:r w:rsidRPr="00FE06EC">
        <w:rPr>
          <w:rFonts w:hAnsi="宋体" w:hint="eastAsia"/>
          <w:szCs w:val="21"/>
        </w:rPr>
        <w:t>。</w:t>
      </w:r>
      <w:r w:rsidRPr="00FE06EC">
        <w:rPr>
          <w:szCs w:val="21"/>
        </w:rPr>
        <w:t> </w:t>
      </w:r>
    </w:p>
    <w:p w:rsidR="0083384A" w:rsidRPr="00FE06EC" w:rsidP="00D90EB5">
      <w:pPr>
        <w:ind w:firstLine="420" w:firstLineChars="200"/>
        <w:rPr>
          <w:szCs w:val="21"/>
        </w:rPr>
      </w:pPr>
      <w:r w:rsidRPr="00FE06EC">
        <w:rPr>
          <w:szCs w:val="21"/>
        </w:rPr>
        <w:t>(2)</w:t>
      </w:r>
      <w:r w:rsidRPr="00FE06EC">
        <w:rPr>
          <w:rFonts w:hAnsi="宋体" w:hint="eastAsia"/>
          <w:szCs w:val="21"/>
        </w:rPr>
        <w:t>安装、使用洗衣机时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应</w:t>
      </w:r>
      <w:r w:rsidRPr="00FE06EC">
        <w:rPr>
          <w:rFonts w:hAnsi="宋体" w:hint="eastAsia"/>
          <w:i/>
          <w:szCs w:val="21"/>
          <w:u w:val="single" w:color="000000"/>
        </w:rPr>
        <w:t>　</w:t>
      </w:r>
      <w:r>
        <w:rPr>
          <w:rFonts w:hAnsi="宋体"/>
          <w:i/>
          <w:szCs w:val="21"/>
          <w:u w:val="single" w:color="000000"/>
        </w:rPr>
        <w:t xml:space="preserve">                          </w:t>
      </w:r>
      <w:r w:rsidRPr="00FE06EC">
        <w:rPr>
          <w:rFonts w:hAnsi="宋体" w:hint="eastAsia"/>
          <w:szCs w:val="21"/>
        </w:rPr>
        <w:t>。</w:t>
      </w:r>
      <w:r w:rsidRPr="00FE06EC">
        <w:rPr>
          <w:szCs w:val="21"/>
        </w:rPr>
        <w:t> </w:t>
      </w:r>
    </w:p>
    <w:p w:rsidR="0083384A" w:rsidP="00D90EB5">
      <w:pPr>
        <w:ind w:firstLine="420" w:firstLineChars="200"/>
      </w:pPr>
      <w:r w:rsidRPr="00FE06EC">
        <w:rPr>
          <w:szCs w:val="21"/>
        </w:rPr>
        <w:t>(3)</w:t>
      </w:r>
      <w:r w:rsidRPr="00FE06EC">
        <w:rPr>
          <w:rFonts w:hAnsi="宋体" w:hint="eastAsia"/>
          <w:szCs w:val="21"/>
        </w:rPr>
        <w:t>抢救触电者时</w:t>
      </w:r>
      <w:r w:rsidRPr="00FE06EC">
        <w:rPr>
          <w:szCs w:val="21"/>
        </w:rPr>
        <w:t>,</w:t>
      </w:r>
      <w:r w:rsidRPr="00FE06EC">
        <w:rPr>
          <w:rFonts w:hAnsi="宋体" w:hint="eastAsia"/>
          <w:szCs w:val="21"/>
        </w:rPr>
        <w:t>应</w:t>
      </w:r>
      <w:r w:rsidRPr="00FE06EC">
        <w:rPr>
          <w:rFonts w:hAnsi="宋体" w:hint="eastAsia"/>
          <w:i/>
          <w:szCs w:val="21"/>
          <w:u w:val="single" w:color="000000"/>
        </w:rPr>
        <w:t>　</w:t>
      </w:r>
      <w:r>
        <w:rPr>
          <w:rFonts w:hAnsi="宋体"/>
          <w:i/>
          <w:szCs w:val="21"/>
          <w:u w:val="single" w:color="000000"/>
        </w:rPr>
        <w:t xml:space="preserve">                                       </w:t>
      </w:r>
      <w:r w:rsidRPr="00FE06EC">
        <w:rPr>
          <w:rFonts w:hAnsi="宋体" w:hint="eastAsia"/>
          <w:szCs w:val="21"/>
        </w:rPr>
        <w:t>。</w:t>
      </w:r>
      <w:r>
        <w:rPr>
          <w:rFonts w:eastAsia="方正书宋_GBK"/>
        </w:rPr>
        <w:t> </w:t>
      </w:r>
    </w:p>
    <w:p w:rsidR="0083384A" w:rsidRPr="008D594C" w:rsidP="00D90EB5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83384A" w:rsidRPr="008D594C" w:rsidP="00D90EB5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83384A" w:rsidRPr="008D594C" w:rsidP="00D90EB5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83384A" w:rsidRPr="008D594C" w:rsidP="00D90EB5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83384A" w:rsidRPr="008D594C" w:rsidP="00D90EB5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83384A" w:rsidRPr="008D594C" w:rsidP="00D90EB5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83384A" w:rsidRPr="008D594C" w:rsidP="00D90EB5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83384A" w:rsidRPr="008D594C" w:rsidP="00D90EB5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83384A" w:rsidRPr="008D594C" w:rsidP="00D90EB5">
      <w:pPr>
        <w:widowControl/>
        <w:ind w:firstLine="420" w:firstLineChars="200"/>
        <w:jc w:val="left"/>
        <w:rPr>
          <w:szCs w:val="21"/>
        </w:rPr>
      </w:pPr>
      <w:r w:rsidRPr="008D594C">
        <w:rPr>
          <w:szCs w:val="21"/>
        </w:rPr>
        <w:br w:type="page"/>
      </w:r>
    </w:p>
    <w:p w:rsidR="0083384A" w:rsidP="00D90EB5">
      <w:pPr>
        <w:pStyle w:val="PlainText"/>
        <w:ind w:firstLine="600" w:firstLineChars="200"/>
        <w:jc w:val="center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>答案</w:t>
      </w:r>
    </w:p>
    <w:p w:rsidR="0083384A" w:rsidRPr="008D594C" w:rsidP="00D90EB5">
      <w:pPr>
        <w:widowControl/>
        <w:ind w:firstLine="420" w:firstLineChars="200"/>
        <w:jc w:val="left"/>
        <w:rPr>
          <w:color w:val="000000"/>
          <w:kern w:val="0"/>
          <w:szCs w:val="21"/>
        </w:rPr>
      </w:pPr>
      <w:r w:rsidRPr="008D594C">
        <w:rPr>
          <w:color w:val="000000"/>
          <w:kern w:val="0"/>
          <w:szCs w:val="21"/>
        </w:rPr>
        <w:t>1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 xml:space="preserve">   </w:t>
      </w:r>
      <w:r w:rsidRPr="008D594C">
        <w:rPr>
          <w:color w:val="000000"/>
          <w:kern w:val="0"/>
          <w:szCs w:val="21"/>
        </w:rPr>
        <w:t>2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color w:val="000000"/>
          <w:kern w:val="0"/>
          <w:szCs w:val="21"/>
        </w:rPr>
        <w:t>B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color w:val="000000"/>
          <w:kern w:val="0"/>
          <w:szCs w:val="21"/>
        </w:rPr>
        <w:t>3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color w:val="000000"/>
          <w:kern w:val="0"/>
          <w:szCs w:val="21"/>
        </w:rPr>
        <w:t>A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color w:val="000000"/>
          <w:kern w:val="0"/>
          <w:szCs w:val="21"/>
        </w:rPr>
        <w:t>4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color w:val="000000"/>
          <w:kern w:val="0"/>
          <w:szCs w:val="21"/>
        </w:rPr>
        <w:t>B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color w:val="000000"/>
          <w:kern w:val="0"/>
          <w:szCs w:val="21"/>
        </w:rPr>
        <w:t>5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color w:val="000000"/>
          <w:kern w:val="0"/>
          <w:szCs w:val="21"/>
        </w:rPr>
        <w:t>D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color w:val="000000"/>
          <w:kern w:val="0"/>
          <w:szCs w:val="21"/>
        </w:rPr>
        <w:t>6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color w:val="000000"/>
          <w:kern w:val="0"/>
          <w:szCs w:val="21"/>
        </w:rPr>
        <w:t>B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color w:val="000000"/>
          <w:kern w:val="0"/>
          <w:szCs w:val="21"/>
        </w:rPr>
        <w:t>7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color w:val="000000"/>
          <w:kern w:val="0"/>
          <w:szCs w:val="21"/>
        </w:rPr>
        <w:t>B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color w:val="000000"/>
          <w:kern w:val="0"/>
          <w:szCs w:val="21"/>
        </w:rPr>
        <w:t>8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color w:val="000000"/>
          <w:kern w:val="0"/>
          <w:szCs w:val="21"/>
        </w:rPr>
        <w:t>B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color w:val="000000"/>
          <w:kern w:val="0"/>
          <w:szCs w:val="21"/>
        </w:rPr>
        <w:t>9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</w:rPr>
        <w:t xml:space="preserve">  </w:t>
      </w:r>
      <w:r w:rsidRPr="008D594C">
        <w:rPr>
          <w:color w:val="000000"/>
          <w:kern w:val="0"/>
          <w:szCs w:val="21"/>
        </w:rPr>
        <w:t>10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color w:val="000000"/>
          <w:kern w:val="0"/>
          <w:szCs w:val="21"/>
        </w:rPr>
        <w:t>C</w:t>
      </w:r>
    </w:p>
    <w:p w:rsidR="0083384A" w:rsidRPr="008D594C" w:rsidP="00D90EB5">
      <w:pPr>
        <w:widowControl/>
        <w:ind w:firstLine="420" w:firstLineChars="200"/>
        <w:jc w:val="left"/>
        <w:rPr>
          <w:color w:val="000000"/>
          <w:kern w:val="0"/>
          <w:szCs w:val="21"/>
        </w:rPr>
      </w:pPr>
      <w:r w:rsidRPr="008D594C">
        <w:rPr>
          <w:color w:val="000000"/>
          <w:kern w:val="0"/>
          <w:szCs w:val="21"/>
        </w:rPr>
        <w:t>11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color w:val="000000"/>
          <w:kern w:val="0"/>
          <w:szCs w:val="21"/>
        </w:rPr>
        <w:t>(1)220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color w:val="000000"/>
          <w:kern w:val="0"/>
          <w:szCs w:val="21"/>
        </w:rPr>
        <w:t>(2)36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color w:val="000000"/>
          <w:kern w:val="0"/>
          <w:szCs w:val="21"/>
        </w:rPr>
        <w:t>(3)</w:t>
      </w:r>
      <w:r w:rsidRPr="008D594C">
        <w:rPr>
          <w:rFonts w:hAnsi="宋体" w:hint="eastAsia"/>
          <w:color w:val="000000"/>
          <w:kern w:val="0"/>
          <w:szCs w:val="21"/>
        </w:rPr>
        <w:t>右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color w:val="000000"/>
          <w:kern w:val="0"/>
          <w:szCs w:val="21"/>
        </w:rPr>
        <w:t>(4)</w:t>
      </w:r>
      <w:r w:rsidRPr="008D594C">
        <w:rPr>
          <w:rFonts w:hAnsi="宋体" w:hint="eastAsia"/>
          <w:color w:val="000000"/>
          <w:kern w:val="0"/>
          <w:szCs w:val="21"/>
        </w:rPr>
        <w:t>零</w:t>
      </w:r>
    </w:p>
    <w:p w:rsidR="0083384A" w:rsidRPr="008D594C" w:rsidP="00D90EB5">
      <w:pPr>
        <w:widowControl/>
        <w:ind w:firstLine="420" w:firstLineChars="200"/>
        <w:jc w:val="left"/>
        <w:rPr>
          <w:color w:val="000000"/>
          <w:kern w:val="0"/>
          <w:szCs w:val="21"/>
        </w:rPr>
      </w:pPr>
      <w:r w:rsidRPr="008D594C">
        <w:rPr>
          <w:color w:val="000000"/>
          <w:kern w:val="0"/>
          <w:szCs w:val="21"/>
        </w:rPr>
        <w:t>12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color w:val="000000"/>
          <w:kern w:val="0"/>
          <w:szCs w:val="21"/>
        </w:rPr>
        <w:t>50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rFonts w:hAnsi="宋体" w:hint="eastAsia"/>
          <w:color w:val="000000"/>
          <w:kern w:val="0"/>
          <w:szCs w:val="21"/>
        </w:rPr>
        <w:t>火线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color w:val="000000"/>
          <w:kern w:val="0"/>
          <w:szCs w:val="21"/>
        </w:rPr>
        <w:t>13</w:t>
      </w:r>
      <w:r w:rsidRPr="008D594C">
        <w:rPr>
          <w:i/>
          <w:color w:val="000000"/>
          <w:kern w:val="0"/>
          <w:szCs w:val="21"/>
        </w:rPr>
        <w:t>.a</w:t>
      </w:r>
      <w:r w:rsidRPr="008D594C">
        <w:rPr>
          <w:rFonts w:hAnsi="宋体" w:hint="eastAsia"/>
          <w:color w:val="000000"/>
          <w:kern w:val="0"/>
          <w:szCs w:val="21"/>
        </w:rPr>
        <w:t>、</w:t>
      </w:r>
      <w:r w:rsidRPr="008D594C">
        <w:rPr>
          <w:i/>
          <w:color w:val="000000"/>
          <w:kern w:val="0"/>
          <w:szCs w:val="21"/>
        </w:rPr>
        <w:t>b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color w:val="000000"/>
          <w:kern w:val="0"/>
          <w:szCs w:val="21"/>
        </w:rPr>
        <w:t>1</w:t>
      </w:r>
    </w:p>
    <w:p w:rsidR="0083384A" w:rsidRPr="008D594C" w:rsidP="00D90EB5">
      <w:pPr>
        <w:widowControl/>
        <w:ind w:firstLine="420" w:firstLineChars="200"/>
        <w:jc w:val="left"/>
        <w:rPr>
          <w:color w:val="000000"/>
          <w:kern w:val="0"/>
          <w:szCs w:val="21"/>
        </w:rPr>
      </w:pPr>
      <w:r w:rsidRPr="008D594C">
        <w:rPr>
          <w:color w:val="000000"/>
          <w:kern w:val="0"/>
          <w:szCs w:val="21"/>
        </w:rPr>
        <w:t>14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rFonts w:hAnsi="宋体" w:hint="eastAsia"/>
          <w:color w:val="000000"/>
          <w:kern w:val="0"/>
          <w:szCs w:val="21"/>
        </w:rPr>
        <w:t>会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color w:val="000000"/>
          <w:kern w:val="0"/>
          <w:szCs w:val="21"/>
        </w:rPr>
        <w:t>22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</w:p>
    <w:p w:rsidR="0083384A" w:rsidRPr="008D594C" w:rsidP="00D90EB5">
      <w:pPr>
        <w:widowControl/>
        <w:ind w:firstLine="420" w:firstLineChars="200"/>
        <w:jc w:val="left"/>
        <w:rPr>
          <w:color w:val="000000"/>
          <w:kern w:val="0"/>
          <w:szCs w:val="21"/>
        </w:rPr>
      </w:pPr>
      <w:r w:rsidRPr="008D594C">
        <w:rPr>
          <w:color w:val="000000"/>
          <w:kern w:val="0"/>
          <w:szCs w:val="21"/>
        </w:rPr>
        <w:t>15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rFonts w:hAnsi="宋体" w:hint="eastAsia"/>
          <w:color w:val="000000"/>
          <w:kern w:val="0"/>
          <w:szCs w:val="21"/>
        </w:rPr>
        <w:t>短路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rFonts w:hAnsi="宋体" w:hint="eastAsia"/>
          <w:color w:val="000000"/>
          <w:kern w:val="0"/>
          <w:szCs w:val="21"/>
        </w:rPr>
        <w:t>总功率过大</w:t>
      </w:r>
    </w:p>
    <w:p w:rsidR="0083384A" w:rsidRPr="008D594C" w:rsidP="00D90EB5">
      <w:pPr>
        <w:widowControl/>
        <w:ind w:firstLine="420" w:firstLineChars="200"/>
        <w:jc w:val="left"/>
        <w:rPr>
          <w:color w:val="000000"/>
          <w:kern w:val="0"/>
          <w:szCs w:val="21"/>
        </w:rPr>
      </w:pPr>
      <w:r w:rsidRPr="008D594C">
        <w:rPr>
          <w:color w:val="000000"/>
          <w:kern w:val="0"/>
          <w:szCs w:val="21"/>
        </w:rPr>
        <w:t>16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rFonts w:hAnsi="宋体" w:hint="eastAsia"/>
          <w:color w:val="000000"/>
          <w:kern w:val="0"/>
          <w:szCs w:val="21"/>
        </w:rPr>
        <w:t>避雷针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rFonts w:hAnsi="宋体" w:hint="eastAsia"/>
          <w:color w:val="000000"/>
          <w:kern w:val="0"/>
          <w:szCs w:val="21"/>
        </w:rPr>
        <w:t>避雷</w:t>
      </w:r>
      <w:r w:rsidRPr="008D594C">
        <w:rPr>
          <w:rFonts w:hAnsi="宋体" w:hint="eastAsia"/>
          <w:i/>
          <w:color w:val="000000"/>
          <w:kern w:val="0"/>
          <w:szCs w:val="21"/>
        </w:rPr>
        <w:t>　</w:t>
      </w:r>
      <w:r w:rsidRPr="008D594C">
        <w:rPr>
          <w:rFonts w:hAnsi="宋体" w:hint="eastAsia"/>
          <w:color w:val="000000"/>
          <w:kern w:val="0"/>
          <w:szCs w:val="21"/>
        </w:rPr>
        <w:t>高压危险</w:t>
      </w:r>
    </w:p>
    <w:p w:rsidR="0083384A" w:rsidRPr="008D594C" w:rsidP="00D90EB5">
      <w:pPr>
        <w:widowControl/>
        <w:ind w:firstLine="420" w:firstLineChars="200"/>
        <w:jc w:val="left"/>
        <w:rPr>
          <w:color w:val="000000"/>
          <w:kern w:val="0"/>
          <w:szCs w:val="21"/>
        </w:rPr>
      </w:pPr>
      <w:r w:rsidRPr="008D594C">
        <w:rPr>
          <w:color w:val="000000"/>
          <w:kern w:val="0"/>
          <w:szCs w:val="21"/>
        </w:rPr>
        <w:t>17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rFonts w:hAnsi="宋体" w:hint="eastAsia"/>
          <w:color w:val="000000"/>
          <w:kern w:val="0"/>
          <w:szCs w:val="21"/>
        </w:rPr>
        <w:t>如图所示</w:t>
      </w:r>
    </w:p>
    <w:p w:rsidR="0083384A" w:rsidRPr="008D594C" w:rsidP="00D90EB5">
      <w:pPr>
        <w:widowControl/>
        <w:ind w:firstLine="420" w:firstLineChars="200"/>
        <w:jc w:val="center"/>
        <w:rPr>
          <w:color w:val="000000"/>
          <w:kern w:val="0"/>
          <w:szCs w:val="21"/>
        </w:rPr>
      </w:pPr>
      <w:r>
        <w:rPr>
          <w:noProof/>
          <w:color w:val="000000"/>
          <w:kern w:val="0"/>
          <w:szCs w:val="21"/>
        </w:rPr>
        <w:pict>
          <v:shape id="20XWR102.EPS" o:spid="_x0000_i1040" type="#_x0000_t75" alt=" " style="width:111.75pt;height:51pt;visibility:visible">
            <v:imagedata r:id="rId20" o:title=""/>
          </v:shape>
        </w:pict>
      </w:r>
    </w:p>
    <w:p w:rsidR="0083384A" w:rsidRPr="008D594C" w:rsidP="00D90EB5">
      <w:pPr>
        <w:widowControl/>
        <w:ind w:firstLine="420" w:firstLineChars="200"/>
        <w:jc w:val="left"/>
        <w:rPr>
          <w:color w:val="000000"/>
          <w:kern w:val="0"/>
          <w:szCs w:val="21"/>
        </w:rPr>
      </w:pPr>
      <w:r w:rsidRPr="008D594C">
        <w:rPr>
          <w:color w:val="000000"/>
          <w:kern w:val="0"/>
          <w:szCs w:val="21"/>
        </w:rPr>
        <w:t>18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rFonts w:hAnsi="宋体" w:hint="eastAsia"/>
          <w:color w:val="000000"/>
          <w:kern w:val="0"/>
          <w:szCs w:val="21"/>
        </w:rPr>
        <w:t>如图所示</w:t>
      </w:r>
    </w:p>
    <w:p w:rsidR="0083384A" w:rsidRPr="008D594C" w:rsidP="00D90EB5">
      <w:pPr>
        <w:widowControl/>
        <w:ind w:firstLine="420" w:firstLineChars="200"/>
        <w:jc w:val="center"/>
        <w:rPr>
          <w:color w:val="000000"/>
          <w:kern w:val="0"/>
          <w:szCs w:val="21"/>
        </w:rPr>
      </w:pPr>
      <w:r>
        <w:rPr>
          <w:noProof/>
          <w:color w:val="000000"/>
          <w:kern w:val="0"/>
          <w:szCs w:val="21"/>
        </w:rPr>
        <w:pict>
          <v:shape id="3XDM138.EPS" o:spid="_x0000_i1041" type="#_x0000_t75" alt=" " style="width:186.75pt;height:78.75pt;visibility:visible">
            <v:imagedata r:id="rId21" o:title=""/>
          </v:shape>
        </w:pict>
      </w:r>
    </w:p>
    <w:p w:rsidR="0083384A" w:rsidRPr="008D594C" w:rsidP="00D90EB5">
      <w:pPr>
        <w:widowControl/>
        <w:ind w:firstLine="420" w:firstLineChars="200"/>
        <w:jc w:val="left"/>
        <w:rPr>
          <w:color w:val="000000"/>
          <w:kern w:val="0"/>
          <w:szCs w:val="21"/>
        </w:rPr>
      </w:pPr>
    </w:p>
    <w:p w:rsidR="0083384A" w:rsidRPr="008D594C" w:rsidP="00D90EB5">
      <w:pPr>
        <w:widowControl/>
        <w:ind w:firstLine="420" w:firstLineChars="200"/>
        <w:jc w:val="left"/>
        <w:rPr>
          <w:color w:val="000000"/>
          <w:kern w:val="0"/>
          <w:szCs w:val="21"/>
        </w:rPr>
      </w:pPr>
      <w:r w:rsidRPr="008D594C">
        <w:rPr>
          <w:color w:val="000000"/>
          <w:kern w:val="0"/>
          <w:szCs w:val="21"/>
        </w:rPr>
        <w:t>19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rFonts w:hAnsi="宋体" w:hint="eastAsia"/>
          <w:color w:val="000000"/>
          <w:kern w:val="0"/>
          <w:szCs w:val="21"/>
        </w:rPr>
        <w:t>如图所示</w:t>
      </w:r>
    </w:p>
    <w:p w:rsidR="0083384A" w:rsidRPr="008D594C" w:rsidP="00D90EB5">
      <w:pPr>
        <w:widowControl/>
        <w:ind w:firstLine="420" w:firstLineChars="200"/>
        <w:jc w:val="center"/>
        <w:rPr>
          <w:color w:val="000000"/>
          <w:kern w:val="0"/>
          <w:szCs w:val="21"/>
        </w:rPr>
      </w:pPr>
      <w:r>
        <w:rPr>
          <w:noProof/>
          <w:color w:val="000000"/>
          <w:kern w:val="0"/>
          <w:szCs w:val="21"/>
        </w:rPr>
        <w:pict>
          <v:shape id="19RW78.EPS" o:spid="_x0000_i1042" type="#_x0000_t75" alt=" " style="width:137.25pt;height:65.25pt;visibility:visible">
            <v:imagedata r:id="rId22" o:title=""/>
          </v:shape>
        </w:pict>
      </w:r>
    </w:p>
    <w:p w:rsidR="0083384A" w:rsidRPr="008D594C" w:rsidP="00D90EB5">
      <w:pPr>
        <w:widowControl/>
        <w:ind w:firstLine="420" w:firstLineChars="200"/>
        <w:jc w:val="left"/>
        <w:rPr>
          <w:color w:val="000000"/>
          <w:kern w:val="0"/>
          <w:szCs w:val="21"/>
        </w:rPr>
      </w:pPr>
      <w:r w:rsidRPr="008D594C">
        <w:rPr>
          <w:color w:val="000000"/>
          <w:kern w:val="0"/>
          <w:szCs w:val="21"/>
        </w:rPr>
        <w:t>20</w:t>
      </w:r>
      <w:r w:rsidRPr="008D594C">
        <w:rPr>
          <w:i/>
          <w:color w:val="000000"/>
          <w:kern w:val="0"/>
          <w:szCs w:val="21"/>
        </w:rPr>
        <w:t>.</w:t>
      </w:r>
      <w:r w:rsidRPr="008D594C">
        <w:rPr>
          <w:color w:val="000000"/>
          <w:kern w:val="0"/>
          <w:szCs w:val="21"/>
        </w:rPr>
        <w:t>(1)</w:t>
      </w:r>
      <w:r w:rsidRPr="008D594C">
        <w:rPr>
          <w:rFonts w:hAnsi="宋体" w:hint="eastAsia"/>
          <w:color w:val="000000"/>
          <w:kern w:val="0"/>
          <w:szCs w:val="21"/>
        </w:rPr>
        <w:t>拔掉插头</w:t>
      </w:r>
      <w:r w:rsidRPr="008D594C">
        <w:rPr>
          <w:color w:val="000000"/>
          <w:kern w:val="0"/>
          <w:szCs w:val="21"/>
        </w:rPr>
        <w:t>,</w:t>
      </w:r>
      <w:r w:rsidRPr="008D594C">
        <w:rPr>
          <w:rFonts w:hAnsi="宋体" w:hint="eastAsia"/>
          <w:color w:val="000000"/>
          <w:kern w:val="0"/>
          <w:szCs w:val="21"/>
        </w:rPr>
        <w:t>不能带电操作</w:t>
      </w:r>
      <w:r w:rsidRPr="008D594C">
        <w:rPr>
          <w:color w:val="000000"/>
          <w:kern w:val="0"/>
          <w:szCs w:val="21"/>
        </w:rPr>
        <w:t>(</w:t>
      </w:r>
      <w:r w:rsidRPr="008D594C">
        <w:rPr>
          <w:rFonts w:hAnsi="宋体" w:hint="eastAsia"/>
          <w:color w:val="000000"/>
          <w:kern w:val="0"/>
          <w:szCs w:val="21"/>
        </w:rPr>
        <w:t>或切断电源</w:t>
      </w:r>
      <w:r w:rsidRPr="008D594C">
        <w:rPr>
          <w:color w:val="000000"/>
          <w:kern w:val="0"/>
          <w:szCs w:val="21"/>
        </w:rPr>
        <w:t>)</w:t>
      </w:r>
    </w:p>
    <w:p w:rsidR="0083384A" w:rsidRPr="008D594C" w:rsidP="00D90EB5">
      <w:pPr>
        <w:widowControl/>
        <w:ind w:firstLine="420" w:firstLineChars="200"/>
        <w:jc w:val="left"/>
        <w:rPr>
          <w:color w:val="000000"/>
          <w:kern w:val="0"/>
          <w:szCs w:val="21"/>
        </w:rPr>
      </w:pPr>
      <w:r w:rsidRPr="008D594C">
        <w:rPr>
          <w:color w:val="000000"/>
          <w:kern w:val="0"/>
          <w:szCs w:val="21"/>
        </w:rPr>
        <w:t>(2)</w:t>
      </w:r>
      <w:r w:rsidRPr="008D594C">
        <w:rPr>
          <w:rFonts w:hAnsi="宋体" w:hint="eastAsia"/>
          <w:color w:val="000000"/>
          <w:kern w:val="0"/>
          <w:szCs w:val="21"/>
        </w:rPr>
        <w:t>使用三线插头</w:t>
      </w:r>
    </w:p>
    <w:p w:rsidR="0083384A" w:rsidRPr="008D594C" w:rsidP="00D90EB5">
      <w:pPr>
        <w:widowControl/>
        <w:ind w:firstLine="420" w:firstLineChars="200"/>
        <w:jc w:val="left"/>
        <w:rPr>
          <w:color w:val="000000"/>
          <w:kern w:val="0"/>
          <w:szCs w:val="21"/>
        </w:rPr>
      </w:pPr>
      <w:r w:rsidRPr="008D594C">
        <w:rPr>
          <w:color w:val="000000"/>
          <w:kern w:val="0"/>
          <w:szCs w:val="21"/>
        </w:rPr>
        <w:t>(3)</w:t>
      </w:r>
      <w:r w:rsidRPr="008D594C">
        <w:rPr>
          <w:rFonts w:hAnsi="宋体" w:hint="eastAsia"/>
          <w:color w:val="000000"/>
          <w:kern w:val="0"/>
          <w:szCs w:val="21"/>
        </w:rPr>
        <w:t>先切断电源或者用干燥的绝缘体把人与带电体分开</w:t>
      </w:r>
      <w:r w:rsidRPr="008D594C">
        <w:rPr>
          <w:color w:val="000000"/>
          <w:kern w:val="0"/>
          <w:szCs w:val="21"/>
        </w:rPr>
        <w:t>,</w:t>
      </w:r>
      <w:r w:rsidRPr="008D594C">
        <w:rPr>
          <w:rFonts w:hAnsi="宋体" w:hint="eastAsia"/>
          <w:color w:val="000000"/>
          <w:kern w:val="0"/>
          <w:szCs w:val="21"/>
        </w:rPr>
        <w:t>再施救</w:t>
      </w:r>
    </w:p>
    <w:p w:rsidR="0083384A" w:rsidP="00D90EB5">
      <w:pPr>
        <w:pStyle w:val="PlainText"/>
        <w:ind w:firstLine="600" w:firstLineChars="200"/>
        <w:jc w:val="center"/>
        <w:rPr>
          <w:rFonts w:ascii="黑体" w:eastAsia="黑体" w:hAnsi="黑体" w:cs="Times New Roman"/>
          <w:sz w:val="30"/>
          <w:szCs w:val="30"/>
        </w:rPr>
      </w:pPr>
    </w:p>
    <w:p w:rsidR="0083384A" w:rsidRPr="008D594C" w:rsidP="00D90EB5">
      <w:pPr>
        <w:pStyle w:val="PlainText"/>
        <w:ind w:firstLine="600" w:firstLineChars="200"/>
        <w:jc w:val="center"/>
        <w:rPr>
          <w:rFonts w:ascii="黑体" w:eastAsia="黑体" w:hAnsi="黑体" w:cs="Times New Roman"/>
          <w:sz w:val="30"/>
          <w:szCs w:val="30"/>
        </w:rPr>
      </w:pPr>
    </w:p>
    <w:p w:rsidR="0083384A" w:rsidRPr="008D594C" w:rsidP="00A84938">
      <w:pPr>
        <w:pStyle w:val="PlainText"/>
        <w:ind w:firstLine="600" w:firstLineChars="200"/>
        <w:jc w:val="center"/>
        <w:rPr>
          <w:rFonts w:ascii="黑体" w:eastAsia="黑体" w:hAnsi="黑体" w:cs="Times New Roman"/>
          <w:sz w:val="30"/>
          <w:szCs w:val="30"/>
        </w:rPr>
      </w:pPr>
    </w:p>
    <w:sectPr w:rsidSect="00D0227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40" w:right="1752" w:bottom="1440" w:left="1752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U-BZ-S92">
    <w:altName w:val="hakuyoxingshu7000"/>
    <w:panose1 w:val="00000000000000000000"/>
    <w:charset w:val="86"/>
    <w:family w:val="script"/>
    <w:notTrueType/>
    <w:pitch w:val="variable"/>
    <w:sig w:usb0="00000001" w:usb1="080E0000" w:usb2="00000010" w:usb3="00000000" w:csb0="00040000" w:csb1="00000000"/>
  </w:font>
  <w:font w:name="方正书宋_GBK">
    <w:altName w:val="hakuyoxingshu7000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4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4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4A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4A" w:rsidP="00D90EB5">
    <w:pPr>
      <w:pStyle w:val="Header"/>
      <w:pBdr>
        <w:bottom w:val="none" w:sz="0" w:space="0" w:color="auto"/>
      </w:pBdr>
      <w:tabs>
        <w:tab w:val="left" w:pos="7770"/>
        <w:tab w:val="clear" w:pos="8306"/>
      </w:tabs>
      <w:snapToGrid/>
      <w:spacing w:before="234" w:beforeLines="75" w:line="240" w:lineRule="exact"/>
      <w:jc w:val="both"/>
      <w:textAlignment w:val="bottom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2874341C"/>
    <w:multiLevelType w:val="hybridMultilevel"/>
    <w:tmpl w:val="BCB04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0A5443"/>
    <w:multiLevelType w:val="hybridMultilevel"/>
    <w:tmpl w:val="CF8A9DE8"/>
    <w:lvl w:ilvl="0">
      <w:start w:val="1"/>
      <w:numFmt w:val="japaneseCounting"/>
      <w:lvlText w:val="%1、"/>
      <w:lvlJc w:val="left"/>
      <w:pPr>
        <w:ind w:left="420" w:hanging="420"/>
      </w:pPr>
      <w:rPr>
        <w:rFonts w:hAnsi="宋体"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>
    <w:nsid w:val="789E23E4"/>
    <w:multiLevelType w:val="hybridMultilevel"/>
    <w:tmpl w:val="409E6D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gutterAtTop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832"/>
    <w:rsid w:val="00002063"/>
    <w:rsid w:val="00010EF7"/>
    <w:rsid w:val="00011BBC"/>
    <w:rsid w:val="0001703F"/>
    <w:rsid w:val="00024641"/>
    <w:rsid w:val="000379EF"/>
    <w:rsid w:val="000412A8"/>
    <w:rsid w:val="000419AB"/>
    <w:rsid w:val="000668BB"/>
    <w:rsid w:val="00080072"/>
    <w:rsid w:val="000B7A2C"/>
    <w:rsid w:val="000C112D"/>
    <w:rsid w:val="000D4275"/>
    <w:rsid w:val="000E3BFB"/>
    <w:rsid w:val="000F0C5F"/>
    <w:rsid w:val="000F63C2"/>
    <w:rsid w:val="0010773E"/>
    <w:rsid w:val="001167AB"/>
    <w:rsid w:val="00134C2D"/>
    <w:rsid w:val="00155A76"/>
    <w:rsid w:val="001777A5"/>
    <w:rsid w:val="00184E85"/>
    <w:rsid w:val="001A1A36"/>
    <w:rsid w:val="001B03A8"/>
    <w:rsid w:val="001B65AC"/>
    <w:rsid w:val="001C48FB"/>
    <w:rsid w:val="001F76ED"/>
    <w:rsid w:val="00207F10"/>
    <w:rsid w:val="00216F0C"/>
    <w:rsid w:val="00225CE2"/>
    <w:rsid w:val="00233D6F"/>
    <w:rsid w:val="00251149"/>
    <w:rsid w:val="00255894"/>
    <w:rsid w:val="0029050A"/>
    <w:rsid w:val="002908BF"/>
    <w:rsid w:val="002A2C10"/>
    <w:rsid w:val="002B7E2A"/>
    <w:rsid w:val="002D612B"/>
    <w:rsid w:val="003056A9"/>
    <w:rsid w:val="00310E43"/>
    <w:rsid w:val="0033685E"/>
    <w:rsid w:val="003461F1"/>
    <w:rsid w:val="00362828"/>
    <w:rsid w:val="00362AFA"/>
    <w:rsid w:val="003714D7"/>
    <w:rsid w:val="003717A1"/>
    <w:rsid w:val="00383A58"/>
    <w:rsid w:val="003847F8"/>
    <w:rsid w:val="003962D9"/>
    <w:rsid w:val="003A575A"/>
    <w:rsid w:val="003B0EDE"/>
    <w:rsid w:val="003B6A3F"/>
    <w:rsid w:val="003B6C29"/>
    <w:rsid w:val="003B7A9C"/>
    <w:rsid w:val="003C6227"/>
    <w:rsid w:val="003C7083"/>
    <w:rsid w:val="003D719E"/>
    <w:rsid w:val="003E6B4D"/>
    <w:rsid w:val="00410ABD"/>
    <w:rsid w:val="00432062"/>
    <w:rsid w:val="00451A60"/>
    <w:rsid w:val="00453961"/>
    <w:rsid w:val="0045786D"/>
    <w:rsid w:val="00465B94"/>
    <w:rsid w:val="00480619"/>
    <w:rsid w:val="00495861"/>
    <w:rsid w:val="004C441F"/>
    <w:rsid w:val="004D1A97"/>
    <w:rsid w:val="004D637F"/>
    <w:rsid w:val="004D6D78"/>
    <w:rsid w:val="004F2577"/>
    <w:rsid w:val="00504DC8"/>
    <w:rsid w:val="005219BA"/>
    <w:rsid w:val="005532D1"/>
    <w:rsid w:val="005579ED"/>
    <w:rsid w:val="0056308A"/>
    <w:rsid w:val="00582398"/>
    <w:rsid w:val="00586937"/>
    <w:rsid w:val="00597B07"/>
    <w:rsid w:val="005C2269"/>
    <w:rsid w:val="005D40F4"/>
    <w:rsid w:val="005E1F41"/>
    <w:rsid w:val="006063CB"/>
    <w:rsid w:val="006156ED"/>
    <w:rsid w:val="00625636"/>
    <w:rsid w:val="00635667"/>
    <w:rsid w:val="00635A30"/>
    <w:rsid w:val="00635CB2"/>
    <w:rsid w:val="00635DFE"/>
    <w:rsid w:val="006405B2"/>
    <w:rsid w:val="00653B8A"/>
    <w:rsid w:val="00681A79"/>
    <w:rsid w:val="006925B6"/>
    <w:rsid w:val="00693CFB"/>
    <w:rsid w:val="006A21B0"/>
    <w:rsid w:val="006A4DFF"/>
    <w:rsid w:val="006B4703"/>
    <w:rsid w:val="006D0EF7"/>
    <w:rsid w:val="006D4F4F"/>
    <w:rsid w:val="006E2C99"/>
    <w:rsid w:val="006E6841"/>
    <w:rsid w:val="00701CEE"/>
    <w:rsid w:val="00702F8E"/>
    <w:rsid w:val="00715218"/>
    <w:rsid w:val="00716FF1"/>
    <w:rsid w:val="00733B05"/>
    <w:rsid w:val="007606F4"/>
    <w:rsid w:val="00770F83"/>
    <w:rsid w:val="007737E7"/>
    <w:rsid w:val="0079540C"/>
    <w:rsid w:val="007A1FDD"/>
    <w:rsid w:val="007B0BA9"/>
    <w:rsid w:val="007B3047"/>
    <w:rsid w:val="007B62C1"/>
    <w:rsid w:val="007C24A1"/>
    <w:rsid w:val="007D2A5F"/>
    <w:rsid w:val="007E0C00"/>
    <w:rsid w:val="007E3A5A"/>
    <w:rsid w:val="007E4606"/>
    <w:rsid w:val="00810672"/>
    <w:rsid w:val="00817757"/>
    <w:rsid w:val="00824DEA"/>
    <w:rsid w:val="0083384A"/>
    <w:rsid w:val="00845B41"/>
    <w:rsid w:val="008477EB"/>
    <w:rsid w:val="008542ED"/>
    <w:rsid w:val="00857444"/>
    <w:rsid w:val="008616AC"/>
    <w:rsid w:val="008767EB"/>
    <w:rsid w:val="00880157"/>
    <w:rsid w:val="0088313E"/>
    <w:rsid w:val="0088423E"/>
    <w:rsid w:val="00887875"/>
    <w:rsid w:val="008A03D0"/>
    <w:rsid w:val="008B0716"/>
    <w:rsid w:val="008C1BC5"/>
    <w:rsid w:val="008C7370"/>
    <w:rsid w:val="008D594C"/>
    <w:rsid w:val="008E55F4"/>
    <w:rsid w:val="008F00DD"/>
    <w:rsid w:val="008F2305"/>
    <w:rsid w:val="008F57D6"/>
    <w:rsid w:val="008F5BE5"/>
    <w:rsid w:val="00903BA9"/>
    <w:rsid w:val="0091012A"/>
    <w:rsid w:val="00914832"/>
    <w:rsid w:val="00917D0F"/>
    <w:rsid w:val="00920D56"/>
    <w:rsid w:val="00925343"/>
    <w:rsid w:val="009362BE"/>
    <w:rsid w:val="00995D53"/>
    <w:rsid w:val="00996197"/>
    <w:rsid w:val="009A4C9B"/>
    <w:rsid w:val="009D4B9F"/>
    <w:rsid w:val="009D7AE0"/>
    <w:rsid w:val="009E14E7"/>
    <w:rsid w:val="009E6C7F"/>
    <w:rsid w:val="00A124EE"/>
    <w:rsid w:val="00A311B3"/>
    <w:rsid w:val="00A329DD"/>
    <w:rsid w:val="00A33244"/>
    <w:rsid w:val="00A669B0"/>
    <w:rsid w:val="00A72737"/>
    <w:rsid w:val="00A81411"/>
    <w:rsid w:val="00A84938"/>
    <w:rsid w:val="00A95869"/>
    <w:rsid w:val="00AA125A"/>
    <w:rsid w:val="00AA1A62"/>
    <w:rsid w:val="00AB04ED"/>
    <w:rsid w:val="00AC055F"/>
    <w:rsid w:val="00AC2A17"/>
    <w:rsid w:val="00AC2E37"/>
    <w:rsid w:val="00AE2FE9"/>
    <w:rsid w:val="00AF24A1"/>
    <w:rsid w:val="00AF7393"/>
    <w:rsid w:val="00AF7B26"/>
    <w:rsid w:val="00B019EC"/>
    <w:rsid w:val="00B02E11"/>
    <w:rsid w:val="00B151F6"/>
    <w:rsid w:val="00B22626"/>
    <w:rsid w:val="00B27960"/>
    <w:rsid w:val="00B41CC4"/>
    <w:rsid w:val="00B5399D"/>
    <w:rsid w:val="00B6648D"/>
    <w:rsid w:val="00B669F7"/>
    <w:rsid w:val="00B70903"/>
    <w:rsid w:val="00B72B88"/>
    <w:rsid w:val="00B77E4D"/>
    <w:rsid w:val="00B840B0"/>
    <w:rsid w:val="00B87750"/>
    <w:rsid w:val="00B9309B"/>
    <w:rsid w:val="00B9466D"/>
    <w:rsid w:val="00BB1E14"/>
    <w:rsid w:val="00BB6451"/>
    <w:rsid w:val="00BB7369"/>
    <w:rsid w:val="00BC6C3F"/>
    <w:rsid w:val="00BD0EDE"/>
    <w:rsid w:val="00BD2E8F"/>
    <w:rsid w:val="00BD68A7"/>
    <w:rsid w:val="00C029B4"/>
    <w:rsid w:val="00C223D9"/>
    <w:rsid w:val="00C9478F"/>
    <w:rsid w:val="00CA0316"/>
    <w:rsid w:val="00CC1441"/>
    <w:rsid w:val="00CD6FBE"/>
    <w:rsid w:val="00CE5DEB"/>
    <w:rsid w:val="00CE659E"/>
    <w:rsid w:val="00CE7EBF"/>
    <w:rsid w:val="00CF27B9"/>
    <w:rsid w:val="00D00545"/>
    <w:rsid w:val="00D0227C"/>
    <w:rsid w:val="00D136FA"/>
    <w:rsid w:val="00D34A17"/>
    <w:rsid w:val="00D35850"/>
    <w:rsid w:val="00D359F3"/>
    <w:rsid w:val="00D4546A"/>
    <w:rsid w:val="00D51B56"/>
    <w:rsid w:val="00D76E01"/>
    <w:rsid w:val="00D90D0A"/>
    <w:rsid w:val="00D90EB5"/>
    <w:rsid w:val="00DA57A2"/>
    <w:rsid w:val="00DB1BA6"/>
    <w:rsid w:val="00DB464A"/>
    <w:rsid w:val="00DC15D6"/>
    <w:rsid w:val="00DE2D39"/>
    <w:rsid w:val="00DE2E9B"/>
    <w:rsid w:val="00DE44FF"/>
    <w:rsid w:val="00DE78E7"/>
    <w:rsid w:val="00DF5360"/>
    <w:rsid w:val="00E03545"/>
    <w:rsid w:val="00E06345"/>
    <w:rsid w:val="00E11FD2"/>
    <w:rsid w:val="00E17727"/>
    <w:rsid w:val="00E2668C"/>
    <w:rsid w:val="00E52CAF"/>
    <w:rsid w:val="00E6767D"/>
    <w:rsid w:val="00E753BF"/>
    <w:rsid w:val="00E9328B"/>
    <w:rsid w:val="00EA0E95"/>
    <w:rsid w:val="00EA6A02"/>
    <w:rsid w:val="00EB3184"/>
    <w:rsid w:val="00EB6175"/>
    <w:rsid w:val="00EC3B8E"/>
    <w:rsid w:val="00EC71FC"/>
    <w:rsid w:val="00ED7EBF"/>
    <w:rsid w:val="00EE15A5"/>
    <w:rsid w:val="00F07056"/>
    <w:rsid w:val="00F15AE9"/>
    <w:rsid w:val="00F32F4A"/>
    <w:rsid w:val="00F33ACF"/>
    <w:rsid w:val="00F3779D"/>
    <w:rsid w:val="00F7776A"/>
    <w:rsid w:val="00F80390"/>
    <w:rsid w:val="00F84791"/>
    <w:rsid w:val="00F951D7"/>
    <w:rsid w:val="00FB0723"/>
    <w:rsid w:val="00FB1998"/>
    <w:rsid w:val="00FC47E2"/>
    <w:rsid w:val="00FC480A"/>
    <w:rsid w:val="00FC6647"/>
    <w:rsid w:val="00FD11D8"/>
    <w:rsid w:val="00FE02B7"/>
    <w:rsid w:val="00FE06EC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83F77CD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27C"/>
    <w:pPr>
      <w:widowControl w:val="0"/>
      <w:spacing w:line="360" w:lineRule="auto"/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227C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227C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PlainText">
    <w:name w:val="Plain Text"/>
    <w:basedOn w:val="Normal"/>
    <w:link w:val="PlainTextChar"/>
    <w:uiPriority w:val="99"/>
    <w:rsid w:val="00D0227C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0227C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BalloonText">
    <w:name w:val="Balloon Text"/>
    <w:basedOn w:val="Normal"/>
    <w:link w:val="BalloonTextChar"/>
    <w:uiPriority w:val="99"/>
    <w:rsid w:val="00D0227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0227C"/>
    <w:rPr>
      <w:rFonts w:eastAsia="宋体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D02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227C"/>
    <w:rPr>
      <w:rFonts w:eastAsia="宋体" w:cs="Times New Roman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HeaderChar"/>
    <w:uiPriority w:val="99"/>
    <w:rsid w:val="00D02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227C"/>
    <w:rPr>
      <w:rFonts w:eastAsia="宋体" w:cs="Times New Roman"/>
      <w:kern w:val="2"/>
      <w:sz w:val="18"/>
      <w:szCs w:val="18"/>
      <w:lang w:val="en-US" w:eastAsia="zh-CN" w:bidi="ar-SA"/>
    </w:rPr>
  </w:style>
  <w:style w:type="character" w:styleId="Strong">
    <w:name w:val="Strong"/>
    <w:basedOn w:val="DefaultParagraphFont"/>
    <w:uiPriority w:val="99"/>
    <w:qFormat/>
    <w:rsid w:val="00D0227C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8D594C"/>
    <w:pPr>
      <w:ind w:firstLine="420" w:firstLineChars="200"/>
    </w:pPr>
  </w:style>
  <w:style w:type="table" w:customStyle="1" w:styleId="1">
    <w:name w:val="网格型1"/>
    <w:uiPriority w:val="99"/>
    <w:rsid w:val="00EB6175"/>
    <w:rPr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引用1"/>
    <w:basedOn w:val="Normal"/>
    <w:next w:val="Normal"/>
    <w:uiPriority w:val="99"/>
    <w:rsid w:val="00EB6175"/>
    <w:pPr>
      <w:widowControl/>
      <w:spacing w:line="329" w:lineRule="exact"/>
      <w:jc w:val="left"/>
    </w:pPr>
    <w:rPr>
      <w:rFonts w:ascii="NEU-BZ-S92" w:eastAsia="方正书宋_GBK" w:hAnsi="NEU-BZ-S92"/>
      <w:i/>
      <w:iCs/>
      <w:color w:val="000000"/>
      <w:kern w:val="0"/>
      <w:szCs w:val="22"/>
    </w:rPr>
  </w:style>
  <w:style w:type="character" w:customStyle="1" w:styleId="QuoteChar">
    <w:name w:val="Quote Char"/>
    <w:link w:val="Quote"/>
    <w:uiPriority w:val="99"/>
    <w:locked/>
    <w:rsid w:val="00EB6175"/>
    <w:rPr>
      <w:rFonts w:cs="Times New Roman"/>
      <w:i/>
      <w:iCs/>
      <w:color w:val="000000"/>
    </w:rPr>
  </w:style>
  <w:style w:type="table" w:customStyle="1" w:styleId="-31">
    <w:name w:val="浅色底纹 - 强调文字颜色 31"/>
    <w:uiPriority w:val="99"/>
    <w:rsid w:val="00EB6175"/>
    <w:rPr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uiPriority w:val="99"/>
    <w:rsid w:val="00EB6175"/>
    <w:pPr>
      <w:widowControl/>
      <w:tabs>
        <w:tab w:val="center" w:pos="4160"/>
        <w:tab w:val="right" w:pos="8300"/>
      </w:tabs>
      <w:spacing w:line="329" w:lineRule="exact"/>
      <w:jc w:val="left"/>
    </w:pPr>
    <w:rPr>
      <w:rFonts w:ascii="NEU-BZ-S92" w:eastAsia="方正书宋_GBK" w:hAnsi="NEU-BZ-S92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uiPriority w:val="99"/>
    <w:locked/>
    <w:rsid w:val="00EB6175"/>
    <w:rPr>
      <w:rFonts w:ascii="NEU-BZ-S92" w:eastAsia="方正书宋_GBK" w:hAnsi="NEU-BZ-S92" w:cs="Times New Roman"/>
      <w:color w:val="000000"/>
      <w:sz w:val="22"/>
      <w:szCs w:val="22"/>
    </w:rPr>
  </w:style>
  <w:style w:type="character" w:customStyle="1" w:styleId="FootnoteTextChar">
    <w:name w:val="Footnote Text Char"/>
    <w:link w:val="FootnoteText"/>
    <w:uiPriority w:val="99"/>
    <w:locked/>
    <w:rsid w:val="00EB6175"/>
    <w:rPr>
      <w:rFonts w:cs="Times New Roman"/>
      <w:sz w:val="18"/>
      <w:szCs w:val="18"/>
    </w:rPr>
  </w:style>
  <w:style w:type="paragraph" w:styleId="FootnoteText">
    <w:name w:val="footnote text"/>
    <w:basedOn w:val="Normal"/>
    <w:link w:val="FootnoteTextChar2"/>
    <w:uiPriority w:val="99"/>
    <w:rsid w:val="00EB6175"/>
    <w:pPr>
      <w:widowControl/>
      <w:snapToGrid w:val="0"/>
      <w:spacing w:line="329" w:lineRule="exact"/>
      <w:jc w:val="left"/>
    </w:pPr>
    <w:rPr>
      <w:kern w:val="0"/>
      <w:sz w:val="18"/>
      <w:szCs w:val="18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7F7A45"/>
    <w:rPr>
      <w:sz w:val="18"/>
      <w:szCs w:val="18"/>
    </w:rPr>
  </w:style>
  <w:style w:type="character" w:customStyle="1" w:styleId="FootnoteTextChar2">
    <w:name w:val="Footnote Text Char2"/>
    <w:basedOn w:val="DefaultParagraphFont"/>
    <w:link w:val="FootnoteText"/>
    <w:uiPriority w:val="99"/>
    <w:locked/>
    <w:rsid w:val="00EB6175"/>
    <w:rPr>
      <w:rFonts w:cs="Times New Roman"/>
      <w:kern w:val="2"/>
      <w:sz w:val="18"/>
      <w:szCs w:val="18"/>
    </w:rPr>
  </w:style>
  <w:style w:type="character" w:styleId="FootnoteReference">
    <w:name w:val="footnote reference"/>
    <w:basedOn w:val="DefaultParagraphFont"/>
    <w:uiPriority w:val="99"/>
    <w:rsid w:val="00EB6175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EB6175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Quote">
    <w:name w:val="Quote"/>
    <w:basedOn w:val="Normal"/>
    <w:next w:val="Normal"/>
    <w:link w:val="QuoteChar2"/>
    <w:uiPriority w:val="99"/>
    <w:qFormat/>
    <w:rsid w:val="00EB6175"/>
    <w:rPr>
      <w:i/>
      <w:iCs/>
      <w:color w:val="000000"/>
      <w:kern w:val="0"/>
      <w:sz w:val="20"/>
      <w:szCs w:val="20"/>
    </w:rPr>
  </w:style>
  <w:style w:type="character" w:customStyle="1" w:styleId="QuoteChar1">
    <w:name w:val="Quote Char1"/>
    <w:basedOn w:val="DefaultParagraphFont"/>
    <w:link w:val="Quote"/>
    <w:uiPriority w:val="29"/>
    <w:rsid w:val="007F7A45"/>
    <w:rPr>
      <w:i/>
      <w:iCs/>
      <w:color w:val="000000" w:themeColor="text1"/>
      <w:szCs w:val="24"/>
    </w:rPr>
  </w:style>
  <w:style w:type="character" w:customStyle="1" w:styleId="QuoteChar2">
    <w:name w:val="Quote Char2"/>
    <w:basedOn w:val="DefaultParagraphFont"/>
    <w:link w:val="Quote"/>
    <w:uiPriority w:val="99"/>
    <w:semiHidden/>
    <w:locked/>
    <w:rsid w:val="00EB6175"/>
    <w:rPr>
      <w:rFonts w:cs="Times New Roman"/>
      <w:i/>
      <w:iCs/>
      <w:color w:val="000000"/>
      <w:kern w:val="2"/>
      <w:sz w:val="24"/>
      <w:szCs w:val="24"/>
    </w:rPr>
  </w:style>
  <w:style w:type="table" w:styleId="LightShadingAccent3">
    <w:name w:val="Light Shading Accent 3"/>
    <w:basedOn w:val="TableNormal"/>
    <w:uiPriority w:val="99"/>
    <w:rsid w:val="00EB6175"/>
    <w:rPr>
      <w:color w:val="76923C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jpeg" /><Relationship Id="rId22" Type="http://schemas.openxmlformats.org/officeDocument/2006/relationships/image" Target="media/image19.jpeg" /><Relationship Id="rId23" Type="http://schemas.openxmlformats.org/officeDocument/2006/relationships/header" Target="header1.xml" /><Relationship Id="rId24" Type="http://schemas.openxmlformats.org/officeDocument/2006/relationships/header" Target="header2.xml" /><Relationship Id="rId25" Type="http://schemas.openxmlformats.org/officeDocument/2006/relationships/footer" Target="footer1.xml" /><Relationship Id="rId26" Type="http://schemas.openxmlformats.org/officeDocument/2006/relationships/footer" Target="footer2.xml" /><Relationship Id="rId27" Type="http://schemas.openxmlformats.org/officeDocument/2006/relationships/header" Target="header3.xml" /><Relationship Id="rId28" Type="http://schemas.openxmlformats.org/officeDocument/2006/relationships/footer" Target="footer3.xml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numbering" Target="numbering.xml" /><Relationship Id="rId31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154</TotalTime>
  <Pages>7</Pages>
  <Words>498</Words>
  <Characters>2844</Characters>
  <Application>Microsoft Office Word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shendu</cp:lastModifiedBy>
  <cp:revision>48</cp:revision>
  <dcterms:created xsi:type="dcterms:W3CDTF">2018-11-16T05:07:00Z</dcterms:created>
  <dcterms:modified xsi:type="dcterms:W3CDTF">2019-10-09T01:40:00Z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2052-11.1.0.8517</vt:lpwstr>
  </property>
</Properties>
</file>