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media/image2.tif" ContentType="image/tiff"/>
  <Override PartName="/word/media/image3.tif" ContentType="image/tiff"/>
  <Override PartName="/word/media/image4.tif" ContentType="image/tiff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FA0642" w:rsidRPr="00775C4A">
      <w:pPr>
        <w:jc w:val="center"/>
        <w:outlineLvl w:val="0"/>
        <w:rPr>
          <w:rFonts w:ascii="黑体" w:eastAsia="黑体" w:hAnsi="黑体"/>
          <w:bCs/>
          <w:sz w:val="32"/>
        </w:rPr>
      </w:pPr>
      <w:r w:rsidRPr="00775C4A">
        <w:rPr>
          <w:rFonts w:ascii="黑体" w:eastAsia="黑体" w:hAnsi="黑体"/>
          <w:bCs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10477500</wp:posOffset>
            </wp:positionH>
            <wp:positionV relativeFrom="topMargin">
              <wp:posOffset>11099800</wp:posOffset>
            </wp:positionV>
            <wp:extent cx="279400" cy="342900"/>
            <wp:wrapNone/>
            <wp:docPr id="1003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4852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/>
          <w:bCs/>
          <w:noProof/>
          <w:sz w:val="20"/>
        </w:rPr>
        <w:pict>
          <v:group id="_x0000_s1025" style="width:112.7pt;height:702pt;margin-top:9.9pt;margin-left:-112.85pt;mso-position-vertical-relative:page;position:absolute;z-index:251659264" coordorigin="531,198" coordsize="2652,14748">
            <v:group id="_x0000_s1026" style="width:1500;height:14748;left:531;position:absolute;top:198" coordorigin="531,198" coordsize="1500,14748">
              <v:group id="_x0000_s1027" style="width:1368;height:1260;left:627;position:absolute;top:198" coordorigin="13601,1925" coordsize="1368,1260">
                <v:group id="_x0000_s1028" style="width:1368;height:216;left:13601;position:absolute;top:1925" coordorigin="13601,1925" coordsize="1368,216">
                  <v:group id="_x0000_s1029" style="width:1368;height:216;left:13601;position:absolute;top:1925" coordorigin="13601,1925" coordsize="1368,216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_x0000_s1030" type="#_x0000_t5" style="width:216;height:216;left:13601;position:absolute;top:1925"/>
                    <v:shape id="_x0000_s1031" type="#_x0000_t5" style="width:216;height:216;left:13889;position:absolute;top:1925"/>
                    <v:shape id="_x0000_s1032" type="#_x0000_t5" style="width:216;height:216;left:14177;position:absolute;top:1925"/>
                    <v:shape id="_x0000_s1033" type="#_x0000_t5" style="width:216;height:216;left:14465;position:absolute;top:1925"/>
                    <v:shape id="_x0000_s1034" type="#_x0000_t5" style="width:216;height:216;left:14753;position:absolute;top:1925"/>
                  </v:group>
                  <v:shape id="_x0000_s1035" type="#_x0000_t5" style="width:216;height:216;left:13601;position:absolute;top:1925"/>
                </v:group>
                <v:group id="_x0000_s1036" style="width:1368;height:216;left:13601;position:absolute;top:2249" coordorigin="13601,1925" coordsize="1368,216">
                  <v:group id="_x0000_s1037" style="width:1368;height:216;left:13601;position:absolute;top:1925" coordorigin="13601,1925" coordsize="1368,216">
                    <v:shape id="_x0000_s1038" type="#_x0000_t5" style="width:216;height:216;left:13601;position:absolute;top:1925"/>
                    <v:shape id="_x0000_s1039" type="#_x0000_t5" style="width:216;height:216;left:13889;position:absolute;top:1925"/>
                    <v:shape id="_x0000_s1040" type="#_x0000_t5" style="width:216;height:216;left:14177;position:absolute;top:1925"/>
                    <v:shape id="_x0000_s1041" type="#_x0000_t5" style="width:216;height:216;left:14465;position:absolute;top:1925"/>
                    <v:shape id="_x0000_s1042" type="#_x0000_t5" style="width:216;height:216;left:14753;position:absolute;top:1925"/>
                  </v:group>
                  <v:shape id="_x0000_s1043" type="#_x0000_t5" style="width:216;height:216;left:13601;position:absolute;top:1925"/>
                </v:group>
                <v:group id="_x0000_s1044" style="width:1368;height:216;left:13601;position:absolute;top:2969" coordorigin="13601,1925" coordsize="1368,216">
                  <v:group id="_x0000_s1045" style="width:1368;height:216;left:13601;position:absolute;top:1925" coordorigin="13601,1925" coordsize="1368,216">
                    <v:shape id="_x0000_s1046" type="#_x0000_t5" style="width:216;height:216;left:13601;position:absolute;top:1925"/>
                    <v:shape id="_x0000_s1047" type="#_x0000_t5" style="width:216;height:216;left:13889;position:absolute;top:1925"/>
                    <v:shape id="_x0000_s1048" type="#_x0000_t5" style="width:216;height:216;left:14177;position:absolute;top:1925"/>
                    <v:shape id="_x0000_s1049" type="#_x0000_t5" style="width:216;height:216;left:14465;position:absolute;top:1925"/>
                    <v:shape id="_x0000_s1050" type="#_x0000_t5" style="width:216;height:216;left:14753;position:absolute;top:1925"/>
                  </v:group>
                  <v:shape id="_x0000_s1051" type="#_x0000_t5" style="width:216;height:216;left:13601;position:absolute;top:1925"/>
                </v:group>
                <v:group id="_x0000_s1052" style="width:1368;height:216;left:13601;position:absolute;top:2609" coordorigin="13601,1925" coordsize="1368,216">
                  <v:group id="_x0000_s1053" style="width:1368;height:216;left:13601;position:absolute;top:1925" coordorigin="13601,1925" coordsize="1368,216">
                    <v:shape id="_x0000_s1054" type="#_x0000_t5" style="width:216;height:216;left:13601;position:absolute;top:1925"/>
                    <v:shape id="_x0000_s1055" type="#_x0000_t5" style="width:216;height:216;left:13889;position:absolute;top:1925"/>
                    <v:shape id="_x0000_s1056" type="#_x0000_t5" style="width:216;height:216;left:14177;position:absolute;top:1925"/>
                    <v:shape id="_x0000_s1057" type="#_x0000_t5" style="width:216;height:216;left:14465;position:absolute;top:1925"/>
                    <v:shape id="_x0000_s1058" type="#_x0000_t5" style="width:216;height:216;left:14753;position:absolute;top:1925"/>
                  </v:group>
                  <v:shape id="_x0000_s1059" type="#_x0000_t5" style="width:216;height:216;left:13601;position:absolute;top:1925"/>
                </v:group>
              </v:group>
              <v:group id="_x0000_s1060" style="width:1404;height:9756;left:531;position:absolute;top:5190" coordorigin="12326,5413" coordsize="1404,9756">
                <v:group id="_x0000_s1061" style="width:1368;height:1260;left:12326;position:absolute;top:6817" coordorigin="13601,1925" coordsize="1368,1260">
                  <v:group id="_x0000_s1062" style="width:1368;height:216;left:13601;position:absolute;top:1925" coordorigin="13601,1925" coordsize="1368,216">
                    <v:group id="_x0000_s1063" style="width:1368;height:216;left:13601;position:absolute;top:1925" coordorigin="13601,1925" coordsize="1368,216">
                      <v:shape id="_x0000_s1064" type="#_x0000_t5" style="width:216;height:216;left:13601;position:absolute;top:1925"/>
                      <v:shape id="_x0000_s1065" type="#_x0000_t5" style="width:216;height:216;left:13889;position:absolute;top:1925"/>
                      <v:shape id="_x0000_s1066" type="#_x0000_t5" style="width:216;height:216;left:14177;position:absolute;top:1925"/>
                      <v:shape id="_x0000_s1067" type="#_x0000_t5" style="width:216;height:216;left:14465;position:absolute;top:1925"/>
                      <v:shape id="_x0000_s1068" type="#_x0000_t5" style="width:216;height:216;left:14753;position:absolute;top:1925"/>
                    </v:group>
                    <v:shape id="_x0000_s1069" type="#_x0000_t5" style="width:216;height:216;left:13601;position:absolute;top:1925"/>
                  </v:group>
                  <v:group id="_x0000_s1070" style="width:1368;height:216;left:13601;position:absolute;top:2249" coordorigin="13601,1925" coordsize="1368,216">
                    <v:group id="_x0000_s1071" style="width:1368;height:216;left:13601;position:absolute;top:1925" coordorigin="13601,1925" coordsize="1368,216">
                      <v:shape id="_x0000_s1072" type="#_x0000_t5" style="width:216;height:216;left:13601;position:absolute;top:1925"/>
                      <v:shape id="_x0000_s1073" type="#_x0000_t5" style="width:216;height:216;left:13889;position:absolute;top:1925"/>
                      <v:shape id="_x0000_s1074" type="#_x0000_t5" style="width:216;height:216;left:14177;position:absolute;top:1925"/>
                      <v:shape id="_x0000_s1075" type="#_x0000_t5" style="width:216;height:216;left:14465;position:absolute;top:1925"/>
                      <v:shape id="_x0000_s1076" type="#_x0000_t5" style="width:216;height:216;left:14753;position:absolute;top:1925"/>
                    </v:group>
                    <v:shape id="_x0000_s1077" type="#_x0000_t5" style="width:216;height:216;left:13601;position:absolute;top:1925"/>
                  </v:group>
                  <v:group id="_x0000_s1078" style="width:1368;height:216;left:13601;position:absolute;top:2969" coordorigin="13601,1925" coordsize="1368,216">
                    <v:group id="_x0000_s1079" style="width:1368;height:216;left:13601;position:absolute;top:1925" coordorigin="13601,1925" coordsize="1368,216">
                      <v:shape id="_x0000_s1080" type="#_x0000_t5" style="width:216;height:216;left:13601;position:absolute;top:1925"/>
                      <v:shape id="_x0000_s1081" type="#_x0000_t5" style="width:216;height:216;left:13889;position:absolute;top:1925"/>
                      <v:shape id="_x0000_s1082" type="#_x0000_t5" style="width:216;height:216;left:14177;position:absolute;top:1925"/>
                      <v:shape id="_x0000_s1083" type="#_x0000_t5" style="width:216;height:216;left:14465;position:absolute;top:1925"/>
                      <v:shape id="_x0000_s1084" type="#_x0000_t5" style="width:216;height:216;left:14753;position:absolute;top:1925"/>
                    </v:group>
                    <v:shape id="_x0000_s1085" type="#_x0000_t5" style="width:216;height:216;left:13601;position:absolute;top:1925"/>
                  </v:group>
                  <v:group id="_x0000_s1086" style="width:1368;height:216;left:13601;position:absolute;top:2609" coordorigin="13601,1925" coordsize="1368,216">
                    <v:group id="_x0000_s1087" style="width:1368;height:216;left:13601;position:absolute;top:1925" coordorigin="13601,1925" coordsize="1368,216">
                      <v:shape id="_x0000_s1088" type="#_x0000_t5" style="width:216;height:216;left:13601;position:absolute;top:1925"/>
                      <v:shape id="_x0000_s1089" type="#_x0000_t5" style="width:216;height:216;left:13889;position:absolute;top:1925"/>
                      <v:shape id="_x0000_s1090" type="#_x0000_t5" style="width:216;height:216;left:14177;position:absolute;top:1925"/>
                      <v:shape id="_x0000_s1091" type="#_x0000_t5" style="width:216;height:216;left:14465;position:absolute;top:1925"/>
                      <v:shape id="_x0000_s1092" type="#_x0000_t5" style="width:216;height:216;left:14753;position:absolute;top:1925"/>
                    </v:group>
                    <v:shape id="_x0000_s1093" type="#_x0000_t5" style="width:216;height:216;left:13601;position:absolute;top:1925"/>
                  </v:group>
                </v:group>
                <v:group id="_x0000_s1094" style="width:1368;height:1260;left:12326;position:absolute;top:5413" coordorigin="13601,1925" coordsize="1368,1260">
                  <v:group id="_x0000_s1095" style="width:1368;height:216;left:13601;position:absolute;top:1925" coordorigin="13601,1925" coordsize="1368,216">
                    <v:group id="_x0000_s1096" style="width:1368;height:216;left:13601;position:absolute;top:1925" coordorigin="13601,1925" coordsize="1368,216">
                      <v:shape id="_x0000_s1097" type="#_x0000_t5" style="width:216;height:216;left:13601;position:absolute;top:1925"/>
                      <v:shape id="_x0000_s1098" type="#_x0000_t5" style="width:216;height:216;left:13889;position:absolute;top:1925"/>
                      <v:shape id="_x0000_s1099" type="#_x0000_t5" style="width:216;height:216;left:14177;position:absolute;top:1925"/>
                      <v:shape id="_x0000_s1100" type="#_x0000_t5" style="width:216;height:216;left:14465;position:absolute;top:1925"/>
                      <v:shape id="_x0000_s1101" type="#_x0000_t5" style="width:216;height:216;left:14753;position:absolute;top:1925"/>
                    </v:group>
                    <v:shape id="_x0000_s1102" type="#_x0000_t5" style="width:216;height:216;left:13601;position:absolute;top:1925"/>
                  </v:group>
                  <v:group id="_x0000_s1103" style="width:1368;height:216;left:13601;position:absolute;top:2249" coordorigin="13601,1925" coordsize="1368,216">
                    <v:group id="_x0000_s1104" style="width:1368;height:216;left:13601;position:absolute;top:1925" coordorigin="13601,1925" coordsize="1368,216">
                      <v:shape id="_x0000_s1105" type="#_x0000_t5" style="width:216;height:216;left:13601;position:absolute;top:1925"/>
                      <v:shape id="_x0000_s1106" type="#_x0000_t5" style="width:216;height:216;left:13889;position:absolute;top:1925"/>
                      <v:shape id="_x0000_s1107" type="#_x0000_t5" style="width:216;height:216;left:14177;position:absolute;top:1925"/>
                      <v:shape id="_x0000_s1108" type="#_x0000_t5" style="width:216;height:216;left:14465;position:absolute;top:1925"/>
                      <v:shape id="_x0000_s1109" type="#_x0000_t5" style="width:216;height:216;left:14753;position:absolute;top:1925"/>
                    </v:group>
                    <v:shape id="_x0000_s1110" type="#_x0000_t5" style="width:216;height:216;left:13601;position:absolute;top:1925"/>
                  </v:group>
                  <v:group id="_x0000_s1111" style="width:1368;height:216;left:13601;position:absolute;top:2969" coordorigin="13601,1925" coordsize="1368,216">
                    <v:group id="_x0000_s1112" style="width:1368;height:216;left:13601;position:absolute;top:1925" coordorigin="13601,1925" coordsize="1368,216">
                      <v:shape id="_x0000_s1113" type="#_x0000_t5" style="width:216;height:216;left:13601;position:absolute;top:1925"/>
                      <v:shape id="_x0000_s1114" type="#_x0000_t5" style="width:216;height:216;left:13889;position:absolute;top:1925"/>
                      <v:shape id="_x0000_s1115" type="#_x0000_t5" style="width:216;height:216;left:14177;position:absolute;top:1925"/>
                      <v:shape id="_x0000_s1116" type="#_x0000_t5" style="width:216;height:216;left:14465;position:absolute;top:1925"/>
                      <v:shape id="_x0000_s1117" type="#_x0000_t5" style="width:216;height:216;left:14753;position:absolute;top:1925"/>
                    </v:group>
                    <v:shape id="_x0000_s1118" type="#_x0000_t5" style="width:216;height:216;left:13601;position:absolute;top:1925"/>
                  </v:group>
                  <v:group id="_x0000_s1119" style="width:1368;height:216;left:13601;position:absolute;top:2609" coordorigin="13601,1925" coordsize="1368,216">
                    <v:group id="_x0000_s1120" style="width:1368;height:216;left:13601;position:absolute;top:1925" coordorigin="13601,1925" coordsize="1368,216">
                      <v:shape id="_x0000_s1121" type="#_x0000_t5" style="width:216;height:216;left:13601;position:absolute;top:1925"/>
                      <v:shape id="_x0000_s1122" type="#_x0000_t5" style="width:216;height:216;left:13889;position:absolute;top:1925"/>
                      <v:shape id="_x0000_s1123" type="#_x0000_t5" style="width:216;height:216;left:14177;position:absolute;top:1925"/>
                      <v:shape id="_x0000_s1124" type="#_x0000_t5" style="width:216;height:216;left:14465;position:absolute;top:1925"/>
                      <v:shape id="_x0000_s1125" type="#_x0000_t5" style="width:216;height:216;left:14753;position:absolute;top:1925"/>
                    </v:group>
                    <v:shape id="_x0000_s1126" type="#_x0000_t5" style="width:216;height:216;left:13601;position:absolute;top:1925"/>
                  </v:group>
                </v:group>
                <v:group id="_x0000_s1127" style="width:1368;height:1260;left:12326;position:absolute;top:11101" coordorigin="13601,1925" coordsize="1368,1260">
                  <v:group id="_x0000_s1128" style="width:1368;height:216;left:13601;position:absolute;top:1925" coordorigin="13601,1925" coordsize="1368,216">
                    <v:group id="_x0000_s1129" style="width:1368;height:216;left:13601;position:absolute;top:1925" coordorigin="13601,1925" coordsize="1368,216">
                      <v:shape id="_x0000_s1130" type="#_x0000_t5" style="width:216;height:216;left:13601;position:absolute;top:1925"/>
                      <v:shape id="_x0000_s1131" type="#_x0000_t5" style="width:216;height:216;left:13889;position:absolute;top:1925"/>
                      <v:shape id="_x0000_s1132" type="#_x0000_t5" style="width:216;height:216;left:14177;position:absolute;top:1925"/>
                      <v:shape id="_x0000_s1133" type="#_x0000_t5" style="width:216;height:216;left:14465;position:absolute;top:1925"/>
                      <v:shape id="_x0000_s1134" type="#_x0000_t5" style="width:216;height:216;left:14753;position:absolute;top:1925"/>
                    </v:group>
                    <v:shape id="_x0000_s1135" type="#_x0000_t5" style="width:216;height:216;left:13601;position:absolute;top:1925"/>
                  </v:group>
                  <v:group id="_x0000_s1136" style="width:1368;height:216;left:13601;position:absolute;top:2249" coordorigin="13601,1925" coordsize="1368,216">
                    <v:group id="_x0000_s1137" style="width:1368;height:216;left:13601;position:absolute;top:1925" coordorigin="13601,1925" coordsize="1368,216">
                      <v:shape id="_x0000_s1138" type="#_x0000_t5" style="width:216;height:216;left:13601;position:absolute;top:1925"/>
                      <v:shape id="_x0000_s1139" type="#_x0000_t5" style="width:216;height:216;left:13889;position:absolute;top:1925"/>
                      <v:shape id="_x0000_s1140" type="#_x0000_t5" style="width:216;height:216;left:14177;position:absolute;top:1925"/>
                      <v:shape id="_x0000_s1141" type="#_x0000_t5" style="width:216;height:216;left:14465;position:absolute;top:1925"/>
                      <v:shape id="_x0000_s1142" type="#_x0000_t5" style="width:216;height:216;left:14753;position:absolute;top:1925"/>
                    </v:group>
                    <v:shape id="_x0000_s1143" type="#_x0000_t5" style="width:216;height:216;left:13601;position:absolute;top:1925"/>
                  </v:group>
                  <v:group id="_x0000_s1144" style="width:1368;height:216;left:13601;position:absolute;top:2969" coordorigin="13601,1925" coordsize="1368,216">
                    <v:group id="_x0000_s1145" style="width:1368;height:216;left:13601;position:absolute;top:1925" coordorigin="13601,1925" coordsize="1368,216">
                      <v:shape id="_x0000_s1146" type="#_x0000_t5" style="width:216;height:216;left:13601;position:absolute;top:1925"/>
                      <v:shape id="_x0000_s1147" type="#_x0000_t5" style="width:216;height:216;left:13889;position:absolute;top:1925"/>
                      <v:shape id="_x0000_s1148" type="#_x0000_t5" style="width:216;height:216;left:14177;position:absolute;top:1925"/>
                      <v:shape id="_x0000_s1149" type="#_x0000_t5" style="width:216;height:216;left:14465;position:absolute;top:1925"/>
                      <v:shape id="_x0000_s1150" type="#_x0000_t5" style="width:216;height:216;left:14753;position:absolute;top:1925"/>
                    </v:group>
                    <v:shape id="_x0000_s1151" type="#_x0000_t5" style="width:216;height:216;left:13601;position:absolute;top:1925"/>
                  </v:group>
                  <v:group id="_x0000_s1152" style="width:1368;height:216;left:13601;position:absolute;top:2609" coordorigin="13601,1925" coordsize="1368,216">
                    <v:group id="_x0000_s1153" style="width:1368;height:216;left:13601;position:absolute;top:1925" coordorigin="13601,1925" coordsize="1368,216">
                      <v:shape id="_x0000_s1154" type="#_x0000_t5" style="width:216;height:216;left:13601;position:absolute;top:1925"/>
                      <v:shape id="_x0000_s1155" type="#_x0000_t5" style="width:216;height:216;left:13889;position:absolute;top:1925"/>
                      <v:shape id="_x0000_s1156" type="#_x0000_t5" style="width:216;height:216;left:14177;position:absolute;top:1925"/>
                      <v:shape id="_x0000_s1157" type="#_x0000_t5" style="width:216;height:216;left:14465;position:absolute;top:1925"/>
                      <v:shape id="_x0000_s1158" type="#_x0000_t5" style="width:216;height:216;left:14753;position:absolute;top:1925"/>
                    </v:group>
                    <v:shape id="_x0000_s1159" type="#_x0000_t5" style="width:216;height:216;left:13601;position:absolute;top:1925"/>
                  </v:group>
                </v:group>
                <v:group id="_x0000_s1160" style="width:1368;height:1260;left:12326;position:absolute;top:8221" coordorigin="13601,1925" coordsize="1368,1260">
                  <v:group id="_x0000_s1161" style="width:1368;height:216;left:13601;position:absolute;top:1925" coordorigin="13601,1925" coordsize="1368,216">
                    <v:group id="_x0000_s1162" style="width:1368;height:216;left:13601;position:absolute;top:1925" coordorigin="13601,1925" coordsize="1368,216">
                      <v:shape id="_x0000_s1163" type="#_x0000_t5" style="width:216;height:216;left:13601;position:absolute;top:1925"/>
                      <v:shape id="_x0000_s1164" type="#_x0000_t5" style="width:216;height:216;left:13889;position:absolute;top:1925"/>
                      <v:shape id="_x0000_s1165" type="#_x0000_t5" style="width:216;height:216;left:14177;position:absolute;top:1925"/>
                      <v:shape id="_x0000_s1166" type="#_x0000_t5" style="width:216;height:216;left:14465;position:absolute;top:1925"/>
                      <v:shape id="_x0000_s1167" type="#_x0000_t5" style="width:216;height:216;left:14753;position:absolute;top:1925"/>
                    </v:group>
                    <v:shape id="_x0000_s1168" type="#_x0000_t5" style="width:216;height:216;left:13601;position:absolute;top:1925"/>
                  </v:group>
                  <v:group id="_x0000_s1169" style="width:1368;height:216;left:13601;position:absolute;top:2249" coordorigin="13601,1925" coordsize="1368,216">
                    <v:group id="_x0000_s1170" style="width:1368;height:216;left:13601;position:absolute;top:1925" coordorigin="13601,1925" coordsize="1368,216">
                      <v:shape id="_x0000_s1171" type="#_x0000_t5" style="width:216;height:216;left:13601;position:absolute;top:1925"/>
                      <v:shape id="_x0000_s1172" type="#_x0000_t5" style="width:216;height:216;left:13889;position:absolute;top:1925"/>
                      <v:shape id="_x0000_s1173" type="#_x0000_t5" style="width:216;height:216;left:14177;position:absolute;top:1925"/>
                      <v:shape id="_x0000_s1174" type="#_x0000_t5" style="width:216;height:216;left:14465;position:absolute;top:1925"/>
                      <v:shape id="_x0000_s1175" type="#_x0000_t5" style="width:216;height:216;left:14753;position:absolute;top:1925"/>
                    </v:group>
                    <v:shape id="_x0000_s1176" type="#_x0000_t5" style="width:216;height:216;left:13601;position:absolute;top:1925"/>
                  </v:group>
                  <v:group id="_x0000_s1177" style="width:1368;height:216;left:13601;position:absolute;top:2969" coordorigin="13601,1925" coordsize="1368,216">
                    <v:group id="_x0000_s1178" style="width:1368;height:216;left:13601;position:absolute;top:1925" coordorigin="13601,1925" coordsize="1368,216">
                      <v:shape id="_x0000_s1179" type="#_x0000_t5" style="width:216;height:216;left:13601;position:absolute;top:1925"/>
                      <v:shape id="_x0000_s1180" type="#_x0000_t5" style="width:216;height:216;left:13889;position:absolute;top:1925"/>
                      <v:shape id="_x0000_s1181" type="#_x0000_t5" style="width:216;height:216;left:14177;position:absolute;top:1925"/>
                      <v:shape id="_x0000_s1182" type="#_x0000_t5" style="width:216;height:216;left:14465;position:absolute;top:1925"/>
                      <v:shape id="_x0000_s1183" type="#_x0000_t5" style="width:216;height:216;left:14753;position:absolute;top:1925"/>
                    </v:group>
                    <v:shape id="_x0000_s1184" type="#_x0000_t5" style="width:216;height:216;left:13601;position:absolute;top:1925"/>
                  </v:group>
                  <v:group id="_x0000_s1185" style="width:1368;height:216;left:13601;position:absolute;top:2609" coordorigin="13601,1925" coordsize="1368,216">
                    <v:group id="_x0000_s1186" style="width:1368;height:216;left:13601;position:absolute;top:1925" coordorigin="13601,1925" coordsize="1368,216">
                      <v:shape id="_x0000_s1187" type="#_x0000_t5" style="width:216;height:216;left:13601;position:absolute;top:1925"/>
                      <v:shape id="_x0000_s1188" type="#_x0000_t5" style="width:216;height:216;left:13889;position:absolute;top:1925"/>
                      <v:shape id="_x0000_s1189" type="#_x0000_t5" style="width:216;height:216;left:14177;position:absolute;top:1925"/>
                      <v:shape id="_x0000_s1190" type="#_x0000_t5" style="width:216;height:216;left:14465;position:absolute;top:1925"/>
                      <v:shape id="_x0000_s1191" type="#_x0000_t5" style="width:216;height:216;left:14753;position:absolute;top:1925"/>
                    </v:group>
                    <v:shape id="_x0000_s1192" type="#_x0000_t5" style="width:216;height:216;left:13601;position:absolute;top:1925"/>
                  </v:group>
                </v:group>
                <v:group id="_x0000_s1193" style="width:1368;height:1260;left:12326;position:absolute;top:12505" coordorigin="13601,1925" coordsize="1368,1260">
                  <v:group id="_x0000_s1194" style="width:1368;height:216;left:13601;position:absolute;top:1925" coordorigin="13601,1925" coordsize="1368,216">
                    <v:group id="_x0000_s1195" style="width:1368;height:216;left:13601;position:absolute;top:1925" coordorigin="13601,1925" coordsize="1368,216">
                      <v:shape id="_x0000_s1196" type="#_x0000_t5" style="width:216;height:216;left:13601;position:absolute;top:1925"/>
                      <v:shape id="_x0000_s1197" type="#_x0000_t5" style="width:216;height:216;left:13889;position:absolute;top:1925"/>
                      <v:shape id="_x0000_s1198" type="#_x0000_t5" style="width:216;height:216;left:14177;position:absolute;top:1925"/>
                      <v:shape id="_x0000_s1199" type="#_x0000_t5" style="width:216;height:216;left:14465;position:absolute;top:1925"/>
                      <v:shape id="_x0000_s1200" type="#_x0000_t5" style="width:216;height:216;left:14753;position:absolute;top:1925"/>
                    </v:group>
                    <v:shape id="_x0000_s1201" type="#_x0000_t5" style="width:216;height:216;left:13601;position:absolute;top:1925"/>
                  </v:group>
                  <v:group id="_x0000_s1202" style="width:1368;height:216;left:13601;position:absolute;top:2249" coordorigin="13601,1925" coordsize="1368,216">
                    <v:group id="_x0000_s1203" style="width:1368;height:216;left:13601;position:absolute;top:1925" coordorigin="13601,1925" coordsize="1368,216">
                      <v:shape id="_x0000_s1204" type="#_x0000_t5" style="width:216;height:216;left:13601;position:absolute;top:1925"/>
                      <v:shape id="_x0000_s1205" type="#_x0000_t5" style="width:216;height:216;left:13889;position:absolute;top:1925"/>
                      <v:shape id="_x0000_s1206" type="#_x0000_t5" style="width:216;height:216;left:14177;position:absolute;top:1925"/>
                      <v:shape id="_x0000_s1207" type="#_x0000_t5" style="width:216;height:216;left:14465;position:absolute;top:1925"/>
                      <v:shape id="_x0000_s1208" type="#_x0000_t5" style="width:216;height:216;left:14753;position:absolute;top:1925"/>
                    </v:group>
                    <v:shape id="_x0000_s1209" type="#_x0000_t5" style="width:216;height:216;left:13601;position:absolute;top:1925"/>
                  </v:group>
                  <v:group id="_x0000_s1210" style="width:1368;height:216;left:13601;position:absolute;top:2969" coordorigin="13601,1925" coordsize="1368,216">
                    <v:group id="_x0000_s1211" style="width:1368;height:216;left:13601;position:absolute;top:1925" coordorigin="13601,1925" coordsize="1368,216">
                      <v:shape id="_x0000_s1212" type="#_x0000_t5" style="width:216;height:216;left:13601;position:absolute;top:1925"/>
                      <v:shape id="_x0000_s1213" type="#_x0000_t5" style="width:216;height:216;left:13889;position:absolute;top:1925"/>
                      <v:shape id="_x0000_s1214" type="#_x0000_t5" style="width:216;height:216;left:14177;position:absolute;top:1925"/>
                      <v:shape id="_x0000_s1215" type="#_x0000_t5" style="width:216;height:216;left:14465;position:absolute;top:1925"/>
                      <v:shape id="_x0000_s1216" type="#_x0000_t5" style="width:216;height:216;left:14753;position:absolute;top:1925"/>
                    </v:group>
                    <v:shape id="_x0000_s1217" type="#_x0000_t5" style="width:216;height:216;left:13601;position:absolute;top:1925"/>
                  </v:group>
                  <v:group id="_x0000_s1218" style="width:1368;height:216;left:13601;position:absolute;top:2609" coordorigin="13601,1925" coordsize="1368,216">
                    <v:group id="_x0000_s1219" style="width:1368;height:216;left:13601;position:absolute;top:1925" coordorigin="13601,1925" coordsize="1368,216">
                      <v:shape id="_x0000_s1220" type="#_x0000_t5" style="width:216;height:216;left:13601;position:absolute;top:1925"/>
                      <v:shape id="_x0000_s1221" type="#_x0000_t5" style="width:216;height:216;left:13889;position:absolute;top:1925"/>
                      <v:shape id="_x0000_s1222" type="#_x0000_t5" style="width:216;height:216;left:14177;position:absolute;top:1925"/>
                      <v:shape id="_x0000_s1223" type="#_x0000_t5" style="width:216;height:216;left:14465;position:absolute;top:1925"/>
                      <v:shape id="_x0000_s1224" type="#_x0000_t5" style="width:216;height:216;left:14753;position:absolute;top:1925"/>
                    </v:group>
                    <v:shape id="_x0000_s1225" type="#_x0000_t5" style="width:216;height:216;left:13601;position:absolute;top:1925"/>
                  </v:group>
                </v:group>
                <v:group id="_x0000_s1226" style="width:1368;height:1260;left:12362;position:absolute;top:13909" coordorigin="13601,1925" coordsize="1368,1260">
                  <v:group id="_x0000_s1227" style="width:1368;height:216;left:13601;position:absolute;top:1925" coordorigin="13601,1925" coordsize="1368,216">
                    <v:group id="_x0000_s1228" style="width:1368;height:216;left:13601;position:absolute;top:1925" coordorigin="13601,1925" coordsize="1368,216">
                      <v:shape id="_x0000_s1229" type="#_x0000_t5" style="width:216;height:216;left:13601;position:absolute;top:1925"/>
                      <v:shape id="_x0000_s1230" type="#_x0000_t5" style="width:216;height:216;left:13889;position:absolute;top:1925"/>
                      <v:shape id="_x0000_s1231" type="#_x0000_t5" style="width:216;height:216;left:14177;position:absolute;top:1925"/>
                      <v:shape id="_x0000_s1232" type="#_x0000_t5" style="width:216;height:216;left:14465;position:absolute;top:1925"/>
                      <v:shape id="_x0000_s1233" type="#_x0000_t5" style="width:216;height:216;left:14753;position:absolute;top:1925"/>
                    </v:group>
                    <v:shape id="_x0000_s1234" type="#_x0000_t5" style="width:216;height:216;left:13601;position:absolute;top:1925"/>
                  </v:group>
                  <v:group id="_x0000_s1235" style="width:1368;height:216;left:13601;position:absolute;top:2249" coordorigin="13601,1925" coordsize="1368,216">
                    <v:group id="_x0000_s1236" style="width:1368;height:216;left:13601;position:absolute;top:1925" coordorigin="13601,1925" coordsize="1368,216">
                      <v:shape id="_x0000_s1237" type="#_x0000_t5" style="width:216;height:216;left:13601;position:absolute;top:1925"/>
                      <v:shape id="_x0000_s1238" type="#_x0000_t5" style="width:216;height:216;left:13889;position:absolute;top:1925"/>
                      <v:shape id="_x0000_s1239" type="#_x0000_t5" style="width:216;height:216;left:14177;position:absolute;top:1925"/>
                      <v:shape id="_x0000_s1240" type="#_x0000_t5" style="width:216;height:216;left:14465;position:absolute;top:1925"/>
                      <v:shape id="_x0000_s1241" type="#_x0000_t5" style="width:216;height:216;left:14753;position:absolute;top:1925"/>
                    </v:group>
                    <v:shape id="_x0000_s1242" type="#_x0000_t5" style="width:216;height:216;left:13601;position:absolute;top:1925"/>
                  </v:group>
                  <v:group id="_x0000_s1243" style="width:1368;height:216;left:13601;position:absolute;top:2969" coordorigin="13601,1925" coordsize="1368,216">
                    <v:group id="_x0000_s1244" style="width:1368;height:216;left:13601;position:absolute;top:1925" coordorigin="13601,1925" coordsize="1368,216">
                      <v:shape id="_x0000_s1245" type="#_x0000_t5" style="width:216;height:216;left:13601;position:absolute;top:1925"/>
                      <v:shape id="_x0000_s1246" type="#_x0000_t5" style="width:216;height:216;left:13889;position:absolute;top:1925"/>
                      <v:shape id="_x0000_s1247" type="#_x0000_t5" style="width:216;height:216;left:14177;position:absolute;top:1925"/>
                      <v:shape id="_x0000_s1248" type="#_x0000_t5" style="width:216;height:216;left:14465;position:absolute;top:1925"/>
                      <v:shape id="_x0000_s1249" type="#_x0000_t5" style="width:216;height:216;left:14753;position:absolute;top:1925"/>
                    </v:group>
                    <v:shape id="_x0000_s1250" type="#_x0000_t5" style="width:216;height:216;left:13601;position:absolute;top:1925"/>
                  </v:group>
                  <v:group id="_x0000_s1251" style="width:1368;height:216;left:13601;position:absolute;top:2609" coordorigin="13601,1925" coordsize="1368,216">
                    <v:group id="_x0000_s1252" style="width:1368;height:216;left:13601;position:absolute;top:1925" coordorigin="13601,1925" coordsize="1368,216">
                      <v:shape id="_x0000_s1253" type="#_x0000_t5" style="width:216;height:216;left:13601;position:absolute;top:1925"/>
                      <v:shape id="_x0000_s1254" type="#_x0000_t5" style="width:216;height:216;left:13889;position:absolute;top:1925"/>
                      <v:shape id="_x0000_s1255" type="#_x0000_t5" style="width:216;height:216;left:14177;position:absolute;top:1925"/>
                      <v:shape id="_x0000_s1256" type="#_x0000_t5" style="width:216;height:216;left:14465;position:absolute;top:1925"/>
                      <v:shape id="_x0000_s1257" type="#_x0000_t5" style="width:216;height:216;left:14753;position:absolute;top:1925"/>
                    </v:group>
                    <v:shape id="_x0000_s1258" type="#_x0000_t5" style="width:216;height:216;left:13601;position:absolute;top:1925"/>
                  </v:group>
                </v:group>
                <v:group id="_x0000_s1259" style="width:1368;height:1260;left:12326;position:absolute;top:9661" coordorigin="13601,1925" coordsize="1368,1260">
                  <v:group id="_x0000_s1260" style="width:1368;height:216;left:13601;position:absolute;top:1925" coordorigin="13601,1925" coordsize="1368,216">
                    <v:group id="_x0000_s1261" style="width:1368;height:216;left:13601;position:absolute;top:1925" coordorigin="13601,1925" coordsize="1368,216">
                      <v:shape id="_x0000_s1262" type="#_x0000_t5" style="width:216;height:216;left:13601;position:absolute;top:1925"/>
                      <v:shape id="_x0000_s1263" type="#_x0000_t5" style="width:216;height:216;left:13889;position:absolute;top:1925"/>
                      <v:shape id="_x0000_s1264" type="#_x0000_t5" style="width:216;height:216;left:14177;position:absolute;top:1925"/>
                      <v:shape id="_x0000_s1265" type="#_x0000_t5" style="width:216;height:216;left:14465;position:absolute;top:1925"/>
                      <v:shape id="_x0000_s1266" type="#_x0000_t5" style="width:216;height:216;left:14753;position:absolute;top:1925"/>
                    </v:group>
                    <v:shape id="_x0000_s1267" type="#_x0000_t5" style="width:216;height:216;left:13601;position:absolute;top:1925"/>
                  </v:group>
                  <v:group id="_x0000_s1268" style="width:1368;height:216;left:13601;position:absolute;top:2249" coordorigin="13601,1925" coordsize="1368,216">
                    <v:group id="_x0000_s1269" style="width:1368;height:216;left:13601;position:absolute;top:1925" coordorigin="13601,1925" coordsize="1368,216">
                      <v:shape id="_x0000_s1270" type="#_x0000_t5" style="width:216;height:216;left:13601;position:absolute;top:1925"/>
                      <v:shape id="_x0000_s1271" type="#_x0000_t5" style="width:216;height:216;left:13889;position:absolute;top:1925"/>
                      <v:shape id="_x0000_s1272" type="#_x0000_t5" style="width:216;height:216;left:14177;position:absolute;top:1925"/>
                      <v:shape id="_x0000_s1273" type="#_x0000_t5" style="width:216;height:216;left:14465;position:absolute;top:1925"/>
                      <v:shape id="_x0000_s1274" type="#_x0000_t5" style="width:216;height:216;left:14753;position:absolute;top:1925"/>
                    </v:group>
                    <v:shape id="_x0000_s1275" type="#_x0000_t5" style="width:216;height:216;left:13601;position:absolute;top:1925"/>
                  </v:group>
                  <v:group id="_x0000_s1276" style="width:1368;height:216;left:13601;position:absolute;top:2969" coordorigin="13601,1925" coordsize="1368,216">
                    <v:group id="_x0000_s1277" style="width:1368;height:216;left:13601;position:absolute;top:1925" coordorigin="13601,1925" coordsize="1368,216">
                      <v:shape id="_x0000_s1278" type="#_x0000_t5" style="width:216;height:216;left:13601;position:absolute;top:1925"/>
                      <v:shape id="_x0000_s1279" type="#_x0000_t5" style="width:216;height:216;left:13889;position:absolute;top:1925"/>
                      <v:shape id="_x0000_s1280" type="#_x0000_t5" style="width:216;height:216;left:14177;position:absolute;top:1925"/>
                      <v:shape id="_x0000_s1281" type="#_x0000_t5" style="width:216;height:216;left:14465;position:absolute;top:1925"/>
                      <v:shape id="_x0000_s1282" type="#_x0000_t5" style="width:216;height:216;left:14753;position:absolute;top:1925"/>
                    </v:group>
                    <v:shape id="_x0000_s1283" type="#_x0000_t5" style="width:216;height:216;left:13601;position:absolute;top:1925"/>
                  </v:group>
                  <v:group id="_x0000_s1284" style="width:1368;height:216;left:13601;position:absolute;top:2609" coordorigin="13601,1925" coordsize="1368,216">
                    <v:group id="_x0000_s1285" style="width:1368;height:216;left:13601;position:absolute;top:1925" coordorigin="13601,1925" coordsize="1368,216">
                      <v:shape id="_x0000_s1286" type="#_x0000_t5" style="width:216;height:216;left:13601;position:absolute;top:1925"/>
                      <v:shape id="_x0000_s1287" type="#_x0000_t5" style="width:216;height:216;left:13889;position:absolute;top:1925"/>
                      <v:shape id="_x0000_s1288" type="#_x0000_t5" style="width:216;height:216;left:14177;position:absolute;top:1925"/>
                      <v:shape id="_x0000_s1289" type="#_x0000_t5" style="width:216;height:216;left:14465;position:absolute;top:1925"/>
                      <v:shape id="_x0000_s1290" type="#_x0000_t5" style="width:216;height:216;left:14753;position:absolute;top:1925"/>
                    </v:group>
                    <v:shape id="_x0000_s1291" type="#_x0000_t5" style="width:216;height:216;left:13601;position:absolute;top:1925"/>
                  </v:group>
                </v:group>
              </v:group>
              <v:group id="_x0000_s1292" style="width:1368;height:900;left:663;position:absolute;top:1746" coordorigin="12362,1993" coordsize="1368,900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93" type="#_x0000_t202" style="width:1368;height:900;left:12362;position:absolute;top:1993" filled="f">
                  <v:textbox inset=",2.83pt">
                    <w:txbxContent>
                      <w:p w:rsidR="00FA0642"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考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号</w:t>
                        </w:r>
                      </w:p>
                    </w:txbxContent>
                  </v:textbox>
                </v:shape>
                <v:line id="_x0000_s1294" style="position:absolute" from="12362,2425" to="13730,2425"/>
              </v:group>
              <v:group id="_x0000_s1295" style="width:1368;height:900;left:663;position:absolute;top:2934" coordorigin="12362,1993" coordsize="1368,900">
                <v:shape id="_x0000_s1296" type="#_x0000_t202" style="width:1368;height:900;left:12362;position:absolute;top:1993" filled="f">
                  <v:textbox inset=",2.83pt">
                    <w:txbxContent>
                      <w:p w:rsidR="00FA0642"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姓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名</w:t>
                        </w:r>
                      </w:p>
                    </w:txbxContent>
                  </v:textbox>
                </v:shape>
                <v:line id="_x0000_s1297" style="position:absolute" from="12362,2425" to="13730,2425"/>
              </v:group>
            </v:group>
            <v:line id="_x0000_s1298" style="position:absolute" from="2895,234" to="2895,14634">
              <v:stroke dashstyle="dash"/>
            </v:line>
            <v:rect id="_x0000_s1299" style="width:252;height:324;left:2751;position:absolute;top:4050" stroked="f"/>
            <v:rect id="_x0000_s1300" style="width:252;height:288;left:2751;position:absolute;top:7686" stroked="f"/>
            <v:rect id="_x0000_s1301" style="width:252;height:324;left:2751;position:absolute;top:11214" stroked="f"/>
            <v:shape id="_x0000_s1302" type="#_x0000_t202" style="width:540;height:7848;left:2643;position:absolute;top:3978" filled="f" stroked="f">
              <v:textbox>
                <w:txbxContent>
                  <w:p w:rsidR="00FA0642">
                    <w:r>
                      <w:rPr>
                        <w:rFonts w:hint="eastAsia"/>
                      </w:rPr>
                      <w:t>装</w:t>
                    </w:r>
                  </w:p>
                  <w:p w:rsidR="00FA0642"/>
                  <w:p w:rsidR="00FA0642"/>
                  <w:p w:rsidR="00FA0642"/>
                  <w:p w:rsidR="00FA0642"/>
                  <w:p w:rsidR="00FA0642"/>
                  <w:p w:rsidR="00FA0642"/>
                  <w:p w:rsidR="00FA0642"/>
                  <w:p w:rsidR="00FA0642"/>
                  <w:p w:rsidR="00FA0642">
                    <w:r>
                      <w:rPr>
                        <w:rFonts w:hint="eastAsia"/>
                      </w:rPr>
                      <w:t>订</w:t>
                    </w:r>
                  </w:p>
                  <w:p w:rsidR="00FA0642"/>
                  <w:p w:rsidR="00FA0642"/>
                  <w:p w:rsidR="00FA0642"/>
                  <w:p w:rsidR="00FA0642"/>
                  <w:p w:rsidR="00FA0642"/>
                  <w:p w:rsidR="00FA0642"/>
                  <w:p w:rsidR="00FA0642"/>
                  <w:p w:rsidR="00FA0642"/>
                  <w:p w:rsidR="00FA0642"/>
                  <w:p w:rsidR="00FA0642">
                    <w:r>
                      <w:rPr>
                        <w:rFonts w:hint="eastAsia"/>
                      </w:rPr>
                      <w:t>线</w:t>
                    </w:r>
                  </w:p>
                </w:txbxContent>
              </v:textbox>
            </v:shape>
            <v:shape id="_x0000_s1303" type="#_x0000_t202" style="width:684;height:5256;left:2175;position:absolute;top:4986" filled="f" stroked="f">
              <v:textbox style="layout-flow:vertical-ideographic">
                <w:txbxContent>
                  <w:p w:rsidR="00FA0642">
                    <w:r>
                      <w:rPr>
                        <w:rFonts w:hint="eastAsia"/>
                      </w:rPr>
                      <w:t xml:space="preserve">( </w:t>
                    </w:r>
                    <w:r>
                      <w:rPr>
                        <w:rFonts w:hint="eastAsia"/>
                      </w:rPr>
                      <w:t>装</w:t>
                    </w:r>
                    <w:r>
                      <w:rPr>
                        <w:rFonts w:hint="eastAsia"/>
                      </w:rPr>
                      <w:t xml:space="preserve">   </w:t>
                    </w:r>
                    <w:r>
                      <w:rPr>
                        <w:rFonts w:hint="eastAsia"/>
                      </w:rPr>
                      <w:t>订</w:t>
                    </w:r>
                    <w:r>
                      <w:rPr>
                        <w:rFonts w:hint="eastAsia"/>
                      </w:rPr>
                      <w:t xml:space="preserve">   </w:t>
                    </w:r>
                    <w:r>
                      <w:rPr>
                        <w:rFonts w:hint="eastAsia"/>
                      </w:rPr>
                      <w:t>线</w:t>
                    </w:r>
                    <w:r>
                      <w:rPr>
                        <w:rFonts w:hint="eastAsia"/>
                      </w:rPr>
                      <w:t xml:space="preserve">   </w:t>
                    </w:r>
                    <w:r>
                      <w:rPr>
                        <w:rFonts w:hint="eastAsia"/>
                      </w:rPr>
                      <w:t>内</w:t>
                    </w:r>
                    <w:r>
                      <w:rPr>
                        <w:rFonts w:hint="eastAsia"/>
                      </w:rPr>
                      <w:t xml:space="preserve">   </w:t>
                    </w:r>
                    <w:r>
                      <w:rPr>
                        <w:rFonts w:hint="eastAsia"/>
                      </w:rPr>
                      <w:t>不</w:t>
                    </w:r>
                    <w:r>
                      <w:rPr>
                        <w:rFonts w:hint="eastAsia"/>
                      </w:rPr>
                      <w:t xml:space="preserve">   </w:t>
                    </w:r>
                    <w:r>
                      <w:rPr>
                        <w:rFonts w:hint="eastAsia"/>
                      </w:rPr>
                      <w:t>要</w:t>
                    </w:r>
                    <w:r>
                      <w:rPr>
                        <w:rFonts w:hint="eastAsia"/>
                      </w:rPr>
                      <w:t xml:space="preserve">   </w:t>
                    </w:r>
                    <w:r>
                      <w:rPr>
                        <w:rFonts w:hint="eastAsia"/>
                      </w:rPr>
                      <w:t>答</w:t>
                    </w:r>
                    <w:r>
                      <w:rPr>
                        <w:rFonts w:hint="eastAsia"/>
                      </w:rPr>
                      <w:t xml:space="preserve">   </w:t>
                    </w:r>
                    <w:r>
                      <w:rPr>
                        <w:rFonts w:hint="eastAsia"/>
                      </w:rPr>
                      <w:t>题</w:t>
                    </w:r>
                    <w:r>
                      <w:rPr>
                        <w:rFonts w:hint="eastAsia"/>
                      </w:rPr>
                      <w:t xml:space="preserve"> )</w:t>
                    </w:r>
                  </w:p>
                </w:txbxContent>
              </v:textbox>
            </v:shape>
            <v:group id="_x0000_s1304" style="width:180;height:3996;left:2427;position:absolute;top:810" coordorigin="2102,1129" coordsize="180,3996">
              <v:oval id="_x0000_s1305" style="width:180;height:180;left:2102;position:absolute;top:1129"/>
              <v:oval id="_x0000_s1306" style="width:180;height:180;left:2102;position:absolute;top:2425"/>
              <v:oval id="_x0000_s1307" style="width:180;height:180;left:2102;position:absolute;top:3685"/>
              <v:oval id="_x0000_s1308" style="width:180;height:180;left:2102;position:absolute;top:4945"/>
            </v:group>
            <v:group id="_x0000_s1309" style="width:180;height:3996;left:2427;position:absolute;top:10206" coordorigin="2102,1129" coordsize="180,3996">
              <v:oval id="_x0000_s1310" style="width:180;height:180;left:2102;position:absolute;top:1129"/>
              <v:oval id="_x0000_s1311" style="width:180;height:180;left:2102;position:absolute;top:2425"/>
              <v:oval id="_x0000_s1312" style="width:180;height:180;left:2102;position:absolute;top:3685"/>
              <v:oval id="_x0000_s1313" style="width:180;height:180;left:2102;position:absolute;top:4945"/>
            </v:group>
          </v:group>
        </w:pict>
      </w:r>
      <w:r w:rsidRPr="00775C4A">
        <w:rPr>
          <w:rFonts w:ascii="黑体" w:eastAsia="黑体" w:hAnsi="黑体"/>
          <w:bCs/>
          <w:sz w:val="32"/>
        </w:rPr>
        <w:t>20</w:t>
      </w:r>
      <w:r w:rsidRPr="00775C4A" w:rsidR="008814F8">
        <w:rPr>
          <w:rFonts w:ascii="黑体" w:eastAsia="黑体" w:hAnsi="黑体" w:hint="eastAsia"/>
          <w:bCs/>
          <w:sz w:val="32"/>
        </w:rPr>
        <w:t>19</w:t>
      </w:r>
      <w:r w:rsidRPr="00775C4A">
        <w:rPr>
          <w:rFonts w:ascii="黑体" w:eastAsia="黑体" w:hAnsi="黑体" w:hint="eastAsia"/>
          <w:bCs/>
          <w:sz w:val="32"/>
        </w:rPr>
        <w:t>——20</w:t>
      </w:r>
      <w:r w:rsidRPr="00775C4A" w:rsidR="008814F8">
        <w:rPr>
          <w:rFonts w:ascii="黑体" w:eastAsia="黑体" w:hAnsi="黑体" w:hint="eastAsia"/>
          <w:bCs/>
          <w:sz w:val="32"/>
        </w:rPr>
        <w:t>20学年度期中</w:t>
      </w:r>
      <w:r w:rsidRPr="00775C4A">
        <w:rPr>
          <w:rFonts w:ascii="黑体" w:eastAsia="黑体" w:hAnsi="黑体" w:hint="eastAsia"/>
          <w:bCs/>
          <w:sz w:val="32"/>
        </w:rPr>
        <w:t>考试</w:t>
      </w:r>
    </w:p>
    <w:p w:rsidR="00FA0642" w:rsidRPr="0047580E">
      <w:pPr>
        <w:jc w:val="center"/>
        <w:rPr>
          <w:rFonts w:ascii="黑体" w:eastAsia="黑体"/>
          <w:b/>
          <w:bCs/>
          <w:sz w:val="52"/>
        </w:rPr>
      </w:pPr>
      <w:r w:rsidRPr="0047580E">
        <w:rPr>
          <w:rFonts w:ascii="黑体" w:eastAsia="黑体" w:hint="eastAsia"/>
          <w:b/>
          <w:bCs/>
          <w:sz w:val="52"/>
        </w:rPr>
        <w:t>初</w:t>
      </w:r>
      <w:r w:rsidRPr="0047580E" w:rsidR="001F460C">
        <w:rPr>
          <w:rFonts w:ascii="黑体" w:eastAsia="黑体" w:hint="eastAsia"/>
          <w:b/>
          <w:bCs/>
          <w:sz w:val="52"/>
        </w:rPr>
        <w:t>三</w:t>
      </w:r>
      <w:r w:rsidRPr="0047580E">
        <w:rPr>
          <w:rFonts w:ascii="黑体" w:eastAsia="黑体" w:hint="eastAsia"/>
          <w:b/>
          <w:bCs/>
          <w:sz w:val="52"/>
        </w:rPr>
        <w:t>化学试题</w:t>
      </w:r>
    </w:p>
    <w:p w:rsidR="00FA0642" w:rsidRPr="0047580E">
      <w:pPr>
        <w:ind w:right="-15" w:firstLine="420" w:rightChars="-7" w:firstLineChars="200"/>
      </w:pPr>
      <w:r w:rsidRPr="0047580E">
        <w:rPr>
          <w:rFonts w:hint="eastAsia"/>
        </w:rPr>
        <w:t>考生注意：</w:t>
      </w:r>
    </w:p>
    <w:p w:rsidR="00FA0642" w:rsidRPr="0047580E">
      <w:pPr>
        <w:ind w:right="-15" w:firstLine="420" w:rightChars="-7" w:firstLineChars="200"/>
      </w:pPr>
      <w:r w:rsidRPr="0047580E">
        <w:rPr>
          <w:rFonts w:hint="eastAsia"/>
        </w:rPr>
        <w:t>1</w:t>
      </w:r>
      <w:r w:rsidRPr="0047580E">
        <w:rPr>
          <w:rFonts w:hint="eastAsia"/>
        </w:rPr>
        <w:t>．考试时间</w:t>
      </w:r>
      <w:r w:rsidR="00B54CCA">
        <w:rPr>
          <w:rFonts w:hint="eastAsia"/>
        </w:rPr>
        <w:t>75</w:t>
      </w:r>
      <w:r w:rsidRPr="0047580E">
        <w:rPr>
          <w:rFonts w:hint="eastAsia"/>
        </w:rPr>
        <w:t>分钟</w:t>
      </w:r>
      <w:r w:rsidRPr="0047580E">
        <w:t xml:space="preserve">          </w:t>
      </w:r>
    </w:p>
    <w:p w:rsidR="00FA0642" w:rsidRPr="0047580E">
      <w:pPr>
        <w:ind w:right="-15" w:firstLine="420" w:rightChars="-7" w:firstLineChars="200"/>
      </w:pPr>
      <w:r w:rsidRPr="0047580E">
        <w:rPr>
          <w:rFonts w:hint="eastAsia"/>
        </w:rPr>
        <w:t>2</w:t>
      </w:r>
      <w:r w:rsidR="00CA5281">
        <w:rPr>
          <w:rFonts w:hint="eastAsia"/>
        </w:rPr>
        <w:t>．全巻共四</w:t>
      </w:r>
      <w:r w:rsidRPr="0047580E">
        <w:rPr>
          <w:rFonts w:hint="eastAsia"/>
        </w:rPr>
        <w:t>个大题，总分</w:t>
      </w:r>
      <w:r w:rsidRPr="0047580E">
        <w:rPr>
          <w:rFonts w:hint="eastAsia"/>
        </w:rPr>
        <w:t>100</w:t>
      </w:r>
      <w:r w:rsidRPr="0047580E">
        <w:rPr>
          <w:rFonts w:hint="eastAsia"/>
        </w:rPr>
        <w:t>分</w:t>
      </w:r>
    </w:p>
    <w:p w:rsidR="00FA0642" w:rsidRPr="0047580E">
      <w:pPr>
        <w:ind w:right="-15" w:firstLine="420" w:rightChars="-7" w:firstLineChars="200"/>
      </w:pPr>
    </w:p>
    <w:tbl>
      <w:tblPr>
        <w:tblW w:w="0" w:type="auto"/>
        <w:tblInd w:w="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0"/>
        <w:gridCol w:w="1151"/>
        <w:gridCol w:w="1152"/>
        <w:gridCol w:w="1152"/>
        <w:gridCol w:w="1152"/>
        <w:gridCol w:w="1645"/>
      </w:tblGrid>
      <w:tr w:rsidTr="00775C4A">
        <w:tblPrEx>
          <w:tblW w:w="0" w:type="auto"/>
          <w:tblInd w:w="39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39"/>
        </w:trPr>
        <w:tc>
          <w:tcPr>
            <w:tcW w:w="840" w:type="dxa"/>
            <w:vAlign w:val="center"/>
          </w:tcPr>
          <w:p w:rsidR="00B94E5C" w:rsidRPr="0047580E"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noProof/>
                <w:sz w:val="20"/>
              </w:rPr>
              <w:pict>
                <v:group id="_x0000_s1314" style="width:62.2pt;height:39pt;margin-top:-0.5pt;margin-left:-127.6pt;position:absolute;z-index:251660288" coordorigin="639,4134" coordsize="1368,900">
                  <v:shape id="_x0000_s1315" type="#_x0000_t202" style="width:1368;height:900;left:639;position:absolute;top:4134" filled="f">
                    <v:textbox inset=",2.83pt">
                      <w:txbxContent>
                        <w:p w:rsidR="00B94E5C">
                          <w:pPr>
                            <w:ind w:firstLine="210" w:firstLineChars="100"/>
                          </w:pPr>
                          <w:r>
                            <w:rPr>
                              <w:rFonts w:hint="eastAsia"/>
                            </w:rPr>
                            <w:t>班</w:t>
                          </w:r>
                          <w:r>
                            <w:rPr>
                              <w:rFonts w:hint="eastAsia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</w:rPr>
                            <w:t>级</w:t>
                          </w:r>
                        </w:p>
                      </w:txbxContent>
                    </v:textbox>
                  </v:shape>
                  <v:line id="_x0000_s1316" style="position:absolute" from="639,4566" to="2007,4566"/>
                </v:group>
              </w:pict>
            </w:r>
            <w:r w:rsidRPr="0047580E">
              <w:rPr>
                <w:rFonts w:ascii="宋体" w:hint="eastAsia"/>
                <w:b/>
                <w:bCs/>
                <w:sz w:val="24"/>
              </w:rPr>
              <w:t>题号</w:t>
            </w:r>
          </w:p>
        </w:tc>
        <w:tc>
          <w:tcPr>
            <w:tcW w:w="1151" w:type="dxa"/>
            <w:vAlign w:val="center"/>
          </w:tcPr>
          <w:p w:rsidR="00B94E5C" w:rsidRPr="0047580E">
            <w:pPr>
              <w:jc w:val="center"/>
              <w:rPr>
                <w:rFonts w:ascii="宋体"/>
                <w:b/>
                <w:bCs/>
                <w:sz w:val="24"/>
              </w:rPr>
            </w:pPr>
            <w:r w:rsidRPr="0047580E">
              <w:rPr>
                <w:rFonts w:ascii="宋体" w:hint="eastAsia"/>
                <w:b/>
                <w:bCs/>
                <w:sz w:val="24"/>
              </w:rPr>
              <w:t>一</w:t>
            </w:r>
          </w:p>
        </w:tc>
        <w:tc>
          <w:tcPr>
            <w:tcW w:w="1152" w:type="dxa"/>
            <w:vAlign w:val="center"/>
          </w:tcPr>
          <w:p w:rsidR="00B94E5C" w:rsidRPr="0047580E">
            <w:pPr>
              <w:jc w:val="center"/>
              <w:rPr>
                <w:rFonts w:ascii="宋体"/>
                <w:b/>
                <w:bCs/>
                <w:sz w:val="24"/>
              </w:rPr>
            </w:pPr>
            <w:r w:rsidRPr="0047580E">
              <w:rPr>
                <w:rFonts w:ascii="宋体" w:hint="eastAsia"/>
                <w:b/>
                <w:bCs/>
                <w:sz w:val="24"/>
              </w:rPr>
              <w:t>二</w:t>
            </w:r>
          </w:p>
        </w:tc>
        <w:tc>
          <w:tcPr>
            <w:tcW w:w="1152" w:type="dxa"/>
            <w:vAlign w:val="center"/>
          </w:tcPr>
          <w:p w:rsidR="00B94E5C" w:rsidRPr="0047580E">
            <w:pPr>
              <w:jc w:val="center"/>
              <w:rPr>
                <w:rFonts w:ascii="宋体"/>
                <w:b/>
                <w:bCs/>
                <w:sz w:val="24"/>
              </w:rPr>
            </w:pPr>
            <w:r w:rsidRPr="0047580E">
              <w:rPr>
                <w:rFonts w:ascii="宋体" w:hint="eastAsia"/>
                <w:b/>
                <w:bCs/>
                <w:sz w:val="24"/>
              </w:rPr>
              <w:t>三</w:t>
            </w:r>
          </w:p>
        </w:tc>
        <w:tc>
          <w:tcPr>
            <w:tcW w:w="1152" w:type="dxa"/>
            <w:vAlign w:val="center"/>
          </w:tcPr>
          <w:p w:rsidR="00B94E5C" w:rsidRPr="0047580E">
            <w:pPr>
              <w:jc w:val="center"/>
              <w:rPr>
                <w:rFonts w:ascii="宋体"/>
                <w:b/>
                <w:bCs/>
                <w:sz w:val="24"/>
              </w:rPr>
            </w:pPr>
            <w:r w:rsidRPr="0047580E">
              <w:rPr>
                <w:rFonts w:ascii="宋体" w:hint="eastAsia"/>
                <w:b/>
                <w:bCs/>
                <w:sz w:val="24"/>
              </w:rPr>
              <w:t>四</w:t>
            </w:r>
          </w:p>
        </w:tc>
        <w:tc>
          <w:tcPr>
            <w:tcW w:w="1645" w:type="dxa"/>
            <w:vAlign w:val="center"/>
          </w:tcPr>
          <w:p w:rsidR="00B94E5C" w:rsidRPr="0047580E">
            <w:pPr>
              <w:jc w:val="center"/>
              <w:rPr>
                <w:rFonts w:ascii="宋体"/>
                <w:b/>
                <w:bCs/>
                <w:sz w:val="24"/>
              </w:rPr>
            </w:pPr>
            <w:r w:rsidRPr="0047580E">
              <w:rPr>
                <w:rFonts w:ascii="宋体" w:hint="eastAsia"/>
                <w:b/>
                <w:bCs/>
                <w:sz w:val="24"/>
              </w:rPr>
              <w:t>总分</w:t>
            </w:r>
          </w:p>
        </w:tc>
      </w:tr>
      <w:tr w:rsidTr="00775C4A">
        <w:tblPrEx>
          <w:tblW w:w="0" w:type="auto"/>
          <w:tblInd w:w="396" w:type="dxa"/>
          <w:tblLook w:val="0000"/>
        </w:tblPrEx>
        <w:trPr>
          <w:trHeight w:val="739"/>
        </w:trPr>
        <w:tc>
          <w:tcPr>
            <w:tcW w:w="840" w:type="dxa"/>
            <w:vAlign w:val="center"/>
          </w:tcPr>
          <w:p w:rsidR="00B94E5C" w:rsidRPr="0047580E">
            <w:pPr>
              <w:jc w:val="center"/>
              <w:rPr>
                <w:rFonts w:ascii="宋体"/>
                <w:b/>
                <w:bCs/>
                <w:sz w:val="24"/>
              </w:rPr>
            </w:pPr>
            <w:r w:rsidRPr="0047580E">
              <w:rPr>
                <w:rFonts w:ascii="宋体" w:hint="eastAsia"/>
                <w:b/>
                <w:bCs/>
                <w:sz w:val="24"/>
              </w:rPr>
              <w:t>得分</w:t>
            </w:r>
          </w:p>
        </w:tc>
        <w:tc>
          <w:tcPr>
            <w:tcW w:w="1151" w:type="dxa"/>
            <w:vAlign w:val="center"/>
          </w:tcPr>
          <w:p w:rsidR="00B94E5C" w:rsidRPr="0047580E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152" w:type="dxa"/>
            <w:vAlign w:val="center"/>
          </w:tcPr>
          <w:p w:rsidR="00B94E5C" w:rsidRPr="0047580E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152" w:type="dxa"/>
            <w:vAlign w:val="center"/>
          </w:tcPr>
          <w:p w:rsidR="00B94E5C" w:rsidRPr="0047580E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152" w:type="dxa"/>
            <w:vAlign w:val="center"/>
          </w:tcPr>
          <w:p w:rsidR="00B94E5C" w:rsidRPr="0047580E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645" w:type="dxa"/>
            <w:vAlign w:val="center"/>
          </w:tcPr>
          <w:p w:rsidR="00B94E5C" w:rsidRPr="0047580E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</w:tbl>
    <w:p w:rsidR="00E1526D" w:rsidRPr="003965AD" w:rsidP="00E1526D">
      <w:pPr>
        <w:spacing w:line="240" w:lineRule="atLeast"/>
        <w:rPr>
          <w:rFonts w:ascii="宋体" w:hAnsi="宋体"/>
          <w:b/>
          <w:szCs w:val="21"/>
        </w:rPr>
      </w:pPr>
      <w:r>
        <w:rPr>
          <w:rFonts w:ascii="黑体" w:eastAsia="黑体" w:hint="eastAsia"/>
          <w:b/>
          <w:bCs/>
          <w:sz w:val="24"/>
        </w:rPr>
        <w:t>一、</w:t>
      </w:r>
      <w:r w:rsidRPr="00B54CCA" w:rsidR="001F460C">
        <w:rPr>
          <w:rFonts w:ascii="黑体" w:eastAsia="黑体" w:hint="eastAsia"/>
          <w:b/>
          <w:bCs/>
          <w:sz w:val="24"/>
        </w:rPr>
        <w:t>选择题</w:t>
      </w:r>
      <w:r w:rsidRPr="003965AD">
        <w:rPr>
          <w:rFonts w:ascii="宋体" w:hAnsi="宋体" w:hint="eastAsia"/>
          <w:b/>
          <w:szCs w:val="21"/>
        </w:rPr>
        <w:t>（每小题只有一个选项符合题意，每小题2分）</w:t>
      </w:r>
    </w:p>
    <w:p w:rsidR="00F21CC6" w:rsidP="00F21CC6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>
        <w:t>、</w:t>
      </w:r>
      <w:r>
        <w:rPr>
          <w:rFonts w:ascii="宋体" w:hAnsi="宋体" w:cs="宋体"/>
        </w:rPr>
        <w:t>化学与人类生产、生活密切相关。下列生产过程不涉及化学变化的是（</w:t>
      </w:r>
      <w:r>
        <w:rPr>
          <w:rFonts w:ascii="宋体" w:hAnsi="宋体" w:cs="宋体" w:hint="eastAsia"/>
        </w:rPr>
        <w:t xml:space="preserve">  ）</w:t>
      </w:r>
    </w:p>
    <w:p w:rsidR="00925EEF" w:rsidP="00C5654D">
      <w:pPr>
        <w:spacing w:line="360" w:lineRule="auto"/>
        <w:jc w:val="left"/>
        <w:textAlignment w:val="center"/>
      </w:pPr>
      <w:r w:rsidRPr="00872A48">
        <w:t xml:space="preserve">A. </w:t>
      </w:r>
      <w:r>
        <w:rPr>
          <w:rFonts w:ascii="宋体" w:hAnsi="宋体" w:cs="宋体"/>
        </w:rPr>
        <w:t>高粱酿造食醋</w:t>
      </w:r>
      <w:r>
        <w:rPr>
          <w:rFonts w:hint="eastAsia"/>
        </w:rPr>
        <w:t xml:space="preserve"> </w:t>
      </w:r>
      <w:r w:rsidRPr="00872A48">
        <w:t xml:space="preserve">B. </w:t>
      </w:r>
      <w:r>
        <w:rPr>
          <w:rFonts w:ascii="宋体" w:hAnsi="宋体" w:cs="宋体"/>
        </w:rPr>
        <w:t>焚烧垃圾发</w:t>
      </w:r>
      <w:r>
        <w:rPr>
          <w:rFonts w:ascii="宋体" w:hAnsi="宋体" w:cs="宋体" w:hint="eastAsia"/>
        </w:rPr>
        <w:t xml:space="preserve"> </w:t>
      </w:r>
      <w:r w:rsidRPr="00872A48">
        <w:t xml:space="preserve">C. </w:t>
      </w:r>
      <w:r>
        <w:rPr>
          <w:rFonts w:ascii="宋体" w:hAnsi="宋体" w:cs="宋体"/>
        </w:rPr>
        <w:t>节日燃放烟花</w:t>
      </w:r>
      <w:r w:rsidRPr="00872A48">
        <w:tab/>
        <w:t xml:space="preserve">D. </w:t>
      </w:r>
      <w:r w:rsidR="00C5654D">
        <w:t>青铜熔化后浇铸成</w:t>
      </w:r>
      <w:r w:rsidRPr="00872A48" w:rsidR="00C5654D">
        <w:t>工艺品</w:t>
      </w:r>
    </w:p>
    <w:p w:rsidR="00775C4A" w:rsidP="00B54CCA">
      <w:pPr>
        <w:rPr>
          <w:rFonts w:asciiTheme="majorEastAsia" w:eastAsiaTheme="majorEastAsia" w:hAnsiTheme="majorEastAsia"/>
          <w:szCs w:val="21"/>
        </w:rPr>
      </w:pPr>
    </w:p>
    <w:p w:rsidR="00B54CCA" w:rsidP="00B54CCA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2、</w:t>
      </w:r>
      <w:r>
        <w:rPr>
          <w:rFonts w:asciiTheme="majorEastAsia" w:eastAsiaTheme="majorEastAsia" w:hAnsiTheme="majorEastAsia"/>
          <w:szCs w:val="21"/>
        </w:rPr>
        <w:t>下列实验操作中，正确的是</w:t>
      </w:r>
      <w:r>
        <w:rPr>
          <w:rFonts w:asciiTheme="majorEastAsia" w:eastAsiaTheme="majorEastAsia" w:hAnsiTheme="majorEastAsia" w:hint="eastAsia"/>
          <w:szCs w:val="21"/>
        </w:rPr>
        <w:t xml:space="preserve">  （    ）</w:t>
      </w:r>
    </w:p>
    <w:tbl>
      <w:tblPr>
        <w:tblStyle w:val="TableGrid"/>
        <w:tblW w:w="8362" w:type="dxa"/>
        <w:tblLook w:val="04A0"/>
      </w:tblPr>
      <w:tblGrid>
        <w:gridCol w:w="2090"/>
        <w:gridCol w:w="2087"/>
        <w:gridCol w:w="2101"/>
        <w:gridCol w:w="2084"/>
      </w:tblGrid>
      <w:tr w:rsidTr="00775C4A">
        <w:tblPrEx>
          <w:tblW w:w="8362" w:type="dxa"/>
          <w:tblLook w:val="04A0"/>
        </w:tblPrEx>
        <w:trPr>
          <w:trHeight w:val="1671"/>
        </w:trPr>
        <w:tc>
          <w:tcPr>
            <w:tcW w:w="2090" w:type="dxa"/>
          </w:tcPr>
          <w:p w:rsidR="00B54CCA" w:rsidP="0015633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noProof/>
                <w:szCs w:val="21"/>
              </w:rPr>
              <w:drawing>
                <wp:inline distT="0" distB="0" distL="0" distR="0">
                  <wp:extent cx="574040" cy="647065"/>
                  <wp:effectExtent l="0" t="0" r="0" b="635"/>
                  <wp:docPr id="33" name="图片 33" descr="D:\user\WIN10\renbaohua\Desktop\2019-2020初三\命题\期中\2019.10.18,初三化学图\tif\010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4687521" name="图片 33" descr="D:\user\WIN10\renbaohua\Desktop\2019-2020初三\命题\期中\2019.10.18,初三化学图\tif\010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6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4040" cy="647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7" w:type="dxa"/>
          </w:tcPr>
          <w:p w:rsidR="00B54CCA" w:rsidP="0015633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noProof/>
                <w:szCs w:val="21"/>
              </w:rPr>
              <w:drawing>
                <wp:inline distT="0" distB="0" distL="0" distR="0">
                  <wp:extent cx="506095" cy="612775"/>
                  <wp:effectExtent l="0" t="0" r="8255" b="0"/>
                  <wp:docPr id="34" name="图片 34" descr="D:\user\WIN10\renbaohua\Desktop\2019-2020初三\命题\期中\2019.10.18,初三化学图\tif\011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9867468" name="图片 34" descr="D:\user\WIN10\renbaohua\Desktop\2019-2020初三\命题\期中\2019.10.18,初三化学图\tif\011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7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2512" cy="632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1" w:type="dxa"/>
          </w:tcPr>
          <w:p w:rsidR="00B54CCA" w:rsidP="0015633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noProof/>
                <w:szCs w:val="21"/>
              </w:rPr>
              <w:drawing>
                <wp:inline distT="0" distB="0" distL="0" distR="0">
                  <wp:extent cx="763905" cy="647065"/>
                  <wp:effectExtent l="0" t="0" r="0" b="635"/>
                  <wp:docPr id="35" name="图片 35" descr="D:\user\WIN10\renbaohua\Desktop\2019-2020初三\命题\期中\2019.10.18,初三化学图\tif\01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695984" name="图片 35" descr="D:\user\WIN10\renbaohua\Desktop\2019-2020初三\命题\期中\2019.10.18,初三化学图\tif\012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8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905" cy="647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4" w:type="dxa"/>
          </w:tcPr>
          <w:p w:rsidR="00B54CCA" w:rsidP="0015633E">
            <w:pPr>
              <w:ind w:firstLine="420" w:firstLineChars="200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noProof/>
                <w:szCs w:val="21"/>
              </w:rPr>
              <w:drawing>
                <wp:inline distT="0" distB="0" distL="0" distR="0">
                  <wp:extent cx="447675" cy="680720"/>
                  <wp:effectExtent l="0" t="0" r="9525" b="5080"/>
                  <wp:docPr id="45" name="图片 45" descr="D:\user\WIN10\renbaohua\Desktop\2019-2020初三\命题\期中\图片\0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1006685" name="图片 45" descr="D:\user\WIN10\renbaohua\Desktop\2019-2020初三\命题\期中\图片\0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9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680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Tr="00775C4A">
        <w:tblPrEx>
          <w:tblW w:w="8362" w:type="dxa"/>
          <w:tblLook w:val="04A0"/>
        </w:tblPrEx>
        <w:trPr>
          <w:trHeight w:val="423"/>
        </w:trPr>
        <w:tc>
          <w:tcPr>
            <w:tcW w:w="2090" w:type="dxa"/>
          </w:tcPr>
          <w:p w:rsidR="00B54CCA" w:rsidP="0015633E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A．点燃酒精灯</w:t>
            </w:r>
          </w:p>
        </w:tc>
        <w:tc>
          <w:tcPr>
            <w:tcW w:w="2087" w:type="dxa"/>
          </w:tcPr>
          <w:p w:rsidR="00B54CCA" w:rsidP="0015633E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B．</w:t>
            </w:r>
            <w:r>
              <w:rPr>
                <w:rFonts w:asciiTheme="majorEastAsia" w:eastAsiaTheme="majorEastAsia" w:hAnsiTheme="majorEastAsia" w:hint="eastAsia"/>
                <w:bCs/>
                <w:color w:val="000000"/>
                <w:szCs w:val="21"/>
              </w:rPr>
              <w:t>熄灭酒精灯</w:t>
            </w:r>
          </w:p>
        </w:tc>
        <w:tc>
          <w:tcPr>
            <w:tcW w:w="2101" w:type="dxa"/>
          </w:tcPr>
          <w:p w:rsidR="00B54CCA" w:rsidP="0015633E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C．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检查</w:t>
            </w:r>
            <w:r>
              <w:rPr>
                <w:rFonts w:asciiTheme="majorEastAsia" w:eastAsiaTheme="majorEastAsia" w:hAnsiTheme="majorEastAsia"/>
                <w:szCs w:val="21"/>
              </w:rPr>
              <w:t>装置气密性</w:t>
            </w:r>
          </w:p>
        </w:tc>
        <w:tc>
          <w:tcPr>
            <w:tcW w:w="2084" w:type="dxa"/>
          </w:tcPr>
          <w:p w:rsidR="00B54CCA" w:rsidP="0015633E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D．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读取液体体积</w:t>
            </w:r>
          </w:p>
        </w:tc>
      </w:tr>
    </w:tbl>
    <w:p w:rsidR="00775C4A" w:rsidP="00E1526D">
      <w:pPr>
        <w:spacing w:line="276" w:lineRule="auto"/>
        <w:jc w:val="left"/>
        <w:textAlignment w:val="center"/>
        <w:rPr>
          <w:color w:val="000000"/>
          <w:szCs w:val="21"/>
        </w:rPr>
      </w:pPr>
    </w:p>
    <w:p w:rsidR="00E1526D" w:rsidRPr="00AE2DD4" w:rsidP="00E1526D">
      <w:pPr>
        <w:spacing w:line="276" w:lineRule="auto"/>
        <w:jc w:val="left"/>
        <w:textAlignment w:val="center"/>
        <w:rPr>
          <w:color w:val="000000"/>
        </w:rPr>
      </w:pPr>
      <w:r>
        <w:rPr>
          <w:color w:val="000000"/>
          <w:szCs w:val="21"/>
        </w:rPr>
        <w:t>3</w:t>
      </w:r>
      <w:r>
        <w:rPr>
          <w:color w:val="000000"/>
          <w:szCs w:val="21"/>
        </w:rPr>
        <w:t>、</w:t>
      </w:r>
      <w:r w:rsidRPr="00AE2DD4">
        <w:rPr>
          <w:color w:val="000000"/>
        </w:rPr>
        <w:t>对空气成分研究做出巨大贡献的科学家是</w:t>
      </w:r>
      <w:r>
        <w:rPr>
          <w:rFonts w:hint="eastAsia"/>
          <w:color w:val="000000"/>
        </w:rPr>
        <w:t xml:space="preserve">   </w:t>
      </w: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 xml:space="preserve">   </w:t>
      </w:r>
      <w:r>
        <w:rPr>
          <w:rFonts w:hint="eastAsia"/>
          <w:color w:val="000000"/>
        </w:rPr>
        <w:t>）</w:t>
      </w:r>
    </w:p>
    <w:p w:rsidR="00E1526D" w:rsidP="00E1526D">
      <w:pPr>
        <w:tabs>
          <w:tab w:val="left" w:pos="2076"/>
          <w:tab w:val="left" w:pos="4153"/>
          <w:tab w:val="left" w:pos="6229"/>
        </w:tabs>
        <w:spacing w:line="276" w:lineRule="auto"/>
        <w:ind w:firstLine="315" w:firstLineChars="150"/>
        <w:jc w:val="left"/>
        <w:textAlignment w:val="center"/>
        <w:rPr>
          <w:color w:val="000000"/>
        </w:rPr>
      </w:pPr>
      <w:r w:rsidRPr="00AE2DD4">
        <w:rPr>
          <w:color w:val="000000"/>
        </w:rPr>
        <w:t>A</w:t>
      </w:r>
      <w:r w:rsidRPr="00AE2DD4">
        <w:rPr>
          <w:color w:val="000000"/>
        </w:rPr>
        <w:t>．道尔顿</w:t>
      </w:r>
      <w:r w:rsidRPr="00AE2DD4">
        <w:rPr>
          <w:color w:val="000000"/>
        </w:rPr>
        <w:tab/>
        <w:t>B</w:t>
      </w:r>
      <w:r w:rsidRPr="00AE2DD4">
        <w:rPr>
          <w:color w:val="000000"/>
        </w:rPr>
        <w:t>．拉瓦锡</w:t>
      </w:r>
      <w:r w:rsidRPr="00AE2DD4">
        <w:rPr>
          <w:color w:val="000000"/>
        </w:rPr>
        <w:tab/>
        <w:t>C</w:t>
      </w:r>
      <w:r w:rsidRPr="00AE2DD4">
        <w:rPr>
          <w:color w:val="000000"/>
        </w:rPr>
        <w:t>．</w:t>
      </w:r>
      <w:r>
        <w:rPr>
          <w:rFonts w:hint="eastAsia"/>
          <w:color w:val="000000"/>
        </w:rPr>
        <w:t>达尔文</w:t>
      </w:r>
      <w:r w:rsidRPr="00AE2DD4">
        <w:rPr>
          <w:color w:val="000000"/>
        </w:rPr>
        <w:tab/>
        <w:t>D</w:t>
      </w:r>
      <w:r w:rsidRPr="00AE2DD4">
        <w:rPr>
          <w:color w:val="000000"/>
        </w:rPr>
        <w:t>．牛顿</w:t>
      </w:r>
    </w:p>
    <w:p w:rsidR="00775C4A" w:rsidP="00882072">
      <w:pPr>
        <w:spacing w:line="360" w:lineRule="auto"/>
        <w:jc w:val="left"/>
        <w:textAlignment w:val="center"/>
        <w:rPr>
          <w:color w:val="000000"/>
        </w:rPr>
      </w:pPr>
    </w:p>
    <w:p w:rsidR="00882072" w:rsidP="00882072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color w:val="000000"/>
        </w:rPr>
        <w:t>4.</w:t>
      </w:r>
      <w:r>
        <w:rPr>
          <w:rFonts w:ascii="宋体" w:hAnsi="宋体" w:cs="宋体"/>
          <w:color w:val="000000"/>
        </w:rPr>
        <w:t>下列物质中，含有氧分子的是（　　）</w:t>
      </w:r>
    </w:p>
    <w:p w:rsidR="00882072" w:rsidP="00882072">
      <w:pPr>
        <w:tabs>
          <w:tab w:val="left" w:pos="2035"/>
          <w:tab w:val="left" w:pos="4876"/>
          <w:tab w:val="left" w:pos="7314"/>
        </w:tabs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A. 高锰酸钾</w:t>
      </w:r>
      <w:r>
        <w:rPr>
          <w:rFonts w:ascii="宋体" w:hAnsi="宋体" w:cs="宋体"/>
          <w:color w:val="000000"/>
        </w:rPr>
        <w:tab/>
        <w:t>B. 氯酸钾</w:t>
      </w:r>
      <w:r>
        <w:rPr>
          <w:rFonts w:ascii="宋体" w:hAnsi="宋体" w:cs="宋体" w:hint="eastAsia"/>
          <w:color w:val="000000"/>
        </w:rPr>
        <w:t xml:space="preserve">     </w:t>
      </w:r>
      <w:r>
        <w:rPr>
          <w:rFonts w:ascii="宋体" w:hAnsi="宋体" w:cs="宋体"/>
          <w:color w:val="000000"/>
        </w:rPr>
        <w:t>C. 空气</w:t>
      </w:r>
      <w:r>
        <w:rPr>
          <w:rFonts w:ascii="宋体" w:hAnsi="宋体" w:cs="宋体"/>
          <w:color w:val="000000"/>
        </w:rPr>
        <w:tab/>
        <w:t>D. 过氧化氢</w:t>
      </w:r>
    </w:p>
    <w:p w:rsidR="00775C4A" w:rsidP="00882072">
      <w:pPr>
        <w:spacing w:line="360" w:lineRule="auto"/>
        <w:rPr>
          <w:rFonts w:eastAsia="新宋体"/>
          <w:szCs w:val="21"/>
        </w:rPr>
      </w:pPr>
    </w:p>
    <w:p w:rsidR="00F21CC6" w:rsidRPr="00865BA4" w:rsidP="00882072">
      <w:pPr>
        <w:spacing w:line="360" w:lineRule="auto"/>
        <w:rPr>
          <w:szCs w:val="21"/>
        </w:rPr>
      </w:pPr>
      <w:r>
        <w:rPr>
          <w:rFonts w:eastAsia="新宋体" w:hint="eastAsia"/>
          <w:szCs w:val="21"/>
        </w:rPr>
        <w:t>5</w:t>
      </w:r>
      <w:r w:rsidRPr="00865BA4">
        <w:rPr>
          <w:rFonts w:eastAsia="新宋体" w:hint="eastAsia"/>
          <w:szCs w:val="21"/>
        </w:rPr>
        <w:t>．空气中氧气与氮气的体积比约为（　　）</w:t>
      </w:r>
      <w:r w:rsidRPr="0083612C">
        <w:rPr>
          <w:rFonts w:eastAsia="新宋体" w:hint="eastAsia"/>
          <w:color w:val="FFFFFF"/>
          <w:sz w:val="4"/>
          <w:szCs w:val="21"/>
        </w:rPr>
        <w:t>[</w:t>
      </w:r>
      <w:r w:rsidRPr="0083612C">
        <w:rPr>
          <w:rFonts w:eastAsia="新宋体" w:hint="eastAsia"/>
          <w:color w:val="FFFFFF"/>
          <w:sz w:val="4"/>
          <w:szCs w:val="21"/>
        </w:rPr>
        <w:t>来源</w:t>
      </w:r>
      <w:r w:rsidRPr="0083612C">
        <w:rPr>
          <w:rFonts w:eastAsia="新宋体" w:hint="eastAsia"/>
          <w:color w:val="FFFFFF"/>
          <w:sz w:val="4"/>
          <w:szCs w:val="21"/>
        </w:rPr>
        <w:t>:Z&amp;xx&amp;k.Com]</w:t>
      </w:r>
    </w:p>
    <w:p w:rsidR="00F21CC6" w:rsidP="00F21CC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eastAsia="新宋体"/>
          <w:szCs w:val="21"/>
        </w:rPr>
      </w:pPr>
      <w:r w:rsidRPr="00865BA4">
        <w:rPr>
          <w:rFonts w:eastAsia="新宋体" w:hint="eastAsia"/>
          <w:szCs w:val="21"/>
        </w:rPr>
        <w:t>A</w:t>
      </w:r>
      <w:r w:rsidRPr="00865BA4">
        <w:rPr>
          <w:rFonts w:eastAsia="新宋体" w:hint="eastAsia"/>
          <w:szCs w:val="21"/>
        </w:rPr>
        <w:t>．</w:t>
      </w:r>
      <w:r w:rsidRPr="00865BA4">
        <w:rPr>
          <w:rFonts w:eastAsia="新宋体" w:hint="eastAsia"/>
          <w:szCs w:val="21"/>
        </w:rPr>
        <w:t>4</w:t>
      </w:r>
      <w:r w:rsidRPr="00865BA4">
        <w:rPr>
          <w:rFonts w:eastAsia="新宋体" w:hint="eastAsia"/>
          <w:szCs w:val="21"/>
        </w:rPr>
        <w:t>：</w:t>
      </w:r>
      <w:r w:rsidRPr="00865BA4">
        <w:rPr>
          <w:rFonts w:eastAsia="新宋体" w:hint="eastAsia"/>
          <w:szCs w:val="21"/>
        </w:rPr>
        <w:t>1</w:t>
      </w:r>
      <w:r w:rsidRPr="00865BA4">
        <w:rPr>
          <w:szCs w:val="21"/>
        </w:rPr>
        <w:tab/>
      </w:r>
      <w:r w:rsidRPr="00865BA4">
        <w:rPr>
          <w:rFonts w:eastAsia="新宋体" w:hint="eastAsia"/>
          <w:szCs w:val="21"/>
        </w:rPr>
        <w:t>B</w:t>
      </w:r>
      <w:r w:rsidRPr="00865BA4">
        <w:rPr>
          <w:rFonts w:eastAsia="新宋体" w:hint="eastAsia"/>
          <w:szCs w:val="21"/>
        </w:rPr>
        <w:t>．</w:t>
      </w:r>
      <w:r w:rsidRPr="00865BA4">
        <w:rPr>
          <w:rFonts w:eastAsia="新宋体" w:hint="eastAsia"/>
          <w:szCs w:val="21"/>
        </w:rPr>
        <w:t>1</w:t>
      </w:r>
      <w:r w:rsidRPr="00865BA4">
        <w:rPr>
          <w:rFonts w:eastAsia="新宋体" w:hint="eastAsia"/>
          <w:szCs w:val="21"/>
        </w:rPr>
        <w:t>：</w:t>
      </w:r>
      <w:r w:rsidRPr="00865BA4">
        <w:rPr>
          <w:rFonts w:eastAsia="新宋体" w:hint="eastAsia"/>
          <w:szCs w:val="21"/>
        </w:rPr>
        <w:t>4</w:t>
      </w:r>
      <w:r w:rsidRPr="00865BA4">
        <w:rPr>
          <w:szCs w:val="21"/>
        </w:rPr>
        <w:tab/>
      </w:r>
      <w:r w:rsidRPr="00865BA4">
        <w:rPr>
          <w:rFonts w:eastAsia="新宋体" w:hint="eastAsia"/>
          <w:szCs w:val="21"/>
        </w:rPr>
        <w:t>C</w:t>
      </w:r>
      <w:r w:rsidRPr="00865BA4">
        <w:rPr>
          <w:rFonts w:eastAsia="新宋体" w:hint="eastAsia"/>
          <w:szCs w:val="21"/>
        </w:rPr>
        <w:t>．</w:t>
      </w:r>
      <w:r w:rsidRPr="00865BA4">
        <w:rPr>
          <w:rFonts w:eastAsia="新宋体" w:hint="eastAsia"/>
          <w:szCs w:val="21"/>
        </w:rPr>
        <w:t>1</w:t>
      </w:r>
      <w:r w:rsidRPr="00865BA4">
        <w:rPr>
          <w:rFonts w:eastAsia="新宋体" w:hint="eastAsia"/>
          <w:szCs w:val="21"/>
        </w:rPr>
        <w:t>：</w:t>
      </w:r>
      <w:r w:rsidRPr="00865BA4">
        <w:rPr>
          <w:rFonts w:eastAsia="新宋体" w:hint="eastAsia"/>
          <w:szCs w:val="21"/>
        </w:rPr>
        <w:t>5</w:t>
      </w:r>
      <w:r w:rsidRPr="00865BA4">
        <w:rPr>
          <w:szCs w:val="21"/>
        </w:rPr>
        <w:tab/>
      </w:r>
      <w:r w:rsidRPr="00865BA4">
        <w:rPr>
          <w:rFonts w:eastAsia="新宋体" w:hint="eastAsia"/>
          <w:szCs w:val="21"/>
        </w:rPr>
        <w:t>D</w:t>
      </w:r>
      <w:r w:rsidRPr="00865BA4">
        <w:rPr>
          <w:rFonts w:eastAsia="新宋体" w:hint="eastAsia"/>
          <w:szCs w:val="21"/>
        </w:rPr>
        <w:t>．</w:t>
      </w:r>
      <w:r w:rsidRPr="00865BA4">
        <w:rPr>
          <w:rFonts w:eastAsia="新宋体" w:hint="eastAsia"/>
          <w:szCs w:val="21"/>
        </w:rPr>
        <w:t>4</w:t>
      </w:r>
      <w:r w:rsidRPr="00865BA4">
        <w:rPr>
          <w:rFonts w:eastAsia="新宋体" w:hint="eastAsia"/>
          <w:szCs w:val="21"/>
        </w:rPr>
        <w:t>：</w:t>
      </w:r>
      <w:r w:rsidRPr="00865BA4">
        <w:rPr>
          <w:rFonts w:eastAsia="新宋体" w:hint="eastAsia"/>
          <w:szCs w:val="21"/>
        </w:rPr>
        <w:t>5</w:t>
      </w:r>
    </w:p>
    <w:p w:rsidR="00E1526D" w:rsidP="00E1526D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color w:val="000000"/>
        </w:rPr>
        <w:t>6.</w:t>
      </w:r>
      <w:r>
        <w:rPr>
          <w:rFonts w:ascii="宋体" w:hAnsi="宋体" w:cs="宋体"/>
          <w:color w:val="000000"/>
        </w:rPr>
        <w:t>下列有关空气中各成分的性质与用途对应关系</w:t>
      </w:r>
      <w:r w:rsidR="00D9174B">
        <w:rPr>
          <w:rFonts w:ascii="宋体" w:hAnsi="宋体" w:cs="宋体" w:hint="eastAsia"/>
          <w:color w:val="000000"/>
        </w:rPr>
        <w:t>不</w:t>
      </w:r>
      <w:r>
        <w:rPr>
          <w:rFonts w:ascii="宋体" w:hAnsi="宋体" w:cs="宋体"/>
          <w:color w:val="000000"/>
        </w:rPr>
        <w:t>成立的是</w:t>
      </w:r>
      <w:r w:rsidR="00282F86">
        <w:rPr>
          <w:rFonts w:ascii="宋体" w:hAnsi="宋体" w:cs="宋体" w:hint="eastAsia"/>
          <w:color w:val="000000"/>
        </w:rPr>
        <w:t>(    )</w:t>
      </w:r>
    </w:p>
    <w:p w:rsidR="00E1526D" w:rsidP="00E1526D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 xml:space="preserve">A. </w:t>
      </w:r>
      <w:r w:rsidR="00D9174B">
        <w:rPr>
          <w:rFonts w:ascii="宋体" w:hAnsi="宋体" w:cs="宋体"/>
          <w:color w:val="000000"/>
        </w:rPr>
        <w:t>氮气化学性质稳定，可用作</w:t>
      </w:r>
      <w:r>
        <w:rPr>
          <w:rFonts w:ascii="宋体" w:hAnsi="宋体" w:cs="宋体"/>
          <w:color w:val="000000"/>
        </w:rPr>
        <w:t>保护气</w:t>
      </w:r>
    </w:p>
    <w:p w:rsidR="00E1526D" w:rsidP="00E1526D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B. 二氧化碳无色无味，可用于植物光合作用的原料之一</w:t>
      </w:r>
    </w:p>
    <w:p w:rsidR="00925EEF" w:rsidP="00E1526D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C. 氧气能支持燃烧，可用于火箭发射的燃料</w:t>
      </w:r>
    </w:p>
    <w:p w:rsidR="00E1526D" w:rsidP="00E1526D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D. 稀有气体化学性质不活泼，可用于制成各种电光源</w:t>
      </w:r>
    </w:p>
    <w:p w:rsidR="001E5A41" w:rsidP="001F460C">
      <w:pPr>
        <w:adjustRightInd w:val="0"/>
        <w:snapToGrid w:val="0"/>
      </w:pPr>
    </w:p>
    <w:p w:rsidR="001F460C" w:rsidRPr="0047580E" w:rsidP="001F460C">
      <w:pPr>
        <w:adjustRightInd w:val="0"/>
        <w:snapToGrid w:val="0"/>
      </w:pPr>
      <w:r>
        <w:rPr>
          <w:rFonts w:hint="eastAsia"/>
        </w:rPr>
        <w:t>7</w:t>
      </w:r>
      <w:r>
        <w:rPr>
          <w:rFonts w:hint="eastAsia"/>
        </w:rPr>
        <w:t>、</w:t>
      </w:r>
      <w:r w:rsidRPr="0047580E">
        <w:rPr>
          <w:rFonts w:ascii="宋体" w:hAnsi="宋体" w:cs="宋体"/>
        </w:rPr>
        <w:t>下列有关实验现象的描述中，正确的是</w:t>
      </w:r>
      <w:r w:rsidRPr="0047580E">
        <w:rPr>
          <w:rFonts w:ascii="宋体" w:hAnsi="宋体" w:hint="eastAsia"/>
          <w:szCs w:val="21"/>
          <w:shd w:val="clear" w:color="auto" w:fill="FFFFFF"/>
        </w:rPr>
        <w:t>（　    　）</w:t>
      </w:r>
    </w:p>
    <w:p w:rsidR="001F460C" w:rsidRPr="0047580E" w:rsidP="001F460C">
      <w:pPr>
        <w:adjustRightInd w:val="0"/>
        <w:snapToGrid w:val="0"/>
      </w:pPr>
      <w:r w:rsidRPr="0047580E">
        <w:t>A</w:t>
      </w:r>
      <w:r w:rsidRPr="0047580E">
        <w:t>．</w:t>
      </w:r>
      <w:r w:rsidRPr="0047580E">
        <w:t xml:space="preserve"> </w:t>
      </w:r>
      <w:r w:rsidRPr="0047580E">
        <w:rPr>
          <w:rFonts w:ascii="宋体" w:hAnsi="宋体" w:cs="宋体" w:hint="eastAsia"/>
        </w:rPr>
        <w:t>木炭</w:t>
      </w:r>
      <w:r w:rsidR="00201763">
        <w:rPr>
          <w:rFonts w:ascii="宋体" w:hAnsi="宋体" w:cs="宋体"/>
        </w:rPr>
        <w:t>在</w:t>
      </w:r>
      <w:r w:rsidR="00201763">
        <w:rPr>
          <w:rFonts w:ascii="宋体" w:hAnsi="宋体" w:cs="宋体" w:hint="eastAsia"/>
        </w:rPr>
        <w:t>氧</w:t>
      </w:r>
      <w:r w:rsidRPr="0047580E">
        <w:rPr>
          <w:rFonts w:ascii="宋体" w:hAnsi="宋体" w:cs="宋体"/>
        </w:rPr>
        <w:t>气中燃烧时，</w:t>
      </w:r>
      <w:r w:rsidR="00201763">
        <w:rPr>
          <w:rFonts w:ascii="宋体" w:hAnsi="宋体" w:cs="宋体" w:hint="eastAsia"/>
        </w:rPr>
        <w:t>发出白</w:t>
      </w:r>
      <w:r w:rsidRPr="0047580E">
        <w:rPr>
          <w:rFonts w:ascii="宋体" w:hAnsi="宋体" w:cs="宋体" w:hint="eastAsia"/>
        </w:rPr>
        <w:t>光</w:t>
      </w:r>
      <w:r w:rsidRPr="0047580E">
        <w:rPr>
          <w:rFonts w:ascii="宋体" w:hAnsi="宋体" w:cs="宋体"/>
        </w:rPr>
        <w:t>，放出大量热</w:t>
      </w:r>
    </w:p>
    <w:p w:rsidR="001F460C" w:rsidRPr="0047580E" w:rsidP="001F460C">
      <w:pPr>
        <w:adjustRightInd w:val="0"/>
        <w:snapToGrid w:val="0"/>
      </w:pPr>
      <w:r w:rsidRPr="0047580E">
        <w:t>B</w:t>
      </w:r>
      <w:r w:rsidRPr="0047580E">
        <w:t>．</w:t>
      </w:r>
      <w:r w:rsidRPr="0047580E">
        <w:t xml:space="preserve"> </w:t>
      </w:r>
      <w:r w:rsidR="0073603B">
        <w:rPr>
          <w:rFonts w:ascii="宋体" w:hAnsi="宋体" w:cs="宋体"/>
        </w:rPr>
        <w:t>红磷在氧气中燃烧时，生成大量白</w:t>
      </w:r>
      <w:r w:rsidRPr="0047580E">
        <w:rPr>
          <w:rFonts w:ascii="宋体" w:hAnsi="宋体" w:cs="宋体"/>
        </w:rPr>
        <w:t>雾</w:t>
      </w:r>
    </w:p>
    <w:p w:rsidR="001F460C" w:rsidRPr="0047580E" w:rsidP="001F460C">
      <w:pPr>
        <w:adjustRightInd w:val="0"/>
        <w:snapToGrid w:val="0"/>
      </w:pPr>
      <w:r w:rsidRPr="0047580E">
        <w:t>C</w:t>
      </w:r>
      <w:r w:rsidRPr="0047580E">
        <w:t>．</w:t>
      </w:r>
      <w:r w:rsidRPr="0047580E">
        <w:t xml:space="preserve"> </w:t>
      </w:r>
      <w:r w:rsidRPr="0047580E">
        <w:rPr>
          <w:rFonts w:ascii="宋体" w:hAnsi="宋体" w:cs="宋体"/>
        </w:rPr>
        <w:t>硫在氧气中燃烧时，发出蓝紫色火焰，生成无色无味的气体</w:t>
      </w:r>
    </w:p>
    <w:p w:rsidR="001F460C" w:rsidRPr="0047580E" w:rsidP="001F460C">
      <w:pPr>
        <w:adjustRightInd w:val="0"/>
        <w:snapToGrid w:val="0"/>
      </w:pPr>
      <w:r w:rsidRPr="0047580E">
        <w:t>D</w:t>
      </w:r>
      <w:r w:rsidRPr="0047580E">
        <w:t>．</w:t>
      </w:r>
      <w:r w:rsidRPr="0047580E">
        <w:t xml:space="preserve"> </w:t>
      </w:r>
      <w:r w:rsidRPr="0047580E">
        <w:rPr>
          <w:rFonts w:ascii="宋体" w:hAnsi="宋体" w:cs="宋体"/>
        </w:rPr>
        <w:t>铁丝在氧气中燃烧时，火星四射，生成黑色固体四氧化三铁</w:t>
      </w:r>
    </w:p>
    <w:p w:rsidR="001E5A41" w:rsidP="001F460C">
      <w:pPr>
        <w:adjustRightInd w:val="0"/>
        <w:snapToGrid w:val="0"/>
      </w:pPr>
    </w:p>
    <w:p w:rsidR="001F460C" w:rsidRPr="0047580E" w:rsidP="001F460C">
      <w:pPr>
        <w:adjustRightInd w:val="0"/>
        <w:snapToGrid w:val="0"/>
        <w:rPr>
          <w:rFonts w:ascii="Cambria" w:hAnsi="Cambria"/>
          <w:szCs w:val="21"/>
        </w:rPr>
      </w:pPr>
      <w:r>
        <w:rPr>
          <w:rFonts w:hint="eastAsia"/>
        </w:rPr>
        <w:t>8</w:t>
      </w:r>
      <w:r w:rsidRPr="0047580E">
        <w:t>．</w:t>
      </w:r>
      <w:r w:rsidRPr="0047580E">
        <w:rPr>
          <w:rFonts w:ascii="Cambria" w:hAnsi="Cambria"/>
          <w:szCs w:val="21"/>
        </w:rPr>
        <w:t xml:space="preserve"> </w:t>
      </w:r>
      <w:r w:rsidRPr="0047580E">
        <w:rPr>
          <w:rFonts w:ascii="Cambria"/>
          <w:szCs w:val="21"/>
        </w:rPr>
        <w:t>下列变化中，既</w:t>
      </w:r>
      <w:r w:rsidR="00F40762">
        <w:rPr>
          <w:rFonts w:ascii="Cambria" w:hint="eastAsia"/>
          <w:szCs w:val="21"/>
        </w:rPr>
        <w:t>不</w:t>
      </w:r>
      <w:r w:rsidRPr="0047580E">
        <w:rPr>
          <w:rFonts w:ascii="Cambria"/>
          <w:szCs w:val="21"/>
        </w:rPr>
        <w:t>属于化合反应又</w:t>
      </w:r>
      <w:r w:rsidR="00F40762">
        <w:rPr>
          <w:rFonts w:ascii="Cambria" w:hint="eastAsia"/>
          <w:szCs w:val="21"/>
        </w:rPr>
        <w:t>不</w:t>
      </w:r>
      <w:r w:rsidR="00F40762">
        <w:rPr>
          <w:rFonts w:ascii="Cambria"/>
          <w:szCs w:val="21"/>
        </w:rPr>
        <w:t>属于</w:t>
      </w:r>
      <w:r w:rsidR="00F40762">
        <w:rPr>
          <w:rFonts w:ascii="Cambria" w:hint="eastAsia"/>
          <w:szCs w:val="21"/>
        </w:rPr>
        <w:t>分解</w:t>
      </w:r>
      <w:r w:rsidRPr="0047580E">
        <w:rPr>
          <w:rFonts w:ascii="Cambria"/>
          <w:szCs w:val="21"/>
        </w:rPr>
        <w:t>反应的是</w:t>
      </w:r>
      <w:r w:rsidRPr="0047580E">
        <w:rPr>
          <w:rFonts w:ascii="宋体" w:hAnsi="宋体" w:hint="eastAsia"/>
          <w:szCs w:val="21"/>
          <w:shd w:val="clear" w:color="auto" w:fill="FFFFFF"/>
        </w:rPr>
        <w:t>（　    　）</w:t>
      </w:r>
    </w:p>
    <w:p w:rsidR="001F460C" w:rsidRPr="0047580E" w:rsidP="001F460C">
      <w:pPr>
        <w:autoSpaceDE w:val="0"/>
        <w:autoSpaceDN w:val="0"/>
        <w:adjustRightInd w:val="0"/>
        <w:snapToGrid w:val="0"/>
        <w:jc w:val="left"/>
        <w:textAlignment w:val="center"/>
        <w:rPr>
          <w:rFonts w:ascii="Cambria" w:hAnsi="Cambria"/>
          <w:szCs w:val="21"/>
        </w:rPr>
      </w:pPr>
      <w:r w:rsidRPr="0047580E">
        <w:rPr>
          <w:szCs w:val="21"/>
        </w:rPr>
        <w:t>A</w:t>
      </w:r>
      <w:r w:rsidRPr="0047580E">
        <w:rPr>
          <w:rFonts w:ascii="Cambria" w:hAnsi="Cambria"/>
          <w:szCs w:val="21"/>
        </w:rPr>
        <w:t>.</w:t>
      </w:r>
      <w:r w:rsidRPr="0047580E">
        <w:rPr>
          <w:rFonts w:ascii="Cambria"/>
          <w:szCs w:val="21"/>
        </w:rPr>
        <w:t>甲烷</w:t>
      </w:r>
      <w:r w:rsidRPr="0047580E">
        <w:rPr>
          <w:rFonts w:ascii="Cambria" w:hAnsi="Cambria"/>
          <w:szCs w:val="21"/>
        </w:rPr>
        <w:t>+</w:t>
      </w:r>
      <w:r w:rsidRPr="0047580E">
        <w:rPr>
          <w:rFonts w:ascii="Cambria"/>
          <w:szCs w:val="21"/>
        </w:rPr>
        <w:t>氧气</w:t>
      </w:r>
      <w:r>
        <w:rPr>
          <w:rFonts w:ascii="Cambria" w:hAnsi="Cambria"/>
          <w:szCs w:val="21"/>
        </w:rPr>
        <w:pict>
          <v:group id="组合 45" o:spid="_x0000_i1317" alt="莲山课件(www.5ykj.com)--教育资源门户，提供试卷、教案、课件、论文、素材及各类教学资源下载！" style="width:38pt;height:27.9pt;mso-position-horizontal-relative:char;mso-position-vertical-relative:line" coordorigin="5181,767" coordsize="1216,516">
            <v:shape id="文本框 46" o:spid="_x0000_s1318" type="#_x0000_t202" style="width:1215;height:225;left:5181;position:absolute;top:1043" filled="f" stroked="f">
              <v:textbox inset="0,0,0,0">
                <w:txbxContent>
                  <w:p w:rsidR="001F460C" w:rsidP="001F460C">
                    <w:pPr>
                      <w:pStyle w:val="Header"/>
                      <w:tabs>
                        <w:tab w:val="clear" w:pos="4153"/>
                        <w:tab w:val="clear" w:pos="8306"/>
                      </w:tabs>
                      <w:snapToGrid/>
                      <w:rPr>
                        <w:rFonts w:ascii="宋体" w:hAnsi="宋体"/>
                        <w:szCs w:val="20"/>
                      </w:rPr>
                    </w:pPr>
                    <w:r>
                      <w:rPr>
                        <w:rFonts w:ascii="宋体" w:hAnsi="宋体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  <v:shape id="文本框 47" o:spid="_x0000_s1319" type="#_x0000_t202" style="width:1215;height:225;left:5181;position:absolute;top:1058" filled="f" stroked="f">
              <v:textbox inset="0,0,0,0">
                <w:txbxContent>
                  <w:p w:rsidR="001F460C" w:rsidP="001F460C">
                    <w:pPr>
                      <w:pStyle w:val="Header"/>
                      <w:tabs>
                        <w:tab w:val="clear" w:pos="4153"/>
                        <w:tab w:val="clear" w:pos="8306"/>
                      </w:tabs>
                      <w:snapToGrid/>
                      <w:rPr>
                        <w:rFonts w:ascii="宋体" w:hAnsi="宋体"/>
                        <w:szCs w:val="20"/>
                      </w:rPr>
                    </w:pPr>
                    <w:r>
                      <w:rPr>
                        <w:rFonts w:ascii="宋体" w:hAnsi="宋体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  <v:shape id="文本框 48" o:spid="_x0000_s1320" type="#_x0000_t202" style="width:1210;height:302;left:5181;position:absolute;top:767" filled="f" stroked="f">
              <v:textbox inset="0,0,0,0">
                <w:txbxContent>
                  <w:p w:rsidR="001F460C" w:rsidP="001F460C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shape>
            <v:shape id="文本框 49" o:spid="_x0000_s1321" type="#_x0000_t202" style="width:1210;height:302;left:5181;position:absolute;top:782" filled="f" stroked="f">
              <v:textbox inset="0,0,0,0">
                <w:txbxContent>
                  <w:p w:rsidR="001F460C" w:rsidP="001F460C">
                    <w:pPr>
                      <w:ind w:firstLine="90" w:firstLineChars="5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点燃</w:t>
                    </w:r>
                  </w:p>
                </w:txbxContent>
              </v:textbox>
            </v:shape>
            <v:line id="直线 50" o:spid="_x0000_s1322" style="flip:y;position:absolute" from="5181,1032" to="6397,1032">
              <v:stroke endarrow="classic" endarrowlength="long"/>
            </v:line>
            <w10:wrap type="none"/>
            <w10:anchorlock/>
          </v:group>
        </w:pict>
      </w:r>
      <w:r w:rsidRPr="0047580E">
        <w:rPr>
          <w:rFonts w:ascii="Cambria"/>
          <w:szCs w:val="21"/>
        </w:rPr>
        <w:t>二氧化碳</w:t>
      </w:r>
      <w:r w:rsidRPr="0047580E">
        <w:rPr>
          <w:rFonts w:ascii="Cambria" w:hAnsi="Cambria"/>
          <w:szCs w:val="21"/>
        </w:rPr>
        <w:t>+</w:t>
      </w:r>
      <w:r w:rsidRPr="0047580E">
        <w:rPr>
          <w:rFonts w:ascii="Cambria"/>
          <w:szCs w:val="21"/>
        </w:rPr>
        <w:t>水</w:t>
      </w:r>
      <w:r w:rsidRPr="0047580E">
        <w:rPr>
          <w:rFonts w:ascii="Cambria" w:hAnsi="Cambria"/>
          <w:szCs w:val="21"/>
        </w:rPr>
        <w:t xml:space="preserve">  </w:t>
      </w:r>
      <w:r w:rsidRPr="0047580E">
        <w:rPr>
          <w:rFonts w:ascii="Cambria" w:hAnsi="Cambria" w:hint="eastAsia"/>
          <w:szCs w:val="21"/>
        </w:rPr>
        <w:t xml:space="preserve"> </w:t>
      </w:r>
      <w:r w:rsidRPr="0047580E">
        <w:rPr>
          <w:rFonts w:ascii="Cambria" w:hAnsi="Cambria"/>
          <w:szCs w:val="21"/>
        </w:rPr>
        <w:t xml:space="preserve">  </w:t>
      </w:r>
      <w:r w:rsidRPr="0047580E">
        <w:rPr>
          <w:szCs w:val="21"/>
        </w:rPr>
        <w:t>B</w:t>
      </w:r>
      <w:r w:rsidRPr="0047580E">
        <w:rPr>
          <w:rFonts w:ascii="Cambria" w:hAnsi="Cambria"/>
          <w:szCs w:val="21"/>
        </w:rPr>
        <w:t>.</w:t>
      </w:r>
      <w:r w:rsidRPr="0047580E">
        <w:rPr>
          <w:rFonts w:ascii="Cambria"/>
          <w:szCs w:val="21"/>
        </w:rPr>
        <w:t>硫</w:t>
      </w:r>
      <w:r w:rsidRPr="0047580E">
        <w:rPr>
          <w:rFonts w:ascii="Cambria" w:hAnsi="Cambria"/>
          <w:szCs w:val="21"/>
        </w:rPr>
        <w:t>+</w:t>
      </w:r>
      <w:r w:rsidRPr="0047580E">
        <w:rPr>
          <w:rFonts w:ascii="Cambria"/>
          <w:szCs w:val="21"/>
        </w:rPr>
        <w:t>氢气</w:t>
      </w:r>
      <w:r>
        <w:rPr>
          <w:rFonts w:ascii="Cambria" w:hAnsi="Cambria"/>
          <w:szCs w:val="21"/>
        </w:rPr>
        <w:pict>
          <v:group id="组合 32" o:spid="_x0000_i1323" alt="莲山课件(www.5ykj.com)--教育资源门户，提供试卷、教案、课件、论文、素材及各类教学资源下载！" style="width:38pt;height:27.9pt;mso-position-horizontal-relative:char;mso-position-vertical-relative:line" coordorigin="5181,767" coordsize="1216,516">
            <v:shape id="文本框 33" o:spid="_x0000_s1324" type="#_x0000_t202" style="width:1215;height:225;left:5181;position:absolute;top:1043" filled="f" stroked="f">
              <v:textbox inset="0,0,0,0">
                <w:txbxContent>
                  <w:p w:rsidR="001F460C" w:rsidP="001F460C">
                    <w:pPr>
                      <w:pStyle w:val="Header"/>
                      <w:tabs>
                        <w:tab w:val="clear" w:pos="4153"/>
                        <w:tab w:val="clear" w:pos="8306"/>
                      </w:tabs>
                      <w:snapToGrid/>
                      <w:rPr>
                        <w:rFonts w:ascii="宋体" w:hAnsi="宋体"/>
                        <w:szCs w:val="20"/>
                      </w:rPr>
                    </w:pPr>
                    <w:r>
                      <w:rPr>
                        <w:rFonts w:ascii="宋体" w:hAnsi="宋体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  <v:shape id="文本框 34" o:spid="_x0000_s1325" type="#_x0000_t202" style="width:1215;height:225;left:5181;position:absolute;top:1058" filled="f" stroked="f">
              <v:textbox inset="0,0,0,0">
                <w:txbxContent>
                  <w:p w:rsidR="001F460C" w:rsidP="001F460C">
                    <w:pPr>
                      <w:pStyle w:val="Header"/>
                      <w:tabs>
                        <w:tab w:val="clear" w:pos="4153"/>
                        <w:tab w:val="clear" w:pos="8306"/>
                      </w:tabs>
                      <w:snapToGrid/>
                      <w:rPr>
                        <w:rFonts w:ascii="宋体" w:hAnsi="宋体"/>
                        <w:szCs w:val="20"/>
                      </w:rPr>
                    </w:pPr>
                    <w:r>
                      <w:rPr>
                        <w:rFonts w:ascii="宋体" w:hAnsi="宋体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  <v:shape id="文本框 35" o:spid="_x0000_s1326" type="#_x0000_t202" style="width:1210;height:302;left:5181;position:absolute;top:767" filled="f" stroked="f">
              <v:textbox inset="0,0,0,0">
                <w:txbxContent>
                  <w:p w:rsidR="001F460C" w:rsidP="001F460C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shape>
            <v:shape id="文本框 36" o:spid="_x0000_s1327" type="#_x0000_t202" style="width:1210;height:302;left:5181;position:absolute;top:782" filled="f" stroked="f">
              <v:textbox inset="0,0,0,0">
                <w:txbxContent>
                  <w:p w:rsidR="001F460C" w:rsidP="001F460C">
                    <w:pPr>
                      <w:ind w:firstLine="90" w:firstLineChars="5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点燃</w:t>
                    </w:r>
                  </w:p>
                </w:txbxContent>
              </v:textbox>
            </v:shape>
            <v:line id="直线 37" o:spid="_x0000_s1328" style="flip:y;position:absolute" from="5181,1032" to="6397,1032">
              <v:stroke endarrow="classic" endarrowlength="long"/>
            </v:line>
            <w10:wrap type="none"/>
            <w10:anchorlock/>
          </v:group>
        </w:pict>
      </w:r>
      <w:r w:rsidRPr="0047580E">
        <w:rPr>
          <w:rFonts w:ascii="Cambria"/>
          <w:szCs w:val="21"/>
        </w:rPr>
        <w:t>硫化氢</w:t>
      </w:r>
    </w:p>
    <w:p w:rsidR="001F460C" w:rsidP="001F460C">
      <w:pPr>
        <w:autoSpaceDE w:val="0"/>
        <w:autoSpaceDN w:val="0"/>
        <w:adjustRightInd w:val="0"/>
        <w:snapToGrid w:val="0"/>
        <w:jc w:val="left"/>
        <w:textAlignment w:val="center"/>
        <w:rPr>
          <w:rFonts w:ascii="Cambria"/>
          <w:szCs w:val="21"/>
        </w:rPr>
      </w:pPr>
      <w:r w:rsidRPr="0047580E">
        <w:rPr>
          <w:szCs w:val="21"/>
        </w:rPr>
        <w:t>C</w:t>
      </w:r>
      <w:r w:rsidRPr="0047580E">
        <w:rPr>
          <w:rFonts w:ascii="Cambria" w:hAnsi="Cambria"/>
          <w:szCs w:val="21"/>
        </w:rPr>
        <w:t>.</w:t>
      </w:r>
      <w:r w:rsidRPr="0047580E">
        <w:rPr>
          <w:rFonts w:ascii="Cambria"/>
          <w:szCs w:val="21"/>
        </w:rPr>
        <w:t>氧化汞</w:t>
      </w:r>
      <w:r>
        <w:rPr>
          <w:rFonts w:ascii="Cambria" w:hAnsi="Cambria"/>
          <w:szCs w:val="21"/>
        </w:rPr>
        <w:pict>
          <v:group id="组合 26" o:spid="_x0000_i1329" alt="莲山课件(www.5ykj.com)--教育资源门户，提供试卷、教案、课件、论文、素材及各类教学资源下载！" style="width:38pt;height:25.8pt;mso-position-horizontal-relative:char;mso-position-vertical-relative:line" coordorigin="5181,767" coordsize="1216,516">
            <v:shape id="文本框 27" o:spid="_x0000_s1330" type="#_x0000_t202" style="width:1215;height:225;left:5181;position:absolute;top:1043" filled="f" stroked="f">
              <v:textbox inset="0,0,0,0">
                <w:txbxContent>
                  <w:p w:rsidR="001F460C" w:rsidP="001F460C">
                    <w:pPr>
                      <w:pStyle w:val="Header"/>
                      <w:tabs>
                        <w:tab w:val="clear" w:pos="4153"/>
                        <w:tab w:val="clear" w:pos="8306"/>
                      </w:tabs>
                      <w:snapToGrid/>
                      <w:rPr>
                        <w:rFonts w:ascii="宋体" w:hAnsi="宋体"/>
                        <w:szCs w:val="20"/>
                      </w:rPr>
                    </w:pPr>
                    <w:r>
                      <w:rPr>
                        <w:rFonts w:ascii="宋体" w:hAnsi="宋体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  <v:shape id="文本框 28" o:spid="_x0000_s1331" type="#_x0000_t202" style="width:1215;height:225;left:5181;position:absolute;top:1058" filled="f" stroked="f">
              <v:textbox inset="0,0,0,0">
                <w:txbxContent>
                  <w:p w:rsidR="001F460C" w:rsidP="001F460C">
                    <w:pPr>
                      <w:pStyle w:val="Header"/>
                      <w:tabs>
                        <w:tab w:val="clear" w:pos="4153"/>
                        <w:tab w:val="clear" w:pos="8306"/>
                      </w:tabs>
                      <w:snapToGrid/>
                      <w:rPr>
                        <w:rFonts w:ascii="宋体" w:hAnsi="宋体"/>
                        <w:szCs w:val="20"/>
                      </w:rPr>
                    </w:pPr>
                    <w:r>
                      <w:rPr>
                        <w:rFonts w:ascii="宋体" w:hAnsi="宋体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  <v:shape id="文本框 29" o:spid="_x0000_s1332" type="#_x0000_t202" style="width:1210;height:302;left:5181;position:absolute;top:767" filled="f" stroked="f">
              <v:textbox inset="0,0,0,0">
                <w:txbxContent>
                  <w:p w:rsidR="001F460C" w:rsidP="001F460C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shape>
            <v:shape id="文本框 30" o:spid="_x0000_s1333" type="#_x0000_t202" style="width:1210;height:302;left:5181;position:absolute;top:782" filled="f" stroked="f">
              <v:textbox inset="0,0,0,0">
                <w:txbxContent>
                  <w:p w:rsidR="001F460C" w:rsidP="001F460C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加热</w:t>
                    </w:r>
                  </w:p>
                </w:txbxContent>
              </v:textbox>
            </v:shape>
            <v:line id="直线 31" o:spid="_x0000_s1334" style="flip:y;position:absolute" from="5181,1032" to="6397,1032">
              <v:stroke endarrow="classic" endarrowlength="long"/>
            </v:line>
            <w10:wrap type="none"/>
            <w10:anchorlock/>
          </v:group>
        </w:pict>
      </w:r>
      <w:r w:rsidRPr="0047580E">
        <w:rPr>
          <w:rFonts w:ascii="Cambria"/>
          <w:szCs w:val="21"/>
        </w:rPr>
        <w:t>汞</w:t>
      </w:r>
      <w:r w:rsidRPr="0047580E">
        <w:rPr>
          <w:rFonts w:ascii="Cambria" w:hAnsi="Cambria"/>
          <w:szCs w:val="21"/>
        </w:rPr>
        <w:t>+</w:t>
      </w:r>
      <w:r w:rsidRPr="0047580E">
        <w:rPr>
          <w:rFonts w:ascii="Cambria"/>
          <w:szCs w:val="21"/>
        </w:rPr>
        <w:t>氧气</w:t>
      </w:r>
      <w:r w:rsidRPr="0047580E">
        <w:rPr>
          <w:rFonts w:ascii="Cambria" w:hAnsi="Cambria"/>
          <w:szCs w:val="21"/>
        </w:rPr>
        <w:t xml:space="preserve">       </w:t>
      </w:r>
      <w:r w:rsidRPr="0047580E">
        <w:rPr>
          <w:rFonts w:ascii="Cambria" w:hAnsi="Cambria" w:hint="eastAsia"/>
          <w:szCs w:val="21"/>
        </w:rPr>
        <w:t xml:space="preserve">  </w:t>
      </w:r>
      <w:r w:rsidRPr="0047580E">
        <w:rPr>
          <w:rFonts w:ascii="Cambria" w:hAnsi="Cambria"/>
          <w:szCs w:val="21"/>
        </w:rPr>
        <w:t xml:space="preserve">   </w:t>
      </w:r>
      <w:r w:rsidRPr="0047580E">
        <w:rPr>
          <w:szCs w:val="21"/>
        </w:rPr>
        <w:t>D</w:t>
      </w:r>
      <w:r w:rsidRPr="0047580E">
        <w:rPr>
          <w:rFonts w:ascii="Cambria" w:hAnsi="Cambria"/>
          <w:szCs w:val="21"/>
        </w:rPr>
        <w:t>.</w:t>
      </w:r>
      <w:r w:rsidR="00BD5706">
        <w:rPr>
          <w:rFonts w:ascii="Cambria" w:hAnsi="Cambria" w:hint="eastAsia"/>
          <w:szCs w:val="21"/>
        </w:rPr>
        <w:t>碳</w:t>
      </w:r>
      <w:r w:rsidR="00BD5706">
        <w:rPr>
          <w:rFonts w:ascii="Cambria" w:hAnsi="Cambria"/>
          <w:szCs w:val="21"/>
        </w:rPr>
        <w:t>+</w:t>
      </w:r>
      <w:r w:rsidRPr="0047580E">
        <w:rPr>
          <w:rFonts w:ascii="Cambria"/>
          <w:szCs w:val="21"/>
        </w:rPr>
        <w:t>氧气</w:t>
      </w:r>
      <w:r>
        <w:rPr>
          <w:rFonts w:ascii="Cambria" w:hAnsi="Cambria"/>
          <w:szCs w:val="21"/>
        </w:rPr>
        <w:pict>
          <v:group id="组合 51" o:spid="_x0000_i1335" alt="莲山课件(www.5ykj.com)--教育资源门户，提供试卷、教案、课件、论文、素材及各类教学资源下载！" style="width:37.8pt;height:26.1pt;mso-position-horizontal-relative:char;mso-position-vertical-relative:line" coordorigin="5181,767" coordsize="1216,516">
            <v:shape id="文本框 52" o:spid="_x0000_s1336" type="#_x0000_t202" style="width:1215;height:225;left:5181;position:absolute;top:1043" filled="f" stroked="f">
              <v:textbox inset="0,0,0,0">
                <w:txbxContent>
                  <w:p w:rsidR="001F460C" w:rsidP="001F460C">
                    <w:pPr>
                      <w:pStyle w:val="Header"/>
                      <w:tabs>
                        <w:tab w:val="clear" w:pos="4153"/>
                        <w:tab w:val="clear" w:pos="8306"/>
                      </w:tabs>
                      <w:snapToGrid/>
                      <w:rPr>
                        <w:rFonts w:ascii="宋体" w:hAnsi="宋体"/>
                        <w:szCs w:val="20"/>
                      </w:rPr>
                    </w:pPr>
                    <w:r>
                      <w:rPr>
                        <w:rFonts w:ascii="宋体" w:hAnsi="宋体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  <v:shape id="文本框 53" o:spid="_x0000_s1337" type="#_x0000_t202" style="width:1215;height:225;left:5181;position:absolute;top:1058" filled="f" stroked="f">
              <v:textbox inset="0,0,0,0">
                <w:txbxContent>
                  <w:p w:rsidR="001F460C" w:rsidP="001F460C">
                    <w:pPr>
                      <w:pStyle w:val="Header"/>
                      <w:tabs>
                        <w:tab w:val="clear" w:pos="4153"/>
                        <w:tab w:val="clear" w:pos="8306"/>
                      </w:tabs>
                      <w:snapToGrid/>
                      <w:rPr>
                        <w:rFonts w:ascii="宋体" w:hAnsi="宋体"/>
                        <w:szCs w:val="20"/>
                      </w:rPr>
                    </w:pPr>
                    <w:r>
                      <w:rPr>
                        <w:rFonts w:ascii="宋体" w:hAnsi="宋体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  <v:shape id="文本框 54" o:spid="_x0000_s1338" type="#_x0000_t202" style="width:1210;height:302;left:5181;position:absolute;top:767" filled="f" stroked="f">
              <v:textbox inset="0,0,0,0">
                <w:txbxContent>
                  <w:p w:rsidR="001F460C" w:rsidP="001F460C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shape>
            <v:shape id="文本框 55" o:spid="_x0000_s1339" type="#_x0000_t202" style="width:1210;height:302;left:5181;position:absolute;top:782" filled="f" stroked="f">
              <v:textbox inset="0,0,0,0">
                <w:txbxContent>
                  <w:p w:rsidR="001F460C" w:rsidP="001F460C">
                    <w:pPr>
                      <w:ind w:firstLine="90" w:firstLineChars="5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点燃</w:t>
                    </w:r>
                  </w:p>
                </w:txbxContent>
              </v:textbox>
            </v:shape>
            <v:line id="直线 56" o:spid="_x0000_s1340" style="flip:y;position:absolute" from="5181,1032" to="6397,1032">
              <v:stroke endarrow="classic" endarrowlength="long"/>
            </v:line>
            <w10:wrap type="none"/>
            <w10:anchorlock/>
          </v:group>
        </w:pict>
      </w:r>
      <w:r w:rsidR="00BD5706">
        <w:rPr>
          <w:rFonts w:ascii="Cambria" w:hint="eastAsia"/>
          <w:szCs w:val="21"/>
        </w:rPr>
        <w:t>二氧化碳</w:t>
      </w:r>
    </w:p>
    <w:p w:rsidR="001E5A41" w:rsidP="00F40762">
      <w:pPr>
        <w:spacing w:line="240" w:lineRule="exact"/>
        <w:rPr>
          <w:rFonts w:ascii="宋体" w:hAnsi="宋体"/>
          <w:szCs w:val="21"/>
        </w:rPr>
      </w:pPr>
    </w:p>
    <w:p w:rsidR="00F40762" w:rsidRPr="00D9174B" w:rsidP="00F40762">
      <w:pPr>
        <w:spacing w:line="240" w:lineRule="exact"/>
        <w:rPr>
          <w:rFonts w:ascii="宋体" w:hAnsi="宋体"/>
          <w:szCs w:val="21"/>
        </w:rPr>
      </w:pPr>
      <w:r w:rsidRPr="00D9174B">
        <w:rPr>
          <w:rFonts w:ascii="宋体" w:hAnsi="宋体" w:hint="eastAsia"/>
          <w:szCs w:val="21"/>
        </w:rPr>
        <w:t>9</w:t>
      </w:r>
      <w:r w:rsidRPr="00D9174B">
        <w:rPr>
          <w:rFonts w:ascii="宋体" w:hAnsi="宋体" w:hint="eastAsia"/>
          <w:szCs w:val="21"/>
        </w:rPr>
        <w:t xml:space="preserve">、实验室用过氧化氢制取氧气时，忘记加催化剂，其结果是   （ </w:t>
      </w:r>
      <w:r w:rsidR="00282F86">
        <w:rPr>
          <w:rFonts w:ascii="宋体" w:hAnsi="宋体" w:hint="eastAsia"/>
          <w:szCs w:val="21"/>
        </w:rPr>
        <w:t xml:space="preserve">   </w:t>
      </w:r>
      <w:r w:rsidRPr="00D9174B">
        <w:rPr>
          <w:rFonts w:ascii="宋体" w:hAnsi="宋体" w:hint="eastAsia"/>
          <w:szCs w:val="21"/>
        </w:rPr>
        <w:t xml:space="preserve"> ）</w:t>
      </w:r>
    </w:p>
    <w:p w:rsidR="00F40762" w:rsidRPr="00D9174B" w:rsidP="006410BB">
      <w:pPr>
        <w:spacing w:line="240" w:lineRule="exact"/>
        <w:rPr>
          <w:rFonts w:ascii="宋体" w:hAnsi="宋体"/>
          <w:szCs w:val="21"/>
        </w:rPr>
      </w:pPr>
      <w:r w:rsidRPr="00D9174B">
        <w:rPr>
          <w:rFonts w:ascii="宋体" w:hAnsi="宋体" w:hint="eastAsia"/>
          <w:szCs w:val="21"/>
        </w:rPr>
        <w:t>A</w:t>
      </w:r>
      <w:r w:rsidRPr="00D9174B">
        <w:rPr>
          <w:rFonts w:ascii="宋体" w:hAnsi="宋体"/>
          <w:szCs w:val="21"/>
        </w:rPr>
        <w:t>.</w:t>
      </w:r>
      <w:r w:rsidRPr="00D9174B">
        <w:rPr>
          <w:rFonts w:ascii="宋体" w:hAnsi="宋体" w:hint="eastAsia"/>
          <w:szCs w:val="21"/>
        </w:rPr>
        <w:t>不放出氧气</w:t>
      </w:r>
      <w:r w:rsidRPr="00D9174B">
        <w:rPr>
          <w:rFonts w:ascii="宋体" w:hAnsi="宋体"/>
          <w:szCs w:val="21"/>
        </w:rPr>
        <w:tab/>
      </w:r>
      <w:r w:rsidRPr="00D9174B">
        <w:rPr>
          <w:rFonts w:ascii="宋体" w:hAnsi="宋体"/>
          <w:szCs w:val="21"/>
        </w:rPr>
        <w:tab/>
      </w:r>
      <w:r w:rsidRPr="00D9174B">
        <w:rPr>
          <w:rFonts w:ascii="宋体" w:hAnsi="宋体"/>
          <w:szCs w:val="21"/>
        </w:rPr>
        <w:tab/>
      </w:r>
      <w:r w:rsidRPr="00D9174B">
        <w:rPr>
          <w:rFonts w:ascii="宋体" w:hAnsi="宋体"/>
          <w:szCs w:val="21"/>
        </w:rPr>
        <w:tab/>
      </w:r>
      <w:r w:rsidRPr="00D9174B">
        <w:rPr>
          <w:rFonts w:ascii="宋体" w:hAnsi="宋体"/>
          <w:szCs w:val="21"/>
        </w:rPr>
        <w:tab/>
        <w:t>B.</w:t>
      </w:r>
      <w:r w:rsidRPr="00D9174B">
        <w:rPr>
          <w:rFonts w:ascii="宋体" w:hAnsi="宋体" w:hint="eastAsia"/>
          <w:szCs w:val="21"/>
        </w:rPr>
        <w:t>放出氧气速率不变</w:t>
      </w:r>
    </w:p>
    <w:p w:rsidR="00F40762" w:rsidRPr="00D9174B" w:rsidP="006410BB">
      <w:pPr>
        <w:spacing w:line="240" w:lineRule="exact"/>
        <w:rPr>
          <w:rFonts w:ascii="宋体" w:hAnsi="宋体"/>
          <w:szCs w:val="21"/>
        </w:rPr>
      </w:pPr>
      <w:r w:rsidRPr="00D9174B">
        <w:rPr>
          <w:rFonts w:ascii="宋体" w:hAnsi="宋体"/>
          <w:szCs w:val="21"/>
        </w:rPr>
        <w:t>C.</w:t>
      </w:r>
      <w:r w:rsidRPr="00D9174B">
        <w:rPr>
          <w:rFonts w:ascii="宋体" w:hAnsi="宋体" w:hint="eastAsia"/>
          <w:szCs w:val="21"/>
        </w:rPr>
        <w:t>放出氧气的总量会减少</w:t>
      </w:r>
      <w:r w:rsidRPr="00D9174B">
        <w:rPr>
          <w:rFonts w:ascii="宋体" w:hAnsi="宋体"/>
          <w:szCs w:val="21"/>
        </w:rPr>
        <w:tab/>
      </w:r>
      <w:r w:rsidRPr="00D9174B">
        <w:rPr>
          <w:rFonts w:ascii="宋体" w:hAnsi="宋体"/>
          <w:szCs w:val="21"/>
        </w:rPr>
        <w:tab/>
      </w:r>
      <w:r w:rsidRPr="00D9174B">
        <w:rPr>
          <w:rFonts w:ascii="宋体" w:hAnsi="宋体"/>
          <w:szCs w:val="21"/>
        </w:rPr>
        <w:tab/>
        <w:t>D.</w:t>
      </w:r>
      <w:r w:rsidRPr="00D9174B">
        <w:rPr>
          <w:rFonts w:ascii="宋体" w:hAnsi="宋体" w:hint="eastAsia"/>
          <w:szCs w:val="21"/>
        </w:rPr>
        <w:t>放出氧气总量不变，但反应速率变慢</w:t>
      </w:r>
    </w:p>
    <w:p w:rsidR="00F40762" w:rsidRPr="0047580E" w:rsidP="001F460C">
      <w:pPr>
        <w:autoSpaceDE w:val="0"/>
        <w:autoSpaceDN w:val="0"/>
        <w:adjustRightInd w:val="0"/>
        <w:snapToGrid w:val="0"/>
        <w:jc w:val="left"/>
        <w:textAlignment w:val="center"/>
        <w:rPr>
          <w:rFonts w:ascii="Cambria" w:hAnsi="Cambria"/>
          <w:szCs w:val="21"/>
        </w:rPr>
      </w:pPr>
    </w:p>
    <w:p w:rsidR="00F21CC6" w:rsidP="00C61625">
      <w:pPr>
        <w:spacing w:after="156" w:afterLines="5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10．对下列事实解释</w:t>
      </w:r>
      <w:r>
        <w:rPr>
          <w:rFonts w:asciiTheme="majorEastAsia" w:eastAsiaTheme="majorEastAsia" w:hAnsiTheme="majorEastAsia"/>
          <w:color w:val="000000"/>
          <w:szCs w:val="21"/>
        </w:rPr>
        <w:t>正确</w:t>
      </w:r>
      <w:r>
        <w:rPr>
          <w:rFonts w:asciiTheme="majorEastAsia" w:eastAsiaTheme="majorEastAsia" w:hAnsiTheme="majorEastAsia"/>
          <w:szCs w:val="21"/>
        </w:rPr>
        <w:t>的是</w:t>
      </w:r>
      <w:r w:rsidR="00282F86">
        <w:rPr>
          <w:rFonts w:asciiTheme="majorEastAsia" w:eastAsiaTheme="majorEastAsia" w:hAnsiTheme="majorEastAsia" w:hint="eastAsia"/>
          <w:szCs w:val="21"/>
        </w:rPr>
        <w:t xml:space="preserve">  (      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18"/>
        <w:gridCol w:w="3938"/>
        <w:gridCol w:w="2379"/>
      </w:tblGrid>
      <w:tr w:rsidTr="0015633E">
        <w:tblPrEx>
          <w:tblW w:w="0" w:type="auto"/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hRule="exact" w:val="497"/>
          <w:jc w:val="center"/>
        </w:trPr>
        <w:tc>
          <w:tcPr>
            <w:tcW w:w="718" w:type="dxa"/>
            <w:vAlign w:val="center"/>
          </w:tcPr>
          <w:p w:rsidR="00F21CC6" w:rsidP="0015633E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选项</w:t>
            </w:r>
          </w:p>
        </w:tc>
        <w:tc>
          <w:tcPr>
            <w:tcW w:w="3938" w:type="dxa"/>
            <w:vAlign w:val="center"/>
          </w:tcPr>
          <w:p w:rsidR="00F21CC6" w:rsidP="0015633E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事实</w:t>
            </w:r>
          </w:p>
        </w:tc>
        <w:tc>
          <w:tcPr>
            <w:tcW w:w="2379" w:type="dxa"/>
            <w:vAlign w:val="center"/>
          </w:tcPr>
          <w:p w:rsidR="00F21CC6" w:rsidP="0015633E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解释</w:t>
            </w:r>
          </w:p>
        </w:tc>
      </w:tr>
      <w:tr w:rsidTr="0015633E">
        <w:tblPrEx>
          <w:tblW w:w="0" w:type="auto"/>
          <w:jc w:val="center"/>
          <w:tblLook w:val="04A0"/>
        </w:tblPrEx>
        <w:trPr>
          <w:trHeight w:hRule="exact" w:val="473"/>
          <w:jc w:val="center"/>
        </w:trPr>
        <w:tc>
          <w:tcPr>
            <w:tcW w:w="718" w:type="dxa"/>
            <w:vAlign w:val="center"/>
          </w:tcPr>
          <w:p w:rsidR="00F21CC6" w:rsidP="0015633E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A</w:t>
            </w:r>
          </w:p>
        </w:tc>
        <w:tc>
          <w:tcPr>
            <w:tcW w:w="3938" w:type="dxa"/>
            <w:vAlign w:val="center"/>
          </w:tcPr>
          <w:p w:rsidR="00F21CC6" w:rsidP="0015633E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春天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的公</w:t>
            </w:r>
            <w:r>
              <w:rPr>
                <w:rFonts w:asciiTheme="majorEastAsia" w:eastAsiaTheme="majorEastAsia" w:hAnsiTheme="majorEastAsia"/>
                <w:szCs w:val="21"/>
              </w:rPr>
              <w:t>园里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，</w:t>
            </w:r>
            <w:r>
              <w:rPr>
                <w:rFonts w:asciiTheme="majorEastAsia" w:eastAsiaTheme="majorEastAsia" w:hAnsiTheme="majorEastAsia"/>
                <w:szCs w:val="21"/>
              </w:rPr>
              <w:t>花香芬芳迷人</w:t>
            </w:r>
          </w:p>
        </w:tc>
        <w:tc>
          <w:tcPr>
            <w:tcW w:w="2379" w:type="dxa"/>
            <w:vAlign w:val="center"/>
          </w:tcPr>
          <w:p w:rsidR="00F21CC6" w:rsidP="0015633E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分子很小</w:t>
            </w:r>
          </w:p>
        </w:tc>
      </w:tr>
      <w:tr w:rsidTr="0015633E">
        <w:tblPrEx>
          <w:tblW w:w="0" w:type="auto"/>
          <w:jc w:val="center"/>
          <w:tblLook w:val="04A0"/>
        </w:tblPrEx>
        <w:trPr>
          <w:trHeight w:hRule="exact" w:val="421"/>
          <w:jc w:val="center"/>
        </w:trPr>
        <w:tc>
          <w:tcPr>
            <w:tcW w:w="718" w:type="dxa"/>
            <w:vAlign w:val="center"/>
          </w:tcPr>
          <w:p w:rsidR="00F21CC6" w:rsidP="0015633E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B</w:t>
            </w:r>
          </w:p>
        </w:tc>
        <w:tc>
          <w:tcPr>
            <w:tcW w:w="3938" w:type="dxa"/>
            <w:vAlign w:val="center"/>
          </w:tcPr>
          <w:p w:rsidR="00F21CC6" w:rsidP="0015633E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一滴水中大约有1.67×10</w:t>
            </w:r>
            <w:r>
              <w:rPr>
                <w:rFonts w:asciiTheme="majorEastAsia" w:eastAsiaTheme="majorEastAsia" w:hAnsiTheme="majorEastAsia"/>
                <w:szCs w:val="21"/>
                <w:vertAlign w:val="superscript"/>
              </w:rPr>
              <w:t>21</w:t>
            </w:r>
            <w:r>
              <w:rPr>
                <w:rFonts w:asciiTheme="majorEastAsia" w:eastAsiaTheme="majorEastAsia" w:hAnsiTheme="majorEastAsia"/>
                <w:szCs w:val="21"/>
              </w:rPr>
              <w:t>个水分子</w:t>
            </w:r>
          </w:p>
        </w:tc>
        <w:tc>
          <w:tcPr>
            <w:tcW w:w="2379" w:type="dxa"/>
            <w:vAlign w:val="center"/>
          </w:tcPr>
          <w:p w:rsidR="00F21CC6" w:rsidP="0015633E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分子在不断运动</w:t>
            </w:r>
          </w:p>
        </w:tc>
      </w:tr>
      <w:tr w:rsidTr="0015633E">
        <w:tblPrEx>
          <w:tblW w:w="0" w:type="auto"/>
          <w:jc w:val="center"/>
          <w:tblLook w:val="04A0"/>
        </w:tblPrEx>
        <w:trPr>
          <w:trHeight w:hRule="exact" w:val="425"/>
          <w:jc w:val="center"/>
        </w:trPr>
        <w:tc>
          <w:tcPr>
            <w:tcW w:w="718" w:type="dxa"/>
            <w:vAlign w:val="center"/>
          </w:tcPr>
          <w:p w:rsidR="00F21CC6" w:rsidP="0015633E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C</w:t>
            </w:r>
          </w:p>
        </w:tc>
        <w:tc>
          <w:tcPr>
            <w:tcW w:w="3938" w:type="dxa"/>
            <w:vAlign w:val="center"/>
          </w:tcPr>
          <w:p w:rsidR="00F21CC6" w:rsidP="0015633E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水蒸发变成水蒸气，所占体积变大</w:t>
            </w:r>
          </w:p>
        </w:tc>
        <w:tc>
          <w:tcPr>
            <w:tcW w:w="2379" w:type="dxa"/>
            <w:vAlign w:val="center"/>
          </w:tcPr>
          <w:p w:rsidR="00F21CC6" w:rsidP="0015633E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分子的体积受热膨胀</w:t>
            </w:r>
          </w:p>
        </w:tc>
      </w:tr>
      <w:tr w:rsidTr="0015633E">
        <w:tblPrEx>
          <w:tblW w:w="0" w:type="auto"/>
          <w:jc w:val="center"/>
          <w:tblLook w:val="04A0"/>
        </w:tblPrEx>
        <w:trPr>
          <w:trHeight w:hRule="exact" w:val="415"/>
          <w:jc w:val="center"/>
        </w:trPr>
        <w:tc>
          <w:tcPr>
            <w:tcW w:w="718" w:type="dxa"/>
            <w:vAlign w:val="center"/>
          </w:tcPr>
          <w:p w:rsidR="00F21CC6" w:rsidP="0015633E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D</w:t>
            </w:r>
          </w:p>
        </w:tc>
        <w:tc>
          <w:tcPr>
            <w:tcW w:w="3938" w:type="dxa"/>
            <w:vAlign w:val="center"/>
          </w:tcPr>
          <w:p w:rsidR="00F21CC6" w:rsidP="0015633E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等体积的水和酒精混合后总体积减小</w:t>
            </w:r>
          </w:p>
        </w:tc>
        <w:tc>
          <w:tcPr>
            <w:tcW w:w="2379" w:type="dxa"/>
            <w:vAlign w:val="center"/>
          </w:tcPr>
          <w:p w:rsidR="00F21CC6" w:rsidP="0015633E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分子间有间隔</w:t>
            </w:r>
          </w:p>
        </w:tc>
      </w:tr>
    </w:tbl>
    <w:p w:rsidR="001E5A41" w:rsidP="001E5A41">
      <w:pPr>
        <w:adjustRightInd w:val="0"/>
        <w:jc w:val="left"/>
        <w:textAlignment w:val="center"/>
      </w:pPr>
    </w:p>
    <w:p w:rsidR="001E5A41" w:rsidRPr="00ED63A4" w:rsidP="001E5A41">
      <w:pPr>
        <w:adjustRightInd w:val="0"/>
        <w:jc w:val="left"/>
        <w:textAlignment w:val="center"/>
        <w:rPr>
          <w:rFonts w:ascii="宋体" w:hAnsi="宋体" w:cs="宋体"/>
          <w:color w:val="000000"/>
        </w:rPr>
      </w:pPr>
      <w:r>
        <w:rPr>
          <w:rFonts w:hint="eastAsia"/>
        </w:rPr>
        <w:t>11</w:t>
      </w:r>
      <w:r>
        <w:rPr>
          <w:rFonts w:hint="eastAsia"/>
        </w:rPr>
        <w:t>、</w:t>
      </w:r>
      <w:r w:rsidRPr="00262A7B">
        <w:rPr>
          <w:rFonts w:hint="eastAsia"/>
          <w:kern w:val="0"/>
        </w:rPr>
        <w:t>下列说法</w:t>
      </w:r>
      <w:r>
        <w:rPr>
          <w:rFonts w:hint="eastAsia"/>
          <w:kern w:val="0"/>
        </w:rPr>
        <w:t>不</w:t>
      </w:r>
      <w:r w:rsidRPr="00262A7B">
        <w:rPr>
          <w:rFonts w:hint="eastAsia"/>
          <w:kern w:val="0"/>
        </w:rPr>
        <w:t>正确的是（　　）</w:t>
      </w:r>
    </w:p>
    <w:p w:rsidR="001E5A41" w:rsidP="001E5A41">
      <w:pPr>
        <w:pStyle w:val="NoSpacing"/>
        <w:adjustRightInd w:val="0"/>
        <w:ind w:left="60"/>
        <w:jc w:val="left"/>
        <w:rPr>
          <w:kern w:val="0"/>
        </w:rPr>
      </w:pPr>
      <w:r w:rsidRPr="00262A7B">
        <w:rPr>
          <w:kern w:val="0"/>
        </w:rPr>
        <w:t>A</w:t>
      </w:r>
      <w:r>
        <w:rPr>
          <w:kern w:val="0"/>
        </w:rPr>
        <w:t>．</w:t>
      </w:r>
      <w:r>
        <w:rPr>
          <w:rFonts w:hint="eastAsia"/>
          <w:kern w:val="0"/>
        </w:rPr>
        <w:t>物质与氧气发生的反应一定属于氧化反应</w:t>
      </w:r>
    </w:p>
    <w:p w:rsidR="001E5A41" w:rsidRPr="00262A7B" w:rsidP="001E5A41">
      <w:pPr>
        <w:pStyle w:val="NoSpacing"/>
        <w:adjustRightInd w:val="0"/>
        <w:ind w:left="60"/>
        <w:jc w:val="left"/>
        <w:rPr>
          <w:kern w:val="0"/>
        </w:rPr>
      </w:pPr>
      <w:r w:rsidRPr="00262A7B">
        <w:rPr>
          <w:kern w:val="0"/>
        </w:rPr>
        <w:t>B</w:t>
      </w:r>
      <w:r>
        <w:rPr>
          <w:kern w:val="0"/>
        </w:rPr>
        <w:t>．</w:t>
      </w:r>
      <w:r>
        <w:rPr>
          <w:rFonts w:hint="eastAsia"/>
          <w:kern w:val="0"/>
        </w:rPr>
        <w:t>物质是由分子</w:t>
      </w:r>
      <w:r w:rsidRPr="00262A7B">
        <w:rPr>
          <w:kern w:val="0"/>
        </w:rPr>
        <w:t>原子</w:t>
      </w:r>
      <w:r>
        <w:rPr>
          <w:rFonts w:hint="eastAsia"/>
          <w:kern w:val="0"/>
        </w:rPr>
        <w:t>等粒子</w:t>
      </w:r>
      <w:r w:rsidRPr="00262A7B">
        <w:rPr>
          <w:kern w:val="0"/>
        </w:rPr>
        <w:t>构成</w:t>
      </w:r>
    </w:p>
    <w:p w:rsidR="001E5A41" w:rsidRPr="00262A7B" w:rsidP="001E5A41">
      <w:pPr>
        <w:pStyle w:val="NoSpacing"/>
        <w:adjustRightInd w:val="0"/>
        <w:ind w:left="60"/>
        <w:jc w:val="left"/>
        <w:rPr>
          <w:kern w:val="0"/>
        </w:rPr>
      </w:pPr>
      <w:r w:rsidRPr="00262A7B">
        <w:rPr>
          <w:kern w:val="0"/>
        </w:rPr>
        <w:t>C</w:t>
      </w:r>
      <w:r>
        <w:rPr>
          <w:kern w:val="0"/>
        </w:rPr>
        <w:t>．</w:t>
      </w:r>
      <w:r>
        <w:rPr>
          <w:rFonts w:hint="eastAsia"/>
          <w:kern w:val="0"/>
        </w:rPr>
        <w:t>分子是保持其化学性质的最小粒子</w:t>
      </w:r>
    </w:p>
    <w:p w:rsidR="001E5A41" w:rsidP="001E5A41">
      <w:pPr>
        <w:pStyle w:val="NoSpacing"/>
        <w:ind w:left="60"/>
        <w:jc w:val="left"/>
        <w:rPr>
          <w:kern w:val="0"/>
        </w:rPr>
      </w:pPr>
      <w:r w:rsidRPr="00262A7B">
        <w:rPr>
          <w:kern w:val="0"/>
        </w:rPr>
        <w:t>D</w:t>
      </w:r>
      <w:r w:rsidRPr="00262A7B">
        <w:rPr>
          <w:kern w:val="0"/>
        </w:rPr>
        <w:t>．同种分子构成的物质是纯净物，纯净物一定由同种分子构成</w:t>
      </w:r>
    </w:p>
    <w:p w:rsidR="001E5A41" w:rsidRPr="001E5A41" w:rsidP="00266CD2">
      <w:pPr>
        <w:spacing w:line="360" w:lineRule="auto"/>
        <w:jc w:val="left"/>
        <w:textAlignment w:val="center"/>
        <w:rPr>
          <w:color w:val="000000"/>
        </w:rPr>
      </w:pPr>
    </w:p>
    <w:p w:rsidR="001E5A41" w:rsidP="00266CD2">
      <w:pPr>
        <w:spacing w:line="360" w:lineRule="auto"/>
        <w:jc w:val="left"/>
        <w:textAlignment w:val="center"/>
        <w:rPr>
          <w:color w:val="000000"/>
        </w:rPr>
      </w:pPr>
    </w:p>
    <w:p w:rsidR="00266CD2" w:rsidP="00266CD2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color w:val="000000"/>
        </w:rPr>
        <w:t>1</w:t>
      </w:r>
      <w:r w:rsidR="001E5A41">
        <w:rPr>
          <w:rFonts w:hint="eastAsia"/>
          <w:color w:val="000000"/>
        </w:rPr>
        <w:t>2</w:t>
      </w:r>
      <w:r w:rsidR="001E5A41">
        <w:rPr>
          <w:rFonts w:hint="eastAsia"/>
          <w:color w:val="000000"/>
        </w:rPr>
        <w:t>、</w:t>
      </w:r>
      <w:r>
        <w:rPr>
          <w:rFonts w:ascii="宋体" w:hAnsi="宋体" w:cs="宋体"/>
          <w:color w:val="000000"/>
        </w:rPr>
        <w:t>如图各装置能完成相应实验的是</w:t>
      </w:r>
      <w:r w:rsidR="00282F86">
        <w:rPr>
          <w:rFonts w:ascii="宋体" w:hAnsi="宋体" w:cs="宋体" w:hint="eastAsia"/>
          <w:color w:val="000000"/>
        </w:rPr>
        <w:t xml:space="preserve">  (     )</w:t>
      </w:r>
    </w:p>
    <w:p w:rsidR="00266CD2" w:rsidP="00266CD2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cs="宋体"/>
          <w:noProof/>
          <w:color w:val="000000"/>
        </w:rPr>
        <w:drawing>
          <wp:inline distT="0" distB="0" distL="0" distR="0">
            <wp:extent cx="4876800" cy="1536700"/>
            <wp:effectExtent l="19050" t="0" r="0" b="0"/>
            <wp:docPr id="5" name="图片 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228420" name="Picture 5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153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CD2" w:rsidP="00266CD2">
      <w:pPr>
        <w:tabs>
          <w:tab w:val="left" w:pos="2438"/>
          <w:tab w:val="left" w:pos="5205"/>
          <w:tab w:val="left" w:pos="7314"/>
        </w:tabs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A. 只有①</w:t>
      </w:r>
      <w:r>
        <w:rPr>
          <w:rFonts w:ascii="宋体" w:hAnsi="宋体" w:cs="宋体" w:hint="eastAsia"/>
          <w:color w:val="000000"/>
        </w:rPr>
        <w:t xml:space="preserve">      </w:t>
      </w:r>
      <w:r>
        <w:rPr>
          <w:rFonts w:ascii="宋体" w:hAnsi="宋体" w:cs="宋体"/>
          <w:color w:val="000000"/>
        </w:rPr>
        <w:t>B. 只有③</w:t>
      </w:r>
      <w:r>
        <w:rPr>
          <w:rFonts w:ascii="宋体" w:hAnsi="宋体" w:cs="宋体" w:hint="eastAsia"/>
          <w:color w:val="000000"/>
        </w:rPr>
        <w:t xml:space="preserve">       </w:t>
      </w:r>
      <w:r>
        <w:rPr>
          <w:rFonts w:ascii="宋体" w:hAnsi="宋体" w:cs="宋体"/>
          <w:color w:val="000000"/>
        </w:rPr>
        <w:t>C. 只有①④</w:t>
      </w:r>
      <w:r>
        <w:rPr>
          <w:rFonts w:ascii="宋体" w:hAnsi="宋体" w:cs="宋体"/>
          <w:color w:val="000000"/>
        </w:rPr>
        <w:tab/>
        <w:t>D. 只有②③</w:t>
      </w:r>
    </w:p>
    <w:p w:rsidR="001E5A41" w:rsidP="00266CD2">
      <w:pPr>
        <w:spacing w:line="276" w:lineRule="auto"/>
        <w:ind w:left="420" w:hanging="420" w:hangingChars="200"/>
        <w:jc w:val="left"/>
        <w:textAlignment w:val="center"/>
        <w:rPr>
          <w:color w:val="000000"/>
          <w:szCs w:val="21"/>
        </w:rPr>
      </w:pPr>
    </w:p>
    <w:p w:rsidR="00266CD2" w:rsidRPr="003F0911" w:rsidP="00266CD2">
      <w:pPr>
        <w:spacing w:line="276" w:lineRule="auto"/>
        <w:ind w:left="420" w:hanging="420" w:hangingChars="200"/>
        <w:jc w:val="left"/>
        <w:textAlignment w:val="center"/>
        <w:rPr>
          <w:color w:val="000000"/>
        </w:rPr>
      </w:pP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、</w:t>
      </w:r>
      <w:r w:rsidRPr="003F0911">
        <w:rPr>
          <w:color w:val="000000"/>
        </w:rPr>
        <w:t>概念间在逻辑上有如图所示的部分关系，对下列概念间关系的说法中正确的是</w:t>
      </w:r>
      <w:r w:rsidR="00282F86">
        <w:rPr>
          <w:rFonts w:hint="eastAsia"/>
          <w:color w:val="000000"/>
        </w:rPr>
        <w:t>(    )</w:t>
      </w:r>
    </w:p>
    <w:p w:rsidR="00266CD2" w:rsidRPr="003F0911" w:rsidP="00266CD2">
      <w:pPr>
        <w:spacing w:line="276" w:lineRule="auto"/>
        <w:ind w:left="735" w:hanging="315" w:leftChars="200" w:hangingChars="150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3498850" cy="1047750"/>
            <wp:effectExtent l="19050" t="0" r="6350" b="0"/>
            <wp:docPr id="2" name="图片 10000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93142" name="图片 100009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CD2" w:rsidRPr="003F0911" w:rsidP="00266CD2">
      <w:pPr>
        <w:spacing w:line="276" w:lineRule="auto"/>
        <w:ind w:left="735" w:hanging="315" w:leftChars="200" w:hangingChars="150"/>
        <w:jc w:val="left"/>
        <w:textAlignment w:val="center"/>
        <w:rPr>
          <w:color w:val="000000"/>
        </w:rPr>
      </w:pPr>
      <w:r w:rsidRPr="003F0911">
        <w:rPr>
          <w:color w:val="000000"/>
        </w:rPr>
        <w:t>A</w:t>
      </w:r>
      <w:r w:rsidRPr="003F0911">
        <w:rPr>
          <w:color w:val="000000"/>
        </w:rPr>
        <w:t>．</w:t>
      </w:r>
      <w:r>
        <w:rPr>
          <w:rFonts w:hint="eastAsia"/>
          <w:color w:val="000000"/>
        </w:rPr>
        <w:t>氧化反应</w:t>
      </w:r>
      <w:r w:rsidRPr="003F0911">
        <w:rPr>
          <w:color w:val="000000"/>
        </w:rPr>
        <w:t>与</w:t>
      </w:r>
      <w:r>
        <w:rPr>
          <w:rFonts w:hint="eastAsia"/>
          <w:color w:val="000000"/>
        </w:rPr>
        <w:t>缓慢</w:t>
      </w:r>
      <w:r>
        <w:rPr>
          <w:color w:val="000000"/>
        </w:rPr>
        <w:t>氧化</w:t>
      </w:r>
      <w:r w:rsidRPr="003F0911">
        <w:rPr>
          <w:color w:val="000000"/>
        </w:rPr>
        <w:t>属于交叉关系</w:t>
      </w:r>
      <w:r>
        <w:rPr>
          <w:color w:val="000000"/>
        </w:rPr>
        <w:tab/>
      </w:r>
      <w:r w:rsidRPr="003F0911">
        <w:rPr>
          <w:color w:val="000000"/>
        </w:rPr>
        <w:t>B</w:t>
      </w:r>
      <w:r w:rsidRPr="003F0911">
        <w:rPr>
          <w:color w:val="000000"/>
        </w:rPr>
        <w:t>．氧化反应与化合反应属于交叉关系</w:t>
      </w:r>
    </w:p>
    <w:p w:rsidR="00266CD2" w:rsidRPr="003F0911" w:rsidP="00266CD2">
      <w:pPr>
        <w:spacing w:line="276" w:lineRule="auto"/>
        <w:ind w:left="735" w:hanging="315" w:leftChars="200" w:hangingChars="150"/>
        <w:jc w:val="left"/>
        <w:textAlignment w:val="center"/>
        <w:rPr>
          <w:color w:val="000000"/>
        </w:rPr>
      </w:pPr>
      <w:r w:rsidRPr="003F0911">
        <w:rPr>
          <w:color w:val="000000"/>
        </w:rPr>
        <w:t>C</w:t>
      </w:r>
      <w:r>
        <w:rPr>
          <w:color w:val="000000"/>
        </w:rPr>
        <w:t>．纯净物与混合物属于</w:t>
      </w:r>
      <w:r>
        <w:rPr>
          <w:rFonts w:hint="eastAsia"/>
          <w:color w:val="000000"/>
        </w:rPr>
        <w:t>交叉</w:t>
      </w:r>
      <w:r w:rsidRPr="003F0911">
        <w:rPr>
          <w:color w:val="000000"/>
        </w:rPr>
        <w:t>关系</w:t>
      </w:r>
      <w:r>
        <w:rPr>
          <w:color w:val="000000"/>
        </w:rPr>
        <w:tab/>
      </w:r>
      <w:r>
        <w:rPr>
          <w:color w:val="000000"/>
        </w:rPr>
        <w:tab/>
      </w:r>
      <w:r w:rsidRPr="003F0911">
        <w:rPr>
          <w:color w:val="000000"/>
        </w:rPr>
        <w:t>D</w:t>
      </w:r>
      <w:r>
        <w:rPr>
          <w:color w:val="000000"/>
        </w:rPr>
        <w:t>．分解反应和化合反应属于</w:t>
      </w:r>
      <w:r>
        <w:rPr>
          <w:rFonts w:hint="eastAsia"/>
          <w:color w:val="000000"/>
        </w:rPr>
        <w:t>交叉</w:t>
      </w:r>
      <w:r w:rsidRPr="003F0911">
        <w:rPr>
          <w:color w:val="000000"/>
        </w:rPr>
        <w:t>关系</w:t>
      </w:r>
    </w:p>
    <w:p w:rsidR="001E5A41" w:rsidP="001F460C">
      <w:pPr>
        <w:adjustRightInd w:val="0"/>
        <w:snapToGrid w:val="0"/>
      </w:pPr>
    </w:p>
    <w:p w:rsidR="001F460C" w:rsidRPr="0047580E" w:rsidP="001F460C">
      <w:pPr>
        <w:adjustRightInd w:val="0"/>
        <w:snapToGrid w:val="0"/>
      </w:pPr>
      <w:r>
        <w:rPr>
          <w:rFonts w:hint="eastAsia"/>
        </w:rPr>
        <w:t>14</w:t>
      </w:r>
      <w:r>
        <w:rPr>
          <w:rFonts w:hint="eastAsia"/>
        </w:rPr>
        <w:t>、</w:t>
      </w:r>
      <w:r w:rsidR="00E1526D">
        <w:rPr>
          <w:rFonts w:ascii="宋体" w:hAnsi="宋体" w:cs="宋体"/>
        </w:rPr>
        <w:t>能保持二氧化碳化学性质的</w:t>
      </w:r>
      <w:r w:rsidRPr="0047580E">
        <w:rPr>
          <w:rFonts w:ascii="宋体" w:hAnsi="宋体" w:cs="宋体"/>
        </w:rPr>
        <w:t>粒</w:t>
      </w:r>
      <w:r w:rsidR="00E1526D">
        <w:rPr>
          <w:rFonts w:ascii="宋体" w:hAnsi="宋体" w:cs="宋体" w:hint="eastAsia"/>
        </w:rPr>
        <w:t>子</w:t>
      </w:r>
      <w:r w:rsidRPr="0047580E">
        <w:rPr>
          <w:rFonts w:ascii="宋体" w:hAnsi="宋体" w:cs="宋体"/>
        </w:rPr>
        <w:t>是</w:t>
      </w:r>
      <w:r w:rsidRPr="0047580E">
        <w:rPr>
          <w:rFonts w:ascii="宋体" w:hAnsi="宋体" w:hint="eastAsia"/>
          <w:szCs w:val="21"/>
          <w:shd w:val="clear" w:color="auto" w:fill="FFFFFF"/>
        </w:rPr>
        <w:t>（　    　）</w:t>
      </w:r>
    </w:p>
    <w:p w:rsidR="001F460C" w:rsidRPr="0047580E" w:rsidP="001F460C">
      <w:pPr>
        <w:adjustRightInd w:val="0"/>
        <w:snapToGrid w:val="0"/>
      </w:pPr>
      <w:r w:rsidRPr="0047580E">
        <w:t>A</w:t>
      </w:r>
      <w:r w:rsidRPr="0047580E">
        <w:t>．</w:t>
      </w:r>
      <w:r w:rsidRPr="0047580E">
        <w:t xml:space="preserve"> </w:t>
      </w:r>
      <w:r w:rsidRPr="0047580E">
        <w:rPr>
          <w:rFonts w:ascii="宋体" w:hAnsi="宋体" w:cs="宋体"/>
        </w:rPr>
        <w:t>碳原子</w:t>
      </w:r>
      <w:r w:rsidRPr="0047580E">
        <w:t xml:space="preserve">    B</w:t>
      </w:r>
      <w:r w:rsidRPr="0047580E">
        <w:t>．</w:t>
      </w:r>
      <w:r w:rsidRPr="0047580E">
        <w:t xml:space="preserve"> </w:t>
      </w:r>
      <w:r w:rsidRPr="0047580E">
        <w:rPr>
          <w:rFonts w:ascii="宋体" w:hAnsi="宋体" w:cs="宋体"/>
        </w:rPr>
        <w:t>氧分子</w:t>
      </w:r>
      <w:r w:rsidRPr="0047580E">
        <w:t xml:space="preserve">    C</w:t>
      </w:r>
      <w:r w:rsidRPr="0047580E">
        <w:t>．</w:t>
      </w:r>
      <w:r w:rsidRPr="0047580E">
        <w:t xml:space="preserve"> </w:t>
      </w:r>
      <w:r w:rsidR="00E1526D">
        <w:rPr>
          <w:rFonts w:ascii="宋体" w:hAnsi="宋体" w:cs="宋体"/>
        </w:rPr>
        <w:t>碳原子和氧</w:t>
      </w:r>
      <w:r w:rsidR="00E1526D">
        <w:rPr>
          <w:rFonts w:ascii="宋体" w:hAnsi="宋体" w:cs="宋体" w:hint="eastAsia"/>
        </w:rPr>
        <w:t>原</w:t>
      </w:r>
      <w:r w:rsidRPr="0047580E">
        <w:rPr>
          <w:rFonts w:ascii="宋体" w:hAnsi="宋体" w:cs="宋体"/>
        </w:rPr>
        <w:t>子</w:t>
      </w:r>
      <w:r w:rsidRPr="0047580E">
        <w:t xml:space="preserve">    D</w:t>
      </w:r>
      <w:r w:rsidRPr="0047580E">
        <w:t>．</w:t>
      </w:r>
      <w:r w:rsidRPr="0047580E">
        <w:t xml:space="preserve"> </w:t>
      </w:r>
      <w:r w:rsidRPr="0047580E">
        <w:rPr>
          <w:rFonts w:ascii="宋体" w:hAnsi="宋体" w:cs="宋体"/>
        </w:rPr>
        <w:t>二氧化碳分子</w:t>
      </w:r>
    </w:p>
    <w:p w:rsidR="001E5A41" w:rsidP="001F460C">
      <w:pPr>
        <w:adjustRightInd w:val="0"/>
        <w:snapToGrid w:val="0"/>
      </w:pPr>
    </w:p>
    <w:p w:rsidR="001F460C" w:rsidRPr="0047580E" w:rsidP="001F460C">
      <w:pPr>
        <w:adjustRightInd w:val="0"/>
        <w:snapToGrid w:val="0"/>
      </w:pPr>
      <w:r w:rsidRPr="0047580E">
        <w:t>1</w:t>
      </w:r>
      <w:r w:rsidR="001E5A41">
        <w:rPr>
          <w:rFonts w:hint="eastAsia"/>
        </w:rPr>
        <w:t>5</w:t>
      </w:r>
      <w:r w:rsidR="001E5A41">
        <w:rPr>
          <w:rFonts w:hint="eastAsia"/>
        </w:rPr>
        <w:t>、</w:t>
      </w:r>
      <w:r w:rsidRPr="0047580E">
        <w:rPr>
          <w:rFonts w:ascii="宋体" w:hAnsi="宋体" w:cs="宋体"/>
        </w:rPr>
        <w:t>分子和原子的区别是</w:t>
      </w:r>
      <w:r w:rsidRPr="0047580E">
        <w:rPr>
          <w:rFonts w:ascii="宋体" w:hAnsi="宋体" w:hint="eastAsia"/>
          <w:szCs w:val="21"/>
          <w:shd w:val="clear" w:color="auto" w:fill="FFFFFF"/>
        </w:rPr>
        <w:t>（　    　）</w:t>
      </w:r>
    </w:p>
    <w:p w:rsidR="001F460C" w:rsidRPr="0047580E" w:rsidP="001F460C">
      <w:pPr>
        <w:adjustRightInd w:val="0"/>
        <w:snapToGrid w:val="0"/>
      </w:pPr>
      <w:r w:rsidRPr="0047580E">
        <w:t>A</w:t>
      </w:r>
      <w:r w:rsidRPr="0047580E">
        <w:t>．</w:t>
      </w:r>
      <w:r w:rsidRPr="0047580E">
        <w:t xml:space="preserve"> </w:t>
      </w:r>
      <w:r w:rsidRPr="0047580E">
        <w:rPr>
          <w:rFonts w:ascii="宋体" w:hAnsi="宋体" w:cs="宋体"/>
        </w:rPr>
        <w:t>分子的质量大，原子的质量小</w:t>
      </w:r>
      <w:r w:rsidRPr="0047580E">
        <w:t xml:space="preserve">    B</w:t>
      </w:r>
      <w:r w:rsidRPr="0047580E">
        <w:t>．</w:t>
      </w:r>
      <w:r w:rsidRPr="0047580E">
        <w:t xml:space="preserve"> </w:t>
      </w:r>
      <w:r w:rsidRPr="0047580E">
        <w:rPr>
          <w:rFonts w:ascii="宋体" w:hAnsi="宋体" w:cs="宋体"/>
        </w:rPr>
        <w:t>在化学反应中分子可分，原子不可分</w:t>
      </w:r>
    </w:p>
    <w:p w:rsidR="001F460C" w:rsidP="001F460C">
      <w:pPr>
        <w:adjustRightInd w:val="0"/>
        <w:snapToGrid w:val="0"/>
        <w:rPr>
          <w:rFonts w:ascii="宋体" w:hAnsi="宋体" w:cs="宋体"/>
        </w:rPr>
      </w:pPr>
      <w:r w:rsidRPr="0047580E">
        <w:t>C</w:t>
      </w:r>
      <w:r w:rsidRPr="0047580E">
        <w:t>．</w:t>
      </w:r>
      <w:r w:rsidRPr="0047580E">
        <w:t xml:space="preserve"> </w:t>
      </w:r>
      <w:r w:rsidRPr="0047580E">
        <w:rPr>
          <w:rFonts w:ascii="宋体" w:hAnsi="宋体" w:cs="宋体"/>
        </w:rPr>
        <w:t>分子能直接构成物质，原子不能</w:t>
      </w:r>
      <w:r w:rsidR="00D9174B">
        <w:t xml:space="preserve">  </w:t>
      </w:r>
      <w:r w:rsidRPr="0047580E">
        <w:t>D</w:t>
      </w:r>
      <w:r w:rsidRPr="0047580E">
        <w:t>．</w:t>
      </w:r>
      <w:r w:rsidRPr="0047580E">
        <w:t xml:space="preserve"> </w:t>
      </w:r>
      <w:r w:rsidRPr="0047580E">
        <w:rPr>
          <w:rFonts w:ascii="宋体" w:hAnsi="宋体" w:cs="宋体"/>
        </w:rPr>
        <w:t>分子能保持物质的化学性质，原子不能</w:t>
      </w:r>
    </w:p>
    <w:p w:rsidR="001E5A41" w:rsidP="00D9174B">
      <w:pPr>
        <w:rPr>
          <w:rFonts w:asciiTheme="majorEastAsia" w:eastAsiaTheme="majorEastAsia" w:hAnsiTheme="majorEastAsia"/>
          <w:szCs w:val="21"/>
        </w:rPr>
      </w:pPr>
    </w:p>
    <w:p w:rsidR="00D9174B" w:rsidP="00D9174B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1</w:t>
      </w:r>
      <w:r w:rsidR="001E5A41">
        <w:rPr>
          <w:rFonts w:asciiTheme="majorEastAsia" w:eastAsiaTheme="majorEastAsia" w:hAnsiTheme="majorEastAsia" w:hint="eastAsia"/>
          <w:szCs w:val="21"/>
        </w:rPr>
        <w:t>6、</w:t>
      </w:r>
      <w:r>
        <w:rPr>
          <w:rFonts w:asciiTheme="majorEastAsia" w:eastAsiaTheme="majorEastAsia" w:hAnsiTheme="majorEastAsia"/>
          <w:szCs w:val="21"/>
        </w:rPr>
        <w:t>下列操作或措施符合实验安全规范的是</w:t>
      </w:r>
      <w:r w:rsidR="0013608C">
        <w:rPr>
          <w:rFonts w:asciiTheme="majorEastAsia" w:eastAsiaTheme="majorEastAsia" w:hAnsiTheme="majorEastAsia" w:hint="eastAsia"/>
          <w:szCs w:val="21"/>
        </w:rPr>
        <w:t xml:space="preserve">  (     )</w:t>
      </w:r>
    </w:p>
    <w:p w:rsidR="00D9174B" w:rsidP="00434404">
      <w:pPr>
        <w:tabs>
          <w:tab w:val="left" w:pos="8"/>
          <w:tab w:val="left" w:pos="2280"/>
          <w:tab w:val="left" w:pos="2636"/>
          <w:tab w:val="left" w:pos="4440"/>
          <w:tab w:val="left" w:pos="6375"/>
          <w:tab w:val="left" w:pos="7169"/>
        </w:tabs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 xml:space="preserve">A．将带火星的火柴梗扔进塑料垃圾桶内 </w:t>
      </w:r>
    </w:p>
    <w:p w:rsidR="00D9174B" w:rsidP="00434404">
      <w:pPr>
        <w:tabs>
          <w:tab w:val="left" w:pos="8"/>
          <w:tab w:val="left" w:pos="2280"/>
          <w:tab w:val="left" w:pos="2636"/>
          <w:tab w:val="left" w:pos="4440"/>
          <w:tab w:val="left" w:pos="6375"/>
          <w:tab w:val="left" w:pos="7169"/>
        </w:tabs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B．酒精洒在桌上燃烧时，立即用湿抹布扑盖</w:t>
      </w:r>
    </w:p>
    <w:p w:rsidR="00D9174B" w:rsidP="00434404">
      <w:pPr>
        <w:tabs>
          <w:tab w:val="left" w:pos="8"/>
          <w:tab w:val="left" w:pos="375"/>
          <w:tab w:val="left" w:pos="2280"/>
          <w:tab w:val="left" w:pos="2636"/>
          <w:tab w:val="left" w:pos="4440"/>
          <w:tab w:val="left" w:pos="6375"/>
          <w:tab w:val="left" w:pos="7169"/>
        </w:tabs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C．为节省时间直接用手</w:t>
      </w:r>
      <w:r>
        <w:rPr>
          <w:rFonts w:asciiTheme="majorEastAsia" w:eastAsiaTheme="majorEastAsia" w:hAnsiTheme="majorEastAsia" w:hint="eastAsia"/>
          <w:szCs w:val="21"/>
        </w:rPr>
        <w:t>拿块状固体</w:t>
      </w:r>
      <w:r>
        <w:rPr>
          <w:rFonts w:asciiTheme="majorEastAsia" w:eastAsiaTheme="majorEastAsia" w:hAnsiTheme="majorEastAsia"/>
          <w:szCs w:val="21"/>
        </w:rPr>
        <w:t xml:space="preserve">药品 </w:t>
      </w:r>
    </w:p>
    <w:p w:rsidR="00D9174B" w:rsidP="00434404">
      <w:pPr>
        <w:tabs>
          <w:tab w:val="left" w:pos="8"/>
          <w:tab w:val="left" w:pos="375"/>
          <w:tab w:val="left" w:pos="2280"/>
          <w:tab w:val="left" w:pos="2636"/>
          <w:tab w:val="left" w:pos="4440"/>
          <w:tab w:val="left" w:pos="6375"/>
          <w:tab w:val="left" w:pos="7169"/>
        </w:tabs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D．加热</w:t>
      </w:r>
      <w:r>
        <w:rPr>
          <w:rFonts w:asciiTheme="majorEastAsia" w:eastAsiaTheme="majorEastAsia" w:hAnsiTheme="majorEastAsia" w:hint="eastAsia"/>
          <w:szCs w:val="21"/>
        </w:rPr>
        <w:t>高锰酸钾</w:t>
      </w:r>
      <w:r>
        <w:rPr>
          <w:rFonts w:asciiTheme="majorEastAsia" w:eastAsiaTheme="majorEastAsia" w:hAnsiTheme="majorEastAsia"/>
          <w:szCs w:val="21"/>
        </w:rPr>
        <w:t>后的试管</w:t>
      </w:r>
      <w:r>
        <w:rPr>
          <w:rFonts w:asciiTheme="majorEastAsia" w:eastAsiaTheme="majorEastAsia" w:hAnsiTheme="majorEastAsia" w:hint="eastAsia"/>
          <w:szCs w:val="21"/>
        </w:rPr>
        <w:t>立即用冷水冲洗</w:t>
      </w:r>
    </w:p>
    <w:p w:rsidR="007933F3" w:rsidP="007933F3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hint="eastAsia"/>
          <w:color w:val="000000"/>
        </w:rPr>
        <w:t>1</w:t>
      </w:r>
      <w:r w:rsidR="001E5A41">
        <w:rPr>
          <w:rFonts w:hint="eastAsia"/>
          <w:color w:val="000000"/>
        </w:rPr>
        <w:t>7</w:t>
      </w:r>
      <w:r w:rsidR="001E5A41">
        <w:rPr>
          <w:rFonts w:hint="eastAsia"/>
          <w:color w:val="000000"/>
        </w:rPr>
        <w:t>、</w:t>
      </w:r>
      <w:r>
        <w:rPr>
          <w:rFonts w:hint="eastAsia"/>
          <w:color w:val="000000"/>
        </w:rPr>
        <w:t>.</w:t>
      </w:r>
      <w:r>
        <w:rPr>
          <w:rFonts w:ascii="宋体" w:hAnsi="宋体" w:cs="宋体"/>
          <w:color w:val="000000"/>
        </w:rPr>
        <w:t>有关水分子的叙述</w:t>
      </w:r>
      <w:r>
        <w:rPr>
          <w:rFonts w:ascii="宋体" w:hAnsi="宋体" w:cs="宋体" w:hint="eastAsia"/>
          <w:color w:val="000000"/>
        </w:rPr>
        <w:t>不</w:t>
      </w:r>
      <w:r>
        <w:rPr>
          <w:rFonts w:ascii="宋体" w:hAnsi="宋体" w:cs="宋体"/>
          <w:color w:val="000000"/>
        </w:rPr>
        <w:t>正确的是</w:t>
      </w:r>
      <w:r w:rsidR="003267DF">
        <w:rPr>
          <w:rFonts w:ascii="宋体" w:hAnsi="宋体" w:cs="宋体" w:hint="eastAsia"/>
          <w:color w:val="000000"/>
        </w:rPr>
        <w:t xml:space="preserve">  （   ）</w:t>
      </w:r>
    </w:p>
    <w:p w:rsidR="007933F3" w:rsidP="007933F3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eastAsia="Times New Roman"/>
          <w:color w:val="000000"/>
        </w:rPr>
        <w:t xml:space="preserve">A. </w:t>
      </w:r>
      <w:r>
        <w:rPr>
          <w:rFonts w:ascii="宋体" w:hAnsi="宋体" w:cs="宋体"/>
          <w:color w:val="000000"/>
        </w:rPr>
        <w:t>水在固态时分子</w:t>
      </w:r>
      <w:r>
        <w:rPr>
          <w:rFonts w:ascii="宋体" w:hAnsi="宋体" w:cs="宋体" w:hint="eastAsia"/>
          <w:color w:val="000000"/>
        </w:rPr>
        <w:t>也是</w:t>
      </w:r>
      <w:r>
        <w:rPr>
          <w:rFonts w:ascii="宋体" w:hAnsi="宋体" w:cs="宋体"/>
          <w:color w:val="000000"/>
        </w:rPr>
        <w:t>不</w:t>
      </w:r>
      <w:r>
        <w:rPr>
          <w:rFonts w:ascii="宋体" w:hAnsi="宋体" w:cs="宋体" w:hint="eastAsia"/>
          <w:color w:val="000000"/>
        </w:rPr>
        <w:t>断</w:t>
      </w:r>
      <w:r w:rsidR="003267DF">
        <w:rPr>
          <w:rFonts w:ascii="宋体" w:hAnsi="宋体" w:cs="宋体" w:hint="eastAsia"/>
          <w:color w:val="000000"/>
        </w:rPr>
        <w:t>运</w:t>
      </w:r>
      <w:r>
        <w:rPr>
          <w:rFonts w:ascii="宋体" w:hAnsi="宋体" w:cs="宋体"/>
          <w:color w:val="000000"/>
        </w:rPr>
        <w:t>动的</w:t>
      </w:r>
    </w:p>
    <w:p w:rsidR="007933F3" w:rsidP="007933F3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eastAsia="Times New Roman"/>
          <w:color w:val="000000"/>
        </w:rPr>
        <w:t xml:space="preserve">B. </w:t>
      </w:r>
      <w:r>
        <w:rPr>
          <w:rFonts w:ascii="宋体" w:hAnsi="宋体" w:cs="宋体"/>
          <w:color w:val="000000"/>
        </w:rPr>
        <w:t>保持水的化学性质的粒</w:t>
      </w:r>
      <w:r>
        <w:rPr>
          <w:rFonts w:ascii="宋体" w:hAnsi="宋体" w:cs="宋体" w:hint="eastAsia"/>
          <w:color w:val="000000"/>
        </w:rPr>
        <w:t>子</w:t>
      </w:r>
      <w:r>
        <w:rPr>
          <w:rFonts w:ascii="宋体" w:hAnsi="宋体" w:cs="宋体"/>
          <w:color w:val="000000"/>
        </w:rPr>
        <w:t>是水分子</w:t>
      </w:r>
    </w:p>
    <w:p w:rsidR="007933F3" w:rsidP="007933F3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eastAsia="Times New Roman"/>
          <w:color w:val="000000"/>
        </w:rPr>
        <w:t xml:space="preserve">C. </w:t>
      </w:r>
      <w:r>
        <w:rPr>
          <w:rFonts w:ascii="宋体" w:hAnsi="宋体" w:cs="宋体"/>
          <w:color w:val="000000"/>
        </w:rPr>
        <w:t>水由液态变成气态时水分子</w:t>
      </w:r>
      <w:r>
        <w:rPr>
          <w:rFonts w:ascii="宋体" w:hAnsi="宋体" w:cs="宋体" w:hint="eastAsia"/>
          <w:color w:val="000000"/>
        </w:rPr>
        <w:t>本身不变</w:t>
      </w:r>
    </w:p>
    <w:p w:rsidR="007933F3" w:rsidP="007933F3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eastAsia="Times New Roman"/>
          <w:color w:val="000000"/>
        </w:rPr>
        <w:t xml:space="preserve">D. </w:t>
      </w:r>
      <w:r>
        <w:rPr>
          <w:rFonts w:ascii="宋体" w:hAnsi="宋体" w:cs="宋体"/>
          <w:color w:val="000000"/>
        </w:rPr>
        <w:t>水结冰后是水分子</w:t>
      </w:r>
      <w:r>
        <w:rPr>
          <w:rFonts w:ascii="宋体" w:hAnsi="宋体" w:cs="宋体" w:hint="eastAsia"/>
          <w:color w:val="000000"/>
        </w:rPr>
        <w:t>之间间隔变小</w:t>
      </w:r>
    </w:p>
    <w:p w:rsidR="00ED306B" w:rsidP="001E5A41">
      <w:pPr>
        <w:adjustRightInd w:val="0"/>
        <w:ind w:firstLine="105" w:firstLineChars="50"/>
        <w:jc w:val="left"/>
        <w:textAlignment w:val="center"/>
        <w:rPr>
          <w:rFonts w:ascii="宋体" w:hAnsi="宋体" w:cs="宋体"/>
          <w:color w:val="000000"/>
        </w:rPr>
      </w:pPr>
      <w:r>
        <w:rPr>
          <w:color w:val="000000"/>
        </w:rPr>
        <w:t>1</w:t>
      </w:r>
      <w:r w:rsidR="001E5A41">
        <w:rPr>
          <w:rFonts w:hint="eastAsia"/>
          <w:color w:val="000000"/>
        </w:rPr>
        <w:t>8</w:t>
      </w:r>
      <w:r>
        <w:rPr>
          <w:color w:val="000000"/>
        </w:rPr>
        <w:t>、</w:t>
      </w:r>
      <w:r>
        <w:rPr>
          <w:rFonts w:ascii="宋体" w:hAnsi="宋体" w:cs="宋体"/>
          <w:color w:val="000000"/>
        </w:rPr>
        <w:t>在做探究氧气性质的实验时，某同学取一段纱窗上的细铁丝，在自己收集到的氧气中做</w:t>
      </w:r>
      <w:r>
        <w:rPr>
          <w:rFonts w:eastAsia="Times New Roman"/>
          <w:color w:val="000000"/>
        </w:rPr>
        <w:t>“</w:t>
      </w:r>
      <w:r>
        <w:rPr>
          <w:rFonts w:ascii="宋体" w:hAnsi="宋体" w:cs="宋体"/>
          <w:color w:val="000000"/>
        </w:rPr>
        <w:t>铁丝在氧气中燃烧</w:t>
      </w:r>
      <w:r>
        <w:rPr>
          <w:rFonts w:eastAsia="Times New Roman"/>
          <w:color w:val="000000"/>
        </w:rPr>
        <w:t>”</w:t>
      </w:r>
      <w:r>
        <w:rPr>
          <w:rFonts w:ascii="宋体" w:hAnsi="宋体" w:cs="宋体"/>
          <w:color w:val="000000"/>
        </w:rPr>
        <w:t>的实验，结果没有观察到</w:t>
      </w:r>
      <w:r>
        <w:rPr>
          <w:rFonts w:eastAsia="Times New Roman"/>
          <w:color w:val="000000"/>
        </w:rPr>
        <w:t>“</w:t>
      </w:r>
      <w:r>
        <w:rPr>
          <w:rFonts w:ascii="宋体" w:hAnsi="宋体" w:cs="宋体"/>
          <w:color w:val="000000"/>
        </w:rPr>
        <w:t>火星四射</w:t>
      </w:r>
      <w:r>
        <w:rPr>
          <w:rFonts w:eastAsia="Times New Roman"/>
          <w:color w:val="000000"/>
        </w:rPr>
        <w:t>”</w:t>
      </w:r>
      <w:r>
        <w:rPr>
          <w:rFonts w:ascii="宋体" w:hAnsi="宋体" w:cs="宋体"/>
          <w:color w:val="000000"/>
        </w:rPr>
        <w:t>的现象．造成此实验失败的原因不可能是下列的（　　）</w:t>
      </w:r>
    </w:p>
    <w:p w:rsidR="00ED306B" w:rsidP="00ED63A4">
      <w:pPr>
        <w:adjustRightInd w:val="0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A. 收集到的氧气量太少或纯度太低</w:t>
      </w:r>
      <w:r>
        <w:rPr>
          <w:rFonts w:ascii="宋体" w:hAnsi="宋体" w:cs="宋体" w:hint="eastAsia"/>
          <w:color w:val="000000"/>
        </w:rPr>
        <w:t xml:space="preserve">            </w:t>
      </w:r>
      <w:r>
        <w:rPr>
          <w:rFonts w:ascii="宋体" w:hAnsi="宋体" w:cs="宋体"/>
          <w:color w:val="000000"/>
        </w:rPr>
        <w:t>B. 铁丝生锈</w:t>
      </w:r>
    </w:p>
    <w:p w:rsidR="00ED63A4" w:rsidP="00ED63A4">
      <w:pPr>
        <w:adjustRightInd w:val="0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C</w:t>
      </w:r>
      <w:r>
        <w:rPr>
          <w:rFonts w:ascii="宋体" w:hAnsi="宋体" w:cs="宋体"/>
          <w:noProof/>
          <w:color w:val="000000"/>
          <w:position w:val="-22"/>
        </w:rPr>
        <w:drawing>
          <wp:inline distT="0" distB="0" distL="0" distR="0">
            <wp:extent cx="31750" cy="88900"/>
            <wp:effectExtent l="19050" t="0" r="6350" b="0"/>
            <wp:docPr id="3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9128136" name="Picture 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</w:rPr>
        <w:t xml:space="preserve"> 集气瓶底部没有铺一层细沙</w:t>
      </w:r>
      <w:r>
        <w:rPr>
          <w:rFonts w:ascii="宋体" w:hAnsi="宋体" w:cs="宋体" w:hint="eastAsia"/>
          <w:color w:val="000000"/>
        </w:rPr>
        <w:t xml:space="preserve">               </w:t>
      </w:r>
      <w:r>
        <w:rPr>
          <w:rFonts w:ascii="宋体" w:hAnsi="宋体" w:cs="宋体"/>
          <w:color w:val="000000"/>
        </w:rPr>
        <w:t>D. 铁丝没有引燃</w:t>
      </w:r>
    </w:p>
    <w:p w:rsidR="00A1795D" w:rsidRPr="00D9174B" w:rsidP="00A1795D">
      <w:pPr>
        <w:spacing w:line="280" w:lineRule="exact"/>
        <w:rPr>
          <w:rFonts w:ascii="宋体" w:hAnsi="宋体"/>
          <w:szCs w:val="21"/>
        </w:rPr>
      </w:pPr>
      <w:r w:rsidRPr="00D9174B"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9</w:t>
      </w:r>
      <w:r w:rsidRPr="00D9174B">
        <w:rPr>
          <w:rFonts w:ascii="宋体" w:hAnsi="宋体"/>
          <w:szCs w:val="21"/>
        </w:rPr>
        <w:t>.</w:t>
      </w:r>
      <w:r w:rsidRPr="00D9174B">
        <w:rPr>
          <w:rFonts w:ascii="宋体" w:hAnsi="宋体" w:hint="eastAsia"/>
          <w:szCs w:val="21"/>
        </w:rPr>
        <w:t>实验室用高锰酸钾制取和收集氧气，简要分为以下几步：①装药品；②检查装置气密性；③排水法收集气体；④固定装置；⑤加热；⑥把导管从水槽中取出；⑦停止加热。实验操作顺序正确的是</w:t>
      </w:r>
      <w:r>
        <w:rPr>
          <w:rFonts w:ascii="宋体" w:hAnsi="宋体" w:hint="eastAsia"/>
          <w:szCs w:val="21"/>
        </w:rPr>
        <w:t>(     )</w:t>
      </w:r>
    </w:p>
    <w:p w:rsidR="00A1795D" w:rsidRPr="00D9174B" w:rsidP="00A1795D">
      <w:pPr>
        <w:spacing w:line="280" w:lineRule="exact"/>
        <w:rPr>
          <w:rFonts w:ascii="宋体" w:hAnsi="宋体"/>
          <w:szCs w:val="21"/>
        </w:rPr>
      </w:pPr>
      <w:r w:rsidRPr="00D9174B">
        <w:rPr>
          <w:rFonts w:ascii="宋体" w:hAnsi="宋体" w:hint="eastAsia"/>
          <w:szCs w:val="21"/>
        </w:rPr>
        <w:t>A</w:t>
      </w:r>
      <w:r w:rsidRPr="00D9174B">
        <w:rPr>
          <w:rFonts w:ascii="宋体" w:hAnsi="宋体"/>
          <w:szCs w:val="21"/>
        </w:rPr>
        <w:t>.</w:t>
      </w:r>
      <w:r w:rsidRPr="00D9174B">
        <w:rPr>
          <w:rFonts w:ascii="宋体" w:hAnsi="宋体" w:hint="eastAsia"/>
          <w:szCs w:val="21"/>
        </w:rPr>
        <w:t>②①④⑤③⑦⑥</w:t>
      </w:r>
      <w:r w:rsidRPr="00D9174B">
        <w:rPr>
          <w:rFonts w:ascii="宋体" w:hAnsi="宋体"/>
          <w:szCs w:val="21"/>
        </w:rPr>
        <w:tab/>
      </w:r>
      <w:r w:rsidRPr="00D9174B">
        <w:rPr>
          <w:rFonts w:ascii="宋体" w:hAnsi="宋体"/>
          <w:szCs w:val="21"/>
        </w:rPr>
        <w:tab/>
      </w:r>
      <w:r w:rsidRPr="00D9174B">
        <w:rPr>
          <w:rFonts w:ascii="宋体" w:hAnsi="宋体" w:hint="eastAsia"/>
          <w:szCs w:val="21"/>
        </w:rPr>
        <w:t xml:space="preserve">       </w:t>
      </w:r>
      <w:r w:rsidRPr="00D9174B">
        <w:rPr>
          <w:rFonts w:ascii="宋体" w:hAnsi="宋体"/>
          <w:szCs w:val="21"/>
        </w:rPr>
        <w:t>B.</w:t>
      </w:r>
      <w:r w:rsidRPr="00D9174B">
        <w:rPr>
          <w:rFonts w:ascii="宋体" w:hAnsi="宋体" w:hint="eastAsia"/>
          <w:szCs w:val="21"/>
        </w:rPr>
        <w:t xml:space="preserve"> ③①②⑤④⑥⑦   </w:t>
      </w:r>
    </w:p>
    <w:p w:rsidR="00A1795D" w:rsidP="00A1795D">
      <w:pPr>
        <w:spacing w:line="280" w:lineRule="exact"/>
        <w:rPr>
          <w:rFonts w:ascii="宋体" w:hAnsi="宋体"/>
          <w:szCs w:val="21"/>
        </w:rPr>
      </w:pPr>
      <w:r w:rsidRPr="00D9174B">
        <w:rPr>
          <w:rFonts w:ascii="宋体" w:hAnsi="宋体"/>
          <w:szCs w:val="21"/>
        </w:rPr>
        <w:t>C.</w:t>
      </w:r>
      <w:r w:rsidRPr="00D9174B">
        <w:rPr>
          <w:rFonts w:ascii="宋体" w:hAnsi="宋体" w:hint="eastAsia"/>
          <w:szCs w:val="21"/>
        </w:rPr>
        <w:t>①④②③⑤⑦⑥</w:t>
      </w:r>
      <w:r w:rsidRPr="00D9174B">
        <w:rPr>
          <w:rFonts w:ascii="宋体" w:hAnsi="宋体"/>
          <w:szCs w:val="21"/>
        </w:rPr>
        <w:tab/>
      </w:r>
      <w:r w:rsidRPr="00D9174B">
        <w:rPr>
          <w:rFonts w:ascii="宋体" w:hAnsi="宋体" w:hint="eastAsia"/>
          <w:szCs w:val="21"/>
        </w:rPr>
        <w:t xml:space="preserve">           </w:t>
      </w:r>
      <w:r w:rsidRPr="00D9174B">
        <w:rPr>
          <w:rFonts w:ascii="宋体" w:hAnsi="宋体"/>
          <w:szCs w:val="21"/>
        </w:rPr>
        <w:t>D.</w:t>
      </w:r>
      <w:r w:rsidRPr="00D9174B">
        <w:rPr>
          <w:rFonts w:ascii="宋体" w:hAnsi="宋体" w:hint="eastAsia"/>
          <w:szCs w:val="21"/>
        </w:rPr>
        <w:t xml:space="preserve"> ②①④⑤③⑥⑦</w:t>
      </w:r>
    </w:p>
    <w:p w:rsidR="001E5A41" w:rsidP="00ED63A4">
      <w:pPr>
        <w:pStyle w:val="NoSpacing"/>
        <w:jc w:val="left"/>
      </w:pPr>
    </w:p>
    <w:p w:rsidR="00ED63A4" w:rsidP="00ED63A4">
      <w:pPr>
        <w:pStyle w:val="NoSpacing"/>
        <w:jc w:val="left"/>
        <w:rPr>
          <w:szCs w:val="21"/>
        </w:rPr>
      </w:pPr>
      <w:r>
        <w:rPr>
          <w:rFonts w:hint="eastAsia"/>
        </w:rPr>
        <w:t>20</w:t>
      </w:r>
      <w:r>
        <w:rPr>
          <w:rFonts w:hint="eastAsia"/>
        </w:rPr>
        <w:t>、</w:t>
      </w:r>
      <w:r>
        <w:rPr>
          <w:rFonts w:hint="eastAsia"/>
          <w:szCs w:val="21"/>
        </w:rPr>
        <w:t>有</w:t>
      </w:r>
      <w:r>
        <w:rPr>
          <w:rFonts w:hint="eastAsia"/>
          <w:szCs w:val="21"/>
        </w:rPr>
        <w:t> a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b </w:t>
      </w:r>
      <w:r>
        <w:rPr>
          <w:rFonts w:hint="eastAsia"/>
          <w:szCs w:val="21"/>
        </w:rPr>
        <w:t>两组质量相等的两份药品，</w:t>
      </w:r>
      <w:r>
        <w:rPr>
          <w:rFonts w:hint="eastAsia"/>
          <w:szCs w:val="21"/>
        </w:rPr>
        <w:t>a </w:t>
      </w:r>
      <w:r>
        <w:rPr>
          <w:rFonts w:hint="eastAsia"/>
          <w:szCs w:val="21"/>
        </w:rPr>
        <w:t>组是混有少量二氧化锰的氯酸钾，</w:t>
      </w:r>
      <w:r>
        <w:rPr>
          <w:rFonts w:hint="eastAsia"/>
          <w:szCs w:val="21"/>
        </w:rPr>
        <w:t>b </w:t>
      </w:r>
      <w:r>
        <w:rPr>
          <w:rFonts w:hint="eastAsia"/>
          <w:szCs w:val="21"/>
        </w:rPr>
        <w:t>组是纯净的氯酸钾，将药品分别加热，则收集到氧气的质量随加热时间变化的图象如下，其中正确的是（　　）</w:t>
      </w:r>
    </w:p>
    <w:p w:rsidR="00ED63A4" w:rsidP="00ED63A4">
      <w:pPr>
        <w:pStyle w:val="NoSpacing"/>
        <w:jc w:val="left"/>
      </w:pPr>
      <w:r>
        <w:rPr>
          <w:rFonts w:hint="eastAsia"/>
          <w:noProof/>
        </w:rPr>
        <w:drawing>
          <wp:inline distT="0" distB="0" distL="0" distR="0">
            <wp:extent cx="4489450" cy="1460500"/>
            <wp:effectExtent l="19050" t="0" r="6350" b="0"/>
            <wp:docPr id="4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9538459" name="Picture 2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0" cy="146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507" w:rsidP="006B3507">
      <w:pPr>
        <w:spacing w:line="360" w:lineRule="auto"/>
        <w:jc w:val="left"/>
        <w:textAlignment w:val="center"/>
        <w:rPr>
          <w:rFonts w:ascii="宋体" w:hAnsi="宋体" w:cs="宋体"/>
          <w:b/>
          <w:color w:val="000000"/>
          <w:sz w:val="24"/>
        </w:rPr>
      </w:pPr>
      <w:r>
        <w:rPr>
          <w:rFonts w:ascii="宋体" w:hAnsi="宋体" w:cs="宋体"/>
          <w:b/>
          <w:color w:val="000000"/>
          <w:sz w:val="24"/>
        </w:rPr>
        <w:t>二、填空题（</w:t>
      </w:r>
      <w:r w:rsidR="00A1795D">
        <w:rPr>
          <w:rFonts w:ascii="宋体" w:hAnsi="宋体" w:cs="宋体" w:hint="eastAsia"/>
          <w:b/>
          <w:color w:val="000000"/>
          <w:sz w:val="24"/>
        </w:rPr>
        <w:t>每空1分</w:t>
      </w:r>
      <w:r w:rsidR="00F3171C">
        <w:rPr>
          <w:rFonts w:ascii="宋体" w:hAnsi="宋体" w:cs="宋体" w:hint="eastAsia"/>
          <w:b/>
          <w:color w:val="000000"/>
          <w:sz w:val="24"/>
        </w:rPr>
        <w:t xml:space="preserve">   共 </w:t>
      </w:r>
      <w:r w:rsidR="00FF228E">
        <w:rPr>
          <w:rFonts w:ascii="宋体" w:hAnsi="宋体" w:cs="宋体" w:hint="eastAsia"/>
          <w:b/>
          <w:color w:val="000000"/>
          <w:sz w:val="24"/>
        </w:rPr>
        <w:t>31分</w:t>
      </w:r>
      <w:r w:rsidR="00F3171C">
        <w:rPr>
          <w:rFonts w:ascii="宋体" w:hAnsi="宋体" w:cs="宋体" w:hint="eastAsia"/>
          <w:b/>
          <w:color w:val="000000"/>
          <w:sz w:val="24"/>
        </w:rPr>
        <w:t xml:space="preserve">  </w:t>
      </w:r>
      <w:r>
        <w:rPr>
          <w:rFonts w:ascii="宋体" w:hAnsi="宋体" w:cs="宋体"/>
          <w:b/>
          <w:color w:val="000000"/>
          <w:sz w:val="24"/>
        </w:rPr>
        <w:t>）</w:t>
      </w:r>
    </w:p>
    <w:p w:rsidR="00E643F6" w:rsidRPr="00E643F6" w:rsidP="00E643F6">
      <w:pPr>
        <w:spacing w:line="276" w:lineRule="auto"/>
        <w:ind w:left="420" w:hanging="420" w:hangingChars="200"/>
        <w:jc w:val="left"/>
        <w:textAlignment w:val="center"/>
        <w:rPr>
          <w:rFonts w:asciiTheme="minorEastAsia" w:eastAsiaTheme="minorEastAsia" w:hAnsiTheme="minorEastAsia"/>
          <w:color w:val="000000"/>
        </w:rPr>
      </w:pPr>
      <w:r w:rsidRPr="00E643F6">
        <w:rPr>
          <w:rFonts w:asciiTheme="minorEastAsia" w:eastAsiaTheme="minorEastAsia" w:hAnsiTheme="minorEastAsia" w:hint="eastAsia"/>
        </w:rPr>
        <w:t>21、</w:t>
      </w:r>
      <w:r w:rsidRPr="00E643F6">
        <w:rPr>
          <w:rFonts w:asciiTheme="minorEastAsia" w:eastAsiaTheme="minorEastAsia" w:hAnsiTheme="minorEastAsia"/>
          <w:color w:val="000000"/>
        </w:rPr>
        <w:t>请将</w:t>
      </w:r>
      <w:r w:rsidRPr="00E643F6">
        <w:rPr>
          <w:rFonts w:asciiTheme="minorEastAsia" w:eastAsiaTheme="minorEastAsia" w:hAnsiTheme="minorEastAsia" w:cs="宋体" w:hint="eastAsia"/>
          <w:color w:val="000000"/>
        </w:rPr>
        <w:t>①</w:t>
      </w:r>
      <w:r w:rsidRPr="00E643F6">
        <w:rPr>
          <w:rFonts w:asciiTheme="minorEastAsia" w:eastAsiaTheme="minorEastAsia" w:hAnsiTheme="minorEastAsia"/>
          <w:color w:val="000000"/>
        </w:rPr>
        <w:t>氧气</w:t>
      </w:r>
      <w:r w:rsidRPr="00E643F6">
        <w:rPr>
          <w:rFonts w:asciiTheme="minorEastAsia" w:eastAsiaTheme="minorEastAsia" w:hAnsiTheme="minorEastAsia" w:hint="eastAsia"/>
          <w:color w:val="000000"/>
        </w:rPr>
        <w:t>、</w:t>
      </w:r>
      <w:r w:rsidRPr="00E643F6">
        <w:rPr>
          <w:rFonts w:asciiTheme="minorEastAsia" w:eastAsiaTheme="minorEastAsia" w:hAnsiTheme="minorEastAsia" w:cs="宋体" w:hint="eastAsia"/>
          <w:color w:val="000000"/>
        </w:rPr>
        <w:t>②</w:t>
      </w:r>
      <w:r w:rsidRPr="00E643F6">
        <w:rPr>
          <w:rFonts w:asciiTheme="minorEastAsia" w:eastAsiaTheme="minorEastAsia" w:hAnsiTheme="minorEastAsia"/>
          <w:color w:val="000000"/>
        </w:rPr>
        <w:t>氮气</w:t>
      </w:r>
      <w:r w:rsidRPr="00E643F6">
        <w:rPr>
          <w:rFonts w:asciiTheme="minorEastAsia" w:eastAsiaTheme="minorEastAsia" w:hAnsiTheme="minorEastAsia" w:hint="eastAsia"/>
          <w:color w:val="000000"/>
        </w:rPr>
        <w:t>、</w:t>
      </w:r>
      <w:r w:rsidRPr="00E643F6">
        <w:rPr>
          <w:rFonts w:asciiTheme="minorEastAsia" w:eastAsiaTheme="minorEastAsia" w:hAnsiTheme="minorEastAsia" w:cs="宋体" w:hint="eastAsia"/>
          <w:color w:val="000000"/>
        </w:rPr>
        <w:t>③</w:t>
      </w:r>
      <w:r w:rsidRPr="00E643F6">
        <w:rPr>
          <w:rFonts w:asciiTheme="minorEastAsia" w:eastAsiaTheme="minorEastAsia" w:hAnsiTheme="minorEastAsia"/>
          <w:color w:val="000000"/>
        </w:rPr>
        <w:t>二氧化碳</w:t>
      </w:r>
      <w:r w:rsidRPr="00E643F6">
        <w:rPr>
          <w:rFonts w:asciiTheme="minorEastAsia" w:eastAsiaTheme="minorEastAsia" w:hAnsiTheme="minorEastAsia" w:hint="eastAsia"/>
          <w:color w:val="000000"/>
        </w:rPr>
        <w:t>、</w:t>
      </w:r>
      <w:r w:rsidRPr="00E643F6">
        <w:rPr>
          <w:rFonts w:asciiTheme="minorEastAsia" w:eastAsiaTheme="minorEastAsia" w:hAnsiTheme="minorEastAsia" w:cs="宋体" w:hint="eastAsia"/>
          <w:color w:val="000000"/>
        </w:rPr>
        <w:t>④</w:t>
      </w:r>
      <w:r w:rsidRPr="00E643F6">
        <w:rPr>
          <w:rFonts w:asciiTheme="minorEastAsia" w:eastAsiaTheme="minorEastAsia" w:hAnsiTheme="minorEastAsia"/>
          <w:color w:val="000000"/>
        </w:rPr>
        <w:t>二氧化硫</w:t>
      </w:r>
      <w:r w:rsidRPr="00E643F6">
        <w:rPr>
          <w:rFonts w:asciiTheme="minorEastAsia" w:eastAsiaTheme="minorEastAsia" w:hAnsiTheme="minorEastAsia" w:hint="eastAsia"/>
          <w:color w:val="000000"/>
        </w:rPr>
        <w:t>、</w:t>
      </w:r>
      <w:r w:rsidRPr="00E643F6">
        <w:rPr>
          <w:rFonts w:asciiTheme="minorEastAsia" w:eastAsiaTheme="minorEastAsia" w:hAnsiTheme="minorEastAsia" w:cs="宋体" w:hint="eastAsia"/>
          <w:color w:val="000000"/>
        </w:rPr>
        <w:t>⑤</w:t>
      </w:r>
      <w:r w:rsidRPr="00E643F6">
        <w:rPr>
          <w:rFonts w:asciiTheme="minorEastAsia" w:eastAsiaTheme="minorEastAsia" w:hAnsiTheme="minorEastAsia"/>
          <w:color w:val="000000"/>
        </w:rPr>
        <w:t>红磷</w:t>
      </w:r>
      <w:r w:rsidRPr="00E643F6">
        <w:rPr>
          <w:rFonts w:asciiTheme="minorEastAsia" w:eastAsiaTheme="minorEastAsia" w:hAnsiTheme="minorEastAsia" w:hint="eastAsia"/>
          <w:color w:val="000000"/>
        </w:rPr>
        <w:t>、</w:t>
      </w:r>
      <w:r w:rsidRPr="00E643F6">
        <w:rPr>
          <w:rFonts w:asciiTheme="minorEastAsia" w:eastAsiaTheme="minorEastAsia" w:hAnsiTheme="minorEastAsia" w:cs="宋体" w:hint="eastAsia"/>
          <w:color w:val="000000"/>
        </w:rPr>
        <w:t>⑥</w:t>
      </w:r>
      <w:r w:rsidRPr="00E643F6">
        <w:rPr>
          <w:rFonts w:asciiTheme="minorEastAsia" w:eastAsiaTheme="minorEastAsia" w:hAnsiTheme="minorEastAsia"/>
          <w:color w:val="000000"/>
        </w:rPr>
        <w:t>蜡烛</w:t>
      </w:r>
      <w:r w:rsidRPr="00E643F6">
        <w:rPr>
          <w:rFonts w:asciiTheme="minorEastAsia" w:eastAsiaTheme="minorEastAsia" w:hAnsiTheme="minorEastAsia" w:hint="eastAsia"/>
          <w:color w:val="000000"/>
        </w:rPr>
        <w:t>、</w:t>
      </w:r>
      <w:r w:rsidRPr="00E643F6">
        <w:rPr>
          <w:rFonts w:asciiTheme="minorEastAsia" w:eastAsiaTheme="minorEastAsia" w:hAnsiTheme="minorEastAsia" w:cs="宋体" w:hint="eastAsia"/>
          <w:color w:val="000000"/>
        </w:rPr>
        <w:t>⑦</w:t>
      </w:r>
      <w:r w:rsidRPr="00E643F6">
        <w:rPr>
          <w:rFonts w:asciiTheme="minorEastAsia" w:eastAsiaTheme="minorEastAsia" w:hAnsiTheme="minorEastAsia"/>
          <w:color w:val="000000"/>
        </w:rPr>
        <w:t>稀有气体。选择七种物质中的适当的序号填入下列各题的横线上：</w:t>
      </w:r>
    </w:p>
    <w:p w:rsidR="00E643F6" w:rsidRPr="00E643F6" w:rsidP="001E5A41">
      <w:pPr>
        <w:wordWrap w:val="0"/>
        <w:ind w:left="840" w:hanging="525" w:leftChars="150" w:hangingChars="250"/>
        <w:jc w:val="left"/>
        <w:textAlignment w:val="center"/>
        <w:rPr>
          <w:rFonts w:asciiTheme="minorEastAsia" w:eastAsiaTheme="minorEastAsia" w:hAnsiTheme="minorEastAsia"/>
          <w:color w:val="000000"/>
        </w:rPr>
      </w:pPr>
      <w:r w:rsidRPr="00E643F6">
        <w:rPr>
          <w:rFonts w:asciiTheme="minorEastAsia" w:eastAsiaTheme="minorEastAsia" w:hAnsiTheme="minorEastAsia"/>
          <w:color w:val="000000"/>
        </w:rPr>
        <w:t>（1）空气中含量最多的气体是__________</w:t>
      </w:r>
      <w:r w:rsidRPr="00E643F6">
        <w:rPr>
          <w:rFonts w:asciiTheme="minorEastAsia" w:eastAsiaTheme="minorEastAsia" w:hAnsiTheme="minorEastAsia" w:hint="eastAsia"/>
          <w:color w:val="000000"/>
        </w:rPr>
        <w:t>。</w:t>
      </w:r>
    </w:p>
    <w:p w:rsidR="001E5A41" w:rsidP="001E5A41">
      <w:pPr>
        <w:wordWrap w:val="0"/>
        <w:ind w:left="840" w:hanging="525" w:leftChars="150" w:hangingChars="250"/>
        <w:jc w:val="left"/>
        <w:textAlignment w:val="center"/>
        <w:rPr>
          <w:rFonts w:asciiTheme="minorEastAsia" w:eastAsiaTheme="minorEastAsia" w:hAnsiTheme="minorEastAsia"/>
          <w:color w:val="000000"/>
        </w:rPr>
      </w:pPr>
    </w:p>
    <w:p w:rsidR="00E643F6" w:rsidRPr="00E643F6" w:rsidP="001E5A41">
      <w:pPr>
        <w:wordWrap w:val="0"/>
        <w:ind w:left="840" w:hanging="525" w:leftChars="150" w:hangingChars="250"/>
        <w:jc w:val="left"/>
        <w:textAlignment w:val="center"/>
        <w:rPr>
          <w:rFonts w:asciiTheme="minorEastAsia" w:eastAsiaTheme="minorEastAsia" w:hAnsiTheme="minorEastAsia"/>
          <w:color w:val="000000"/>
        </w:rPr>
      </w:pPr>
      <w:r w:rsidRPr="00E643F6">
        <w:rPr>
          <w:rFonts w:asciiTheme="minorEastAsia" w:eastAsiaTheme="minorEastAsia" w:hAnsiTheme="minorEastAsia"/>
          <w:color w:val="000000"/>
        </w:rPr>
        <w:t>（2）能与氧气发生氧化反应但不是化合反应的物质是__________</w:t>
      </w:r>
      <w:r w:rsidRPr="00E643F6">
        <w:rPr>
          <w:rFonts w:asciiTheme="minorEastAsia" w:eastAsiaTheme="minorEastAsia" w:hAnsiTheme="minorEastAsia" w:hint="eastAsia"/>
          <w:color w:val="000000"/>
        </w:rPr>
        <w:t>。</w:t>
      </w:r>
    </w:p>
    <w:p w:rsidR="001E5A41" w:rsidP="001E5A41">
      <w:pPr>
        <w:wordWrap w:val="0"/>
        <w:ind w:left="840" w:hanging="525" w:leftChars="150" w:hangingChars="250"/>
        <w:jc w:val="left"/>
        <w:textAlignment w:val="center"/>
        <w:rPr>
          <w:rFonts w:asciiTheme="minorEastAsia" w:eastAsiaTheme="minorEastAsia" w:hAnsiTheme="minorEastAsia"/>
          <w:color w:val="000000"/>
        </w:rPr>
      </w:pPr>
    </w:p>
    <w:p w:rsidR="00E643F6" w:rsidRPr="00E643F6" w:rsidP="001E5A41">
      <w:pPr>
        <w:wordWrap w:val="0"/>
        <w:ind w:left="840" w:hanging="525" w:leftChars="150" w:hangingChars="250"/>
        <w:jc w:val="left"/>
        <w:textAlignment w:val="center"/>
        <w:rPr>
          <w:rFonts w:asciiTheme="minorEastAsia" w:eastAsiaTheme="minorEastAsia" w:hAnsiTheme="minorEastAsia"/>
          <w:color w:val="000000"/>
        </w:rPr>
      </w:pPr>
      <w:r w:rsidRPr="00E643F6">
        <w:rPr>
          <w:rFonts w:asciiTheme="minorEastAsia" w:eastAsiaTheme="minorEastAsia" w:hAnsiTheme="minorEastAsia"/>
          <w:color w:val="000000"/>
        </w:rPr>
        <w:t>（3）无色有刺激性气味的气体是__________</w:t>
      </w:r>
      <w:r w:rsidRPr="00E643F6">
        <w:rPr>
          <w:rFonts w:asciiTheme="minorEastAsia" w:eastAsiaTheme="minorEastAsia" w:hAnsiTheme="minorEastAsia" w:hint="eastAsia"/>
          <w:color w:val="000000"/>
        </w:rPr>
        <w:t>。</w:t>
      </w:r>
    </w:p>
    <w:p w:rsidR="001E5A41" w:rsidP="001E5A41">
      <w:pPr>
        <w:wordWrap w:val="0"/>
        <w:ind w:left="840" w:hanging="525" w:leftChars="150" w:hangingChars="250"/>
        <w:jc w:val="left"/>
        <w:textAlignment w:val="center"/>
        <w:rPr>
          <w:rFonts w:asciiTheme="minorEastAsia" w:eastAsiaTheme="minorEastAsia" w:hAnsiTheme="minorEastAsia"/>
          <w:color w:val="000000"/>
        </w:rPr>
      </w:pPr>
    </w:p>
    <w:p w:rsidR="00E643F6" w:rsidRPr="00E643F6" w:rsidP="001E5A41">
      <w:pPr>
        <w:wordWrap w:val="0"/>
        <w:ind w:left="840" w:hanging="525" w:leftChars="150" w:hangingChars="250"/>
        <w:jc w:val="left"/>
        <w:textAlignment w:val="center"/>
        <w:rPr>
          <w:rFonts w:asciiTheme="minorEastAsia" w:eastAsiaTheme="minorEastAsia" w:hAnsiTheme="minorEastAsia"/>
          <w:color w:val="000000"/>
        </w:rPr>
      </w:pPr>
      <w:r w:rsidRPr="00E643F6">
        <w:rPr>
          <w:rFonts w:asciiTheme="minorEastAsia" w:eastAsiaTheme="minorEastAsia" w:hAnsiTheme="minorEastAsia"/>
          <w:color w:val="000000"/>
        </w:rPr>
        <w:t>（4）通常用作保护气和通电时发出有色光的是__________</w:t>
      </w:r>
      <w:r w:rsidRPr="00E643F6">
        <w:rPr>
          <w:rFonts w:asciiTheme="minorEastAsia" w:eastAsiaTheme="minorEastAsia" w:hAnsiTheme="minorEastAsia" w:hint="eastAsia"/>
          <w:color w:val="000000"/>
        </w:rPr>
        <w:t>。</w:t>
      </w:r>
    </w:p>
    <w:p w:rsidR="001E5A41" w:rsidP="001E5A41">
      <w:pPr>
        <w:wordWrap w:val="0"/>
        <w:ind w:left="840" w:hanging="525" w:leftChars="150" w:hangingChars="250"/>
        <w:jc w:val="left"/>
        <w:textAlignment w:val="center"/>
        <w:rPr>
          <w:rFonts w:asciiTheme="minorEastAsia" w:eastAsiaTheme="minorEastAsia" w:hAnsiTheme="minorEastAsia"/>
          <w:color w:val="000000"/>
        </w:rPr>
      </w:pPr>
    </w:p>
    <w:p w:rsidR="00E643F6" w:rsidRPr="00E643F6" w:rsidP="001E5A41">
      <w:pPr>
        <w:wordWrap w:val="0"/>
        <w:ind w:left="840" w:hanging="525" w:leftChars="150" w:hangingChars="250"/>
        <w:jc w:val="left"/>
        <w:textAlignment w:val="center"/>
        <w:rPr>
          <w:rFonts w:asciiTheme="minorEastAsia" w:eastAsiaTheme="minorEastAsia" w:hAnsiTheme="minorEastAsia"/>
          <w:color w:val="000000"/>
        </w:rPr>
      </w:pPr>
      <w:r w:rsidRPr="00E643F6">
        <w:rPr>
          <w:rFonts w:asciiTheme="minorEastAsia" w:eastAsiaTheme="minorEastAsia" w:hAnsiTheme="minorEastAsia"/>
          <w:color w:val="000000"/>
        </w:rPr>
        <w:t>（5）利用该物质在空气中燃烧的现象能做烟雾弹的是__________</w:t>
      </w:r>
      <w:r w:rsidRPr="00E643F6">
        <w:rPr>
          <w:rFonts w:asciiTheme="minorEastAsia" w:eastAsiaTheme="minorEastAsia" w:hAnsiTheme="minorEastAsia" w:hint="eastAsia"/>
          <w:color w:val="000000"/>
        </w:rPr>
        <w:t>。</w:t>
      </w:r>
    </w:p>
    <w:p w:rsidR="006B3507" w:rsidP="006B3507">
      <w:pPr>
        <w:adjustRightInd w:val="0"/>
        <w:snapToGrid w:val="0"/>
        <w:rPr>
          <w:rFonts w:ascii="宋体" w:hAnsi="宋体" w:cs="宋体"/>
        </w:rPr>
      </w:pPr>
      <w:r>
        <w:rPr>
          <w:rFonts w:ascii="宋体" w:hAnsi="宋体" w:cs="宋体" w:hint="eastAsia"/>
        </w:rPr>
        <w:t>22、</w:t>
      </w:r>
      <w:r w:rsidRPr="0047580E">
        <w:rPr>
          <w:rFonts w:ascii="宋体" w:hAnsi="宋体" w:cs="宋体"/>
        </w:rPr>
        <w:t>有下列物质，①冰水混合物  ②</w:t>
      </w:r>
      <w:r w:rsidRPr="0047580E">
        <w:rPr>
          <w:rFonts w:ascii="宋体" w:hAnsi="宋体" w:cs="宋体" w:hint="eastAsia"/>
        </w:rPr>
        <w:t>液氧</w:t>
      </w:r>
      <w:r w:rsidRPr="0047580E">
        <w:rPr>
          <w:rFonts w:ascii="宋体" w:hAnsi="宋体" w:cs="宋体"/>
        </w:rPr>
        <w:t xml:space="preserve">  ③</w:t>
      </w:r>
      <w:r w:rsidRPr="0047580E">
        <w:rPr>
          <w:rFonts w:ascii="宋体" w:hAnsi="宋体" w:cs="宋体" w:hint="eastAsia"/>
        </w:rPr>
        <w:t>铜片</w:t>
      </w:r>
      <w:r w:rsidRPr="0047580E">
        <w:rPr>
          <w:rFonts w:ascii="宋体" w:hAnsi="宋体" w:cs="宋体"/>
        </w:rPr>
        <w:t xml:space="preserve">  ④洁净的空气⑤五氧化二磷 </w:t>
      </w:r>
    </w:p>
    <w:p w:rsidR="006B3507" w:rsidRPr="0047580E" w:rsidP="00A1795D">
      <w:pPr>
        <w:adjustRightInd w:val="0"/>
        <w:snapToGrid w:val="0"/>
        <w:ind w:firstLine="1575" w:firstLineChars="750"/>
      </w:pPr>
      <w:r w:rsidRPr="0047580E">
        <w:rPr>
          <w:rFonts w:ascii="宋体" w:hAnsi="宋体" w:cs="宋体"/>
        </w:rPr>
        <w:t xml:space="preserve"> ⑥</w:t>
      </w:r>
      <w:r>
        <w:rPr>
          <w:rFonts w:ascii="宋体" w:hAnsi="宋体" w:cs="宋体" w:hint="eastAsia"/>
        </w:rPr>
        <w:t>二氧化锰</w:t>
      </w:r>
      <w:r w:rsidRPr="0047580E">
        <w:rPr>
          <w:rFonts w:ascii="宋体" w:hAnsi="宋体" w:cs="宋体" w:hint="eastAsia"/>
        </w:rPr>
        <w:t>⑦矿泉水⑧稀有气体⑨臭氧⑩食盐水</w:t>
      </w:r>
      <w:r w:rsidRPr="0047580E">
        <w:rPr>
          <w:rFonts w:ascii="宋体" w:hAnsi="宋体" w:cs="宋体"/>
        </w:rPr>
        <w:t>。用序号填空：</w:t>
      </w:r>
    </w:p>
    <w:p w:rsidR="00A1795D" w:rsidP="00A1795D">
      <w:pPr>
        <w:adjustRightInd w:val="0"/>
        <w:snapToGrid w:val="0"/>
        <w:ind w:firstLine="105" w:firstLineChars="50"/>
        <w:rPr>
          <w:rFonts w:ascii="宋体" w:hAnsi="宋体" w:cs="宋体"/>
        </w:rPr>
      </w:pPr>
    </w:p>
    <w:p w:rsidR="00A1795D" w:rsidP="00A1795D">
      <w:pPr>
        <w:adjustRightInd w:val="0"/>
        <w:snapToGrid w:val="0"/>
        <w:ind w:firstLine="105" w:firstLineChars="50"/>
        <w:rPr>
          <w:rFonts w:ascii="宋体" w:hAnsi="宋体" w:cs="宋体"/>
        </w:rPr>
      </w:pPr>
      <w:r w:rsidRPr="0047580E">
        <w:rPr>
          <w:rFonts w:ascii="宋体" w:hAnsi="宋体" w:cs="宋体"/>
        </w:rPr>
        <w:t>（1）属于混合物的有</w:t>
      </w:r>
      <w:r w:rsidRPr="0047580E">
        <w:t>___________________</w:t>
      </w:r>
      <w:r w:rsidRPr="0047580E">
        <w:rPr>
          <w:rFonts w:ascii="宋体" w:hAnsi="宋体" w:cs="宋体"/>
        </w:rPr>
        <w:t>；</w:t>
      </w:r>
    </w:p>
    <w:p w:rsidR="00A1795D" w:rsidP="00A1795D">
      <w:pPr>
        <w:adjustRightInd w:val="0"/>
        <w:snapToGrid w:val="0"/>
        <w:ind w:firstLine="105" w:firstLineChars="50"/>
        <w:rPr>
          <w:rFonts w:ascii="宋体" w:hAnsi="宋体" w:cs="宋体"/>
        </w:rPr>
      </w:pPr>
    </w:p>
    <w:p w:rsidR="006B3507" w:rsidRPr="0047580E" w:rsidP="00A1795D">
      <w:pPr>
        <w:adjustRightInd w:val="0"/>
        <w:snapToGrid w:val="0"/>
        <w:ind w:firstLine="105" w:firstLineChars="50"/>
      </w:pPr>
      <w:r w:rsidRPr="0047580E">
        <w:rPr>
          <w:rFonts w:ascii="宋体" w:hAnsi="宋体" w:cs="宋体"/>
        </w:rPr>
        <w:t>（2）</w:t>
      </w:r>
      <w:r w:rsidRPr="0047580E">
        <w:rPr>
          <w:rFonts w:ascii="宋体" w:hAnsi="宋体" w:cs="宋体" w:hint="eastAsia"/>
        </w:rPr>
        <w:t>属于纯净物</w:t>
      </w:r>
      <w:r w:rsidRPr="0047580E">
        <w:rPr>
          <w:rFonts w:ascii="宋体" w:hAnsi="宋体" w:cs="宋体"/>
        </w:rPr>
        <w:t>的有</w:t>
      </w:r>
      <w:r w:rsidRPr="0047580E">
        <w:t>____________________</w:t>
      </w:r>
      <w:r w:rsidRPr="0047580E">
        <w:rPr>
          <w:rFonts w:ascii="宋体" w:hAnsi="宋体" w:cs="宋体"/>
        </w:rPr>
        <w:t>。</w:t>
      </w:r>
    </w:p>
    <w:p w:rsidR="00A1795D" w:rsidP="00AB1670">
      <w:pPr>
        <w:spacing w:line="360" w:lineRule="auto"/>
        <w:jc w:val="left"/>
        <w:textAlignment w:val="center"/>
        <w:rPr>
          <w:color w:val="000000"/>
        </w:rPr>
      </w:pPr>
    </w:p>
    <w:p w:rsidR="00AB1670" w:rsidP="00AB1670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color w:val="000000"/>
        </w:rPr>
        <w:t>2</w:t>
      </w:r>
      <w:r>
        <w:rPr>
          <w:rFonts w:hint="eastAsia"/>
          <w:color w:val="000000"/>
        </w:rPr>
        <w:t>3</w:t>
      </w:r>
      <w:r>
        <w:rPr>
          <w:rFonts w:hint="eastAsia"/>
          <w:color w:val="000000"/>
        </w:rPr>
        <w:t>、</w:t>
      </w:r>
      <w:r>
        <w:rPr>
          <w:color w:val="000000"/>
        </w:rPr>
        <w:t>.</w:t>
      </w:r>
      <w:r>
        <w:rPr>
          <w:rFonts w:ascii="宋体" w:hAnsi="宋体" w:cs="宋体"/>
          <w:color w:val="000000"/>
        </w:rPr>
        <w:t>空气是一种用途很多的自然资源，可用于工业上制取氧气，其流程如下：</w:t>
      </w:r>
    </w:p>
    <w:p w:rsidR="00AB1670" w:rsidP="00AB1670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cs="宋体"/>
          <w:noProof/>
          <w:color w:val="000000"/>
        </w:rPr>
        <w:drawing>
          <wp:inline distT="0" distB="0" distL="0" distR="0">
            <wp:extent cx="4591050" cy="736600"/>
            <wp:effectExtent l="19050" t="0" r="0" b="0"/>
            <wp:docPr id="6" name="图片 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5350" name="Picture 5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73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1670" w:rsidP="00AB1670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查阅资料和可知标准大气压下，氧气的沸点是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341" type="#_x0000_t75" alt="学科网(www.zxxk.com)--教育资源门户，提供试卷、教案、课件、论文、素材以及各类教学资源下载，还有大量而丰富的教学相关资讯！" style="width:36pt;height:14.25pt" o:oleicon="f" o:ole="">
            <v:imagedata r:id="rId15" o:title="eqId4123f949b7404585b9e6cfc928d0f9b8"/>
          </v:shape>
          <o:OLEObject Type="Embed" ProgID="Equation.DSMT4" ShapeID="_x0000_i1341" DrawAspect="Content" ObjectID="_1635590824" r:id="rId16"/>
        </w:object>
      </w:r>
      <w:r>
        <w:rPr>
          <w:rFonts w:ascii="宋体" w:hAnsi="宋体" w:cs="宋体"/>
          <w:color w:val="000000"/>
        </w:rPr>
        <w:t>，氮气的沸点是</w:t>
      </w:r>
      <w:r>
        <w:object>
          <v:shape id="_x0000_i1342" type="#_x0000_t75" alt="学科网(www.zxxk.com)--教育资源门户，提供试卷、教案、课件、论文、素材以及各类教学资源下载，还有大量而丰富的教学相关资讯！" style="width:36pt;height:14.25pt" o:oleicon="f" o:ole="">
            <v:imagedata r:id="rId17" o:title="eqIdb0bb2ceed04a444d9ebfefa34ab55536"/>
          </v:shape>
          <o:OLEObject Type="Embed" ProgID="Equation.DSMT4" ShapeID="_x0000_i1342" DrawAspect="Content" ObjectID="_1635590825" r:id="rId18"/>
        </w:object>
      </w:r>
      <w:r>
        <w:rPr>
          <w:rFonts w:ascii="宋体" w:hAnsi="宋体" w:cs="宋体"/>
          <w:color w:val="000000"/>
        </w:rPr>
        <w:t>。</w:t>
      </w:r>
    </w:p>
    <w:p w:rsidR="00124314" w:rsidRPr="0047580E" w:rsidP="00124314">
      <w:pPr>
        <w:adjustRightInd w:val="0"/>
        <w:snapToGrid w:val="0"/>
      </w:pPr>
      <w:r w:rsidRPr="0047580E">
        <w:rPr>
          <w:rFonts w:ascii="宋体" w:hAnsi="宋体" w:cs="宋体"/>
        </w:rPr>
        <w:t>（1）</w:t>
      </w:r>
      <w:r w:rsidRPr="0047580E">
        <w:rPr>
          <w:rFonts w:ascii="宋体" w:hAnsi="宋体" w:cs="宋体"/>
        </w:rPr>
        <w:t>工业上采用</w:t>
      </w:r>
      <w:r w:rsidRPr="0047580E">
        <w:t>________________________</w:t>
      </w:r>
      <w:r w:rsidRPr="0047580E">
        <w:rPr>
          <w:rFonts w:ascii="宋体" w:hAnsi="宋体" w:cs="宋体"/>
        </w:rPr>
        <w:t>的方法来制取氧气，</w:t>
      </w:r>
      <w:r w:rsidRPr="0047580E">
        <w:rPr>
          <w:rFonts w:ascii="宋体" w:hAnsi="宋体" w:cs="宋体" w:hint="eastAsia"/>
        </w:rPr>
        <w:t>该方法</w:t>
      </w:r>
      <w:r w:rsidRPr="0047580E">
        <w:rPr>
          <w:rFonts w:ascii="宋体" w:hAnsi="宋体" w:cs="宋体"/>
        </w:rPr>
        <w:t>利用液态</w:t>
      </w:r>
      <w:r w:rsidRPr="0047580E">
        <w:rPr>
          <w:rFonts w:ascii="宋体" w:hAnsi="宋体" w:cs="宋体" w:hint="eastAsia"/>
        </w:rPr>
        <w:t>氧</w:t>
      </w:r>
      <w:r w:rsidRPr="0047580E">
        <w:rPr>
          <w:rFonts w:ascii="宋体" w:hAnsi="宋体" w:cs="宋体"/>
        </w:rPr>
        <w:t>和液态氮</w:t>
      </w:r>
      <w:r w:rsidRPr="0047580E">
        <w:t>__________</w:t>
      </w:r>
      <w:r w:rsidRPr="0047580E">
        <w:rPr>
          <w:rFonts w:ascii="宋体" w:hAnsi="宋体" w:cs="宋体"/>
        </w:rPr>
        <w:t>的不同，此方法</w:t>
      </w:r>
      <w:r w:rsidRPr="0047580E">
        <w:rPr>
          <w:rFonts w:ascii="宋体" w:hAnsi="宋体" w:cs="宋体" w:hint="eastAsia"/>
        </w:rPr>
        <w:t>属于</w:t>
      </w:r>
      <w:r w:rsidRPr="0047580E">
        <w:t>__________</w:t>
      </w:r>
      <w:r w:rsidR="001E5A41">
        <w:rPr>
          <w:rFonts w:hint="eastAsia"/>
        </w:rPr>
        <w:t xml:space="preserve"> </w:t>
      </w:r>
      <w:r w:rsidRPr="0047580E">
        <w:rPr>
          <w:rFonts w:ascii="宋体" w:hAnsi="宋体" w:cs="宋体"/>
        </w:rPr>
        <w:t>变化。</w:t>
      </w:r>
    </w:p>
    <w:p w:rsidR="00AB1670" w:rsidRPr="008B5CA5" w:rsidP="00AB1670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（</w:t>
      </w:r>
      <w:r w:rsidR="008B5CA5">
        <w:rPr>
          <w:rFonts w:eastAsia="Times New Roman"/>
          <w:color w:val="000000"/>
        </w:rPr>
        <w:t>2</w:t>
      </w:r>
      <w:r w:rsidR="008B5CA5">
        <w:rPr>
          <w:rFonts w:ascii="宋体" w:hAnsi="宋体" w:cs="宋体"/>
          <w:color w:val="000000"/>
        </w:rPr>
        <w:t>）</w:t>
      </w:r>
      <w:r w:rsidR="00B575BC">
        <w:rPr>
          <w:rFonts w:ascii="宋体" w:hAnsi="宋体" w:cs="宋体" w:hint="eastAsia"/>
          <w:color w:val="000000"/>
        </w:rPr>
        <w:t>实验室用高锰酸钾</w:t>
      </w:r>
      <w:r w:rsidR="008B5CA5">
        <w:rPr>
          <w:rFonts w:ascii="宋体" w:hAnsi="宋体" w:cs="宋体"/>
          <w:color w:val="000000"/>
        </w:rPr>
        <w:t>制氧气，该反应的</w:t>
      </w:r>
      <w:r w:rsidR="008B5CA5">
        <w:rPr>
          <w:rFonts w:ascii="宋体" w:hAnsi="宋体" w:cs="宋体" w:hint="eastAsia"/>
          <w:color w:val="000000"/>
        </w:rPr>
        <w:t>文字</w:t>
      </w:r>
      <w:r>
        <w:rPr>
          <w:rFonts w:ascii="宋体" w:hAnsi="宋体" w:cs="宋体"/>
          <w:color w:val="000000"/>
        </w:rPr>
        <w:t>表达式是</w:t>
      </w:r>
      <w:r w:rsidR="008B5CA5">
        <w:rPr>
          <w:rFonts w:ascii="宋体" w:hAnsi="宋体" w:cs="宋体" w:hint="eastAsia"/>
          <w:color w:val="000000"/>
          <w:u w:val="single"/>
        </w:rPr>
        <w:t xml:space="preserve">         </w:t>
      </w:r>
      <w:r w:rsidR="00F92083">
        <w:rPr>
          <w:rFonts w:ascii="宋体" w:hAnsi="宋体" w:cs="宋体" w:hint="eastAsia"/>
          <w:color w:val="000000"/>
          <w:u w:val="single"/>
        </w:rPr>
        <w:t xml:space="preserve">           </w:t>
      </w:r>
      <w:r w:rsidR="008B5CA5">
        <w:rPr>
          <w:rFonts w:ascii="宋体" w:hAnsi="宋体" w:cs="宋体" w:hint="eastAsia"/>
          <w:color w:val="000000"/>
        </w:rPr>
        <w:t xml:space="preserve">  </w:t>
      </w:r>
    </w:p>
    <w:p w:rsidR="001E5A41" w:rsidP="008B5CA5">
      <w:pPr>
        <w:adjustRightInd w:val="0"/>
        <w:snapToGrid w:val="0"/>
        <w:rPr>
          <w:rFonts w:ascii="宋体" w:hAnsi="宋体" w:cs="宋体"/>
          <w:color w:val="000000"/>
        </w:rPr>
      </w:pPr>
    </w:p>
    <w:p w:rsidR="001E5A41" w:rsidP="008B5CA5">
      <w:pPr>
        <w:adjustRightInd w:val="0"/>
        <w:snapToGrid w:val="0"/>
        <w:rPr>
          <w:rFonts w:ascii="宋体" w:hAnsi="宋体" w:cs="宋体"/>
        </w:rPr>
      </w:pPr>
      <w:r>
        <w:rPr>
          <w:rFonts w:ascii="宋体" w:hAnsi="宋体" w:cs="宋体"/>
          <w:color w:val="000000"/>
        </w:rPr>
        <w:t>（</w:t>
      </w:r>
      <w:r>
        <w:rPr>
          <w:rFonts w:eastAsia="Times New Roman"/>
          <w:color w:val="000000"/>
        </w:rPr>
        <w:t>3</w:t>
      </w:r>
      <w:r>
        <w:rPr>
          <w:rFonts w:ascii="宋体" w:hAnsi="宋体" w:cs="宋体"/>
          <w:color w:val="000000"/>
        </w:rPr>
        <w:t>）</w:t>
      </w:r>
      <w:r w:rsidRPr="0047580E">
        <w:rPr>
          <w:rFonts w:ascii="宋体" w:hAnsi="宋体" w:cs="宋体"/>
        </w:rPr>
        <w:t>收集氧气可采用排水法，是因为</w:t>
      </w:r>
      <w:r w:rsidRPr="0047580E">
        <w:t>______________________</w:t>
      </w:r>
      <w:r w:rsidRPr="0047580E">
        <w:rPr>
          <w:rFonts w:ascii="宋体" w:hAnsi="宋体" w:cs="宋体"/>
        </w:rPr>
        <w:t>，</w:t>
      </w:r>
    </w:p>
    <w:p w:rsidR="001E5A41" w:rsidP="001E5A41">
      <w:pPr>
        <w:adjustRightInd w:val="0"/>
        <w:snapToGrid w:val="0"/>
        <w:ind w:firstLine="525" w:firstLineChars="250"/>
        <w:rPr>
          <w:rFonts w:ascii="宋体" w:hAnsi="宋体" w:cs="宋体"/>
        </w:rPr>
      </w:pPr>
    </w:p>
    <w:p w:rsidR="001E5A41" w:rsidP="001E5A41">
      <w:pPr>
        <w:adjustRightInd w:val="0"/>
        <w:snapToGrid w:val="0"/>
        <w:ind w:left="525" w:leftChars="250"/>
        <w:rPr>
          <w:rFonts w:ascii="宋体" w:hAnsi="宋体" w:cs="宋体"/>
        </w:rPr>
      </w:pPr>
      <w:r w:rsidRPr="0047580E">
        <w:rPr>
          <w:rFonts w:ascii="宋体" w:hAnsi="宋体" w:cs="宋体"/>
        </w:rPr>
        <w:t>排水法收集氧气时</w:t>
      </w:r>
      <w:r w:rsidRPr="0047580E">
        <w:rPr>
          <w:rFonts w:ascii="宋体" w:hAnsi="宋体" w:cs="宋体" w:hint="eastAsia"/>
        </w:rPr>
        <w:t>_____________</w:t>
      </w:r>
      <w:r>
        <w:rPr>
          <w:rFonts w:ascii="宋体" w:hAnsi="宋体" w:cs="宋体" w:hint="eastAsia"/>
          <w:u w:val="single"/>
        </w:rPr>
        <w:t xml:space="preserve">                       </w:t>
      </w:r>
      <w:r w:rsidRPr="0047580E">
        <w:rPr>
          <w:rFonts w:ascii="宋体" w:hAnsi="宋体" w:cs="宋体"/>
        </w:rPr>
        <w:t>表示氧气已收集满；</w:t>
      </w:r>
    </w:p>
    <w:p w:rsidR="001E5A41" w:rsidP="001E5A41">
      <w:pPr>
        <w:adjustRightInd w:val="0"/>
        <w:snapToGrid w:val="0"/>
        <w:ind w:left="525" w:leftChars="250"/>
        <w:rPr>
          <w:rFonts w:ascii="宋体" w:hAnsi="宋体" w:cs="宋体"/>
        </w:rPr>
      </w:pPr>
    </w:p>
    <w:p w:rsidR="008B5CA5" w:rsidRPr="0047580E" w:rsidP="001E5A41">
      <w:pPr>
        <w:adjustRightInd w:val="0"/>
        <w:snapToGrid w:val="0"/>
        <w:ind w:left="525" w:leftChars="250"/>
        <w:rPr>
          <w:rFonts w:ascii="宋体" w:hAnsi="宋体" w:cs="宋体"/>
        </w:rPr>
      </w:pPr>
      <w:r w:rsidRPr="0047580E">
        <w:rPr>
          <w:rFonts w:ascii="宋体" w:hAnsi="宋体" w:cs="宋体"/>
        </w:rPr>
        <w:t>用向上排空气法收集氧气需验满，将</w:t>
      </w:r>
      <w:r w:rsidRPr="0047580E">
        <w:rPr>
          <w:rFonts w:ascii="宋体" w:hAnsi="宋体" w:cs="宋体" w:hint="eastAsia"/>
        </w:rPr>
        <w:t>___________________________</w:t>
      </w:r>
      <w:r w:rsidRPr="0047580E">
        <w:rPr>
          <w:rFonts w:ascii="宋体" w:hAnsi="宋体" w:cs="宋体"/>
        </w:rPr>
        <w:t>，木条复燃，</w:t>
      </w:r>
      <w:r w:rsidR="001E5A41">
        <w:rPr>
          <w:rFonts w:ascii="宋体" w:hAnsi="宋体" w:cs="宋体" w:hint="eastAsia"/>
        </w:rPr>
        <w:t>则表示</w:t>
      </w:r>
      <w:r w:rsidRPr="0047580E">
        <w:rPr>
          <w:rFonts w:ascii="宋体" w:hAnsi="宋体" w:cs="宋体"/>
        </w:rPr>
        <w:t>氧气已收集满。</w:t>
      </w:r>
    </w:p>
    <w:p w:rsidR="00F3171C" w:rsidP="00224550">
      <w:pPr>
        <w:adjustRightInd w:val="0"/>
        <w:snapToGrid w:val="0"/>
        <w:rPr>
          <w:rFonts w:ascii="宋体" w:hAnsi="宋体" w:cs="宋体"/>
        </w:rPr>
      </w:pPr>
    </w:p>
    <w:p w:rsidR="00224550" w:rsidRPr="0047580E" w:rsidP="00224550">
      <w:pPr>
        <w:adjustRightInd w:val="0"/>
        <w:snapToGrid w:val="0"/>
      </w:pPr>
      <w:r>
        <w:rPr>
          <w:rFonts w:ascii="宋体" w:hAnsi="宋体" w:cs="宋体" w:hint="eastAsia"/>
        </w:rPr>
        <w:t>24、</w:t>
      </w:r>
      <w:r w:rsidRPr="0047580E">
        <w:rPr>
          <w:rFonts w:ascii="宋体" w:hAnsi="宋体" w:cs="宋体"/>
        </w:rPr>
        <w:t>请你</w:t>
      </w:r>
      <w:r w:rsidRPr="0047580E">
        <w:rPr>
          <w:noProof/>
        </w:rPr>
        <w:drawing>
          <wp:inline distT="0" distB="0" distL="0" distR="0">
            <wp:extent cx="38100" cy="9525"/>
            <wp:effectExtent l="0" t="0" r="0" b="0"/>
            <wp:docPr id="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81342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7580E">
        <w:rPr>
          <w:rFonts w:ascii="宋体" w:hAnsi="宋体" w:cs="宋体"/>
        </w:rPr>
        <w:t>填写构成下列物质的具体粒子的名称。</w:t>
      </w:r>
    </w:p>
    <w:p w:rsidR="00F3171C" w:rsidP="00224550">
      <w:pPr>
        <w:adjustRightInd w:val="0"/>
        <w:snapToGrid w:val="0"/>
        <w:rPr>
          <w:rFonts w:ascii="宋体" w:hAnsi="宋体" w:cs="宋体"/>
        </w:rPr>
      </w:pPr>
    </w:p>
    <w:p w:rsidR="00224550" w:rsidRPr="0047580E" w:rsidP="00224550">
      <w:pPr>
        <w:adjustRightInd w:val="0"/>
        <w:snapToGrid w:val="0"/>
      </w:pPr>
      <w:r w:rsidRPr="0047580E">
        <w:rPr>
          <w:rFonts w:ascii="宋体" w:hAnsi="宋体" w:cs="宋体"/>
        </w:rPr>
        <w:t>（1）体温计中的</w:t>
      </w:r>
      <w:r w:rsidRPr="0047580E">
        <w:rPr>
          <w:rFonts w:ascii="宋体" w:hAnsi="宋体" w:cs="宋体" w:hint="eastAsia"/>
        </w:rPr>
        <w:t>汞</w:t>
      </w:r>
      <w:r w:rsidRPr="0047580E">
        <w:rPr>
          <w:rFonts w:ascii="宋体" w:hAnsi="宋体" w:cs="宋体"/>
        </w:rPr>
        <w:t>是由</w:t>
      </w:r>
      <w:r w:rsidRPr="0047580E">
        <w:t>_______________</w:t>
      </w:r>
      <w:r w:rsidRPr="0047580E">
        <w:rPr>
          <w:rFonts w:ascii="宋体" w:hAnsi="宋体" w:cs="宋体"/>
        </w:rPr>
        <w:t>构成的。</w:t>
      </w:r>
    </w:p>
    <w:p w:rsidR="00F3171C" w:rsidP="00224550">
      <w:pPr>
        <w:adjustRightInd w:val="0"/>
        <w:snapToGrid w:val="0"/>
        <w:rPr>
          <w:rFonts w:ascii="宋体" w:hAnsi="宋体" w:cs="宋体"/>
        </w:rPr>
      </w:pPr>
    </w:p>
    <w:p w:rsidR="00224550" w:rsidRPr="0047580E" w:rsidP="00224550">
      <w:pPr>
        <w:adjustRightInd w:val="0"/>
        <w:snapToGrid w:val="0"/>
      </w:pPr>
      <w:r w:rsidRPr="0047580E">
        <w:rPr>
          <w:rFonts w:ascii="宋体" w:hAnsi="宋体" w:cs="宋体"/>
        </w:rPr>
        <w:t>（2）二氧化碳是由</w:t>
      </w:r>
      <w:r w:rsidRPr="0047580E">
        <w:t>_______________</w:t>
      </w:r>
      <w:r w:rsidRPr="0047580E">
        <w:rPr>
          <w:rFonts w:ascii="宋体" w:hAnsi="宋体" w:cs="宋体"/>
        </w:rPr>
        <w:t>构成的。</w:t>
      </w:r>
    </w:p>
    <w:p w:rsidR="00F3171C" w:rsidP="00224550">
      <w:pPr>
        <w:adjustRightInd w:val="0"/>
        <w:snapToGrid w:val="0"/>
        <w:rPr>
          <w:rFonts w:ascii="宋体" w:hAnsi="宋体" w:cs="宋体"/>
        </w:rPr>
      </w:pPr>
    </w:p>
    <w:p w:rsidR="00224550" w:rsidRPr="0047580E" w:rsidP="00224550">
      <w:pPr>
        <w:adjustRightInd w:val="0"/>
        <w:snapToGrid w:val="0"/>
      </w:pPr>
      <w:r w:rsidRPr="0047580E">
        <w:rPr>
          <w:rFonts w:ascii="宋体" w:hAnsi="宋体" w:cs="宋体"/>
        </w:rPr>
        <w:t>（3）</w:t>
      </w:r>
      <w:r w:rsidRPr="0047580E">
        <w:rPr>
          <w:rFonts w:ascii="宋体" w:hAnsi="宋体" w:cs="宋体" w:hint="eastAsia"/>
        </w:rPr>
        <w:t>二氧化碳分子是有</w:t>
      </w:r>
      <w:r>
        <w:rPr>
          <w:rFonts w:ascii="宋体" w:hAnsi="宋体" w:cs="宋体" w:hint="eastAsia"/>
        </w:rPr>
        <w:t>由</w:t>
      </w:r>
      <w:r w:rsidRPr="0047580E">
        <w:rPr>
          <w:rFonts w:ascii="宋体" w:hAnsi="宋体" w:cs="宋体" w:hint="eastAsia"/>
        </w:rPr>
        <w:t>________________________________________构成的。</w:t>
      </w:r>
    </w:p>
    <w:p w:rsidR="00A1795D" w:rsidRPr="00224550" w:rsidP="008B5CA5">
      <w:pPr>
        <w:adjustRightInd w:val="0"/>
        <w:snapToGrid w:val="0"/>
      </w:pPr>
    </w:p>
    <w:p w:rsidR="008B5CA5" w:rsidRPr="0047580E" w:rsidP="008B5CA5">
      <w:pPr>
        <w:adjustRightInd w:val="0"/>
        <w:snapToGrid w:val="0"/>
      </w:pPr>
      <w:r>
        <w:rPr>
          <w:rFonts w:hint="eastAsia"/>
        </w:rPr>
        <w:t>25</w:t>
      </w:r>
      <w:r>
        <w:rPr>
          <w:rFonts w:hint="eastAsia"/>
        </w:rPr>
        <w:t>、</w:t>
      </w:r>
      <w:r>
        <w:rPr>
          <w:rFonts w:ascii="宋体" w:hAnsi="宋体" w:cs="宋体"/>
        </w:rPr>
        <w:t>下图为实验室用</w:t>
      </w:r>
      <w:r>
        <w:rPr>
          <w:rFonts w:ascii="宋体" w:hAnsi="宋体" w:cs="宋体" w:hint="eastAsia"/>
        </w:rPr>
        <w:t>过氧化氢</w:t>
      </w:r>
      <w:r w:rsidRPr="0047580E">
        <w:rPr>
          <w:rFonts w:ascii="宋体" w:hAnsi="宋体" w:cs="宋体"/>
        </w:rPr>
        <w:t>制取氧气的微观过程示意图，回答有关问题。</w:t>
      </w:r>
    </w:p>
    <w:p w:rsidR="008B5CA5" w:rsidRPr="0047580E" w:rsidP="008B5CA5">
      <w:pPr>
        <w:adjustRightInd w:val="0"/>
        <w:snapToGrid w:val="0"/>
      </w:pPr>
      <w:r w:rsidRPr="0047580E">
        <w:rPr>
          <w:noProof/>
        </w:rPr>
        <w:drawing>
          <wp:inline distT="0" distB="0" distL="0" distR="0">
            <wp:extent cx="5314950" cy="1209675"/>
            <wp:effectExtent l="0" t="0" r="0" b="0"/>
            <wp:docPr id="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438764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7580E">
        <w:t>（</w:t>
      </w:r>
      <w:r w:rsidRPr="0047580E">
        <w:t>1</w:t>
      </w:r>
      <w:r w:rsidRPr="0047580E">
        <w:t>）</w:t>
      </w:r>
      <w:r w:rsidRPr="0047580E">
        <w:t>A</w:t>
      </w:r>
      <w:r w:rsidRPr="0047580E">
        <w:t>物质属于</w:t>
      </w:r>
      <w:r w:rsidRPr="0047580E">
        <w:t>____________</w:t>
      </w:r>
      <w:r w:rsidRPr="0047580E">
        <w:rPr>
          <w:rFonts w:ascii="宋体" w:hAnsi="宋体" w:cs="宋体"/>
        </w:rPr>
        <w:t>（填“混合物”或“纯净物”）；</w:t>
      </w:r>
    </w:p>
    <w:p w:rsidR="00F811F1" w:rsidP="008B5CA5">
      <w:pPr>
        <w:adjustRightInd w:val="0"/>
        <w:snapToGrid w:val="0"/>
        <w:rPr>
          <w:rFonts w:ascii="宋体" w:hAnsi="宋体" w:cs="宋体"/>
        </w:rPr>
      </w:pPr>
    </w:p>
    <w:p w:rsidR="0013608C" w:rsidP="008B5CA5">
      <w:pPr>
        <w:adjustRightInd w:val="0"/>
        <w:snapToGrid w:val="0"/>
      </w:pPr>
      <w:r w:rsidRPr="0047580E">
        <w:rPr>
          <w:rFonts w:ascii="宋体" w:hAnsi="宋体" w:cs="宋体"/>
        </w:rPr>
        <w:t>（2</w:t>
      </w:r>
      <w:r>
        <w:rPr>
          <w:rFonts w:ascii="宋体" w:hAnsi="宋体" w:cs="宋体"/>
        </w:rPr>
        <w:t>）该反应的</w:t>
      </w:r>
      <w:r>
        <w:rPr>
          <w:rFonts w:ascii="宋体" w:hAnsi="宋体" w:cs="宋体" w:hint="eastAsia"/>
        </w:rPr>
        <w:t>文字</w:t>
      </w:r>
      <w:r w:rsidRPr="0047580E">
        <w:rPr>
          <w:rFonts w:ascii="宋体" w:hAnsi="宋体" w:cs="宋体"/>
        </w:rPr>
        <w:t>表达式为</w:t>
      </w:r>
      <w:r>
        <w:t>_________________</w:t>
      </w:r>
      <w:r w:rsidR="00387E7A">
        <w:rPr>
          <w:rFonts w:hint="eastAsia"/>
          <w:u w:val="single"/>
        </w:rPr>
        <w:t xml:space="preserve">                         </w:t>
      </w:r>
      <w:r w:rsidR="00387E7A">
        <w:rPr>
          <w:rFonts w:hint="eastAsia"/>
        </w:rPr>
        <w:t xml:space="preserve">  </w:t>
      </w:r>
    </w:p>
    <w:p w:rsidR="00F811F1" w:rsidRPr="00387E7A" w:rsidP="0013608C">
      <w:pPr>
        <w:adjustRightInd w:val="0"/>
        <w:snapToGrid w:val="0"/>
        <w:ind w:firstLine="525" w:firstLineChars="250"/>
        <w:rPr>
          <w:rFonts w:ascii="宋体" w:hAnsi="宋体" w:cs="宋体"/>
        </w:rPr>
      </w:pPr>
    </w:p>
    <w:p w:rsidR="008B5CA5" w:rsidRPr="0047580E" w:rsidP="0013608C">
      <w:pPr>
        <w:adjustRightInd w:val="0"/>
        <w:snapToGrid w:val="0"/>
        <w:ind w:firstLine="525" w:firstLineChars="250"/>
      </w:pPr>
      <w:r w:rsidRPr="0047580E">
        <w:rPr>
          <w:rFonts w:ascii="宋体" w:hAnsi="宋体" w:cs="宋体"/>
        </w:rPr>
        <w:t>该反应的基本反应类型为</w:t>
      </w:r>
      <w:r w:rsidRPr="0047580E">
        <w:t>_______________</w:t>
      </w:r>
    </w:p>
    <w:p w:rsidR="00F3171C" w:rsidP="00F3171C">
      <w:pPr>
        <w:adjustRightInd w:val="0"/>
        <w:snapToGrid w:val="0"/>
        <w:rPr>
          <w:rFonts w:ascii="宋体" w:hAnsi="宋体" w:cs="宋体"/>
        </w:rPr>
      </w:pPr>
    </w:p>
    <w:p w:rsidR="00F3171C" w:rsidRPr="0047580E" w:rsidP="00F3171C">
      <w:pPr>
        <w:adjustRightInd w:val="0"/>
        <w:snapToGrid w:val="0"/>
      </w:pPr>
      <w:r w:rsidRPr="0047580E">
        <w:rPr>
          <w:rFonts w:ascii="宋体" w:hAnsi="宋体" w:cs="宋体"/>
        </w:rPr>
        <w:t>（3）由图可以得出，化学反应的</w:t>
      </w:r>
      <w:r w:rsidRPr="0047580E">
        <w:rPr>
          <w:rFonts w:ascii="宋体" w:hAnsi="宋体" w:cs="宋体"/>
          <w:em w:val="dot"/>
        </w:rPr>
        <w:t>微观本质</w:t>
      </w:r>
      <w:r w:rsidRPr="0047580E">
        <w:rPr>
          <w:rFonts w:ascii="宋体" w:hAnsi="宋体" w:cs="宋体"/>
        </w:rPr>
        <w:t>是</w:t>
      </w:r>
      <w:r w:rsidRPr="0047580E">
        <w:t>________________________________</w:t>
      </w:r>
      <w:r w:rsidRPr="0047580E">
        <w:rPr>
          <w:rFonts w:ascii="宋体" w:hAnsi="宋体" w:cs="宋体"/>
        </w:rPr>
        <w:t>。</w:t>
      </w:r>
    </w:p>
    <w:p w:rsidR="0013608C" w:rsidRPr="00F3171C" w:rsidP="002E432F">
      <w:pPr>
        <w:adjustRightInd w:val="0"/>
        <w:snapToGrid w:val="0"/>
      </w:pPr>
    </w:p>
    <w:p w:rsidR="002E432F" w:rsidRPr="0047580E" w:rsidP="002E432F">
      <w:pPr>
        <w:adjustRightInd w:val="0"/>
        <w:snapToGrid w:val="0"/>
      </w:pPr>
      <w:r>
        <w:rPr>
          <w:rFonts w:hint="eastAsia"/>
        </w:rPr>
        <w:t>26</w:t>
      </w:r>
      <w:r>
        <w:rPr>
          <w:rFonts w:hint="eastAsia"/>
        </w:rPr>
        <w:t>、</w:t>
      </w:r>
      <w:r w:rsidRPr="0047580E">
        <w:rPr>
          <w:rFonts w:ascii="宋体" w:hAnsi="宋体" w:cs="宋体"/>
        </w:rPr>
        <w:t>如图为实验室用加热高锰酸钾的方法制取氧气的装置图，回答问题：</w:t>
      </w:r>
    </w:p>
    <w:p w:rsidR="002E432F" w:rsidRPr="0047580E" w:rsidP="002E432F">
      <w:pPr>
        <w:adjustRightInd w:val="0"/>
        <w:snapToGrid w:val="0"/>
      </w:pPr>
      <w:r w:rsidRPr="0047580E">
        <w:rPr>
          <w:noProof/>
        </w:rPr>
        <w:drawing>
          <wp:inline distT="0" distB="0" distL="0" distR="0">
            <wp:extent cx="4200525" cy="2028825"/>
            <wp:effectExtent l="19050" t="0" r="9525" b="0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7827972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A41" w:rsidP="002E432F">
      <w:pPr>
        <w:adjustRightInd w:val="0"/>
        <w:snapToGrid w:val="0"/>
        <w:rPr>
          <w:rFonts w:ascii="宋体" w:hAnsi="宋体" w:cs="宋体"/>
        </w:rPr>
      </w:pPr>
    </w:p>
    <w:p w:rsidR="002E432F" w:rsidRPr="0047580E" w:rsidP="002E432F">
      <w:pPr>
        <w:adjustRightInd w:val="0"/>
        <w:snapToGrid w:val="0"/>
      </w:pPr>
      <w:r w:rsidRPr="0047580E">
        <w:rPr>
          <w:rFonts w:ascii="宋体" w:hAnsi="宋体" w:cs="宋体"/>
        </w:rPr>
        <w:t xml:space="preserve">图中有几处明显错误，请改正过来 </w:t>
      </w:r>
    </w:p>
    <w:p w:rsidR="001E5A41" w:rsidP="002E432F">
      <w:pPr>
        <w:adjustRightInd w:val="0"/>
        <w:snapToGrid w:val="0"/>
        <w:rPr>
          <w:rFonts w:ascii="宋体" w:hAnsi="宋体" w:cs="宋体"/>
        </w:rPr>
      </w:pPr>
    </w:p>
    <w:p w:rsidR="002E432F" w:rsidRPr="0047580E" w:rsidP="002E432F">
      <w:pPr>
        <w:adjustRightInd w:val="0"/>
        <w:snapToGrid w:val="0"/>
      </w:pPr>
      <w:r w:rsidRPr="0047580E">
        <w:rPr>
          <w:rFonts w:ascii="宋体" w:hAnsi="宋体" w:cs="宋体"/>
        </w:rPr>
        <w:t>①</w:t>
      </w:r>
      <w:r w:rsidRPr="0047580E">
        <w:t>__________________________________________</w:t>
      </w:r>
      <w:r w:rsidRPr="0047580E">
        <w:rPr>
          <w:rFonts w:ascii="宋体" w:hAnsi="宋体" w:cs="宋体"/>
        </w:rPr>
        <w:t>；</w:t>
      </w:r>
    </w:p>
    <w:p w:rsidR="001E5A41" w:rsidP="002E432F">
      <w:pPr>
        <w:adjustRightInd w:val="0"/>
        <w:snapToGrid w:val="0"/>
        <w:rPr>
          <w:rFonts w:ascii="宋体" w:hAnsi="宋体" w:cs="宋体"/>
        </w:rPr>
      </w:pPr>
    </w:p>
    <w:p w:rsidR="002E432F" w:rsidRPr="0047580E" w:rsidP="002E432F">
      <w:pPr>
        <w:adjustRightInd w:val="0"/>
        <w:snapToGrid w:val="0"/>
      </w:pPr>
      <w:r w:rsidRPr="0047580E">
        <w:rPr>
          <w:rFonts w:ascii="宋体" w:hAnsi="宋体" w:cs="宋体"/>
        </w:rPr>
        <w:t>②</w:t>
      </w:r>
      <w:r w:rsidRPr="0047580E">
        <w:t>___________________________________________</w:t>
      </w:r>
      <w:r w:rsidRPr="0047580E">
        <w:rPr>
          <w:rFonts w:ascii="宋体" w:hAnsi="宋体" w:cs="宋体"/>
        </w:rPr>
        <w:t>；</w:t>
      </w:r>
    </w:p>
    <w:p w:rsidR="001E5A41" w:rsidP="002E432F">
      <w:pPr>
        <w:adjustRightInd w:val="0"/>
        <w:snapToGrid w:val="0"/>
        <w:rPr>
          <w:rFonts w:ascii="宋体" w:hAnsi="宋体" w:cs="宋体"/>
        </w:rPr>
      </w:pPr>
    </w:p>
    <w:p w:rsidR="002E432F" w:rsidRPr="0047580E" w:rsidP="002E432F">
      <w:pPr>
        <w:adjustRightInd w:val="0"/>
        <w:snapToGrid w:val="0"/>
      </w:pPr>
      <w:r w:rsidRPr="0047580E">
        <w:rPr>
          <w:rFonts w:ascii="宋体" w:hAnsi="宋体" w:cs="宋体"/>
        </w:rPr>
        <w:t>③</w:t>
      </w:r>
      <w:r w:rsidRPr="0047580E">
        <w:t>__________________________________________</w:t>
      </w:r>
      <w:r w:rsidR="001E5A41">
        <w:rPr>
          <w:rFonts w:hint="eastAsia"/>
        </w:rPr>
        <w:t xml:space="preserve"> </w:t>
      </w:r>
      <w:r w:rsidRPr="0047580E">
        <w:rPr>
          <w:rFonts w:ascii="宋体" w:hAnsi="宋体" w:cs="宋体"/>
        </w:rPr>
        <w:t>；</w:t>
      </w:r>
    </w:p>
    <w:p w:rsidR="001E5A41" w:rsidP="002E432F">
      <w:pPr>
        <w:adjustRightInd w:val="0"/>
        <w:snapToGrid w:val="0"/>
        <w:rPr>
          <w:rFonts w:ascii="宋体" w:hAnsi="宋体" w:cs="宋体"/>
        </w:rPr>
      </w:pPr>
    </w:p>
    <w:p w:rsidR="002E432F" w:rsidRPr="0047580E" w:rsidP="002E432F">
      <w:pPr>
        <w:adjustRightInd w:val="0"/>
        <w:snapToGrid w:val="0"/>
      </w:pPr>
      <w:r w:rsidRPr="0047580E">
        <w:rPr>
          <w:rFonts w:ascii="宋体" w:hAnsi="宋体" w:cs="宋体"/>
        </w:rPr>
        <w:t>④</w:t>
      </w:r>
      <w:r w:rsidRPr="0047580E">
        <w:t>__________________________________________</w:t>
      </w:r>
      <w:r w:rsidRPr="0047580E">
        <w:rPr>
          <w:rFonts w:ascii="宋体" w:hAnsi="宋体" w:cs="宋体"/>
        </w:rPr>
        <w:t>。</w:t>
      </w:r>
    </w:p>
    <w:p w:rsidR="002E432F" w:rsidRPr="0047580E" w:rsidP="002E432F">
      <w:pPr>
        <w:adjustRightInd w:val="0"/>
        <w:snapToGrid w:val="0"/>
      </w:pPr>
    </w:p>
    <w:p w:rsidR="0013608C" w:rsidRPr="0013608C" w:rsidP="0013608C">
      <w:pPr>
        <w:adjustRightInd w:val="0"/>
        <w:snapToGrid w:val="0"/>
        <w:rPr>
          <w:b/>
        </w:rPr>
      </w:pPr>
      <w:r w:rsidRPr="0013608C">
        <w:rPr>
          <w:b/>
        </w:rPr>
        <w:t>三、实验探究题（</w:t>
      </w:r>
      <w:r w:rsidR="004139CB">
        <w:rPr>
          <w:rFonts w:hint="eastAsia"/>
          <w:b/>
        </w:rPr>
        <w:t>每空</w:t>
      </w:r>
      <w:r w:rsidR="004139CB">
        <w:rPr>
          <w:rFonts w:hint="eastAsia"/>
          <w:b/>
        </w:rPr>
        <w:t>1</w:t>
      </w:r>
      <w:r w:rsidR="004139CB">
        <w:rPr>
          <w:rFonts w:hint="eastAsia"/>
          <w:b/>
        </w:rPr>
        <w:t>分</w:t>
      </w:r>
      <w:r w:rsidR="004139CB">
        <w:rPr>
          <w:rFonts w:hint="eastAsia"/>
          <w:b/>
        </w:rPr>
        <w:t xml:space="preserve"> </w:t>
      </w:r>
      <w:r w:rsidRPr="0013608C">
        <w:rPr>
          <w:b/>
        </w:rPr>
        <w:t>共</w:t>
      </w:r>
      <w:r w:rsidR="004139CB">
        <w:rPr>
          <w:rFonts w:hint="eastAsia"/>
          <w:b/>
        </w:rPr>
        <w:t>29</w:t>
      </w:r>
      <w:r w:rsidRPr="0013608C">
        <w:rPr>
          <w:b/>
        </w:rPr>
        <w:t>分）</w:t>
      </w:r>
    </w:p>
    <w:p w:rsidR="00812D53" w:rsidRPr="0013608C" w:rsidP="00812D53">
      <w:pPr>
        <w:adjustRightInd w:val="0"/>
        <w:snapToGrid w:val="0"/>
        <w:rPr>
          <w:b/>
        </w:rPr>
      </w:pPr>
    </w:p>
    <w:p w:rsidR="008B5CA5" w:rsidP="008B5CA5">
      <w:pPr>
        <w:textAlignment w:val="baseline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27、</w:t>
      </w:r>
      <w:r>
        <w:rPr>
          <w:rFonts w:asciiTheme="majorEastAsia" w:eastAsiaTheme="majorEastAsia" w:hAnsiTheme="majorEastAsia"/>
          <w:szCs w:val="21"/>
        </w:rPr>
        <w:t>（</w:t>
      </w:r>
      <w:r w:rsidR="00005BA4">
        <w:rPr>
          <w:rFonts w:asciiTheme="majorEastAsia" w:eastAsiaTheme="majorEastAsia" w:hAnsiTheme="majorEastAsia" w:hint="eastAsia"/>
          <w:szCs w:val="21"/>
        </w:rPr>
        <w:t>8</w:t>
      </w:r>
      <w:r>
        <w:rPr>
          <w:rFonts w:asciiTheme="majorEastAsia" w:eastAsiaTheme="majorEastAsia" w:hAnsiTheme="majorEastAsia"/>
          <w:szCs w:val="21"/>
        </w:rPr>
        <w:t>分）某实验小组用</w:t>
      </w:r>
      <w:r>
        <w:rPr>
          <w:rFonts w:asciiTheme="majorEastAsia" w:eastAsiaTheme="majorEastAsia" w:hAnsiTheme="majorEastAsia" w:hint="eastAsia"/>
          <w:szCs w:val="21"/>
        </w:rPr>
        <w:t>右</w:t>
      </w:r>
      <w:r>
        <w:rPr>
          <w:rFonts w:asciiTheme="majorEastAsia" w:eastAsiaTheme="majorEastAsia" w:hAnsiTheme="majorEastAsia"/>
          <w:szCs w:val="21"/>
        </w:rPr>
        <w:t>图所示装置测定空气中氧气的含量。</w:t>
      </w:r>
    </w:p>
    <w:p w:rsidR="008B5CA5" w:rsidP="00387E7A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noProof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3169285</wp:posOffset>
            </wp:positionH>
            <wp:positionV relativeFrom="paragraph">
              <wp:posOffset>161290</wp:posOffset>
            </wp:positionV>
            <wp:extent cx="1609725" cy="1438275"/>
            <wp:effectExtent l="19050" t="0" r="9525" b="0"/>
            <wp:wrapTight wrapText="bothSides">
              <wp:wrapPolygon>
                <wp:start x="-256" y="0"/>
                <wp:lineTo x="-256" y="21457"/>
                <wp:lineTo x="21728" y="21457"/>
                <wp:lineTo x="21728" y="0"/>
                <wp:lineTo x="-256" y="0"/>
              </wp:wrapPolygon>
            </wp:wrapTight>
            <wp:docPr id="472" name="图片 472" descr="D:\user\WIN10\renbaohua\Desktop\2019-2020初三\命题\期中\图片\0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180254" name="图片 472" descr="D:\user\WIN10\renbaohua\Desktop\2019-2020初三\命题\期中\图片\035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ajorEastAsia" w:eastAsiaTheme="majorEastAsia" w:hAnsiTheme="majorEastAsia"/>
          <w:szCs w:val="21"/>
        </w:rPr>
        <w:t>（1）该实验中</w:t>
      </w:r>
      <w:r>
        <w:rPr>
          <w:rFonts w:asciiTheme="majorEastAsia" w:eastAsiaTheme="majorEastAsia" w:hAnsiTheme="majorEastAsia" w:hint="eastAsia"/>
          <w:szCs w:val="21"/>
        </w:rPr>
        <w:t>红磷燃烧</w:t>
      </w:r>
      <w:r>
        <w:rPr>
          <w:rFonts w:asciiTheme="majorEastAsia" w:eastAsiaTheme="majorEastAsia" w:hAnsiTheme="majorEastAsia"/>
          <w:szCs w:val="21"/>
        </w:rPr>
        <w:t>的文字表达式为_______</w:t>
      </w:r>
      <w:r>
        <w:rPr>
          <w:rFonts w:asciiTheme="majorEastAsia" w:eastAsiaTheme="majorEastAsia" w:hAnsiTheme="majorEastAsia" w:hint="eastAsia"/>
          <w:szCs w:val="21"/>
        </w:rPr>
        <w:t>。</w:t>
      </w:r>
    </w:p>
    <w:p w:rsidR="008B5CA5" w:rsidP="00387E7A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（2）</w:t>
      </w:r>
      <w:r>
        <w:rPr>
          <w:rFonts w:asciiTheme="majorEastAsia" w:eastAsiaTheme="majorEastAsia" w:hAnsiTheme="majorEastAsia" w:hint="eastAsia"/>
          <w:szCs w:val="21"/>
        </w:rPr>
        <w:t>该实验操作的</w:t>
      </w:r>
      <w:r>
        <w:rPr>
          <w:rFonts w:asciiTheme="majorEastAsia" w:eastAsiaTheme="majorEastAsia" w:hAnsiTheme="majorEastAsia"/>
          <w:szCs w:val="21"/>
        </w:rPr>
        <w:t>正确顺序</w:t>
      </w:r>
      <w:r>
        <w:rPr>
          <w:rFonts w:asciiTheme="majorEastAsia" w:eastAsiaTheme="majorEastAsia" w:hAnsiTheme="majorEastAsia" w:hint="eastAsia"/>
          <w:szCs w:val="21"/>
        </w:rPr>
        <w:t>是</w:t>
      </w:r>
      <w:r>
        <w:rPr>
          <w:rFonts w:asciiTheme="majorEastAsia" w:eastAsiaTheme="majorEastAsia" w:hAnsiTheme="majorEastAsia"/>
          <w:szCs w:val="21"/>
        </w:rPr>
        <w:t>_______（</w:t>
      </w:r>
      <w:r>
        <w:rPr>
          <w:rFonts w:asciiTheme="majorEastAsia" w:eastAsiaTheme="majorEastAsia" w:hAnsiTheme="majorEastAsia" w:hint="eastAsia"/>
          <w:szCs w:val="21"/>
        </w:rPr>
        <w:t>填</w:t>
      </w:r>
      <w:r>
        <w:rPr>
          <w:rFonts w:asciiTheme="majorEastAsia" w:eastAsiaTheme="majorEastAsia" w:hAnsiTheme="majorEastAsia"/>
          <w:szCs w:val="21"/>
        </w:rPr>
        <w:t>数字序号）。</w:t>
      </w:r>
    </w:p>
    <w:p w:rsidR="008B5CA5" w:rsidP="00387E7A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cs="宋体" w:hint="eastAsia"/>
          <w:szCs w:val="21"/>
        </w:rPr>
        <w:t>①</w:t>
      </w:r>
      <w:r>
        <w:rPr>
          <w:rFonts w:asciiTheme="majorEastAsia" w:eastAsiaTheme="majorEastAsia" w:hAnsiTheme="majorEastAsia"/>
          <w:szCs w:val="21"/>
        </w:rPr>
        <w:t xml:space="preserve"> 用弹簧夹夹紧</w:t>
      </w:r>
      <w:r>
        <w:rPr>
          <w:rFonts w:asciiTheme="majorEastAsia" w:eastAsiaTheme="majorEastAsia" w:hAnsiTheme="majorEastAsia" w:hint="eastAsia"/>
          <w:szCs w:val="21"/>
        </w:rPr>
        <w:t>胶皮</w:t>
      </w:r>
      <w:r>
        <w:rPr>
          <w:rFonts w:asciiTheme="majorEastAsia" w:eastAsiaTheme="majorEastAsia" w:hAnsiTheme="majorEastAsia"/>
          <w:szCs w:val="21"/>
        </w:rPr>
        <w:t>管。</w:t>
      </w:r>
    </w:p>
    <w:p w:rsidR="008B5CA5" w:rsidP="00387E7A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cs="宋体" w:hint="eastAsia"/>
          <w:szCs w:val="21"/>
        </w:rPr>
        <w:t>②</w:t>
      </w:r>
      <w:r>
        <w:rPr>
          <w:rFonts w:asciiTheme="majorEastAsia" w:eastAsiaTheme="majorEastAsia" w:hAnsiTheme="majorEastAsia" w:hint="eastAsia"/>
          <w:szCs w:val="21"/>
        </w:rPr>
        <w:t>待</w:t>
      </w:r>
      <w:r>
        <w:rPr>
          <w:rFonts w:asciiTheme="majorEastAsia" w:eastAsiaTheme="majorEastAsia" w:hAnsiTheme="majorEastAsia"/>
          <w:szCs w:val="21"/>
        </w:rPr>
        <w:t>红磷</w:t>
      </w:r>
      <w:r>
        <w:rPr>
          <w:rFonts w:asciiTheme="majorEastAsia" w:eastAsiaTheme="majorEastAsia" w:hAnsiTheme="majorEastAsia" w:hint="eastAsia"/>
          <w:szCs w:val="21"/>
        </w:rPr>
        <w:t>熄灭并</w:t>
      </w:r>
      <w:r>
        <w:rPr>
          <w:rFonts w:asciiTheme="majorEastAsia" w:eastAsiaTheme="majorEastAsia" w:hAnsiTheme="majorEastAsia"/>
          <w:szCs w:val="21"/>
        </w:rPr>
        <w:t>冷却至室温后</w:t>
      </w:r>
      <w:r>
        <w:rPr>
          <w:rFonts w:asciiTheme="majorEastAsia" w:eastAsiaTheme="majorEastAsia" w:hAnsiTheme="majorEastAsia" w:hint="eastAsia"/>
          <w:szCs w:val="21"/>
        </w:rPr>
        <w:t>，</w:t>
      </w:r>
      <w:r>
        <w:rPr>
          <w:rFonts w:asciiTheme="majorEastAsia" w:eastAsiaTheme="majorEastAsia" w:hAnsiTheme="majorEastAsia"/>
          <w:szCs w:val="21"/>
        </w:rPr>
        <w:t>打开弹簧夹。</w:t>
      </w:r>
    </w:p>
    <w:p w:rsidR="008B5CA5" w:rsidP="00387E7A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cs="宋体" w:hint="eastAsia"/>
          <w:szCs w:val="21"/>
        </w:rPr>
        <w:t>③</w:t>
      </w:r>
      <w:r>
        <w:rPr>
          <w:rFonts w:asciiTheme="majorEastAsia" w:eastAsiaTheme="majorEastAsia" w:hAnsiTheme="majorEastAsia"/>
          <w:szCs w:val="21"/>
        </w:rPr>
        <w:t xml:space="preserve"> 点燃红磷，立即伸入瓶</w:t>
      </w:r>
      <w:r>
        <w:rPr>
          <w:rFonts w:asciiTheme="majorEastAsia" w:eastAsiaTheme="majorEastAsia" w:hAnsiTheme="majorEastAsia" w:hint="eastAsia"/>
          <w:szCs w:val="21"/>
        </w:rPr>
        <w:t>中</w:t>
      </w:r>
      <w:r>
        <w:rPr>
          <w:rFonts w:asciiTheme="majorEastAsia" w:eastAsiaTheme="majorEastAsia" w:hAnsiTheme="majorEastAsia"/>
          <w:szCs w:val="21"/>
        </w:rPr>
        <w:t>并把塞子塞紧。</w:t>
      </w:r>
    </w:p>
    <w:p w:rsidR="008B5CA5" w:rsidP="00387E7A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cs="宋体" w:hint="eastAsia"/>
          <w:szCs w:val="21"/>
        </w:rPr>
        <w:t>④</w:t>
      </w:r>
      <w:r>
        <w:rPr>
          <w:rFonts w:asciiTheme="majorEastAsia" w:eastAsiaTheme="majorEastAsia" w:hAnsiTheme="majorEastAsia"/>
          <w:szCs w:val="21"/>
        </w:rPr>
        <w:t xml:space="preserve"> 检验装置的气密性。在集气瓶中</w:t>
      </w:r>
      <w:r>
        <w:rPr>
          <w:rFonts w:asciiTheme="majorEastAsia" w:eastAsiaTheme="majorEastAsia" w:hAnsiTheme="majorEastAsia" w:hint="eastAsia"/>
          <w:szCs w:val="21"/>
        </w:rPr>
        <w:t>加</w:t>
      </w:r>
      <w:r>
        <w:rPr>
          <w:rFonts w:asciiTheme="majorEastAsia" w:eastAsiaTheme="majorEastAsia" w:hAnsiTheme="majorEastAsia"/>
          <w:szCs w:val="21"/>
        </w:rPr>
        <w:t>入少量水，</w:t>
      </w:r>
    </w:p>
    <w:p w:rsidR="008B5CA5" w:rsidP="00387E7A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并将水面上方空间</w:t>
      </w:r>
      <w:r>
        <w:rPr>
          <w:rFonts w:asciiTheme="majorEastAsia" w:eastAsiaTheme="majorEastAsia" w:hAnsiTheme="majorEastAsia"/>
          <w:szCs w:val="21"/>
        </w:rPr>
        <w:t>分成</w:t>
      </w:r>
      <w:r>
        <w:rPr>
          <w:rFonts w:asciiTheme="majorEastAsia" w:eastAsiaTheme="majorEastAsia" w:hAnsiTheme="majorEastAsia" w:hint="eastAsia"/>
          <w:szCs w:val="21"/>
        </w:rPr>
        <w:t>5</w:t>
      </w:r>
      <w:r>
        <w:rPr>
          <w:rFonts w:asciiTheme="majorEastAsia" w:eastAsiaTheme="majorEastAsia" w:hAnsiTheme="majorEastAsia"/>
          <w:szCs w:val="21"/>
        </w:rPr>
        <w:t>等份。</w:t>
      </w:r>
    </w:p>
    <w:p w:rsidR="00387E7A" w:rsidP="00387E7A">
      <w:pPr>
        <w:rPr>
          <w:rFonts w:asciiTheme="majorEastAsia" w:eastAsiaTheme="majorEastAsia" w:hAnsiTheme="majorEastAsia"/>
          <w:szCs w:val="21"/>
        </w:rPr>
      </w:pPr>
    </w:p>
    <w:p w:rsidR="00387E7A" w:rsidP="00387E7A">
      <w:pPr>
        <w:rPr>
          <w:rFonts w:asciiTheme="majorEastAsia" w:eastAsiaTheme="majorEastAsia" w:hAnsiTheme="majorEastAsia"/>
          <w:szCs w:val="21"/>
        </w:rPr>
      </w:pPr>
    </w:p>
    <w:p w:rsidR="008B5CA5" w:rsidP="00387E7A">
      <w:pPr>
        <w:ind w:firstLine="525" w:firstLineChars="250"/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/>
          <w:szCs w:val="21"/>
        </w:rPr>
        <w:t>（</w:t>
      </w:r>
      <w:r w:rsidR="00005BA4">
        <w:rPr>
          <w:rFonts w:asciiTheme="majorEastAsia" w:eastAsiaTheme="majorEastAsia" w:hAnsiTheme="majorEastAsia"/>
          <w:szCs w:val="21"/>
        </w:rPr>
        <w:t>3</w:t>
      </w:r>
      <w:r>
        <w:rPr>
          <w:rFonts w:asciiTheme="majorEastAsia" w:eastAsiaTheme="majorEastAsia" w:hAnsiTheme="majorEastAsia"/>
          <w:szCs w:val="21"/>
        </w:rPr>
        <w:t>）</w:t>
      </w:r>
      <w:r w:rsidR="00F65A93">
        <w:rPr>
          <w:rFonts w:asciiTheme="majorEastAsia" w:eastAsiaTheme="majorEastAsia" w:hAnsiTheme="majorEastAsia" w:hint="eastAsia"/>
          <w:szCs w:val="21"/>
        </w:rPr>
        <w:t>下列操作可能导致测定结果偏低</w:t>
      </w:r>
      <w:r>
        <w:rPr>
          <w:rFonts w:asciiTheme="majorEastAsia" w:eastAsiaTheme="majorEastAsia" w:hAnsiTheme="majorEastAsia" w:hint="eastAsia"/>
          <w:szCs w:val="21"/>
        </w:rPr>
        <w:t>的</w:t>
      </w:r>
      <w:r>
        <w:rPr>
          <w:rFonts w:asciiTheme="majorEastAsia" w:eastAsiaTheme="majorEastAsia" w:hAnsiTheme="majorEastAsia"/>
          <w:color w:val="000000"/>
          <w:szCs w:val="21"/>
        </w:rPr>
        <w:t>是</w:t>
      </w:r>
      <w:r>
        <w:rPr>
          <w:rFonts w:asciiTheme="majorEastAsia" w:eastAsiaTheme="majorEastAsia" w:hAnsiTheme="majorEastAsia"/>
          <w:szCs w:val="21"/>
        </w:rPr>
        <w:t>_______（填字母序号</w:t>
      </w:r>
      <w:r>
        <w:rPr>
          <w:rFonts w:asciiTheme="majorEastAsia" w:eastAsiaTheme="majorEastAsia" w:hAnsiTheme="majorEastAsia" w:hint="eastAsia"/>
          <w:szCs w:val="21"/>
        </w:rPr>
        <w:t>，下同</w:t>
      </w:r>
      <w:r>
        <w:rPr>
          <w:rFonts w:asciiTheme="majorEastAsia" w:eastAsiaTheme="majorEastAsia" w:hAnsiTheme="majorEastAsia"/>
          <w:szCs w:val="21"/>
        </w:rPr>
        <w:t>）。</w:t>
      </w:r>
    </w:p>
    <w:p w:rsidR="008B5CA5" w:rsidP="008B5CA5">
      <w:pPr>
        <w:ind w:firstLine="945" w:firstLineChars="450"/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/>
          <w:color w:val="000000"/>
          <w:szCs w:val="21"/>
        </w:rPr>
        <w:t>A．红磷的量不足</w:t>
      </w:r>
      <w:r w:rsidR="00F811F1">
        <w:rPr>
          <w:rFonts w:asciiTheme="majorEastAsia" w:eastAsiaTheme="majorEastAsia" w:hAnsiTheme="majorEastAsia"/>
          <w:color w:val="000000"/>
          <w:szCs w:val="21"/>
        </w:rPr>
        <w:t xml:space="preserve">           </w:t>
      </w:r>
      <w:r>
        <w:rPr>
          <w:rFonts w:asciiTheme="majorEastAsia" w:eastAsiaTheme="majorEastAsia" w:hAnsiTheme="majorEastAsia"/>
          <w:color w:val="000000"/>
          <w:szCs w:val="21"/>
        </w:rPr>
        <w:t xml:space="preserve"> B．</w:t>
      </w:r>
      <w:r>
        <w:rPr>
          <w:rFonts w:asciiTheme="majorEastAsia" w:eastAsiaTheme="majorEastAsia" w:hAnsiTheme="majorEastAsia" w:hint="eastAsia"/>
          <w:color w:val="000000"/>
          <w:szCs w:val="21"/>
        </w:rPr>
        <w:t>点燃红磷，慢慢伸入瓶中</w:t>
      </w:r>
    </w:p>
    <w:p w:rsidR="008B5CA5" w:rsidP="008B5CA5">
      <w:pPr>
        <w:ind w:firstLine="945" w:firstLineChars="45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color w:val="000000"/>
          <w:szCs w:val="21"/>
        </w:rPr>
        <w:t>C．未冷却至室温就打开</w:t>
      </w:r>
      <w:r>
        <w:rPr>
          <w:rFonts w:asciiTheme="majorEastAsia" w:eastAsiaTheme="majorEastAsia" w:hAnsiTheme="majorEastAsia" w:hint="eastAsia"/>
          <w:color w:val="000000"/>
          <w:szCs w:val="21"/>
        </w:rPr>
        <w:t>了</w:t>
      </w:r>
      <w:r>
        <w:rPr>
          <w:rFonts w:asciiTheme="majorEastAsia" w:eastAsiaTheme="majorEastAsia" w:hAnsiTheme="majorEastAsia"/>
          <w:color w:val="000000"/>
          <w:szCs w:val="21"/>
        </w:rPr>
        <w:t>弹簧夹D．实验</w:t>
      </w:r>
      <w:r>
        <w:rPr>
          <w:rFonts w:asciiTheme="majorEastAsia" w:eastAsiaTheme="majorEastAsia" w:hAnsiTheme="majorEastAsia" w:hint="eastAsia"/>
          <w:color w:val="000000"/>
          <w:szCs w:val="21"/>
        </w:rPr>
        <w:t>过程中未用弹簧夹夹紧胶皮管</w:t>
      </w:r>
    </w:p>
    <w:p w:rsidR="008B5CA5" w:rsidP="008B5CA5">
      <w:pPr>
        <w:ind w:firstLine="420" w:firstLineChars="20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（</w:t>
      </w:r>
      <w:r w:rsidR="00005BA4">
        <w:rPr>
          <w:rFonts w:asciiTheme="majorEastAsia" w:eastAsiaTheme="majorEastAsia" w:hAnsiTheme="majorEastAsia"/>
          <w:szCs w:val="21"/>
        </w:rPr>
        <w:t>4</w:t>
      </w:r>
      <w:r>
        <w:rPr>
          <w:rFonts w:asciiTheme="majorEastAsia" w:eastAsiaTheme="majorEastAsia" w:hAnsiTheme="majorEastAsia"/>
          <w:szCs w:val="21"/>
        </w:rPr>
        <w:t>）</w:t>
      </w:r>
      <w:r>
        <w:rPr>
          <w:rFonts w:asciiTheme="majorEastAsia" w:eastAsiaTheme="majorEastAsia" w:hAnsiTheme="majorEastAsia" w:hint="eastAsia"/>
          <w:szCs w:val="21"/>
        </w:rPr>
        <w:t>若用其它物质代替红磷进行上述目的的实验，选择物质的依据是</w:t>
      </w:r>
      <w:r>
        <w:rPr>
          <w:rFonts w:asciiTheme="majorEastAsia" w:eastAsiaTheme="majorEastAsia" w:hAnsiTheme="majorEastAsia"/>
          <w:szCs w:val="21"/>
        </w:rPr>
        <w:t>_______</w:t>
      </w:r>
      <w:r>
        <w:rPr>
          <w:rFonts w:asciiTheme="majorEastAsia" w:eastAsiaTheme="majorEastAsia" w:hAnsiTheme="majorEastAsia" w:hint="eastAsia"/>
          <w:szCs w:val="21"/>
        </w:rPr>
        <w:t>。</w:t>
      </w:r>
    </w:p>
    <w:p w:rsidR="008B5CA5" w:rsidP="008B5CA5"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</w:rPr>
        <w:t xml:space="preserve">        A. 只与氧气反应，不与空气中其他物质反应          </w:t>
      </w:r>
    </w:p>
    <w:p w:rsidR="008B5CA5" w:rsidP="008B5CA5">
      <w:pPr>
        <w:tabs>
          <w:tab w:val="left" w:pos="7430"/>
        </w:tabs>
        <w:ind w:firstLine="850" w:firstLineChars="405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</w:rPr>
        <w:t>B. 与氧气反应后，不生成新的气态物质</w:t>
      </w:r>
      <w:r>
        <w:rPr>
          <w:rFonts w:asciiTheme="majorEastAsia" w:eastAsiaTheme="majorEastAsia" w:hAnsiTheme="majorEastAsia"/>
          <w:color w:val="000000"/>
          <w:szCs w:val="21"/>
        </w:rPr>
        <w:tab/>
      </w:r>
    </w:p>
    <w:p w:rsidR="008B5CA5" w:rsidRPr="008B5CA5" w:rsidP="00812D53">
      <w:pPr>
        <w:adjustRightInd w:val="0"/>
        <w:snapToGrid w:val="0"/>
        <w:rPr>
          <w:rFonts w:ascii="宋体" w:hAnsi="宋体" w:cs="宋体"/>
        </w:rPr>
      </w:pPr>
    </w:p>
    <w:p w:rsidR="00005BA4" w:rsidP="00005BA4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color w:val="000000"/>
        </w:rPr>
        <w:t>2</w:t>
      </w:r>
      <w:r w:rsidR="008A2626">
        <w:rPr>
          <w:rFonts w:hint="eastAsia"/>
          <w:color w:val="000000"/>
        </w:rPr>
        <w:t>8</w:t>
      </w:r>
      <w:r>
        <w:rPr>
          <w:rFonts w:hint="eastAsia"/>
          <w:color w:val="000000"/>
        </w:rPr>
        <w:t>、</w:t>
      </w:r>
      <w:r>
        <w:rPr>
          <w:color w:val="000000"/>
        </w:rPr>
        <w:t>.</w:t>
      </w:r>
      <w:r>
        <w:rPr>
          <w:rFonts w:ascii="宋体" w:hAnsi="宋体" w:cs="宋体"/>
          <w:color w:val="000000"/>
        </w:rPr>
        <w:t>结合氧气性质的有关实验，回答下列问题：</w:t>
      </w:r>
    </w:p>
    <w:p w:rsidR="00005BA4" w:rsidP="007E7E64">
      <w:pPr>
        <w:spacing w:line="360" w:lineRule="auto"/>
        <w:ind w:left="630" w:hanging="630" w:hangingChars="300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（</w:t>
      </w:r>
      <w:r>
        <w:rPr>
          <w:rFonts w:eastAsia="Times New Roman"/>
          <w:color w:val="000000"/>
        </w:rPr>
        <w:t>1</w:t>
      </w:r>
      <w:r>
        <w:rPr>
          <w:rFonts w:ascii="宋体" w:hAnsi="宋体" w:cs="宋体"/>
          <w:color w:val="000000"/>
        </w:rPr>
        <w:t>）</w:t>
      </w:r>
      <w:r>
        <w:rPr>
          <w:rFonts w:eastAsia="Times New Roman"/>
          <w:color w:val="000000"/>
        </w:rPr>
        <w:t>A</w:t>
      </w:r>
      <w:r>
        <w:rPr>
          <w:rFonts w:ascii="宋体" w:hAnsi="宋体" w:cs="宋体"/>
          <w:color w:val="000000"/>
        </w:rPr>
        <w:t>中盛有碳的燃烧匙应_____</w:t>
      </w:r>
      <w:r w:rsidR="007E7E64">
        <w:rPr>
          <w:rFonts w:ascii="宋体" w:hAnsi="宋体" w:cs="宋体" w:hint="eastAsia"/>
          <w:color w:val="000000"/>
          <w:u w:val="single"/>
        </w:rPr>
        <w:t xml:space="preserve">            </w:t>
      </w:r>
      <w:r>
        <w:rPr>
          <w:rFonts w:ascii="宋体" w:hAnsi="宋体" w:cs="宋体"/>
          <w:color w:val="000000"/>
        </w:rPr>
        <w:t>，（填序号）①迅速伸入②缓慢伸入，检验产物可使用的</w:t>
      </w:r>
      <w:r>
        <w:rPr>
          <w:rFonts w:ascii="宋体" w:hAnsi="宋体" w:cs="宋体" w:hint="eastAsia"/>
          <w:color w:val="000000"/>
        </w:rPr>
        <w:t>试剂</w:t>
      </w:r>
      <w:r>
        <w:rPr>
          <w:rFonts w:ascii="宋体" w:hAnsi="宋体" w:cs="宋体"/>
          <w:color w:val="000000"/>
        </w:rPr>
        <w:t>是_____</w:t>
      </w:r>
      <w:r w:rsidR="00F811F1">
        <w:rPr>
          <w:rFonts w:ascii="宋体" w:hAnsi="宋体" w:cs="宋体" w:hint="eastAsia"/>
          <w:color w:val="000000"/>
          <w:u w:val="single"/>
        </w:rPr>
        <w:t xml:space="preserve">                     </w:t>
      </w:r>
      <w:r w:rsidR="00F811F1">
        <w:rPr>
          <w:rFonts w:ascii="宋体" w:hAnsi="宋体" w:cs="宋体" w:hint="eastAsia"/>
          <w:color w:val="000000"/>
        </w:rPr>
        <w:t xml:space="preserve">  </w:t>
      </w:r>
      <w:r>
        <w:rPr>
          <w:rFonts w:ascii="宋体" w:hAnsi="宋体" w:cs="宋体"/>
          <w:color w:val="000000"/>
        </w:rPr>
        <w:t>。</w:t>
      </w:r>
    </w:p>
    <w:p w:rsidR="00005BA4" w:rsidP="00005BA4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（</w:t>
      </w:r>
      <w:r>
        <w:rPr>
          <w:rFonts w:eastAsia="Times New Roman"/>
          <w:color w:val="000000"/>
        </w:rPr>
        <w:t>2</w:t>
      </w:r>
      <w:r>
        <w:rPr>
          <w:rFonts w:ascii="宋体" w:hAnsi="宋体" w:cs="宋体"/>
          <w:color w:val="000000"/>
        </w:rPr>
        <w:t>）</w:t>
      </w:r>
      <w:r>
        <w:rPr>
          <w:rFonts w:eastAsia="Times New Roman"/>
          <w:color w:val="000000"/>
        </w:rPr>
        <w:t>C</w:t>
      </w:r>
      <w:r>
        <w:rPr>
          <w:rFonts w:ascii="宋体" w:hAnsi="宋体" w:cs="宋体"/>
          <w:color w:val="000000"/>
        </w:rPr>
        <w:t>中瓶底少量水的作用分别是_____</w:t>
      </w:r>
      <w:r w:rsidR="00F811F1">
        <w:rPr>
          <w:rFonts w:ascii="宋体" w:hAnsi="宋体" w:cs="宋体" w:hint="eastAsia"/>
          <w:color w:val="000000"/>
          <w:u w:val="single"/>
        </w:rPr>
        <w:t xml:space="preserve">    </w:t>
      </w:r>
      <w:r>
        <w:rPr>
          <w:rFonts w:ascii="宋体" w:hAnsi="宋体" w:cs="宋体"/>
          <w:color w:val="000000"/>
        </w:rPr>
        <w:t>_____</w:t>
      </w:r>
      <w:r w:rsidR="00F811F1">
        <w:rPr>
          <w:rFonts w:ascii="宋体" w:hAnsi="宋体" w:cs="宋体" w:hint="eastAsia"/>
          <w:color w:val="000000"/>
          <w:u w:val="single"/>
        </w:rPr>
        <w:t xml:space="preserve">             </w:t>
      </w:r>
      <w:r w:rsidR="00F811F1">
        <w:rPr>
          <w:rFonts w:ascii="宋体" w:hAnsi="宋体" w:cs="宋体" w:hint="eastAsia"/>
          <w:color w:val="000000"/>
        </w:rPr>
        <w:t xml:space="preserve"> </w:t>
      </w:r>
      <w:r>
        <w:rPr>
          <w:rFonts w:ascii="宋体" w:hAnsi="宋体" w:cs="宋体"/>
          <w:color w:val="000000"/>
        </w:rPr>
        <w:t>；</w:t>
      </w:r>
    </w:p>
    <w:p w:rsidR="00005BA4" w:rsidRPr="007D0901" w:rsidP="00005BA4">
      <w:pPr>
        <w:spacing w:line="360" w:lineRule="auto"/>
        <w:jc w:val="left"/>
        <w:textAlignment w:val="center"/>
        <w:rPr>
          <w:rFonts w:eastAsiaTheme="minorEastAsia"/>
          <w:color w:val="000000"/>
        </w:rPr>
      </w:pPr>
      <w:r>
        <w:rPr>
          <w:rFonts w:ascii="宋体" w:hAnsi="宋体" w:cs="宋体"/>
          <w:noProof/>
          <w:color w:val="000000"/>
        </w:rPr>
        <w:drawing>
          <wp:inline distT="0" distB="0" distL="0" distR="0">
            <wp:extent cx="4794250" cy="1441450"/>
            <wp:effectExtent l="19050" t="0" r="6350" b="0"/>
            <wp:docPr id="16" name="图片 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0635982" name="Picture 16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0" cy="144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403D" w:rsidP="0046403D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（</w:t>
      </w:r>
      <w:r>
        <w:rPr>
          <w:rFonts w:eastAsia="Times New Roman"/>
          <w:color w:val="000000"/>
        </w:rPr>
        <w:t>3</w:t>
      </w:r>
      <w:r>
        <w:rPr>
          <w:rFonts w:ascii="宋体" w:hAnsi="宋体" w:cs="宋体"/>
          <w:color w:val="000000"/>
        </w:rPr>
        <w:t>）</w:t>
      </w:r>
      <w:r>
        <w:rPr>
          <w:rFonts w:eastAsiaTheme="minorEastAsia" w:hint="eastAsia"/>
          <w:color w:val="000000"/>
        </w:rPr>
        <w:t>B</w:t>
      </w:r>
      <w:r w:rsidR="007E7E64">
        <w:rPr>
          <w:rFonts w:ascii="宋体" w:hAnsi="宋体" w:cs="宋体"/>
          <w:color w:val="000000"/>
        </w:rPr>
        <w:t>中</w:t>
      </w:r>
      <w:r w:rsidR="007E7E64">
        <w:rPr>
          <w:rFonts w:ascii="宋体" w:hAnsi="宋体" w:cs="宋体" w:hint="eastAsia"/>
          <w:color w:val="000000"/>
        </w:rPr>
        <w:t>文字表达式</w:t>
      </w:r>
      <w:r>
        <w:rPr>
          <w:rFonts w:ascii="宋体" w:hAnsi="宋体" w:cs="宋体"/>
          <w:color w:val="000000"/>
        </w:rPr>
        <w:t>为_____</w:t>
      </w:r>
      <w:r>
        <w:rPr>
          <w:rFonts w:ascii="宋体" w:hAnsi="宋体" w:cs="宋体" w:hint="eastAsia"/>
          <w:color w:val="000000"/>
          <w:u w:val="single"/>
        </w:rPr>
        <w:t xml:space="preserve">                                     </w:t>
      </w:r>
      <w:r>
        <w:rPr>
          <w:rFonts w:ascii="宋体" w:hAnsi="宋体" w:cs="宋体"/>
          <w:color w:val="000000"/>
        </w:rPr>
        <w:t>；</w:t>
      </w:r>
    </w:p>
    <w:p w:rsidR="0046403D" w:rsidP="007E7E64">
      <w:pPr>
        <w:spacing w:line="360" w:lineRule="auto"/>
        <w:ind w:firstLine="525" w:firstLineChars="250"/>
        <w:jc w:val="left"/>
        <w:textAlignment w:val="center"/>
        <w:rPr>
          <w:rFonts w:ascii="宋体" w:hAnsi="宋体" w:cs="宋体"/>
          <w:color w:val="000000"/>
        </w:rPr>
      </w:pPr>
      <w:r>
        <w:rPr>
          <w:rFonts w:eastAsia="Times New Roman"/>
          <w:color w:val="000000"/>
        </w:rPr>
        <w:t>C</w:t>
      </w:r>
      <w:r w:rsidR="007E7E64">
        <w:rPr>
          <w:rFonts w:eastAsiaTheme="minorEastAsia" w:hint="eastAsia"/>
          <w:color w:val="000000"/>
        </w:rPr>
        <w:t>中</w:t>
      </w:r>
      <w:r w:rsidR="007E7E64">
        <w:rPr>
          <w:rFonts w:ascii="宋体" w:hAnsi="宋体" w:cs="宋体" w:hint="eastAsia"/>
          <w:color w:val="000000"/>
        </w:rPr>
        <w:t>文字表达式</w:t>
      </w:r>
      <w:r>
        <w:rPr>
          <w:rFonts w:ascii="宋体" w:hAnsi="宋体" w:cs="宋体"/>
          <w:color w:val="000000"/>
        </w:rPr>
        <w:t>为_____</w:t>
      </w:r>
      <w:r>
        <w:rPr>
          <w:rFonts w:ascii="宋体" w:hAnsi="宋体" w:cs="宋体" w:hint="eastAsia"/>
          <w:color w:val="000000"/>
          <w:u w:val="single"/>
        </w:rPr>
        <w:t xml:space="preserve">                                           </w:t>
      </w:r>
      <w:r>
        <w:rPr>
          <w:rFonts w:ascii="宋体" w:hAnsi="宋体" w:cs="宋体"/>
          <w:color w:val="000000"/>
        </w:rPr>
        <w:t>，</w:t>
      </w:r>
    </w:p>
    <w:p w:rsidR="00005BA4" w:rsidP="00005BA4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为使铁丝在氧气中持续燃烧，把光亮的铁丝绕成螺旋状，目的是_____</w:t>
      </w:r>
      <w:r w:rsidR="0046403D">
        <w:rPr>
          <w:rFonts w:ascii="宋体" w:hAnsi="宋体" w:cs="宋体" w:hint="eastAsia"/>
          <w:color w:val="000000"/>
          <w:u w:val="single"/>
        </w:rPr>
        <w:t xml:space="preserve">            </w:t>
      </w:r>
      <w:r>
        <w:rPr>
          <w:rFonts w:ascii="宋体" w:hAnsi="宋体" w:cs="宋体"/>
          <w:color w:val="000000"/>
        </w:rPr>
        <w:t>。</w:t>
      </w:r>
    </w:p>
    <w:p w:rsidR="007D0901" w:rsidP="007D0901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color w:val="000000"/>
        </w:rPr>
        <w:t>2</w:t>
      </w:r>
      <w:r w:rsidR="008A2626">
        <w:rPr>
          <w:rFonts w:hint="eastAsia"/>
          <w:color w:val="000000"/>
        </w:rPr>
        <w:t>9</w:t>
      </w:r>
      <w:r w:rsidR="008A2626">
        <w:rPr>
          <w:rFonts w:hint="eastAsia"/>
          <w:color w:val="000000"/>
        </w:rPr>
        <w:t>、</w:t>
      </w:r>
      <w:r>
        <w:rPr>
          <w:rFonts w:ascii="宋体" w:hAnsi="宋体" w:cs="宋体"/>
          <w:color w:val="000000"/>
        </w:rPr>
        <w:t>下图为实验室制取某些气体的装置示意图，请按要求回答有关问题：</w:t>
      </w:r>
    </w:p>
    <w:p w:rsidR="007D0901" w:rsidP="007D0901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cs="宋体"/>
          <w:noProof/>
          <w:color w:val="000000"/>
        </w:rPr>
        <w:drawing>
          <wp:inline distT="0" distB="0" distL="0" distR="0">
            <wp:extent cx="1727200" cy="1403350"/>
            <wp:effectExtent l="19050" t="0" r="6350" b="0"/>
            <wp:docPr id="18" name="图片 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8589810" name="Picture 18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0" cy="140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noProof/>
          <w:color w:val="000000"/>
        </w:rPr>
        <w:drawing>
          <wp:inline distT="0" distB="0" distL="0" distR="0">
            <wp:extent cx="3130550" cy="1212850"/>
            <wp:effectExtent l="19050" t="0" r="0" b="0"/>
            <wp:docPr id="19" name="图片 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47677" name="Picture 19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0" cy="121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0901" w:rsidP="007D0901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（</w:t>
      </w:r>
      <w:r>
        <w:rPr>
          <w:rFonts w:eastAsia="Times New Roman"/>
          <w:color w:val="000000"/>
        </w:rPr>
        <w:t>1</w:t>
      </w:r>
      <w:r>
        <w:rPr>
          <w:rFonts w:ascii="宋体" w:hAnsi="宋体" w:cs="宋体"/>
          <w:color w:val="000000"/>
        </w:rPr>
        <w:t>）装置中仪器①的名称为_____。</w:t>
      </w:r>
    </w:p>
    <w:p w:rsidR="00847996" w:rsidP="00484981">
      <w:pPr>
        <w:spacing w:line="360" w:lineRule="auto"/>
        <w:jc w:val="left"/>
        <w:textAlignment w:val="center"/>
        <w:rPr>
          <w:rFonts w:ascii="宋体" w:hAnsi="宋体" w:cs="宋体" w:hint="eastAsia"/>
          <w:color w:val="000000"/>
        </w:rPr>
      </w:pPr>
      <w:r>
        <w:rPr>
          <w:rFonts w:ascii="宋体" w:hAnsi="宋体" w:cs="宋体"/>
          <w:color w:val="000000"/>
        </w:rPr>
        <w:t>（</w:t>
      </w:r>
      <w:r>
        <w:rPr>
          <w:rFonts w:eastAsia="Times New Roman"/>
          <w:color w:val="000000"/>
        </w:rPr>
        <w:t>2</w:t>
      </w:r>
      <w:r>
        <w:rPr>
          <w:rFonts w:ascii="宋体" w:hAnsi="宋体" w:cs="宋体"/>
          <w:color w:val="000000"/>
        </w:rPr>
        <w:t>）若小明选择装置</w:t>
      </w:r>
      <w:r>
        <w:rPr>
          <w:rFonts w:eastAsia="Times New Roman"/>
          <w:color w:val="000000"/>
        </w:rPr>
        <w:t>B</w:t>
      </w:r>
      <w:r>
        <w:rPr>
          <w:rFonts w:ascii="宋体" w:hAnsi="宋体" w:cs="宋体"/>
          <w:color w:val="000000"/>
        </w:rPr>
        <w:t>制取氧气，则相关</w:t>
      </w:r>
      <w:r>
        <w:rPr>
          <w:rFonts w:ascii="宋体" w:hAnsi="宋体" w:cs="宋体"/>
          <w:color w:val="000000"/>
        </w:rPr>
        <w:t>的</w:t>
      </w:r>
      <w:r>
        <w:rPr>
          <w:rFonts w:ascii="宋体" w:hAnsi="宋体" w:cs="宋体" w:hint="eastAsia"/>
          <w:color w:val="000000"/>
        </w:rPr>
        <w:t>文字表达式</w:t>
      </w:r>
      <w:r>
        <w:rPr>
          <w:rFonts w:ascii="宋体" w:hAnsi="宋体" w:cs="宋体"/>
          <w:color w:val="000000"/>
        </w:rPr>
        <w:t>式为_____；</w:t>
      </w:r>
    </w:p>
    <w:p w:rsidR="00484981" w:rsidRPr="00484981" w:rsidP="00847996">
      <w:pPr>
        <w:spacing w:line="360" w:lineRule="auto"/>
        <w:ind w:firstLine="420" w:firstLineChars="200"/>
        <w:jc w:val="left"/>
        <w:textAlignment w:val="center"/>
        <w:rPr>
          <w:rFonts w:ascii="宋体" w:hAnsi="宋体" w:cs="宋体"/>
          <w:bCs/>
          <w:color w:val="000000"/>
          <w:u w:val="single"/>
        </w:rPr>
      </w:pPr>
      <w:r>
        <w:rPr>
          <w:rFonts w:ascii="宋体" w:hAnsi="宋体" w:cs="宋体"/>
          <w:color w:val="000000"/>
        </w:rPr>
        <w:t>若用装置</w:t>
      </w:r>
      <w:r>
        <w:rPr>
          <w:rFonts w:eastAsia="Times New Roman"/>
          <w:color w:val="000000"/>
        </w:rPr>
        <w:t>F</w:t>
      </w:r>
      <w:r>
        <w:rPr>
          <w:rFonts w:ascii="宋体" w:hAnsi="宋体" w:cs="宋体"/>
          <w:color w:val="000000"/>
        </w:rPr>
        <w:t>收集氧气，则观察到_____时，</w:t>
      </w:r>
      <w:r w:rsidRPr="00484981" w:rsidR="00B575BC">
        <w:rPr>
          <w:rFonts w:ascii="宋体" w:hAnsi="宋体" w:cs="宋体" w:hint="eastAsia"/>
          <w:color w:val="000000"/>
        </w:rPr>
        <w:t>开始收集</w:t>
      </w:r>
      <w:r w:rsidRPr="00484981" w:rsidR="00B575BC">
        <w:rPr>
          <w:rFonts w:ascii="宋体" w:hAnsi="宋体" w:cs="宋体"/>
          <w:color w:val="000000"/>
        </w:rPr>
        <w:t>氧气</w:t>
      </w:r>
      <w:r w:rsidRPr="00484981">
        <w:rPr>
          <w:rFonts w:ascii="宋体" w:hAnsi="宋体" w:cs="宋体"/>
          <w:color w:val="000000"/>
        </w:rPr>
        <w:t>。</w:t>
      </w:r>
      <w:r w:rsidRPr="00484981">
        <w:rPr>
          <w:rFonts w:ascii="宋体" w:hAnsi="宋体" w:cs="宋体" w:hint="eastAsia"/>
          <w:bCs/>
          <w:color w:val="000000"/>
        </w:rPr>
        <w:t>实验结束时，应</w:t>
      </w:r>
      <w:r w:rsidRPr="00484981">
        <w:rPr>
          <w:rFonts w:ascii="宋体" w:hAnsi="宋体" w:cs="宋体" w:hint="eastAsia"/>
          <w:bCs/>
          <w:color w:val="000000"/>
        </w:rPr>
        <w:t>先</w:t>
      </w:r>
      <w:r w:rsidRPr="00484981">
        <w:rPr>
          <w:rFonts w:ascii="宋体" w:hAnsi="宋体" w:cs="宋体" w:hint="eastAsia"/>
          <w:bCs/>
          <w:color w:val="000000"/>
          <w:u w:val="single"/>
        </w:rPr>
        <w:t xml:space="preserve">                 </w:t>
      </w:r>
      <w:r w:rsidRPr="00484981">
        <w:rPr>
          <w:rFonts w:ascii="宋体" w:hAnsi="宋体" w:cs="宋体" w:hint="eastAsia"/>
          <w:bCs/>
          <w:color w:val="000000"/>
        </w:rPr>
        <w:t>，</w:t>
      </w:r>
    </w:p>
    <w:p w:rsidR="00484981" w:rsidP="00484981">
      <w:pPr>
        <w:spacing w:line="360" w:lineRule="auto"/>
        <w:jc w:val="left"/>
        <w:textAlignment w:val="center"/>
        <w:rPr>
          <w:rFonts w:ascii="宋体" w:hAnsi="宋体" w:cs="宋体"/>
          <w:bCs/>
          <w:color w:val="000000"/>
        </w:rPr>
      </w:pPr>
      <w:r w:rsidRPr="00484981">
        <w:rPr>
          <w:rFonts w:ascii="宋体" w:hAnsi="宋体" w:cs="宋体" w:hint="eastAsia"/>
          <w:bCs/>
          <w:color w:val="000000"/>
        </w:rPr>
        <w:t>后</w:t>
      </w:r>
      <w:r w:rsidRPr="00484981">
        <w:rPr>
          <w:rFonts w:ascii="宋体" w:hAnsi="宋体" w:cs="宋体" w:hint="eastAsia"/>
          <w:bCs/>
          <w:color w:val="000000"/>
          <w:u w:val="single"/>
        </w:rPr>
        <w:t xml:space="preserve">                   </w:t>
      </w:r>
      <w:r w:rsidRPr="00484981">
        <w:rPr>
          <w:rFonts w:ascii="宋体" w:hAnsi="宋体" w:cs="宋体" w:hint="eastAsia"/>
          <w:bCs/>
          <w:color w:val="000000"/>
        </w:rPr>
        <w:t>，目的是</w:t>
      </w:r>
      <w:r w:rsidRPr="00484981">
        <w:rPr>
          <w:rFonts w:ascii="宋体" w:hAnsi="宋体" w:cs="宋体" w:hint="eastAsia"/>
          <w:bCs/>
          <w:color w:val="000000"/>
          <w:u w:val="single"/>
        </w:rPr>
        <w:t xml:space="preserve">                                      </w:t>
      </w:r>
      <w:r w:rsidRPr="00484981">
        <w:rPr>
          <w:rFonts w:ascii="宋体" w:hAnsi="宋体" w:cs="宋体" w:hint="eastAsia"/>
          <w:bCs/>
          <w:color w:val="000000"/>
        </w:rPr>
        <w:t>。</w:t>
      </w:r>
    </w:p>
    <w:p w:rsidR="007E7E64" w:rsidP="00E921C5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</w:p>
    <w:p w:rsidR="00E921C5" w:rsidRPr="00E921C5" w:rsidP="00E921C5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（</w:t>
      </w:r>
      <w:r>
        <w:rPr>
          <w:rFonts w:eastAsia="Times New Roman"/>
          <w:color w:val="000000"/>
        </w:rPr>
        <w:t>3</w:t>
      </w:r>
      <w:r>
        <w:rPr>
          <w:rFonts w:ascii="宋体" w:hAnsi="宋体" w:cs="宋体"/>
          <w:color w:val="000000"/>
        </w:rPr>
        <w:t>）若以加热高锰酸钾的方法制取氧气，则应需将装置</w:t>
      </w:r>
      <w:r>
        <w:rPr>
          <w:rFonts w:eastAsia="Times New Roman"/>
          <w:color w:val="000000"/>
        </w:rPr>
        <w:t>B</w:t>
      </w:r>
      <w:r>
        <w:rPr>
          <w:rFonts w:ascii="宋体" w:hAnsi="宋体" w:cs="宋体"/>
          <w:color w:val="000000"/>
        </w:rPr>
        <w:t>进行如何改进_____</w:t>
      </w:r>
      <w:r w:rsidR="00F3171C">
        <w:rPr>
          <w:rFonts w:ascii="宋体" w:hAnsi="宋体" w:cs="宋体" w:hint="eastAsia"/>
          <w:color w:val="000000"/>
        </w:rPr>
        <w:t xml:space="preserve">   </w:t>
      </w:r>
    </w:p>
    <w:p w:rsidR="00E921C5" w:rsidRPr="00E921C5" w:rsidP="00484981">
      <w:pPr>
        <w:spacing w:line="360" w:lineRule="auto"/>
        <w:jc w:val="left"/>
        <w:textAlignment w:val="center"/>
        <w:rPr>
          <w:rFonts w:ascii="宋体" w:hAnsi="宋体" w:cs="宋体"/>
          <w:bCs/>
          <w:color w:val="000000"/>
        </w:rPr>
      </w:pPr>
    </w:p>
    <w:p w:rsidR="00F92083" w:rsidRPr="00F92083" w:rsidP="00F92083">
      <w:pPr>
        <w:spacing w:line="180" w:lineRule="atLeast"/>
        <w:ind w:left="211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(4</w:t>
      </w:r>
      <w:r w:rsidRPr="00F92083">
        <w:rPr>
          <w:rFonts w:ascii="宋体" w:hAnsi="宋体" w:cs="宋体" w:hint="eastAsia"/>
          <w:bCs/>
          <w:szCs w:val="21"/>
        </w:rPr>
        <w:t>)用图</w:t>
      </w:r>
      <w:r>
        <w:rPr>
          <w:rFonts w:ascii="宋体" w:hAnsi="宋体" w:cs="宋体" w:hint="eastAsia"/>
          <w:bCs/>
          <w:szCs w:val="21"/>
        </w:rPr>
        <w:t>C</w:t>
      </w:r>
      <w:r w:rsidRPr="00F92083">
        <w:rPr>
          <w:rFonts w:ascii="宋体" w:hAnsi="宋体" w:cs="宋体" w:hint="eastAsia"/>
          <w:bCs/>
          <w:szCs w:val="21"/>
        </w:rPr>
        <w:t>装置来收集氧气，气体应从</w:t>
      </w:r>
      <w:r w:rsidRPr="00F92083">
        <w:rPr>
          <w:rFonts w:ascii="宋体" w:hAnsi="宋体" w:cs="宋体" w:hint="eastAsia"/>
          <w:bCs/>
          <w:szCs w:val="21"/>
          <w:u w:val="single"/>
        </w:rPr>
        <w:t xml:space="preserve">         </w:t>
      </w:r>
      <w:r w:rsidRPr="00F92083">
        <w:rPr>
          <w:rFonts w:ascii="宋体" w:hAnsi="宋体" w:cs="宋体" w:hint="eastAsia"/>
          <w:bCs/>
          <w:szCs w:val="21"/>
        </w:rPr>
        <w:t>（填“</w:t>
      </w:r>
      <w:r>
        <w:rPr>
          <w:rFonts w:ascii="宋体" w:hAnsi="宋体" w:cs="宋体" w:hint="eastAsia"/>
          <w:bCs/>
          <w:szCs w:val="21"/>
        </w:rPr>
        <w:t>c</w:t>
      </w:r>
      <w:r w:rsidRPr="00F92083">
        <w:rPr>
          <w:rFonts w:ascii="宋体" w:hAnsi="宋体" w:cs="宋体" w:hint="eastAsia"/>
          <w:bCs/>
          <w:szCs w:val="21"/>
        </w:rPr>
        <w:t>”或“</w:t>
      </w:r>
      <w:r>
        <w:rPr>
          <w:rFonts w:ascii="宋体" w:hAnsi="宋体" w:cs="宋体" w:hint="eastAsia"/>
          <w:bCs/>
          <w:szCs w:val="21"/>
        </w:rPr>
        <w:t>d</w:t>
      </w:r>
      <w:r w:rsidRPr="00F92083">
        <w:rPr>
          <w:rFonts w:ascii="宋体" w:hAnsi="宋体" w:cs="宋体" w:hint="eastAsia"/>
          <w:bCs/>
          <w:szCs w:val="21"/>
        </w:rPr>
        <w:t>”）端通入；若瓶中装满水，则气体应从</w:t>
      </w:r>
      <w:r w:rsidRPr="00F92083">
        <w:rPr>
          <w:rFonts w:ascii="宋体" w:hAnsi="宋体" w:cs="宋体" w:hint="eastAsia"/>
          <w:bCs/>
          <w:szCs w:val="21"/>
          <w:u w:val="single"/>
        </w:rPr>
        <w:t xml:space="preserve">           </w:t>
      </w:r>
      <w:r w:rsidRPr="00F92083">
        <w:rPr>
          <w:rFonts w:ascii="宋体" w:hAnsi="宋体" w:cs="宋体" w:hint="eastAsia"/>
          <w:bCs/>
          <w:szCs w:val="21"/>
        </w:rPr>
        <w:t>（填“</w:t>
      </w:r>
      <w:r>
        <w:rPr>
          <w:rFonts w:ascii="宋体" w:hAnsi="宋体" w:cs="宋体" w:hint="eastAsia"/>
          <w:bCs/>
          <w:szCs w:val="21"/>
        </w:rPr>
        <w:t>c</w:t>
      </w:r>
      <w:r w:rsidRPr="00F92083">
        <w:rPr>
          <w:rFonts w:ascii="宋体" w:hAnsi="宋体" w:cs="宋体" w:hint="eastAsia"/>
          <w:bCs/>
          <w:szCs w:val="21"/>
        </w:rPr>
        <w:t>”或“</w:t>
      </w:r>
      <w:r>
        <w:rPr>
          <w:rFonts w:ascii="宋体" w:hAnsi="宋体" w:cs="宋体" w:hint="eastAsia"/>
          <w:bCs/>
          <w:szCs w:val="21"/>
        </w:rPr>
        <w:t>d</w:t>
      </w:r>
      <w:r w:rsidRPr="00F92083">
        <w:rPr>
          <w:rFonts w:ascii="宋体" w:hAnsi="宋体" w:cs="宋体" w:hint="eastAsia"/>
          <w:bCs/>
          <w:szCs w:val="21"/>
        </w:rPr>
        <w:t>”）端通入。</w:t>
      </w:r>
    </w:p>
    <w:p w:rsidR="00F92083" w:rsidRPr="00F92083" w:rsidP="00484981">
      <w:pPr>
        <w:spacing w:line="360" w:lineRule="auto"/>
        <w:jc w:val="left"/>
        <w:textAlignment w:val="center"/>
        <w:rPr>
          <w:rFonts w:ascii="宋体" w:hAnsi="宋体" w:cs="宋体"/>
          <w:bCs/>
          <w:color w:val="000000"/>
          <w:u w:val="single"/>
        </w:rPr>
      </w:pPr>
    </w:p>
    <w:p w:rsidR="007D0901" w:rsidP="007D0901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（</w:t>
      </w:r>
      <w:r w:rsidR="00E921C5">
        <w:rPr>
          <w:rFonts w:eastAsiaTheme="minorEastAsia" w:hint="eastAsia"/>
          <w:color w:val="000000"/>
        </w:rPr>
        <w:t>5</w:t>
      </w:r>
      <w:r>
        <w:rPr>
          <w:rFonts w:ascii="宋体" w:hAnsi="宋体" w:cs="宋体"/>
          <w:color w:val="000000"/>
        </w:rPr>
        <w:t>）通常情况下，氨气是一种无色、有强烈刺激性气味的污染性气体，极易溶于水，密度比空气小。实验室可用浓氨水和生石灰固体常温反应制得，则制取并收集氨气装置的接口连接顺序为_____</w:t>
      </w:r>
      <w:r>
        <w:rPr>
          <w:rFonts w:eastAsia="Times New Roman"/>
          <w:color w:val="000000"/>
        </w:rPr>
        <w:t>→f</w:t>
      </w:r>
      <w:r>
        <w:rPr>
          <w:rFonts w:ascii="宋体" w:hAnsi="宋体" w:cs="宋体"/>
          <w:color w:val="000000"/>
        </w:rPr>
        <w:t>。上述实验中，</w:t>
      </w:r>
      <w:r>
        <w:rPr>
          <w:rFonts w:eastAsia="Times New Roman"/>
          <w:color w:val="000000"/>
        </w:rPr>
        <w:t>E</w:t>
      </w:r>
      <w:r>
        <w:rPr>
          <w:rFonts w:ascii="宋体" w:hAnsi="宋体" w:cs="宋体"/>
          <w:color w:val="000000"/>
        </w:rPr>
        <w:t>装置的作用是_____。</w:t>
      </w:r>
    </w:p>
    <w:p w:rsidR="001E5A41" w:rsidP="00484981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</w:p>
    <w:p w:rsidR="00484981" w:rsidP="00484981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（</w:t>
      </w:r>
      <w:r w:rsidR="00E921C5">
        <w:rPr>
          <w:rFonts w:eastAsiaTheme="minorEastAsia" w:hint="eastAsia"/>
          <w:color w:val="000000"/>
        </w:rPr>
        <w:t>6</w:t>
      </w:r>
      <w:r>
        <w:rPr>
          <w:rFonts w:ascii="宋体" w:hAnsi="宋体" w:cs="宋体"/>
          <w:color w:val="000000"/>
        </w:rPr>
        <w:t>）探究带火星的木条在不同体积分数氧气中的复燃情况，部分实验数据记录如表：</w:t>
      </w:r>
    </w:p>
    <w:tbl>
      <w:tblPr>
        <w:tblW w:w="51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51"/>
        <w:gridCol w:w="1209"/>
        <w:gridCol w:w="1466"/>
        <w:gridCol w:w="1453"/>
        <w:gridCol w:w="1588"/>
      </w:tblGrid>
      <w:tr w:rsidTr="001E5A41">
        <w:tblPrEx>
          <w:tblW w:w="5184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529"/>
        </w:trPr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84981" w:rsidP="00DE3030"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Cs w:val="22"/>
              </w:rPr>
            </w:pPr>
            <w:r>
              <w:rPr>
                <w:rFonts w:ascii="宋体" w:hAnsi="宋体" w:cs="宋体"/>
                <w:color w:val="000000"/>
                <w:szCs w:val="22"/>
              </w:rPr>
              <w:t>氧气体积分数（</w:t>
            </w:r>
            <w:r>
              <w:rPr>
                <w:rFonts w:eastAsia="Times New Roman"/>
                <w:color w:val="000000"/>
                <w:szCs w:val="22"/>
              </w:rPr>
              <w:t>%</w:t>
            </w:r>
            <w:r>
              <w:rPr>
                <w:rFonts w:ascii="宋体" w:hAnsi="宋体" w:cs="宋体"/>
                <w:color w:val="000000"/>
                <w:szCs w:val="22"/>
              </w:rPr>
              <w:t>）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84981" w:rsidP="00DE3030">
            <w:pPr>
              <w:spacing w:line="360" w:lineRule="auto"/>
              <w:jc w:val="left"/>
              <w:textAlignment w:val="center"/>
              <w:rPr>
                <w:rFonts w:eastAsia="Times New Roman"/>
                <w:color w:val="000000"/>
                <w:szCs w:val="22"/>
              </w:rPr>
            </w:pPr>
            <w:r>
              <w:rPr>
                <w:rFonts w:eastAsia="Times New Roman"/>
                <w:color w:val="000000"/>
                <w:szCs w:val="22"/>
              </w:rPr>
              <w:t>30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84981" w:rsidP="00DE3030">
            <w:pPr>
              <w:spacing w:line="360" w:lineRule="auto"/>
              <w:jc w:val="left"/>
              <w:textAlignment w:val="center"/>
              <w:rPr>
                <w:rFonts w:eastAsia="Times New Roman"/>
                <w:color w:val="000000"/>
                <w:szCs w:val="22"/>
              </w:rPr>
            </w:pPr>
            <w:r>
              <w:rPr>
                <w:rFonts w:eastAsia="Times New Roman"/>
                <w:color w:val="000000"/>
                <w:szCs w:val="22"/>
              </w:rPr>
              <w:t>40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84981" w:rsidP="00DE3030">
            <w:pPr>
              <w:spacing w:line="360" w:lineRule="auto"/>
              <w:jc w:val="left"/>
              <w:textAlignment w:val="center"/>
              <w:rPr>
                <w:rFonts w:eastAsia="Times New Roman"/>
                <w:color w:val="000000"/>
                <w:szCs w:val="22"/>
              </w:rPr>
            </w:pPr>
            <w:r>
              <w:rPr>
                <w:rFonts w:eastAsia="Times New Roman"/>
                <w:color w:val="000000"/>
                <w:szCs w:val="22"/>
              </w:rPr>
              <w:t>60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84981" w:rsidP="00DE3030">
            <w:pPr>
              <w:spacing w:line="360" w:lineRule="auto"/>
              <w:jc w:val="left"/>
              <w:textAlignment w:val="center"/>
              <w:rPr>
                <w:rFonts w:eastAsia="Times New Roman"/>
                <w:color w:val="000000"/>
                <w:szCs w:val="22"/>
              </w:rPr>
            </w:pPr>
            <w:r>
              <w:rPr>
                <w:rFonts w:eastAsia="Times New Roman"/>
                <w:color w:val="000000"/>
                <w:szCs w:val="22"/>
              </w:rPr>
              <w:t>70</w:t>
            </w:r>
          </w:p>
        </w:tc>
      </w:tr>
      <w:tr w:rsidTr="001E5A41">
        <w:tblPrEx>
          <w:tblW w:w="5184" w:type="pct"/>
          <w:tblLook w:val="04A0"/>
        </w:tblPrEx>
        <w:trPr>
          <w:trHeight w:val="529"/>
        </w:trPr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84981" w:rsidP="00DE3030"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Cs w:val="22"/>
              </w:rPr>
            </w:pPr>
            <w:r>
              <w:rPr>
                <w:rFonts w:ascii="宋体" w:hAnsi="宋体" w:cs="宋体"/>
                <w:color w:val="000000"/>
                <w:szCs w:val="22"/>
              </w:rPr>
              <w:t>带火星的木条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84981" w:rsidP="00DE3030"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Cs w:val="22"/>
              </w:rPr>
            </w:pPr>
            <w:r>
              <w:rPr>
                <w:rFonts w:ascii="宋体" w:hAnsi="宋体" w:cs="宋体"/>
                <w:color w:val="000000"/>
                <w:szCs w:val="22"/>
              </w:rPr>
              <w:t>不变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84981" w:rsidP="00DE3030"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Cs w:val="22"/>
              </w:rPr>
            </w:pPr>
            <w:r>
              <w:rPr>
                <w:rFonts w:ascii="宋体" w:hAnsi="宋体" w:cs="宋体"/>
                <w:color w:val="000000"/>
                <w:szCs w:val="22"/>
              </w:rPr>
              <w:t>稍亮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84981" w:rsidP="00DE3030"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Cs w:val="22"/>
              </w:rPr>
            </w:pPr>
            <w:r>
              <w:rPr>
                <w:rFonts w:ascii="宋体" w:hAnsi="宋体" w:cs="宋体"/>
                <w:color w:val="000000"/>
                <w:szCs w:val="22"/>
              </w:rPr>
              <w:t>复燃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84981" w:rsidP="00DE3030"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Cs w:val="22"/>
              </w:rPr>
            </w:pPr>
            <w:r>
              <w:rPr>
                <w:rFonts w:ascii="宋体" w:hAnsi="宋体" w:cs="宋体"/>
                <w:color w:val="000000"/>
                <w:szCs w:val="22"/>
              </w:rPr>
              <w:t>复燃</w:t>
            </w:r>
          </w:p>
        </w:tc>
      </w:tr>
    </w:tbl>
    <w:p w:rsidR="00484981" w:rsidP="00484981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</w:p>
    <w:p w:rsidR="00484981" w:rsidP="00484981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在集气瓶中注入占其容器</w:t>
      </w:r>
      <w:r>
        <w:rPr>
          <w:rFonts w:eastAsia="Times New Roman"/>
          <w:color w:val="000000"/>
        </w:rPr>
        <w:t>50%</w:t>
      </w:r>
      <w:r>
        <w:rPr>
          <w:rFonts w:ascii="宋体" w:hAnsi="宋体" w:cs="宋体"/>
          <w:color w:val="000000"/>
        </w:rPr>
        <w:t>的水（如图所示），用排水法收集氧气，将瓶内的水排尽，用带火星的木条在该集气瓶中进行实验，推测实验现象为_____</w:t>
      </w:r>
      <w:r w:rsidR="00FF717B">
        <w:rPr>
          <w:rFonts w:ascii="宋体" w:hAnsi="宋体" w:cs="宋体" w:hint="eastAsia"/>
          <w:color w:val="000000"/>
          <w:u w:val="single"/>
        </w:rPr>
        <w:t xml:space="preserve">        </w:t>
      </w:r>
      <w:r>
        <w:rPr>
          <w:rFonts w:ascii="宋体" w:hAnsi="宋体" w:cs="宋体"/>
          <w:color w:val="000000"/>
        </w:rPr>
        <w:t>。</w:t>
      </w:r>
    </w:p>
    <w:p w:rsidR="00484981" w:rsidP="00484981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cs="宋体"/>
          <w:noProof/>
          <w:color w:val="000000"/>
        </w:rPr>
        <w:drawing>
          <wp:inline distT="0" distB="0" distL="0" distR="0">
            <wp:extent cx="1047750" cy="1123950"/>
            <wp:effectExtent l="19050" t="0" r="0" b="0"/>
            <wp:docPr id="1" name="图片 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641277" name="Picture 7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BA4" w:rsidRPr="007D0901" w:rsidP="00005BA4">
      <w:pPr>
        <w:spacing w:line="360" w:lineRule="auto"/>
        <w:jc w:val="left"/>
        <w:textAlignment w:val="center"/>
        <w:rPr>
          <w:rFonts w:ascii="宋体" w:hAnsi="宋体" w:eastAsiaTheme="minorEastAsia" w:cs="宋体"/>
          <w:color w:val="000000"/>
        </w:rPr>
      </w:pPr>
    </w:p>
    <w:p w:rsidR="00005BA4" w:rsidRPr="00005BA4" w:rsidP="00005BA4">
      <w:pPr>
        <w:adjustRightInd w:val="0"/>
        <w:snapToGrid w:val="0"/>
        <w:rPr>
          <w:rFonts w:eastAsiaTheme="minorEastAsia"/>
        </w:rPr>
      </w:pPr>
    </w:p>
    <w:p w:rsidR="00812D53" w:rsidRPr="00005BA4" w:rsidP="00812D53">
      <w:pPr>
        <w:adjustRightInd w:val="0"/>
        <w:snapToGrid w:val="0"/>
      </w:pPr>
    </w:p>
    <w:p w:rsidR="00812D53" w:rsidRPr="0047580E" w:rsidP="00812D53">
      <w:pPr>
        <w:adjustRightInd w:val="0"/>
        <w:snapToGrid w:val="0"/>
        <w:rPr>
          <w:rFonts w:ascii="宋体" w:hAnsi="宋体"/>
          <w:shd w:val="clear" w:color="auto" w:fill="FFFFFF"/>
        </w:rPr>
      </w:pPr>
    </w:p>
    <w:p w:rsidR="00812D53" w:rsidRPr="0047580E" w:rsidP="00812D53">
      <w:pPr>
        <w:adjustRightInd w:val="0"/>
        <w:snapToGrid w:val="0"/>
        <w:rPr>
          <w:rFonts w:ascii="宋体" w:hAnsi="宋体"/>
          <w:shd w:val="clear" w:color="auto" w:fill="FFFFFF"/>
        </w:rPr>
      </w:pPr>
    </w:p>
    <w:p w:rsidR="00812D53" w:rsidRPr="00005BA4" w:rsidP="00005BA4">
      <w:pPr>
        <w:adjustRightInd w:val="0"/>
        <w:snapToGrid w:val="0"/>
        <w:rPr>
          <w:rFonts w:ascii="宋体" w:hAnsi="宋体"/>
        </w:rPr>
      </w:pPr>
    </w:p>
    <w:p w:rsidR="00812D53" w:rsidRPr="0047580E" w:rsidP="00812D53">
      <w:pPr>
        <w:adjustRightInd w:val="0"/>
        <w:snapToGrid w:val="0"/>
      </w:pPr>
    </w:p>
    <w:p w:rsidR="0060469B" w:rsidRPr="00005BA4" w:rsidP="00005BA4">
      <w:pPr>
        <w:adjustRightInd w:val="0"/>
        <w:snapToGrid w:val="0"/>
      </w:pPr>
    </w:p>
    <w:p w:rsidR="0060469B" w:rsidRPr="0047580E">
      <w:pPr>
        <w:autoSpaceDE w:val="0"/>
        <w:autoSpaceDN w:val="0"/>
        <w:adjustRightInd w:val="0"/>
        <w:spacing w:line="450" w:lineRule="exact"/>
        <w:jc w:val="left"/>
      </w:pPr>
    </w:p>
    <w:sectPr w:rsidSect="00127F04">
      <w:footerReference w:type="default" r:id="rId27"/>
      <w:pgSz w:w="20639" w:h="14572" w:orient="landscape" w:code="12"/>
      <w:pgMar w:top="1134" w:right="1134" w:bottom="1134" w:left="1134" w:header="851" w:footer="992" w:gutter="1701"/>
      <w:cols w:num="2" w:space="769"/>
      <w:docGrid w:type="lines" w:linePitch="312" w:charSpace="-29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隶书"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642">
    <w:pPr>
      <w:pStyle w:val="Footer"/>
      <w:jc w:val="center"/>
    </w:pPr>
    <w:r>
      <w:rPr>
        <w:rFonts w:hint="eastAsia"/>
        <w:kern w:val="0"/>
        <w:szCs w:val="21"/>
      </w:rPr>
      <w:t>初</w:t>
    </w:r>
    <w:r w:rsidR="000A2B2F">
      <w:rPr>
        <w:rFonts w:hint="eastAsia"/>
        <w:kern w:val="0"/>
        <w:szCs w:val="21"/>
      </w:rPr>
      <w:t>三</w:t>
    </w:r>
    <w:r>
      <w:rPr>
        <w:rFonts w:hint="eastAsia"/>
        <w:kern w:val="0"/>
        <w:szCs w:val="21"/>
      </w:rPr>
      <w:t>化学试卷</w:t>
    </w:r>
    <w:r>
      <w:rPr>
        <w:rFonts w:hint="eastAsia"/>
        <w:kern w:val="0"/>
        <w:szCs w:val="21"/>
      </w:rPr>
      <w:t xml:space="preserve">     </w:t>
    </w: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 w:rsidR="00C61625"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 w:rsidR="00C61625">
      <w:rPr>
        <w:kern w:val="0"/>
        <w:szCs w:val="21"/>
      </w:rPr>
      <w:fldChar w:fldCharType="separate"/>
    </w:r>
    <w:r w:rsidR="00847996">
      <w:rPr>
        <w:noProof/>
        <w:kern w:val="0"/>
        <w:szCs w:val="21"/>
      </w:rPr>
      <w:t>5</w:t>
    </w:r>
    <w:r w:rsidR="00C61625"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rFonts w:hint="eastAsia"/>
        <w:kern w:val="0"/>
        <w:szCs w:val="21"/>
      </w:rPr>
      <w:t>4</w:t>
    </w:r>
    <w:r>
      <w:rPr>
        <w:rFonts w:hint="eastAsia"/>
        <w:kern w:val="0"/>
        <w:szCs w:val="21"/>
      </w:rPr>
      <w:t>页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46342"/>
    <w:multiLevelType w:val="hybridMultilevel"/>
    <w:tmpl w:val="ED101CB4"/>
    <w:lvl w:ilvl="0">
      <w:start w:val="3"/>
      <w:numFmt w:val="upperLetter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F9C15E9"/>
    <w:multiLevelType w:val="hybridMultilevel"/>
    <w:tmpl w:val="1C544732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u w:val="none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E5A1B64"/>
    <w:multiLevelType w:val="hybridMultilevel"/>
    <w:tmpl w:val="C1BA6F5A"/>
    <w:lvl w:ilvl="0">
      <w:start w:val="1"/>
      <w:numFmt w:val="japaneseCounting"/>
      <w:lvlText w:val="%1、"/>
      <w:lvlJc w:val="left"/>
      <w:pPr>
        <w:ind w:left="500" w:hanging="50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DEA8343"/>
    <w:multiLevelType w:val="singleLevel"/>
    <w:tmpl w:val="2DEA8343"/>
    <w:lvl w:ilvl="0">
      <w:start w:val="4"/>
      <w:numFmt w:val="decimal"/>
      <w:suff w:val="nothing"/>
      <w:lvlText w:val="（%1）"/>
      <w:lvlJc w:val="left"/>
      <w:pPr>
        <w:ind w:left="0" w:firstLine="0"/>
      </w:pPr>
    </w:lvl>
  </w:abstractNum>
  <w:abstractNum w:abstractNumId="4">
    <w:nsid w:val="2F063101"/>
    <w:multiLevelType w:val="hybridMultilevel"/>
    <w:tmpl w:val="4004493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upperLetter"/>
      <w:lvlText w:val="%2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>
      <w:start w:val="1"/>
      <w:numFmt w:val="decimal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30556CE7"/>
    <w:multiLevelType w:val="hybridMultilevel"/>
    <w:tmpl w:val="9668B46A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3C713F"/>
    <w:multiLevelType w:val="hybridMultilevel"/>
    <w:tmpl w:val="65861A52"/>
    <w:lvl w:ilvl="0">
      <w:start w:val="1"/>
      <w:numFmt w:val="upperLetter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3AF75AFE"/>
    <w:multiLevelType w:val="hybridMultilevel"/>
    <w:tmpl w:val="A4608A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5C430C1"/>
    <w:multiLevelType w:val="hybridMultilevel"/>
    <w:tmpl w:val="EEBC434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467A0976"/>
    <w:multiLevelType w:val="hybridMultilevel"/>
    <w:tmpl w:val="3AE245D8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467D7880"/>
    <w:multiLevelType w:val="hybridMultilevel"/>
    <w:tmpl w:val="D72AF3DA"/>
    <w:lvl w:ilvl="0">
      <w:start w:val="1"/>
      <w:numFmt w:val="upperLetter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477E73C8"/>
    <w:multiLevelType w:val="hybridMultilevel"/>
    <w:tmpl w:val="1158E33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5CA87243"/>
    <w:multiLevelType w:val="hybridMultilevel"/>
    <w:tmpl w:val="F7B80C1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  <w:u w:val="none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6954780C"/>
    <w:multiLevelType w:val="hybridMultilevel"/>
    <w:tmpl w:val="5F7A668C"/>
    <w:lvl w:ilvl="0">
      <w:start w:val="1"/>
      <w:numFmt w:val="japaneseCounting"/>
      <w:lvlText w:val="%1．"/>
      <w:lvlJc w:val="left"/>
      <w:pPr>
        <w:tabs>
          <w:tab w:val="num" w:pos="2367"/>
        </w:tabs>
        <w:ind w:left="2367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2787"/>
        </w:tabs>
        <w:ind w:left="2787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3207"/>
        </w:tabs>
        <w:ind w:left="3207" w:hanging="420"/>
      </w:pPr>
    </w:lvl>
    <w:lvl w:ilvl="3" w:tentative="1">
      <w:start w:val="1"/>
      <w:numFmt w:val="decimal"/>
      <w:lvlText w:val="%4."/>
      <w:lvlJc w:val="left"/>
      <w:pPr>
        <w:tabs>
          <w:tab w:val="num" w:pos="3627"/>
        </w:tabs>
        <w:ind w:left="3627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4047"/>
        </w:tabs>
        <w:ind w:left="4047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4467"/>
        </w:tabs>
        <w:ind w:left="4467" w:hanging="420"/>
      </w:pPr>
    </w:lvl>
    <w:lvl w:ilvl="6" w:tentative="1">
      <w:start w:val="1"/>
      <w:numFmt w:val="decimal"/>
      <w:lvlText w:val="%7."/>
      <w:lvlJc w:val="left"/>
      <w:pPr>
        <w:tabs>
          <w:tab w:val="num" w:pos="4887"/>
        </w:tabs>
        <w:ind w:left="4887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5307"/>
        </w:tabs>
        <w:ind w:left="5307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5727"/>
        </w:tabs>
        <w:ind w:left="5727" w:hanging="420"/>
      </w:pPr>
    </w:lvl>
  </w:abstractNum>
  <w:abstractNum w:abstractNumId="14">
    <w:nsid w:val="77AC4926"/>
    <w:multiLevelType w:val="hybridMultilevel"/>
    <w:tmpl w:val="7BD870AC"/>
    <w:lvl w:ilvl="0">
      <w:start w:val="1"/>
      <w:numFmt w:val="upperLetter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78D01D79"/>
    <w:multiLevelType w:val="hybridMultilevel"/>
    <w:tmpl w:val="643CC952"/>
    <w:lvl w:ilvl="0">
      <w:start w:val="1"/>
      <w:numFmt w:val="upperLetter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0"/>
  </w:num>
  <w:num w:numId="3">
    <w:abstractNumId w:val="14"/>
  </w:num>
  <w:num w:numId="4">
    <w:abstractNumId w:val="1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0"/>
  </w:num>
  <w:num w:numId="10">
    <w:abstractNumId w:val="4"/>
  </w:num>
  <w:num w:numId="11">
    <w:abstractNumId w:val="1"/>
  </w:num>
  <w:num w:numId="12">
    <w:abstractNumId w:val="12"/>
  </w:num>
  <w:num w:numId="13">
    <w:abstractNumId w:val="8"/>
  </w:num>
  <w:num w:numId="14">
    <w:abstractNumId w:val="13"/>
  </w:num>
  <w:num w:numId="15">
    <w:abstractNumId w:val="7"/>
  </w:num>
  <w:num w:numId="16">
    <w:abstractNumId w:val="2"/>
  </w:num>
  <w:num w:numId="17">
    <w:abstractNumId w:val="3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proofState w:spelling="clean"/>
  <w:attachedTemplate r:id="rId1"/>
  <w:stylePaneFormatFilter w:val="3F01"/>
  <w:defaultTabStop w:val="420"/>
  <w:drawingGridHorizontalSpacing w:val="98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74858"/>
    <w:rsid w:val="000059F0"/>
    <w:rsid w:val="00005BA4"/>
    <w:rsid w:val="000877E5"/>
    <w:rsid w:val="00093507"/>
    <w:rsid w:val="000A2B2F"/>
    <w:rsid w:val="00103CA6"/>
    <w:rsid w:val="00124314"/>
    <w:rsid w:val="00127F04"/>
    <w:rsid w:val="0013608C"/>
    <w:rsid w:val="0015633E"/>
    <w:rsid w:val="001E5A41"/>
    <w:rsid w:val="001F460C"/>
    <w:rsid w:val="00201763"/>
    <w:rsid w:val="00224550"/>
    <w:rsid w:val="002275F3"/>
    <w:rsid w:val="002426EF"/>
    <w:rsid w:val="00262A7B"/>
    <w:rsid w:val="00266CD2"/>
    <w:rsid w:val="00282F86"/>
    <w:rsid w:val="00290C19"/>
    <w:rsid w:val="002B5EAD"/>
    <w:rsid w:val="002E432F"/>
    <w:rsid w:val="00302D55"/>
    <w:rsid w:val="003267DF"/>
    <w:rsid w:val="0033091E"/>
    <w:rsid w:val="00387E7A"/>
    <w:rsid w:val="003965AD"/>
    <w:rsid w:val="003D691A"/>
    <w:rsid w:val="003F0911"/>
    <w:rsid w:val="004139CB"/>
    <w:rsid w:val="00434404"/>
    <w:rsid w:val="0046403D"/>
    <w:rsid w:val="0047580E"/>
    <w:rsid w:val="00484981"/>
    <w:rsid w:val="004C297F"/>
    <w:rsid w:val="004E58D4"/>
    <w:rsid w:val="00572FE2"/>
    <w:rsid w:val="005777AC"/>
    <w:rsid w:val="0060469B"/>
    <w:rsid w:val="006410BB"/>
    <w:rsid w:val="00672E26"/>
    <w:rsid w:val="0067541B"/>
    <w:rsid w:val="00685DC7"/>
    <w:rsid w:val="006B3507"/>
    <w:rsid w:val="006F18A1"/>
    <w:rsid w:val="00727F69"/>
    <w:rsid w:val="0073603B"/>
    <w:rsid w:val="007525A6"/>
    <w:rsid w:val="00775C4A"/>
    <w:rsid w:val="007933F3"/>
    <w:rsid w:val="007D0901"/>
    <w:rsid w:val="007E7E64"/>
    <w:rsid w:val="00812D53"/>
    <w:rsid w:val="0083612C"/>
    <w:rsid w:val="00837DFA"/>
    <w:rsid w:val="00841F83"/>
    <w:rsid w:val="00847996"/>
    <w:rsid w:val="00865BA4"/>
    <w:rsid w:val="00872A48"/>
    <w:rsid w:val="00874858"/>
    <w:rsid w:val="008814F8"/>
    <w:rsid w:val="0088183C"/>
    <w:rsid w:val="00882072"/>
    <w:rsid w:val="008A2626"/>
    <w:rsid w:val="008B5CA5"/>
    <w:rsid w:val="008C6C03"/>
    <w:rsid w:val="008D312B"/>
    <w:rsid w:val="00906918"/>
    <w:rsid w:val="00925EEF"/>
    <w:rsid w:val="00936EAD"/>
    <w:rsid w:val="009526B7"/>
    <w:rsid w:val="00980804"/>
    <w:rsid w:val="009C2633"/>
    <w:rsid w:val="00A1795D"/>
    <w:rsid w:val="00A30374"/>
    <w:rsid w:val="00A74EEF"/>
    <w:rsid w:val="00AB1670"/>
    <w:rsid w:val="00AE2DD4"/>
    <w:rsid w:val="00AE36DB"/>
    <w:rsid w:val="00B54CCA"/>
    <w:rsid w:val="00B575BC"/>
    <w:rsid w:val="00B94E5C"/>
    <w:rsid w:val="00B96FEA"/>
    <w:rsid w:val="00BC656B"/>
    <w:rsid w:val="00BD5706"/>
    <w:rsid w:val="00BF325C"/>
    <w:rsid w:val="00C5654D"/>
    <w:rsid w:val="00C61625"/>
    <w:rsid w:val="00C73CD1"/>
    <w:rsid w:val="00CA5281"/>
    <w:rsid w:val="00CB48C3"/>
    <w:rsid w:val="00D4576E"/>
    <w:rsid w:val="00D9174B"/>
    <w:rsid w:val="00DE3030"/>
    <w:rsid w:val="00E13596"/>
    <w:rsid w:val="00E1526D"/>
    <w:rsid w:val="00E643F6"/>
    <w:rsid w:val="00E921C5"/>
    <w:rsid w:val="00ED306B"/>
    <w:rsid w:val="00ED63A4"/>
    <w:rsid w:val="00F21CC6"/>
    <w:rsid w:val="00F3171C"/>
    <w:rsid w:val="00F40762"/>
    <w:rsid w:val="00F54B16"/>
    <w:rsid w:val="00F65A93"/>
    <w:rsid w:val="00F726C2"/>
    <w:rsid w:val="00F811F1"/>
    <w:rsid w:val="00F92083"/>
    <w:rsid w:val="00FA0642"/>
    <w:rsid w:val="00FF228E"/>
    <w:rsid w:val="00FF717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27F04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127F04"/>
    <w:rPr>
      <w:rFonts w:ascii="宋体" w:hAnsi="Courier New" w:cs="Courier New" w:hint="eastAsia"/>
      <w:szCs w:val="21"/>
    </w:rPr>
  </w:style>
  <w:style w:type="paragraph" w:styleId="Header">
    <w:name w:val="header"/>
    <w:basedOn w:val="Normal"/>
    <w:link w:val="Char"/>
    <w:rsid w:val="00127F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rsid w:val="00127F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BodyTextIndent">
    <w:name w:val="Body Text Indent"/>
    <w:basedOn w:val="Normal"/>
    <w:rsid w:val="00127F04"/>
    <w:pPr>
      <w:ind w:left="723" w:hanging="723" w:hangingChars="300"/>
    </w:pPr>
    <w:rPr>
      <w:rFonts w:eastAsia="隶书"/>
      <w:b/>
      <w:bCs/>
      <w:sz w:val="24"/>
    </w:rPr>
  </w:style>
  <w:style w:type="character" w:customStyle="1" w:styleId="Char">
    <w:name w:val="页眉 Char"/>
    <w:basedOn w:val="DefaultParagraphFont"/>
    <w:link w:val="Header"/>
    <w:rsid w:val="001F460C"/>
    <w:rPr>
      <w:kern w:val="2"/>
      <w:sz w:val="18"/>
      <w:szCs w:val="18"/>
    </w:rPr>
  </w:style>
  <w:style w:type="paragraph" w:styleId="BalloonText">
    <w:name w:val="Balloon Text"/>
    <w:basedOn w:val="Normal"/>
    <w:link w:val="Char0"/>
    <w:rsid w:val="00874858"/>
    <w:rPr>
      <w:sz w:val="18"/>
      <w:szCs w:val="18"/>
    </w:rPr>
  </w:style>
  <w:style w:type="character" w:customStyle="1" w:styleId="Char0">
    <w:name w:val="批注框文本 Char"/>
    <w:basedOn w:val="DefaultParagraphFont"/>
    <w:link w:val="BalloonText"/>
    <w:rsid w:val="00874858"/>
    <w:rPr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rsid w:val="00B54CCA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eastAsia="微软雅黑" w:hAnsi="Tahoma"/>
      <w:kern w:val="0"/>
      <w:sz w:val="22"/>
      <w:szCs w:val="22"/>
    </w:rPr>
  </w:style>
  <w:style w:type="table" w:styleId="TableGrid">
    <w:name w:val="Table Grid"/>
    <w:basedOn w:val="TableNormal"/>
    <w:uiPriority w:val="59"/>
    <w:rsid w:val="00B54CCA"/>
    <w:rPr>
      <w:rFonts w:ascii="等线" w:eastAsia="等线" w:hAnsi="等线"/>
      <w:kern w:val="2"/>
      <w:sz w:val="21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D63A4"/>
    <w:pPr>
      <w:widowControl w:val="0"/>
      <w:jc w:val="both"/>
    </w:pPr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wmf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wmf" /><Relationship Id="rId16" Type="http://schemas.openxmlformats.org/officeDocument/2006/relationships/oleObject" Target="embeddings/oleObject1.bin" /><Relationship Id="rId17" Type="http://schemas.openxmlformats.org/officeDocument/2006/relationships/image" Target="media/image12.wmf" /><Relationship Id="rId18" Type="http://schemas.openxmlformats.org/officeDocument/2006/relationships/oleObject" Target="embeddings/oleObject2.bin" /><Relationship Id="rId19" Type="http://schemas.openxmlformats.org/officeDocument/2006/relationships/image" Target="media/image13.png" /><Relationship Id="rId2" Type="http://schemas.openxmlformats.org/officeDocument/2006/relationships/webSettings" Target="webSettings.xml" /><Relationship Id="rId20" Type="http://schemas.openxmlformats.org/officeDocument/2006/relationships/image" Target="media/image14.png" /><Relationship Id="rId21" Type="http://schemas.openxmlformats.org/officeDocument/2006/relationships/image" Target="media/image15.png" /><Relationship Id="rId22" Type="http://schemas.openxmlformats.org/officeDocument/2006/relationships/image" Target="media/image16.png" /><Relationship Id="rId23" Type="http://schemas.openxmlformats.org/officeDocument/2006/relationships/image" Target="media/image17.png" /><Relationship Id="rId24" Type="http://schemas.openxmlformats.org/officeDocument/2006/relationships/image" Target="media/image18.png" /><Relationship Id="rId25" Type="http://schemas.openxmlformats.org/officeDocument/2006/relationships/image" Target="media/image19.png" /><Relationship Id="rId26" Type="http://schemas.openxmlformats.org/officeDocument/2006/relationships/image" Target="media/image20.png" /><Relationship Id="rId27" Type="http://schemas.openxmlformats.org/officeDocument/2006/relationships/footer" Target="footer1.xml" /><Relationship Id="rId28" Type="http://schemas.openxmlformats.org/officeDocument/2006/relationships/theme" Target="theme/theme1.xml" /><Relationship Id="rId29" Type="http://schemas.openxmlformats.org/officeDocument/2006/relationships/numbering" Target="numbering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tif" /><Relationship Id="rId7" Type="http://schemas.openxmlformats.org/officeDocument/2006/relationships/image" Target="media/image3.tif" /><Relationship Id="rId8" Type="http://schemas.openxmlformats.org/officeDocument/2006/relationships/image" Target="media/image4.tif" /><Relationship Id="rId9" Type="http://schemas.openxmlformats.org/officeDocument/2006/relationships/image" Target="media/image5.png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D:\personal\My%20desktop\&#21270;&#23398;&#35797;&#39064;2-7.dot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45134-A9AD-436E-8945-03803C422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化学试题2-7</Template>
  <TotalTime>343</TotalTime>
  <Pages>5</Pages>
  <Words>3243</Words>
  <Characters>1763</Characters>
  <Application>Microsoft Office Word</Application>
  <DocSecurity>0</DocSecurity>
  <Lines>14</Lines>
  <Paragraphs>9</Paragraphs>
  <ScaleCrop>false</ScaleCrop>
  <Company>36</Company>
  <LinksUpToDate>false</LinksUpToDate>
  <CharactersWithSpaces>4997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化学练习题(六)</dc:title>
  <dc:creator>chao</dc:creator>
  <cp:lastModifiedBy>Administrator</cp:lastModifiedBy>
  <cp:revision>85</cp:revision>
  <cp:lastPrinted>2006-03-24T00:19:00Z</cp:lastPrinted>
  <dcterms:created xsi:type="dcterms:W3CDTF">2018-11-26T06:31:00Z</dcterms:created>
  <dcterms:modified xsi:type="dcterms:W3CDTF">2019-11-18T06:01:00Z</dcterms:modified>
</cp:coreProperties>
</file>