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9A1AF5">
      <w:pPr>
        <w:jc w:val="center"/>
        <w:rPr>
          <w:rFonts w:ascii="宋体" w:cs="宋体"/>
          <w:b/>
          <w:bCs/>
          <w:sz w:val="30"/>
          <w:szCs w:val="30"/>
        </w:rPr>
      </w:pPr>
      <w:r>
        <w:rPr>
          <w:rFonts w:ascii="宋体" w:hAnsi="宋体" w:cs="宋体" w:hint="eastAsia"/>
          <w:b/>
          <w:bCs/>
          <w:sz w:val="30"/>
          <w:szCs w:val="30"/>
        </w:rPr>
        <w:drawing>
          <wp:anchor simplePos="0" relativeHeight="251658240" behindDoc="0" locked="0" layoutInCell="1" allowOverlap="1">
            <wp:simplePos x="0" y="0"/>
            <wp:positionH relativeFrom="page">
              <wp:posOffset>10566400</wp:posOffset>
            </wp:positionH>
            <wp:positionV relativeFrom="topMargin">
              <wp:posOffset>10883900</wp:posOffset>
            </wp:positionV>
            <wp:extent cx="292100" cy="317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104691" name=""/>
                    <pic:cNvPicPr>
                      <a:picLocks noChangeAspect="1"/>
                    </pic:cNvPicPr>
                  </pic:nvPicPr>
                  <pic:blipFill>
                    <a:blip xmlns:r="http://schemas.openxmlformats.org/officeDocument/2006/relationships" r:embed="rId4"/>
                    <a:stretch>
                      <a:fillRect/>
                    </a:stretch>
                  </pic:blipFill>
                  <pic:spPr>
                    <a:xfrm>
                      <a:off x="0" y="0"/>
                      <a:ext cx="292100" cy="317500"/>
                    </a:xfrm>
                    <a:prstGeom prst="rect">
                      <a:avLst/>
                    </a:prstGeom>
                  </pic:spPr>
                </pic:pic>
              </a:graphicData>
            </a:graphic>
          </wp:anchor>
        </w:drawing>
      </w:r>
      <w:r>
        <w:rPr>
          <w:rFonts w:ascii="宋体" w:hAnsi="宋体" w:cs="宋体" w:hint="eastAsia"/>
          <w:b/>
          <w:bCs/>
          <w:sz w:val="30"/>
          <w:szCs w:val="30"/>
        </w:rPr>
        <w:t>广东省佛山市华英中学</w:t>
      </w:r>
      <w:r>
        <w:rPr>
          <w:rFonts w:ascii="宋体" w:hAnsi="宋体" w:cs="宋体"/>
          <w:b/>
          <w:bCs/>
          <w:sz w:val="30"/>
          <w:szCs w:val="30"/>
        </w:rPr>
        <w:t>2019—2020</w:t>
      </w:r>
      <w:r>
        <w:rPr>
          <w:rFonts w:ascii="宋体" w:hAnsi="宋体" w:cs="宋体" w:hint="eastAsia"/>
          <w:b/>
          <w:bCs/>
          <w:sz w:val="30"/>
          <w:szCs w:val="30"/>
        </w:rPr>
        <w:t>学年</w:t>
      </w:r>
    </w:p>
    <w:p w:rsidR="009A1AF5">
      <w:pPr>
        <w:jc w:val="center"/>
        <w:rPr>
          <w:rFonts w:ascii="宋体" w:cs="宋体"/>
          <w:b/>
          <w:bCs/>
          <w:sz w:val="30"/>
          <w:szCs w:val="30"/>
        </w:rPr>
      </w:pPr>
      <w:r>
        <w:t>第一学</w:t>
      </w:r>
      <w:r>
        <w:rPr>
          <w:rFonts w:ascii="宋体" w:hAnsi="宋体" w:cs="宋体" w:hint="eastAsia"/>
          <w:b/>
          <w:bCs/>
          <w:sz w:val="30"/>
          <w:szCs w:val="30"/>
        </w:rPr>
        <w:drawing>
          <wp:inline>
            <wp:extent cx="219106" cy="238158"/>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68045" name=""/>
                    <pic:cNvPicPr>
                      <a:picLocks noChangeAspect="1"/>
                    </pic:cNvPicPr>
                  </pic:nvPicPr>
                  <pic:blipFill>
                    <a:blip xmlns:r="http://schemas.openxmlformats.org/officeDocument/2006/relationships" r:embed="rId4"/>
                    <a:stretch>
                      <a:fillRect/>
                    </a:stretch>
                  </pic:blipFill>
                  <pic:spPr>
                    <a:xfrm>
                      <a:off x="0" y="0"/>
                      <a:ext cx="219106" cy="238158"/>
                    </a:xfrm>
                    <a:prstGeom prst="rect">
                      <a:avLst/>
                    </a:prstGeom>
                  </pic:spPr>
                </pic:pic>
              </a:graphicData>
            </a:graphic>
          </wp:inline>
        </w:drawing>
      </w:r>
      <w:r>
        <w:t>期九年级第一次阶段</w:t>
      </w:r>
      <w:bookmarkStart w:id="0" w:name="_GoBack"/>
      <w:bookmarkEnd w:id="0"/>
      <w:r>
        <w:rPr>
          <w:rFonts w:ascii="宋体" w:hAnsi="宋体" w:cs="宋体" w:hint="eastAsia"/>
          <w:b/>
          <w:bCs/>
          <w:sz w:val="30"/>
          <w:szCs w:val="30"/>
        </w:rPr>
        <w:t>考英语试题</w:t>
      </w:r>
    </w:p>
    <w:p w:rsidR="009A1AF5"/>
    <w:p w:rsidR="009A1AF5">
      <w:pPr>
        <w:numPr>
          <w:ilvl w:val="0"/>
          <w:numId w:val="1"/>
        </w:numPr>
      </w:pPr>
      <w:r>
        <w:rPr>
          <w:rFonts w:hint="eastAsia"/>
        </w:rPr>
        <w:t>单项填空（本大题有</w:t>
      </w:r>
      <w:r>
        <w:t>15</w:t>
      </w:r>
      <w:r>
        <w:rPr>
          <w:rFonts w:hint="eastAsia"/>
        </w:rPr>
        <w:t>小题，每小题</w:t>
      </w:r>
      <w:r>
        <w:t>1</w:t>
      </w:r>
      <w:r>
        <w:rPr>
          <w:rFonts w:hint="eastAsia"/>
        </w:rPr>
        <w:t>分，共</w:t>
      </w:r>
      <w:r>
        <w:t>15</w:t>
      </w:r>
      <w:r>
        <w:rPr>
          <w:rFonts w:hint="eastAsia"/>
        </w:rPr>
        <w:t>分）</w:t>
      </w:r>
    </w:p>
    <w:p w:rsidR="009A1AF5">
      <w:r>
        <w:rPr>
          <w:rFonts w:hint="eastAsia"/>
        </w:rPr>
        <w:t>在每小题所给的四个选项中，选出可以填入空白处的最佳答案，并将答题卡上相应题目所选的选项涂黑。</w:t>
      </w:r>
    </w:p>
    <w:p w:rsidR="009A1AF5">
      <w:r>
        <w:t>31.My father gave me____________basketball as my birthday gift because i like playing________basketball.</w:t>
      </w:r>
    </w:p>
    <w:p w:rsidR="009A1AF5">
      <w:r>
        <w:t xml:space="preserve">      A.a;the               B.a;/              C.the; the               D.the;/</w:t>
      </w:r>
    </w:p>
    <w:p w:rsidR="009A1AF5">
      <w:r>
        <w:t>32.There are eight people in front of me. I’m the__________one in the line.</w:t>
      </w:r>
    </w:p>
    <w:p w:rsidR="009A1AF5">
      <w:r>
        <w:t xml:space="preserve">      A.seven              B.seventh           C.nine                 D.ninth</w:t>
      </w:r>
    </w:p>
    <w:p w:rsidR="009A1AF5">
      <w:r>
        <w:t>33.--Is this iPad yours?</w:t>
      </w:r>
    </w:p>
    <w:p w:rsidR="009A1AF5">
      <w:r>
        <w:t xml:space="preserve">   --Yes. My parents bought_________for my language learning.</w:t>
      </w:r>
    </w:p>
    <w:p w:rsidR="009A1AF5">
      <w:r>
        <w:t xml:space="preserve">      A..it                 B.one               C.those                D.another</w:t>
      </w:r>
    </w:p>
    <w:p w:rsidR="009A1AF5">
      <w:r>
        <w:t>34.Johnny had to _____________the meeting because his daughter was in hospital.</w:t>
      </w:r>
    </w:p>
    <w:p w:rsidR="009A1AF5">
      <w:r>
        <w:t xml:space="preserve">      A.among             B.miss               C.attend               D.manage</w:t>
      </w:r>
    </w:p>
    <w:p w:rsidR="009A1AF5">
      <w:r>
        <w:t>35.They usually og shopping _________their lunch break.</w:t>
      </w:r>
    </w:p>
    <w:p w:rsidR="009A1AF5">
      <w:r>
        <w:t xml:space="preserve">      A.among             B.between            C.during               D..against</w:t>
      </w:r>
    </w:p>
    <w:p w:rsidR="009A1AF5">
      <w:r>
        <w:t>36.If you________well, please go to the doctor.</w:t>
      </w:r>
    </w:p>
    <w:p w:rsidR="009A1AF5">
      <w:r>
        <w:t xml:space="preserve">      A.didn’t feel          B.haven’t felt          C.don’t feel             D.won’t feel</w:t>
      </w:r>
    </w:p>
    <w:p w:rsidR="009A1AF5">
      <w:r>
        <w:t>37.Hearing the door bell, she stopped__________the dishes.</w:t>
      </w:r>
    </w:p>
    <w:p w:rsidR="009A1AF5">
      <w:r>
        <w:t xml:space="preserve">      A.washing            B.washed             C.to wash              D.wash</w:t>
      </w:r>
    </w:p>
    <w:p w:rsidR="009A1AF5">
      <w:r>
        <w:t>38.Our government encourages the companies to develop the technology so we can see more and more______ developed in Foshan.</w:t>
      </w:r>
    </w:p>
    <w:p w:rsidR="009A1AF5">
      <w:r>
        <w:t xml:space="preserve">      A.operations        B.inventions       C.instructions          D.communications</w:t>
      </w:r>
    </w:p>
    <w:p w:rsidR="009A1AF5">
      <w:r>
        <w:t>39.I’m looking forward to the Christmas gift from my mother because it is usually_____and makers me happy for a long time.</w:t>
      </w:r>
    </w:p>
    <w:p w:rsidR="009A1AF5">
      <w:r>
        <w:t xml:space="preserve">      A.amazed          B.amazing         C.surprised            D.surprising</w:t>
      </w:r>
    </w:p>
    <w:p w:rsidR="009A1AF5">
      <w:r>
        <w:t>40.We have learned English for over 10 years but still can’t speak so_______as the foreigners.</w:t>
      </w:r>
    </w:p>
    <w:p w:rsidR="009A1AF5">
      <w:r>
        <w:t xml:space="preserve">      A.good            B.well             C.better              D.best</w:t>
      </w:r>
    </w:p>
    <w:p w:rsidR="009A1AF5">
      <w:r>
        <w:t>41.--Do you want to eat here?</w:t>
      </w:r>
    </w:p>
    <w:p w:rsidR="009A1AF5">
      <w:r>
        <w:t xml:space="preserve">   ---No, just fish and chips to_______, please</w:t>
      </w:r>
    </w:p>
    <w:p w:rsidR="009A1AF5">
      <w:pPr>
        <w:numPr>
          <w:ilvl w:val="0"/>
          <w:numId w:val="2"/>
        </w:numPr>
      </w:pPr>
      <w:r>
        <w:t>get away          B.take away        C.send away          D.throw away</w:t>
      </w:r>
    </w:p>
    <w:p w:rsidR="009A1AF5">
      <w:r>
        <w:t>42.he wrote down all the information_______he wouldn’t forget anything.</w:t>
      </w:r>
    </w:p>
    <w:p w:rsidR="009A1AF5">
      <w:r>
        <w:t xml:space="preserve">     A.so                 B.until            C.because            D.so that</w:t>
      </w:r>
    </w:p>
    <w:p w:rsidR="009A1AF5">
      <w:r>
        <w:t>43.It was long before he finally________ his son.</w:t>
      </w:r>
    </w:p>
    <w:p w:rsidR="009A1AF5">
      <w:r>
        <w:t xml:space="preserve">     A.finds               B.found           C.has found          D.will find </w:t>
      </w:r>
    </w:p>
    <w:p w:rsidR="009A1AF5">
      <w:r>
        <w:t>44.---Could you tell me_________________a meeting this afternoon?</w:t>
      </w:r>
    </w:p>
    <w:p w:rsidR="009A1AF5">
      <w:r>
        <w:t xml:space="preserve">  ----Sure.</w:t>
      </w:r>
    </w:p>
    <w:p w:rsidR="009A1AF5">
      <w:r>
        <w:t xml:space="preserve">     A.if there is going to have                    B.whether there is going to be</w:t>
      </w:r>
    </w:p>
    <w:p w:rsidR="009A1AF5">
      <w:r>
        <w:t xml:space="preserve">     C.when there is going to be                  D.who there is going to have</w:t>
      </w:r>
    </w:p>
    <w:p w:rsidR="009A1AF5">
      <w:r>
        <w:t xml:space="preserve">45.--I’m leaving for </w:t>
      </w:r>
      <w:smartTag w:uri="urn:schemas-microsoft-com:office:smarttags" w:element="place">
        <w:smartTag w:uri="urn:schemas-microsoft-com:office:smarttags" w:element="City">
          <w:r>
            <w:t>Beijing</w:t>
          </w:r>
        </w:smartTag>
      </w:smartTag>
      <w:r>
        <w:t xml:space="preserve"> to visit the Great Wall!</w:t>
      </w:r>
    </w:p>
    <w:p w:rsidR="009A1AF5">
      <w:r>
        <w:t>--__________________________.</w:t>
      </w:r>
    </w:p>
    <w:p w:rsidR="009A1AF5">
      <w:r>
        <w:t xml:space="preserve">     A.Best wishes       B.Never give up    C.Have a good trip    D.What a pity</w:t>
      </w:r>
    </w:p>
    <w:p w:rsidR="009A1AF5"/>
    <w:p w:rsidR="009A1AF5"/>
    <w:p w:rsidR="009A1AF5"/>
    <w:p w:rsidR="009A1AF5">
      <w:r>
        <w:rPr>
          <w:rFonts w:hint="eastAsia"/>
        </w:rPr>
        <w:t>三、完形填空（本大题有</w:t>
      </w:r>
      <w:r>
        <w:t>10</w:t>
      </w:r>
      <w:r>
        <w:rPr>
          <w:rFonts w:hint="eastAsia"/>
        </w:rPr>
        <w:t>小题，每小题</w:t>
      </w:r>
      <w:r>
        <w:t>1</w:t>
      </w:r>
      <w:r>
        <w:rPr>
          <w:rFonts w:hint="eastAsia"/>
        </w:rPr>
        <w:t>分，共</w:t>
      </w:r>
      <w:r>
        <w:t>10</w:t>
      </w:r>
      <w:r>
        <w:rPr>
          <w:rFonts w:hint="eastAsia"/>
        </w:rPr>
        <w:t>分）</w:t>
      </w:r>
    </w:p>
    <w:p w:rsidR="009A1AF5">
      <w:r>
        <w:t xml:space="preserve">    </w:t>
      </w:r>
      <w:r>
        <w:rPr>
          <w:rFonts w:hint="eastAsia"/>
        </w:rPr>
        <w:t>通过阅读下面短文，掌握其大概意思，让后在每小题所给的四个选项中，选出一个最佳答案并将答题卡上面对应题目所选的选项涂黑</w:t>
      </w:r>
      <w:r>
        <w:t>.</w:t>
      </w:r>
    </w:p>
    <w:p w:rsidR="009A1AF5">
      <w:r>
        <w:t xml:space="preserve">  Before graduating college, Jackie began to look for a job. She aimed at a famous company, but the___46__ for such jobs was very strong. The company Jackie chose planned to employ only one person, but more than twenty people applied for the job.___47____, Jackie was one of the three people invited for the final interview. The interview was very__48__.the interviewer asked jus a few questions and it was all over in less than 10minutes. Then the interviewer said to them, ”All of you are very good. Please go home and__49___ our reply.”</w:t>
      </w:r>
    </w:p>
    <w:p w:rsidR="009A1AF5">
      <w:r>
        <w:t xml:space="preserve">  Three days later, Jackie received a message saying the company would not___50__her the job. She felt deeply disappointed. However, that evening, she received another___51___. This time it said that she got the job.</w:t>
      </w:r>
    </w:p>
    <w:p w:rsidR="009A1AF5">
      <w:r>
        <w:t xml:space="preserve">  Jackie later found out that the first message sent to her phone was part of the interview---a___52___to see if she was suitable for the job. All the three people received the __53___ text but only Jackie’s reply__54___ the company. Of the three, one did not reply. The other said “goodbye” and Jackie said “thank you”. This reply showed that Jackie was a/an__55__ person, so the company offered her the job.</w:t>
      </w:r>
    </w:p>
    <w:p w:rsidR="009A1AF5"/>
    <w:p w:rsidR="009A1AF5">
      <w:pPr>
        <w:numPr>
          <w:ilvl w:val="0"/>
          <w:numId w:val="3"/>
        </w:numPr>
      </w:pPr>
      <w:r>
        <w:t>A.exam          B. work              C. competition           D.plan</w:t>
      </w:r>
    </w:p>
    <w:p w:rsidR="009A1AF5">
      <w:pPr>
        <w:numPr>
          <w:ilvl w:val="0"/>
          <w:numId w:val="3"/>
        </w:numPr>
      </w:pPr>
      <w:r>
        <w:t>A.Thank fully      B.Unluckily           C.Helpfully              D.Immediately</w:t>
      </w:r>
    </w:p>
    <w:p w:rsidR="009A1AF5">
      <w:pPr>
        <w:numPr>
          <w:ilvl w:val="0"/>
          <w:numId w:val="3"/>
        </w:numPr>
      </w:pPr>
      <w:r>
        <w:t>A.long           B.strict               C.interesting            D.simple</w:t>
      </w:r>
    </w:p>
    <w:p w:rsidR="009A1AF5">
      <w:pPr>
        <w:numPr>
          <w:ilvl w:val="0"/>
          <w:numId w:val="3"/>
        </w:numPr>
      </w:pPr>
      <w:r>
        <w:t>A.pick up         B.wait for            C.deal with              D.think of</w:t>
      </w:r>
    </w:p>
    <w:p w:rsidR="009A1AF5">
      <w:pPr>
        <w:numPr>
          <w:ilvl w:val="0"/>
          <w:numId w:val="3"/>
        </w:numPr>
      </w:pPr>
      <w:r>
        <w:t>A.offer           B.return             C.refuse                D.show</w:t>
      </w:r>
    </w:p>
    <w:p w:rsidR="009A1AF5">
      <w:pPr>
        <w:numPr>
          <w:ilvl w:val="0"/>
          <w:numId w:val="3"/>
        </w:numPr>
      </w:pPr>
      <w:r>
        <w:t>A.letter          B.e-mail              C.call                  D.message</w:t>
      </w:r>
    </w:p>
    <w:p w:rsidR="009A1AF5">
      <w:pPr>
        <w:numPr>
          <w:ilvl w:val="0"/>
          <w:numId w:val="3"/>
        </w:numPr>
      </w:pPr>
      <w:r>
        <w:t>A.guide          B.conversation         C.test                 D.lesson</w:t>
      </w:r>
    </w:p>
    <w:p w:rsidR="009A1AF5">
      <w:pPr>
        <w:numPr>
          <w:ilvl w:val="0"/>
          <w:numId w:val="3"/>
        </w:numPr>
      </w:pPr>
      <w:r>
        <w:t>A.same          B.other               C.second               D.whole</w:t>
      </w:r>
    </w:p>
    <w:p w:rsidR="009A1AF5">
      <w:pPr>
        <w:numPr>
          <w:ilvl w:val="0"/>
          <w:numId w:val="3"/>
        </w:numPr>
      </w:pPr>
      <w:r>
        <w:t>A.reached        B.satisfied            C.helped                D.surprised</w:t>
      </w:r>
    </w:p>
    <w:p w:rsidR="009A1AF5">
      <w:pPr>
        <w:numPr>
          <w:ilvl w:val="0"/>
          <w:numId w:val="3"/>
        </w:numPr>
      </w:pPr>
      <w:r>
        <w:t>A.brave          B.clever              C.polite                 D.honest</w:t>
      </w:r>
    </w:p>
    <w:p w:rsidR="009A1AF5"/>
    <w:p w:rsidR="009A1AF5"/>
    <w:p w:rsidR="009A1AF5">
      <w:r>
        <w:rPr>
          <w:rFonts w:hint="eastAsia"/>
        </w:rPr>
        <w:t>四、阅读理解（本大题有</w:t>
      </w:r>
      <w:r>
        <w:t>15</w:t>
      </w:r>
      <w:r>
        <w:rPr>
          <w:rFonts w:hint="eastAsia"/>
        </w:rPr>
        <w:t>小题，每小题</w:t>
      </w:r>
      <w:r>
        <w:t>2</w:t>
      </w:r>
      <w:r>
        <w:rPr>
          <w:rFonts w:hint="eastAsia"/>
        </w:rPr>
        <w:t>分，共</w:t>
      </w:r>
      <w:r>
        <w:t>30</w:t>
      </w:r>
      <w:r>
        <w:rPr>
          <w:rFonts w:hint="eastAsia"/>
        </w:rPr>
        <w:t>分）</w:t>
      </w:r>
    </w:p>
    <w:p w:rsidR="009A1AF5">
      <w:r>
        <w:rPr>
          <w:rFonts w:hint="eastAsia"/>
        </w:rPr>
        <w:t>阅读</w:t>
      </w:r>
      <w:r>
        <w:t>A\B</w:t>
      </w:r>
      <w:r>
        <w:rPr>
          <w:rFonts w:hint="eastAsia"/>
        </w:rPr>
        <w:t>两篇短文，从每小题所给的四个选项中，选出能回答所提问题或者完成所给句子的最佳答案，并将答题卡上对应题目所选的选项涂黑。</w:t>
      </w:r>
    </w:p>
    <w:p w:rsidR="009A1AF5"/>
    <w:p w:rsidR="009A1AF5">
      <w:pPr>
        <w:jc w:val="center"/>
        <w:rPr>
          <w:b/>
          <w:bCs/>
        </w:rPr>
      </w:pPr>
      <w:r>
        <w:rPr>
          <w:b/>
          <w:bCs/>
        </w:rPr>
        <w:t>A</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17"/>
        <w:gridCol w:w="2005"/>
      </w:tblGrid>
      <w:tr w:rsidTr="00B82E2E">
        <w:tblPrEx>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c>
          <w:tcPr>
            <w:tcW w:w="8522" w:type="dxa"/>
            <w:gridSpan w:val="2"/>
          </w:tcPr>
          <w:p w:rsidR="009A1AF5" w:rsidRPr="00B82E2E" w:rsidP="00B82E2E">
            <w:pPr>
              <w:jc w:val="center"/>
              <w:rPr>
                <w:b/>
                <w:bCs/>
              </w:rPr>
            </w:pPr>
            <w:r w:rsidRPr="00B82E2E">
              <w:rPr>
                <w:rFonts w:ascii="Arial" w:hAnsi="Arial" w:cs="Arial"/>
                <w:b/>
                <w:bCs/>
              </w:rPr>
              <w:t>←→</w:t>
            </w:r>
            <w:r w:rsidRPr="00B82E2E">
              <w:rPr>
                <w:b/>
                <w:bCs/>
              </w:rPr>
              <w:t>http://bestbooks.com/Science-for-kids/get3q4</w:t>
            </w:r>
          </w:p>
          <w:p w:rsidR="009A1AF5" w:rsidRPr="00B82E2E" w:rsidP="00B82E2E">
            <w:pPr>
              <w:jc w:val="center"/>
            </w:pPr>
            <w:r w:rsidRPr="00B82E2E">
              <w:rPr>
                <w:b/>
                <w:bCs/>
              </w:rPr>
              <w:t>The following books are this month’s Top 4popular books.</w:t>
            </w:r>
          </w:p>
        </w:tc>
      </w:tr>
      <w:tr w:rsidTr="00B82E2E">
        <w:tblPrEx>
          <w:tblW w:w="8522" w:type="dxa"/>
          <w:tblLayout w:type="fixed"/>
          <w:tblLook w:val="00A0"/>
        </w:tblPrEx>
        <w:tc>
          <w:tcPr>
            <w:tcW w:w="6517" w:type="dxa"/>
          </w:tcPr>
          <w:p w:rsidR="009A1AF5" w:rsidRPr="00B82E2E" w:rsidP="00B82E2E">
            <w:pPr>
              <w:numPr>
                <w:ilvl w:val="0"/>
                <w:numId w:val="4"/>
              </w:numPr>
              <w:rPr>
                <w:b/>
                <w:bCs/>
              </w:rPr>
            </w:pPr>
            <w:r w:rsidRPr="00B82E2E">
              <w:rPr>
                <w:b/>
                <w:bCs/>
              </w:rPr>
              <w:t>Women in Science by Rachel Ignotofsky</w:t>
            </w:r>
          </w:p>
          <w:p w:rsidR="009A1AF5" w:rsidRPr="00B82E2E">
            <w:pPr>
              <w:rPr>
                <w:rFonts w:ascii="宋体" w:cs="宋体"/>
              </w:rPr>
            </w:pPr>
            <w:r w:rsidRPr="00B82E2E">
              <w:rPr>
                <w:rFonts w:ascii="宋体" w:hAnsi="宋体" w:cs="宋体" w:hint="eastAsia"/>
                <w:b/>
                <w:bCs/>
              </w:rPr>
              <w:t>＊＊＊＊</w:t>
            </w:r>
          </w:p>
          <w:p w:rsidR="009A1AF5" w:rsidRPr="00B82E2E">
            <w:pPr>
              <w:rPr>
                <w:rFonts w:hAnsi="宋体" w:cs="宋体"/>
              </w:rPr>
            </w:pPr>
            <w:r w:rsidRPr="00B82E2E">
              <w:rPr>
                <w:rFonts w:hAnsi="宋体" w:cs="宋体"/>
                <w:b/>
                <w:bCs/>
              </w:rPr>
              <w:t>Price</w:t>
            </w:r>
            <w:r w:rsidRPr="00B82E2E">
              <w:rPr>
                <w:rFonts w:hAnsi="宋体" w:cs="宋体"/>
              </w:rPr>
              <w:t>$25</w:t>
            </w:r>
          </w:p>
          <w:p w:rsidR="009A1AF5" w:rsidRPr="00B82E2E" w:rsidP="00B82E2E">
            <w:pPr>
              <w:ind w:firstLine="420"/>
              <w:rPr>
                <w:rFonts w:hAnsi="宋体" w:cs="宋体"/>
              </w:rPr>
            </w:pPr>
            <w:r w:rsidRPr="00B82E2E">
              <w:rPr>
                <w:rFonts w:hAnsi="宋体" w:cs="宋体"/>
              </w:rPr>
              <w:t>We all know the story of Marie Curie and her many scientific achievements. But many other brilliant female</w:t>
            </w:r>
            <w:r w:rsidRPr="00B82E2E">
              <w:rPr>
                <w:rFonts w:hAnsi="宋体" w:cs="宋体" w:hint="eastAsia"/>
              </w:rPr>
              <w:t>（女性）</w:t>
            </w:r>
            <w:r w:rsidRPr="00B82E2E">
              <w:rPr>
                <w:rFonts w:hAnsi="宋体" w:cs="宋体"/>
              </w:rPr>
              <w:t>scientists are far less well known. This book is a great introduction to the lives and works of some of the most important and up-to-now unknown women in science.</w:t>
            </w:r>
          </w:p>
          <w:p w:rsidR="009A1AF5" w:rsidRPr="00B82E2E">
            <w:pPr>
              <w:rPr>
                <w:rFonts w:hAnsi="宋体" w:cs="宋体"/>
              </w:rPr>
            </w:pPr>
            <w:r w:rsidRPr="00B82E2E">
              <w:rPr>
                <w:rFonts w:hAnsi="宋体" w:cs="宋体"/>
              </w:rPr>
              <w:t>Recommended for Ages:12--15</w:t>
            </w:r>
          </w:p>
        </w:tc>
        <w:tc>
          <w:tcPr>
            <w:tcW w:w="2005" w:type="dxa"/>
            <w:vMerge w:val="restart"/>
          </w:tcPr>
          <w:p w:rsidR="009A1AF5" w:rsidRPr="00B82E2E" w:rsidP="00B82E2E">
            <w:pPr>
              <w:jc w:val="center"/>
              <w:rPr>
                <w:b/>
                <w:bCs/>
                <w:u w:val="single"/>
              </w:rPr>
            </w:pPr>
            <w:r w:rsidRPr="00B82E2E">
              <w:rPr>
                <w:b/>
                <w:bCs/>
                <w:u w:val="single"/>
              </w:rPr>
              <w:t>Special Offer</w:t>
            </w:r>
          </w:p>
          <w:p w:rsidR="009A1AF5" w:rsidRPr="00B82E2E">
            <w:r w:rsidRPr="00B82E2E">
              <w:t>For this month only, all</w:t>
            </w:r>
          </w:p>
          <w:p w:rsidR="009A1AF5" w:rsidRPr="00B82E2E">
            <w:r w:rsidRPr="00B82E2E">
              <w:rPr>
                <w:b/>
                <w:bCs/>
              </w:rPr>
              <w:t xml:space="preserve">Bestbooks Book Club </w:t>
            </w:r>
            <w:r w:rsidRPr="00B82E2E">
              <w:t>members will pay20% less for every book ordered Join our club for free and save big money!</w:t>
            </w:r>
          </w:p>
          <w:p w:rsidR="009A1AF5" w:rsidRPr="00B82E2E"/>
          <w:p w:rsidR="009A1AF5" w:rsidRPr="00B82E2E"/>
          <w:p w:rsidR="009A1AF5" w:rsidRPr="00B82E2E"/>
          <w:p w:rsidR="009A1AF5" w:rsidRPr="00B82E2E"/>
          <w:p w:rsidR="009A1AF5" w:rsidRPr="00B82E2E" w:rsidP="00B82E2E">
            <w:pPr>
              <w:jc w:val="center"/>
              <w:rPr>
                <w:b/>
                <w:bCs/>
                <w:u w:val="single"/>
              </w:rPr>
            </w:pPr>
            <w:r w:rsidRPr="00B82E2E">
              <w:rPr>
                <w:b/>
                <w:bCs/>
                <w:u w:val="single"/>
              </w:rPr>
              <w:t>Delivery</w:t>
            </w:r>
          </w:p>
          <w:p w:rsidR="009A1AF5" w:rsidRPr="00B82E2E">
            <w:r w:rsidRPr="00B82E2E">
              <w:t>We bring every book you order right to your door within three days.</w:t>
            </w:r>
          </w:p>
          <w:p w:rsidR="009A1AF5" w:rsidRPr="00B82E2E">
            <w:r w:rsidRPr="00B82E2E">
              <w:t xml:space="preserve">For </w:t>
            </w:r>
            <w:r w:rsidRPr="00B82E2E">
              <w:rPr>
                <w:b/>
                <w:bCs/>
              </w:rPr>
              <w:t>Bestbooks Book Club</w:t>
            </w:r>
            <w:r w:rsidRPr="00B82E2E">
              <w:t xml:space="preserve"> members, this is FREE.</w:t>
            </w:r>
          </w:p>
          <w:p w:rsidR="009A1AF5" w:rsidRPr="00B82E2E">
            <w:r w:rsidRPr="00B82E2E">
              <w:t>Non-members must pay an extra$2 per book.</w:t>
            </w:r>
          </w:p>
        </w:tc>
      </w:tr>
      <w:tr w:rsidTr="00B82E2E">
        <w:tblPrEx>
          <w:tblW w:w="8522" w:type="dxa"/>
          <w:tblLayout w:type="fixed"/>
          <w:tblLook w:val="00A0"/>
        </w:tblPrEx>
        <w:tc>
          <w:tcPr>
            <w:tcW w:w="6517" w:type="dxa"/>
          </w:tcPr>
          <w:p w:rsidR="009A1AF5" w:rsidRPr="00B82E2E" w:rsidP="00B82E2E">
            <w:pPr>
              <w:numPr>
                <w:ilvl w:val="0"/>
                <w:numId w:val="4"/>
              </w:numPr>
            </w:pPr>
            <w:r w:rsidRPr="00B82E2E">
              <w:rPr>
                <w:b/>
                <w:bCs/>
              </w:rPr>
              <w:t>First Big book of How</w:t>
            </w:r>
            <w:r w:rsidRPr="00B82E2E">
              <w:t xml:space="preserve"> by Jill Esbaum</w:t>
            </w:r>
          </w:p>
          <w:p w:rsidR="009A1AF5" w:rsidRPr="00B82E2E">
            <w:pPr>
              <w:rPr>
                <w:rFonts w:ascii="宋体" w:cs="宋体"/>
                <w:b/>
                <w:bCs/>
              </w:rPr>
            </w:pPr>
            <w:r w:rsidRPr="00B82E2E">
              <w:rPr>
                <w:rFonts w:ascii="宋体" w:hAnsi="宋体" w:cs="宋体" w:hint="eastAsia"/>
                <w:b/>
                <w:bCs/>
              </w:rPr>
              <w:t>＊＊＊</w:t>
            </w:r>
          </w:p>
          <w:p w:rsidR="009A1AF5" w:rsidRPr="00B82E2E">
            <w:pPr>
              <w:rPr>
                <w:rFonts w:hAnsi="宋体" w:cs="宋体"/>
              </w:rPr>
            </w:pPr>
            <w:r w:rsidRPr="00B82E2E">
              <w:rPr>
                <w:rFonts w:hAnsi="宋体" w:cs="宋体"/>
                <w:b/>
                <w:bCs/>
              </w:rPr>
              <w:t>Price</w:t>
            </w:r>
            <w:r w:rsidRPr="00B82E2E">
              <w:rPr>
                <w:rFonts w:hAnsi="宋体" w:cs="宋体"/>
              </w:rPr>
              <w:t>$15</w:t>
            </w:r>
          </w:p>
          <w:p w:rsidR="009A1AF5" w:rsidRPr="00B82E2E" w:rsidP="00B82E2E">
            <w:pPr>
              <w:ind w:firstLine="420"/>
              <w:rPr>
                <w:rFonts w:hAnsi="宋体" w:cs="宋体"/>
              </w:rPr>
            </w:pPr>
            <w:r w:rsidRPr="00B82E2E">
              <w:rPr>
                <w:rFonts w:hAnsi="宋体" w:cs="宋体"/>
              </w:rPr>
              <w:t>An excellent book about sea life for young children. The book is divided into 4 parts, one for each of the Pacific Atlantic, Indian an Arctic oceans. It focuses on the different animals found in each of these seas, along with interesting facts and amazing pictures.</w:t>
            </w:r>
          </w:p>
          <w:p w:rsidR="009A1AF5" w:rsidRPr="00B82E2E">
            <w:pPr>
              <w:rPr>
                <w:rFonts w:hAnsi="宋体" w:cs="宋体"/>
              </w:rPr>
            </w:pPr>
            <w:r w:rsidRPr="00B82E2E">
              <w:rPr>
                <w:rFonts w:hAnsi="宋体" w:cs="宋体"/>
              </w:rPr>
              <w:t>Ages:5--10</w:t>
            </w:r>
          </w:p>
        </w:tc>
        <w:tc>
          <w:tcPr>
            <w:tcW w:w="2005" w:type="dxa"/>
            <w:vMerge/>
          </w:tcPr>
          <w:p w:rsidR="009A1AF5" w:rsidRPr="00B82E2E"/>
        </w:tc>
      </w:tr>
      <w:tr w:rsidTr="00B82E2E">
        <w:tblPrEx>
          <w:tblW w:w="8522" w:type="dxa"/>
          <w:tblLayout w:type="fixed"/>
          <w:tblLook w:val="00A0"/>
        </w:tblPrEx>
        <w:tc>
          <w:tcPr>
            <w:tcW w:w="6517" w:type="dxa"/>
          </w:tcPr>
          <w:p w:rsidR="009A1AF5" w:rsidRPr="00B82E2E" w:rsidP="00B82E2E">
            <w:pPr>
              <w:numPr>
                <w:ilvl w:val="0"/>
                <w:numId w:val="4"/>
              </w:numPr>
            </w:pPr>
            <w:r w:rsidRPr="00B82E2E">
              <w:rPr>
                <w:b/>
                <w:bCs/>
              </w:rPr>
              <w:t xml:space="preserve">A Really Short History of Nearly Everything </w:t>
            </w:r>
            <w:r w:rsidRPr="00B82E2E">
              <w:t>by Bill Bryson</w:t>
            </w:r>
          </w:p>
          <w:p w:rsidR="009A1AF5" w:rsidRPr="00B82E2E">
            <w:pPr>
              <w:rPr>
                <w:rFonts w:ascii="宋体" w:cs="宋体"/>
              </w:rPr>
            </w:pPr>
            <w:r w:rsidRPr="00B82E2E">
              <w:rPr>
                <w:rFonts w:ascii="宋体" w:hAnsi="宋体" w:cs="宋体" w:hint="eastAsia"/>
                <w:b/>
                <w:bCs/>
              </w:rPr>
              <w:t>＊＊</w:t>
            </w:r>
          </w:p>
          <w:p w:rsidR="009A1AF5" w:rsidRPr="00B82E2E">
            <w:pPr>
              <w:rPr>
                <w:rFonts w:hAnsi="宋体" w:cs="宋体"/>
              </w:rPr>
            </w:pPr>
            <w:r w:rsidRPr="00B82E2E">
              <w:rPr>
                <w:rFonts w:hAnsi="宋体" w:cs="宋体"/>
                <w:b/>
                <w:bCs/>
              </w:rPr>
              <w:t>Price</w:t>
            </w:r>
            <w:r w:rsidRPr="00B82E2E">
              <w:rPr>
                <w:rFonts w:hAnsi="宋体" w:cs="宋体"/>
              </w:rPr>
              <w:t>$15</w:t>
            </w:r>
          </w:p>
          <w:p w:rsidR="009A1AF5" w:rsidRPr="00B82E2E" w:rsidP="00B82E2E">
            <w:pPr>
              <w:ind w:firstLine="420"/>
              <w:rPr>
                <w:rFonts w:hAnsi="宋体" w:cs="宋体"/>
              </w:rPr>
            </w:pPr>
            <w:r w:rsidRPr="00B82E2E">
              <w:rPr>
                <w:rFonts w:hAnsi="宋体" w:cs="宋体"/>
              </w:rPr>
              <w:t>Bill Bryson takes readers on a very funny and educational trip through the history of modern science-----from its unexpected successes to its great failures and everything in between.</w:t>
            </w:r>
          </w:p>
          <w:p w:rsidR="009A1AF5" w:rsidRPr="00B82E2E">
            <w:pPr>
              <w:rPr>
                <w:rFonts w:hAnsi="宋体" w:cs="宋体"/>
              </w:rPr>
            </w:pPr>
            <w:r w:rsidRPr="00B82E2E">
              <w:rPr>
                <w:rFonts w:hAnsi="宋体" w:cs="宋体"/>
              </w:rPr>
              <w:t xml:space="preserve">Ages:14 and over </w:t>
            </w:r>
          </w:p>
        </w:tc>
        <w:tc>
          <w:tcPr>
            <w:tcW w:w="2005" w:type="dxa"/>
            <w:vMerge/>
          </w:tcPr>
          <w:p w:rsidR="009A1AF5" w:rsidRPr="00B82E2E"/>
        </w:tc>
      </w:tr>
      <w:tr w:rsidTr="00B82E2E">
        <w:tblPrEx>
          <w:tblW w:w="8522" w:type="dxa"/>
          <w:tblLayout w:type="fixed"/>
          <w:tblLook w:val="00A0"/>
        </w:tblPrEx>
        <w:tc>
          <w:tcPr>
            <w:tcW w:w="6517" w:type="dxa"/>
          </w:tcPr>
          <w:p w:rsidR="009A1AF5" w:rsidRPr="00B82E2E" w:rsidP="00B82E2E">
            <w:pPr>
              <w:numPr>
                <w:ilvl w:val="0"/>
                <w:numId w:val="4"/>
              </w:numPr>
            </w:pPr>
            <w:r w:rsidRPr="00B82E2E">
              <w:rPr>
                <w:b/>
                <w:bCs/>
              </w:rPr>
              <w:t xml:space="preserve">National Geographic’s First Big Book of the World </w:t>
            </w:r>
            <w:r w:rsidRPr="00B82E2E">
              <w:t>by Jan Carn</w:t>
            </w:r>
          </w:p>
          <w:p w:rsidR="009A1AF5" w:rsidRPr="00B82E2E">
            <w:pPr>
              <w:rPr>
                <w:rFonts w:ascii="宋体" w:cs="宋体"/>
                <w:b/>
                <w:bCs/>
              </w:rPr>
            </w:pPr>
            <w:r w:rsidRPr="00B82E2E">
              <w:rPr>
                <w:rFonts w:ascii="宋体" w:hAnsi="宋体" w:cs="宋体" w:hint="eastAsia"/>
                <w:b/>
                <w:bCs/>
              </w:rPr>
              <w:t>＊</w:t>
            </w:r>
          </w:p>
          <w:p w:rsidR="009A1AF5" w:rsidRPr="00B82E2E">
            <w:pPr>
              <w:rPr>
                <w:rFonts w:hAnsi="宋体" w:cs="宋体"/>
              </w:rPr>
            </w:pPr>
            <w:r w:rsidRPr="00B82E2E">
              <w:rPr>
                <w:rFonts w:hAnsi="宋体" w:cs="宋体"/>
                <w:b/>
                <w:bCs/>
              </w:rPr>
              <w:t>Price</w:t>
            </w:r>
            <w:r w:rsidRPr="00B82E2E">
              <w:rPr>
                <w:rFonts w:hAnsi="宋体" w:cs="宋体"/>
              </w:rPr>
              <w:t>$20</w:t>
            </w:r>
          </w:p>
          <w:p w:rsidR="009A1AF5" w:rsidRPr="00B82E2E">
            <w:pPr>
              <w:rPr>
                <w:rFonts w:hAnsi="宋体" w:cs="宋体"/>
              </w:rPr>
            </w:pPr>
            <w:r w:rsidRPr="00B82E2E">
              <w:rPr>
                <w:rFonts w:hAnsi="宋体" w:cs="宋体"/>
              </w:rPr>
              <w:t xml:space="preserve">   This book is the perfect introduction to the seven continents</w:t>
            </w:r>
            <w:r w:rsidRPr="00B82E2E">
              <w:rPr>
                <w:rFonts w:hAnsi="宋体" w:cs="宋体" w:hint="eastAsia"/>
              </w:rPr>
              <w:t>（大陆）</w:t>
            </w:r>
            <w:r w:rsidRPr="00B82E2E">
              <w:rPr>
                <w:rFonts w:hAnsi="宋体" w:cs="宋体"/>
              </w:rPr>
              <w:t>.It tells young readers about the different animals that live on each of these lands and gives a simple description of the people</w:t>
            </w:r>
            <w:r w:rsidRPr="00B82E2E">
              <w:rPr>
                <w:rFonts w:hAnsi="宋体" w:cs="宋体"/>
              </w:rPr>
              <w:t>’</w:t>
            </w:r>
            <w:r w:rsidRPr="00B82E2E">
              <w:rPr>
                <w:rFonts w:hAnsi="宋体" w:cs="宋体"/>
              </w:rPr>
              <w:t>s history and culture.</w:t>
            </w:r>
          </w:p>
          <w:p w:rsidR="009A1AF5" w:rsidRPr="00B82E2E">
            <w:pPr>
              <w:rPr>
                <w:rFonts w:hAnsi="宋体" w:cs="宋体"/>
              </w:rPr>
            </w:pPr>
            <w:r w:rsidRPr="00B82E2E">
              <w:rPr>
                <w:rFonts w:hAnsi="宋体" w:cs="宋体"/>
              </w:rPr>
              <w:t>Ages:5-12</w:t>
            </w:r>
          </w:p>
        </w:tc>
        <w:tc>
          <w:tcPr>
            <w:tcW w:w="2005" w:type="dxa"/>
            <w:vMerge/>
          </w:tcPr>
          <w:p w:rsidR="009A1AF5" w:rsidRPr="00B82E2E"/>
        </w:tc>
      </w:tr>
    </w:tbl>
    <w:p w:rsidR="009A1AF5"/>
    <w:p w:rsidR="009A1AF5">
      <w:r>
        <w:t>56.The books on this webpage are listed by________.</w:t>
      </w:r>
    </w:p>
    <w:p w:rsidR="009A1AF5">
      <w:r>
        <w:t xml:space="preserve">   A.how much they are              B.how popular they are</w:t>
      </w:r>
    </w:p>
    <w:p w:rsidR="009A1AF5">
      <w:r>
        <w:t xml:space="preserve">   C.how old they are                D.who writes the book</w:t>
      </w:r>
    </w:p>
    <w:p w:rsidR="009A1AF5">
      <w:r>
        <w:t>57.Which of the following is True about the book Women in Science?</w:t>
      </w:r>
    </w:p>
    <w:p w:rsidR="009A1AF5">
      <w:r>
        <w:t xml:space="preserve">   A.It is mainly about Marie Curie’s history.</w:t>
      </w:r>
    </w:p>
    <w:p w:rsidR="009A1AF5">
      <w:r>
        <w:t xml:space="preserve">   B.It lists all the important scientific achievements.</w:t>
      </w:r>
    </w:p>
    <w:p w:rsidR="009A1AF5">
      <w:r>
        <w:t xml:space="preserve">   C.It includes women scientists that aren’t famous.</w:t>
      </w:r>
    </w:p>
    <w:p w:rsidR="009A1AF5">
      <w:r>
        <w:t xml:space="preserve">   D.It is mostly about the development of modern science.</w:t>
      </w:r>
    </w:p>
    <w:p w:rsidR="009A1AF5">
      <w:r>
        <w:t>58.How much will a Bestbooks Book Club member pay in total if he orders First Big Book of How and A Really Short History of Nearly Everything today?</w:t>
      </w:r>
    </w:p>
    <w:p w:rsidR="009A1AF5">
      <w:r>
        <w:t>A.$34            B.$30          C.$26        D.$24</w:t>
      </w:r>
    </w:p>
    <w:p w:rsidR="009A1AF5">
      <w:r>
        <w:t>59.A primary school student who needs to write a science report about African elephants should choose_________________.</w:t>
      </w:r>
    </w:p>
    <w:p w:rsidR="009A1AF5">
      <w:r>
        <w:t>A.Women in science</w:t>
      </w:r>
    </w:p>
    <w:p w:rsidR="009A1AF5">
      <w:r>
        <w:t>B.First Big Book of How</w:t>
      </w:r>
    </w:p>
    <w:p w:rsidR="009A1AF5">
      <w:r>
        <w:t>C.A Really Short History of Nearly Everything</w:t>
      </w:r>
    </w:p>
    <w:p w:rsidR="009A1AF5">
      <w:r>
        <w:t>D.National Geographic’s First Big Book of the World</w:t>
      </w:r>
    </w:p>
    <w:p w:rsidR="009A1AF5">
      <w:r>
        <w:t>60.The main purpose of this webpage is__________.</w:t>
      </w:r>
    </w:p>
    <w:p w:rsidR="009A1AF5">
      <w:r>
        <w:t>A.to sell books to young readers</w:t>
      </w:r>
    </w:p>
    <w:p w:rsidR="009A1AF5">
      <w:r>
        <w:t>B.to attract new book club members</w:t>
      </w:r>
    </w:p>
    <w:p w:rsidR="009A1AF5">
      <w:r>
        <w:t>C.to encourage students’ interest in science</w:t>
      </w:r>
    </w:p>
    <w:p w:rsidR="009A1AF5">
      <w:r>
        <w:t>D.to review books young readers might like</w:t>
      </w:r>
    </w:p>
    <w:p w:rsidR="009A1AF5"/>
    <w:p w:rsidR="009A1AF5"/>
    <w:p w:rsidR="009A1AF5">
      <w:pPr>
        <w:jc w:val="center"/>
        <w:rPr>
          <w:b/>
          <w:bCs/>
        </w:rPr>
      </w:pPr>
      <w:r>
        <w:rPr>
          <w:b/>
          <w:bCs/>
        </w:rPr>
        <w:t>B</w:t>
      </w:r>
    </w:p>
    <w:p w:rsidR="009A1AF5">
      <w:r>
        <w:t xml:space="preserve">  Vira Timbaci’s post office job is similar to that of many postal workers around the word. But, there is a difference. One of the mailboxes he manages is underwater.</w:t>
      </w:r>
    </w:p>
    <w:p w:rsidR="009A1AF5">
      <w:r>
        <w:t xml:space="preserve">  It is about 1160feet off the coast of </w:t>
      </w:r>
      <w:smartTag w:uri="urn:schemas-microsoft-com:office:smarttags" w:element="country-region">
        <w:r>
          <w:t>Vanuatu</w:t>
        </w:r>
      </w:smartTag>
      <w:r>
        <w:t xml:space="preserve"> which is an island nation, about 1000 miles east of northern </w:t>
      </w:r>
      <w:smartTag w:uri="urn:schemas-microsoft-com:office:smarttags" w:element="place">
        <w:smartTag w:uri="urn:schemas-microsoft-com:office:smarttags" w:element="country-region">
          <w:r>
            <w:t>Australia</w:t>
          </w:r>
        </w:smartTag>
      </w:smartTag>
      <w:r>
        <w:t xml:space="preserve"> . The post office opened in 2003. It is the world’s first underwater post office It makes it possible for vacationers to send postcards back home from under the sea.</w:t>
      </w:r>
    </w:p>
    <w:p w:rsidR="009A1AF5">
      <w:r>
        <w:t>“Every week hundreds of postcards are dropped off at the underwater post office” Timbaci says,”The number goes up when cruise ships come into port.”</w:t>
      </w:r>
    </w:p>
    <w:p w:rsidR="009A1AF5">
      <w:r>
        <w:t xml:space="preserve">  It’s Timbaci’s job to make sure that the postcards are collected on time at 3 pm each day. He is the postal manager. Postcards are made of waterproof plastic</w:t>
      </w:r>
      <w:r>
        <w:rPr>
          <w:rFonts w:hint="eastAsia"/>
        </w:rPr>
        <w:t>（防水胶）</w:t>
      </w:r>
      <w:r>
        <w:t>.There is a special stamp on the postcard. The post office marks each postcard without using ink.</w:t>
      </w:r>
    </w:p>
    <w:p w:rsidR="009A1AF5">
      <w:pPr>
        <w:rPr>
          <w:b/>
          <w:bCs/>
          <w:u w:val="single"/>
        </w:rPr>
      </w:pPr>
      <w:r>
        <w:t xml:space="preserve">  Visitors know that the post office is open for business when a flag is flown on the water At one time the local postal service trained its postal workers to scuba dive</w:t>
      </w:r>
      <w:r>
        <w:rPr>
          <w:rFonts w:hint="eastAsia"/>
        </w:rPr>
        <w:t>（潜水）</w:t>
      </w:r>
      <w:r>
        <w:t>.But over time this additional</w:t>
      </w:r>
      <w:r>
        <w:rPr>
          <w:rFonts w:hint="eastAsia"/>
        </w:rPr>
        <w:t>（附加的）</w:t>
      </w:r>
      <w:r>
        <w:t>training became difficult That is why the dive masters</w:t>
      </w:r>
      <w:r>
        <w:rPr>
          <w:rFonts w:hint="eastAsia"/>
        </w:rPr>
        <w:t>（精英）</w:t>
      </w:r>
      <w:r>
        <w:t xml:space="preserve">now also </w:t>
      </w:r>
      <w:r>
        <w:rPr>
          <w:b/>
          <w:bCs/>
          <w:u w:val="single"/>
        </w:rPr>
        <w:t>pitch in.</w:t>
      </w:r>
    </w:p>
    <w:p w:rsidR="009A1AF5">
      <w:r>
        <w:t xml:space="preserve">  In the years since its opening, there have been several copycat underwater mailboxes that have opened. This includes ones in Susami Japan and Risor Norway. There is also one in Malaysia which is the world’s deepest located more than 130 feet underwater. But the one at Vanuatu will go down in history as being the first of its kind</w:t>
      </w:r>
    </w:p>
    <w:p w:rsidR="009A1AF5"/>
    <w:p w:rsidR="009A1AF5">
      <w:r>
        <w:t>61.Vira Timbaci’s post office job is different because____________.</w:t>
      </w:r>
    </w:p>
    <w:p w:rsidR="009A1AF5">
      <w:r>
        <w:t xml:space="preserve">    A.he is the manager of the underwater post office</w:t>
      </w:r>
    </w:p>
    <w:p w:rsidR="009A1AF5">
      <w:pPr>
        <w:ind w:firstLine="420"/>
      </w:pPr>
      <w:r>
        <w:t>B.he collects the postcards on time at 3pm</w:t>
      </w:r>
    </w:p>
    <w:p w:rsidR="009A1AF5">
      <w:pPr>
        <w:ind w:firstLine="420"/>
      </w:pPr>
      <w:r>
        <w:t>C.his post office has been opened since 2003</w:t>
      </w:r>
    </w:p>
    <w:p w:rsidR="009A1AF5">
      <w:pPr>
        <w:ind w:firstLine="420"/>
      </w:pPr>
      <w:r>
        <w:t>D.he advises vacationers to send postcards home</w:t>
      </w:r>
    </w:p>
    <w:p w:rsidR="009A1AF5">
      <w:r>
        <w:t>62.Which of the following is TRUE about the postcards Timbaci collects?</w:t>
      </w:r>
    </w:p>
    <w:p w:rsidR="009A1AF5">
      <w:pPr>
        <w:ind w:firstLine="420"/>
      </w:pPr>
      <w:r>
        <w:t>A.They are plastic postcards</w:t>
      </w:r>
    </w:p>
    <w:p w:rsidR="009A1AF5">
      <w:pPr>
        <w:ind w:firstLine="420"/>
      </w:pPr>
      <w:r>
        <w:t>B.There is a special stamp with the mark in ink</w:t>
      </w:r>
    </w:p>
    <w:p w:rsidR="009A1AF5">
      <w:pPr>
        <w:ind w:firstLine="420"/>
      </w:pPr>
      <w:r>
        <w:t>C.They are sent away on cruse ships.</w:t>
      </w:r>
    </w:p>
    <w:p w:rsidR="009A1AF5">
      <w:pPr>
        <w:ind w:firstLine="420"/>
      </w:pPr>
      <w:r>
        <w:t>D.They can’t be collected when a flag is flown at the sea.</w:t>
      </w:r>
    </w:p>
    <w:p w:rsidR="009A1AF5">
      <w:r>
        <w:t>63.The underlined part”</w:t>
      </w:r>
      <w:r>
        <w:rPr>
          <w:b/>
          <w:bCs/>
        </w:rPr>
        <w:t>pitch in</w:t>
      </w:r>
      <w:r>
        <w:t>”in the passage probably means”______________”</w:t>
      </w:r>
    </w:p>
    <w:p w:rsidR="009A1AF5">
      <w:pPr>
        <w:ind w:firstLine="420"/>
      </w:pPr>
      <w:r>
        <w:t>A.train the postal workers              B.refuse to dive every day</w:t>
      </w:r>
    </w:p>
    <w:p w:rsidR="009A1AF5">
      <w:pPr>
        <w:ind w:firstLine="420"/>
      </w:pPr>
      <w:r>
        <w:t>C.save a lot of people                  D.start working here</w:t>
      </w:r>
    </w:p>
    <w:p w:rsidR="009A1AF5">
      <w:r>
        <w:t>64.The deepest of the under water post office in the world is in_______________.</w:t>
      </w:r>
    </w:p>
    <w:p w:rsidR="009A1AF5">
      <w:r>
        <w:t xml:space="preserve">    A.Susami            B.Japan          C.Norway       D.Malaysia</w:t>
      </w:r>
    </w:p>
    <w:p w:rsidR="009A1AF5">
      <w:r>
        <w:t>65.The passage is mainly about_________</w:t>
      </w:r>
    </w:p>
    <w:p w:rsidR="009A1AF5" w:rsidP="00282A84">
      <w:pPr>
        <w:ind w:firstLine="420" w:firstLineChars="200"/>
      </w:pPr>
      <w:r>
        <w:t>A.Vira Timbaci’s post office job in the sea</w:t>
      </w:r>
    </w:p>
    <w:p w:rsidR="009A1AF5" w:rsidP="00282A84">
      <w:pPr>
        <w:ind w:firstLine="420" w:firstLineChars="200"/>
      </w:pPr>
      <w:r>
        <w:t>B.the ways to send postcards back home</w:t>
      </w:r>
    </w:p>
    <w:p w:rsidR="009A1AF5" w:rsidP="00282A84">
      <w:pPr>
        <w:ind w:firstLine="420" w:firstLineChars="200"/>
      </w:pPr>
      <w:r>
        <w:t>C.the world’s first underwater mailboxes</w:t>
      </w:r>
    </w:p>
    <w:p w:rsidR="009A1AF5" w:rsidP="00282A84">
      <w:pPr>
        <w:ind w:firstLine="420" w:firstLineChars="200"/>
      </w:pPr>
      <w:r>
        <w:t>D.several copycat under water mailboxes</w:t>
      </w:r>
    </w:p>
    <w:p w:rsidR="009A1AF5"/>
    <w:p w:rsidR="009A1AF5">
      <w:pPr>
        <w:jc w:val="center"/>
        <w:rPr>
          <w:b/>
          <w:bCs/>
        </w:rPr>
      </w:pPr>
    </w:p>
    <w:p w:rsidR="009A1AF5">
      <w:pPr>
        <w:jc w:val="center"/>
        <w:rPr>
          <w:b/>
          <w:bCs/>
        </w:rPr>
      </w:pPr>
      <w:r>
        <w:rPr>
          <w:b/>
          <w:bCs/>
        </w:rPr>
        <w:t>C</w:t>
      </w:r>
    </w:p>
    <w:p w:rsidR="009A1AF5"/>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1"/>
        <w:gridCol w:w="5341"/>
      </w:tblGrid>
      <w:tr w:rsidTr="00B82E2E">
        <w:tblPrEx>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c>
          <w:tcPr>
            <w:tcW w:w="3181" w:type="dxa"/>
          </w:tcPr>
          <w:p w:rsidR="009A1AF5" w:rsidRPr="00B82E2E" w:rsidP="00B82E2E">
            <w:pPr>
              <w:numPr>
                <w:ilvl w:val="0"/>
                <w:numId w:val="5"/>
              </w:numPr>
            </w:pPr>
            <w:r w:rsidRPr="00B82E2E">
              <w:rPr>
                <w:b/>
                <w:bCs/>
              </w:rPr>
              <w:t>Cindy</w:t>
            </w:r>
            <w:r w:rsidRPr="00B82E2E">
              <w:t xml:space="preserve"> is a good student. She is good at all subjects except English at school. She thinks she has few chances to practice speaking English.</w:t>
            </w:r>
          </w:p>
          <w:p w:rsidR="009A1AF5" w:rsidRPr="00B82E2E" w:rsidP="00B82E2E">
            <w:pPr>
              <w:numPr>
                <w:ilvl w:val="0"/>
                <w:numId w:val="5"/>
              </w:numPr>
            </w:pPr>
            <w:r w:rsidRPr="00B82E2E">
              <w:rPr>
                <w:b/>
                <w:bCs/>
              </w:rPr>
              <w:t>Amy</w:t>
            </w:r>
            <w:r w:rsidRPr="00B82E2E">
              <w:t xml:space="preserve"> is a housewife,and she has four children. They live a poor life. Every day she has to buy much food for them but she can’t spend much money</w:t>
            </w:r>
          </w:p>
          <w:p w:rsidR="009A1AF5" w:rsidRPr="00B82E2E" w:rsidP="00B82E2E">
            <w:pPr>
              <w:numPr>
                <w:ilvl w:val="0"/>
                <w:numId w:val="5"/>
              </w:numPr>
            </w:pPr>
            <w:r w:rsidRPr="00B82E2E">
              <w:rPr>
                <w:b/>
                <w:bCs/>
              </w:rPr>
              <w:t>Frank</w:t>
            </w:r>
            <w:r w:rsidRPr="00B82E2E">
              <w:t xml:space="preserve"> is interested in science and he wants to know what our life will be like in the future.</w:t>
            </w:r>
          </w:p>
          <w:p w:rsidR="009A1AF5" w:rsidRPr="00B82E2E" w:rsidP="00B82E2E">
            <w:pPr>
              <w:numPr>
                <w:ilvl w:val="0"/>
                <w:numId w:val="5"/>
              </w:numPr>
            </w:pPr>
            <w:r w:rsidRPr="00B82E2E">
              <w:rPr>
                <w:b/>
                <w:bCs/>
              </w:rPr>
              <w:t>Henry</w:t>
            </w:r>
            <w:r w:rsidRPr="00B82E2E">
              <w:t xml:space="preserve"> is studying geography at a college.. He likes to experience some natural adventures and he also wants to visit some great wonders of the natural world.</w:t>
            </w:r>
          </w:p>
          <w:p w:rsidR="009A1AF5" w:rsidRPr="00B82E2E" w:rsidP="00B82E2E">
            <w:pPr>
              <w:numPr>
                <w:ilvl w:val="0"/>
                <w:numId w:val="5"/>
              </w:numPr>
            </w:pPr>
            <w:r w:rsidRPr="00B82E2E">
              <w:rPr>
                <w:b/>
                <w:bCs/>
              </w:rPr>
              <w:t>Michael</w:t>
            </w:r>
            <w:r w:rsidRPr="00B82E2E">
              <w:t xml:space="preserve"> doesn’t like hot days, because the air conditioner in his home is usually set at very low temperatures in summer. But it isn’t helpful to the protection of the environment.</w:t>
            </w:r>
          </w:p>
        </w:tc>
        <w:tc>
          <w:tcPr>
            <w:tcW w:w="5341" w:type="dxa"/>
          </w:tcPr>
          <w:p w:rsidR="009A1AF5" w:rsidRPr="00B82E2E" w:rsidP="00B82E2E">
            <w:pPr>
              <w:numPr>
                <w:ilvl w:val="0"/>
                <w:numId w:val="6"/>
              </w:numPr>
            </w:pPr>
            <w:r w:rsidRPr="00B82E2E">
              <w:t>Welcome to the Fair-price Shop. We have books on science, food computer and entertainment. We sell them at very low prices. Call us at 518--9736 for more information.</w:t>
            </w:r>
          </w:p>
          <w:p w:rsidR="009A1AF5" w:rsidRPr="00B82E2E" w:rsidP="00B82E2E">
            <w:pPr>
              <w:numPr>
                <w:ilvl w:val="0"/>
                <w:numId w:val="6"/>
              </w:numPr>
            </w:pPr>
            <w:r w:rsidRPr="00B82E2E">
              <w:t>Join an English Corner. You can find one in our school or city. Some native English speakers are always there. So it’s a good chance for lovers to practice spoken English.</w:t>
            </w:r>
          </w:p>
          <w:p w:rsidR="009A1AF5" w:rsidRPr="00B82E2E" w:rsidP="00B82E2E">
            <w:pPr>
              <w:numPr>
                <w:ilvl w:val="0"/>
                <w:numId w:val="6"/>
              </w:numPr>
            </w:pPr>
            <w:r w:rsidRPr="00B82E2E">
              <w:t>Welcome to the Mengxin store. We sell eggs, apples, tomatoes and mutton at very good prices but they are very fresh. Our business hours are from 6:00 am to 10:30 pm.</w:t>
            </w:r>
          </w:p>
          <w:p w:rsidR="009A1AF5" w:rsidRPr="00B82E2E" w:rsidP="00B82E2E">
            <w:pPr>
              <w:numPr>
                <w:ilvl w:val="0"/>
                <w:numId w:val="6"/>
              </w:numPr>
            </w:pPr>
            <w:r w:rsidRPr="00B82E2E">
              <w:t>Welcome to the Grand Canyon. It is in the United States. It is a great wonder of the natural world and attracts o lot of tourists all over the world.</w:t>
            </w:r>
          </w:p>
          <w:p w:rsidR="009A1AF5" w:rsidRPr="00B82E2E" w:rsidP="00B82E2E">
            <w:pPr>
              <w:numPr>
                <w:ilvl w:val="0"/>
                <w:numId w:val="6"/>
              </w:numPr>
            </w:pPr>
            <w:r w:rsidRPr="00B82E2E">
              <w:t>Welcome to the Energetic Shop. It is one of the biggest conditioner shops in the city. There are different kinds of conditioners. All of them are popular. If you come to our shop on Tuesday, you will have20%off.</w:t>
            </w:r>
          </w:p>
          <w:p w:rsidR="009A1AF5" w:rsidRPr="00B82E2E" w:rsidP="00B82E2E">
            <w:pPr>
              <w:numPr>
                <w:ilvl w:val="0"/>
                <w:numId w:val="6"/>
              </w:numPr>
            </w:pPr>
            <w:r w:rsidRPr="00B82E2E">
              <w:t>You can save electricity by cleaning your air conditioner. A dirty air conditioner usually makers you feel hotter. Also, always set the air conditioner at26</w:t>
            </w:r>
            <w:r w:rsidRPr="00B82E2E">
              <w:rPr>
                <w:rFonts w:ascii="宋体" w:hAnsi="宋体" w:cs="宋体" w:hint="eastAsia"/>
              </w:rPr>
              <w:t>℃</w:t>
            </w:r>
            <w:r w:rsidRPr="00B82E2E">
              <w:t>. It will save electricity as well.</w:t>
            </w:r>
          </w:p>
          <w:p w:rsidR="009A1AF5" w:rsidRPr="00B82E2E" w:rsidP="00B82E2E">
            <w:pPr>
              <w:numPr>
                <w:ilvl w:val="0"/>
                <w:numId w:val="6"/>
              </w:numPr>
            </w:pPr>
            <w:r w:rsidRPr="00B82E2E">
              <w:t>Welcome to the Future Town. It allows us to look into the future and know about the cities of the next century. You can also spend some time in our pace station for the journey to Mars</w:t>
            </w:r>
          </w:p>
        </w:tc>
      </w:tr>
    </w:tbl>
    <w:p w:rsidR="009A1AF5"/>
    <w:p w:rsidR="009A1AF5"/>
    <w:p w:rsidR="009A1AF5">
      <w:r>
        <w:rPr>
          <w:rFonts w:hint="eastAsia"/>
        </w:rPr>
        <w:t>五、短文填空（本大题有</w:t>
      </w:r>
      <w:r>
        <w:t>10</w:t>
      </w:r>
      <w:r>
        <w:rPr>
          <w:rFonts w:hint="eastAsia"/>
        </w:rPr>
        <w:t>小题，每小题</w:t>
      </w:r>
      <w:r>
        <w:t>1.5</w:t>
      </w:r>
      <w:r>
        <w:rPr>
          <w:rFonts w:hint="eastAsia"/>
        </w:rPr>
        <w:t>分，共</w:t>
      </w:r>
      <w:r>
        <w:t>15</w:t>
      </w:r>
      <w:r>
        <w:rPr>
          <w:rFonts w:hint="eastAsia"/>
        </w:rPr>
        <w:t>分）</w:t>
      </w:r>
    </w:p>
    <w:p w:rsidR="009A1AF5">
      <w:r>
        <w:rPr>
          <w:rFonts w:hint="eastAsia"/>
        </w:rPr>
        <w:t>请用适当的词完成下面的短文，并把所缺少的单词填写在大题卡指定的位置上，</w:t>
      </w:r>
    </w:p>
    <w:p w:rsidR="009A1AF5">
      <w:r>
        <w:rPr>
          <w:rFonts w:hint="eastAsia"/>
        </w:rPr>
        <w:t>写一个形式正确、意义相符的单词。</w:t>
      </w:r>
    </w:p>
    <w:p w:rsidR="009A1AF5">
      <w:r>
        <w:t xml:space="preserve">   Lan, a student of Grade Seven from Shanxi was taking a drawing class. Guess what she draw -- a house with wings</w:t>
      </w:r>
      <w:r>
        <w:rPr>
          <w:rFonts w:hint="eastAsia"/>
        </w:rPr>
        <w:t>（翅膀）</w:t>
      </w:r>
      <w:r>
        <w:t>. When the teacher asked__71__she drew that, Lan said if her house could __72__, it wouldn’t fall down in an earthquake.</w:t>
      </w:r>
    </w:p>
    <w:p w:rsidR="009A1AF5">
      <w:r>
        <w:t xml:space="preserve">   Lan’s hometown was hit by a strong__73__ before. At least 196 people were killed and more than 1100 were injured. Many people became homeless. Soldiers and doctors__74__ arrived in the area to save people an to rebuild homes. Lots of money was sent there to help all those in need.</w:t>
      </w:r>
    </w:p>
    <w:p w:rsidR="009A1AF5">
      <w:r>
        <w:t xml:space="preserve">   __75__we can’t prevent an earthquake from happening, we can use some methods to reduce harm. During an earthquake, do not jump out of high buildings because it is very __76__. Another method is to hide__77__a strong table or desk. If there is no shelter</w:t>
      </w:r>
      <w:r>
        <w:rPr>
          <w:rFonts w:hint="eastAsia"/>
        </w:rPr>
        <w:t>（躲避处）</w:t>
      </w:r>
      <w:r>
        <w:t>nearby, you can also stay by a wall, and cover your head and neck with your arms and hands. And then you must keep calm and stay there __78__ the shaking stops.</w:t>
      </w:r>
    </w:p>
    <w:p w:rsidR="009A1AF5">
      <w:r>
        <w:t>“There should be more safety training at schools in our country,” said Xu Jian, ___79___education expert in Beijing. There is no more truth than this when one’s___80___is the most important of all.</w:t>
      </w:r>
    </w:p>
    <w:p w:rsidR="009A1AF5"/>
    <w:p w:rsidR="009A1AF5">
      <w:r>
        <w:rPr>
          <w:rFonts w:hint="eastAsia"/>
        </w:rPr>
        <w:t>六、读写综合（本大题分为</w:t>
      </w:r>
      <w:r>
        <w:t>A\B</w:t>
      </w:r>
      <w:r>
        <w:rPr>
          <w:rFonts w:hint="eastAsia"/>
        </w:rPr>
        <w:t>两部分，共</w:t>
      </w:r>
      <w:r>
        <w:t>20</w:t>
      </w:r>
      <w:r>
        <w:rPr>
          <w:rFonts w:hint="eastAsia"/>
        </w:rPr>
        <w:t>分）</w:t>
      </w:r>
    </w:p>
    <w:p w:rsidR="009A1AF5">
      <w:r>
        <w:t>A.</w:t>
      </w:r>
      <w:r>
        <w:rPr>
          <w:rFonts w:hint="eastAsia"/>
        </w:rPr>
        <w:t>回答问题（共</w:t>
      </w:r>
      <w:r>
        <w:t>5</w:t>
      </w:r>
      <w:r>
        <w:rPr>
          <w:rFonts w:hint="eastAsia"/>
        </w:rPr>
        <w:t>小题，每小题</w:t>
      </w:r>
      <w:r>
        <w:t>1</w:t>
      </w:r>
      <w:r>
        <w:rPr>
          <w:rFonts w:hint="eastAsia"/>
        </w:rPr>
        <w:t>分，共五分）</w:t>
      </w:r>
    </w:p>
    <w:p w:rsidR="009A1AF5">
      <w:r>
        <w:rPr>
          <w:rFonts w:hint="eastAsia"/>
        </w:rPr>
        <w:t>请阅读一篇介绍雷锋的文章。根据所提供的信息，用完整句子回答问题，并且把答案卸载答题卡指定的位置上。</w:t>
      </w:r>
    </w:p>
    <w:p w:rsidR="009A1AF5">
      <w:pPr>
        <w:jc w:val="center"/>
        <w:rPr>
          <w:b/>
          <w:bCs/>
        </w:rPr>
      </w:pPr>
      <w:r>
        <w:rPr>
          <w:b/>
          <w:bCs/>
        </w:rPr>
        <w:t>Lei Feng Spirit Carrying on</w:t>
      </w:r>
    </w:p>
    <w:p w:rsidR="009A1AF5">
      <w:r>
        <w:t xml:space="preserve">  On December 18, 1940, Lei Feng was born in a poor peasant family in a little mountain village of Changsha, Hunan Province. His grandparents raised him up with a lot of difficulties but he dared</w:t>
      </w:r>
      <w:r>
        <w:rPr>
          <w:rFonts w:hint="eastAsia"/>
        </w:rPr>
        <w:t>（敢于）</w:t>
      </w:r>
      <w:r>
        <w:t xml:space="preserve">to face them. He didn’t go to school until 1950. Eight years later, after leacing school he became a steel worker. He was often praised for his good job. He joined the army at the age of 20. in the same year, he joined the Communist Party of China. He loved the party and the people, and constantly did good for others.”It’s my duty,” Lei always said these words when he was thanked by those people. He became a model soldier one year later. Lei died in an accident in 1962. </w:t>
      </w:r>
    </w:p>
    <w:p w:rsidR="009A1AF5">
      <w:r>
        <w:t xml:space="preserve">  After his death, Chairman Mao Called on the people to “Learn form Comrade Lei Feng”. And 5 March has become the official”Learn form Lei Feng Day ” since 1963. people got to know more about him after Lei Feng’s Diary was first presented to the public. Now the term”Living Lei Feng” has become a noun for any one who is selfless, anyone who has deep love for his country, anyone who works hard, or any one who is always ready to help others.</w:t>
      </w:r>
    </w:p>
    <w:p w:rsidR="009A1AF5">
      <w:r>
        <w:t xml:space="preserve">  The whole country are mover by Lei Feng’s deeds</w:t>
      </w:r>
      <w:r>
        <w:rPr>
          <w:rFonts w:hint="eastAsia"/>
        </w:rPr>
        <w:t>（行为）</w:t>
      </w:r>
      <w:r>
        <w:t>. And Lei’s spirit will live in our hearts forever and we surely will practice his spirit in life as he did.</w:t>
      </w:r>
    </w:p>
    <w:p w:rsidR="009A1AF5"/>
    <w:p w:rsidR="009A1AF5">
      <w:pPr>
        <w:numPr>
          <w:ilvl w:val="0"/>
          <w:numId w:val="7"/>
        </w:numPr>
      </w:pPr>
      <w:r>
        <w:t>Which city was Lei Feng born in?</w:t>
      </w:r>
    </w:p>
    <w:p w:rsidR="009A1AF5">
      <w:pPr>
        <w:numPr>
          <w:ilvl w:val="0"/>
          <w:numId w:val="7"/>
        </w:numPr>
      </w:pPr>
      <w:r>
        <w:t>When did Lei Feng first go to school?</w:t>
      </w:r>
    </w:p>
    <w:p w:rsidR="009A1AF5">
      <w:pPr>
        <w:numPr>
          <w:ilvl w:val="0"/>
          <w:numId w:val="7"/>
        </w:numPr>
      </w:pPr>
      <w:r>
        <w:t>Did Lei Feng become a model soldier in 1961?</w:t>
      </w:r>
    </w:p>
    <w:p w:rsidR="009A1AF5">
      <w:pPr>
        <w:numPr>
          <w:ilvl w:val="0"/>
          <w:numId w:val="7"/>
        </w:numPr>
      </w:pPr>
      <w:r>
        <w:t>How long have people celebrated”Learn form Lei Feng Day”?</w:t>
      </w:r>
    </w:p>
    <w:p w:rsidR="009A1AF5">
      <w:pPr>
        <w:numPr>
          <w:ilvl w:val="0"/>
          <w:numId w:val="7"/>
        </w:numPr>
      </w:pPr>
      <w:r>
        <w:t>What is the nick name for those who would like to help others?</w:t>
      </w:r>
    </w:p>
    <w:p w:rsidR="009A1AF5"/>
    <w:p w:rsidR="009A1AF5"/>
    <w:p w:rsidR="009A1AF5"/>
    <w:p w:rsidR="009A1AF5"/>
    <w:p w:rsidR="009A1AF5"/>
    <w:p w:rsidR="009A1AF5"/>
    <w:p w:rsidR="009A1AF5"/>
    <w:p w:rsidR="009A1AF5"/>
    <w:p w:rsidR="009A1AF5"/>
    <w:p w:rsidR="009A1AF5"/>
    <w:p w:rsidR="009A1AF5"/>
    <w:p w:rsidR="009A1AF5"/>
    <w:p w:rsidR="009A1AF5"/>
    <w:p w:rsidR="009A1AF5">
      <w:r>
        <w:t>B.</w:t>
      </w:r>
      <w:r>
        <w:rPr>
          <w:rFonts w:hint="eastAsia"/>
        </w:rPr>
        <w:t>书面表达（本大题</w:t>
      </w:r>
      <w:r>
        <w:t>15</w:t>
      </w:r>
      <w:r>
        <w:rPr>
          <w:rFonts w:hint="eastAsia"/>
        </w:rPr>
        <w:t>分）</w:t>
      </w:r>
    </w:p>
    <w:p w:rsidR="009A1AF5">
      <w:r>
        <w:rPr>
          <w:rFonts w:hint="eastAsia"/>
        </w:rPr>
        <w:t>根据要求完成单文写作，请将作文卸载大题卡指定的位置上。</w:t>
      </w:r>
    </w:p>
    <w:p w:rsidR="009A1AF5">
      <w:pPr>
        <w:ind w:firstLine="420"/>
      </w:pPr>
      <w:r>
        <w:rPr>
          <w:rFonts w:hint="eastAsia"/>
        </w:rPr>
        <w:t>雷锋尽管出生贫寒，但是他通过自己的努力，成为了大家的模范。这种刻苦的精神，值得我们学习和宣扬。</w:t>
      </w:r>
      <w:r>
        <w:t>11</w:t>
      </w:r>
      <w:r>
        <w:rPr>
          <w:rFonts w:hint="eastAsia"/>
        </w:rPr>
        <w:t>月</w:t>
      </w:r>
      <w:r>
        <w:t>10</w:t>
      </w:r>
      <w:r>
        <w:rPr>
          <w:rFonts w:hint="eastAsia"/>
        </w:rPr>
        <w:t>日为国际青年日，你将代表学校参加国际青年节的演讲比赛，就“</w:t>
      </w:r>
      <w:r>
        <w:rPr>
          <w:b/>
          <w:bCs/>
        </w:rPr>
        <w:t>Dare to face difficulties</w:t>
      </w:r>
      <w:r>
        <w:rPr>
          <w:rFonts w:hint="eastAsia"/>
        </w:rPr>
        <w:t>”的题目发表演讲。内容包括：</w:t>
      </w:r>
    </w:p>
    <w:p w:rsidR="009A1AF5">
      <w:pPr>
        <w:numPr>
          <w:ilvl w:val="0"/>
          <w:numId w:val="8"/>
        </w:numPr>
        <w:ind w:firstLine="420"/>
      </w:pPr>
      <w:r>
        <w:rPr>
          <w:rFonts w:hint="eastAsia"/>
        </w:rPr>
        <w:t>你克服困难的一次经历</w:t>
      </w:r>
    </w:p>
    <w:p w:rsidR="009A1AF5">
      <w:pPr>
        <w:numPr>
          <w:ilvl w:val="0"/>
          <w:numId w:val="8"/>
        </w:numPr>
        <w:ind w:firstLine="420"/>
      </w:pPr>
      <w:r>
        <w:rPr>
          <w:rFonts w:hint="eastAsia"/>
        </w:rPr>
        <w:t>你从这次经历中得到的体会</w:t>
      </w:r>
    </w:p>
    <w:p w:rsidR="009A1AF5">
      <w:pPr>
        <w:numPr>
          <w:ilvl w:val="0"/>
          <w:numId w:val="8"/>
        </w:numPr>
        <w:ind w:firstLine="420"/>
      </w:pPr>
      <w:r>
        <w:rPr>
          <w:rFonts w:hint="eastAsia"/>
        </w:rPr>
        <w:t>呼吁大家勇于克服困难，超越自我。</w:t>
      </w:r>
    </w:p>
    <w:p w:rsidR="009A1AF5"/>
    <w:p w:rsidR="009A1AF5">
      <w:r>
        <w:rPr>
          <w:rFonts w:hint="eastAsia"/>
        </w:rPr>
        <w:t>作文要求：：</w:t>
      </w:r>
    </w:p>
    <w:p w:rsidR="009A1AF5">
      <w:pPr>
        <w:numPr>
          <w:ilvl w:val="0"/>
          <w:numId w:val="9"/>
        </w:numPr>
      </w:pPr>
      <w:r>
        <w:rPr>
          <w:rFonts w:hint="eastAsia"/>
        </w:rPr>
        <w:t>不能照抄原文；不得在作文中出现学校的真实名称和学生的真实姓名。</w:t>
      </w:r>
    </w:p>
    <w:p w:rsidR="009A1AF5">
      <w:pPr>
        <w:numPr>
          <w:ilvl w:val="0"/>
          <w:numId w:val="9"/>
        </w:numPr>
      </w:pPr>
      <w:r>
        <w:rPr>
          <w:rFonts w:hint="eastAsia"/>
        </w:rPr>
        <w:t>语句连贯，词数</w:t>
      </w:r>
      <w:r>
        <w:t>80</w:t>
      </w:r>
      <w:r>
        <w:rPr>
          <w:rFonts w:hint="eastAsia"/>
        </w:rPr>
        <w:t>个左右。作文的开头已经给出，不计入总词数，也不必抄写在答题卡上。</w:t>
      </w:r>
    </w:p>
    <w:p w:rsidR="009A1AF5"/>
    <w:p w:rsidR="009A1AF5">
      <w:pPr>
        <w:jc w:val="center"/>
      </w:pPr>
      <w:r>
        <w:rPr>
          <w:b/>
          <w:bCs/>
        </w:rPr>
        <w:t>Dare to face difficulties</w:t>
      </w:r>
    </w:p>
    <w:p w:rsidR="009A1AF5">
      <w:r>
        <w:t>Hello, everyone! Today, I’m going to talk about facing the difficulties in our daily lif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1AF5"/>
    <w:p w:rsidR="009A1AF5">
      <w:r>
        <w:t xml:space="preserve">  That’s all for my speech. Thank you!</w:t>
      </w:r>
    </w:p>
    <w:p w:rsidR="009A1AF5"/>
    <w:p w:rsidR="009A1AF5"/>
    <w:p w:rsidR="009A1AF5"/>
    <w:p w:rsidR="009A1AF5"/>
    <w:p w:rsidR="009A1AF5"/>
    <w:p w:rsidR="009A1AF5"/>
    <w:sectPr w:rsidSect="00DE37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607B50"/>
    <w:multiLevelType w:val="singleLevel"/>
    <w:tmpl w:val="80607B50"/>
    <w:lvl w:ilvl="0">
      <w:start w:val="1"/>
      <w:numFmt w:val="decimal"/>
      <w:lvlText w:val="%1."/>
      <w:lvlJc w:val="left"/>
      <w:pPr>
        <w:tabs>
          <w:tab w:val="left" w:pos="312"/>
        </w:tabs>
      </w:pPr>
      <w:rPr>
        <w:rFonts w:cs="Times New Roman"/>
      </w:rPr>
    </w:lvl>
  </w:abstractNum>
  <w:abstractNum w:abstractNumId="1">
    <w:nsid w:val="C0EF91D3"/>
    <w:multiLevelType w:val="singleLevel"/>
    <w:tmpl w:val="C0EF91D3"/>
    <w:lvl w:ilvl="0">
      <w:start w:val="1"/>
      <w:numFmt w:val="decimal"/>
      <w:suff w:val="nothing"/>
      <w:lvlText w:val="%1、"/>
      <w:lvlJc w:val="left"/>
      <w:pPr>
        <w:ind w:left="315"/>
      </w:pPr>
      <w:rPr>
        <w:rFonts w:cs="Times New Roman"/>
      </w:rPr>
    </w:lvl>
  </w:abstractNum>
  <w:abstractNum w:abstractNumId="2">
    <w:nsid w:val="D5E22798"/>
    <w:multiLevelType w:val="singleLevel"/>
    <w:tmpl w:val="D5E22798"/>
    <w:lvl w:ilvl="0">
      <w:start w:val="66"/>
      <w:numFmt w:val="decimal"/>
      <w:lvlText w:val="%1."/>
      <w:lvlJc w:val="left"/>
      <w:pPr>
        <w:tabs>
          <w:tab w:val="left" w:pos="312"/>
        </w:tabs>
      </w:pPr>
      <w:rPr>
        <w:rFonts w:cs="Times New Roman"/>
      </w:rPr>
    </w:lvl>
  </w:abstractNum>
  <w:abstractNum w:abstractNumId="3">
    <w:nsid w:val="27DA7890"/>
    <w:multiLevelType w:val="singleLevel"/>
    <w:tmpl w:val="27DA7890"/>
    <w:lvl w:ilvl="0">
      <w:start w:val="81"/>
      <w:numFmt w:val="decimal"/>
      <w:lvlText w:val="%1."/>
      <w:lvlJc w:val="left"/>
      <w:pPr>
        <w:tabs>
          <w:tab w:val="left" w:pos="312"/>
        </w:tabs>
      </w:pPr>
      <w:rPr>
        <w:rFonts w:cs="Times New Roman"/>
      </w:rPr>
    </w:lvl>
  </w:abstractNum>
  <w:abstractNum w:abstractNumId="4">
    <w:nsid w:val="4C34223D"/>
    <w:multiLevelType w:val="singleLevel"/>
    <w:tmpl w:val="4C34223D"/>
    <w:lvl w:ilvl="0">
      <w:start w:val="1"/>
      <w:numFmt w:val="upperLetter"/>
      <w:lvlText w:val="%1."/>
      <w:lvlJc w:val="left"/>
      <w:pPr>
        <w:tabs>
          <w:tab w:val="left" w:pos="312"/>
        </w:tabs>
        <w:ind w:left="525"/>
      </w:pPr>
      <w:rPr>
        <w:rFonts w:cs="Times New Roman"/>
      </w:rPr>
    </w:lvl>
  </w:abstractNum>
  <w:abstractNum w:abstractNumId="5">
    <w:nsid w:val="5AFF1D2F"/>
    <w:multiLevelType w:val="singleLevel"/>
    <w:tmpl w:val="5AFF1D2F"/>
    <w:lvl w:ilvl="0">
      <w:start w:val="2"/>
      <w:numFmt w:val="chineseCounting"/>
      <w:suff w:val="space"/>
      <w:lvlText w:val="%1、"/>
      <w:lvlJc w:val="left"/>
      <w:rPr>
        <w:rFonts w:cs="Times New Roman" w:hint="eastAsia"/>
      </w:rPr>
    </w:lvl>
  </w:abstractNum>
  <w:abstractNum w:abstractNumId="6">
    <w:nsid w:val="73303BFC"/>
    <w:multiLevelType w:val="singleLevel"/>
    <w:tmpl w:val="73303BFC"/>
    <w:lvl w:ilvl="0">
      <w:start w:val="46"/>
      <w:numFmt w:val="decimal"/>
      <w:suff w:val="space"/>
      <w:lvlText w:val="%1."/>
      <w:lvlJc w:val="left"/>
      <w:rPr>
        <w:rFonts w:cs="Times New Roman"/>
      </w:rPr>
    </w:lvl>
  </w:abstractNum>
  <w:abstractNum w:abstractNumId="7">
    <w:nsid w:val="74E84A79"/>
    <w:multiLevelType w:val="singleLevel"/>
    <w:tmpl w:val="74E84A79"/>
    <w:lvl w:ilvl="0">
      <w:start w:val="1"/>
      <w:numFmt w:val="upperLetter"/>
      <w:lvlText w:val="%1."/>
      <w:lvlJc w:val="left"/>
      <w:pPr>
        <w:tabs>
          <w:tab w:val="left" w:pos="312"/>
        </w:tabs>
      </w:pPr>
      <w:rPr>
        <w:rFonts w:cs="Times New Roman"/>
      </w:rPr>
    </w:lvl>
  </w:abstractNum>
  <w:abstractNum w:abstractNumId="8">
    <w:nsid w:val="77AC57F6"/>
    <w:multiLevelType w:val="singleLevel"/>
    <w:tmpl w:val="77AC57F6"/>
    <w:lvl w:ilvl="0">
      <w:start w:val="1"/>
      <w:numFmt w:val="decimal"/>
      <w:lvlText w:val="%1."/>
      <w:lvlJc w:val="left"/>
      <w:pPr>
        <w:tabs>
          <w:tab w:val="left" w:pos="312"/>
        </w:tabs>
      </w:pPr>
      <w:rPr>
        <w:rFonts w:cs="Times New Roman"/>
      </w:rPr>
    </w:lvl>
  </w:abstractNum>
  <w:num w:numId="1">
    <w:abstractNumId w:val="5"/>
  </w:num>
  <w:num w:numId="2">
    <w:abstractNumId w:val="4"/>
  </w:num>
  <w:num w:numId="3">
    <w:abstractNumId w:val="6"/>
  </w:num>
  <w:num w:numId="4">
    <w:abstractNumId w:val="8"/>
  </w:num>
  <w:num w:numId="5">
    <w:abstractNumId w:val="2"/>
  </w:num>
  <w:num w:numId="6">
    <w:abstractNumId w:val="7"/>
  </w:num>
  <w:num w:numId="7">
    <w:abstractNumId w:val="3"/>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71F"/>
    <w:rsid w:val="00282A84"/>
    <w:rsid w:val="006D7386"/>
    <w:rsid w:val="009A1AF5"/>
    <w:rsid w:val="00B82E2E"/>
    <w:rsid w:val="00DE371F"/>
    <w:rsid w:val="361E581C"/>
    <w:rsid w:val="55F77A86"/>
    <w:rsid w:val="6CC3093D"/>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71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E371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113</TotalTime>
  <Pages>7</Pages>
  <Words>2409</Words>
  <Characters>13737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Windows XP</cp:lastModifiedBy>
  <cp:revision>2</cp:revision>
  <dcterms:created xsi:type="dcterms:W3CDTF">2014-10-29T12:08:00Z</dcterms:created>
  <dcterms:modified xsi:type="dcterms:W3CDTF">2019-12-05T07:22:00Z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