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eastAsia="zh-CN"/>
        </w:rPr>
      </w:pPr>
    </w:p>
    <w:p>
      <w:pPr>
        <w:rPr>
          <w:sz w:val="21"/>
        </w:rPr>
      </w:pP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/>
          <w:sz w:val="24"/>
          <w:szCs w:val="24"/>
          <w:lang w:eastAsia="zh-CN"/>
        </w:rPr>
        <w:t>第五单元检测卷答案</w: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64135</wp:posOffset>
                </wp:positionV>
                <wp:extent cx="2028190" cy="29337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4290" y="1320800"/>
                          <a:ext cx="202819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一、填一填。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55pt;margin-top:5.05pt;height:23.1pt;width:159.7pt;z-index:-251658240;mso-width-relative:page;mso-height-relative:page;" filled="f" stroked="f" coordsize="21600,21600" o:gfxdata="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yBTgF2AAAAAcBAAAPAAAAAAAAAAEAIAAAACIAAABkcnMvZG93bnJldi54bWxQSwECFAAUAAAA&#10;CACHTuJAQ6G8MCcCAAAkBAAADgAAAAAAAAABACAAAAAn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一、填一填。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01976576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21590</wp:posOffset>
                </wp:positionV>
                <wp:extent cx="2131060" cy="29337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0190" y="2124710"/>
                          <a:ext cx="213106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6，8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7pt;margin-top:1.7pt;height:23.1pt;width:167.8pt;z-index:301976576;mso-width-relative:page;mso-height-relative:page;" filled="f" stroked="f" coordsize="21600,21600" o:gfxdata="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HR4VunZAAAABwEAAA8AAAAAAAAAAQAgAAAAIgAAAGRycy9kb3ducmV2LnhtbFBLAQIUABQA&#10;AAAIAIdO4kDejEbpKAIAACQEAAAOAAAAAAAAAAEAIAAAACg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6，8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01977600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12700</wp:posOffset>
                </wp:positionV>
                <wp:extent cx="325120" cy="1957070"/>
                <wp:effectExtent l="0" t="0" r="0" b="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209040" y="2115820"/>
                          <a:ext cx="325389" cy="1957070"/>
                          <a:chOff x="2838" y="2811"/>
                          <a:chExt cx="570" cy="3082"/>
                        </a:xfrm>
                      </wpg:grpSpPr>
                      <wps:wsp>
                        <wps:cNvPr id="2" name="文本框 2"/>
                        <wps:cNvSpPr txBox="1"/>
                        <wps:spPr>
                          <a:xfrm>
                            <a:off x="2838" y="2811"/>
                            <a:ext cx="504" cy="4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1.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2838" y="3350"/>
                            <a:ext cx="570" cy="4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2.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2838" y="3919"/>
                            <a:ext cx="544" cy="4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3.7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2838" y="4455"/>
                            <a:ext cx="544" cy="4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4.7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2848" y="5431"/>
                            <a:ext cx="544" cy="4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5.7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2pt;margin-top:1pt;height:154.1pt;width:25.6pt;z-index:301977600;mso-width-relative:page;mso-height-relative:page;" coordorigin="2838,2811" coordsize="570,3082" o:gfxdata="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">
                <o:lock v:ext="edit" aspectratio="f"/>
                <v:shape id="_x0000_s1026" o:spid="_x0000_s1026" o:spt="202" type="#_x0000_t202" style="position:absolute;left:2838;top:2811;height:462;width:504;" filled="f" stroked="f" coordsize="21600,21600" o:gfxdata="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gsWi8AAAA&#10;2g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1.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38;top:3350;height:462;width:570;" filled="f" stroked="f" coordsize="21600,21600" o:gfxdata="UEsDBAoAAAAAAIdO4kAAAAAAAAAAAAAAAAAEAAAAZHJzL1BLAwQUAAAACACHTuJAXOwU878AAADa&#10;AAAADwAAAGRycy9kb3ducmV2LnhtbEWPT2vCQBTE74V+h+UVequbWCy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zsFPO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2.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38;top:3919;height:462;width:544;" filled="f" stroked="f" coordsize="21600,21600" o:gfxdata="UEsDBAoAAAAAAIdO4kAAAAAAAAAAAAAAAAAEAAAAZHJzL1BLAwQUAAAACACHTuJA0wWMh78AAADa&#10;AAAADwAAAGRycy9kb3ducmV2LnhtbEWPT2vCQBTE74V+h+UVequbSC2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FjIe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3.7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38;top:4455;height:462;width:544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4.7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48;top:5431;height:462;width:544;" filled="f" stroked="f" coordsize="21600,21600" o:gfxdata="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unJs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5.7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01977600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156210</wp:posOffset>
                </wp:positionV>
                <wp:extent cx="2131060" cy="29337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0190" y="2457450"/>
                          <a:ext cx="213106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7pt;margin-top:12.3pt;height:23.1pt;width:167.8pt;z-index:301977600;mso-width-relative:page;mso-height-relative:page;" filled="f" stroked="f" coordsize="21600,21600" o:gfxdata="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HQsRnXaAAAACAEAAA8AAAAAAAAAAQAgAAAAIgAAAGRycy9kb3ducmV2LnhtbFBLAQIUABQA&#10;AAAIAIdO4kB18U6HJwIAACQEAAAOAAAAAAAAAAEAIAAAACk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01978624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109220</wp:posOffset>
                </wp:positionV>
                <wp:extent cx="2131060" cy="29337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0190" y="2806700"/>
                          <a:ext cx="213106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8，6，10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7pt;margin-top:8.6pt;height:23.1pt;width:167.8pt;z-index:301978624;mso-width-relative:page;mso-height-relative:page;" filled="f" stroked="f" coordsize="21600,21600" o:gfxdata="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15UlitoAAAAIAQAADwAAAAAAAAABACAAAAAiAAAAZHJzL2Rvd25yZXYueG1sUEsBAhQA&#10;FAAAAAgAh07iQK6cg9IpAgAAJAQAAA4AAAAAAAAAAQAgAAAAK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8，6，10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01979648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60325</wp:posOffset>
                </wp:positionV>
                <wp:extent cx="2131060" cy="73406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0190" y="3154045"/>
                          <a:ext cx="2131060" cy="734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&lt;   =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=   &lt;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=   &gt;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7pt;margin-top:4.75pt;height:57.8pt;width:167.8pt;z-index:301979648;mso-width-relative:page;mso-height-relative:page;" filled="f" stroked="f" coordsize="21600,21600" o:gfxdata="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SwAdXYAAAACAEAAA8AAAAAAAAAAQAgAAAAIgAAAGRycy9kb3ducmV2LnhtbFBLAQIUABQA&#10;AAAIAIdO4kBGk+rdKQIAACYEAAAOAAAAAAAAAAEAIAAAACc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&lt;   =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=   &lt;   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=   &gt;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52306176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98425</wp:posOffset>
                </wp:positionV>
                <wp:extent cx="2131060" cy="29337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106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3，5，7，8，10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7pt;margin-top:7.75pt;height:23.1pt;width:167.8pt;z-index:352306176;mso-width-relative:page;mso-height-relative:page;" filled="f" stroked="f" coordsize="21600,21600" o:gfxdata="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Ru&#10;nGXaAAAACAEAAA8AAAAAAAAAAQAgAAAAIgAAAGRycy9kb3ducmV2LnhtbFBLAQIUABQAAAAIAIdO&#10;4kACfEmDIQIAABoEAAAOAAAAAAAAAAEAIAAAACk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3，5，7，8，10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301977600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16510</wp:posOffset>
                </wp:positionV>
                <wp:extent cx="1294130" cy="1595120"/>
                <wp:effectExtent l="0" t="0" r="0" b="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4130" cy="1595120"/>
                          <a:chOff x="2120" y="4829"/>
                          <a:chExt cx="2038" cy="2512"/>
                        </a:xfrm>
                      </wpg:grpSpPr>
                      <wpg:grpSp>
                        <wpg:cNvPr id="14" name="组合 14"/>
                        <wpg:cNvGrpSpPr/>
                        <wpg:grpSpPr>
                          <a:xfrm>
                            <a:off x="2120" y="4829"/>
                            <a:ext cx="2038" cy="2498"/>
                            <a:chOff x="2120" y="4829"/>
                            <a:chExt cx="2038" cy="2498"/>
                          </a:xfrm>
                        </wpg:grpSpPr>
                        <wps:wsp>
                          <wps:cNvPr id="22" name="文本框 22"/>
                          <wps:cNvSpPr txBox="1"/>
                          <wps:spPr>
                            <a:xfrm>
                              <a:off x="2120" y="4829"/>
                              <a:ext cx="2038" cy="4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二、判断对错。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g:grpSp>
                          <wpg:cNvPr id="47" name="组合 47"/>
                          <wpg:cNvGrpSpPr/>
                          <wpg:grpSpPr>
                            <a:xfrm>
                              <a:off x="2500" y="5303"/>
                              <a:ext cx="570" cy="2024"/>
                              <a:chOff x="2838" y="3135"/>
                              <a:chExt cx="570" cy="2024"/>
                            </a:xfrm>
                          </wpg:grpSpPr>
                          <wps:wsp>
                            <wps:cNvPr id="48" name="文本框 2"/>
                            <wps:cNvSpPr txBox="1"/>
                            <wps:spPr>
                              <a:xfrm>
                                <a:off x="2838" y="3135"/>
                                <a:ext cx="504" cy="4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49" name="文本框 3"/>
                            <wps:cNvSpPr txBox="1"/>
                            <wps:spPr>
                              <a:xfrm>
                                <a:off x="2838" y="3554"/>
                                <a:ext cx="570" cy="4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50" name="文本框 4"/>
                            <wps:cNvSpPr txBox="1"/>
                            <wps:spPr>
                              <a:xfrm>
                                <a:off x="2838" y="3964"/>
                                <a:ext cx="544" cy="4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51" name="文本框 9"/>
                            <wps:cNvSpPr txBox="1"/>
                            <wps:spPr>
                              <a:xfrm>
                                <a:off x="2838" y="4328"/>
                                <a:ext cx="544" cy="4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√7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52" name="文本框 10"/>
                            <wps:cNvSpPr txBox="1"/>
                            <wps:spPr>
                              <a:xfrm>
                                <a:off x="2838" y="4697"/>
                                <a:ext cx="544" cy="46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</wpg:grpSp>
                      <wpg:grpSp>
                        <wpg:cNvPr id="32" name="组合 32"/>
                        <wpg:cNvGrpSpPr/>
                        <wpg:grpSpPr>
                          <a:xfrm rot="0">
                            <a:off x="2187" y="5317"/>
                            <a:ext cx="570" cy="2024"/>
                            <a:chOff x="2838" y="3135"/>
                            <a:chExt cx="570" cy="2024"/>
                          </a:xfrm>
                        </wpg:grpSpPr>
                        <wps:wsp>
                          <wps:cNvPr id="33" name="文本框 2"/>
                          <wps:cNvSpPr txBox="1"/>
                          <wps:spPr>
                            <a:xfrm>
                              <a:off x="2838" y="3135"/>
                              <a:ext cx="504" cy="4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1.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34" name="文本框 3"/>
                          <wps:cNvSpPr txBox="1"/>
                          <wps:spPr>
                            <a:xfrm>
                              <a:off x="2838" y="3554"/>
                              <a:ext cx="570" cy="4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2.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35" name="文本框 4"/>
                          <wps:cNvSpPr txBox="1"/>
                          <wps:spPr>
                            <a:xfrm>
                              <a:off x="2838" y="3928"/>
                              <a:ext cx="544" cy="4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3.7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36" name="文本框 9"/>
                          <wps:cNvSpPr txBox="1"/>
                          <wps:spPr>
                            <a:xfrm>
                              <a:off x="2838" y="4328"/>
                              <a:ext cx="544" cy="4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4.7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37" name="文本框 10"/>
                          <wps:cNvSpPr txBox="1"/>
                          <wps:spPr>
                            <a:xfrm>
                              <a:off x="2838" y="4697"/>
                              <a:ext cx="544" cy="4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5.7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2pt;margin-top:1.3pt;height:125.6pt;width:101.9pt;z-index:301977600;mso-width-relative:page;mso-height-relative:page;" coordorigin="2120,4829" coordsize="2038,2512" o:gfxdata="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">
                <o:lock v:ext="edit" aspectratio="f"/>
                <v:group id="_x0000_s1026" o:spid="_x0000_s1026" o:spt="203" style="position:absolute;left:2120;top:4829;height:2498;width:2038;" coordorigin="2120,4829" coordsize="2038,2498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2120;top:4829;height:462;width:2038;" filled="f" stroked="f" coordsize="21600,21600" o:gfxdata="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WuNG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二、判断对错。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2500;top:5303;height:2024;width:570;" coordorigin="2838,3135" coordsize="570,2024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2" o:spid="_x0000_s1026" o:spt="202" type="#_x0000_t202" style="position:absolute;left:2838;top:3135;height:462;width:504;" filled="f" stroked="f" coordsize="21600,21600" o:gfxdata="UEsDBAoAAAAAAIdO4kAAAAAAAAAAAAAAAAAEAAAAZHJzL1BLAwQUAAAACACHTuJAJuFqm7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xoY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uFqm7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√</w:t>
                            </w:r>
                          </w:p>
                        </w:txbxContent>
                      </v:textbox>
                    </v:shape>
                    <v:shape id="文本框 3" o:spid="_x0000_s1026" o:spt="202" type="#_x0000_t202" style="position:absolute;left:2838;top:3554;height:462;width:570;" filled="f" stroked="f" coordsize="21600,21600" o:gfxdata="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a3PAL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√</w:t>
                            </w:r>
                          </w:p>
                        </w:txbxContent>
                      </v:textbox>
                    </v:shape>
                    <v:shape id="文本框 4" o:spid="_x0000_s1026" o:spt="202" type="#_x0000_t202" style="position:absolute;left:2838;top:3964;height:444;width:544;" filled="f" stroked="f" coordsize="21600,21600" o:gfxdata="UEsDBAoAAAAAAIdO4kAAAAAAAAAAAAAAAAAEAAAAZHJzL1BLAwQUAAAACACHTuJAXU7wQL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ff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U7wQL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×</w:t>
                            </w:r>
                          </w:p>
                        </w:txbxContent>
                      </v:textbox>
                    </v:shape>
                    <v:shape id="文本框 9" o:spid="_x0000_s1026" o:spt="202" type="#_x0000_t202" style="position:absolute;left:2838;top:4328;height:462;width:544;" filled="f" stroked="f" coordsize="21600,21600" o:gfxdata="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AlXb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√7</w:t>
                            </w:r>
                          </w:p>
                        </w:txbxContent>
                      </v:textbox>
                    </v:shape>
                    <v:shape id="文本框 10" o:spid="_x0000_s1026" o:spt="202" type="#_x0000_t202" style="position:absolute;left:2838;top:4697;height:462;width:544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×</w:t>
                            </w:r>
                          </w:p>
                        </w:txbxContent>
                      </v:textbox>
                    </v:shape>
                  </v:group>
                </v:group>
                <v:group id="_x0000_s1026" o:spid="_x0000_s1026" o:spt="203" style="position:absolute;left:2187;top:5317;height:2024;width:570;" coordorigin="2838,3135" coordsize="570,2024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2838;top:3135;height:462;width:504;" filled="f" stroked="f" coordsize="21600,21600" o:gfxdata="UEsDBAoAAAAAAIdO4kAAAAAAAAAAAAAAAAAEAAAAZHJzL1BLAwQUAAAACACHTuJAcEOLl70AAADb&#10;AAAADwAAAGRycy9kb3ducmV2LnhtbEWPS6vCMBSE94L/IRzBnaYq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Q4uX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1.</w:t>
                          </w:r>
                        </w:p>
                      </w:txbxContent>
                    </v:textbox>
                  </v:shape>
                  <v:shape id="文本框 3" o:spid="_x0000_s1026" o:spt="202" type="#_x0000_t202" style="position:absolute;left:2838;top:3554;height:462;width:570;" filled="f" stroked="f" coordsize="21600,21600" o:gfxdata="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6oT47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2.</w:t>
                          </w:r>
                        </w:p>
                      </w:txbxContent>
                    </v:textbox>
                  </v:shape>
                  <v:shape id="文本框 4" o:spid="_x0000_s1026" o:spt="202" type="#_x0000_t202" style="position:absolute;left:2838;top:3928;height:444;width:544;" filled="f" stroked="f" coordsize="21600,21600" o:gfxdata="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Dmtni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3.7</w:t>
                          </w:r>
                        </w:p>
                      </w:txbxContent>
                    </v:textbox>
                  </v:shape>
                  <v:shape id="文本框 9" o:spid="_x0000_s1026" o:spt="202" type="#_x0000_t202" style="position:absolute;left:2838;top:4328;height:462;width:544;" filled="f" stroked="f" coordsize="21600,21600" o:gfxdata="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0KA+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4.7</w:t>
                          </w:r>
                        </w:p>
                      </w:txbxContent>
                    </v:textbox>
                  </v:shape>
                  <v:shape id="文本框 10" o:spid="_x0000_s1026" o:spt="202" type="#_x0000_t202" style="position:absolute;left:2838;top:4697;height:462;width:544;" filled="f" stroked="f" coordsize="21600,21600" o:gfxdata="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3iNlL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5.7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301984768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28575</wp:posOffset>
                </wp:positionV>
                <wp:extent cx="2330450" cy="1821180"/>
                <wp:effectExtent l="0" t="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0450" cy="1821180"/>
                          <a:chOff x="2159" y="4425"/>
                          <a:chExt cx="3670" cy="2868"/>
                        </a:xfrm>
                      </wpg:grpSpPr>
                      <wpg:grpSp>
                        <wpg:cNvPr id="8" name="组合 8"/>
                        <wpg:cNvGrpSpPr/>
                        <wpg:grpSpPr>
                          <a:xfrm>
                            <a:off x="2159" y="4425"/>
                            <a:ext cx="3670" cy="2868"/>
                            <a:chOff x="2159" y="4425"/>
                            <a:chExt cx="3670" cy="2868"/>
                          </a:xfrm>
                        </wpg:grpSpPr>
                        <wps:wsp>
                          <wps:cNvPr id="40" name="文本框 40"/>
                          <wps:cNvSpPr txBox="1"/>
                          <wps:spPr>
                            <a:xfrm>
                              <a:off x="2159" y="4425"/>
                              <a:ext cx="2038" cy="4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三、选择。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g:grpSp>
                          <wpg:cNvPr id="59" name="组合 59"/>
                          <wpg:cNvGrpSpPr/>
                          <wpg:grpSpPr>
                            <a:xfrm>
                              <a:off x="2473" y="4686"/>
                              <a:ext cx="3356" cy="2607"/>
                              <a:chOff x="2555" y="7675"/>
                              <a:chExt cx="3356" cy="2607"/>
                            </a:xfrm>
                          </wpg:grpSpPr>
                          <wps:wsp>
                            <wps:cNvPr id="28" name="文本框 11"/>
                            <wps:cNvSpPr txBox="1"/>
                            <wps:spPr>
                              <a:xfrm>
                                <a:off x="2555" y="9180"/>
                                <a:ext cx="3356" cy="6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instrText xml:space="preserve"> EQ \o\ac(</w:instrText>
                                  </w:r>
                                  <w:r>
                                    <w:rPr>
                                      <w:rFonts w:hint="eastAsia" w:asciiTheme="minorHAnsi" w:hAnsiTheme="minorHAnsi" w:eastAsiaTheme="minorEastAsia" w:cstheme="minorBidi"/>
                                      <w:kern w:val="2"/>
                                      <w:position w:val="-4"/>
                                      <w:sz w:val="36"/>
                                      <w:szCs w:val="24"/>
                                      <w:lang w:val="en-US" w:eastAsia="zh-CN" w:bidi="ar-SA"/>
                                    </w:rPr>
                                    <w:instrText xml:space="preserve">○</w:instrTex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instrText xml:space="preserve">,2)</w:instrTex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g:grpSp>
                            <wpg:cNvPr id="58" name="组合 58"/>
                            <wpg:cNvGrpSpPr/>
                            <wpg:grpSpPr>
                              <a:xfrm>
                                <a:off x="2555" y="7675"/>
                                <a:ext cx="3356" cy="2607"/>
                                <a:chOff x="2555" y="7675"/>
                                <a:chExt cx="3356" cy="2607"/>
                              </a:xfrm>
                            </wpg:grpSpPr>
                            <wps:wsp>
                              <wps:cNvPr id="25" name="文本框 6"/>
                              <wps:cNvSpPr txBox="1"/>
                              <wps:spPr>
                                <a:xfrm>
                                  <a:off x="2555" y="8151"/>
                                  <a:ext cx="3356" cy="6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 w:eastAsiaTheme="minorEastAsia"/>
                                        <w:sz w:val="24"/>
                                        <w:szCs w:val="24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  <w:szCs w:val="24"/>
                                        <w:lang w:val="en-US" w:eastAsia="zh-CN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  <w:szCs w:val="24"/>
                                        <w:lang w:val="en-US" w:eastAsia="zh-CN"/>
                                      </w:rPr>
                                      <w:instrText xml:space="preserve"> EQ \o\ac(</w:instrText>
                                    </w:r>
                                    <w:r>
                                      <w:rPr>
                                        <w:rFonts w:hint="eastAsia" w:asciiTheme="minorHAnsi" w:hAnsiTheme="minorHAnsi" w:eastAsiaTheme="minorEastAsia" w:cstheme="minorBidi"/>
                                        <w:kern w:val="2"/>
                                        <w:position w:val="-4"/>
                                        <w:sz w:val="36"/>
                                        <w:szCs w:val="24"/>
                                        <w:lang w:val="en-US" w:eastAsia="zh-CN" w:bidi="ar-SA"/>
                                      </w:rPr>
                                      <w:instrText xml:space="preserve">○</w:instrTex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  <w:szCs w:val="24"/>
                                        <w:lang w:val="en-US" w:eastAsia="zh-CN"/>
                                      </w:rPr>
                                      <w:instrText xml:space="preserve">,2)</w:instrTex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  <w:szCs w:val="24"/>
                                        <w:lang w:val="en-US" w:eastAsia="zh-CN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55" name="组合 55"/>
                              <wpg:cNvGrpSpPr/>
                              <wpg:grpSpPr>
                                <a:xfrm>
                                  <a:off x="2555" y="7675"/>
                                  <a:ext cx="3356" cy="2607"/>
                                  <a:chOff x="3165" y="7675"/>
                                  <a:chExt cx="3356" cy="2607"/>
                                </a:xfrm>
                              </wpg:grpSpPr>
                              <wps:wsp>
                                <wps:cNvPr id="24" name="文本框 5"/>
                                <wps:cNvSpPr txBox="1"/>
                                <wps:spPr>
                                  <a:xfrm>
                                    <a:off x="3165" y="7675"/>
                                    <a:ext cx="3356" cy="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 w:eastAsiaTheme="minor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 w:eastAsiaTheme="minor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  <w:fldChar w:fldCharType="begin"/>
                                      </w:r>
                                      <w:r>
                                        <w:rPr>
                                          <w:rFonts w:hint="eastAsia" w:eastAsiaTheme="minor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  <w:instrText xml:space="preserve"> EQ \o\ac(</w:instrText>
                                      </w:r>
                                      <w:r>
                                        <w:rPr>
                                          <w:rFonts w:hint="eastAsia" w:asciiTheme="minorHAnsi" w:hAnsiTheme="minorHAnsi" w:eastAsiaTheme="minorEastAsia" w:cstheme="minorBidi"/>
                                          <w:kern w:val="2"/>
                                          <w:position w:val="-4"/>
                                          <w:sz w:val="36"/>
                                          <w:szCs w:val="24"/>
                                          <w:lang w:val="en-US" w:eastAsia="zh-CN" w:bidi="ar-SA"/>
                                        </w:rPr>
                                        <w:instrText xml:space="preserve">○</w:instrText>
                                      </w:r>
                                      <w:r>
                                        <w:rPr>
                                          <w:rFonts w:hint="eastAsia" w:eastAsiaTheme="minor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  <w:instrText xml:space="preserve">,2)</w:instrText>
                                      </w:r>
                                      <w:r>
                                        <w:rPr>
                                          <w:rFonts w:hint="eastAsia" w:eastAsiaTheme="minor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  <w:fldChar w:fldCharType="end"/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26" name="文本框 7"/>
                                <wps:cNvSpPr txBox="1"/>
                                <wps:spPr>
                                  <a:xfrm>
                                    <a:off x="3165" y="8632"/>
                                    <a:ext cx="3356" cy="6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 w:eastAsiaTheme="minor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  <w:fldChar w:fldCharType="begin"/>
                                      </w:r>
                                      <w:r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  <w:instrText xml:space="preserve"> EQ \o\ac(</w:instrText>
                                      </w:r>
                                      <w:r>
                                        <w:rPr>
                                          <w:rFonts w:hint="eastAsia" w:asciiTheme="minorHAnsi" w:hAnsiTheme="minorHAnsi" w:eastAsiaTheme="minorEastAsia" w:cstheme="minorBidi"/>
                                          <w:kern w:val="2"/>
                                          <w:position w:val="-4"/>
                                          <w:sz w:val="36"/>
                                          <w:szCs w:val="24"/>
                                          <w:lang w:val="en-US" w:eastAsia="zh-CN" w:bidi="ar-SA"/>
                                        </w:rPr>
                                        <w:instrText xml:space="preserve">○</w:instrText>
                                      </w:r>
                                      <w:r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  <w:instrText xml:space="preserve">,1)</w:instrText>
                                      </w:r>
                                      <w:r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  <w:fldChar w:fldCharType="end"/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29" name="文本框 12"/>
                                <wps:cNvSpPr txBox="1"/>
                                <wps:spPr>
                                  <a:xfrm>
                                    <a:off x="3165" y="9658"/>
                                    <a:ext cx="878" cy="6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  <w:fldChar w:fldCharType="begin"/>
                                      </w:r>
                                      <w:r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  <w:instrText xml:space="preserve"> EQ \o\ac(</w:instrText>
                                      </w:r>
                                      <w:r>
                                        <w:rPr>
                                          <w:rFonts w:hint="eastAsia" w:asciiTheme="minorHAnsi" w:hAnsiTheme="minorHAnsi" w:eastAsiaTheme="minorEastAsia" w:cstheme="minorBidi"/>
                                          <w:kern w:val="2"/>
                                          <w:position w:val="-4"/>
                                          <w:sz w:val="36"/>
                                          <w:szCs w:val="24"/>
                                          <w:lang w:val="en-US" w:eastAsia="zh-CN" w:bidi="ar-SA"/>
                                        </w:rPr>
                                        <w:instrText xml:space="preserve">○</w:instrText>
                                      </w:r>
                                      <w:r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  <w:instrText xml:space="preserve">,1)</w:instrText>
                                      </w:r>
                                      <w:r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  <w:lang w:val="en-US" w:eastAsia="zh-CN"/>
                                        </w:rPr>
                                        <w:fldChar w:fldCharType="end"/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41" name="组合 41"/>
                        <wpg:cNvGrpSpPr/>
                        <wpg:grpSpPr>
                          <a:xfrm rot="0">
                            <a:off x="2187" y="4821"/>
                            <a:ext cx="570" cy="2456"/>
                            <a:chOff x="2838" y="2811"/>
                            <a:chExt cx="570" cy="2456"/>
                          </a:xfrm>
                        </wpg:grpSpPr>
                        <wps:wsp>
                          <wps:cNvPr id="42" name="文本框 2"/>
                          <wps:cNvSpPr txBox="1"/>
                          <wps:spPr>
                            <a:xfrm>
                              <a:off x="2838" y="2811"/>
                              <a:ext cx="504" cy="4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1.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3" name="文本框 3"/>
                          <wps:cNvSpPr txBox="1"/>
                          <wps:spPr>
                            <a:xfrm>
                              <a:off x="2838" y="3314"/>
                              <a:ext cx="570" cy="4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2.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4" name="文本框 4"/>
                          <wps:cNvSpPr txBox="1"/>
                          <wps:spPr>
                            <a:xfrm>
                              <a:off x="2838" y="3793"/>
                              <a:ext cx="544" cy="4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3.7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5" name="文本框 9"/>
                          <wps:cNvSpPr txBox="1"/>
                          <wps:spPr>
                            <a:xfrm>
                              <a:off x="2838" y="4328"/>
                              <a:ext cx="544" cy="4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4.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instrText xml:space="preserve"> EQ \o\ac(</w:instrText>
                                </w:r>
                                <w:r>
                                  <w:rPr>
                                    <w:rFonts w:hint="eastAsia" w:asciiTheme="minorHAnsi" w:hAnsiTheme="minorHAnsi" w:eastAsiaTheme="minorEastAsia" w:cstheme="minorBidi"/>
                                    <w:kern w:val="2"/>
                                    <w:sz w:val="24"/>
                                    <w:szCs w:val="24"/>
                                    <w:lang w:val="en-US" w:eastAsia="zh-CN" w:bidi="ar-SA"/>
                                  </w:rPr>
                                  <w:instrText xml:space="preserve">○</w:instrTex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instrText xml:space="preserve">,</w:instrText>
                                </w:r>
                                <w:r>
                                  <w:rPr>
                                    <w:rFonts w:hint="eastAsia" w:asciiTheme="minorHAnsi" w:hAnsiTheme="minorHAnsi" w:eastAsiaTheme="minorEastAsia" w:cstheme="minorBidi"/>
                                    <w:kern w:val="2"/>
                                    <w:position w:val="3"/>
                                    <w:sz w:val="16"/>
                                    <w:szCs w:val="24"/>
                                    <w:lang w:val="en-US" w:eastAsia="zh-CN" w:bidi="ar-SA"/>
                                  </w:rPr>
                                  <w:instrText xml:space="preserve">1</w:instrTex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instrText xml:space="preserve">)</w:instrTex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6" name="文本框 10"/>
                          <wps:cNvSpPr txBox="1"/>
                          <wps:spPr>
                            <a:xfrm>
                              <a:off x="2838" y="4805"/>
                              <a:ext cx="544" cy="4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t>5.7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8pt;margin-top:2.25pt;height:143.4pt;width:183.5pt;z-index:301984768;mso-width-relative:page;mso-height-relative:page;" coordorigin="2159,4425" coordsize="3670,2868" o:gfxdata="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">
                <o:lock v:ext="edit" aspectratio="f"/>
                <v:group id="_x0000_s1026" o:spid="_x0000_s1026" o:spt="203" style="position:absolute;left:2159;top:4425;height:2868;width:3670;" coordorigin="2159,4425" coordsize="3670,2868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202" type="#_x0000_t202" style="position:absolute;left:2159;top:4425;height:462;width:2038;" filled="f" stroked="f" coordsize="21600,21600" o:gfxdata="UEsDBAoAAAAAAIdO4kAAAAAAAAAAAAAAAAAEAAAAZHJzL1BLAwQUAAAACACHTuJA2Jdmnb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Jdmn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三、选择。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2473;top:4686;height:2607;width:3356;" coordorigin="2555,7675" coordsize="3356,2607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11" o:spid="_x0000_s1026" o:spt="202" type="#_x0000_t202" style="position:absolute;left:2555;top:9180;height:652;width:3356;" filled="f" stroked="f" coordsize="21600,21600" o:gfxdata="UEsDBAoAAAAAAIdO4kAAAAAAAAAAAAAAAAAEAAAAZHJzL1BLAwQUAAAACACHTuJA+z6PO7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E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7Po87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instrText xml:space="preserve"> EQ \o\ac(</w:instrText>
                            </w:r>
                            <w:r>
                              <w:rPr>
                                <w:rFonts w:hint="eastAsia" w:asciiTheme="minorHAnsi" w:hAnsiTheme="minorHAnsi" w:eastAsiaTheme="minorEastAsia" w:cstheme="minorBidi"/>
                                <w:kern w:val="2"/>
                                <w:position w:val="-4"/>
                                <w:sz w:val="36"/>
                                <w:szCs w:val="24"/>
                                <w:lang w:val="en-US" w:eastAsia="zh-CN" w:bidi="ar-SA"/>
                              </w:rPr>
                              <w:instrText xml:space="preserve">○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instrText xml:space="preserve">,2)</w:instrTex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  <v:group id="_x0000_s1026" o:spid="_x0000_s1026" o:spt="203" style="position:absolute;left:2555;top:7675;height:2607;width:3356;" coordorigin="2555,7675" coordsize="3356,2607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  <o:lock v:ext="edit" aspectratio="f"/>
                      <v:shape id="文本框 6" o:spid="_x0000_s1026" o:spt="202" type="#_x0000_t202" style="position:absolute;left:2555;top:8151;height:666;width:3356;" filled="f" stroked="f" coordsize="21600,21600" o:gfxdata="UEsDBAoAAAAAAIdO4kAAAAAAAAAAAAAAAAAEAAAAZHJzL1BLAwQUAAAACACHTuJAFT8gpb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qS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8gp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instrText xml:space="preserve"> EQ \o\ac(</w:instrText>
                              </w:r>
                              <w:r>
                                <w:rPr>
                                  <w:rFonts w:hint="eastAsia" w:asciiTheme="minorHAnsi" w:hAnsiTheme="minorHAnsi" w:eastAsiaTheme="minorEastAsia" w:cstheme="minorBidi"/>
                                  <w:kern w:val="2"/>
                                  <w:position w:val="-4"/>
                                  <w:sz w:val="36"/>
                                  <w:szCs w:val="24"/>
                                  <w:lang w:val="en-US" w:eastAsia="zh-CN" w:bidi="ar-SA"/>
                                </w:rPr>
                                <w:instrText xml:space="preserve">○</w:instrTex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instrText xml:space="preserve">,2)</w:instrTex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group id="_x0000_s1026" o:spid="_x0000_s1026" o:spt="203" style="position:absolute;left:2555;top:7675;height:2607;width:3356;" coordorigin="3165,7675" coordsize="3356,2607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文本框 5" o:spid="_x0000_s1026" o:spt="202" type="#_x0000_t202" style="position:absolute;left:3165;top:7675;height:625;width:3356;" filled="f" stroked="f" coordsize="21600,21600" o:gfxdata="UEsDBAoAAAAAAIdO4kAAAAAAAAAAAAAAAAAEAAAAZHJzL1BLAwQUAAAACACHTuJAenOFPr4AAADb&#10;AAAADwAAAGRycy9kb3ducmV2LnhtbEWPS4vCQBCE74L/YWjBm04M7i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nOFP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on="f" weight="0.5pt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instrText xml:space="preserve"> EQ \o\ac(</w:instrText>
                                </w:r>
                                <w:r>
                                  <w:rPr>
                                    <w:rFonts w:hint="eastAsia" w:asciiTheme="minorHAnsi" w:hAnsiTheme="minorHAnsi" w:eastAsiaTheme="minorEastAsia" w:cstheme="minorBidi"/>
                                    <w:kern w:val="2"/>
                                    <w:position w:val="-4"/>
                                    <w:sz w:val="36"/>
                                    <w:szCs w:val="24"/>
                                    <w:lang w:val="en-US" w:eastAsia="zh-CN" w:bidi="ar-SA"/>
                                  </w:rPr>
                                  <w:instrText xml:space="preserve">○</w:instrText>
                                </w:r>
                                <w: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instrText xml:space="preserve">,2)</w:instrText>
                                </w:r>
                                <w: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fldChar w:fldCharType="end"/>
                                </w:r>
                              </w:p>
                            </w:txbxContent>
                          </v:textbox>
                        </v:shape>
                        <v:shape id="文本框 7" o:spid="_x0000_s1026" o:spt="202" type="#_x0000_t202" style="position:absolute;left:3165;top:8632;height:610;width:3356;" filled="f" stroked="f" coordsize="21600,21600" o:gfxdata="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7b7S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 weight="0.5pt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 w:eastAsiaTheme="minor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instrText xml:space="preserve"> EQ \o\ac(</w:instrText>
                                </w:r>
                                <w:r>
                                  <w:rPr>
                                    <w:rFonts w:hint="eastAsia" w:asciiTheme="minorHAnsi" w:hAnsiTheme="minorHAnsi" w:eastAsiaTheme="minorEastAsia" w:cstheme="minorBidi"/>
                                    <w:kern w:val="2"/>
                                    <w:position w:val="-4"/>
                                    <w:sz w:val="36"/>
                                    <w:szCs w:val="24"/>
                                    <w:lang w:val="en-US" w:eastAsia="zh-CN" w:bidi="ar-SA"/>
                                  </w:rPr>
                                  <w:instrText xml:space="preserve">○</w:instrTex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instrText xml:space="preserve">,1)</w:instrTex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fldChar w:fldCharType="end"/>
                                </w:r>
                              </w:p>
                            </w:txbxContent>
                          </v:textbox>
                        </v:shape>
                        <v:shape id="文本框 12" o:spid="_x0000_s1026" o:spt="202" type="#_x0000_t202" style="position:absolute;left:3165;top:9658;height:624;width:878;" filled="f" stroked="f" coordsize="21600,21600" o:gfxdata="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yKqC/&#10;AAAA2wAAAA8AAAAAAAAAAQAgAAAAIgAAAGRycy9kb3ducmV2LnhtbFBLAQIUABQAAAAIAIdO4kAz&#10;LwWeOwAAADkAAAAQAAAAAAAAAAEAIAAAAA4BAABkcnMvc2hhcGV4bWwueG1sUEsFBgAAAAAGAAYA&#10;WwEAALgDAAAAAA==&#10;">
                          <v:fill on="f" focussize="0,0"/>
                          <v:stroke on="f" weight="0.5pt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instrText xml:space="preserve"> EQ \o\ac(</w:instrText>
                                </w:r>
                                <w:r>
                                  <w:rPr>
                                    <w:rFonts w:hint="eastAsia" w:asciiTheme="minorHAnsi" w:hAnsiTheme="minorHAnsi" w:eastAsiaTheme="minorEastAsia" w:cstheme="minorBidi"/>
                                    <w:kern w:val="2"/>
                                    <w:position w:val="-4"/>
                                    <w:sz w:val="36"/>
                                    <w:szCs w:val="24"/>
                                    <w:lang w:val="en-US" w:eastAsia="zh-CN" w:bidi="ar-SA"/>
                                  </w:rPr>
                                  <w:instrText xml:space="preserve">○</w:instrTex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instrText xml:space="preserve">,1)</w:instrTex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  <w:lang w:val="en-US" w:eastAsia="zh-CN"/>
                                  </w:rPr>
                                  <w:fldChar w:fldCharType="end"/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  <v:group id="_x0000_s1026" o:spid="_x0000_s1026" o:spt="203" style="position:absolute;left:2187;top:4821;height:2456;width:570;" coordorigin="2838,2811" coordsize="570,2456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2" o:spid="_x0000_s1026" o:spt="202" type="#_x0000_t202" style="position:absolute;left:2838;top:2811;height:462;width:504;" filled="f" stroked="f" coordsize="21600,21600" o:gfxdata="UEsDBAoAAAAAAIdO4kAAAAAAAAAAAAAAAAAEAAAAZHJzL1BLAwQUAAAACACHTuJARwldcb4AAADb&#10;AAAADwAAAGRycy9kb3ducmV2LnhtbEWPS4vCQBCE74L/YWjBm04M7i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ldcb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1.</w:t>
                          </w:r>
                        </w:p>
                      </w:txbxContent>
                    </v:textbox>
                  </v:shape>
                  <v:shape id="文本框 3" o:spid="_x0000_s1026" o:spt="202" type="#_x0000_t202" style="position:absolute;left:2838;top:3314;height:462;width:570;" filled="f" stroked="f" coordsize="21600,21600" o:gfxdata="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X46r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2.</w:t>
                          </w:r>
                        </w:p>
                      </w:txbxContent>
                    </v:textbox>
                  </v:shape>
                  <v:shape id="文本框 4" o:spid="_x0000_s1026" o:spt="202" type="#_x0000_t202" style="position:absolute;left:2838;top:3793;height:462;width:544;" filled="f" stroked="f" coordsize="21600,21600" o:gfxdata="UEsDBAoAAAAAAIdO4kAAAAAAAAAAAAAAAAAEAAAAZHJzL1BLAwQUAAAACACHTuJAp6xgnr0AAADb&#10;AAAADwAAAGRycy9kb3ducmV2LnhtbEWPS6vCMBSE94L/IRzBnaaK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rGCe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3.7</w:t>
                          </w:r>
                        </w:p>
                      </w:txbxContent>
                    </v:textbox>
                  </v:shape>
                  <v:shape id="文本框 9" o:spid="_x0000_s1026" o:spt="202" type="#_x0000_t202" style="position:absolute;left:2838;top:4328;height:462;width:544;" filled="f" stroked="f" coordsize="21600,21600" o:gfxdata="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jgxQW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4.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instrText xml:space="preserve"> EQ \o\ac(</w:instrText>
                          </w:r>
                          <w:r>
                            <w:rPr>
                              <w:rFonts w:hint="eastAsia" w:asciiTheme="minorHAnsi" w:hAnsiTheme="minorHAnsi" w:eastAsiaTheme="minorEastAsia" w:cstheme="minorBidi"/>
                              <w:kern w:val="2"/>
                              <w:sz w:val="24"/>
                              <w:szCs w:val="24"/>
                              <w:lang w:val="en-US" w:eastAsia="zh-CN" w:bidi="ar-SA"/>
                            </w:rPr>
                            <w:instrText xml:space="preserve">○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instrText xml:space="preserve">,</w:instrText>
                          </w:r>
                          <w:r>
                            <w:rPr>
                              <w:rFonts w:hint="eastAsia" w:asciiTheme="minorHAnsi" w:hAnsiTheme="minorHAnsi" w:eastAsiaTheme="minorEastAsia" w:cstheme="minorBidi"/>
                              <w:kern w:val="2"/>
                              <w:position w:val="3"/>
                              <w:sz w:val="16"/>
                              <w:szCs w:val="24"/>
                              <w:lang w:val="en-US" w:eastAsia="zh-CN" w:bidi="ar-SA"/>
                            </w:rPr>
                            <w:instrText xml:space="preserve">1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instrText xml:space="preserve">)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shape id="文本框 10" o:spid="_x0000_s1026" o:spt="202" type="#_x0000_t202" style="position:absolute;left:2838;top:4805;height:462;width:544;" filled="f" stroked="f" coordsize="21600,21600" o:gfxdata="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gyW3K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Theme="minorEastAsia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val="en-US" w:eastAsia="zh-CN"/>
                            </w:rPr>
                            <w:t>5.7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01970432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29845</wp:posOffset>
                </wp:positionV>
                <wp:extent cx="1294130" cy="293370"/>
                <wp:effectExtent l="0" t="0" r="0" b="0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13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四、口算。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pt;margin-top:2.35pt;height:23.1pt;width:101.9pt;z-index:301970432;mso-width-relative:page;mso-height-relative:page;" filled="f" stroked="f" coordsize="21600,21600" o:gfxdata="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ucSTNcA&#10;AAAHAQAADwAAAAAAAAABACAAAAAiAAAAZHJzL2Rvd25yZXYueG1sUEsBAhQAFAAAAAgAh07iQGPG&#10;JjIgAgAAGgQAAA4AAAAAAAAAAQAgAAAAJgEAAGRycy9lMm9Eb2MueG1sUEsFBgAAAAAGAAYAWQEA&#10;AL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四、口算。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52481280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104775</wp:posOffset>
                </wp:positionV>
                <wp:extent cx="914400" cy="297180"/>
                <wp:effectExtent l="0" t="0" r="11430" b="11430"/>
                <wp:wrapNone/>
                <wp:docPr id="172" name="文本框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05890" y="7892415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8，3，3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55pt;margin-top:8.25pt;height:23.4pt;width:72pt;z-index:352481280;mso-width-relative:page;mso-height-relative:page;" filled="f" stroked="f" coordsize="21600,21600" o:gfxdata="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EZWATZAAAACAEAAA8AAAAAAAAAAQAgAAAAIgAAAGRycy9kb3ducmV2LnhtbFBLAQIU&#10;ABQAAAAIAIdO4kD1IIKcKwIAACcEAAAOAAAAAAAAAAEAIAAAACg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8，3，3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53305344" behindDoc="0" locked="0" layoutInCell="1" allowOverlap="1">
                <wp:simplePos x="0" y="0"/>
                <wp:positionH relativeFrom="column">
                  <wp:posOffset>1304290</wp:posOffset>
                </wp:positionH>
                <wp:positionV relativeFrom="paragraph">
                  <wp:posOffset>104775</wp:posOffset>
                </wp:positionV>
                <wp:extent cx="914400" cy="297180"/>
                <wp:effectExtent l="0" t="0" r="0" b="0"/>
                <wp:wrapNone/>
                <wp:docPr id="173" name="文本框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1，5，5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.7pt;margin-top:8.25pt;height:23.4pt;width:72pt;z-index:453305344;mso-width-relative:page;mso-height-relative:page;" filled="f" stroked="f" coordsize="21600,21600" o:gfxdata="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rzl3S&#10;2gAAAAkBAAAPAAAAAAAAAAEAIAAAACIAAABkcnMvZG93bnJldi54bWxQSwECFAAUAAAACACHTuJA&#10;eZHiVB8CAAAb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1，5，5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52338944" behindDoc="0" locked="0" layoutInCell="1" allowOverlap="1">
                <wp:simplePos x="0" y="0"/>
                <wp:positionH relativeFrom="column">
                  <wp:posOffset>3513455</wp:posOffset>
                </wp:positionH>
                <wp:positionV relativeFrom="paragraph">
                  <wp:posOffset>3991610</wp:posOffset>
                </wp:positionV>
                <wp:extent cx="1095375" cy="996315"/>
                <wp:effectExtent l="0" t="0" r="0" b="0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996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10 - 9+4</w:t>
                            </w:r>
                          </w:p>
                        </w:txbxContent>
                      </wps:txbx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65pt;margin-top:314.3pt;height:78.45pt;width:86.25pt;z-index:352338944;mso-width-relative:page;mso-height-relative:page;" filled="f" stroked="f" coordsize="21600,21600" o:gfxdata="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ADlBlx2wAAAAsBAAAPAAAAAAAAAAEA&#10;IAAAACIAAABkcnMvZG93bnJldi54bWxQSwECFAAUAAAACACHTuJAyOmDcpoBAAALAwAADgAAAAAA&#10;AAABACAAAAAqAQAAZHJzL2Uyb0RvYy54bWxQSwUGAAAAAAYABgBZAQAAN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10 - 9+4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52337920" behindDoc="0" locked="0" layoutInCell="1" allowOverlap="1">
                <wp:simplePos x="0" y="0"/>
                <wp:positionH relativeFrom="column">
                  <wp:posOffset>1464310</wp:posOffset>
                </wp:positionH>
                <wp:positionV relativeFrom="paragraph">
                  <wp:posOffset>4011295</wp:posOffset>
                </wp:positionV>
                <wp:extent cx="1095375" cy="984250"/>
                <wp:effectExtent l="0" t="0" r="0" b="0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5375" cy="984250"/>
                          <a:chOff x="2589" y="23367"/>
                          <a:chExt cx="1725" cy="1550"/>
                        </a:xfrm>
                      </wpg:grpSpPr>
                      <wps:wsp>
                        <wps:cNvPr id="62" name="文本框 62"/>
                        <wps:cNvSpPr txBox="1"/>
                        <wps:spPr>
                          <a:xfrm>
                            <a:off x="2589" y="23367"/>
                            <a:ext cx="1725" cy="1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textAlignment w:val="auto"/>
                                <w:outlineLvl w:val="9"/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1 + 7 - 5</w:t>
                              </w:r>
                            </w:p>
                          </w:txbxContent>
                        </wps:txbx>
                        <wps:bodyPr upright="0"/>
                      </wps:wsp>
                      <wpg:grpSp>
                        <wpg:cNvPr id="77" name="组合 77"/>
                        <wpg:cNvGrpSpPr/>
                        <wpg:grpSpPr>
                          <a:xfrm>
                            <a:off x="2795" y="23764"/>
                            <a:ext cx="656" cy="790"/>
                            <a:chOff x="2795" y="23764"/>
                            <a:chExt cx="656" cy="790"/>
                          </a:xfrm>
                        </wpg:grpSpPr>
                        <wps:wsp>
                          <wps:cNvPr id="63" name="直接连接符 63"/>
                          <wps:cNvCnPr/>
                          <wps:spPr>
                            <a:xfrm>
                              <a:off x="2975" y="24194"/>
                              <a:ext cx="1" cy="9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76" name="组合 76"/>
                          <wpg:cNvGrpSpPr/>
                          <wpg:grpSpPr>
                            <a:xfrm>
                              <a:off x="2795" y="23764"/>
                              <a:ext cx="656" cy="790"/>
                              <a:chOff x="2795" y="23914"/>
                              <a:chExt cx="656" cy="790"/>
                            </a:xfrm>
                          </wpg:grpSpPr>
                          <wpg:grpSp>
                            <wpg:cNvPr id="68" name="组合 68"/>
                            <wpg:cNvGrpSpPr/>
                            <wpg:grpSpPr>
                              <a:xfrm>
                                <a:off x="2795" y="23957"/>
                                <a:ext cx="340" cy="238"/>
                                <a:chOff x="2795" y="23957"/>
                                <a:chExt cx="340" cy="238"/>
                              </a:xfrm>
                            </wpg:grpSpPr>
                            <wps:wsp>
                              <wps:cNvPr id="64" name="直接连接符 64"/>
                              <wps:cNvCnPr/>
                              <wps:spPr>
                                <a:xfrm>
                                  <a:off x="2801" y="23957"/>
                                  <a:ext cx="1" cy="149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5" name="任意多边形 65"/>
                              <wps:cNvSpPr/>
                              <wps:spPr>
                                <a:xfrm>
                                  <a:off x="2795" y="24102"/>
                                  <a:ext cx="340" cy="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340" h="5">
                                      <a:moveTo>
                                        <a:pt x="0" y="0"/>
                                      </a:moveTo>
                                      <a:lnTo>
                                        <a:pt x="340" y="5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6" name="直接连接符 66"/>
                              <wps:cNvCnPr/>
                              <wps:spPr>
                                <a:xfrm>
                                  <a:off x="3124" y="23962"/>
                                  <a:ext cx="1" cy="149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7" name="直接连接符 67"/>
                              <wps:cNvCnPr/>
                              <wps:spPr>
                                <a:xfrm>
                                  <a:off x="2967" y="24103"/>
                                  <a:ext cx="1" cy="93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69" name="矩形 69"/>
                            <wps:cNvSpPr/>
                            <wps:spPr>
                              <a:xfrm>
                                <a:off x="2892" y="24192"/>
                                <a:ext cx="150" cy="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0" name="任意多边形 70"/>
                            <wps:cNvSpPr/>
                            <wps:spPr>
                              <a:xfrm>
                                <a:off x="2969" y="24433"/>
                                <a:ext cx="482" cy="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" h="5">
                                    <a:moveTo>
                                      <a:pt x="0" y="0"/>
                                    </a:moveTo>
                                    <a:lnTo>
                                      <a:pt x="340" y="5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2" name="直接连接符 72"/>
                            <wps:cNvCnPr/>
                            <wps:spPr>
                              <a:xfrm>
                                <a:off x="3210" y="24434"/>
                                <a:ext cx="1" cy="12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4" name="直接连接符 74"/>
                            <wps:cNvCnPr/>
                            <wps:spPr>
                              <a:xfrm flipV="1">
                                <a:off x="3447" y="23914"/>
                                <a:ext cx="1" cy="52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</wps:spPr>
                            <wps:bodyPr upright="1"/>
                          </wps:wsp>
                          <wps:wsp>
                            <wps:cNvPr id="75" name="矩形 75"/>
                            <wps:cNvSpPr/>
                            <wps:spPr>
                              <a:xfrm>
                                <a:off x="3137" y="24554"/>
                                <a:ext cx="150" cy="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3pt;margin-top:315.85pt;height:77.5pt;width:86.25pt;z-index:352337920;mso-width-relative:page;mso-height-relative:page;" coordorigin="2589,23367" coordsize="1725,1550" o:gfxdata="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">
                <o:lock v:ext="edit" aspectratio="f"/>
                <v:shape id="_x0000_s1026" o:spid="_x0000_s1026" o:spt="202" type="#_x0000_t202" style="position:absolute;left:2589;top:23367;height:1550;width:1725;" filled="f" stroked="f" coordsize="21600,21600" o:gfxdata="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vAER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textAlignment w:val="auto"/>
                          <w:outlineLvl w:val="9"/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1 + 7 - 5</w:t>
                        </w:r>
                      </w:p>
                    </w:txbxContent>
                  </v:textbox>
                </v:shape>
                <v:group id="_x0000_s1026" o:spid="_x0000_s1026" o:spt="203" style="position:absolute;left:2795;top:23764;height:790;width:656;" coordorigin="2795,23764" coordsize="656,790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2975;top:24194;height:91;width:1;" filled="f" stroked="t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group id="_x0000_s1026" o:spid="_x0000_s1026" o:spt="203" style="position:absolute;left:2795;top:23764;height:790;width:656;" coordorigin="2795,23914" coordsize="656,790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2795;top:23957;height:238;width:340;" coordorigin="2795,23957" coordsize="340,238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    <o:lock v:ext="edit" aspectratio="f"/>
                      <v:line id="_x0000_s1026" o:spid="_x0000_s1026" o:spt="20" style="position:absolute;left:2801;top:23957;height:149;width:1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2795;top:24102;height:5;width:340;" filled="f" stroked="t" coordsize="340,5" o:gfxdata="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7FmYr4A&#10;AADbAAAADwAAAAAAAAABACAAAAAiAAAAZHJzL2Rvd25yZXYueG1sUEsBAhQAFAAAAAgAh07iQDMv&#10;BZ47AAAAOQAAABAAAAAAAAAAAQAgAAAADQEAAGRycy9zaGFwZXhtbC54bWxQSwUGAAAAAAYABgBb&#10;AQAAtwMAAAAA&#10;" path="m0,0l340,5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line id="_x0000_s1026" o:spid="_x0000_s1026" o:spt="20" style="position:absolute;left:3124;top:23962;height:149;width:1;" filled="f" stroked="t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2967;top:24103;height:93;width:1;" filled="f" stroked="t" coordsize="21600,21600" o:gfxdata="UEsDBAoAAAAAAIdO4kAAAAAAAAAAAAAAAAAEAAAAZHJzL1BLAwQUAAAACACHTuJA8NM7ob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yF7hL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NM7o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rect id="_x0000_s1026" o:spid="_x0000_s1026" o:spt="1" style="position:absolute;left:2892;top:24192;height:150;width:150;" fillcolor="#FFFFFF" filled="t" stroked="t" coordsize="21600,21600" o:gfxdata="UEsDBAoAAAAAAIdO4kAAAAAAAAAAAAAAAAAEAAAAZHJzL1BLAwQUAAAACACHTuJATKDEcb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x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DEc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100" style="position:absolute;left:2969;top:24433;height:3;width:482;" filled="f" stroked="t" coordsize="340,5" o:gfxdata="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h9TJ74A&#10;AADbAAAADwAAAAAAAAABACAAAAAiAAAAZHJzL2Rvd25yZXYueG1sUEsBAhQAFAAAAAgAh07iQDMv&#10;BZ47AAAAOQAAABAAAAAAAAAAAQAgAAAADQEAAGRycy9zaGFwZXhtbC54bWxQSwUGAAAAAAYABgBb&#10;AQAAtwMAAAAA&#10;" path="m0,0l340,5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3210;top:24434;height:125;width:1;" filled="f" stroked="t" coordsize="21600,21600" o:gfxdata="UEsDBAoAAAAAAIdO4kAAAAAAAAAAAAAAAAAEAAAAZHJzL1BLAwQUAAAACACHTuJAZX0O5L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BJ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fQ7k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3447;top:23914;flip:y;height:522;width:1;" filled="f" stroked="t" coordsize="21600,21600" o:gfxdata="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rMXM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  <v:rect id="_x0000_s1026" o:spid="_x0000_s1026" o:spt="1" style="position:absolute;left:3137;top:24554;height:150;width:150;" fillcolor="#FFFFFF" filled="t" stroked="t" coordsize="21600,21600" o:gfxdata="UEsDBAoAAAAAAIdO4kAAAAAAAAAAAAAAAAAEAAAAZHJzL1BLAwQUAAAACACHTuJASDRYq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xh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NFip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v:group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52342016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4269740</wp:posOffset>
                </wp:positionV>
                <wp:extent cx="415925" cy="495300"/>
                <wp:effectExtent l="635" t="0" r="12065" b="19050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925" cy="495300"/>
                          <a:chOff x="6022" y="23705"/>
                          <a:chExt cx="655" cy="780"/>
                        </a:xfrm>
                      </wpg:grpSpPr>
                      <wpg:grpSp>
                        <wpg:cNvPr id="19" name="组合 19"/>
                        <wpg:cNvGrpSpPr/>
                        <wpg:grpSpPr>
                          <a:xfrm>
                            <a:off x="6364" y="24215"/>
                            <a:ext cx="150" cy="270"/>
                            <a:chOff x="6364" y="24215"/>
                            <a:chExt cx="150" cy="270"/>
                          </a:xfrm>
                        </wpg:grpSpPr>
                        <wps:wsp>
                          <wps:cNvPr id="16" name="直接连接符 16"/>
                          <wps:cNvCnPr/>
                          <wps:spPr>
                            <a:xfrm>
                              <a:off x="6437" y="24215"/>
                              <a:ext cx="1" cy="12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7" name="矩形 17"/>
                          <wps:cNvSpPr/>
                          <wps:spPr>
                            <a:xfrm>
                              <a:off x="6364" y="24335"/>
                              <a:ext cx="150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9" name="组合 39"/>
                        <wpg:cNvGrpSpPr/>
                        <wpg:grpSpPr>
                          <a:xfrm>
                            <a:off x="6119" y="23705"/>
                            <a:ext cx="559" cy="516"/>
                            <a:chOff x="6119" y="23705"/>
                            <a:chExt cx="559" cy="516"/>
                          </a:xfrm>
                        </wpg:grpSpPr>
                        <wps:wsp>
                          <wps:cNvPr id="23" name="直接连接符 23"/>
                          <wps:cNvCnPr/>
                          <wps:spPr>
                            <a:xfrm>
                              <a:off x="6202" y="24125"/>
                              <a:ext cx="1" cy="9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" name="直接连接符 27"/>
                          <wps:cNvCnPr/>
                          <wps:spPr>
                            <a:xfrm>
                              <a:off x="6194" y="23884"/>
                              <a:ext cx="1" cy="9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矩形 30"/>
                          <wps:cNvSpPr/>
                          <wps:spPr>
                            <a:xfrm>
                              <a:off x="6119" y="23973"/>
                              <a:ext cx="150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1" name="任意多边形 31"/>
                          <wps:cNvSpPr/>
                          <wps:spPr>
                            <a:xfrm>
                              <a:off x="6196" y="24214"/>
                              <a:ext cx="482" cy="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40" h="5">
                                  <a:moveTo>
                                    <a:pt x="0" y="0"/>
                                  </a:moveTo>
                                  <a:lnTo>
                                    <a:pt x="340" y="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8" name="任意多边形 38"/>
                          <wps:cNvSpPr/>
                          <wps:spPr>
                            <a:xfrm>
                              <a:off x="6671" y="23705"/>
                              <a:ext cx="1" cy="51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" h="516">
                                  <a:moveTo>
                                    <a:pt x="1" y="0"/>
                                  </a:moveTo>
                                  <a:lnTo>
                                    <a:pt x="0" y="516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7" name="组合 57"/>
                        <wpg:cNvGrpSpPr/>
                        <wpg:grpSpPr>
                          <a:xfrm>
                            <a:off x="6022" y="23709"/>
                            <a:ext cx="396" cy="178"/>
                            <a:chOff x="6022" y="23709"/>
                            <a:chExt cx="396" cy="178"/>
                          </a:xfrm>
                        </wpg:grpSpPr>
                        <wps:wsp>
                          <wps:cNvPr id="53" name="直接连接符 53"/>
                          <wps:cNvCnPr/>
                          <wps:spPr>
                            <a:xfrm>
                              <a:off x="6028" y="23738"/>
                              <a:ext cx="1" cy="1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4" name="任意多边形 54"/>
                          <wps:cNvSpPr/>
                          <wps:spPr>
                            <a:xfrm>
                              <a:off x="6022" y="23883"/>
                              <a:ext cx="397" cy="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40" h="5">
                                  <a:moveTo>
                                    <a:pt x="0" y="0"/>
                                  </a:moveTo>
                                  <a:lnTo>
                                    <a:pt x="340" y="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6" name="直接连接符 56"/>
                          <wps:cNvCnPr/>
                          <wps:spPr>
                            <a:xfrm flipV="1">
                              <a:off x="6414" y="23709"/>
                              <a:ext cx="3" cy="17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arrow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8.75pt;margin-top:336.2pt;height:39pt;width:32.75pt;z-index:352342016;mso-width-relative:page;mso-height-relative:page;" coordorigin="6022,23705" coordsize="655,780" o:gfxdata="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">
                <o:lock v:ext="edit" aspectratio="f"/>
                <v:group id="_x0000_s1026" o:spid="_x0000_s1026" o:spt="203" style="position:absolute;left:6364;top:24215;height:270;width:150;" coordorigin="6364,24215" coordsize="150,270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6437;top:24215;height:125;width:1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rect id="_x0000_s1026" o:spid="_x0000_s1026" o:spt="1" style="position:absolute;left:6364;top:24335;height:150;width:150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6119;top:23705;height:516;width:559;" coordorigin="6119,23705" coordsize="559,516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6202;top:24125;height:91;width:1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6194;top:23884;height:93;width:1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rect id="_x0000_s1026" o:spid="_x0000_s1026" o:spt="1" style="position:absolute;left:6119;top:23973;height:150;width:150;" fillcolor="#FFFFFF" filled="t" stroked="t" coordsize="21600,21600" o:gfxdata="UEsDBAoAAAAAAIdO4kAAAAAAAAAAAAAAAAAEAAAAZHJzL1BLAwQUAAAACACHTuJAzilC8b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ff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C8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_x0000_s1026" o:spid="_x0000_s1026" o:spt="100" style="position:absolute;left:6196;top:24214;height:3;width:482;" filled="f" stroked="t" coordsize="340,5" o:gfxdata="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OU98vQAA&#10;ANsAAAAPAAAAAAAAAAEAIAAAACIAAABkcnMvZG93bnJldi54bWxQSwECFAAUAAAACACHTuJAMy8F&#10;njsAAAA5AAAAEAAAAAAAAAABACAAAAAMAQAAZHJzL3NoYXBleG1sLnhtbFBLBQYAAAAABgAGAFsB&#10;AAC2AwAAAAA=&#10;" path="m0,0l340,5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100" style="position:absolute;left:6671;top:23705;height:516;width:1;" filled="f" stroked="t" coordsize="1,516" o:gfxdata="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0H7f7sAAADb&#10;AAAADwAAAAAAAAABACAAAAAiAAAAZHJzL2Rvd25yZXYueG1sUEsBAhQAFAAAAAgAh07iQDMvBZ47&#10;AAAAOQAAABAAAAAAAAAAAQAgAAAACgEAAGRycy9zaGFwZXhtbC54bWxQSwUGAAAAAAYABgBbAQAA&#10;tAMAAAAA&#10;" path="m1,0l0,516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6022;top:23709;height:178;width:396;" coordorigin="6022,23709" coordsize="396,178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6028;top:23738;height:149;width:1;" filled="f" stroked="t" coordsize="21600,21600" o:gfxdata="UEsDBAoAAAAAAIdO4kAAAAAAAAAAAAAAAAAEAAAAZHJzL1BLAwQUAAAACACHTuJAQYT3H7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T3H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_x0000_s1026" o:spid="_x0000_s1026" o:spt="100" style="position:absolute;left:6022;top:23883;height:5;width:397;" filled="f" stroked="t" coordsize="340,5" o:gfxdata="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pEJRL4A&#10;AADbAAAADwAAAAAAAAABACAAAAAiAAAAZHJzL2Rvd25yZXYueG1sUEsBAhQAFAAAAAgAh07iQDMv&#10;BZ47AAAAOQAAABAAAAAAAAAAAQAgAAAADQEAAGRycy9zaGFwZXhtbC54bWxQSwUGAAAAAAYABgBb&#10;AQAAtwMAAAAA&#10;" path="m0,0l340,5e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6414;top:23709;flip:y;height:178;width:3;" filled="f" stroked="t" coordsize="21600,21600" o:gfxdata="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h6JA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open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503618560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197485</wp:posOffset>
                </wp:positionV>
                <wp:extent cx="1294130" cy="293370"/>
                <wp:effectExtent l="0" t="0" r="0" b="0"/>
                <wp:wrapNone/>
                <wp:docPr id="174" name="文本框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13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五、排序。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pt;margin-top:15.55pt;height:23.1pt;width:101.9pt;z-index:503618560;mso-width-relative:page;mso-height-relative:page;" filled="f" stroked="f" coordsize="21600,21600" o:gfxdata="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CAa2fY&#10;AAAACAEAAA8AAAAAAAAAAQAgAAAAIgAAAGRycy9kb3ducmV2LnhtbFBLAQIUABQAAAAIAIdO4kAy&#10;lVcNIAIAABwEAAAOAAAAAAAAAAEAIAAAACc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五、排序。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52374784" behindDoc="0" locked="0" layoutInCell="1" allowOverlap="1">
                <wp:simplePos x="0" y="0"/>
                <wp:positionH relativeFrom="column">
                  <wp:posOffset>3513455</wp:posOffset>
                </wp:positionH>
                <wp:positionV relativeFrom="paragraph">
                  <wp:posOffset>3991610</wp:posOffset>
                </wp:positionV>
                <wp:extent cx="1095375" cy="996315"/>
                <wp:effectExtent l="0" t="0" r="0" b="0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996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10 - 9+4</w:t>
                            </w:r>
                          </w:p>
                        </w:txbxContent>
                      </wps:txbx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65pt;margin-top:314.3pt;height:78.45pt;width:86.25pt;z-index:352374784;mso-width-relative:page;mso-height-relative:page;" filled="f" stroked="f" coordsize="21600,21600" o:gfxdata="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ADlBlx2wAAAAsBAAAPAAAAAAAAAAEA&#10;IAAAACIAAABkcnMvZG93bnJldi54bWxQSwECFAAUAAAACACHTuJAxLPsApoBAAANAwAADgAAAAAA&#10;AAABACAAAAAqAQAAZHJzL2Uyb0RvYy54bWxQSwUGAAAAAAYABgBZAQAAN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10 - 9+4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52373760" behindDoc="0" locked="0" layoutInCell="1" allowOverlap="1">
                <wp:simplePos x="0" y="0"/>
                <wp:positionH relativeFrom="column">
                  <wp:posOffset>1464310</wp:posOffset>
                </wp:positionH>
                <wp:positionV relativeFrom="paragraph">
                  <wp:posOffset>4011295</wp:posOffset>
                </wp:positionV>
                <wp:extent cx="1095375" cy="984250"/>
                <wp:effectExtent l="0" t="0" r="0" b="0"/>
                <wp:wrapNone/>
                <wp:docPr id="108" name="组合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5375" cy="984250"/>
                          <a:chOff x="2589" y="23367"/>
                          <a:chExt cx="1725" cy="1550"/>
                        </a:xfrm>
                      </wpg:grpSpPr>
                      <wps:wsp>
                        <wps:cNvPr id="94" name="文本框 94"/>
                        <wps:cNvSpPr txBox="1"/>
                        <wps:spPr>
                          <a:xfrm>
                            <a:off x="2589" y="23367"/>
                            <a:ext cx="1725" cy="1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textAlignment w:val="auto"/>
                                <w:outlineLvl w:val="9"/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1 + 7 - 5</w:t>
                              </w:r>
                            </w:p>
                          </w:txbxContent>
                        </wps:txbx>
                        <wps:bodyPr upright="0"/>
                      </wps:wsp>
                      <wpg:grpSp>
                        <wpg:cNvPr id="107" name="组合 107"/>
                        <wpg:cNvGrpSpPr/>
                        <wpg:grpSpPr>
                          <a:xfrm>
                            <a:off x="2795" y="23764"/>
                            <a:ext cx="656" cy="790"/>
                            <a:chOff x="2795" y="23764"/>
                            <a:chExt cx="656" cy="790"/>
                          </a:xfrm>
                        </wpg:grpSpPr>
                        <wps:wsp>
                          <wps:cNvPr id="95" name="直接连接符 95"/>
                          <wps:cNvCnPr/>
                          <wps:spPr>
                            <a:xfrm>
                              <a:off x="2975" y="24194"/>
                              <a:ext cx="1" cy="9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106" name="组合 106"/>
                          <wpg:cNvGrpSpPr/>
                          <wpg:grpSpPr>
                            <a:xfrm>
                              <a:off x="2795" y="23764"/>
                              <a:ext cx="656" cy="790"/>
                              <a:chOff x="2795" y="23914"/>
                              <a:chExt cx="656" cy="790"/>
                            </a:xfrm>
                          </wpg:grpSpPr>
                          <wpg:grpSp>
                            <wpg:cNvPr id="100" name="组合 100"/>
                            <wpg:cNvGrpSpPr/>
                            <wpg:grpSpPr>
                              <a:xfrm>
                                <a:off x="2795" y="23957"/>
                                <a:ext cx="340" cy="238"/>
                                <a:chOff x="2795" y="23957"/>
                                <a:chExt cx="340" cy="238"/>
                              </a:xfrm>
                            </wpg:grpSpPr>
                            <wps:wsp>
                              <wps:cNvPr id="96" name="直接连接符 96"/>
                              <wps:cNvCnPr/>
                              <wps:spPr>
                                <a:xfrm>
                                  <a:off x="2801" y="23957"/>
                                  <a:ext cx="1" cy="149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97" name="任意多边形 97"/>
                              <wps:cNvSpPr/>
                              <wps:spPr>
                                <a:xfrm>
                                  <a:off x="2795" y="24102"/>
                                  <a:ext cx="340" cy="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340" h="5">
                                      <a:moveTo>
                                        <a:pt x="0" y="0"/>
                                      </a:moveTo>
                                      <a:lnTo>
                                        <a:pt x="340" y="5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98" name="直接连接符 98"/>
                              <wps:cNvCnPr/>
                              <wps:spPr>
                                <a:xfrm>
                                  <a:off x="3124" y="23962"/>
                                  <a:ext cx="1" cy="149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99" name="直接连接符 99"/>
                              <wps:cNvCnPr/>
                              <wps:spPr>
                                <a:xfrm>
                                  <a:off x="2967" y="24103"/>
                                  <a:ext cx="1" cy="93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01" name="矩形 101"/>
                            <wps:cNvSpPr/>
                            <wps:spPr>
                              <a:xfrm>
                                <a:off x="2892" y="24192"/>
                                <a:ext cx="150" cy="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2" name="任意多边形 102"/>
                            <wps:cNvSpPr/>
                            <wps:spPr>
                              <a:xfrm>
                                <a:off x="2969" y="24433"/>
                                <a:ext cx="482" cy="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" h="5">
                                    <a:moveTo>
                                      <a:pt x="0" y="0"/>
                                    </a:moveTo>
                                    <a:lnTo>
                                      <a:pt x="340" y="5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3" name="直接连接符 103"/>
                            <wps:cNvCnPr/>
                            <wps:spPr>
                              <a:xfrm>
                                <a:off x="3210" y="24434"/>
                                <a:ext cx="1" cy="12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4" name="直接连接符 104"/>
                            <wps:cNvCnPr/>
                            <wps:spPr>
                              <a:xfrm flipV="1">
                                <a:off x="3447" y="23914"/>
                                <a:ext cx="1" cy="52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</wps:spPr>
                            <wps:bodyPr upright="1"/>
                          </wps:wsp>
                          <wps:wsp>
                            <wps:cNvPr id="105" name="矩形 105"/>
                            <wps:cNvSpPr/>
                            <wps:spPr>
                              <a:xfrm>
                                <a:off x="3137" y="24554"/>
                                <a:ext cx="150" cy="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3pt;margin-top:315.85pt;height:77.5pt;width:86.25pt;z-index:352373760;mso-width-relative:page;mso-height-relative:page;" coordorigin="2589,23367" coordsize="1725,1550" o:gfxdata="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">
                <o:lock v:ext="edit" aspectratio="f"/>
                <v:shape id="_x0000_s1026" o:spid="_x0000_s1026" o:spt="202" type="#_x0000_t202" style="position:absolute;left:2589;top:23367;height:1550;width:1725;" filled="f" stroked="f" coordsize="21600,21600" o:gfxdata="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cxM2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textAlignment w:val="auto"/>
                          <w:outlineLvl w:val="9"/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1 + 7 - 5</w:t>
                        </w:r>
                      </w:p>
                    </w:txbxContent>
                  </v:textbox>
                </v:shape>
                <v:group id="_x0000_s1026" o:spid="_x0000_s1026" o:spt="203" style="position:absolute;left:2795;top:23764;height:790;width:656;" coordorigin="2795,23764" coordsize="656,790" o:gfxdata="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cwWl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2975;top:24194;height:91;width:1;" filled="f" stroked="t" coordsize="21600,21600" o:gfxdata="UEsDBAoAAAAAAIdO4kAAAAAAAAAAAAAAAAAEAAAAZHJzL1BLAwQUAAAACACHTuJAWphwar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YcGq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group id="_x0000_s1026" o:spid="_x0000_s1026" o:spt="203" style="position:absolute;left:2795;top:23764;height:790;width:656;" coordorigin="2795,23914" coordsize="656,790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2795;top:23957;height:238;width:340;" coordorigin="2795,23957" coordsize="340,238" o:gfxdata="UEsDBAoAAAAAAIdO4kAAAAAAAAAAAAAAAAAEAAAAZHJzL1BLAwQUAAAACACHTuJAjZqd0b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+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mp3R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2801;top:23957;height:149;width:1;" filled="f" stroked="t" coordsize="21600,21600" o:gfxdata="UEsDBAoAAAAAAIdO4kAAAAAAAAAAAAAAAAAEAAAAZHJzL1BLAwQUAAAACACHTuJAqkruHb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+Ep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ruH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2795;top:24102;height:5;width:340;" filled="f" stroked="t" coordsize="340,5" o:gfxdata="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+i2pvQAA&#10;ANsAAAAPAAAAAAAAAAEAIAAAACIAAABkcnMvZG93bnJldi54bWxQSwECFAAUAAAACACHTuJAMy8F&#10;njsAAAA5AAAAEAAAAAAAAAABACAAAAAMAQAAZHJzL3NoYXBleG1sLnhtbFBLBQYAAAAABgAGAFsB&#10;AAC2AwAAAAA=&#10;" path="m0,0l340,5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line id="_x0000_s1026" o:spid="_x0000_s1026" o:spt="20" style="position:absolute;left:3124;top:23962;height:149;width:1;" filled="f" stroked="t" coordsize="21600,21600" o:gfxdata="UEsDBAoAAAAAAIdO4kAAAAAAAAAAAAAAAAAEAAAAZHJzL1BLAwQUAAAACACHTuJAtJnf9L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a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0md/0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2967;top:24103;height:93;width:1;" filled="f" stroked="t" coordsize="21600,21600" o:gfxdata="UEsDBAoAAAAAAIdO4kAAAAAAAAAAAAAAAAAEAAAAZHJzL1BLAwQUAAAACACHTuJA29V6b7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d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vVem+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rect id="_x0000_s1026" o:spid="_x0000_s1026" o:spt="1" style="position:absolute;left:2892;top:24192;height:150;width:150;" fillcolor="#FFFFFF" filled="t" stroked="t" coordsize="21600,21600" o:gfxdata="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+93YS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100" style="position:absolute;left:2969;top:24433;height:3;width:482;" filled="f" stroked="t" coordsize="340,5" o:gfxdata="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No0Mr4A&#10;AADcAAAADwAAAAAAAAABACAAAAAiAAAAZHJzL2Rvd25yZXYueG1sUEsBAhQAFAAAAAgAh07iQDMv&#10;BZ47AAAAOQAAABAAAAAAAAAAAQAgAAAADQEAAGRycy9zaGFwZXhtbC54bWxQSwUGAAAAAAYABgBb&#10;AQAAtwMAAAAA&#10;" path="m0,0l340,5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3210;top:24434;height:125;width:1;" filled="f" stroked="t" coordsize="21600,21600" o:gfxdata="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vB1C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3447;top:23914;flip:y;height:522;width:1;" filled="f" stroked="t" coordsize="21600,21600" o:gfxdata="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5sO8K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  <v:rect id="_x0000_s1026" o:spid="_x0000_s1026" o:spt="1" style="position:absolute;left:3137;top:24554;height:150;width:150;" fillcolor="#FFFFFF" filled="t" stroked="t" coordsize="21600,21600" o:gfxdata="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htuH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v:group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52377856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4269740</wp:posOffset>
                </wp:positionV>
                <wp:extent cx="415925" cy="495300"/>
                <wp:effectExtent l="635" t="0" r="12065" b="19050"/>
                <wp:wrapNone/>
                <wp:docPr id="93" name="组合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925" cy="495300"/>
                          <a:chOff x="6022" y="23705"/>
                          <a:chExt cx="655" cy="780"/>
                        </a:xfrm>
                      </wpg:grpSpPr>
                      <wpg:grpSp>
                        <wpg:cNvPr id="82" name="组合 82"/>
                        <wpg:cNvGrpSpPr/>
                        <wpg:grpSpPr>
                          <a:xfrm>
                            <a:off x="6364" y="24215"/>
                            <a:ext cx="150" cy="270"/>
                            <a:chOff x="6364" y="24215"/>
                            <a:chExt cx="150" cy="270"/>
                          </a:xfrm>
                        </wpg:grpSpPr>
                        <wps:wsp>
                          <wps:cNvPr id="80" name="直接连接符 80"/>
                          <wps:cNvCnPr/>
                          <wps:spPr>
                            <a:xfrm>
                              <a:off x="6437" y="24215"/>
                              <a:ext cx="1" cy="12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1" name="矩形 81"/>
                          <wps:cNvSpPr/>
                          <wps:spPr>
                            <a:xfrm>
                              <a:off x="6364" y="24335"/>
                              <a:ext cx="150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8" name="组合 88"/>
                        <wpg:cNvGrpSpPr/>
                        <wpg:grpSpPr>
                          <a:xfrm>
                            <a:off x="6119" y="23705"/>
                            <a:ext cx="559" cy="516"/>
                            <a:chOff x="6119" y="23705"/>
                            <a:chExt cx="559" cy="516"/>
                          </a:xfrm>
                        </wpg:grpSpPr>
                        <wps:wsp>
                          <wps:cNvPr id="83" name="直接连接符 83"/>
                          <wps:cNvCnPr/>
                          <wps:spPr>
                            <a:xfrm>
                              <a:off x="6202" y="24125"/>
                              <a:ext cx="1" cy="9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4" name="直接连接符 84"/>
                          <wps:cNvCnPr/>
                          <wps:spPr>
                            <a:xfrm>
                              <a:off x="6194" y="23884"/>
                              <a:ext cx="1" cy="9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5" name="矩形 85"/>
                          <wps:cNvSpPr/>
                          <wps:spPr>
                            <a:xfrm>
                              <a:off x="6119" y="23973"/>
                              <a:ext cx="150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6" name="任意多边形 86"/>
                          <wps:cNvSpPr/>
                          <wps:spPr>
                            <a:xfrm>
                              <a:off x="6196" y="24214"/>
                              <a:ext cx="482" cy="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40" h="5">
                                  <a:moveTo>
                                    <a:pt x="0" y="0"/>
                                  </a:moveTo>
                                  <a:lnTo>
                                    <a:pt x="340" y="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7" name="任意多边形 87"/>
                          <wps:cNvSpPr/>
                          <wps:spPr>
                            <a:xfrm>
                              <a:off x="6671" y="23705"/>
                              <a:ext cx="1" cy="51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" h="516">
                                  <a:moveTo>
                                    <a:pt x="1" y="0"/>
                                  </a:moveTo>
                                  <a:lnTo>
                                    <a:pt x="0" y="516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2" name="组合 92"/>
                        <wpg:cNvGrpSpPr/>
                        <wpg:grpSpPr>
                          <a:xfrm>
                            <a:off x="6022" y="23709"/>
                            <a:ext cx="396" cy="178"/>
                            <a:chOff x="6022" y="23709"/>
                            <a:chExt cx="396" cy="178"/>
                          </a:xfrm>
                        </wpg:grpSpPr>
                        <wps:wsp>
                          <wps:cNvPr id="89" name="直接连接符 89"/>
                          <wps:cNvCnPr/>
                          <wps:spPr>
                            <a:xfrm>
                              <a:off x="6028" y="23738"/>
                              <a:ext cx="1" cy="1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0" name="任意多边形 90"/>
                          <wps:cNvSpPr/>
                          <wps:spPr>
                            <a:xfrm>
                              <a:off x="6022" y="23883"/>
                              <a:ext cx="397" cy="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40" h="5">
                                  <a:moveTo>
                                    <a:pt x="0" y="0"/>
                                  </a:moveTo>
                                  <a:lnTo>
                                    <a:pt x="340" y="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1" name="直接连接符 91"/>
                          <wps:cNvCnPr/>
                          <wps:spPr>
                            <a:xfrm flipV="1">
                              <a:off x="6414" y="23709"/>
                              <a:ext cx="3" cy="17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arrow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8.75pt;margin-top:336.2pt;height:39pt;width:32.75pt;z-index:352377856;mso-width-relative:page;mso-height-relative:page;" coordorigin="6022,23705" coordsize="655,780" o:gfxdata="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">
                <o:lock v:ext="edit" aspectratio="f"/>
                <v:group id="_x0000_s1026" o:spid="_x0000_s1026" o:spt="203" style="position:absolute;left:6364;top:24215;height:270;width:150;" coordorigin="6364,24215" coordsize="150,270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6437;top:24215;height:125;width:1;" filled="f" stroked="t" coordsize="21600,21600" o:gfxdata="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zZFL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rect id="_x0000_s1026" o:spid="_x0000_s1026" o:spt="1" style="position:absolute;left:6364;top:24335;height:150;width:150;" fillcolor="#FFFFFF" filled="t" stroked="t" coordsize="21600,21600" o:gfxdata="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touj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6119;top:23705;height:516;width:559;" coordorigin="6119,23705" coordsize="559,516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6202;top:24125;height:91;width:1;" filled="f" stroked="t" coordsize="21600,21600" o:gfxdata="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+TbW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6194;top:23884;height:93;width:1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rect id="_x0000_s1026" o:spid="_x0000_s1026" o:spt="1" style="position:absolute;left:6119;top:23973;height:150;width:150;" fillcolor="#FFFFFF" filled="t" stroked="t" coordsize="21600,21600" o:gfxdata="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eEojr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_x0000_s1026" o:spid="_x0000_s1026" o:spt="100" style="position:absolute;left:6196;top:24214;height:3;width:482;" filled="f" stroked="t" coordsize="340,5" o:gfxdata="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bx7vvQAA&#10;ANsAAAAPAAAAAAAAAAEAIAAAACIAAABkcnMvZG93bnJldi54bWxQSwECFAAUAAAACACHTuJAMy8F&#10;njsAAAA5AAAAEAAAAAAAAAABACAAAAAMAQAAZHJzL3NoYXBleG1sLnhtbFBLBQYAAAAABgAGAFsB&#10;AAC2AwAAAAA=&#10;" path="m0,0l340,5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100" style="position:absolute;left:6671;top:23705;height:516;width:1;" filled="f" stroked="t" coordsize="1,516" o:gfxdata="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WGm6r4A&#10;AADbAAAADwAAAAAAAAABACAAAAAiAAAAZHJzL2Rvd25yZXYueG1sUEsBAhQAFAAAAAgAh07iQDMv&#10;BZ47AAAAOQAAABAAAAAAAAAAAQAgAAAADQEAAGRycy9zaGFwZXhtbC54bWxQSwUGAAAAAAYABgBb&#10;AQAAtwMAAAAA&#10;" path="m1,0l0,516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6022;top:23709;height:178;width:396;" coordorigin="6022,23709" coordsize="396,178" o:gfxdata="UEsDBAoAAAAAAIdO4kAAAAAAAAAAAAAAAAAEAAAAZHJzL1BLAwQUAAAACACHTuJAAEOpo7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8J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Q6mj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6028;top:23738;height:149;width:1;" filled="f" stroked="t" coordsize="21600,21600" o:gfxdata="UEsDBAoAAAAAAIdO4kAAAAAAAAAAAAAAAAAEAAAAZHJzL1BLAwQUAAAACACHTuJAXgzssr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Z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M7LK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_x0000_s1026" o:spid="_x0000_s1026" o:spt="100" style="position:absolute;left:6022;top:23883;height:5;width:397;" filled="f" stroked="t" coordsize="340,5" o:gfxdata="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E7XdvQAA&#10;ANsAAAAPAAAAAAAAAAEAIAAAACIAAABkcnMvZG93bnJldi54bWxQSwECFAAUAAAACACHTuJAMy8F&#10;njsAAAA5AAAAEAAAAAAAAAABACAAAAAMAQAAZHJzL3NoYXBleG1sLnhtbFBLBQYAAAAABgAGAFsB&#10;AAC2AwAAAAA=&#10;" path="m0,0l340,5e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_x0000_s1026" o:spid="_x0000_s1026" o:spt="20" style="position:absolute;left:6414;top:23709;flip:y;height:178;width:3;" filled="f" stroked="t" coordsize="21600,21600" o:gfxdata="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14Cu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open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352480256" behindDoc="0" locked="0" layoutInCell="1" allowOverlap="1">
                <wp:simplePos x="0" y="0"/>
                <wp:positionH relativeFrom="column">
                  <wp:posOffset>3513455</wp:posOffset>
                </wp:positionH>
                <wp:positionV relativeFrom="paragraph">
                  <wp:posOffset>3991610</wp:posOffset>
                </wp:positionV>
                <wp:extent cx="1094740" cy="995680"/>
                <wp:effectExtent l="0" t="0" r="0" b="0"/>
                <wp:wrapNone/>
                <wp:docPr id="155" name="组合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4740" cy="995680"/>
                          <a:chOff x="5816" y="18910"/>
                          <a:chExt cx="1724" cy="1568"/>
                        </a:xfrm>
                      </wpg:grpSpPr>
                      <wps:wsp>
                        <wps:cNvPr id="140" name="文本框 140"/>
                        <wps:cNvSpPr txBox="1"/>
                        <wps:spPr>
                          <a:xfrm>
                            <a:off x="5816" y="18910"/>
                            <a:ext cx="1725" cy="15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textAlignment w:val="auto"/>
                                <w:outlineLvl w:val="9"/>
                                <w:rPr>
                                  <w:rFonts w:hint="eastAsia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10 - 9+4</w:t>
                              </w:r>
                            </w:p>
                          </w:txbxContent>
                        </wps:txbx>
                        <wps:bodyPr upright="0"/>
                      </wps:wsp>
                      <wpg:grpSp>
                        <wpg:cNvPr id="154" name="组合 154"/>
                        <wpg:cNvGrpSpPr/>
                        <wpg:grpSpPr>
                          <a:xfrm>
                            <a:off x="6058" y="19348"/>
                            <a:ext cx="655" cy="780"/>
                            <a:chOff x="6022" y="23705"/>
                            <a:chExt cx="655" cy="780"/>
                          </a:xfrm>
                        </wpg:grpSpPr>
                        <wpg:grpSp>
                          <wpg:cNvPr id="143" name="组合 143"/>
                          <wpg:cNvGrpSpPr/>
                          <wpg:grpSpPr>
                            <a:xfrm>
                              <a:off x="6364" y="24215"/>
                              <a:ext cx="150" cy="270"/>
                              <a:chOff x="6364" y="24215"/>
                              <a:chExt cx="150" cy="270"/>
                            </a:xfrm>
                          </wpg:grpSpPr>
                          <wps:wsp>
                            <wps:cNvPr id="141" name="直接连接符 141"/>
                            <wps:cNvCnPr/>
                            <wps:spPr>
                              <a:xfrm>
                                <a:off x="6437" y="24215"/>
                                <a:ext cx="1" cy="12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2" name="矩形 142"/>
                            <wps:cNvSpPr/>
                            <wps:spPr>
                              <a:xfrm>
                                <a:off x="6364" y="24335"/>
                                <a:ext cx="150" cy="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49" name="组合 149"/>
                          <wpg:cNvGrpSpPr/>
                          <wpg:grpSpPr>
                            <a:xfrm>
                              <a:off x="6119" y="23705"/>
                              <a:ext cx="559" cy="516"/>
                              <a:chOff x="6119" y="23705"/>
                              <a:chExt cx="559" cy="516"/>
                            </a:xfrm>
                          </wpg:grpSpPr>
                          <wps:wsp>
                            <wps:cNvPr id="144" name="直接连接符 144"/>
                            <wps:cNvCnPr/>
                            <wps:spPr>
                              <a:xfrm>
                                <a:off x="6202" y="24125"/>
                                <a:ext cx="1" cy="9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5" name="直接连接符 145"/>
                            <wps:cNvCnPr/>
                            <wps:spPr>
                              <a:xfrm>
                                <a:off x="6194" y="23884"/>
                                <a:ext cx="1" cy="93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6" name="矩形 146"/>
                            <wps:cNvSpPr/>
                            <wps:spPr>
                              <a:xfrm>
                                <a:off x="6119" y="23973"/>
                                <a:ext cx="150" cy="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7" name="任意多边形 147"/>
                            <wps:cNvSpPr/>
                            <wps:spPr>
                              <a:xfrm>
                                <a:off x="6196" y="24214"/>
                                <a:ext cx="482" cy="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" h="5">
                                    <a:moveTo>
                                      <a:pt x="0" y="0"/>
                                    </a:moveTo>
                                    <a:lnTo>
                                      <a:pt x="340" y="5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8" name="任意多边形 148"/>
                            <wps:cNvSpPr/>
                            <wps:spPr>
                              <a:xfrm>
                                <a:off x="6671" y="23705"/>
                                <a:ext cx="1" cy="51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" h="516">
                                    <a:moveTo>
                                      <a:pt x="1" y="0"/>
                                    </a:moveTo>
                                    <a:lnTo>
                                      <a:pt x="0" y="516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53" name="组合 153"/>
                          <wpg:cNvGrpSpPr/>
                          <wpg:grpSpPr>
                            <a:xfrm>
                              <a:off x="6022" y="23709"/>
                              <a:ext cx="396" cy="178"/>
                              <a:chOff x="6022" y="23709"/>
                              <a:chExt cx="396" cy="178"/>
                            </a:xfrm>
                          </wpg:grpSpPr>
                          <wps:wsp>
                            <wps:cNvPr id="150" name="直接连接符 150"/>
                            <wps:cNvCnPr/>
                            <wps:spPr>
                              <a:xfrm>
                                <a:off x="6028" y="23738"/>
                                <a:ext cx="1" cy="149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51" name="任意多边形 151"/>
                            <wps:cNvSpPr/>
                            <wps:spPr>
                              <a:xfrm>
                                <a:off x="6022" y="23883"/>
                                <a:ext cx="397" cy="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" h="5">
                                    <a:moveTo>
                                      <a:pt x="0" y="0"/>
                                    </a:moveTo>
                                    <a:lnTo>
                                      <a:pt x="340" y="5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52" name="直接连接符 152"/>
                            <wps:cNvCnPr/>
                            <wps:spPr>
                              <a:xfrm flipV="1">
                                <a:off x="6414" y="23709"/>
                                <a:ext cx="3" cy="178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6.65pt;margin-top:314.3pt;height:78.4pt;width:86.2pt;z-index:352480256;mso-width-relative:page;mso-height-relative:page;" coordorigin="5816,18910" coordsize="1724,1568" o:gfxdata="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">
                <o:lock v:ext="edit" aspectratio="f"/>
                <v:shape id="_x0000_s1026" o:spid="_x0000_s1026" o:spt="202" type="#_x0000_t202" style="position:absolute;left:5816;top:18910;height:1569;width:1725;" filled="f" stroked="f" coordsize="21600,21600" o:gfxdata="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5oLRO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textAlignment w:val="auto"/>
                          <w:outlineLvl w:val="9"/>
                          <w:rPr>
                            <w:rFonts w:hint="eastAsia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10 - 9+4</w:t>
                        </w:r>
                      </w:p>
                    </w:txbxContent>
                  </v:textbox>
                </v:shape>
                <v:group id="_x0000_s1026" o:spid="_x0000_s1026" o:spt="203" style="position:absolute;left:6058;top:19348;height:780;width:655;" coordorigin="6022,23705" coordsize="655,780" o:gfxdata="UEsDBAoAAAAAAIdO4kAAAAAAAAAAAAAAAAAEAAAAZHJzL1BLAwQUAAAACACHTuJA4RK0z7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atn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4RK0z7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6364;top:24215;height:270;width:150;" coordorigin="6364,24215" coordsize="150,270" o:gfxdata="UEsDBAoAAAAAAIdO4kAAAAAAAAAAAAAAAAAEAAAAZHJzL1BLAwQUAAAACACHTuJA6yK6Zr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D/c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rIrpm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_x0000_s1026" o:spid="_x0000_s1026" o:spt="20" style="position:absolute;left:6437;top:24215;height:125;width:1;" filled="f" stroked="t" coordsize="21600,21600" o:gfxdata="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duFfL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rect id="_x0000_s1026" o:spid="_x0000_s1026" o:spt="1" style="position:absolute;left:6364;top:24335;height:150;width:150;" fillcolor="#FFFFFF" filled="t" stroked="t" coordsize="21600,21600" o:gfxdata="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F+jO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v:group>
                  <v:group id="_x0000_s1026" o:spid="_x0000_s1026" o:spt="203" style="position:absolute;left:6119;top:23705;height:516;width:559;" coordorigin="6119,23705" coordsize="559,516" o:gfxdata="UEsDBAoAAAAAAIdO4kAAAAAAAAAAAAAAAAAEAAAAZHJzL1BLAwQUAAAACACHTuJAisqNjL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H/5C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rKjY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6202;top:24125;height:91;width:1;" filled="f" stroked="t" coordsize="21600,21600" o:gfxdata="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rCbk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6194;top:23884;height:93;width:1;" filled="f" stroked="t" coordsize="21600,21600" o:gfxdata="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4IN/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rect id="_x0000_s1026" o:spid="_x0000_s1026" o:spt="1" style="position:absolute;left:6119;top:23973;height:150;width:150;" fillcolor="#FFFFFF" filled="t" stroked="t" coordsize="21600,21600" o:gfxdata="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Y+/DC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100" style="position:absolute;left:6196;top:24214;height:3;width:482;" filled="f" stroked="t" coordsize="340,5" o:gfxdata="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scuar4A&#10;AADcAAAADwAAAAAAAAABACAAAAAiAAAAZHJzL2Rvd25yZXYueG1sUEsBAhQAFAAAAAgAh07iQDMv&#10;BZ47AAAAOQAAABAAAAAAAAAAAQAgAAAADQEAAGRycy9zaGFwZXhtbC54bWxQSwUGAAAAAAYABgBb&#10;AQAAtwMAAAAA&#10;" path="m0,0l340,5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6671;top:23705;height:516;width:1;" filled="f" stroked="t" coordsize="1,516" o:gfxdata="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GcSiy/&#10;AAAA3AAAAA8AAAAAAAAAAQAgAAAAIgAAAGRycy9kb3ducmV2LnhtbFBLAQIUABQAAAAIAIdO4kAz&#10;LwWeOwAAADkAAAAQAAAAAAAAAAEAIAAAAA4BAABkcnMvc2hhcGV4bWwueG1sUEsFBgAAAAAGAAYA&#10;WwEAALgDAAAAAA==&#10;" path="m1,0l0,516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6022;top:23709;height:178;width:396;" coordorigin="6022,23709" coordsize="396,178" o:gfxdata="UEsDBAoAAAAAAIdO4kAAAAAAAAAAAAAAAAAEAAAAZHJzL1BLAwQUAAAACACHTuJAbvssu7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H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u+yy7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_x0000_s1026" o:spid="_x0000_s1026" o:spt="20" style="position:absolute;left:6028;top:23738;height:149;width:1;" filled="f" stroked="t" coordsize="21600,21600" o:gfxdata="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dOtjq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_x0000_s1026" o:spid="_x0000_s1026" o:spt="100" style="position:absolute;left:6022;top:23883;height:5;width:397;" filled="f" stroked="t" coordsize="340,5" o:gfxdata="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u7hVi/&#10;AAAA3AAAAA8AAAAAAAAAAQAgAAAAIgAAAGRycy9kb3ducmV2LnhtbFBLAQIUABQAAAAIAIdO4kAz&#10;LwWeOwAAADkAAAAQAAAAAAAAAAEAIAAAAA4BAABkcnMvc2hhcGV4bWwueG1sUEsFBgAAAAAGAAYA&#10;WwEAALgDAAAAAA==&#10;" path="m0,0l340,5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6414;top:23709;flip:y;height:178;width:3;" filled="f" stroked="t" coordsize="21600,21600" o:gfxdata="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XopML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604442624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48260</wp:posOffset>
                </wp:positionV>
                <wp:extent cx="1544320" cy="297180"/>
                <wp:effectExtent l="0" t="0" r="0" b="0"/>
                <wp:wrapNone/>
                <wp:docPr id="175" name="文本框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9&gt;8&gt;7&gt;6&gt;5&gt;4&gt;3&gt;2&gt;1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15pt;margin-top:3.8pt;height:23.4pt;width:121.6pt;z-index:604442624;mso-width-relative:page;mso-height-relative:page;" filled="f" stroked="f" coordsize="21600,21600" o:gfxdata="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JbNSzY&#10;AAAABwEAAA8AAAAAAAAAAQAgAAAAIgAAAGRycy9kb3ducmV2LnhtbFBLAQIUABQAAAAIAIdO4kBI&#10;N2yxIAIAABwEAAAOAAAAAAAAAAEAIAAAACc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9&gt;8&gt;7&gt;6&gt;5&gt;4&gt;3&gt;2&gt;1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352409600" behindDoc="0" locked="0" layoutInCell="1" allowOverlap="1">
                <wp:simplePos x="0" y="0"/>
                <wp:positionH relativeFrom="column">
                  <wp:posOffset>1464310</wp:posOffset>
                </wp:positionH>
                <wp:positionV relativeFrom="paragraph">
                  <wp:posOffset>4011295</wp:posOffset>
                </wp:positionV>
                <wp:extent cx="1095375" cy="984250"/>
                <wp:effectExtent l="0" t="0" r="0" b="0"/>
                <wp:wrapNone/>
                <wp:docPr id="124" name="组合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5375" cy="984250"/>
                          <a:chOff x="2589" y="23367"/>
                          <a:chExt cx="1725" cy="1550"/>
                        </a:xfrm>
                      </wpg:grpSpPr>
                      <wps:wsp>
                        <wps:cNvPr id="110" name="文本框 110"/>
                        <wps:cNvSpPr txBox="1"/>
                        <wps:spPr>
                          <a:xfrm>
                            <a:off x="2589" y="23367"/>
                            <a:ext cx="1725" cy="1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textAlignment w:val="auto"/>
                                <w:outlineLvl w:val="9"/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1 + 7 - 5</w:t>
                              </w:r>
                            </w:p>
                          </w:txbxContent>
                        </wps:txbx>
                        <wps:bodyPr upright="0"/>
                      </wps:wsp>
                      <wpg:grpSp>
                        <wpg:cNvPr id="123" name="组合 123"/>
                        <wpg:cNvGrpSpPr/>
                        <wpg:grpSpPr>
                          <a:xfrm>
                            <a:off x="2795" y="23764"/>
                            <a:ext cx="656" cy="790"/>
                            <a:chOff x="2795" y="23764"/>
                            <a:chExt cx="656" cy="790"/>
                          </a:xfrm>
                        </wpg:grpSpPr>
                        <wps:wsp>
                          <wps:cNvPr id="111" name="直接连接符 111"/>
                          <wps:cNvCnPr/>
                          <wps:spPr>
                            <a:xfrm>
                              <a:off x="2975" y="24194"/>
                              <a:ext cx="1" cy="9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122" name="组合 122"/>
                          <wpg:cNvGrpSpPr/>
                          <wpg:grpSpPr>
                            <a:xfrm>
                              <a:off x="2795" y="23764"/>
                              <a:ext cx="656" cy="790"/>
                              <a:chOff x="2795" y="23914"/>
                              <a:chExt cx="656" cy="790"/>
                            </a:xfrm>
                          </wpg:grpSpPr>
                          <wpg:grpSp>
                            <wpg:cNvPr id="116" name="组合 116"/>
                            <wpg:cNvGrpSpPr/>
                            <wpg:grpSpPr>
                              <a:xfrm>
                                <a:off x="2795" y="23957"/>
                                <a:ext cx="340" cy="238"/>
                                <a:chOff x="2795" y="23957"/>
                                <a:chExt cx="340" cy="238"/>
                              </a:xfrm>
                            </wpg:grpSpPr>
                            <wps:wsp>
                              <wps:cNvPr id="112" name="直接连接符 112"/>
                              <wps:cNvCnPr/>
                              <wps:spPr>
                                <a:xfrm>
                                  <a:off x="2801" y="23957"/>
                                  <a:ext cx="1" cy="149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13" name="任意多边形 113"/>
                              <wps:cNvSpPr/>
                              <wps:spPr>
                                <a:xfrm>
                                  <a:off x="2795" y="24102"/>
                                  <a:ext cx="340" cy="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340" h="5">
                                      <a:moveTo>
                                        <a:pt x="0" y="0"/>
                                      </a:moveTo>
                                      <a:lnTo>
                                        <a:pt x="340" y="5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14" name="直接连接符 114"/>
                              <wps:cNvCnPr/>
                              <wps:spPr>
                                <a:xfrm>
                                  <a:off x="3124" y="23962"/>
                                  <a:ext cx="1" cy="149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15" name="直接连接符 115"/>
                              <wps:cNvCnPr/>
                              <wps:spPr>
                                <a:xfrm>
                                  <a:off x="2967" y="24103"/>
                                  <a:ext cx="1" cy="93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17" name="矩形 117"/>
                            <wps:cNvSpPr/>
                            <wps:spPr>
                              <a:xfrm>
                                <a:off x="2892" y="24192"/>
                                <a:ext cx="150" cy="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8" name="任意多边形 118"/>
                            <wps:cNvSpPr/>
                            <wps:spPr>
                              <a:xfrm>
                                <a:off x="2969" y="24433"/>
                                <a:ext cx="482" cy="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40" h="5">
                                    <a:moveTo>
                                      <a:pt x="0" y="0"/>
                                    </a:moveTo>
                                    <a:lnTo>
                                      <a:pt x="340" y="5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9" name="直接连接符 119"/>
                            <wps:cNvCnPr/>
                            <wps:spPr>
                              <a:xfrm>
                                <a:off x="3210" y="24434"/>
                                <a:ext cx="1" cy="12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20" name="直接连接符 120"/>
                            <wps:cNvCnPr/>
                            <wps:spPr>
                              <a:xfrm flipV="1">
                                <a:off x="3447" y="23914"/>
                                <a:ext cx="1" cy="52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</wps:spPr>
                            <wps:bodyPr upright="1"/>
                          </wps:wsp>
                          <wps:wsp>
                            <wps:cNvPr id="121" name="矩形 121"/>
                            <wps:cNvSpPr/>
                            <wps:spPr>
                              <a:xfrm>
                                <a:off x="3137" y="24554"/>
                                <a:ext cx="150" cy="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3pt;margin-top:315.85pt;height:77.5pt;width:86.25pt;z-index:352409600;mso-width-relative:page;mso-height-relative:page;" coordorigin="2589,23367" coordsize="1725,1550" o:gfxdata="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">
                <o:lock v:ext="edit" aspectratio="f"/>
                <v:shape id="_x0000_s1026" o:spid="_x0000_s1026" o:spt="202" type="#_x0000_t202" style="position:absolute;left:2589;top:23367;height:1550;width:1725;" filled="f" stroked="f" coordsize="21600,21600" o:gfxdata="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qE5tT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textAlignment w:val="auto"/>
                          <w:outlineLvl w:val="9"/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1 + 7 - 5</w:t>
                        </w:r>
                      </w:p>
                    </w:txbxContent>
                  </v:textbox>
                </v:shape>
                <v:group id="_x0000_s1026" o:spid="_x0000_s1026" o:spt="203" style="position:absolute;left:2795;top:23764;height:790;width:656;" coordorigin="2795,23764" coordsize="656,790" o:gfxdata="UEsDBAoAAAAAAIdO4kAAAAAAAAAAAAAAAAAEAAAAZHJzL1BLAwQUAAAACACHTuJANv1fxr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n8zh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v1fxr0AAADc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2975;top:24194;height:91;width:1;" filled="f" stroked="t" coordsize="21600,21600" o:gfxdata="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aKph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group id="_x0000_s1026" o:spid="_x0000_s1026" o:spt="203" style="position:absolute;left:2795;top:23764;height:790;width:656;" coordorigin="2795,23914" coordsize="656,790" o:gfxdata="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bH6Xb0AAADc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2795;top:23957;height:238;width:340;" coordorigin="2795,23957" coordsize="340,238" o:gfxdata="UEsDBAoAAAAAAIdO4kAAAAAAAAAAAAAAAAAEAAAAZHJzL1BLAwQUAAAACACHTuJA6OY247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OY2470AAADc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2801;top:23957;height:149;width:1;" filled="f" stroked="t" coordsize="21600,21600" o:gfxdata="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ro0Fr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shape id="_x0000_s1026" o:spid="_x0000_s1026" o:spt="100" style="position:absolute;left:2795;top:24102;height:5;width:340;" filled="f" stroked="t" coordsize="340,5" o:gfxdata="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JPB3S/&#10;AAAA3AAAAA8AAAAAAAAAAQAgAAAAIgAAAGRycy9kb3ducmV2LnhtbFBLAQIUABQAAAAIAIdO4kAz&#10;LwWeOwAAADkAAAAQAAAAAAAAAAEAIAAAAA4BAABkcnMvc2hhcGV4bWwueG1sUEsFBgAAAAAGAAYA&#10;WwEAALgDAAAAAA==&#10;" path="m0,0l340,5e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line id="_x0000_s1026" o:spid="_x0000_s1026" o:spt="20" style="position:absolute;left:3124;top:23962;height:149;width:1;" filled="f" stroked="t" coordsize="21600,21600" o:gfxdata="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h8J+b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2967;top:24103;height:93;width:1;" filled="f" stroked="t" coordsize="21600,21600" o:gfxdata="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VOsYr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rect id="_x0000_s1026" o:spid="_x0000_s1026" o:spt="1" style="position:absolute;left:2892;top:24192;height:150;width:150;" fillcolor="#FFFFFF" filled="t" stroked="t" coordsize="21600,21600" o:gfxdata="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sF2tr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_x0000_s1026" o:spid="_x0000_s1026" o:spt="100" style="position:absolute;left:2969;top:24433;height:3;width:482;" filled="f" stroked="t" coordsize="340,5" o:gfxdata="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OuVBb4A&#10;AADcAAAADwAAAAAAAAABACAAAAAiAAAAZHJzL2Rvd25yZXYueG1sUEsBAhQAFAAAAAgAh07iQDMv&#10;BZ47AAAAOQAAABAAAAAAAAAAAQAgAAAADQEAAGRycy9zaGFwZXhtbC54bWxQSwUGAAAAAAYABgBb&#10;AQAAtwMAAAAA&#10;" path="m0,0l340,5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_x0000_s1026" o:spid="_x0000_s1026" o:spt="20" style="position:absolute;left:3210;top:24434;height:125;width:1;" filled="f" stroked="t" coordsize="21600,21600" o:gfxdata="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B6mZ7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3447;top:23914;flip:y;height:522;width:1;" filled="f" stroked="t" coordsize="21600,21600" o:gfxdata="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Jhob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  <v:rect id="_x0000_s1026" o:spid="_x0000_s1026" o:spt="1" style="position:absolute;left:3137;top:24554;height:150;width:150;" fillcolor="#FFFFFF" filled="t" stroked="t" coordsize="21600,21600" o:gfxdata="UEsDBAoAAAAAAIdO4kAAAAAAAAAAAAAAAAAEAAAAZHJzL1BLAwQUAAAACACHTuJApAiB5L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E3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AiB5L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v:group>
                </v:group>
              </v:group>
            </w:pict>
          </mc:Fallback>
        </mc:AlternateContent>
      </w: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856403968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127000</wp:posOffset>
                </wp:positionV>
                <wp:extent cx="1294130" cy="293370"/>
                <wp:effectExtent l="0" t="0" r="0" b="0"/>
                <wp:wrapNone/>
                <wp:docPr id="176" name="文本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130" cy="293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六、解决问题。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45pt;margin-top:10pt;height:23.1pt;width:101.9pt;z-index:856403968;mso-width-relative:page;mso-height-relative:page;" filled="f" stroked="f" coordsize="21600,21600" o:gfxdata="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tEz51wAA&#10;AAgBAAAPAAAAAAAAAAEAIAAAACIAAABkcnMvZG93bnJldi54bWxQSwECFAAUAAAACACHTuJAV1xZ&#10;8B8CAAAcBAAADgAAAAAAAAABACAAAAAmAQAAZHJzL2Uyb0RvYy54bWxQSwUGAAAAAAYABgBZAQAA&#10;t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六、解决问题。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856404992" behindDoc="0" locked="0" layoutInCell="1" allowOverlap="1">
                <wp:simplePos x="0" y="0"/>
                <wp:positionH relativeFrom="column">
                  <wp:posOffset>362585</wp:posOffset>
                </wp:positionH>
                <wp:positionV relativeFrom="paragraph">
                  <wp:posOffset>158115</wp:posOffset>
                </wp:positionV>
                <wp:extent cx="1551305" cy="914400"/>
                <wp:effectExtent l="0" t="0" r="0" b="0"/>
                <wp:wrapNone/>
                <wp:docPr id="177" name="文本框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97965" y="9070975"/>
                          <a:ext cx="155130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1.4+4=8（只）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2.10-8=2（把）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3，7-2+3=8（只）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55pt;margin-top:12.45pt;height:72pt;width:122.15pt;z-index:856404992;mso-width-relative:page;mso-height-relative:page;" filled="f" stroked="f" coordsize="21600,21600" o:gfxdata="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k2DBe9sAAAAJAQAADwAAAAAAAAABACAAAAAiAAAAZHJzL2Rvd25yZXYueG1sUEsB&#10;AhQAFAAAAAgAh07iQFhs99ArAgAAKAQAAA4AAAAAAAAAAQAgAAAAKg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1.4+4=8（只）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2.10-8=2（把）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3，7-2+3=8（只）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both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3ED5F"/>
    <w:multiLevelType w:val="singleLevel"/>
    <w:tmpl w:val="3923ED5F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20FFC"/>
    <w:rsid w:val="21013738"/>
    <w:rsid w:val="29220FFC"/>
    <w:rsid w:val="2ABD2F35"/>
    <w:rsid w:val="2AEA2936"/>
    <w:rsid w:val="34DA0F66"/>
    <w:rsid w:val="59B905D1"/>
    <w:rsid w:val="59BB5FBA"/>
    <w:rsid w:val="6D535020"/>
    <w:rsid w:val="70B433FA"/>
    <w:rsid w:val="7348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2018-07-26T08:33:00Z</dcterms:created>
  <dc:creator>lenovo</dc:creator>
  <cp:lastModifiedBy>lenovo</cp:lastModifiedBy>
  <dcterms:modified xsi:type="dcterms:W3CDTF">2018-07-31T14:37:48Z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