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tLeast"/>
        <w:jc w:val="center"/>
        <w:rPr>
          <w:rFonts w:ascii="宋体"/>
          <w:b/>
          <w:bCs/>
        </w:rPr>
      </w:pPr>
      <w:r>
        <w:rPr>
          <w:rFonts w:ascii="宋体" w:hAnsi="宋体" w:cs="宋体" w:hint="eastAsia"/>
          <w:b/>
          <w:bCs/>
        </w:rPr>
        <w:t>八年级数学</w:t>
      </w:r>
      <w:r>
        <w:rPr>
          <w:rFonts w:ascii="宋体" w:hAnsi="宋体" w:cs="宋体" w:hint="eastAsia"/>
          <w:b/>
          <w:bCs/>
          <w:lang w:eastAsia="zh-CN"/>
        </w:rPr>
        <w:t>期中</w:t>
      </w:r>
      <w:r>
        <w:rPr>
          <w:rFonts w:ascii="宋体" w:hAnsi="宋体" w:cs="宋体" w:hint="eastAsia"/>
          <w:b/>
          <w:bCs/>
        </w:rPr>
        <w:t>试题参考答案</w:t>
      </w:r>
    </w:p>
    <w:p>
      <w:pPr>
        <w:snapToGrid w:val="0"/>
        <w:rPr>
          <w:rFonts w:ascii="宋体"/>
          <w:b/>
          <w:bCs/>
        </w:rPr>
      </w:pPr>
      <w:r>
        <w:rPr>
          <w:rFonts w:ascii="宋体" w:hAnsi="宋体" w:cs="宋体" w:hint="eastAsia"/>
          <w:b/>
          <w:bCs/>
        </w:rPr>
        <w:t>一、</w:t>
      </w:r>
    </w:p>
    <w:tbl>
      <w:tblPr>
        <w:tblStyle w:val="TableNormal"/>
        <w:tblpPr w:leftFromText="180" w:rightFromText="180" w:vertAnchor="text" w:horzAnchor="margin" w:tblpY="2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726"/>
        <w:gridCol w:w="709"/>
        <w:gridCol w:w="622"/>
        <w:gridCol w:w="709"/>
        <w:gridCol w:w="634"/>
        <w:gridCol w:w="704"/>
        <w:gridCol w:w="702"/>
        <w:gridCol w:w="602"/>
        <w:gridCol w:w="602"/>
        <w:gridCol w:w="602"/>
        <w:gridCol w:w="602"/>
        <w:gridCol w:w="59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21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题号</w:t>
            </w:r>
          </w:p>
        </w:tc>
        <w:tc>
          <w:tcPr>
            <w:tcW w:w="426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416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365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416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372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41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412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9</w:t>
            </w:r>
          </w:p>
          <w:p>
            <w:pPr>
              <w:spacing w:line="360" w:lineRule="atLeast"/>
              <w:rPr>
                <w:rFonts w:ascii="宋体"/>
              </w:rPr>
            </w:pP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11</w:t>
            </w:r>
          </w:p>
        </w:tc>
        <w:tc>
          <w:tcPr>
            <w:tcW w:w="346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/>
              </w:rPr>
              <w:t>12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21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答案</w:t>
            </w:r>
          </w:p>
        </w:tc>
        <w:tc>
          <w:tcPr>
            <w:tcW w:w="426" w:type="pct"/>
          </w:tcPr>
          <w:p>
            <w:pPr>
              <w:spacing w:line="360" w:lineRule="atLeast"/>
              <w:rPr>
                <w:rFonts w:ascii="宋体" w:eastAsia="宋体" w:hint="eastAsia"/>
                <w:lang w:val="en-US" w:eastAsia="zh-CN"/>
              </w:rPr>
            </w:pPr>
            <w:r>
              <w:rPr>
                <w:rFonts w:ascii="宋体"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416" w:type="pct"/>
          </w:tcPr>
          <w:p>
            <w:pPr>
              <w:spacing w:line="360" w:lineRule="atLeast"/>
              <w:rPr>
                <w:rFonts w:ascii="宋体" w:eastAsia="宋体" w:hint="eastAsia"/>
                <w:lang w:val="en-US" w:eastAsia="zh-CN"/>
              </w:rPr>
            </w:pPr>
            <w:r>
              <w:rPr>
                <w:rFonts w:ascii="宋体" w:hint="eastAsia"/>
                <w:lang w:val="en-US" w:eastAsia="zh-CN"/>
              </w:rPr>
              <w:t>B</w:t>
            </w:r>
          </w:p>
        </w:tc>
        <w:tc>
          <w:tcPr>
            <w:tcW w:w="365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16" w:type="pct"/>
          </w:tcPr>
          <w:p>
            <w:pPr>
              <w:spacing w:line="360" w:lineRule="atLeast"/>
              <w:rPr>
                <w:rFonts w:ascii="宋体" w:eastAsia="宋体" w:hint="eastAsia"/>
                <w:lang w:val="en-US" w:eastAsia="zh-CN"/>
              </w:rPr>
            </w:pPr>
            <w:r>
              <w:rPr>
                <w:rFonts w:ascii="宋体" w:hint="eastAsia"/>
                <w:lang w:val="en-US" w:eastAsia="zh-CN"/>
              </w:rPr>
              <w:t>C</w:t>
            </w:r>
          </w:p>
        </w:tc>
        <w:tc>
          <w:tcPr>
            <w:tcW w:w="372" w:type="pct"/>
          </w:tcPr>
          <w:p>
            <w:pPr>
              <w:spacing w:line="360" w:lineRule="atLeast"/>
              <w:rPr>
                <w:rFonts w:ascii="宋体" w:eastAsia="宋体" w:hint="default"/>
                <w:lang w:val="en-US" w:eastAsia="zh-CN"/>
              </w:rPr>
            </w:pPr>
            <w:r>
              <w:rPr>
                <w:rFonts w:ascii="宋体" w:hint="eastAsia"/>
                <w:lang w:val="en-US" w:eastAsia="zh-CN"/>
              </w:rPr>
              <w:t>B</w:t>
            </w:r>
          </w:p>
        </w:tc>
        <w:tc>
          <w:tcPr>
            <w:tcW w:w="41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12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353" w:type="pct"/>
          </w:tcPr>
          <w:p>
            <w:pPr>
              <w:spacing w:line="360" w:lineRule="auto"/>
              <w:textAlignment w:val="center"/>
              <w:rPr>
                <w:rFonts w:eastAsia="宋体"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A</w:t>
            </w: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 w:eastAsia="宋体" w:hint="eastAsia"/>
                <w:b/>
                <w:bCs/>
                <w:lang w:val="en-US" w:eastAsia="zh-CN"/>
              </w:rPr>
            </w:pPr>
            <w:r>
              <w:rPr>
                <w:rFonts w:ascii="宋体" w:hint="eastAsia"/>
                <w:b/>
                <w:bCs/>
                <w:lang w:val="en-US" w:eastAsia="zh-CN"/>
              </w:rPr>
              <w:t>C</w:t>
            </w:r>
          </w:p>
        </w:tc>
        <w:tc>
          <w:tcPr>
            <w:tcW w:w="353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6" w:type="pct"/>
          </w:tcPr>
          <w:p>
            <w:pPr>
              <w:spacing w:line="360" w:lineRule="atLeast"/>
              <w:rPr>
                <w:rFonts w:ascii="宋体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</w:tbl>
    <w:p>
      <w:pPr>
        <w:rPr>
          <w:rFonts w:ascii="宋体"/>
        </w:rPr>
      </w:pPr>
    </w:p>
    <w:p>
      <w:pPr>
        <w:shd w:val="clear" w:color="auto" w:fill="FFFFFF"/>
        <w:spacing w:line="360" w:lineRule="auto"/>
        <w:rPr>
          <w:rFonts w:eastAsia="宋体" w:hint="eastAsia"/>
          <w:lang w:val="en-US" w:eastAsia="zh-CN"/>
        </w:rPr>
      </w:pPr>
      <w:r>
        <w:rPr>
          <w:rFonts w:ascii="宋体" w:hAnsi="宋体" w:cs="宋体" w:hint="eastAsia"/>
        </w:rPr>
        <w:t>二、</w:t>
      </w:r>
      <w:r>
        <w:rPr>
          <w:rFonts w:ascii="宋体" w:hAnsi="宋体" w:cs="宋体"/>
        </w:rPr>
        <w:t>13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  <w:lang w:val="en-US" w:eastAsia="zh-CN"/>
        </w:rPr>
        <w:t xml:space="preserve">1  </w:t>
      </w:r>
      <w:r>
        <w:rPr>
          <w:rFonts w:eastAsia="新宋体"/>
        </w:rPr>
        <w:t xml:space="preserve"> </w:t>
      </w:r>
      <w:r>
        <w:rPr>
          <w:rFonts w:ascii="宋体" w:hAnsi="宋体" w:cs="宋体"/>
        </w:rPr>
        <w:t>14.</w:t>
      </w:r>
      <w:r>
        <w:rPr>
          <w:rFonts w:ascii="宋体" w:hAnsi="宋体" w:cs="宋体" w:hint="eastAsia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16 </w:t>
      </w:r>
      <w:r>
        <w:t xml:space="preserve"> </w:t>
      </w:r>
      <w:r>
        <w:rPr>
          <w:rFonts w:ascii="宋体" w:hAnsi="宋体" w:cs="宋体"/>
        </w:rPr>
        <w:t>15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  <w:lang w:val="en-US" w:eastAsia="zh-CN"/>
        </w:rPr>
        <w:t xml:space="preserve">15 </w:t>
      </w:r>
      <w:r>
        <w:rPr>
          <w:rFonts w:ascii="宋体" w:hAnsi="宋体" w:cs="宋体"/>
        </w:rPr>
        <w:t xml:space="preserve"> </w:t>
      </w:r>
      <w:r>
        <w:rPr>
          <w:sz w:val="24"/>
          <w:szCs w:val="24"/>
        </w:rPr>
        <w:t>16</w:t>
      </w:r>
      <w:r>
        <w:rPr>
          <w:rFonts w:cs="宋体" w:hint="eastAsia"/>
          <w:sz w:val="24"/>
          <w:szCs w:val="24"/>
        </w:rPr>
        <w:t>．</w:t>
      </w:r>
      <w:r>
        <w:rPr>
          <w:rFonts w:eastAsia="华文行楷"/>
          <w:b/>
          <w:i/>
          <w:color w:val="000000"/>
        </w:rPr>
        <w:t>65</w:t>
      </w:r>
      <w:r>
        <w:rPr>
          <w:rFonts w:eastAsia="华文行楷"/>
          <w:color w:val="000000"/>
        </w:rPr>
        <w:t>°</w:t>
      </w:r>
      <w:r>
        <w:rPr>
          <w:rFonts w:eastAsia="华文行楷" w:hint="eastAsia"/>
          <w:color w:val="000000"/>
          <w:lang w:val="en-US" w:eastAsia="zh-CN"/>
        </w:rPr>
        <w:t xml:space="preserve"> </w:t>
      </w:r>
      <w:r>
        <w:rPr>
          <w:rFonts w:eastAsia="新宋体"/>
          <w:sz w:val="24"/>
          <w:szCs w:val="24"/>
          <w:vertAlign w:val="superscript"/>
        </w:rPr>
        <w:t xml:space="preserve">  </w:t>
      </w:r>
      <w:r>
        <w:rPr>
          <w:rFonts w:ascii="宋体" w:hAnsi="宋体" w:cs="宋体"/>
        </w:rPr>
        <w:t>17</w:t>
      </w:r>
      <w:r>
        <w:rPr>
          <w:rFonts w:ascii="宋体" w:hAnsi="宋体" w:cs="宋体" w:hint="eastAsia"/>
        </w:rPr>
        <w:t>．</w:t>
      </w:r>
      <w:r>
        <w:rPr>
          <w:rFonts w:hint="eastAsia"/>
          <w:sz w:val="24"/>
          <w:szCs w:val="24"/>
        </w:rPr>
        <w:t xml:space="preserve"> 6cm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eastAsia="新宋体"/>
        </w:rPr>
        <w:t xml:space="preserve"> </w:t>
      </w:r>
      <w:r>
        <w:rPr>
          <w:rFonts w:ascii="宋体" w:hAnsi="宋体" w:cs="宋体"/>
        </w:rPr>
        <w:t>18.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eastAsia="新宋体" w:cs="新宋体" w:hint="eastAsia"/>
          <w:lang w:val="en-US" w:eastAsia="zh-CN"/>
        </w:rPr>
        <w:t>6</w:t>
      </w:r>
    </w:p>
    <w:p>
      <w:pPr>
        <w:shd w:val="clear" w:color="auto" w:fill="FFFFFF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三、解答题：</w:t>
      </w:r>
    </w:p>
    <w:p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hint="eastAsia"/>
        </w:rPr>
        <w:t>（10分）解：</w:t>
      </w:r>
      <w:r>
        <w:rPr>
          <w:rFonts w:ascii="宋体" w:hAnsi="宋体" w:cs="宋体"/>
          <w:sz w:val="24"/>
          <w:szCs w:val="24"/>
        </w:rPr>
        <w:t>∵△</w:t>
      </w:r>
      <w:r>
        <w:rPr>
          <w:rFonts w:ascii="宋体" w:hAnsi="宋体" w:cs="宋体"/>
          <w:i/>
          <w:sz w:val="24"/>
          <w:szCs w:val="24"/>
        </w:rPr>
        <w:t>ABC</w:t>
      </w:r>
      <w:r>
        <w:rPr>
          <w:rFonts w:ascii="宋体" w:hAnsi="宋体" w:cs="宋体"/>
          <w:sz w:val="24"/>
          <w:szCs w:val="24"/>
        </w:rPr>
        <w:t>的三边长分别为</w:t>
      </w:r>
      <w:r>
        <w:rPr>
          <w:rFonts w:ascii="宋体" w:hAnsi="宋体" w:cs="宋体"/>
          <w:i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>，</w:t>
      </w:r>
      <w:r>
        <w:rPr>
          <w:rFonts w:ascii="宋体" w:hAnsi="宋体" w:cs="宋体"/>
          <w:i/>
          <w:sz w:val="24"/>
          <w:szCs w:val="24"/>
        </w:rPr>
        <w:t>b</w:t>
      </w:r>
      <w:r>
        <w:rPr>
          <w:rFonts w:ascii="宋体" w:hAnsi="宋体" w:cs="宋体"/>
          <w:sz w:val="24"/>
          <w:szCs w:val="24"/>
        </w:rPr>
        <w:t>，</w:t>
      </w:r>
      <w:r>
        <w:rPr>
          <w:rFonts w:ascii="宋体" w:hAnsi="宋体" w:cs="宋体"/>
          <w:i/>
          <w:sz w:val="24"/>
          <w:szCs w:val="24"/>
        </w:rPr>
        <w:t>c</w:t>
      </w:r>
      <w:r>
        <w:rPr>
          <w:rFonts w:ascii="宋体" w:hAnsi="宋体" w:cs="宋体"/>
          <w:sz w:val="24"/>
          <w:szCs w:val="24"/>
        </w:rPr>
        <w:t>，</w:t>
      </w:r>
    </w:p>
    <w:p>
      <w:pPr>
        <w:ind w:firstLine="1920" w:firstLineChars="8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∴</w:t>
      </w:r>
      <w:r>
        <w:rPr>
          <w:rFonts w:ascii="宋体" w:hAnsi="宋体" w:cs="宋体"/>
          <w:i/>
          <w:sz w:val="24"/>
          <w:szCs w:val="24"/>
        </w:rPr>
        <w:t>a+b&gt;c，b&lt;a</w:t>
      </w:r>
      <w:r>
        <w:rPr>
          <w:rFonts w:ascii="宋体" w:hAnsi="宋体" w:cs="宋体"/>
          <w:sz w:val="24"/>
          <w:szCs w:val="24"/>
        </w:rPr>
        <w:t>+c.</w:t>
      </w:r>
    </w:p>
    <w:p>
      <w:pPr>
        <w:ind w:firstLine="1920" w:firstLineChars="8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∴原式=|（</w:t>
      </w:r>
      <w:r>
        <w:rPr>
          <w:rFonts w:ascii="宋体" w:hAnsi="宋体" w:cs="宋体"/>
          <w:i/>
          <w:sz w:val="24"/>
          <w:szCs w:val="24"/>
        </w:rPr>
        <w:t>a+b</w:t>
      </w:r>
      <w:r>
        <w:rPr>
          <w:rFonts w:ascii="宋体" w:hAnsi="宋体" w:cs="宋体"/>
          <w:sz w:val="24"/>
          <w:szCs w:val="24"/>
        </w:rPr>
        <w:t>）-</w:t>
      </w:r>
      <w:r>
        <w:rPr>
          <w:rFonts w:ascii="宋体" w:hAnsi="宋体" w:cs="宋体"/>
          <w:i/>
          <w:sz w:val="24"/>
          <w:szCs w:val="24"/>
        </w:rPr>
        <w:t>c</w:t>
      </w:r>
      <w:r>
        <w:rPr>
          <w:rFonts w:ascii="宋体" w:hAnsi="宋体" w:cs="宋体"/>
          <w:sz w:val="24"/>
          <w:szCs w:val="24"/>
        </w:rPr>
        <w:t>|-|</w:t>
      </w:r>
      <w:r>
        <w:rPr>
          <w:rFonts w:ascii="宋体" w:hAnsi="宋体" w:cs="宋体"/>
          <w:i/>
          <w:sz w:val="24"/>
          <w:szCs w:val="24"/>
        </w:rPr>
        <w:t>b</w:t>
      </w:r>
      <w:r>
        <w:rPr>
          <w:rFonts w:ascii="宋体" w:hAnsi="宋体" w:cs="宋体"/>
          <w:sz w:val="24"/>
          <w:szCs w:val="24"/>
        </w:rPr>
        <w:t>-（</w:t>
      </w:r>
      <w:r>
        <w:rPr>
          <w:rFonts w:ascii="宋体" w:hAnsi="宋体" w:cs="宋体"/>
          <w:i/>
          <w:sz w:val="24"/>
          <w:szCs w:val="24"/>
        </w:rPr>
        <w:t>a+c</w:t>
      </w:r>
      <w:r>
        <w:rPr>
          <w:rFonts w:ascii="宋体" w:hAnsi="宋体" w:cs="宋体"/>
          <w:sz w:val="24"/>
          <w:szCs w:val="24"/>
        </w:rPr>
        <w:t>）|-（</w:t>
      </w:r>
      <w:r>
        <w:rPr>
          <w:rFonts w:ascii="宋体" w:hAnsi="宋体" w:cs="宋体"/>
          <w:i/>
          <w:sz w:val="24"/>
          <w:szCs w:val="24"/>
        </w:rPr>
        <w:t>a+b+c</w:t>
      </w:r>
      <w:r>
        <w:rPr>
          <w:rFonts w:ascii="宋体" w:hAnsi="宋体" w:cs="宋体"/>
          <w:sz w:val="24"/>
          <w:szCs w:val="24"/>
        </w:rPr>
        <w:t>）</w:t>
      </w:r>
    </w:p>
    <w:p>
      <w:pPr>
        <w:ind w:firstLine="1920" w:firstLineChars="800"/>
        <w:rPr>
          <w:rFonts w:ascii="宋体" w:hAnsi="宋体" w:cs="宋体"/>
          <w:i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=</w:t>
      </w:r>
      <w:r>
        <w:rPr>
          <w:rFonts w:ascii="宋体" w:hAnsi="宋体" w:cs="宋体"/>
          <w:i/>
          <w:sz w:val="24"/>
          <w:szCs w:val="24"/>
        </w:rPr>
        <w:t>a+b-c</w:t>
      </w:r>
      <w:r>
        <w:rPr>
          <w:rFonts w:ascii="宋体" w:hAnsi="宋体" w:cs="宋体"/>
          <w:sz w:val="24"/>
          <w:szCs w:val="24"/>
        </w:rPr>
        <w:t>-（</w:t>
      </w:r>
      <w:r>
        <w:rPr>
          <w:rFonts w:ascii="宋体" w:hAnsi="宋体" w:cs="宋体"/>
          <w:i/>
          <w:sz w:val="24"/>
          <w:szCs w:val="24"/>
        </w:rPr>
        <w:t>a+c-b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 w:cs="宋体"/>
          <w:i/>
          <w:sz w:val="24"/>
          <w:szCs w:val="24"/>
        </w:rPr>
        <w:t>-a-b-c</w:t>
      </w:r>
    </w:p>
    <w:p>
      <w:pPr>
        <w:ind w:firstLine="1920" w:firstLineChars="800"/>
      </w:pPr>
      <w:r>
        <w:rPr>
          <w:rFonts w:ascii="宋体" w:hAnsi="宋体" w:cs="宋体"/>
          <w:sz w:val="24"/>
          <w:szCs w:val="24"/>
        </w:rPr>
        <w:t>=</w:t>
      </w:r>
      <w:r>
        <w:rPr>
          <w:rFonts w:ascii="宋体" w:hAnsi="宋体" w:cs="宋体"/>
          <w:i/>
          <w:sz w:val="24"/>
          <w:szCs w:val="24"/>
        </w:rPr>
        <w:t>b-a</w:t>
      </w:r>
      <w:r>
        <w:rPr>
          <w:rFonts w:ascii="宋体" w:hAnsi="宋体" w:cs="宋体"/>
          <w:sz w:val="24"/>
          <w:szCs w:val="24"/>
        </w:rPr>
        <w:t>-3</w:t>
      </w:r>
      <w:r>
        <w:rPr>
          <w:rFonts w:ascii="宋体" w:hAnsi="宋体" w:cs="宋体"/>
          <w:i/>
          <w:sz w:val="24"/>
          <w:szCs w:val="24"/>
        </w:rPr>
        <w:t>c</w:t>
      </w:r>
      <w:r>
        <w:rPr>
          <w:rFonts w:ascii="宋体" w:hAnsi="宋体" w:cs="宋体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>
        <w:rPr>
          <w:rFonts w:hint="eastAsia"/>
        </w:rPr>
        <w:t>（10分）</w:t>
      </w:r>
      <w:r>
        <w:rPr>
          <w:rFonts w:ascii="宋体" w:hAnsi="宋体" w:cs="宋体" w:hint="eastAsia"/>
        </w:rPr>
        <w:t>解：∵</w:t>
      </w:r>
      <w:r>
        <w:rPr>
          <w:rFonts w:ascii="宋体" w:hAnsi="宋体"/>
        </w:rPr>
        <w:t>多边形每一个内角都是120°，</w:t>
      </w:r>
    </w:p>
    <w:p>
      <w:pPr>
        <w:rPr>
          <w:rFonts w:ascii="宋体" w:hAnsi="宋体"/>
        </w:rPr>
      </w:pPr>
      <w:r>
        <w:rPr>
          <w:rFonts w:ascii="宋体" w:hAnsi="宋体" w:cs="宋体" w:hint="eastAsia"/>
        </w:rPr>
        <w:t>∴</w:t>
      </w:r>
      <w:r>
        <w:rPr>
          <w:rFonts w:ascii="宋体" w:hAnsi="宋体"/>
        </w:rPr>
        <w:t>多边形每一个外角都是180°﹣120°=60°，</w:t>
      </w:r>
    </w:p>
    <w:p>
      <w:pPr>
        <w:rPr>
          <w:rFonts w:ascii="宋体" w:hAnsi="宋体"/>
        </w:rPr>
      </w:pPr>
      <w:r>
        <w:rPr>
          <w:rFonts w:ascii="宋体" w:hAnsi="宋体"/>
        </w:rPr>
        <w:t>360°÷60°=6，</w:t>
      </w:r>
    </w:p>
    <w:p>
      <w:pPr>
        <w:rPr>
          <w:rFonts w:ascii="宋体" w:hAnsi="宋体"/>
        </w:rPr>
      </w:pPr>
      <w:r>
        <w:rPr>
          <w:rFonts w:ascii="宋体" w:hAnsi="宋体" w:cs="宋体" w:hint="eastAsia"/>
        </w:rPr>
        <w:t>∴</w:t>
      </w:r>
      <w:r>
        <w:rPr>
          <w:rFonts w:ascii="宋体" w:hAnsi="宋体"/>
        </w:rPr>
        <w:t>这个多边形的边数是6．</w:t>
      </w:r>
    </w:p>
    <w:p>
      <w:pPr>
        <w:pStyle w:val="DefaultParagraph"/>
        <w:spacing w:line="360" w:lineRule="auto"/>
        <w:rPr>
          <w:rFonts w:ascii="宋体" w:hAnsi="宋体"/>
          <w:b/>
          <w:color w:val="000000"/>
          <w:szCs w:val="21"/>
        </w:rPr>
      </w:pPr>
    </w:p>
    <w:p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color w:val="000000"/>
          <w:szCs w:val="21"/>
        </w:rPr>
        <w:t>2</w:t>
      </w:r>
      <w:r>
        <w:rPr>
          <w:rFonts w:ascii="宋体" w:hAnsi="宋体" w:hint="eastAsia"/>
          <w:b/>
          <w:color w:val="000000"/>
          <w:szCs w:val="21"/>
          <w:lang w:val="en-US" w:eastAsia="zh-CN"/>
        </w:rPr>
        <w:t>1</w:t>
      </w:r>
      <w:r>
        <w:rPr>
          <w:rFonts w:ascii="宋体" w:hAnsi="宋体"/>
          <w:b/>
          <w:color w:val="000000"/>
          <w:szCs w:val="21"/>
        </w:rPr>
        <w:t>．</w:t>
      </w:r>
      <w:r>
        <w:rPr>
          <w:rFonts w:ascii="宋体" w:hAnsi="宋体"/>
          <w:color w:val="000000"/>
          <w:sz w:val="24"/>
          <w:szCs w:val="24"/>
        </w:rPr>
        <w:t>证明：∵AD 是角平分线,DE⊥AB,DF⊥AC</w:t>
      </w:r>
    </w:p>
    <w:p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∴DE=DF, △DEB和△DFC都是直角三角形        …………3分</w:t>
      </w:r>
    </w:p>
    <w:p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∵BD=CD</w:t>
      </w:r>
    </w:p>
    <w:p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∴△DEB≌△DFC（HL）                        …………10分</w:t>
      </w:r>
    </w:p>
    <w:p>
      <w:pPr>
        <w:pStyle w:val="DefaultParagraph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∴EB=CD                  …………12分</w:t>
      </w:r>
    </w:p>
    <w:p>
      <w:pPr>
        <w:rPr>
          <w:rFonts w:ascii="宋体"/>
        </w:rPr>
      </w:pPr>
    </w:p>
    <w:p>
      <w:pPr>
        <w:spacing w:line="360" w:lineRule="auto"/>
      </w:pPr>
      <w:r>
        <w:rPr>
          <w:rFonts w:eastAsia="新宋体"/>
        </w:rPr>
        <w:t>2</w:t>
      </w:r>
      <w:r>
        <w:rPr>
          <w:rFonts w:eastAsia="新宋体" w:hint="eastAsia"/>
          <w:lang w:val="en-US" w:eastAsia="zh-CN"/>
        </w:rPr>
        <w:t>2</w:t>
      </w:r>
      <w:r>
        <w:rPr>
          <w:rFonts w:eastAsia="新宋体"/>
        </w:rPr>
        <w:t>.</w:t>
      </w:r>
      <w:r>
        <w:rPr>
          <w:rFonts w:eastAsia="新宋体" w:cs="新宋体" w:hint="eastAsia"/>
        </w:rPr>
        <w:t>解：（</w:t>
      </w:r>
      <w:r>
        <w:rPr>
          <w:rFonts w:eastAsia="新宋体"/>
        </w:rPr>
        <w:t>1</w:t>
      </w:r>
      <w:r>
        <w:rPr>
          <w:rFonts w:eastAsia="新宋体" w:cs="新宋体" w:hint="eastAsia"/>
        </w:rPr>
        <w:t>）如图所示，△</w:t>
      </w:r>
      <w:r>
        <w:rPr>
          <w:rFonts w:eastAsia="新宋体"/>
          <w:i/>
          <w:iCs/>
        </w:rPr>
        <w:t>AB</w:t>
      </w:r>
      <w:r>
        <w:rPr>
          <w:rFonts w:eastAsia="新宋体" w:cs="新宋体" w:hint="eastAsia"/>
        </w:rPr>
        <w:t>′</w:t>
      </w:r>
      <w:r>
        <w:rPr>
          <w:rFonts w:eastAsia="新宋体"/>
          <w:i/>
          <w:iCs/>
        </w:rPr>
        <w:t>C</w:t>
      </w:r>
      <w:r>
        <w:rPr>
          <w:rFonts w:eastAsia="新宋体" w:cs="新宋体" w:hint="eastAsia"/>
        </w:rPr>
        <w:t>′即为所求．</w:t>
      </w:r>
      <w:r>
        <w:rPr>
          <w:rFonts w:cs="宋体" w:hint="eastAsia"/>
        </w:rPr>
        <w:t>……………</w:t>
      </w:r>
      <w:r>
        <w:rPr>
          <w:rFonts w:cs="宋体" w:hint="eastAsia"/>
          <w:lang w:val="en-US" w:eastAsia="zh-CN"/>
        </w:rPr>
        <w:t>3</w:t>
      </w:r>
      <w:r>
        <w:rPr>
          <w:rFonts w:cs="宋体" w:hint="eastAsia"/>
        </w:rPr>
        <w:t>分</w:t>
      </w:r>
    </w:p>
    <w:p>
      <w:pPr>
        <w:spacing w:line="360" w:lineRule="auto"/>
        <w:ind w:left="273" w:leftChars="130"/>
      </w:pPr>
      <w:r>
        <w:rPr>
          <w:rFonts w:eastAsia="新宋体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菁优网：http://www.jyeoo.com" style="width:134.25pt;height:143.25pt" coordsize="21600,21600" o:preferrelative="t" filled="f" stroked="f">
            <v:stroke joinstyle="miter"/>
            <v:imagedata r:id="rId5" o:title=""/>
            <o:lock v:ext="edit" aspectratio="t"/>
            <w10:anchorlock/>
          </v:shape>
        </w:pict>
      </w:r>
    </w:p>
    <w:p>
      <w:pPr>
        <w:spacing w:line="360" w:lineRule="auto"/>
      </w:pPr>
      <w:r>
        <w:rPr>
          <w:rFonts w:eastAsia="新宋体" w:cs="新宋体" w:hint="eastAsia"/>
        </w:rPr>
        <w:t>（</w:t>
      </w:r>
      <w:r>
        <w:rPr>
          <w:rFonts w:eastAsia="新宋体"/>
        </w:rPr>
        <w:t>2</w:t>
      </w:r>
      <w:r>
        <w:rPr>
          <w:rFonts w:eastAsia="新宋体" w:cs="新宋体" w:hint="eastAsia"/>
        </w:rPr>
        <w:t>）如图所示，点</w:t>
      </w:r>
      <w:r>
        <w:rPr>
          <w:rFonts w:eastAsia="新宋体"/>
          <w:i/>
          <w:iCs/>
        </w:rPr>
        <w:t>P</w:t>
      </w:r>
      <w:r>
        <w:rPr>
          <w:rFonts w:eastAsia="新宋体" w:cs="新宋体" w:hint="eastAsia"/>
        </w:rPr>
        <w:t>即为所求；</w:t>
      </w:r>
      <w:r>
        <w:rPr>
          <w:rFonts w:cs="宋体" w:hint="eastAsia"/>
        </w:rPr>
        <w:t>……………</w:t>
      </w:r>
      <w:r>
        <w:t>3</w:t>
      </w:r>
      <w:r>
        <w:rPr>
          <w:rFonts w:cs="宋体" w:hint="eastAsia"/>
        </w:rPr>
        <w:t>分</w:t>
      </w:r>
    </w:p>
    <w:p>
      <w:pPr>
        <w:spacing w:line="360" w:lineRule="auto"/>
      </w:pPr>
      <w:r>
        <w:rPr>
          <w:rFonts w:eastAsia="新宋体" w:cs="新宋体" w:hint="eastAsia"/>
        </w:rPr>
        <w:t>（</w:t>
      </w:r>
      <w:r>
        <w:rPr>
          <w:rFonts w:eastAsia="新宋体"/>
        </w:rPr>
        <w:t>3</w:t>
      </w:r>
      <w:r>
        <w:rPr>
          <w:rFonts w:eastAsia="新宋体" w:cs="新宋体" w:hint="eastAsia"/>
        </w:rPr>
        <w:t>）如图所示，这样的点</w:t>
      </w:r>
      <w:r>
        <w:rPr>
          <w:rFonts w:eastAsia="新宋体"/>
          <w:i/>
          <w:iCs/>
        </w:rPr>
        <w:t>M</w:t>
      </w:r>
      <w:r>
        <w:rPr>
          <w:rFonts w:eastAsia="新宋体" w:cs="新宋体" w:hint="eastAsia"/>
        </w:rPr>
        <w:t>共有</w:t>
      </w:r>
      <w:r>
        <w:rPr>
          <w:rFonts w:eastAsia="新宋体"/>
        </w:rPr>
        <w:t>3</w:t>
      </w:r>
      <w:r>
        <w:rPr>
          <w:rFonts w:eastAsia="新宋体" w:cs="新宋体" w:hint="eastAsia"/>
        </w:rPr>
        <w:t>个，</w:t>
      </w:r>
    </w:p>
    <w:p>
      <w:pPr>
        <w:spacing w:before="240" w:line="360" w:lineRule="auto"/>
        <w:ind w:left="273" w:leftChars="130"/>
        <w:rPr>
          <w:rFonts w:ascii="宋体"/>
        </w:rPr>
      </w:pPr>
      <w:r>
        <w:rPr>
          <w:rFonts w:eastAsia="新宋体" w:cs="新宋体" w:hint="eastAsia"/>
        </w:rPr>
        <w:t>故答案为：</w:t>
      </w:r>
      <w:r>
        <w:rPr>
          <w:rFonts w:eastAsia="新宋体"/>
        </w:rPr>
        <w:t>3</w:t>
      </w:r>
      <w:r>
        <w:rPr>
          <w:rFonts w:eastAsia="新宋体" w:cs="新宋体" w:hint="eastAsia"/>
        </w:rPr>
        <w:t>．</w:t>
      </w:r>
      <w:r>
        <w:rPr>
          <w:rFonts w:cs="宋体" w:hint="eastAsia"/>
        </w:rPr>
        <w:t>……………</w:t>
      </w:r>
      <w:r>
        <w:rPr>
          <w:rFonts w:cs="宋体" w:hint="eastAsia"/>
          <w:lang w:val="en-US" w:eastAsia="zh-CN"/>
        </w:rPr>
        <w:t>6</w:t>
      </w:r>
      <w:r>
        <w:rPr>
          <w:rFonts w:cs="宋体" w:hint="eastAsia"/>
        </w:rPr>
        <w:t>分</w:t>
      </w:r>
      <w:r>
        <w:rPr>
          <w:rFonts w:cs="宋体" w:hint="eastAsia"/>
          <w:lang w:val="en-US" w:eastAsia="zh-CN"/>
        </w:rPr>
        <w:t xml:space="preserve"> </w:t>
      </w:r>
      <w:bookmarkStart w:id="0" w:name="_GoBack"/>
      <w:bookmarkEnd w:id="0"/>
      <w:r>
        <w:rPr>
          <w:rFonts w:cs="宋体"/>
        </w:rPr>
        <w:t>(</w:t>
      </w:r>
      <w:r>
        <w:rPr>
          <w:rFonts w:cs="宋体" w:hint="eastAsia"/>
        </w:rPr>
        <w:t>写对</w:t>
      </w:r>
      <w:r>
        <w:rPr>
          <w:rFonts w:cs="宋体" w:hint="eastAsia"/>
          <w:lang w:eastAsia="zh-CN"/>
        </w:rPr>
        <w:t>并标对</w:t>
      </w:r>
      <w:r>
        <w:rPr>
          <w:rFonts w:cs="宋体" w:hint="eastAsia"/>
        </w:rPr>
        <w:t>一个得</w:t>
      </w:r>
      <w:r>
        <w:rPr>
          <w:rFonts w:cs="宋体" w:hint="eastAsia"/>
          <w:lang w:val="en-US" w:eastAsia="zh-CN"/>
        </w:rPr>
        <w:t>2</w:t>
      </w:r>
      <w:r>
        <w:rPr>
          <w:rFonts w:cs="宋体" w:hint="eastAsia"/>
        </w:rPr>
        <w:t>分</w:t>
      </w:r>
      <w:r>
        <w:rPr>
          <w:rFonts w:cs="宋体"/>
        </w:rPr>
        <w:t>)</w:t>
      </w:r>
    </w:p>
    <w:p>
      <w:pPr>
        <w:spacing w:line="360" w:lineRule="auto"/>
        <w:ind w:left="273" w:leftChars="130"/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  <w:lang w:val="en-US" w:eastAsia="zh-CN"/>
        </w:rPr>
        <w:t>3</w:t>
      </w:r>
      <w:r>
        <w:rPr>
          <w:rFonts w:ascii="宋体" w:hAnsi="宋体" w:cs="宋体"/>
        </w:rPr>
        <w:t>.</w:t>
      </w:r>
      <w:r>
        <w:t xml:space="preserve"> </w:t>
      </w:r>
      <w:r>
        <w:rPr>
          <w:rFonts w:eastAsia="新宋体" w:cs="新宋体" w:hint="eastAsia"/>
        </w:rPr>
        <w:t>证明：∵</w:t>
      </w:r>
      <w:r>
        <w:rPr>
          <w:rFonts w:eastAsia="新宋体"/>
          <w:i/>
          <w:iCs/>
        </w:rPr>
        <w:t>AB</w:t>
      </w:r>
      <w:r>
        <w:rPr>
          <w:rFonts w:eastAsia="新宋体" w:cs="新宋体" w:hint="eastAsia"/>
        </w:rPr>
        <w:t>⊥</w:t>
      </w:r>
      <w:r>
        <w:rPr>
          <w:rFonts w:eastAsia="新宋体"/>
          <w:i/>
          <w:iCs/>
        </w:rPr>
        <w:t>AC</w:t>
      </w:r>
      <w:r>
        <w:rPr>
          <w:rFonts w:eastAsia="新宋体" w:cs="新宋体" w:hint="eastAsia"/>
        </w:rPr>
        <w:t>，</w:t>
      </w:r>
      <w:r>
        <w:rPr>
          <w:rFonts w:eastAsia="新宋体"/>
          <w:i/>
          <w:iCs/>
        </w:rPr>
        <w:t>AD</w:t>
      </w:r>
      <w:r>
        <w:rPr>
          <w:rFonts w:eastAsia="新宋体" w:cs="新宋体" w:hint="eastAsia"/>
        </w:rPr>
        <w:t>⊥</w:t>
      </w:r>
      <w:r>
        <w:rPr>
          <w:rFonts w:eastAsia="新宋体"/>
          <w:i/>
          <w:iCs/>
        </w:rPr>
        <w:t>AE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hanging="273" w:hangingChars="130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BAE</w:t>
      </w:r>
      <w:r>
        <w:rPr>
          <w:rFonts w:eastAsia="新宋体"/>
        </w:rPr>
        <w:t>+</w:t>
      </w:r>
      <w:r>
        <w:rPr>
          <w:rFonts w:eastAsia="新宋体" w:cs="新宋体" w:hint="eastAsia"/>
        </w:rPr>
        <w:t>∠</w:t>
      </w:r>
      <w:r>
        <w:rPr>
          <w:rFonts w:eastAsia="新宋体"/>
          <w:i/>
          <w:iCs/>
        </w:rPr>
        <w:t>CAE</w:t>
      </w:r>
      <w:r>
        <w:rPr>
          <w:rFonts w:eastAsia="新宋体" w:cs="新宋体" w:hint="eastAsia"/>
        </w:rPr>
        <w:t>＝</w:t>
      </w:r>
      <w:r>
        <w:rPr>
          <w:rFonts w:eastAsia="新宋体"/>
        </w:rPr>
        <w:t>90</w:t>
      </w:r>
      <w:r>
        <w:rPr>
          <w:rFonts w:eastAsia="新宋体" w:cs="新宋体" w:hint="eastAsia"/>
        </w:rPr>
        <w:t>°，∠</w:t>
      </w:r>
      <w:r>
        <w:rPr>
          <w:rFonts w:eastAsia="新宋体"/>
          <w:i/>
          <w:iCs/>
        </w:rPr>
        <w:t>BAE</w:t>
      </w:r>
      <w:r>
        <w:rPr>
          <w:rFonts w:eastAsia="新宋体"/>
        </w:rPr>
        <w:t>+</w:t>
      </w:r>
      <w:r>
        <w:rPr>
          <w:rFonts w:eastAsia="新宋体" w:cs="新宋体" w:hint="eastAsia"/>
        </w:rPr>
        <w:t>∠</w:t>
      </w:r>
      <w:r>
        <w:rPr>
          <w:rFonts w:eastAsia="新宋体"/>
          <w:i/>
          <w:iCs/>
        </w:rPr>
        <w:t>BAD</w:t>
      </w:r>
      <w:r>
        <w:rPr>
          <w:rFonts w:eastAsia="新宋体" w:cs="新宋体" w:hint="eastAsia"/>
        </w:rPr>
        <w:t>＝</w:t>
      </w:r>
      <w:r>
        <w:rPr>
          <w:rFonts w:eastAsia="新宋体"/>
        </w:rPr>
        <w:t>90</w:t>
      </w:r>
      <w:r>
        <w:rPr>
          <w:rFonts w:eastAsia="新宋体" w:cs="新宋体" w:hint="eastAsia"/>
        </w:rPr>
        <w:t>°，</w:t>
      </w:r>
      <w:r>
        <w:rPr>
          <w:rFonts w:cs="宋体" w:hint="eastAsia"/>
        </w:rPr>
        <w:t>…………</w:t>
      </w:r>
      <w:r>
        <w:t>2</w:t>
      </w:r>
      <w:r>
        <w:rPr>
          <w:rFonts w:cs="宋体" w:hint="eastAsia"/>
        </w:rPr>
        <w:t>分</w:t>
      </w:r>
    </w:p>
    <w:p>
      <w:pPr>
        <w:spacing w:line="360" w:lineRule="auto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CAE</w:t>
      </w:r>
      <w:r>
        <w:rPr>
          <w:rFonts w:eastAsia="新宋体" w:cs="新宋体" w:hint="eastAsia"/>
        </w:rPr>
        <w:t>＝∠</w:t>
      </w:r>
      <w:r>
        <w:rPr>
          <w:rFonts w:eastAsia="新宋体"/>
          <w:i/>
          <w:iCs/>
        </w:rPr>
        <w:t>BAD</w:t>
      </w:r>
      <w:r>
        <w:rPr>
          <w:rFonts w:eastAsia="新宋体" w:cs="新宋体" w:hint="eastAsia"/>
        </w:rPr>
        <w:t>．</w:t>
      </w:r>
      <w:r>
        <w:rPr>
          <w:rFonts w:cs="宋体" w:hint="eastAsia"/>
        </w:rPr>
        <w:t>…………</w:t>
      </w:r>
      <w:r>
        <w:rPr>
          <w:rFonts w:cs="宋体" w:hint="eastAsia"/>
          <w:lang w:val="en-US" w:eastAsia="zh-CN"/>
        </w:rPr>
        <w:t>4</w:t>
      </w:r>
      <w:r>
        <w:rPr>
          <w:rFonts w:cs="宋体" w:hint="eastAsia"/>
        </w:rPr>
        <w:t>分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又</w:t>
      </w:r>
      <w:r>
        <w:rPr>
          <w:rFonts w:eastAsia="新宋体"/>
          <w:i/>
          <w:iCs/>
        </w:rPr>
        <w:t>AB</w:t>
      </w:r>
      <w:r>
        <w:rPr>
          <w:rFonts w:eastAsia="新宋体" w:cs="新宋体" w:hint="eastAsia"/>
        </w:rPr>
        <w:t>＝</w:t>
      </w:r>
      <w:r>
        <w:rPr>
          <w:rFonts w:eastAsia="新宋体"/>
          <w:i/>
          <w:iCs/>
        </w:rPr>
        <w:t>AC</w:t>
      </w:r>
      <w:r>
        <w:rPr>
          <w:rFonts w:eastAsia="新宋体" w:cs="新宋体" w:hint="eastAsia"/>
        </w:rPr>
        <w:t>，∠</w:t>
      </w:r>
      <w:r>
        <w:rPr>
          <w:rFonts w:eastAsia="新宋体"/>
          <w:i/>
          <w:iCs/>
        </w:rPr>
        <w:t>ABD</w:t>
      </w:r>
      <w:r>
        <w:rPr>
          <w:rFonts w:eastAsia="新宋体" w:cs="新宋体" w:hint="eastAsia"/>
        </w:rPr>
        <w:t>＝∠</w:t>
      </w:r>
      <w:r>
        <w:rPr>
          <w:rFonts w:eastAsia="新宋体"/>
          <w:i/>
          <w:iCs/>
        </w:rPr>
        <w:t>ACE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∴△</w:t>
      </w:r>
      <w:r>
        <w:rPr>
          <w:rFonts w:eastAsia="新宋体"/>
          <w:i/>
          <w:iCs/>
        </w:rPr>
        <w:t>ABD</w:t>
      </w:r>
      <w:r>
        <w:rPr>
          <w:rFonts w:eastAsia="新宋体" w:cs="新宋体" w:hint="eastAsia"/>
        </w:rPr>
        <w:t>≌△</w:t>
      </w:r>
      <w:r>
        <w:rPr>
          <w:rFonts w:eastAsia="新宋体"/>
          <w:i/>
          <w:iCs/>
        </w:rPr>
        <w:t>ACE</w:t>
      </w:r>
      <w:r>
        <w:rPr>
          <w:rFonts w:eastAsia="新宋体" w:cs="新宋体" w:hint="eastAsia"/>
        </w:rPr>
        <w:t>（</w:t>
      </w:r>
      <w:r>
        <w:rPr>
          <w:rFonts w:eastAsia="新宋体"/>
          <w:i/>
          <w:iCs/>
        </w:rPr>
        <w:t>ASA</w:t>
      </w:r>
      <w:r>
        <w:rPr>
          <w:rFonts w:eastAsia="新宋体" w:cs="新宋体" w:hint="eastAsia"/>
        </w:rPr>
        <w:t>）．</w:t>
      </w:r>
      <w:r>
        <w:rPr>
          <w:rFonts w:cs="宋体" w:hint="eastAsia"/>
        </w:rPr>
        <w:t>…………</w:t>
      </w:r>
      <w:r>
        <w:t>8</w:t>
      </w:r>
      <w:r>
        <w:rPr>
          <w:rFonts w:cs="宋体" w:hint="eastAsia"/>
        </w:rPr>
        <w:t>分</w:t>
      </w:r>
    </w:p>
    <w:p>
      <w:pPr>
        <w:spacing w:line="360" w:lineRule="auto"/>
        <w:ind w:left="273" w:hanging="273" w:hangingChars="130"/>
        <w:rPr>
          <w:rFonts w:cs="宋体" w:hint="eastAsia"/>
        </w:rPr>
      </w:pPr>
      <w:r>
        <w:rPr>
          <w:rFonts w:eastAsia="新宋体" w:cs="新宋体" w:hint="eastAsia"/>
        </w:rPr>
        <w:t>∴</w:t>
      </w:r>
      <w:r>
        <w:rPr>
          <w:rFonts w:eastAsia="新宋体"/>
          <w:i/>
          <w:iCs/>
        </w:rPr>
        <w:t>BD</w:t>
      </w:r>
      <w:r>
        <w:rPr>
          <w:rFonts w:eastAsia="新宋体" w:cs="新宋体" w:hint="eastAsia"/>
        </w:rPr>
        <w:t>＝</w:t>
      </w:r>
      <w:r>
        <w:rPr>
          <w:rFonts w:eastAsia="新宋体"/>
          <w:i/>
          <w:iCs/>
        </w:rPr>
        <w:t>CE</w:t>
      </w:r>
      <w:r>
        <w:rPr>
          <w:rFonts w:eastAsia="新宋体" w:cs="新宋体" w:hint="eastAsia"/>
        </w:rPr>
        <w:t>．</w:t>
      </w:r>
      <w:r>
        <w:rPr>
          <w:rFonts w:cs="宋体" w:hint="eastAsia"/>
        </w:rPr>
        <w:t>…………</w:t>
      </w:r>
      <w:r>
        <w:rPr>
          <w:rFonts w:cs="宋体" w:hint="eastAsia"/>
          <w:lang w:val="en-US" w:eastAsia="zh-CN"/>
        </w:rPr>
        <w:t>10</w:t>
      </w:r>
      <w:r>
        <w:rPr>
          <w:rFonts w:cs="宋体" w:hint="eastAsia"/>
        </w:rPr>
        <w:t>分</w:t>
      </w:r>
    </w:p>
    <w:p>
      <w:pPr>
        <w:spacing w:line="360" w:lineRule="auto"/>
        <w:ind w:left="273" w:hanging="273" w:hangingChars="130"/>
        <w:rPr>
          <w:rFonts w:cs="宋体" w:hint="eastAsia"/>
        </w:rPr>
      </w:pPr>
    </w:p>
    <w:p>
      <w:pPr>
        <w:spacing w:line="360" w:lineRule="auto"/>
        <w:ind w:left="312" w:hanging="312" w:hangingChars="130"/>
      </w:pPr>
      <w:r>
        <w:rPr>
          <w:sz w:val="24"/>
          <w:szCs w:val="24"/>
        </w:rPr>
        <w:t>24. 证明：（1）</w:t>
      </w:r>
      <w:r>
        <w:rPr>
          <w:rFonts w:ascii="宋体" w:hAnsi="宋体" w:hint="eastAsia"/>
          <w:sz w:val="24"/>
          <w:szCs w:val="24"/>
        </w:rPr>
        <w:t>∵△</w:t>
      </w:r>
      <w:r>
        <w:rPr>
          <w:sz w:val="24"/>
          <w:szCs w:val="24"/>
        </w:rPr>
        <w:t>ABC为等边三角形，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∴∠</w:t>
      </w:r>
      <w:r>
        <w:rPr>
          <w:sz w:val="24"/>
          <w:szCs w:val="24"/>
        </w:rPr>
        <w:t>A=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t>ABC=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t>C=60°．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∵</w:t>
      </w:r>
      <w:r>
        <w:rPr>
          <w:sz w:val="24"/>
          <w:szCs w:val="24"/>
        </w:rPr>
        <w:t>DE</w:t>
      </w:r>
      <w:r>
        <w:rPr>
          <w:rFonts w:ascii="宋体" w:hAnsi="宋体" w:hint="eastAsia"/>
          <w:sz w:val="24"/>
          <w:szCs w:val="24"/>
        </w:rPr>
        <w:t>∥</w:t>
      </w:r>
      <w:r>
        <w:rPr>
          <w:sz w:val="24"/>
          <w:szCs w:val="24"/>
        </w:rPr>
        <w:t>BC，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∴∠</w:t>
      </w:r>
      <w:r>
        <w:rPr>
          <w:sz w:val="24"/>
          <w:szCs w:val="24"/>
        </w:rPr>
        <w:t>AED=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t>ABC=60°，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t>ADE=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pict>
          <v:shape id="_x0000_i1026" type="#_x0000_t75" style="width:20pt;height:20pt">
            <v:imagedata r:id="rId6" o:title=""/>
            <o:lock v:ext="edit" aspectratio="t"/>
          </v:shape>
        </w:pict>
      </w:r>
      <w:r>
        <w:rPr>
          <w:sz w:val="24"/>
          <w:szCs w:val="24"/>
        </w:rPr>
        <w:t>C=60°．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∴△</w:t>
      </w:r>
      <w:r>
        <w:rPr>
          <w:sz w:val="24"/>
          <w:szCs w:val="24"/>
        </w:rPr>
        <w:t xml:space="preserve">ADE是等边三角形．    </w:t>
      </w:r>
      <w:r>
        <w:rPr>
          <w:rFonts w:hint="eastAsia"/>
        </w:rPr>
        <w:t>…………</w:t>
      </w:r>
      <w:r>
        <w:t>5</w:t>
      </w:r>
      <w:r>
        <w:rPr>
          <w:rFonts w:hint="eastAsia"/>
        </w:rPr>
        <w:t>分</w:t>
      </w:r>
      <w:r>
        <w:rPr>
          <w:sz w:val="24"/>
          <w:szCs w:val="24"/>
        </w:rPr>
        <w:t xml:space="preserve">                                      </w:t>
      </w:r>
    </w:p>
    <w:p>
      <w:pPr>
        <w:spacing w:line="360" w:lineRule="auto"/>
        <w:ind w:left="312" w:hanging="312" w:hangingChars="130"/>
      </w:pPr>
      <w:r>
        <w:rPr>
          <w:sz w:val="24"/>
          <w:szCs w:val="24"/>
        </w:rPr>
        <w:t>（2）</w:t>
      </w:r>
      <w:r>
        <w:rPr>
          <w:rFonts w:ascii="宋体" w:hAnsi="宋体" w:hint="eastAsia"/>
          <w:sz w:val="24"/>
          <w:szCs w:val="24"/>
        </w:rPr>
        <w:t>∵△</w:t>
      </w:r>
      <w:r>
        <w:rPr>
          <w:sz w:val="24"/>
          <w:szCs w:val="24"/>
        </w:rPr>
        <w:t>ABC为等边三角形，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</w:t>
      </w:r>
      <w:r>
        <w:rPr>
          <w:sz w:val="24"/>
          <w:szCs w:val="24"/>
        </w:rPr>
        <w:t>AB=BC=AC．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∵</w:t>
      </w:r>
      <w:r>
        <w:rPr>
          <w:sz w:val="24"/>
          <w:szCs w:val="24"/>
        </w:rPr>
        <w:t>BD平分</w:t>
      </w:r>
      <w:r>
        <w:rPr>
          <w:rFonts w:ascii="宋体" w:hAnsi="宋体" w:hint="eastAsia"/>
          <w:sz w:val="24"/>
          <w:szCs w:val="24"/>
        </w:rPr>
        <w:t>∠</w:t>
      </w:r>
      <w:r>
        <w:rPr>
          <w:sz w:val="24"/>
          <w:szCs w:val="24"/>
        </w:rPr>
        <w:t>ABC，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</w:t>
      </w:r>
      <w:r>
        <w:rPr>
          <w:sz w:val="24"/>
          <w:szCs w:val="24"/>
        </w:rPr>
        <w:t>AD=</w:t>
      </w:r>
      <w:r>
        <w:rPr>
          <w:position w:val="-22"/>
          <w:sz w:val="24"/>
          <w:szCs w:val="24"/>
        </w:rPr>
        <w:pict>
          <v:shape id="_x0000_i1027" type="#_x0000_t75" alt="菁优网-jyeoo" style="width:9.75pt;height:26.25pt" coordsize="21600,21600" o:preferrelative="t" filled="f" stroked="f">
            <v:imagedata r:id="rId7" o:title=""/>
            <o:lock v:ext="edit" aspectratio="t"/>
            <w10:anchorlock/>
          </v:shape>
        </w:pict>
      </w:r>
      <w:r>
        <w:rPr>
          <w:sz w:val="24"/>
          <w:szCs w:val="24"/>
        </w:rPr>
        <w:t xml:space="preserve">AC．   </w:t>
      </w:r>
      <w:r>
        <w:rPr>
          <w:rFonts w:hint="eastAsia"/>
        </w:rPr>
        <w:t>…………</w:t>
      </w:r>
      <w:r>
        <w:t>8</w:t>
      </w:r>
      <w:r>
        <w:rPr>
          <w:rFonts w:hint="eastAsia"/>
        </w:rPr>
        <w:t>分</w:t>
      </w:r>
      <w:r>
        <w:rPr>
          <w:sz w:val="24"/>
          <w:szCs w:val="24"/>
        </w:rPr>
        <w:t xml:space="preserve">                             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∵△</w:t>
      </w:r>
      <w:r>
        <w:rPr>
          <w:sz w:val="24"/>
          <w:szCs w:val="24"/>
        </w:rPr>
        <w:t>ADE是等边三角形，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</w:t>
      </w:r>
      <w:r>
        <w:rPr>
          <w:sz w:val="24"/>
          <w:szCs w:val="24"/>
        </w:rPr>
        <w:t>AE=AD．</w:t>
      </w:r>
    </w:p>
    <w:p>
      <w:pPr>
        <w:spacing w:line="360" w:lineRule="auto"/>
        <w:ind w:left="312" w:hanging="312" w:hangingChars="130"/>
      </w:pPr>
      <w:r>
        <w:rPr>
          <w:rFonts w:ascii="宋体" w:hAnsi="宋体" w:hint="eastAsia"/>
          <w:sz w:val="24"/>
          <w:szCs w:val="24"/>
        </w:rPr>
        <w:t>∴</w:t>
      </w:r>
      <w:r>
        <w:rPr>
          <w:sz w:val="24"/>
          <w:szCs w:val="24"/>
        </w:rPr>
        <w:t>AE=</w:t>
      </w:r>
      <w:r>
        <w:rPr>
          <w:position w:val="-22"/>
          <w:sz w:val="24"/>
          <w:szCs w:val="24"/>
        </w:rPr>
        <w:pict>
          <v:shape id="_x0000_i1028" type="#_x0000_t75" alt="菁优网-jyeoo" style="width:9.75pt;height:26.25pt" coordsize="21600,21600" o:preferrelative="t" filled="f" stroked="f">
            <v:imagedata r:id="rId7" o:title=""/>
            <o:lock v:ext="edit" aspectratio="t"/>
            <w10:anchorlock/>
          </v:shape>
        </w:pict>
      </w:r>
      <w:r>
        <w:rPr>
          <w:sz w:val="24"/>
          <w:szCs w:val="24"/>
        </w:rPr>
        <w:t>AB．</w:t>
      </w:r>
      <w:r>
        <w:rPr>
          <w:rFonts w:hint="eastAsia"/>
        </w:rPr>
        <w:t>…………</w:t>
      </w:r>
      <w:r>
        <w:t>12</w:t>
      </w:r>
      <w:r>
        <w:rPr>
          <w:rFonts w:hint="eastAsia"/>
        </w:rPr>
        <w:t>分</w:t>
      </w:r>
    </w:p>
    <w:p>
      <w:pPr>
        <w:pStyle w:val="DefaultParagraph"/>
        <w:spacing w:line="360" w:lineRule="auto"/>
        <w:textAlignment w:val="center"/>
        <w:rPr>
          <w:rFonts w:ascii="宋体" w:cs="宋体"/>
          <w:color w:val="000000"/>
        </w:rPr>
      </w:pPr>
    </w:p>
    <w:p>
      <w:pPr>
        <w:spacing w:line="360" w:lineRule="auto"/>
        <w:ind w:left="273" w:leftChars="130"/>
      </w:pPr>
      <w:r>
        <w:t>25.</w:t>
      </w:r>
      <w:r>
        <w:rPr>
          <w:rFonts w:eastAsia="新宋体" w:cs="新宋体" w:hint="eastAsia"/>
        </w:rPr>
        <w:t>（</w:t>
      </w:r>
      <w:r>
        <w:rPr>
          <w:rFonts w:eastAsia="新宋体"/>
        </w:rPr>
        <w:t>1</w:t>
      </w:r>
      <w:r>
        <w:rPr>
          <w:rFonts w:eastAsia="新宋体" w:cs="新宋体" w:hint="eastAsia"/>
        </w:rPr>
        <w:t>）证明：∵</w:t>
      </w:r>
      <w:r>
        <w:rPr>
          <w:rFonts w:eastAsia="新宋体"/>
          <w:i/>
          <w:iCs/>
        </w:rPr>
        <w:t>AB</w:t>
      </w:r>
      <w:r>
        <w:rPr>
          <w:rFonts w:eastAsia="新宋体" w:cs="新宋体" w:hint="eastAsia"/>
        </w:rPr>
        <w:t>＝</w:t>
      </w:r>
      <w:r>
        <w:rPr>
          <w:rFonts w:eastAsia="新宋体"/>
          <w:i/>
          <w:iCs/>
        </w:rPr>
        <w:t>AC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B</w:t>
      </w:r>
      <w:r>
        <w:rPr>
          <w:rFonts w:eastAsia="新宋体" w:cs="新宋体" w:hint="eastAsia"/>
        </w:rPr>
        <w:t>＝∠</w:t>
      </w:r>
      <w:r>
        <w:rPr>
          <w:rFonts w:eastAsia="新宋体"/>
          <w:i/>
          <w:iCs/>
        </w:rPr>
        <w:t>C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在△</w:t>
      </w:r>
      <w:r>
        <w:rPr>
          <w:rFonts w:eastAsia="新宋体"/>
          <w:i/>
          <w:iCs/>
        </w:rPr>
        <w:t>BDF</w:t>
      </w:r>
      <w:r>
        <w:rPr>
          <w:rFonts w:eastAsia="新宋体" w:cs="新宋体" w:hint="eastAsia"/>
        </w:rPr>
        <w:t>和△</w:t>
      </w:r>
      <w:r>
        <w:rPr>
          <w:rFonts w:eastAsia="新宋体"/>
          <w:i/>
          <w:iCs/>
        </w:rPr>
        <w:t>CED</w:t>
      </w:r>
      <w:r>
        <w:rPr>
          <w:rFonts w:eastAsia="新宋体" w:cs="新宋体" w:hint="eastAsia"/>
        </w:rPr>
        <w:t>中，</w:t>
      </w:r>
      <w:r>
        <w:rPr>
          <w:rFonts w:eastAsia="新宋体"/>
          <w:position w:val="-38"/>
        </w:rPr>
        <w:pict>
          <v:shape id="_x0000_i1029" type="#_x0000_t75" alt="菁优网-jyeoo" style="width:51pt;height:4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∴△</w:t>
      </w:r>
      <w:r>
        <w:rPr>
          <w:rFonts w:eastAsia="新宋体"/>
          <w:i/>
          <w:iCs/>
        </w:rPr>
        <w:t>BDF</w:t>
      </w:r>
      <w:r>
        <w:rPr>
          <w:rFonts w:eastAsia="新宋体" w:cs="新宋体" w:hint="eastAsia"/>
        </w:rPr>
        <w:t>≌△</w:t>
      </w:r>
      <w:r>
        <w:rPr>
          <w:rFonts w:eastAsia="新宋体"/>
          <w:i/>
          <w:iCs/>
        </w:rPr>
        <w:t>CED</w:t>
      </w:r>
      <w:r>
        <w:rPr>
          <w:rFonts w:eastAsia="新宋体" w:cs="新宋体" w:hint="eastAsia"/>
        </w:rPr>
        <w:t>（</w:t>
      </w:r>
      <w:r>
        <w:rPr>
          <w:rFonts w:eastAsia="新宋体"/>
          <w:i/>
          <w:iCs/>
        </w:rPr>
        <w:t>SAS</w:t>
      </w:r>
      <w:r>
        <w:rPr>
          <w:rFonts w:eastAsia="新宋体" w:cs="新宋体" w:hint="eastAsia"/>
        </w:rPr>
        <w:t>）；</w:t>
      </w:r>
      <w:r>
        <w:rPr>
          <w:rFonts w:cs="宋体" w:hint="eastAsia"/>
        </w:rPr>
        <w:t>…………</w:t>
      </w:r>
      <w:r>
        <w:t>4</w:t>
      </w:r>
      <w:r>
        <w:rPr>
          <w:rFonts w:cs="宋体" w:hint="eastAsia"/>
        </w:rPr>
        <w:t>分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（</w:t>
      </w:r>
      <w:r>
        <w:rPr>
          <w:rFonts w:eastAsia="新宋体"/>
        </w:rPr>
        <w:t>2</w:t>
      </w:r>
      <w:r>
        <w:rPr>
          <w:rFonts w:eastAsia="新宋体" w:cs="新宋体" w:hint="eastAsia"/>
        </w:rPr>
        <w:t>）解：△</w:t>
      </w:r>
      <w:r>
        <w:rPr>
          <w:rFonts w:eastAsia="新宋体"/>
          <w:i/>
          <w:iCs/>
        </w:rPr>
        <w:t>ABC</w:t>
      </w:r>
      <w:r>
        <w:rPr>
          <w:rFonts w:eastAsia="新宋体" w:cs="新宋体" w:hint="eastAsia"/>
        </w:rPr>
        <w:t>是等边三角形，理由如下：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由（</w:t>
      </w:r>
      <w:r>
        <w:rPr>
          <w:rFonts w:eastAsia="新宋体"/>
        </w:rPr>
        <w:t>1</w:t>
      </w:r>
      <w:r>
        <w:rPr>
          <w:rFonts w:eastAsia="新宋体" w:cs="新宋体" w:hint="eastAsia"/>
        </w:rPr>
        <w:t>）得：△</w:t>
      </w:r>
      <w:r>
        <w:rPr>
          <w:rFonts w:eastAsia="新宋体"/>
          <w:i/>
          <w:iCs/>
        </w:rPr>
        <w:t>BDF</w:t>
      </w:r>
      <w:r>
        <w:rPr>
          <w:rFonts w:eastAsia="新宋体" w:cs="新宋体" w:hint="eastAsia"/>
        </w:rPr>
        <w:t>≌△</w:t>
      </w:r>
      <w:r>
        <w:rPr>
          <w:rFonts w:eastAsia="新宋体"/>
          <w:i/>
          <w:iCs/>
        </w:rPr>
        <w:t>CED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BFD</w:t>
      </w:r>
      <w:r>
        <w:rPr>
          <w:rFonts w:eastAsia="新宋体" w:cs="新宋体" w:hint="eastAsia"/>
        </w:rPr>
        <w:t>＝∠</w:t>
      </w:r>
      <w:r>
        <w:rPr>
          <w:rFonts w:eastAsia="新宋体"/>
          <w:i/>
          <w:iCs/>
        </w:rPr>
        <w:t>CDE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∵∠</w:t>
      </w:r>
      <w:r>
        <w:rPr>
          <w:rFonts w:eastAsia="新宋体"/>
          <w:i/>
          <w:iCs/>
        </w:rPr>
        <w:t>CDF</w:t>
      </w:r>
      <w:r>
        <w:rPr>
          <w:rFonts w:eastAsia="新宋体" w:cs="新宋体" w:hint="eastAsia"/>
        </w:rPr>
        <w:t>＝∠</w:t>
      </w:r>
      <w:r>
        <w:rPr>
          <w:rFonts w:eastAsia="新宋体"/>
          <w:i/>
          <w:iCs/>
        </w:rPr>
        <w:t>B</w:t>
      </w:r>
      <w:r>
        <w:rPr>
          <w:rFonts w:eastAsia="新宋体"/>
        </w:rPr>
        <w:t>+</w:t>
      </w:r>
      <w:r>
        <w:rPr>
          <w:rFonts w:eastAsia="新宋体" w:cs="新宋体" w:hint="eastAsia"/>
        </w:rPr>
        <w:t>∠</w:t>
      </w:r>
      <w:r>
        <w:rPr>
          <w:rFonts w:eastAsia="新宋体"/>
          <w:i/>
          <w:iCs/>
        </w:rPr>
        <w:t>BFD</w:t>
      </w:r>
      <w:r>
        <w:rPr>
          <w:rFonts w:eastAsia="新宋体" w:cs="新宋体" w:hint="eastAsia"/>
        </w:rPr>
        <w:t>＝∠</w:t>
      </w:r>
      <w:r>
        <w:rPr>
          <w:rFonts w:eastAsia="新宋体"/>
        </w:rPr>
        <w:t>1+</w:t>
      </w:r>
      <w:r>
        <w:rPr>
          <w:rFonts w:eastAsia="新宋体" w:cs="新宋体" w:hint="eastAsia"/>
        </w:rPr>
        <w:t>∠</w:t>
      </w:r>
      <w:r>
        <w:rPr>
          <w:rFonts w:eastAsia="新宋体"/>
          <w:i/>
          <w:iCs/>
        </w:rPr>
        <w:t>CDE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B</w:t>
      </w:r>
      <w:r>
        <w:rPr>
          <w:rFonts w:eastAsia="新宋体" w:cs="新宋体" w:hint="eastAsia"/>
        </w:rPr>
        <w:t>＝∠</w:t>
      </w:r>
      <w:r>
        <w:rPr>
          <w:rFonts w:eastAsia="新宋体"/>
        </w:rPr>
        <w:t>1</w:t>
      </w:r>
      <w:r>
        <w:rPr>
          <w:rFonts w:eastAsia="新宋体" w:cs="新宋体" w:hint="eastAsia"/>
        </w:rPr>
        <w:t>＝</w:t>
      </w:r>
      <w:r>
        <w:rPr>
          <w:rFonts w:eastAsia="新宋体"/>
        </w:rPr>
        <w:t>60</w:t>
      </w:r>
      <w:r>
        <w:rPr>
          <w:rFonts w:eastAsia="新宋体" w:cs="新宋体" w:hint="eastAsia"/>
        </w:rPr>
        <w:t>°，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∵</w:t>
      </w:r>
      <w:r>
        <w:rPr>
          <w:rFonts w:eastAsia="新宋体"/>
          <w:i/>
          <w:iCs/>
        </w:rPr>
        <w:t>AB</w:t>
      </w:r>
      <w:r>
        <w:rPr>
          <w:rFonts w:eastAsia="新宋体" w:cs="新宋体" w:hint="eastAsia"/>
        </w:rPr>
        <w:t>＝</w:t>
      </w:r>
      <w:r>
        <w:rPr>
          <w:rFonts w:eastAsia="新宋体"/>
          <w:i/>
          <w:iCs/>
        </w:rPr>
        <w:t>AC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∴△</w:t>
      </w:r>
      <w:r>
        <w:rPr>
          <w:rFonts w:eastAsia="新宋体"/>
          <w:i/>
          <w:iCs/>
        </w:rPr>
        <w:t>ABC</w:t>
      </w:r>
      <w:r>
        <w:rPr>
          <w:rFonts w:eastAsia="新宋体" w:cs="新宋体" w:hint="eastAsia"/>
        </w:rPr>
        <w:t>是等边三角形</w:t>
      </w:r>
      <w:r>
        <w:rPr>
          <w:rFonts w:cs="宋体" w:hint="eastAsia"/>
        </w:rPr>
        <w:t>…………</w:t>
      </w:r>
      <w:r>
        <w:t>8</w:t>
      </w:r>
      <w:r>
        <w:rPr>
          <w:rFonts w:cs="宋体" w:hint="eastAsia"/>
        </w:rPr>
        <w:t>分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（</w:t>
      </w:r>
      <w:r>
        <w:rPr>
          <w:rFonts w:eastAsia="新宋体"/>
        </w:rPr>
        <w:t>3</w:t>
      </w:r>
      <w:r>
        <w:rPr>
          <w:rFonts w:eastAsia="新宋体" w:cs="新宋体" w:hint="eastAsia"/>
        </w:rPr>
        <w:t>）解：当</w:t>
      </w:r>
      <w:r>
        <w:rPr>
          <w:rFonts w:eastAsia="新宋体"/>
          <w:i/>
          <w:iCs/>
        </w:rPr>
        <w:t>BD</w:t>
      </w:r>
      <w:r>
        <w:rPr>
          <w:rFonts w:eastAsia="新宋体" w:cs="新宋体" w:hint="eastAsia"/>
        </w:rPr>
        <w:t>＝</w:t>
      </w:r>
      <w:r>
        <w:rPr>
          <w:rFonts w:eastAsia="新宋体"/>
          <w:position w:val="-22"/>
        </w:rPr>
        <w:pict>
          <v:shape id="_x0000_i1030" type="#_x0000_t75" alt="菁优网-jyeoo" style="width:15.75pt;height:26.2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eastAsia="新宋体" w:cs="新宋体" w:hint="eastAsia"/>
        </w:rPr>
        <w:t>时，</w:t>
      </w:r>
      <w:r>
        <w:rPr>
          <w:rFonts w:eastAsia="新宋体"/>
          <w:i/>
          <w:iCs/>
        </w:rPr>
        <w:t>DF</w:t>
      </w:r>
      <w:r>
        <w:rPr>
          <w:rFonts w:eastAsia="新宋体" w:cs="新宋体" w:hint="eastAsia"/>
        </w:rPr>
        <w:t>⊥</w:t>
      </w:r>
      <w:r>
        <w:rPr>
          <w:rFonts w:eastAsia="新宋体"/>
          <w:i/>
          <w:iCs/>
        </w:rPr>
        <w:t>BC</w:t>
      </w:r>
      <w:r>
        <w:rPr>
          <w:rFonts w:eastAsia="新宋体" w:cs="新宋体" w:hint="eastAsia"/>
        </w:rPr>
        <w:t>，理由如下：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作</w:t>
      </w:r>
      <w:r>
        <w:rPr>
          <w:rFonts w:eastAsia="新宋体"/>
          <w:i/>
          <w:iCs/>
        </w:rPr>
        <w:t>FM</w:t>
      </w:r>
      <w:r>
        <w:rPr>
          <w:rFonts w:eastAsia="新宋体" w:cs="新宋体" w:hint="eastAsia"/>
        </w:rPr>
        <w:t>⊥</w:t>
      </w:r>
      <w:r>
        <w:rPr>
          <w:rFonts w:eastAsia="新宋体"/>
          <w:i/>
          <w:iCs/>
        </w:rPr>
        <w:t>BC</w:t>
      </w:r>
      <w:r>
        <w:rPr>
          <w:rFonts w:eastAsia="新宋体" w:cs="新宋体" w:hint="eastAsia"/>
        </w:rPr>
        <w:t>于</w:t>
      </w:r>
      <w:r>
        <w:rPr>
          <w:rFonts w:eastAsia="新宋体"/>
          <w:i/>
          <w:iCs/>
        </w:rPr>
        <w:t>M</w:t>
      </w:r>
      <w:r>
        <w:rPr>
          <w:rFonts w:eastAsia="新宋体" w:cs="新宋体" w:hint="eastAsia"/>
        </w:rPr>
        <w:t>，如图所示：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由（</w:t>
      </w:r>
      <w:r>
        <w:rPr>
          <w:rFonts w:eastAsia="新宋体"/>
        </w:rPr>
        <w:t>1</w:t>
      </w:r>
      <w:r>
        <w:rPr>
          <w:rFonts w:eastAsia="新宋体" w:cs="新宋体" w:hint="eastAsia"/>
        </w:rPr>
        <w:t>）得：△</w:t>
      </w:r>
      <w:r>
        <w:rPr>
          <w:rFonts w:eastAsia="新宋体"/>
          <w:i/>
          <w:iCs/>
        </w:rPr>
        <w:t>BDF</w:t>
      </w:r>
      <w:r>
        <w:rPr>
          <w:rFonts w:eastAsia="新宋体" w:cs="新宋体" w:hint="eastAsia"/>
        </w:rPr>
        <w:t>≌△</w:t>
      </w:r>
      <w:r>
        <w:rPr>
          <w:rFonts w:eastAsia="新宋体"/>
          <w:i/>
          <w:iCs/>
        </w:rPr>
        <w:t>CED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</w:t>
      </w:r>
      <w:r>
        <w:rPr>
          <w:rFonts w:eastAsia="新宋体"/>
          <w:i/>
          <w:iCs/>
        </w:rPr>
        <w:t>BF</w:t>
      </w:r>
      <w:r>
        <w:rPr>
          <w:rFonts w:eastAsia="新宋体" w:cs="新宋体" w:hint="eastAsia"/>
        </w:rPr>
        <w:t>＝</w:t>
      </w:r>
      <w:r>
        <w:rPr>
          <w:rFonts w:eastAsia="新宋体"/>
          <w:i/>
          <w:iCs/>
        </w:rPr>
        <w:t>CD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由（</w:t>
      </w:r>
      <w:r>
        <w:rPr>
          <w:rFonts w:eastAsia="新宋体"/>
        </w:rPr>
        <w:t>2</w:t>
      </w:r>
      <w:r>
        <w:rPr>
          <w:rFonts w:eastAsia="新宋体" w:cs="新宋体" w:hint="eastAsia"/>
        </w:rPr>
        <w:t>）得：△</w:t>
      </w:r>
      <w:r>
        <w:rPr>
          <w:rFonts w:eastAsia="新宋体"/>
          <w:i/>
          <w:iCs/>
        </w:rPr>
        <w:t>ABC</w:t>
      </w:r>
      <w:r>
        <w:rPr>
          <w:rFonts w:eastAsia="新宋体" w:cs="新宋体" w:hint="eastAsia"/>
        </w:rPr>
        <w:t>是等边三角形，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B</w:t>
      </w:r>
      <w:r>
        <w:rPr>
          <w:rFonts w:eastAsia="新宋体" w:cs="新宋体" w:hint="eastAsia"/>
        </w:rPr>
        <w:t>＝∠</w:t>
      </w:r>
      <w:r>
        <w:rPr>
          <w:rFonts w:eastAsia="新宋体"/>
          <w:i/>
          <w:iCs/>
        </w:rPr>
        <w:t>C</w:t>
      </w:r>
      <w:r>
        <w:rPr>
          <w:rFonts w:eastAsia="新宋体" w:cs="新宋体" w:hint="eastAsia"/>
        </w:rPr>
        <w:t>＝</w:t>
      </w:r>
      <w:r>
        <w:rPr>
          <w:rFonts w:eastAsia="新宋体"/>
        </w:rPr>
        <w:t>60</w:t>
      </w:r>
      <w:r>
        <w:rPr>
          <w:rFonts w:eastAsia="新宋体" w:cs="新宋体" w:hint="eastAsia"/>
        </w:rPr>
        <w:t>°，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∵</w:t>
      </w:r>
      <w:r>
        <w:rPr>
          <w:rFonts w:eastAsia="新宋体"/>
          <w:i/>
          <w:iCs/>
        </w:rPr>
        <w:t>FM</w:t>
      </w:r>
      <w:r>
        <w:rPr>
          <w:rFonts w:eastAsia="新宋体" w:cs="新宋体" w:hint="eastAsia"/>
        </w:rPr>
        <w:t>⊥</w:t>
      </w:r>
      <w:r>
        <w:rPr>
          <w:rFonts w:eastAsia="新宋体"/>
          <w:i/>
          <w:iCs/>
        </w:rPr>
        <w:t>BC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∴∠</w:t>
      </w:r>
      <w:r>
        <w:rPr>
          <w:rFonts w:eastAsia="新宋体"/>
          <w:i/>
          <w:iCs/>
        </w:rPr>
        <w:t>BFM</w:t>
      </w:r>
      <w:r>
        <w:rPr>
          <w:rFonts w:eastAsia="新宋体" w:cs="新宋体" w:hint="eastAsia"/>
        </w:rPr>
        <w:t>＝</w:t>
      </w:r>
      <w:r>
        <w:rPr>
          <w:rFonts w:eastAsia="新宋体"/>
        </w:rPr>
        <w:t>30</w:t>
      </w:r>
      <w:r>
        <w:rPr>
          <w:rFonts w:eastAsia="新宋体" w:cs="新宋体" w:hint="eastAsia"/>
        </w:rPr>
        <w:t>°，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</w:t>
      </w:r>
      <w:r>
        <w:rPr>
          <w:rFonts w:eastAsia="新宋体"/>
          <w:i/>
          <w:iCs/>
        </w:rPr>
        <w:t>BM</w:t>
      </w:r>
      <w:r>
        <w:rPr>
          <w:rFonts w:eastAsia="新宋体" w:cs="新宋体" w:hint="eastAsia"/>
        </w:rPr>
        <w:t>＝</w:t>
      </w:r>
      <w:r>
        <w:rPr>
          <w:rFonts w:eastAsia="新宋体"/>
          <w:position w:val="-22"/>
        </w:rPr>
        <w:pict>
          <v:shape id="_x0000_i1031" type="#_x0000_t75" alt="菁优网-jyeoo" style="width:9.75pt;height:26.2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eastAsia="新宋体"/>
          <w:i/>
          <w:iCs/>
        </w:rPr>
        <w:t>BF</w:t>
      </w:r>
      <w:r>
        <w:rPr>
          <w:rFonts w:eastAsia="新宋体" w:cs="新宋体" w:hint="eastAsia"/>
        </w:rPr>
        <w:t>＝</w:t>
      </w:r>
      <w:r>
        <w:rPr>
          <w:rFonts w:eastAsia="新宋体"/>
          <w:position w:val="-22"/>
        </w:rPr>
        <w:pict>
          <v:shape id="_x0000_i1032" type="#_x0000_t75" alt="菁优网-jyeoo" style="width:9.75pt;height:26.2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eastAsia="新宋体"/>
          <w:i/>
          <w:iCs/>
        </w:rPr>
        <w:t>CD</w: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</w:t>
      </w:r>
      <w:r>
        <w:rPr>
          <w:rFonts w:eastAsia="新宋体"/>
          <w:i/>
          <w:iCs/>
        </w:rPr>
        <w:t>BM</w:t>
      </w:r>
      <w:r>
        <w:rPr>
          <w:rFonts w:eastAsia="新宋体" w:cs="新宋体" w:hint="eastAsia"/>
        </w:rPr>
        <w:t>＝</w:t>
      </w:r>
      <w:r>
        <w:rPr>
          <w:rFonts w:eastAsia="新宋体"/>
          <w:position w:val="-22"/>
        </w:rPr>
        <w:pict>
          <v:shape id="_x0000_i1033" type="#_x0000_t75" alt="菁优网-jyeoo" style="width:9.75pt;height:26.2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rPr>
          <w:rFonts w:eastAsia="新宋体"/>
          <w:i/>
          <w:iCs/>
        </w:rPr>
        <w:t>BC</w:t>
      </w:r>
      <w:r>
        <w:rPr>
          <w:rFonts w:eastAsia="新宋体" w:cs="新宋体" w:hint="eastAsia"/>
        </w:rPr>
        <w:t>＝</w:t>
      </w:r>
      <w:r>
        <w:rPr>
          <w:rFonts w:eastAsia="新宋体"/>
          <w:position w:val="-22"/>
        </w:rPr>
        <w:pict>
          <v:shape id="_x0000_i1034" type="#_x0000_t75" alt="菁优网-jyeoo" style="width:15.75pt;height:26.2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eastAsia="新宋体" w:cs="新宋体" w:hint="eastAsia"/>
        </w:rPr>
        <w:t>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</w:t>
      </w:r>
      <w:r>
        <w:rPr>
          <w:rFonts w:eastAsia="新宋体"/>
          <w:i/>
          <w:iCs/>
        </w:rPr>
        <w:t>M</w:t>
      </w:r>
      <w:r>
        <w:rPr>
          <w:rFonts w:eastAsia="新宋体" w:cs="新宋体" w:hint="eastAsia"/>
        </w:rPr>
        <w:t>与</w:t>
      </w:r>
      <w:r>
        <w:rPr>
          <w:rFonts w:eastAsia="新宋体"/>
          <w:i/>
          <w:iCs/>
        </w:rPr>
        <w:t>D</w:t>
      </w:r>
      <w:r>
        <w:rPr>
          <w:rFonts w:eastAsia="新宋体" w:cs="新宋体" w:hint="eastAsia"/>
        </w:rPr>
        <w:t>重合，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∴</w:t>
      </w:r>
      <w:r>
        <w:rPr>
          <w:rFonts w:eastAsia="新宋体"/>
          <w:i/>
          <w:iCs/>
        </w:rPr>
        <w:t>DF</w:t>
      </w:r>
      <w:r>
        <w:rPr>
          <w:rFonts w:eastAsia="新宋体" w:cs="新宋体" w:hint="eastAsia"/>
        </w:rPr>
        <w:t>⊥</w:t>
      </w:r>
      <w:r>
        <w:rPr>
          <w:rFonts w:eastAsia="新宋体"/>
          <w:i/>
          <w:iCs/>
        </w:rPr>
        <w:t>BC</w:t>
      </w:r>
      <w:r>
        <w:rPr>
          <w:rFonts w:eastAsia="新宋体" w:cs="新宋体" w:hint="eastAsia"/>
        </w:rPr>
        <w:t>；</w:t>
      </w:r>
    </w:p>
    <w:p>
      <w:pPr>
        <w:spacing w:line="360" w:lineRule="auto"/>
        <w:ind w:left="273" w:leftChars="130"/>
      </w:pPr>
      <w:r>
        <w:rPr>
          <w:rFonts w:eastAsia="新宋体" w:cs="新宋体" w:hint="eastAsia"/>
        </w:rPr>
        <w:t>故答案为：</w:t>
      </w:r>
      <w:r>
        <w:rPr>
          <w:rFonts w:eastAsia="新宋体"/>
          <w:position w:val="-22"/>
        </w:rPr>
        <w:pict>
          <v:shape id="_x0000_i1035" type="#_x0000_t75" alt="菁优网-jyeoo" style="width:15.75pt;height:26.2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cs="宋体" w:hint="eastAsia"/>
        </w:rPr>
        <w:t>…………</w:t>
      </w:r>
      <w:r>
        <w:t>12</w:t>
      </w:r>
      <w:r>
        <w:rPr>
          <w:rFonts w:cs="宋体" w:hint="eastAsia"/>
        </w:rPr>
        <w:t>分</w:t>
      </w:r>
    </w:p>
    <w:p>
      <w:pPr>
        <w:spacing w:line="360" w:lineRule="auto"/>
        <w:ind w:left="273" w:leftChars="130"/>
      </w:pPr>
      <w:r>
        <w:rPr>
          <w:rFonts w:eastAsia="新宋体"/>
        </w:rPr>
        <w:pict>
          <v:shape id="_x0000_i1036" type="#_x0000_t75" alt="菁优网：http://www.jyeoo.com" style="width:121.5pt;height:118.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</w:p>
    <w:p>
      <w:pPr>
        <w:rPr>
          <w:rFonts w:ascii="宋体"/>
        </w:rPr>
      </w:pPr>
    </w:p>
    <w:sectPr>
      <w:headerReference w:type="default" r:id="rId13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行楷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D088D3"/>
    <w:multiLevelType w:val="singleLevel"/>
    <w:tmpl w:val="59D088D3"/>
    <w:lvl w:ilvl="0">
      <w:start w:val="20"/>
      <w:numFmt w:val="decimal"/>
      <w:suff w:val="nothing"/>
      <w:lvlText w:val="%1."/>
      <w:lvlJc w:val="left"/>
    </w:lvl>
  </w:abstractNum>
  <w:abstractNum w:abstractNumId="1">
    <w:nsid w:val="59D0A52E"/>
    <w:multiLevelType w:val="singleLevel"/>
    <w:tmpl w:val="59D0A52E"/>
    <w:lvl w:ilvl="0">
      <w:start w:val="19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558"/>
    <w:rsid w:val="0000203B"/>
    <w:rsid w:val="000046C0"/>
    <w:rsid w:val="0000657C"/>
    <w:rsid w:val="00006C3B"/>
    <w:rsid w:val="00010CD6"/>
    <w:rsid w:val="00011204"/>
    <w:rsid w:val="000159FC"/>
    <w:rsid w:val="000212EE"/>
    <w:rsid w:val="000241B9"/>
    <w:rsid w:val="000319BE"/>
    <w:rsid w:val="00035AA6"/>
    <w:rsid w:val="0004471E"/>
    <w:rsid w:val="00045A16"/>
    <w:rsid w:val="0004619F"/>
    <w:rsid w:val="00046BEA"/>
    <w:rsid w:val="0005165A"/>
    <w:rsid w:val="000520AD"/>
    <w:rsid w:val="0005277F"/>
    <w:rsid w:val="000535BC"/>
    <w:rsid w:val="00053F5A"/>
    <w:rsid w:val="00056C27"/>
    <w:rsid w:val="00060FDC"/>
    <w:rsid w:val="000621A6"/>
    <w:rsid w:val="00062D36"/>
    <w:rsid w:val="0006585E"/>
    <w:rsid w:val="00065DC4"/>
    <w:rsid w:val="00066421"/>
    <w:rsid w:val="000666CB"/>
    <w:rsid w:val="00067FF6"/>
    <w:rsid w:val="000709B0"/>
    <w:rsid w:val="00070A27"/>
    <w:rsid w:val="00074F05"/>
    <w:rsid w:val="000765BF"/>
    <w:rsid w:val="00082ECB"/>
    <w:rsid w:val="00084D07"/>
    <w:rsid w:val="000850E7"/>
    <w:rsid w:val="00085828"/>
    <w:rsid w:val="000869F5"/>
    <w:rsid w:val="000877A9"/>
    <w:rsid w:val="00090FB5"/>
    <w:rsid w:val="000918ED"/>
    <w:rsid w:val="00095695"/>
    <w:rsid w:val="00095F49"/>
    <w:rsid w:val="00096633"/>
    <w:rsid w:val="000A0948"/>
    <w:rsid w:val="000B112C"/>
    <w:rsid w:val="000B1C9B"/>
    <w:rsid w:val="000B2457"/>
    <w:rsid w:val="000C0CD6"/>
    <w:rsid w:val="000C1B7C"/>
    <w:rsid w:val="000C1EFA"/>
    <w:rsid w:val="000C37B5"/>
    <w:rsid w:val="000D049C"/>
    <w:rsid w:val="000D3FF7"/>
    <w:rsid w:val="000D72B3"/>
    <w:rsid w:val="000E18AB"/>
    <w:rsid w:val="000E1AAC"/>
    <w:rsid w:val="000E2DAB"/>
    <w:rsid w:val="000E3B29"/>
    <w:rsid w:val="000E3DE0"/>
    <w:rsid w:val="000E69F3"/>
    <w:rsid w:val="000F0603"/>
    <w:rsid w:val="000F0FDC"/>
    <w:rsid w:val="000F2EBC"/>
    <w:rsid w:val="000F59A5"/>
    <w:rsid w:val="000F6082"/>
    <w:rsid w:val="000F6BEF"/>
    <w:rsid w:val="000F7245"/>
    <w:rsid w:val="0010040D"/>
    <w:rsid w:val="001033B8"/>
    <w:rsid w:val="00103EF6"/>
    <w:rsid w:val="001040E1"/>
    <w:rsid w:val="00106A54"/>
    <w:rsid w:val="00107FE8"/>
    <w:rsid w:val="00110508"/>
    <w:rsid w:val="00111338"/>
    <w:rsid w:val="00113ECD"/>
    <w:rsid w:val="0011480B"/>
    <w:rsid w:val="00117EE2"/>
    <w:rsid w:val="00120A23"/>
    <w:rsid w:val="001224D1"/>
    <w:rsid w:val="0012257D"/>
    <w:rsid w:val="001231A0"/>
    <w:rsid w:val="00127393"/>
    <w:rsid w:val="00130D47"/>
    <w:rsid w:val="00131A72"/>
    <w:rsid w:val="00132A1F"/>
    <w:rsid w:val="001344D0"/>
    <w:rsid w:val="00136756"/>
    <w:rsid w:val="0014000A"/>
    <w:rsid w:val="00140673"/>
    <w:rsid w:val="001408DB"/>
    <w:rsid w:val="00142BB3"/>
    <w:rsid w:val="00142D71"/>
    <w:rsid w:val="0014366B"/>
    <w:rsid w:val="00143EC6"/>
    <w:rsid w:val="00144029"/>
    <w:rsid w:val="001465C1"/>
    <w:rsid w:val="00150F00"/>
    <w:rsid w:val="0015103B"/>
    <w:rsid w:val="00152042"/>
    <w:rsid w:val="0015635E"/>
    <w:rsid w:val="001569B2"/>
    <w:rsid w:val="001571B5"/>
    <w:rsid w:val="0016101A"/>
    <w:rsid w:val="001611E1"/>
    <w:rsid w:val="0016131E"/>
    <w:rsid w:val="001625DD"/>
    <w:rsid w:val="001634EE"/>
    <w:rsid w:val="00163B1C"/>
    <w:rsid w:val="00165957"/>
    <w:rsid w:val="001704BD"/>
    <w:rsid w:val="001741CC"/>
    <w:rsid w:val="001742B6"/>
    <w:rsid w:val="001746E2"/>
    <w:rsid w:val="00174869"/>
    <w:rsid w:val="001748D1"/>
    <w:rsid w:val="00175D51"/>
    <w:rsid w:val="0017728D"/>
    <w:rsid w:val="00180435"/>
    <w:rsid w:val="00181672"/>
    <w:rsid w:val="00183213"/>
    <w:rsid w:val="001833BB"/>
    <w:rsid w:val="001858EE"/>
    <w:rsid w:val="00185BDA"/>
    <w:rsid w:val="001870ED"/>
    <w:rsid w:val="00187670"/>
    <w:rsid w:val="00191353"/>
    <w:rsid w:val="001913B0"/>
    <w:rsid w:val="00191FDD"/>
    <w:rsid w:val="00192C96"/>
    <w:rsid w:val="0019439A"/>
    <w:rsid w:val="00195FDF"/>
    <w:rsid w:val="00196926"/>
    <w:rsid w:val="001A2B26"/>
    <w:rsid w:val="001A3290"/>
    <w:rsid w:val="001A4EF1"/>
    <w:rsid w:val="001A55D9"/>
    <w:rsid w:val="001A5F0B"/>
    <w:rsid w:val="001A759E"/>
    <w:rsid w:val="001B2D7C"/>
    <w:rsid w:val="001B3B59"/>
    <w:rsid w:val="001B499C"/>
    <w:rsid w:val="001B5CF2"/>
    <w:rsid w:val="001B632E"/>
    <w:rsid w:val="001C1926"/>
    <w:rsid w:val="001C4447"/>
    <w:rsid w:val="001C57B6"/>
    <w:rsid w:val="001C7DC5"/>
    <w:rsid w:val="001D0164"/>
    <w:rsid w:val="001D25D7"/>
    <w:rsid w:val="001D5D17"/>
    <w:rsid w:val="001D789C"/>
    <w:rsid w:val="001E0964"/>
    <w:rsid w:val="001E0C8A"/>
    <w:rsid w:val="001E42DB"/>
    <w:rsid w:val="001E4A25"/>
    <w:rsid w:val="001E661F"/>
    <w:rsid w:val="001E72F5"/>
    <w:rsid w:val="001F0C2C"/>
    <w:rsid w:val="001F0DDB"/>
    <w:rsid w:val="001F470B"/>
    <w:rsid w:val="001F5B9C"/>
    <w:rsid w:val="001F5D3C"/>
    <w:rsid w:val="001F6778"/>
    <w:rsid w:val="001F6880"/>
    <w:rsid w:val="0020104B"/>
    <w:rsid w:val="00201358"/>
    <w:rsid w:val="002047B1"/>
    <w:rsid w:val="00205B58"/>
    <w:rsid w:val="0020659B"/>
    <w:rsid w:val="0021024F"/>
    <w:rsid w:val="00210AB4"/>
    <w:rsid w:val="002113C3"/>
    <w:rsid w:val="00211DB4"/>
    <w:rsid w:val="0021231E"/>
    <w:rsid w:val="00213102"/>
    <w:rsid w:val="00213517"/>
    <w:rsid w:val="00213CAC"/>
    <w:rsid w:val="00216800"/>
    <w:rsid w:val="00216AA4"/>
    <w:rsid w:val="00217470"/>
    <w:rsid w:val="00217CCA"/>
    <w:rsid w:val="00220071"/>
    <w:rsid w:val="00220833"/>
    <w:rsid w:val="002235BD"/>
    <w:rsid w:val="00223BE0"/>
    <w:rsid w:val="00226271"/>
    <w:rsid w:val="00226D74"/>
    <w:rsid w:val="002302F1"/>
    <w:rsid w:val="00230A49"/>
    <w:rsid w:val="00232470"/>
    <w:rsid w:val="0023511F"/>
    <w:rsid w:val="002363D5"/>
    <w:rsid w:val="00236BC5"/>
    <w:rsid w:val="00241E4B"/>
    <w:rsid w:val="0024419D"/>
    <w:rsid w:val="002444C6"/>
    <w:rsid w:val="002452D3"/>
    <w:rsid w:val="0024560F"/>
    <w:rsid w:val="00245642"/>
    <w:rsid w:val="00247130"/>
    <w:rsid w:val="00250A45"/>
    <w:rsid w:val="00250C59"/>
    <w:rsid w:val="00250E17"/>
    <w:rsid w:val="00254085"/>
    <w:rsid w:val="002548A1"/>
    <w:rsid w:val="0025626D"/>
    <w:rsid w:val="00257475"/>
    <w:rsid w:val="002605BC"/>
    <w:rsid w:val="0026287C"/>
    <w:rsid w:val="002635DF"/>
    <w:rsid w:val="0026379D"/>
    <w:rsid w:val="0026535A"/>
    <w:rsid w:val="00265B53"/>
    <w:rsid w:val="00266BEE"/>
    <w:rsid w:val="00272AB9"/>
    <w:rsid w:val="00273797"/>
    <w:rsid w:val="00273B03"/>
    <w:rsid w:val="002750EB"/>
    <w:rsid w:val="00277FE9"/>
    <w:rsid w:val="00281F96"/>
    <w:rsid w:val="0028351F"/>
    <w:rsid w:val="00285656"/>
    <w:rsid w:val="00285BCC"/>
    <w:rsid w:val="00290777"/>
    <w:rsid w:val="00292325"/>
    <w:rsid w:val="00292CC8"/>
    <w:rsid w:val="00292F1B"/>
    <w:rsid w:val="002942CE"/>
    <w:rsid w:val="00296127"/>
    <w:rsid w:val="00297A34"/>
    <w:rsid w:val="002A3D37"/>
    <w:rsid w:val="002A5923"/>
    <w:rsid w:val="002B2087"/>
    <w:rsid w:val="002B227A"/>
    <w:rsid w:val="002B2CF5"/>
    <w:rsid w:val="002B3975"/>
    <w:rsid w:val="002B3EEC"/>
    <w:rsid w:val="002B492B"/>
    <w:rsid w:val="002B6C7B"/>
    <w:rsid w:val="002B7928"/>
    <w:rsid w:val="002B797F"/>
    <w:rsid w:val="002C0936"/>
    <w:rsid w:val="002C3203"/>
    <w:rsid w:val="002C45A7"/>
    <w:rsid w:val="002C485B"/>
    <w:rsid w:val="002C630A"/>
    <w:rsid w:val="002C63DA"/>
    <w:rsid w:val="002D20AA"/>
    <w:rsid w:val="002D24EF"/>
    <w:rsid w:val="002D281D"/>
    <w:rsid w:val="002D3116"/>
    <w:rsid w:val="002D3DBD"/>
    <w:rsid w:val="002D4458"/>
    <w:rsid w:val="002D5C44"/>
    <w:rsid w:val="002D78EF"/>
    <w:rsid w:val="002E072B"/>
    <w:rsid w:val="002E0DCB"/>
    <w:rsid w:val="002E17AE"/>
    <w:rsid w:val="002E1ED7"/>
    <w:rsid w:val="002E49B4"/>
    <w:rsid w:val="002E5329"/>
    <w:rsid w:val="002E77AF"/>
    <w:rsid w:val="002F200A"/>
    <w:rsid w:val="002F3883"/>
    <w:rsid w:val="002F52E5"/>
    <w:rsid w:val="002F6856"/>
    <w:rsid w:val="0030043A"/>
    <w:rsid w:val="00301660"/>
    <w:rsid w:val="00302B57"/>
    <w:rsid w:val="0030452F"/>
    <w:rsid w:val="00305024"/>
    <w:rsid w:val="0030621C"/>
    <w:rsid w:val="00307C0F"/>
    <w:rsid w:val="00310390"/>
    <w:rsid w:val="003112CA"/>
    <w:rsid w:val="0031453E"/>
    <w:rsid w:val="00314F7A"/>
    <w:rsid w:val="00315BA5"/>
    <w:rsid w:val="00316EBC"/>
    <w:rsid w:val="003173C0"/>
    <w:rsid w:val="0031790A"/>
    <w:rsid w:val="00321BE8"/>
    <w:rsid w:val="003242C2"/>
    <w:rsid w:val="00327EB8"/>
    <w:rsid w:val="003303D2"/>
    <w:rsid w:val="0033095A"/>
    <w:rsid w:val="00330E5B"/>
    <w:rsid w:val="003311B2"/>
    <w:rsid w:val="00331B2B"/>
    <w:rsid w:val="003322EA"/>
    <w:rsid w:val="0033543D"/>
    <w:rsid w:val="003369EE"/>
    <w:rsid w:val="00336CE0"/>
    <w:rsid w:val="0034044B"/>
    <w:rsid w:val="0034151B"/>
    <w:rsid w:val="00341F25"/>
    <w:rsid w:val="00343F12"/>
    <w:rsid w:val="00344FBA"/>
    <w:rsid w:val="003460F6"/>
    <w:rsid w:val="0034770C"/>
    <w:rsid w:val="00351146"/>
    <w:rsid w:val="00353840"/>
    <w:rsid w:val="00355415"/>
    <w:rsid w:val="00360265"/>
    <w:rsid w:val="00361633"/>
    <w:rsid w:val="00362752"/>
    <w:rsid w:val="00364C75"/>
    <w:rsid w:val="00370D62"/>
    <w:rsid w:val="00372075"/>
    <w:rsid w:val="0037249D"/>
    <w:rsid w:val="00372EFE"/>
    <w:rsid w:val="0037347A"/>
    <w:rsid w:val="00373EC7"/>
    <w:rsid w:val="00374564"/>
    <w:rsid w:val="00376AC8"/>
    <w:rsid w:val="00376C95"/>
    <w:rsid w:val="00380F5B"/>
    <w:rsid w:val="00381169"/>
    <w:rsid w:val="003824B5"/>
    <w:rsid w:val="00383F70"/>
    <w:rsid w:val="003847D7"/>
    <w:rsid w:val="00385836"/>
    <w:rsid w:val="00386010"/>
    <w:rsid w:val="00387A65"/>
    <w:rsid w:val="00391244"/>
    <w:rsid w:val="00392566"/>
    <w:rsid w:val="003951FE"/>
    <w:rsid w:val="00395ADE"/>
    <w:rsid w:val="00395C79"/>
    <w:rsid w:val="00395DF7"/>
    <w:rsid w:val="00397113"/>
    <w:rsid w:val="00397806"/>
    <w:rsid w:val="003A03F3"/>
    <w:rsid w:val="003A20ED"/>
    <w:rsid w:val="003A2732"/>
    <w:rsid w:val="003A3346"/>
    <w:rsid w:val="003A3EC4"/>
    <w:rsid w:val="003A49A6"/>
    <w:rsid w:val="003B1A3F"/>
    <w:rsid w:val="003B2D96"/>
    <w:rsid w:val="003B73B9"/>
    <w:rsid w:val="003B760E"/>
    <w:rsid w:val="003C0AD5"/>
    <w:rsid w:val="003C0DEC"/>
    <w:rsid w:val="003C13B9"/>
    <w:rsid w:val="003C2718"/>
    <w:rsid w:val="003C630C"/>
    <w:rsid w:val="003C66E8"/>
    <w:rsid w:val="003D2052"/>
    <w:rsid w:val="003D4A8C"/>
    <w:rsid w:val="003D4CE3"/>
    <w:rsid w:val="003D4E48"/>
    <w:rsid w:val="003D57BE"/>
    <w:rsid w:val="003D5BD6"/>
    <w:rsid w:val="003D7CD1"/>
    <w:rsid w:val="003E0729"/>
    <w:rsid w:val="003E08DD"/>
    <w:rsid w:val="003E2BF2"/>
    <w:rsid w:val="003E3007"/>
    <w:rsid w:val="003E6840"/>
    <w:rsid w:val="003E780F"/>
    <w:rsid w:val="003F12BC"/>
    <w:rsid w:val="003F3E61"/>
    <w:rsid w:val="003F427F"/>
    <w:rsid w:val="003F590A"/>
    <w:rsid w:val="003F5D31"/>
    <w:rsid w:val="003F71DB"/>
    <w:rsid w:val="0040105E"/>
    <w:rsid w:val="00401BFD"/>
    <w:rsid w:val="00404930"/>
    <w:rsid w:val="00405B96"/>
    <w:rsid w:val="00406CB5"/>
    <w:rsid w:val="00410FA8"/>
    <w:rsid w:val="00411DD0"/>
    <w:rsid w:val="00413A0A"/>
    <w:rsid w:val="004151C5"/>
    <w:rsid w:val="00416818"/>
    <w:rsid w:val="004226F0"/>
    <w:rsid w:val="00425784"/>
    <w:rsid w:val="004302D2"/>
    <w:rsid w:val="00430E35"/>
    <w:rsid w:val="00433DB4"/>
    <w:rsid w:val="00434B65"/>
    <w:rsid w:val="00437156"/>
    <w:rsid w:val="0043716D"/>
    <w:rsid w:val="004426D1"/>
    <w:rsid w:val="00445A6B"/>
    <w:rsid w:val="00452A29"/>
    <w:rsid w:val="0045358C"/>
    <w:rsid w:val="00454CA2"/>
    <w:rsid w:val="004602EA"/>
    <w:rsid w:val="004607FE"/>
    <w:rsid w:val="004655FD"/>
    <w:rsid w:val="00471698"/>
    <w:rsid w:val="00471D19"/>
    <w:rsid w:val="00473CEE"/>
    <w:rsid w:val="0047632D"/>
    <w:rsid w:val="00480853"/>
    <w:rsid w:val="00486216"/>
    <w:rsid w:val="00486264"/>
    <w:rsid w:val="004864AC"/>
    <w:rsid w:val="004910D5"/>
    <w:rsid w:val="00491691"/>
    <w:rsid w:val="004922E2"/>
    <w:rsid w:val="0049288E"/>
    <w:rsid w:val="0049613C"/>
    <w:rsid w:val="004979B3"/>
    <w:rsid w:val="004A1A2F"/>
    <w:rsid w:val="004A1FEF"/>
    <w:rsid w:val="004A3004"/>
    <w:rsid w:val="004A401B"/>
    <w:rsid w:val="004A55A9"/>
    <w:rsid w:val="004A55B3"/>
    <w:rsid w:val="004A68F3"/>
    <w:rsid w:val="004A6EB3"/>
    <w:rsid w:val="004A7906"/>
    <w:rsid w:val="004B0504"/>
    <w:rsid w:val="004B2552"/>
    <w:rsid w:val="004B33A3"/>
    <w:rsid w:val="004B3833"/>
    <w:rsid w:val="004B3B87"/>
    <w:rsid w:val="004B4E5A"/>
    <w:rsid w:val="004C0262"/>
    <w:rsid w:val="004C565F"/>
    <w:rsid w:val="004C578C"/>
    <w:rsid w:val="004C7F9A"/>
    <w:rsid w:val="004D0A0B"/>
    <w:rsid w:val="004D38BA"/>
    <w:rsid w:val="004D3943"/>
    <w:rsid w:val="004D4787"/>
    <w:rsid w:val="004D6F27"/>
    <w:rsid w:val="004D76BD"/>
    <w:rsid w:val="004D7AA5"/>
    <w:rsid w:val="004D7FA7"/>
    <w:rsid w:val="004E13C7"/>
    <w:rsid w:val="004E6911"/>
    <w:rsid w:val="004E6F4B"/>
    <w:rsid w:val="004E7F7A"/>
    <w:rsid w:val="004F1C86"/>
    <w:rsid w:val="004F1F00"/>
    <w:rsid w:val="004F4364"/>
    <w:rsid w:val="004F46CD"/>
    <w:rsid w:val="0050096B"/>
    <w:rsid w:val="0050177D"/>
    <w:rsid w:val="0050317C"/>
    <w:rsid w:val="005042FA"/>
    <w:rsid w:val="00504E25"/>
    <w:rsid w:val="005061C7"/>
    <w:rsid w:val="0051546C"/>
    <w:rsid w:val="005159D0"/>
    <w:rsid w:val="00516C32"/>
    <w:rsid w:val="00521956"/>
    <w:rsid w:val="00523170"/>
    <w:rsid w:val="00524476"/>
    <w:rsid w:val="0052453B"/>
    <w:rsid w:val="00524CEB"/>
    <w:rsid w:val="00525F19"/>
    <w:rsid w:val="00526B8A"/>
    <w:rsid w:val="00526EB4"/>
    <w:rsid w:val="005308D8"/>
    <w:rsid w:val="00532ACF"/>
    <w:rsid w:val="00533788"/>
    <w:rsid w:val="00533F5A"/>
    <w:rsid w:val="00544CAC"/>
    <w:rsid w:val="00545FB4"/>
    <w:rsid w:val="00546871"/>
    <w:rsid w:val="00547296"/>
    <w:rsid w:val="00547929"/>
    <w:rsid w:val="005501DA"/>
    <w:rsid w:val="00555A70"/>
    <w:rsid w:val="00557CC5"/>
    <w:rsid w:val="0056172C"/>
    <w:rsid w:val="00561D17"/>
    <w:rsid w:val="005702F9"/>
    <w:rsid w:val="0057046F"/>
    <w:rsid w:val="00570C57"/>
    <w:rsid w:val="005714FA"/>
    <w:rsid w:val="0057182C"/>
    <w:rsid w:val="005724A9"/>
    <w:rsid w:val="00572599"/>
    <w:rsid w:val="005747F2"/>
    <w:rsid w:val="00577C7D"/>
    <w:rsid w:val="005815BB"/>
    <w:rsid w:val="00586D23"/>
    <w:rsid w:val="0058742E"/>
    <w:rsid w:val="0058776B"/>
    <w:rsid w:val="00590DD6"/>
    <w:rsid w:val="00593743"/>
    <w:rsid w:val="005977E0"/>
    <w:rsid w:val="005A1BF1"/>
    <w:rsid w:val="005A2957"/>
    <w:rsid w:val="005A2F03"/>
    <w:rsid w:val="005A38C8"/>
    <w:rsid w:val="005A686B"/>
    <w:rsid w:val="005B0D82"/>
    <w:rsid w:val="005B1FF1"/>
    <w:rsid w:val="005B5367"/>
    <w:rsid w:val="005C035C"/>
    <w:rsid w:val="005C03EA"/>
    <w:rsid w:val="005C2C0C"/>
    <w:rsid w:val="005C433F"/>
    <w:rsid w:val="005C76DB"/>
    <w:rsid w:val="005D0D5C"/>
    <w:rsid w:val="005D3ECE"/>
    <w:rsid w:val="005D4A9A"/>
    <w:rsid w:val="005D4F1F"/>
    <w:rsid w:val="005D5A2A"/>
    <w:rsid w:val="005D6DD0"/>
    <w:rsid w:val="005D7F44"/>
    <w:rsid w:val="005E0562"/>
    <w:rsid w:val="005E05EF"/>
    <w:rsid w:val="005E0856"/>
    <w:rsid w:val="005E1868"/>
    <w:rsid w:val="005E2187"/>
    <w:rsid w:val="005E2611"/>
    <w:rsid w:val="005E5AC1"/>
    <w:rsid w:val="005E5F75"/>
    <w:rsid w:val="005F2713"/>
    <w:rsid w:val="005F3E28"/>
    <w:rsid w:val="005F48BC"/>
    <w:rsid w:val="005F4D98"/>
    <w:rsid w:val="005F6B2C"/>
    <w:rsid w:val="005F7823"/>
    <w:rsid w:val="00600D7E"/>
    <w:rsid w:val="00601B8A"/>
    <w:rsid w:val="00602784"/>
    <w:rsid w:val="006027D4"/>
    <w:rsid w:val="00605B59"/>
    <w:rsid w:val="00606828"/>
    <w:rsid w:val="00607467"/>
    <w:rsid w:val="0061293C"/>
    <w:rsid w:val="006129A1"/>
    <w:rsid w:val="00612D52"/>
    <w:rsid w:val="00615828"/>
    <w:rsid w:val="00616B67"/>
    <w:rsid w:val="0062126B"/>
    <w:rsid w:val="00622647"/>
    <w:rsid w:val="006236AA"/>
    <w:rsid w:val="00624949"/>
    <w:rsid w:val="006276B0"/>
    <w:rsid w:val="006276D4"/>
    <w:rsid w:val="00631CD0"/>
    <w:rsid w:val="006330CE"/>
    <w:rsid w:val="006339CB"/>
    <w:rsid w:val="006340AC"/>
    <w:rsid w:val="006355A7"/>
    <w:rsid w:val="00635EDC"/>
    <w:rsid w:val="006363E8"/>
    <w:rsid w:val="00637591"/>
    <w:rsid w:val="00644412"/>
    <w:rsid w:val="0064559B"/>
    <w:rsid w:val="00645620"/>
    <w:rsid w:val="00645C93"/>
    <w:rsid w:val="006472D6"/>
    <w:rsid w:val="00651D8F"/>
    <w:rsid w:val="00651DDC"/>
    <w:rsid w:val="00651DE1"/>
    <w:rsid w:val="006543A4"/>
    <w:rsid w:val="00656D29"/>
    <w:rsid w:val="00656D8C"/>
    <w:rsid w:val="00657057"/>
    <w:rsid w:val="006614EC"/>
    <w:rsid w:val="00662032"/>
    <w:rsid w:val="006626FF"/>
    <w:rsid w:val="00670A17"/>
    <w:rsid w:val="00670EA0"/>
    <w:rsid w:val="006713E5"/>
    <w:rsid w:val="006715D1"/>
    <w:rsid w:val="00672904"/>
    <w:rsid w:val="00674759"/>
    <w:rsid w:val="00677751"/>
    <w:rsid w:val="006801B8"/>
    <w:rsid w:val="006809AF"/>
    <w:rsid w:val="00682749"/>
    <w:rsid w:val="00683BA7"/>
    <w:rsid w:val="00684069"/>
    <w:rsid w:val="006876B2"/>
    <w:rsid w:val="006A12B1"/>
    <w:rsid w:val="006A19E7"/>
    <w:rsid w:val="006A1DD1"/>
    <w:rsid w:val="006A29A4"/>
    <w:rsid w:val="006A33A0"/>
    <w:rsid w:val="006A37B7"/>
    <w:rsid w:val="006A3D55"/>
    <w:rsid w:val="006A7BDD"/>
    <w:rsid w:val="006B10C8"/>
    <w:rsid w:val="006B2E43"/>
    <w:rsid w:val="006B4A87"/>
    <w:rsid w:val="006B635C"/>
    <w:rsid w:val="006B65B2"/>
    <w:rsid w:val="006C2C42"/>
    <w:rsid w:val="006C3E73"/>
    <w:rsid w:val="006C5522"/>
    <w:rsid w:val="006D008C"/>
    <w:rsid w:val="006D211E"/>
    <w:rsid w:val="006D2EC6"/>
    <w:rsid w:val="006D3ED9"/>
    <w:rsid w:val="006D6729"/>
    <w:rsid w:val="006E0CB5"/>
    <w:rsid w:val="006E1081"/>
    <w:rsid w:val="006E19CC"/>
    <w:rsid w:val="006E21E8"/>
    <w:rsid w:val="006E5B2C"/>
    <w:rsid w:val="006E7571"/>
    <w:rsid w:val="006E7A5F"/>
    <w:rsid w:val="006E7EAC"/>
    <w:rsid w:val="006F284E"/>
    <w:rsid w:val="006F328A"/>
    <w:rsid w:val="006F3353"/>
    <w:rsid w:val="006F463C"/>
    <w:rsid w:val="006F471A"/>
    <w:rsid w:val="006F503F"/>
    <w:rsid w:val="006F631D"/>
    <w:rsid w:val="006F685E"/>
    <w:rsid w:val="006F7183"/>
    <w:rsid w:val="00702072"/>
    <w:rsid w:val="00703CBA"/>
    <w:rsid w:val="00711329"/>
    <w:rsid w:val="00712688"/>
    <w:rsid w:val="00714E69"/>
    <w:rsid w:val="0071724E"/>
    <w:rsid w:val="0071754A"/>
    <w:rsid w:val="0071780A"/>
    <w:rsid w:val="00722E75"/>
    <w:rsid w:val="00724E65"/>
    <w:rsid w:val="00725B2A"/>
    <w:rsid w:val="007319B0"/>
    <w:rsid w:val="00732696"/>
    <w:rsid w:val="007361D9"/>
    <w:rsid w:val="0073689A"/>
    <w:rsid w:val="00742CC1"/>
    <w:rsid w:val="00744876"/>
    <w:rsid w:val="00744B7C"/>
    <w:rsid w:val="007457EB"/>
    <w:rsid w:val="00746CB2"/>
    <w:rsid w:val="00750CF7"/>
    <w:rsid w:val="00752804"/>
    <w:rsid w:val="00752BC8"/>
    <w:rsid w:val="00753D76"/>
    <w:rsid w:val="00755954"/>
    <w:rsid w:val="007572CA"/>
    <w:rsid w:val="00762630"/>
    <w:rsid w:val="00762A8D"/>
    <w:rsid w:val="00765465"/>
    <w:rsid w:val="007658BB"/>
    <w:rsid w:val="00766F62"/>
    <w:rsid w:val="00767523"/>
    <w:rsid w:val="00770C08"/>
    <w:rsid w:val="00771B40"/>
    <w:rsid w:val="00774107"/>
    <w:rsid w:val="0077548B"/>
    <w:rsid w:val="00777AA5"/>
    <w:rsid w:val="007822FD"/>
    <w:rsid w:val="00782419"/>
    <w:rsid w:val="00785C2A"/>
    <w:rsid w:val="00787085"/>
    <w:rsid w:val="007872CB"/>
    <w:rsid w:val="00787600"/>
    <w:rsid w:val="007916D0"/>
    <w:rsid w:val="007929D1"/>
    <w:rsid w:val="00793649"/>
    <w:rsid w:val="007A21F6"/>
    <w:rsid w:val="007A2B03"/>
    <w:rsid w:val="007A4A1D"/>
    <w:rsid w:val="007B0224"/>
    <w:rsid w:val="007B1A7B"/>
    <w:rsid w:val="007B1D8A"/>
    <w:rsid w:val="007B3822"/>
    <w:rsid w:val="007B56D6"/>
    <w:rsid w:val="007B6C98"/>
    <w:rsid w:val="007B6D64"/>
    <w:rsid w:val="007C0785"/>
    <w:rsid w:val="007C12EC"/>
    <w:rsid w:val="007C3903"/>
    <w:rsid w:val="007C40BE"/>
    <w:rsid w:val="007C5A5A"/>
    <w:rsid w:val="007D2E22"/>
    <w:rsid w:val="007D3483"/>
    <w:rsid w:val="007D34F5"/>
    <w:rsid w:val="007D37B0"/>
    <w:rsid w:val="007D4934"/>
    <w:rsid w:val="007D6293"/>
    <w:rsid w:val="007E1F48"/>
    <w:rsid w:val="007E2777"/>
    <w:rsid w:val="007E2D97"/>
    <w:rsid w:val="007E2E05"/>
    <w:rsid w:val="007E3B78"/>
    <w:rsid w:val="007E54C3"/>
    <w:rsid w:val="007F2801"/>
    <w:rsid w:val="00800664"/>
    <w:rsid w:val="0080096F"/>
    <w:rsid w:val="00800CFC"/>
    <w:rsid w:val="00802FD6"/>
    <w:rsid w:val="00803D9C"/>
    <w:rsid w:val="00807E2E"/>
    <w:rsid w:val="00807FC6"/>
    <w:rsid w:val="008126B3"/>
    <w:rsid w:val="0081536E"/>
    <w:rsid w:val="008225C7"/>
    <w:rsid w:val="00822FFE"/>
    <w:rsid w:val="00824829"/>
    <w:rsid w:val="00825B61"/>
    <w:rsid w:val="0082695C"/>
    <w:rsid w:val="00827CBD"/>
    <w:rsid w:val="008303EF"/>
    <w:rsid w:val="0083282A"/>
    <w:rsid w:val="00836838"/>
    <w:rsid w:val="0084115E"/>
    <w:rsid w:val="00842175"/>
    <w:rsid w:val="008435D6"/>
    <w:rsid w:val="0084561C"/>
    <w:rsid w:val="00846BDA"/>
    <w:rsid w:val="0085017B"/>
    <w:rsid w:val="00850FA3"/>
    <w:rsid w:val="008533E3"/>
    <w:rsid w:val="00855D2B"/>
    <w:rsid w:val="0085788F"/>
    <w:rsid w:val="00860317"/>
    <w:rsid w:val="00861240"/>
    <w:rsid w:val="00862330"/>
    <w:rsid w:val="0086298A"/>
    <w:rsid w:val="00863186"/>
    <w:rsid w:val="008637B9"/>
    <w:rsid w:val="0086716C"/>
    <w:rsid w:val="008713BA"/>
    <w:rsid w:val="00872017"/>
    <w:rsid w:val="00875497"/>
    <w:rsid w:val="008757EF"/>
    <w:rsid w:val="0087602F"/>
    <w:rsid w:val="00876852"/>
    <w:rsid w:val="0087761B"/>
    <w:rsid w:val="00880AE2"/>
    <w:rsid w:val="00880FA0"/>
    <w:rsid w:val="00881EE1"/>
    <w:rsid w:val="008843CD"/>
    <w:rsid w:val="00884877"/>
    <w:rsid w:val="00886FA4"/>
    <w:rsid w:val="00887B34"/>
    <w:rsid w:val="00893AB2"/>
    <w:rsid w:val="00894AAF"/>
    <w:rsid w:val="008966A8"/>
    <w:rsid w:val="00896F73"/>
    <w:rsid w:val="008A0CEA"/>
    <w:rsid w:val="008A15B1"/>
    <w:rsid w:val="008A2B2E"/>
    <w:rsid w:val="008A3D36"/>
    <w:rsid w:val="008A4232"/>
    <w:rsid w:val="008A7DC5"/>
    <w:rsid w:val="008B151C"/>
    <w:rsid w:val="008B5523"/>
    <w:rsid w:val="008B588A"/>
    <w:rsid w:val="008B6650"/>
    <w:rsid w:val="008C0C09"/>
    <w:rsid w:val="008C1F22"/>
    <w:rsid w:val="008C6D28"/>
    <w:rsid w:val="008D00AD"/>
    <w:rsid w:val="008D07A0"/>
    <w:rsid w:val="008D15AB"/>
    <w:rsid w:val="008D2379"/>
    <w:rsid w:val="008D2AF3"/>
    <w:rsid w:val="008D405C"/>
    <w:rsid w:val="008D41C9"/>
    <w:rsid w:val="008D7B58"/>
    <w:rsid w:val="008E0022"/>
    <w:rsid w:val="008E3A7F"/>
    <w:rsid w:val="008E45C8"/>
    <w:rsid w:val="008E63A0"/>
    <w:rsid w:val="008F194E"/>
    <w:rsid w:val="008F279E"/>
    <w:rsid w:val="008F31EB"/>
    <w:rsid w:val="008F39EC"/>
    <w:rsid w:val="008F402B"/>
    <w:rsid w:val="008F539A"/>
    <w:rsid w:val="008F6180"/>
    <w:rsid w:val="008F71BF"/>
    <w:rsid w:val="009012C5"/>
    <w:rsid w:val="009049D7"/>
    <w:rsid w:val="00907195"/>
    <w:rsid w:val="0091442D"/>
    <w:rsid w:val="00914BB4"/>
    <w:rsid w:val="00916791"/>
    <w:rsid w:val="00917081"/>
    <w:rsid w:val="00917C65"/>
    <w:rsid w:val="00917D62"/>
    <w:rsid w:val="009205EA"/>
    <w:rsid w:val="009208FB"/>
    <w:rsid w:val="009220DB"/>
    <w:rsid w:val="009228F7"/>
    <w:rsid w:val="00924DDC"/>
    <w:rsid w:val="0093171F"/>
    <w:rsid w:val="009336A6"/>
    <w:rsid w:val="009337A4"/>
    <w:rsid w:val="009350C9"/>
    <w:rsid w:val="009352C7"/>
    <w:rsid w:val="00936A96"/>
    <w:rsid w:val="00936EF3"/>
    <w:rsid w:val="0093773B"/>
    <w:rsid w:val="009377BF"/>
    <w:rsid w:val="00937940"/>
    <w:rsid w:val="00940E66"/>
    <w:rsid w:val="009448AA"/>
    <w:rsid w:val="0094494B"/>
    <w:rsid w:val="0094583E"/>
    <w:rsid w:val="00945F6A"/>
    <w:rsid w:val="00952FDC"/>
    <w:rsid w:val="009531E0"/>
    <w:rsid w:val="00954520"/>
    <w:rsid w:val="009624FE"/>
    <w:rsid w:val="009636D1"/>
    <w:rsid w:val="00966297"/>
    <w:rsid w:val="00970A97"/>
    <w:rsid w:val="00975099"/>
    <w:rsid w:val="00975F10"/>
    <w:rsid w:val="0097611D"/>
    <w:rsid w:val="009764C1"/>
    <w:rsid w:val="0098019C"/>
    <w:rsid w:val="00981560"/>
    <w:rsid w:val="00981F7A"/>
    <w:rsid w:val="009830FC"/>
    <w:rsid w:val="00983196"/>
    <w:rsid w:val="00983597"/>
    <w:rsid w:val="00983920"/>
    <w:rsid w:val="009849B1"/>
    <w:rsid w:val="009873A0"/>
    <w:rsid w:val="009874FA"/>
    <w:rsid w:val="00990D07"/>
    <w:rsid w:val="00992DE4"/>
    <w:rsid w:val="009933FA"/>
    <w:rsid w:val="00996607"/>
    <w:rsid w:val="00996F22"/>
    <w:rsid w:val="00997AAC"/>
    <w:rsid w:val="00997EA0"/>
    <w:rsid w:val="009A44BF"/>
    <w:rsid w:val="009A530F"/>
    <w:rsid w:val="009A5560"/>
    <w:rsid w:val="009A5978"/>
    <w:rsid w:val="009A5A9F"/>
    <w:rsid w:val="009A7BA2"/>
    <w:rsid w:val="009B2F69"/>
    <w:rsid w:val="009B5AB9"/>
    <w:rsid w:val="009B6F91"/>
    <w:rsid w:val="009C0202"/>
    <w:rsid w:val="009C0FDA"/>
    <w:rsid w:val="009C1AA6"/>
    <w:rsid w:val="009C1C86"/>
    <w:rsid w:val="009C49DF"/>
    <w:rsid w:val="009C5638"/>
    <w:rsid w:val="009C674D"/>
    <w:rsid w:val="009D0827"/>
    <w:rsid w:val="009D0916"/>
    <w:rsid w:val="009D0A8A"/>
    <w:rsid w:val="009D0C45"/>
    <w:rsid w:val="009D1137"/>
    <w:rsid w:val="009D1E99"/>
    <w:rsid w:val="009D3D7C"/>
    <w:rsid w:val="009D53C8"/>
    <w:rsid w:val="009D53EF"/>
    <w:rsid w:val="009D75D1"/>
    <w:rsid w:val="009D7BBA"/>
    <w:rsid w:val="009E0AAD"/>
    <w:rsid w:val="009E0B0B"/>
    <w:rsid w:val="009E1086"/>
    <w:rsid w:val="009E18BB"/>
    <w:rsid w:val="009E42CA"/>
    <w:rsid w:val="009E470A"/>
    <w:rsid w:val="009E652A"/>
    <w:rsid w:val="009E657D"/>
    <w:rsid w:val="009F0852"/>
    <w:rsid w:val="009F2954"/>
    <w:rsid w:val="009F62D7"/>
    <w:rsid w:val="00A0041C"/>
    <w:rsid w:val="00A01DF1"/>
    <w:rsid w:val="00A033DF"/>
    <w:rsid w:val="00A06425"/>
    <w:rsid w:val="00A11EA3"/>
    <w:rsid w:val="00A16EEA"/>
    <w:rsid w:val="00A17436"/>
    <w:rsid w:val="00A22239"/>
    <w:rsid w:val="00A23222"/>
    <w:rsid w:val="00A26B96"/>
    <w:rsid w:val="00A26E50"/>
    <w:rsid w:val="00A26ED0"/>
    <w:rsid w:val="00A27E20"/>
    <w:rsid w:val="00A32D18"/>
    <w:rsid w:val="00A33CD1"/>
    <w:rsid w:val="00A35CB9"/>
    <w:rsid w:val="00A35FA6"/>
    <w:rsid w:val="00A3639C"/>
    <w:rsid w:val="00A414C3"/>
    <w:rsid w:val="00A419C5"/>
    <w:rsid w:val="00A42470"/>
    <w:rsid w:val="00A42846"/>
    <w:rsid w:val="00A433DF"/>
    <w:rsid w:val="00A44589"/>
    <w:rsid w:val="00A46D75"/>
    <w:rsid w:val="00A46EB0"/>
    <w:rsid w:val="00A47831"/>
    <w:rsid w:val="00A47929"/>
    <w:rsid w:val="00A501CF"/>
    <w:rsid w:val="00A51CEB"/>
    <w:rsid w:val="00A52231"/>
    <w:rsid w:val="00A60929"/>
    <w:rsid w:val="00A61DE3"/>
    <w:rsid w:val="00A63778"/>
    <w:rsid w:val="00A659AE"/>
    <w:rsid w:val="00A66427"/>
    <w:rsid w:val="00A73B24"/>
    <w:rsid w:val="00A750F5"/>
    <w:rsid w:val="00A76227"/>
    <w:rsid w:val="00A777A1"/>
    <w:rsid w:val="00A81A03"/>
    <w:rsid w:val="00A90189"/>
    <w:rsid w:val="00A9092C"/>
    <w:rsid w:val="00A909CB"/>
    <w:rsid w:val="00A91F53"/>
    <w:rsid w:val="00A92214"/>
    <w:rsid w:val="00A92953"/>
    <w:rsid w:val="00A92C51"/>
    <w:rsid w:val="00A92FF0"/>
    <w:rsid w:val="00A93FE0"/>
    <w:rsid w:val="00A94819"/>
    <w:rsid w:val="00A95403"/>
    <w:rsid w:val="00A956BB"/>
    <w:rsid w:val="00A95D7E"/>
    <w:rsid w:val="00A95EA2"/>
    <w:rsid w:val="00A97C15"/>
    <w:rsid w:val="00A97FDB"/>
    <w:rsid w:val="00AA13AE"/>
    <w:rsid w:val="00AA2134"/>
    <w:rsid w:val="00AA21B9"/>
    <w:rsid w:val="00AA3509"/>
    <w:rsid w:val="00AA54C4"/>
    <w:rsid w:val="00AA7506"/>
    <w:rsid w:val="00AA77B9"/>
    <w:rsid w:val="00AB0A45"/>
    <w:rsid w:val="00AB34D4"/>
    <w:rsid w:val="00AB39FB"/>
    <w:rsid w:val="00AB3D3D"/>
    <w:rsid w:val="00AB465A"/>
    <w:rsid w:val="00AB6371"/>
    <w:rsid w:val="00AB6D01"/>
    <w:rsid w:val="00AC0712"/>
    <w:rsid w:val="00AC1AC6"/>
    <w:rsid w:val="00AC33B9"/>
    <w:rsid w:val="00AC6152"/>
    <w:rsid w:val="00AC6CFD"/>
    <w:rsid w:val="00AD1FB2"/>
    <w:rsid w:val="00AD253E"/>
    <w:rsid w:val="00AD5130"/>
    <w:rsid w:val="00AD6444"/>
    <w:rsid w:val="00AD710A"/>
    <w:rsid w:val="00AD76CB"/>
    <w:rsid w:val="00AE19F8"/>
    <w:rsid w:val="00AE308C"/>
    <w:rsid w:val="00AE38A8"/>
    <w:rsid w:val="00AE4233"/>
    <w:rsid w:val="00AE4DC0"/>
    <w:rsid w:val="00AF0579"/>
    <w:rsid w:val="00AF1ABF"/>
    <w:rsid w:val="00AF22E5"/>
    <w:rsid w:val="00AF5A31"/>
    <w:rsid w:val="00AF5E73"/>
    <w:rsid w:val="00B01983"/>
    <w:rsid w:val="00B01D2C"/>
    <w:rsid w:val="00B07EAF"/>
    <w:rsid w:val="00B113DB"/>
    <w:rsid w:val="00B122A1"/>
    <w:rsid w:val="00B12471"/>
    <w:rsid w:val="00B124FF"/>
    <w:rsid w:val="00B12F15"/>
    <w:rsid w:val="00B1407A"/>
    <w:rsid w:val="00B141CF"/>
    <w:rsid w:val="00B15AB9"/>
    <w:rsid w:val="00B1788B"/>
    <w:rsid w:val="00B17901"/>
    <w:rsid w:val="00B20699"/>
    <w:rsid w:val="00B208C5"/>
    <w:rsid w:val="00B21B4D"/>
    <w:rsid w:val="00B222C8"/>
    <w:rsid w:val="00B234DB"/>
    <w:rsid w:val="00B30FB2"/>
    <w:rsid w:val="00B315DE"/>
    <w:rsid w:val="00B31BB6"/>
    <w:rsid w:val="00B349B3"/>
    <w:rsid w:val="00B360A3"/>
    <w:rsid w:val="00B416E4"/>
    <w:rsid w:val="00B4277C"/>
    <w:rsid w:val="00B42D07"/>
    <w:rsid w:val="00B43A9A"/>
    <w:rsid w:val="00B4752C"/>
    <w:rsid w:val="00B47F0E"/>
    <w:rsid w:val="00B52E2E"/>
    <w:rsid w:val="00B53F6B"/>
    <w:rsid w:val="00B54E08"/>
    <w:rsid w:val="00B554A7"/>
    <w:rsid w:val="00B5553A"/>
    <w:rsid w:val="00B5792B"/>
    <w:rsid w:val="00B6044A"/>
    <w:rsid w:val="00B60BE4"/>
    <w:rsid w:val="00B61573"/>
    <w:rsid w:val="00B62F73"/>
    <w:rsid w:val="00B6327C"/>
    <w:rsid w:val="00B64F9A"/>
    <w:rsid w:val="00B67204"/>
    <w:rsid w:val="00B67D32"/>
    <w:rsid w:val="00B7051D"/>
    <w:rsid w:val="00B727D5"/>
    <w:rsid w:val="00B73BEB"/>
    <w:rsid w:val="00B75B5A"/>
    <w:rsid w:val="00B77567"/>
    <w:rsid w:val="00B77C40"/>
    <w:rsid w:val="00B77CA1"/>
    <w:rsid w:val="00B8300B"/>
    <w:rsid w:val="00B84980"/>
    <w:rsid w:val="00B85ACE"/>
    <w:rsid w:val="00B863B7"/>
    <w:rsid w:val="00B863CF"/>
    <w:rsid w:val="00B9267E"/>
    <w:rsid w:val="00B92B4C"/>
    <w:rsid w:val="00B933CD"/>
    <w:rsid w:val="00B950AA"/>
    <w:rsid w:val="00B95558"/>
    <w:rsid w:val="00B964B8"/>
    <w:rsid w:val="00B96BC8"/>
    <w:rsid w:val="00B96C7B"/>
    <w:rsid w:val="00B974A9"/>
    <w:rsid w:val="00BA5075"/>
    <w:rsid w:val="00BA6F2F"/>
    <w:rsid w:val="00BA789B"/>
    <w:rsid w:val="00BB1FAF"/>
    <w:rsid w:val="00BB4C9A"/>
    <w:rsid w:val="00BB51EC"/>
    <w:rsid w:val="00BB5E9E"/>
    <w:rsid w:val="00BB7108"/>
    <w:rsid w:val="00BB777C"/>
    <w:rsid w:val="00BC010A"/>
    <w:rsid w:val="00BC21D7"/>
    <w:rsid w:val="00BC683B"/>
    <w:rsid w:val="00BC6B17"/>
    <w:rsid w:val="00BC71A6"/>
    <w:rsid w:val="00BD0BE0"/>
    <w:rsid w:val="00BD1027"/>
    <w:rsid w:val="00BD1792"/>
    <w:rsid w:val="00BD1BEF"/>
    <w:rsid w:val="00BD336A"/>
    <w:rsid w:val="00BD3CA0"/>
    <w:rsid w:val="00BD555C"/>
    <w:rsid w:val="00BE13D4"/>
    <w:rsid w:val="00BE1D20"/>
    <w:rsid w:val="00BE2928"/>
    <w:rsid w:val="00BE2F97"/>
    <w:rsid w:val="00BE3604"/>
    <w:rsid w:val="00BE7150"/>
    <w:rsid w:val="00BE73A1"/>
    <w:rsid w:val="00BE7BEA"/>
    <w:rsid w:val="00BE7C14"/>
    <w:rsid w:val="00BF044E"/>
    <w:rsid w:val="00BF0CC5"/>
    <w:rsid w:val="00BF1502"/>
    <w:rsid w:val="00BF18B6"/>
    <w:rsid w:val="00BF24FF"/>
    <w:rsid w:val="00BF3F05"/>
    <w:rsid w:val="00BF5782"/>
    <w:rsid w:val="00BF6632"/>
    <w:rsid w:val="00BF6F15"/>
    <w:rsid w:val="00C02872"/>
    <w:rsid w:val="00C03A37"/>
    <w:rsid w:val="00C04267"/>
    <w:rsid w:val="00C04ACD"/>
    <w:rsid w:val="00C0692A"/>
    <w:rsid w:val="00C06B6D"/>
    <w:rsid w:val="00C06F3C"/>
    <w:rsid w:val="00C07177"/>
    <w:rsid w:val="00C10314"/>
    <w:rsid w:val="00C11646"/>
    <w:rsid w:val="00C11A04"/>
    <w:rsid w:val="00C12498"/>
    <w:rsid w:val="00C16357"/>
    <w:rsid w:val="00C21040"/>
    <w:rsid w:val="00C21DAA"/>
    <w:rsid w:val="00C22694"/>
    <w:rsid w:val="00C22F46"/>
    <w:rsid w:val="00C24AAC"/>
    <w:rsid w:val="00C2543A"/>
    <w:rsid w:val="00C2543B"/>
    <w:rsid w:val="00C27370"/>
    <w:rsid w:val="00C27AAD"/>
    <w:rsid w:val="00C32CDE"/>
    <w:rsid w:val="00C33808"/>
    <w:rsid w:val="00C3667A"/>
    <w:rsid w:val="00C40116"/>
    <w:rsid w:val="00C411FE"/>
    <w:rsid w:val="00C42018"/>
    <w:rsid w:val="00C4379B"/>
    <w:rsid w:val="00C4599F"/>
    <w:rsid w:val="00C467B0"/>
    <w:rsid w:val="00C52766"/>
    <w:rsid w:val="00C52880"/>
    <w:rsid w:val="00C52C6C"/>
    <w:rsid w:val="00C53C14"/>
    <w:rsid w:val="00C54DE5"/>
    <w:rsid w:val="00C57316"/>
    <w:rsid w:val="00C616C5"/>
    <w:rsid w:val="00C67026"/>
    <w:rsid w:val="00C7030B"/>
    <w:rsid w:val="00C70851"/>
    <w:rsid w:val="00C70FDA"/>
    <w:rsid w:val="00C74238"/>
    <w:rsid w:val="00C779EA"/>
    <w:rsid w:val="00C806D7"/>
    <w:rsid w:val="00C83569"/>
    <w:rsid w:val="00C85180"/>
    <w:rsid w:val="00C91F82"/>
    <w:rsid w:val="00C954BF"/>
    <w:rsid w:val="00CA024C"/>
    <w:rsid w:val="00CA4F36"/>
    <w:rsid w:val="00CA61DD"/>
    <w:rsid w:val="00CA7B4B"/>
    <w:rsid w:val="00CB1403"/>
    <w:rsid w:val="00CB71C1"/>
    <w:rsid w:val="00CB7EA0"/>
    <w:rsid w:val="00CC02ED"/>
    <w:rsid w:val="00CC037C"/>
    <w:rsid w:val="00CC3303"/>
    <w:rsid w:val="00CC683B"/>
    <w:rsid w:val="00CC6D0E"/>
    <w:rsid w:val="00CD2AE9"/>
    <w:rsid w:val="00CD41AA"/>
    <w:rsid w:val="00CD5251"/>
    <w:rsid w:val="00CE00C4"/>
    <w:rsid w:val="00CE0BF6"/>
    <w:rsid w:val="00CE1EFF"/>
    <w:rsid w:val="00CE5FA5"/>
    <w:rsid w:val="00CE7868"/>
    <w:rsid w:val="00CF163E"/>
    <w:rsid w:val="00CF2620"/>
    <w:rsid w:val="00CF3FDC"/>
    <w:rsid w:val="00CF3FF0"/>
    <w:rsid w:val="00CF6137"/>
    <w:rsid w:val="00CF62D4"/>
    <w:rsid w:val="00CF699C"/>
    <w:rsid w:val="00D02816"/>
    <w:rsid w:val="00D11E1C"/>
    <w:rsid w:val="00D15371"/>
    <w:rsid w:val="00D17D6A"/>
    <w:rsid w:val="00D2026E"/>
    <w:rsid w:val="00D23123"/>
    <w:rsid w:val="00D235F8"/>
    <w:rsid w:val="00D24670"/>
    <w:rsid w:val="00D24746"/>
    <w:rsid w:val="00D270B5"/>
    <w:rsid w:val="00D317C5"/>
    <w:rsid w:val="00D31B90"/>
    <w:rsid w:val="00D345A1"/>
    <w:rsid w:val="00D34868"/>
    <w:rsid w:val="00D356C2"/>
    <w:rsid w:val="00D41279"/>
    <w:rsid w:val="00D41505"/>
    <w:rsid w:val="00D45F90"/>
    <w:rsid w:val="00D506A7"/>
    <w:rsid w:val="00D52584"/>
    <w:rsid w:val="00D537E1"/>
    <w:rsid w:val="00D55F7D"/>
    <w:rsid w:val="00D56FBC"/>
    <w:rsid w:val="00D57724"/>
    <w:rsid w:val="00D61417"/>
    <w:rsid w:val="00D63116"/>
    <w:rsid w:val="00D66C38"/>
    <w:rsid w:val="00D67654"/>
    <w:rsid w:val="00D714AB"/>
    <w:rsid w:val="00D7162E"/>
    <w:rsid w:val="00D71819"/>
    <w:rsid w:val="00D71E87"/>
    <w:rsid w:val="00D72101"/>
    <w:rsid w:val="00D73F1B"/>
    <w:rsid w:val="00D75BFC"/>
    <w:rsid w:val="00D75F62"/>
    <w:rsid w:val="00D76188"/>
    <w:rsid w:val="00D83275"/>
    <w:rsid w:val="00D83A95"/>
    <w:rsid w:val="00D84338"/>
    <w:rsid w:val="00D846A7"/>
    <w:rsid w:val="00D84C33"/>
    <w:rsid w:val="00D8736C"/>
    <w:rsid w:val="00D912C4"/>
    <w:rsid w:val="00D916FA"/>
    <w:rsid w:val="00D93978"/>
    <w:rsid w:val="00D939DF"/>
    <w:rsid w:val="00D96660"/>
    <w:rsid w:val="00D96CE8"/>
    <w:rsid w:val="00DA04CA"/>
    <w:rsid w:val="00DA0D7F"/>
    <w:rsid w:val="00DA2A0F"/>
    <w:rsid w:val="00DA39AB"/>
    <w:rsid w:val="00DA4CE6"/>
    <w:rsid w:val="00DA602E"/>
    <w:rsid w:val="00DB0361"/>
    <w:rsid w:val="00DB0689"/>
    <w:rsid w:val="00DB0FC3"/>
    <w:rsid w:val="00DB1E28"/>
    <w:rsid w:val="00DB3063"/>
    <w:rsid w:val="00DB3C31"/>
    <w:rsid w:val="00DB5646"/>
    <w:rsid w:val="00DB5BFD"/>
    <w:rsid w:val="00DC05B8"/>
    <w:rsid w:val="00DC05D9"/>
    <w:rsid w:val="00DC495E"/>
    <w:rsid w:val="00DC53AE"/>
    <w:rsid w:val="00DC75E2"/>
    <w:rsid w:val="00DD4C52"/>
    <w:rsid w:val="00DD55FA"/>
    <w:rsid w:val="00DE0EA3"/>
    <w:rsid w:val="00DE50F3"/>
    <w:rsid w:val="00DE5F2F"/>
    <w:rsid w:val="00DE693F"/>
    <w:rsid w:val="00DE7615"/>
    <w:rsid w:val="00DF3C56"/>
    <w:rsid w:val="00DF7035"/>
    <w:rsid w:val="00DF7847"/>
    <w:rsid w:val="00E02402"/>
    <w:rsid w:val="00E026AE"/>
    <w:rsid w:val="00E02840"/>
    <w:rsid w:val="00E0630E"/>
    <w:rsid w:val="00E12DF4"/>
    <w:rsid w:val="00E12F79"/>
    <w:rsid w:val="00E1339D"/>
    <w:rsid w:val="00E13B04"/>
    <w:rsid w:val="00E1411C"/>
    <w:rsid w:val="00E1544A"/>
    <w:rsid w:val="00E15DE5"/>
    <w:rsid w:val="00E167C1"/>
    <w:rsid w:val="00E20967"/>
    <w:rsid w:val="00E20D62"/>
    <w:rsid w:val="00E21097"/>
    <w:rsid w:val="00E229E5"/>
    <w:rsid w:val="00E252D5"/>
    <w:rsid w:val="00E308D4"/>
    <w:rsid w:val="00E328B9"/>
    <w:rsid w:val="00E33566"/>
    <w:rsid w:val="00E3537D"/>
    <w:rsid w:val="00E35EC5"/>
    <w:rsid w:val="00E37DCB"/>
    <w:rsid w:val="00E40F33"/>
    <w:rsid w:val="00E41134"/>
    <w:rsid w:val="00E449AC"/>
    <w:rsid w:val="00E462F6"/>
    <w:rsid w:val="00E47FA1"/>
    <w:rsid w:val="00E53936"/>
    <w:rsid w:val="00E54FCC"/>
    <w:rsid w:val="00E56F9F"/>
    <w:rsid w:val="00E57536"/>
    <w:rsid w:val="00E60E09"/>
    <w:rsid w:val="00E61BF2"/>
    <w:rsid w:val="00E62CEF"/>
    <w:rsid w:val="00E63A81"/>
    <w:rsid w:val="00E70055"/>
    <w:rsid w:val="00E703F9"/>
    <w:rsid w:val="00E7093B"/>
    <w:rsid w:val="00E7200D"/>
    <w:rsid w:val="00E742F8"/>
    <w:rsid w:val="00E746E9"/>
    <w:rsid w:val="00E75B98"/>
    <w:rsid w:val="00E76A1C"/>
    <w:rsid w:val="00E77AA7"/>
    <w:rsid w:val="00E80B10"/>
    <w:rsid w:val="00E81ED4"/>
    <w:rsid w:val="00E82CF3"/>
    <w:rsid w:val="00E85957"/>
    <w:rsid w:val="00E870AC"/>
    <w:rsid w:val="00E93D68"/>
    <w:rsid w:val="00E96A97"/>
    <w:rsid w:val="00EA10FC"/>
    <w:rsid w:val="00EA1786"/>
    <w:rsid w:val="00EA211F"/>
    <w:rsid w:val="00EA2B8F"/>
    <w:rsid w:val="00EA3A30"/>
    <w:rsid w:val="00EB5119"/>
    <w:rsid w:val="00EB52F3"/>
    <w:rsid w:val="00EB5AFD"/>
    <w:rsid w:val="00EC1F03"/>
    <w:rsid w:val="00EC3532"/>
    <w:rsid w:val="00EC4ADC"/>
    <w:rsid w:val="00EC5A38"/>
    <w:rsid w:val="00EC5B48"/>
    <w:rsid w:val="00EC5BA7"/>
    <w:rsid w:val="00ED0AB6"/>
    <w:rsid w:val="00ED2943"/>
    <w:rsid w:val="00ED531A"/>
    <w:rsid w:val="00EE22B7"/>
    <w:rsid w:val="00EF031F"/>
    <w:rsid w:val="00EF2FD0"/>
    <w:rsid w:val="00EF3C7F"/>
    <w:rsid w:val="00EF5C48"/>
    <w:rsid w:val="00EF7EA8"/>
    <w:rsid w:val="00F01EA9"/>
    <w:rsid w:val="00F0755C"/>
    <w:rsid w:val="00F078DE"/>
    <w:rsid w:val="00F07BB4"/>
    <w:rsid w:val="00F10C57"/>
    <w:rsid w:val="00F1124F"/>
    <w:rsid w:val="00F11AD7"/>
    <w:rsid w:val="00F12937"/>
    <w:rsid w:val="00F12C8E"/>
    <w:rsid w:val="00F16934"/>
    <w:rsid w:val="00F16C38"/>
    <w:rsid w:val="00F21541"/>
    <w:rsid w:val="00F22CAC"/>
    <w:rsid w:val="00F242A2"/>
    <w:rsid w:val="00F256E7"/>
    <w:rsid w:val="00F256E8"/>
    <w:rsid w:val="00F25AFB"/>
    <w:rsid w:val="00F27C72"/>
    <w:rsid w:val="00F31349"/>
    <w:rsid w:val="00F31503"/>
    <w:rsid w:val="00F31633"/>
    <w:rsid w:val="00F34606"/>
    <w:rsid w:val="00F34B3C"/>
    <w:rsid w:val="00F3713F"/>
    <w:rsid w:val="00F371EB"/>
    <w:rsid w:val="00F376B9"/>
    <w:rsid w:val="00F37718"/>
    <w:rsid w:val="00F40CD1"/>
    <w:rsid w:val="00F41FFF"/>
    <w:rsid w:val="00F437B9"/>
    <w:rsid w:val="00F437CC"/>
    <w:rsid w:val="00F4382E"/>
    <w:rsid w:val="00F44878"/>
    <w:rsid w:val="00F473BB"/>
    <w:rsid w:val="00F47CC1"/>
    <w:rsid w:val="00F51AB7"/>
    <w:rsid w:val="00F52FC2"/>
    <w:rsid w:val="00F62C42"/>
    <w:rsid w:val="00F63168"/>
    <w:rsid w:val="00F647E6"/>
    <w:rsid w:val="00F64FAF"/>
    <w:rsid w:val="00F659E8"/>
    <w:rsid w:val="00F66C03"/>
    <w:rsid w:val="00F67F7E"/>
    <w:rsid w:val="00F7346D"/>
    <w:rsid w:val="00F75AE2"/>
    <w:rsid w:val="00F76461"/>
    <w:rsid w:val="00F8298A"/>
    <w:rsid w:val="00F8300F"/>
    <w:rsid w:val="00F86FD6"/>
    <w:rsid w:val="00F879A4"/>
    <w:rsid w:val="00F87ECC"/>
    <w:rsid w:val="00F9245D"/>
    <w:rsid w:val="00F93357"/>
    <w:rsid w:val="00F9584D"/>
    <w:rsid w:val="00F97A77"/>
    <w:rsid w:val="00FA33C9"/>
    <w:rsid w:val="00FA3B15"/>
    <w:rsid w:val="00FA44D3"/>
    <w:rsid w:val="00FA466B"/>
    <w:rsid w:val="00FB074F"/>
    <w:rsid w:val="00FB2AAB"/>
    <w:rsid w:val="00FB448D"/>
    <w:rsid w:val="00FB7077"/>
    <w:rsid w:val="00FB7246"/>
    <w:rsid w:val="00FC14D2"/>
    <w:rsid w:val="00FC1CE3"/>
    <w:rsid w:val="00FC3918"/>
    <w:rsid w:val="00FD0990"/>
    <w:rsid w:val="00FD27F9"/>
    <w:rsid w:val="00FD3782"/>
    <w:rsid w:val="00FD4595"/>
    <w:rsid w:val="00FD592A"/>
    <w:rsid w:val="00FD70F8"/>
    <w:rsid w:val="00FE0CE1"/>
    <w:rsid w:val="00FE1A17"/>
    <w:rsid w:val="00FE291A"/>
    <w:rsid w:val="00FE607A"/>
    <w:rsid w:val="00FE74FA"/>
    <w:rsid w:val="00FF3411"/>
    <w:rsid w:val="00FF34EB"/>
    <w:rsid w:val="00FF3AC2"/>
    <w:rsid w:val="00FF5F2A"/>
    <w:rsid w:val="00FF7B30"/>
    <w:rsid w:val="037562D8"/>
    <w:rsid w:val="0526644B"/>
    <w:rsid w:val="097C356D"/>
    <w:rsid w:val="0A0A5483"/>
    <w:rsid w:val="0CFE557C"/>
    <w:rsid w:val="0D582BE9"/>
    <w:rsid w:val="0E084B69"/>
    <w:rsid w:val="11AF78B6"/>
    <w:rsid w:val="135F01A2"/>
    <w:rsid w:val="158066A6"/>
    <w:rsid w:val="15E50A80"/>
    <w:rsid w:val="18843A21"/>
    <w:rsid w:val="1BEE0524"/>
    <w:rsid w:val="1EE02DF3"/>
    <w:rsid w:val="1FD46129"/>
    <w:rsid w:val="22240466"/>
    <w:rsid w:val="24F471A0"/>
    <w:rsid w:val="259406E4"/>
    <w:rsid w:val="270A4CCD"/>
    <w:rsid w:val="2838452F"/>
    <w:rsid w:val="2B9A6BF6"/>
    <w:rsid w:val="2E6E292F"/>
    <w:rsid w:val="2EDB55B5"/>
    <w:rsid w:val="3A302223"/>
    <w:rsid w:val="3B7E1CC2"/>
    <w:rsid w:val="3D8D3A61"/>
    <w:rsid w:val="3F7871F9"/>
    <w:rsid w:val="45AC4926"/>
    <w:rsid w:val="46D64308"/>
    <w:rsid w:val="485D3FB4"/>
    <w:rsid w:val="4A5B5984"/>
    <w:rsid w:val="4C866D16"/>
    <w:rsid w:val="4D604492"/>
    <w:rsid w:val="4FFC08A3"/>
    <w:rsid w:val="59020248"/>
    <w:rsid w:val="5CA0256D"/>
    <w:rsid w:val="5DEC3F59"/>
    <w:rsid w:val="62813DA2"/>
    <w:rsid w:val="67375BF2"/>
    <w:rsid w:val="6E815542"/>
    <w:rsid w:val="70E94046"/>
    <w:rsid w:val="79E27E21"/>
    <w:rsid w:val="7B405684"/>
    <w:rsid w:val="7EB25FBC"/>
    <w:rsid w:val="7F63296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eastAsia="宋体" w:hAnsi="Times New Roman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eastAsia="宋体" w:hAnsi="Times New Roman"/>
      <w:sz w:val="18"/>
    </w:rPr>
  </w:style>
  <w:style w:type="paragraph" w:customStyle="1" w:styleId="DefaultParagraph">
    <w:name w:val="DefaultParagraph"/>
    <w:link w:val="DefaultParagraphChar"/>
    <w:uiPriority w:val="99"/>
    <w:rPr>
      <w:rFonts w:ascii="Times New Roman" w:eastAsia="宋体" w:hAnsi="Calibri" w:cs="Times New Roman"/>
      <w:kern w:val="0"/>
      <w:sz w:val="20"/>
      <w:szCs w:val="20"/>
      <w:lang w:val="en-US" w:eastAsia="zh-CN" w:bidi="ar-SA"/>
    </w:rPr>
  </w:style>
  <w:style w:type="paragraph" w:customStyle="1" w:styleId="0">
    <w:name w:val="0"/>
    <w:basedOn w:val="Normal"/>
    <w:uiPriority w:val="99"/>
    <w:pPr>
      <w:widowControl/>
      <w:snapToGrid w:val="0"/>
    </w:pPr>
    <w:rPr>
      <w:kern w:val="0"/>
    </w:rPr>
  </w:style>
  <w:style w:type="paragraph" w:customStyle="1" w:styleId="NewNewNewNewNewNewNewNewNewNewNew">
    <w:name w:val="正文 New New New New New New New New New New New"/>
    <w:uiPriority w:val="9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mathjye">
    <w:name w:val="mathjye"/>
    <w:basedOn w:val="DefaultParagraphFont"/>
    <w:uiPriority w:val="99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DefaultParagraphChar">
    <w:name w:val="DefaultParagraph Char"/>
    <w:link w:val="DefaultParagraph"/>
    <w:uiPriority w:val="99"/>
    <w:qFormat/>
    <w:locked/>
    <w:rPr>
      <w:rFonts w:ascii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258</Words>
  <Characters>1477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57</cp:revision>
  <dcterms:created xsi:type="dcterms:W3CDTF">2015-12-10T02:48:00Z</dcterms:created>
  <dcterms:modified xsi:type="dcterms:W3CDTF">2020-10-31T03:17:22Z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