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4389"/>
        </w:tabs>
        <w:wordWrap/>
        <w:spacing w:beforeAutospacing="0" w:afterAutospacing="0" w:line="360" w:lineRule="auto"/>
        <w:jc w:val="center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20</w:t>
      </w:r>
      <w:r>
        <w:rPr>
          <w:rFonts w:hint="eastAsia" w:ascii="仿宋_GB2312" w:eastAsia="仿宋_GB2312"/>
          <w:b/>
          <w:sz w:val="24"/>
          <w:lang w:val="en-US" w:eastAsia="zh-CN"/>
        </w:rPr>
        <w:t>20</w:t>
      </w:r>
      <w:r>
        <w:rPr>
          <w:rFonts w:hint="eastAsia" w:ascii="仿宋_GB2312" w:eastAsia="仿宋_GB2312"/>
          <w:b/>
          <w:sz w:val="24"/>
        </w:rPr>
        <w:t>-20</w:t>
      </w:r>
      <w:r>
        <w:rPr>
          <w:rFonts w:hint="eastAsia" w:ascii="仿宋_GB2312" w:eastAsia="仿宋_GB2312"/>
          <w:b/>
          <w:sz w:val="24"/>
          <w:lang w:val="en-US" w:eastAsia="zh-CN"/>
        </w:rPr>
        <w:t>21</w:t>
      </w:r>
      <w:r>
        <w:rPr>
          <w:rFonts w:hint="eastAsia" w:ascii="仿宋_GB2312" w:eastAsia="仿宋_GB2312"/>
          <w:b/>
          <w:sz w:val="24"/>
        </w:rPr>
        <w:t>学年第一学期末九年级教学质量检测</w:t>
      </w:r>
    </w:p>
    <w:p>
      <w:pPr>
        <w:tabs>
          <w:tab w:val="left" w:pos="4389"/>
        </w:tabs>
        <w:wordWrap/>
        <w:spacing w:beforeAutospacing="0" w:afterAutospacing="0" w:line="360" w:lineRule="auto"/>
        <w:jc w:val="center"/>
        <w:rPr>
          <w:rFonts w:ascii="黑体" w:eastAsia="黑体"/>
          <w:b/>
          <w:spacing w:val="180"/>
          <w:sz w:val="36"/>
          <w:szCs w:val="36"/>
        </w:rPr>
      </w:pPr>
      <w:r>
        <w:rPr>
          <w:rFonts w:hint="eastAsia" w:ascii="黑体" w:eastAsia="黑体"/>
          <w:b/>
          <w:spacing w:val="180"/>
          <w:sz w:val="36"/>
          <w:szCs w:val="36"/>
        </w:rPr>
        <w:t>数学试题</w:t>
      </w:r>
    </w:p>
    <w:p>
      <w:pPr>
        <w:tabs>
          <w:tab w:val="left" w:pos="4389"/>
        </w:tabs>
        <w:wordWrap/>
        <w:spacing w:beforeAutospacing="0" w:afterAutospacing="0" w:line="360" w:lineRule="auto"/>
        <w:ind w:left="304" w:hanging="306" w:hangingChars="145"/>
        <w:rPr>
          <w:rFonts w:ascii="仿宋_GB2312" w:eastAsia="仿宋_GB2312"/>
          <w:b/>
          <w:spacing w:val="180"/>
        </w:rPr>
      </w:pPr>
      <w:r>
        <w:rPr>
          <w:rFonts w:ascii="宋体" w:hAnsi="宋体" w:cs="宋体"/>
          <w:b/>
          <w:kern w:val="0"/>
          <w:szCs w:val="21"/>
        </w:rPr>
        <w:t>试卷说明：</w:t>
      </w:r>
      <w:r>
        <w:rPr>
          <w:rFonts w:ascii="宋体" w:hAnsi="宋体" w:cs="宋体"/>
          <w:b/>
          <w:kern w:val="0"/>
          <w:szCs w:val="21"/>
        </w:rPr>
        <w:br w:type="textWrapping"/>
      </w:r>
      <w:r>
        <w:rPr>
          <w:rFonts w:ascii="宋体" w:hAnsi="宋体" w:cs="宋体"/>
          <w:b/>
          <w:kern w:val="0"/>
          <w:szCs w:val="21"/>
        </w:rPr>
        <w:t>本试卷共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>3</w:t>
      </w:r>
      <w:r>
        <w:rPr>
          <w:rFonts w:ascii="宋体" w:hAnsi="宋体" w:cs="宋体"/>
          <w:b/>
          <w:kern w:val="0"/>
          <w:szCs w:val="21"/>
        </w:rPr>
        <w:t>页，满分1</w:t>
      </w:r>
      <w:r>
        <w:rPr>
          <w:rFonts w:hint="eastAsia" w:ascii="宋体" w:hAnsi="宋体" w:cs="宋体"/>
          <w:b/>
          <w:kern w:val="0"/>
          <w:szCs w:val="21"/>
        </w:rPr>
        <w:t>5</w:t>
      </w:r>
      <w:r>
        <w:rPr>
          <w:rFonts w:ascii="宋体" w:hAnsi="宋体" w:cs="宋体"/>
          <w:b/>
          <w:kern w:val="0"/>
          <w:szCs w:val="21"/>
        </w:rPr>
        <w:t>0分，考试时间</w:t>
      </w:r>
      <w:r>
        <w:rPr>
          <w:rFonts w:hint="eastAsia" w:ascii="宋体" w:hAnsi="宋体" w:cs="宋体"/>
          <w:b/>
          <w:kern w:val="0"/>
          <w:szCs w:val="21"/>
        </w:rPr>
        <w:t>12</w:t>
      </w:r>
      <w:r>
        <w:rPr>
          <w:rFonts w:ascii="宋体" w:hAnsi="宋体" w:cs="宋体"/>
          <w:b/>
          <w:kern w:val="0"/>
          <w:szCs w:val="21"/>
        </w:rPr>
        <w:t>0分钟。请将题目的答案答在答题纸上，答在本试卷上的一律无效。考试结束后，将本试卷和答题纸一并交回。</w:t>
      </w: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一．选择题（每小题4分，共48分）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下列图形是我国国产品牌汽车的标识，在这些汽车标识中，是中心对称图形的是（　　）</w:t>
      </w:r>
    </w:p>
    <w:p>
      <w:pPr>
        <w:tabs>
          <w:tab w:val="left" w:pos="4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25" o:spt="75" alt="菁优网：http://www.jyeoo.com" type="#_x0000_t75" style="height:36pt;width:45.75pt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26" o:spt="75" alt="菁优网：http://www.jyeoo.com" type="#_x0000_t75" style="height:42pt;width:48.75pt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27" o:spt="75" alt="菁优网：http://www.jyeoo.com" type="#_x0000_t75" style="height:42pt;width:66.75pt;" fillcolor="#FFFFFF" filled="f" o:preferrelative="t" stroked="f" coordsize="21600,21600">
            <v:path/>
            <v:fill on="f" color2="#FFFFFF" focussize="0,0"/>
            <v:stroke on="f" joinstyle="miter"/>
            <v:imagedata r:id="rId10" gain="65536f" blacklevel="0f" gamma="0" o:title="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28" o:spt="75" alt="菁优网：http://www.jyeoo.com" type="#_x0000_t75" style="height:42.75pt;width:41.25pt;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"/>
            <o:lock v:ext="edit" aspectratio="t"/>
            <w10:wrap type="none"/>
            <w10:anchorlock/>
          </v:shape>
        </w:pic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2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下列事件，是必然事件的是（　　）</w:t>
      </w:r>
    </w:p>
    <w:p>
      <w:pPr>
        <w:wordWrap/>
        <w:adjustRightInd/>
        <w:snapToGrid/>
        <w:spacing w:beforeAutospacing="0" w:afterAutospacing="0" w:line="360" w:lineRule="auto"/>
        <w:ind w:right="0" w:firstLine="420" w:firstLineChars="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A．投掷一枚硬币，向上一面是正面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B．同旁内角互补</w:t>
      </w:r>
      <w:r>
        <w:rPr>
          <w:b/>
          <w:bCs w:val="0"/>
        </w:rPr>
        <w:tab/>
      </w:r>
    </w:p>
    <w:p>
      <w:pPr>
        <w:wordWrap/>
        <w:adjustRightInd/>
        <w:snapToGrid/>
        <w:spacing w:beforeAutospacing="0" w:afterAutospacing="0" w:line="360" w:lineRule="auto"/>
        <w:ind w:right="0" w:firstLine="420" w:firstLineChars="0"/>
        <w:jc w:val="left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C．打开电视，正播放电影《英雄儿女》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D．任意画一个多边形，其外角和是360°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/>
          <w:b/>
          <w:bCs w:val="0"/>
          <w:szCs w:val="21"/>
        </w:rPr>
        <w:t>3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如图，在边长为1的小正方形组成的网格中，△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的三个顶点均在格点上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，</w:t>
      </w:r>
    </w:p>
    <w:p>
      <w:pPr>
        <w:wordWrap/>
        <w:adjustRightInd/>
        <w:snapToGrid/>
        <w:spacing w:beforeAutospacing="0" w:afterAutospacing="0" w:line="360" w:lineRule="auto"/>
        <w:ind w:left="273" w:right="0" w:firstLine="0" w:firstLineChars="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30" o:spid="_x0000_s1030" o:spt="75" alt="菁优网：http://www.jyeoo.com" type="#_x0000_t75" style="position:absolute;left:0pt;margin-left:448.05pt;margin-top:357.3pt;height:77.25pt;width:94.5pt;mso-position-horizontal-relative:page;mso-position-vertical-relative:page;mso-wrap-distance-bottom:0pt;mso-wrap-distance-left:9pt;mso-wrap-distance-right:9pt;mso-wrap-distance-top:0pt;z-index:251662336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则tan∠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的值为（　　）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29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0" o:spt="75" type="#_x0000_t75" style="height:28.1pt;width:23.25pt;" fillcolor="#FFFFFF" filled="f" o:preferrelative="t" stroked="f" coordsize="21600,21600">
            <v:path/>
            <v:fill on="f" color2="#FFFFFF" focussize="0,0"/>
            <v:stroke on="f" joinstyle="miter"/>
            <v:imagedata r:id="rId1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1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菁优网-jyeoo"/>
            <o:lock v:ext="edit" aspectratio="t"/>
            <w10:wrap type="none"/>
            <w10:anchorlock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/>
          <w:b/>
          <w:bCs w:val="0"/>
        </w:rPr>
        <w:t>4</w:t>
      </w:r>
      <w:r>
        <w:rPr>
          <w:rFonts w:hint="eastAsia"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下列将一元二次方程（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+2）（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﹣3）＝5化成一般形式正确的是（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﹣11＝0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﹣11＝0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﹣6＝0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﹣6＝0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5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下列函数，当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＞0时，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随着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的增大而减小的是（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+1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2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1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6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若关于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+1＝0有实数根，则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＜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3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且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≠﹣2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4" o:spt="75" type="#_x0000_t75" style="height:26.25pt;width:23.25pt;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≤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5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且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≠﹣2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6" o:spt="75" type="#_x0000_t75" style="height:26.25pt;width:23.25pt;" fillcolor="#FFFFFF" filled="f" o:preferrelative="t" stroked="f" coordsize="21600,21600">
            <v:path/>
            <v:fill on="f" color2="#FFFFFF" focussize="0,0"/>
            <v:stroke on="f" joinstyle="miter"/>
            <v:imagedata r:id="rId20" gain="65536f" blacklevel="0f" gamma="0" o:title="菁优网-jyeoo"/>
            <o:lock v:ext="edit" aspectratio="t"/>
            <w10:wrap type="none"/>
            <w10:anchorlock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/>
          <w:b/>
          <w:bCs w:val="0"/>
        </w:rPr>
        <w:t>7</w:t>
      </w:r>
      <w:r>
        <w:rPr>
          <w:rFonts w:hint="eastAsia"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新型冠状病毒肺炎具有人传人性，调查发现1人感染病毒后如果不隔离，那么经过两轮传染将会有225人感染，若设1人平均感染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人，则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A．14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B．15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C．16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D．17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/>
          <w:b/>
          <w:bCs w:val="0"/>
          <w:lang w:val="en-US" w:eastAsia="zh-CN"/>
        </w:rPr>
        <w:t>8</w:t>
      </w:r>
      <w:r>
        <w:rPr>
          <w:rFonts w:hint="eastAsia"/>
          <w:b/>
          <w:bCs w:val="0"/>
        </w:rPr>
        <w:t>．如图，在⊙O中，点C为弧AB的中点．若∠ADC＝α（α为锐角），则∠APB＝（　　）</w:t>
      </w:r>
    </w:p>
    <w:p>
      <w:pPr>
        <w:widowControl w:val="0"/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2" w:leftChars="0" w:right="0" w:hanging="422" w:hangingChars="200"/>
        <w:jc w:val="left"/>
        <w:textAlignment w:val="auto"/>
        <w:outlineLvl w:val="9"/>
        <w:rPr>
          <w:rFonts w:ascii="Cambria Math" w:hAnsi="Cambria Math" w:eastAsia="Cambria Math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A．180°﹣</w:t>
      </w:r>
      <w:r>
        <w:rPr>
          <w:rFonts w:ascii="Cambria Math" w:hAnsi="Cambria Math" w:eastAsia="Cambria Math"/>
          <w:b/>
          <w:bCs w:val="0"/>
          <w:sz w:val="21"/>
          <w:szCs w:val="21"/>
        </w:rPr>
        <w:t>α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B．180°﹣2</w:t>
      </w:r>
      <w:r>
        <w:rPr>
          <w:rFonts w:ascii="Cambria Math" w:hAnsi="Cambria Math" w:eastAsia="Cambria Math"/>
          <w:b/>
          <w:bCs w:val="0"/>
          <w:sz w:val="21"/>
          <w:szCs w:val="21"/>
        </w:rPr>
        <w:t>α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C．75°+</w:t>
      </w:r>
      <w:r>
        <w:rPr>
          <w:rFonts w:ascii="Cambria Math" w:hAnsi="Cambria Math" w:eastAsia="Cambria Math"/>
          <w:b/>
          <w:bCs w:val="0"/>
          <w:sz w:val="21"/>
          <w:szCs w:val="21"/>
        </w:rPr>
        <w:t>α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D．3</w:t>
      </w:r>
      <w:r>
        <w:rPr>
          <w:rFonts w:ascii="Cambria Math" w:hAnsi="Cambria Math" w:eastAsia="Cambria Math"/>
          <w:b/>
          <w:bCs w:val="0"/>
          <w:sz w:val="21"/>
          <w:szCs w:val="21"/>
        </w:rPr>
        <w:t>α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ascii="Times New Roman" w:hAnsi="Times New Roman" w:eastAsia="宋体" w:cs="Times New Roman"/>
          <w:b/>
          <w:bCs w:val="0"/>
          <w:kern w:val="2"/>
          <w:sz w:val="21"/>
          <w:szCs w:val="24"/>
          <w:lang w:val="en-US" w:eastAsia="zh-CN" w:bidi="ar-SA"/>
        </w:rPr>
        <w:pict>
          <v:shape id="图片 97" o:spid="_x0000_s1039" o:spt="75" type="#_x0000_t75" style="position:absolute;left:0pt;margin-left:-3.6pt;margin-top:4.7pt;height:124.5pt;width:393pt;mso-wrap-distance-bottom:0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21" gain="93623f" blacklevel="0f" gamma="0" o:title=""/>
            <o:lock v:ext="edit" aspectratio="t"/>
            <w10:wrap type="topAndBottom"/>
          </v:shape>
        </w:pict>
      </w:r>
      <w:r>
        <w:rPr>
          <w:rFonts w:hint="eastAsia" w:ascii="宋体" w:hAnsi="宋体"/>
          <w:b/>
          <w:bCs w:val="0"/>
          <w:szCs w:val="21"/>
        </w:rPr>
        <w:t>9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如图，在△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＝50°，将△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绕点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按逆时针方向旋转得到</w:t>
      </w:r>
      <w:r>
        <w:rPr>
          <w:rFonts w:hint="eastAsia" w:ascii="Times New Roman" w:hAnsi="Times New Roman" w:eastAsia="新宋体"/>
          <w:b/>
          <w:bCs w:val="0"/>
          <w:sz w:val="18"/>
          <w:szCs w:val="18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18"/>
          <w:szCs w:val="18"/>
        </w:rPr>
        <w:t>AB</w:t>
      </w:r>
      <w:r>
        <w:rPr>
          <w:rFonts w:hint="eastAsia" w:ascii="Times New Roman" w:hAnsi="Times New Roman" w:eastAsia="新宋体"/>
          <w:b/>
          <w:bCs w:val="0"/>
          <w:sz w:val="18"/>
          <w:szCs w:val="18"/>
        </w:rPr>
        <w:t>′</w:t>
      </w:r>
      <w:r>
        <w:rPr>
          <w:rFonts w:hint="eastAsia" w:ascii="Times New Roman" w:hAnsi="Times New Roman" w:eastAsia="新宋体"/>
          <w:b/>
          <w:bCs w:val="0"/>
          <w:i/>
          <w:sz w:val="18"/>
          <w:szCs w:val="18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′．若点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′恰好落在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边上，则∠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′的度数为（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A．50°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B．60°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C．80°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D．100°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/>
          <w:b/>
          <w:bCs w:val="0"/>
        </w:rPr>
        <w:t>10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如图，下列条件能判定△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∽△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CBD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7" o:spt="75" type="#_x0000_t75" style="height:26.25pt;width:15.95pt;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8" o:spt="75" type="#_x0000_t75" style="height:26.25pt;width:15.95pt;" fillcolor="#FFFFFF" filled="f" o:preferrelative="t" stroked="f" coordsize="21600,21600">
            <v:path/>
            <v:fill on="f" color2="#FFFFFF" focussize="0,0"/>
            <v:stroke on="f" joinstyle="miter"/>
            <v:imagedata r:id="rId2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39" o:spt="75" type="#_x0000_t75" style="height:26.25pt;width:15.95pt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40" o:spt="75" type="#_x0000_t75" style="height:26.25pt;width:15.95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菁优网-jyeoo"/>
            <o:lock v:ext="edit" aspectratio="t"/>
            <w10:wrap type="none"/>
            <w10:anchorlock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11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41" o:spt="75" type="#_x0000_t75" style="height:26.25pt;width:9.4pt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≠0）在同一直角坐标系中的图象可能是（　　）</w:t>
      </w:r>
    </w:p>
    <w:p>
      <w:pPr>
        <w:tabs>
          <w:tab w:val="left" w:pos="4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42" o:spt="75" alt="菁优网：http://www.jyeoo.com" type="#_x0000_t75" style="height:75pt;width:76.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43" o:spt="75" alt="菁优网：http://www.jyeoo.com" type="#_x0000_t75" style="height:78pt;width:77.25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44" o:spt="75" alt="菁优网：http://www.jyeoo.com" type="#_x0000_t75" style="height:78.75pt;width:77.25pt;" fillcolor="#FFFFFF" filled="f" o:preferrelative="t" stroked="f" coordsize="21600,21600">
            <v:path/>
            <v:fill on="f" color2="#FFFFFF" focussize="0,0"/>
            <v:stroke on="f" joinstyle="miter"/>
            <v:imagedata r:id="rId2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45" o:spt="75" alt="菁优网：http://www.jyeoo.com" type="#_x0000_t75" style="height:78pt;width:77.25pt;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none"/>
            <w10:anchorlock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49" o:spid="_x0000_s1049" o:spt="75" alt="菁优网：http://www.jyeoo.com" type="#_x0000_t75" style="position:absolute;left:0pt;margin-left:881.1pt;margin-top:502.5pt;height:78.75pt;width:87pt;mso-position-horizontal-relative:page;mso-position-vertical-relative:page;mso-wrap-distance-bottom:0pt;mso-wrap-distance-left:9pt;mso-wrap-distance-right:9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1" gain="65536f" blacklevel="0f" gamma="0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 w:val="0"/>
          <w:szCs w:val="21"/>
        </w:rPr>
        <w:t>1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2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二次函数y＝ax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+bx+c（a≠0）的图象如图所示，下列结论：①abc＞0，②2a+b＝0，③b＜a+c，④3a+c＝0，其中错误的结论有（　　）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tabs>
          <w:tab w:val="left" w:pos="2300"/>
          <w:tab w:val="left" w:pos="4400"/>
          <w:tab w:val="left" w:pos="6400"/>
        </w:tabs>
        <w:wordWrap/>
        <w:adjustRightInd/>
        <w:snapToGrid/>
        <w:spacing w:beforeAutospacing="0" w:afterAutospacing="0" w:line="360" w:lineRule="auto"/>
        <w:ind w:left="420" w:right="0" w:hanging="422" w:hangingChars="200"/>
        <w:jc w:val="left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A．1个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B．2个</w:t>
      </w:r>
      <w:r>
        <w:rPr>
          <w:rFonts w:hint="eastAsia"/>
          <w:b/>
          <w:bCs w:val="0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C．3个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D．4个</w:t>
      </w: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szCs w:val="21"/>
        </w:rPr>
      </w:pPr>
      <w:r>
        <w:rPr>
          <w:rFonts w:hint="eastAsia" w:ascii="黑体" w:eastAsia="黑体"/>
          <w:b/>
        </w:rPr>
        <w:t>二．填空题</w:t>
      </w:r>
      <w:r>
        <w:rPr>
          <w:b/>
        </w:rPr>
        <w:t>（</w:t>
      </w:r>
      <w:r>
        <w:rPr>
          <w:rFonts w:hint="eastAsia"/>
          <w:b/>
        </w:rPr>
        <w:t>每小题4分，共24分）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ascii="宋体" w:hAnsi="宋体"/>
          <w:b/>
          <w:bCs w:val="0"/>
          <w:szCs w:val="21"/>
        </w:rPr>
        <w:t>1</w:t>
      </w:r>
      <w:r>
        <w:rPr>
          <w:rFonts w:hint="eastAsia" w:ascii="宋体" w:hAnsi="宋体"/>
          <w:b/>
          <w:bCs w:val="0"/>
          <w:szCs w:val="21"/>
        </w:rPr>
        <w:t>3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是一元二次方程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﹣2020＝0的两个实数根，则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14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在函数</w:t>
      </w:r>
      <w:r>
        <w:rPr>
          <w:rFonts w:hint="eastAsia" w:ascii="Times New Roman" w:hAnsi="Times New Roman" w:eastAsia="新宋体" w:cs="Times New Roman"/>
          <w:b/>
          <w:bCs w:val="0"/>
          <w:kern w:val="2"/>
          <w:position w:val="-24"/>
          <w:sz w:val="21"/>
          <w:szCs w:val="21"/>
          <w:lang w:val="en-US" w:eastAsia="zh-CN" w:bidi="ar-SA"/>
        </w:rPr>
        <w:object>
          <v:shape id="_x0000_i1046" o:spt="75" type="#_x0000_t75" style="height:31pt;width:39pt;" o:ole="t" fillcolor="#FFFFFF" filled="f" o:preferrelative="t" stroked="f" coordsize="21600,21600">
            <v:path/>
            <v:fill on="f" color2="#FFFFFF" focussize="0,0"/>
            <v:stroke on="f" joinstyle="miter"/>
            <v:imagedata r:id="rId33" gain="65536f" blacklevel="0f" gamma="0" o:title=""/>
            <o:lock v:ext="edit" aspectratio="t"/>
            <w10:wrap type="none"/>
            <w10:anchorlock/>
          </v:shape>
          <o:OLEObject Type="Embed" ProgID="Equation.3" ShapeID="_x0000_i1046" DrawAspect="Content" ObjectID="_1468075725" r:id="rId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的图象上有三点（﹣3，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）、（﹣2，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）、（1，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），则函数值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的大小关系为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15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排水管的截面为如图所示的</w:t>
      </w:r>
      <w:r>
        <w:rPr>
          <w:rFonts w:ascii="宋体" w:hAnsi="宋体"/>
          <w:b/>
          <w:bCs w:val="0"/>
          <w:szCs w:val="21"/>
        </w:rPr>
        <w:t>⊙</w:t>
      </w:r>
      <w:r>
        <w:rPr>
          <w:rFonts w:hint="eastAsia" w:ascii="宋体" w:hAnsi="宋体"/>
          <w:b/>
          <w:bCs w:val="0"/>
          <w:szCs w:val="21"/>
        </w:rPr>
        <w:t>O，半径为5m，已知现在水面位于圆心O下方，且水面宽AB＝6m，如果水面上涨后，水面宽为8m，那么水面上涨了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宋体" w:hAnsi="宋体"/>
          <w:b/>
          <w:bCs w:val="0"/>
          <w:szCs w:val="21"/>
        </w:rPr>
        <w:t>　．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 xml:space="preserve">         </w:t>
      </w:r>
      <w:r>
        <w:rPr>
          <w:rFonts w:ascii="Times New Roman" w:hAnsi="Times New Roman" w:eastAsia="宋体" w:cs="Times New Roman"/>
          <w:b/>
          <w:bCs w:val="0"/>
          <w:kern w:val="2"/>
          <w:sz w:val="21"/>
          <w:szCs w:val="24"/>
          <w:lang w:val="en-US" w:eastAsia="zh-CN" w:bidi="ar-SA"/>
        </w:rPr>
        <w:pict>
          <v:shape id="_x0000_i1047" o:spt="75" type="#_x0000_t75" style="height:110.25pt;width:261.7pt;" fillcolor="#FFFFFF" filled="f" o:preferrelative="t" stroked="f" coordsize="21600,21600">
            <v:path/>
            <v:fill on="f" color2="#FFFFFF" focussize="0,0"/>
            <v:stroke on="f" joinstyle="miter"/>
            <v:imagedata r:id="rId34" gain="65536f" blacklevel="0f" gamma="0" o:title=""/>
            <o:lock v:ext="edit" aspectratio="t"/>
            <w10:wrap type="none"/>
            <w10:anchorlock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1</w:t>
      </w:r>
      <w:r>
        <w:rPr>
          <w:rFonts w:hint="eastAsia" w:ascii="宋体" w:hAnsi="宋体"/>
          <w:b/>
          <w:bCs w:val="0"/>
          <w:szCs w:val="21"/>
        </w:rPr>
        <w:t>6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如图，在Rt△ABC中，∠ACB＝90°，∠ABC＝30°，AC＝6，以C为圆心，以AC的长为半径作弧，交AB于点D，交BC于点E，则图中阴影部分的面积是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宋体" w:hAnsi="宋体"/>
          <w:b/>
          <w:bCs w:val="0"/>
          <w:szCs w:val="21"/>
        </w:rPr>
        <w:t>．（结果保留</w:t>
      </w:r>
      <w:r>
        <w:rPr>
          <w:rFonts w:ascii="宋体" w:hAnsi="宋体"/>
          <w:b/>
          <w:bCs w:val="0"/>
          <w:szCs w:val="21"/>
        </w:rPr>
        <w:t>π</w:t>
      </w:r>
      <w:r>
        <w:rPr>
          <w:rFonts w:hint="eastAsia" w:ascii="宋体" w:hAnsi="宋体"/>
          <w:b/>
          <w:bCs w:val="0"/>
          <w:szCs w:val="21"/>
        </w:rPr>
        <w:t>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17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若函数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轴没有交点，则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idowControl w:val="0"/>
        <w:wordWrap/>
        <w:adjustRightInd/>
        <w:snapToGrid/>
        <w:spacing w:beforeAutospacing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18．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</w:t>
      </w:r>
      <w:r>
        <w:rPr>
          <w:rFonts w:ascii="Cambria Math" w:hAnsi="Cambria Math" w:eastAsia="Cambria Math"/>
          <w:b/>
          <w:bCs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为Rt△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＝90°，其中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＝4．将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轴依次以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为旋转中心顺时针旋转．分别得图</w:t>
      </w:r>
      <w:r>
        <w:rPr>
          <w:rFonts w:ascii="Cambria Math" w:hAnsi="Cambria Math" w:eastAsia="Cambria Math"/>
          <w:b/>
          <w:bCs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，图</w:t>
      </w:r>
      <w:r>
        <w:rPr>
          <w:rFonts w:ascii="Cambria Math" w:hAnsi="Cambria Math" w:eastAsia="Cambria Math"/>
          <w:b/>
          <w:bCs w:val="0"/>
          <w:sz w:val="21"/>
          <w:szCs w:val="21"/>
        </w:rPr>
        <w:t>③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，…，则旋转到图</w:t>
      </w:r>
      <w:r>
        <w:rPr>
          <w:rFonts w:ascii="Cambria Math" w:hAnsi="Cambria Math" w:eastAsia="Cambria Math"/>
          <w:b/>
          <w:bCs w:val="0"/>
          <w:sz w:val="21"/>
          <w:szCs w:val="21"/>
        </w:rPr>
        <w:t>⑩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时直角顶点的坐标是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黑体" w:eastAsia="黑体"/>
          <w:b/>
          <w:bCs w:val="0"/>
        </w:rPr>
      </w:pPr>
      <w:r>
        <w:rPr>
          <w:rFonts w:hint="eastAsia" w:ascii="黑体" w:eastAsia="黑体"/>
          <w:b/>
          <w:bCs w:val="0"/>
        </w:rPr>
        <w:t>解答题（本大题共7小题，共78分．解答要写出必要的文字说明、证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黑体" w:eastAsia="黑体"/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图片24" o:spid="_x0000_s1062" o:spt="75" alt="菁优网：http://www.jyeoo.com" type="#_x0000_t75" style="position:absolute;left:0pt;margin-left:236.85pt;margin-top:386.4pt;height:80.25pt;width:216.05pt;mso-position-horizontal-relative:page;mso-position-vertical-relative:page;mso-wrap-distance-left:9pt;mso-wrap-distance-right:9pt;z-index:-251649024;mso-width-relative:page;mso-height-relative:page;" fillcolor="#FFFFFF" filled="f" o:preferrelative="t" stroked="f" coordsize="21600,21600" wrapcoords="21592 -2 0 0 0 21600 21592 21602 8 21602 21600 21600 21600 0 8 -2 21592 -2">
            <v:path/>
            <v:fill on="f" color2="#FFFFFF" focussize="0,0"/>
            <v:stroke on="f" joinstyle="miter"/>
            <v:imagedata r:id="rId35" gain="65536f" blacklevel="0f" gamma="0" o:title=""/>
            <o:lock v:ext="edit" aspectratio="t"/>
            <w10:wrap type="tight"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黑体" w:eastAsia="黑体"/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黑体" w:eastAsia="黑体"/>
          <w:b/>
          <w:bCs w:val="0"/>
        </w:rPr>
      </w:pPr>
    </w:p>
    <w:p>
      <w:pPr>
        <w:numPr>
          <w:ilvl w:val="0"/>
          <w:numId w:val="1"/>
        </w:num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黑体" w:eastAsia="黑体"/>
          <w:b/>
          <w:bCs w:val="0"/>
        </w:rPr>
      </w:pPr>
      <w:r>
        <w:rPr>
          <w:rFonts w:hint="eastAsia" w:ascii="黑体" w:eastAsia="黑体"/>
          <w:b/>
          <w:bCs w:val="0"/>
        </w:rPr>
        <w:t xml:space="preserve">明过程或演算步骤）． 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eastAsia" w:ascii="黑体" w:eastAsia="黑体"/>
          <w:b/>
          <w:bCs w:val="0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宋体" w:hAnsi="宋体"/>
          <w:b/>
          <w:bCs w:val="0"/>
          <w:szCs w:val="21"/>
        </w:rPr>
        <w:t>19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（本题满分8分）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用适当的方法解下列方程．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（1）3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+3）＝2（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+3）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﹣3＝0．</w:t>
      </w: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20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（本题满分10分）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已知：如图，在坐标平面内△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的顶点坐标分别为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（0，2），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（3，3），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（2，1），（正方形网格中，每个小正方形的边长是1个单位长度）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（1）画出△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关于原点对称的△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，并直接写出点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点的坐标；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53" o:spid="_x0000_s1053" o:spt="75" alt="菁优网：http://www.jyeoo.com" type="#_x0000_t75" style="position:absolute;left:0pt;margin-left:737.45pt;margin-top:168.9pt;height:146.25pt;width:150.75pt;mso-position-horizontal-relative:page;mso-position-vertical-relative:page;mso-wrap-distance-bottom:0pt;mso-wrap-distance-left:9pt;mso-wrap-distance-right:9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6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（2）画出△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绕点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顺时针方向旋转90°后得到的△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，并直接写出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点的坐标．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rFonts w:hint="eastAsia" w:eastAsia="宋体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 xml:space="preserve">   【和（1）画在同一个图中】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bCs w:val="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bCs w:val="0"/>
          <w:szCs w:val="21"/>
        </w:rPr>
        <w:t>21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（本题满分10分）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54" o:spid="_x0000_s1054" o:spt="75" alt="菁优网：http://www.jyeoo.com" type="#_x0000_t75" style="position:absolute;left:0pt;margin-left:747.95pt;margin-top:392.55pt;height:105pt;width:165pt;mso-position-horizontal-relative:page;mso-position-vertical-relative:page;mso-wrap-distance-bottom:0pt;mso-wrap-distance-left:9pt;mso-wrap-distance-right:9pt;mso-wrap-distance-top:0pt;z-index:251666432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7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与建筑物底部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在一直线上，建筑物与地面垂直，从点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测得建筑物顶部点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的仰角∠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＝30°，从点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测得建筑物顶部点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的仰角∠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是60°，</w:t>
      </w:r>
      <w:r>
        <w:rPr>
          <w:rFonts w:hint="eastAsia" w:eastAsia="新宋体"/>
          <w:b/>
          <w:bCs w:val="0"/>
          <w:sz w:val="21"/>
          <w:szCs w:val="21"/>
          <w:lang w:eastAsia="zh-CN"/>
        </w:rPr>
        <w:t>建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筑物的高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＝20</w:t>
      </w:r>
      <w:r>
        <w:rPr>
          <w:rFonts w:ascii="Times New Roman" w:hAnsi="Times New Roman" w:eastAsia="宋体" w:cs="Times New Roman"/>
          <w:b/>
          <w:bCs w:val="0"/>
          <w:kern w:val="2"/>
          <w:position w:val="-5"/>
          <w:sz w:val="21"/>
          <w:szCs w:val="24"/>
          <w:lang w:val="en-US" w:eastAsia="zh-CN" w:bidi="ar-SA"/>
        </w:rPr>
        <w:pict>
          <v:shape id="_x0000_i1048" o:spt="75" type="#_x0000_t75" style="height:13.3pt;width:15pt;" fillcolor="#FFFFFF" filled="f" o:preferrelative="t" stroked="f" coordsize="21600,21600">
            <v:path/>
            <v:fill on="f" color2="#FFFFFF" focussize="0,0"/>
            <v:stroke on="f" joinstyle="miter"/>
            <v:imagedata r:id="rId3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，求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22.</w:t>
      </w:r>
      <w:r>
        <w:rPr>
          <w:rFonts w:ascii="宋体" w:hAnsi="宋体"/>
          <w:b/>
          <w:bCs w:val="0"/>
          <w:szCs w:val="21"/>
        </w:rPr>
        <w:t xml:space="preserve"> </w:t>
      </w:r>
      <w:r>
        <w:rPr>
          <w:rFonts w:hint="eastAsia" w:ascii="宋体" w:hAnsi="宋体"/>
          <w:b/>
          <w:bCs w:val="0"/>
          <w:szCs w:val="21"/>
        </w:rPr>
        <w:t>（本题满分12分）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如图，在△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分别在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边上，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∽△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56" o:spid="_x0000_s1056" o:spt="75" alt="菁优网：http://www.jyeoo.com" type="#_x0000_t75" style="position:absolute;left:0pt;margin-left:775.8pt;margin-top:581.05pt;height:69.75pt;width:119.25pt;mso-position-horizontal-relative:page;mso-position-vertical-relative:page;mso-wrap-distance-left:9pt;mso-wrap-distance-right:9pt;z-index:-251657216;mso-width-relative:page;mso-height-relative:page;" fillcolor="#FFFFFF" filled="f" o:preferrelative="t" stroked="f" coordsize="21600,21600" wrapcoords="21592 -2 0 0 0 21600 21592 21602 8 21602 21600 21600 21600 0 8 -2 21592 -2">
            <v:path/>
            <v:fill on="f" color2="#FFFFFF" focussize="0,0"/>
            <v:stroke on="f" joinstyle="miter"/>
            <v:imagedata r:id="rId39" gain="65536f" blacklevel="0f" gamma="0" o:title=""/>
            <o:lock v:ext="edit" aspectratio="t"/>
            <w10:wrap type="tight"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（2）设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49" o:spt="75" type="#_x0000_t75" style="height:26.25pt;width:16.05pt;" fillcolor="#FFFFFF" filled="f" o:preferrelative="t" stroked="f" coordsize="21600,21600">
            <v:path/>
            <v:fill on="f" color2="#FFFFFF" focussize="0,0"/>
            <v:stroke on="f" joinstyle="miter"/>
            <v:imagedata r:id="rId40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0" o:spt="75" type="#_x0000_t75" style="height:26.25pt;width:9.45pt;" fillcolor="#FFFFFF" filled="f" o:preferrelative="t" stroked="f" coordsize="21600,21600">
            <v:path/>
            <v:fill on="f" color2="#FFFFFF" focussize="0,0"/>
            <v:stroke on="f" joinstyle="miter"/>
            <v:imagedata r:id="rId41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＝12，求线段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</w:p>
    <w:p>
      <w:pPr>
        <w:pStyle w:val="13"/>
        <w:numPr>
          <w:ilvl w:val="0"/>
          <w:numId w:val="2"/>
        </w:num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（本题满分12分）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如图，一次函数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的图象与反比例函数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1" o:spt="75" type="#_x0000_t75" style="height:26.25pt;width:9.5pt;" fillcolor="#FFFFFF" filled="f" o:preferrelative="t" stroked="f" coordsize="21600,21600">
            <v:path/>
            <v:fill on="f" color2="#FFFFFF" focussize="0,0"/>
            <v:stroke on="f" joinstyle="miter"/>
            <v:imagedata r:id="rId42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的图象交于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（﹣3，1），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）两点．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（1）求这两个函数的表达式．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（2）过动点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，0）且垂直于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轴的直线与一次函数及反比例函数的图象分别交于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两点，当点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位于点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上方时，直接写出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的取值范围．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60" o:spid="_x0000_s1060" o:spt="75" alt="菁优网：http://www.jyeoo.com" type="#_x0000_t75" style="position:absolute;left:0pt;margin-left:313.05pt;margin-top:215.5pt;height:152.25pt;width:157.5pt;mso-position-horizontal-relative:page;mso-position-vertical-relative:page;mso-wrap-distance-left:9pt;mso-wrap-distance-right:9pt;z-index:-251656192;mso-width-relative:page;mso-height-relative:page;" fillcolor="#FFFFFF" filled="f" o:preferrelative="t" stroked="f" coordsize="21600,21600" wrapcoords="21592 -2 0 0 0 21600 21592 21602 8 21602 21600 21600 21600 0 8 -2 21592 -2">
            <v:path/>
            <v:fill on="f" color2="#FFFFFF" focussize="0,0"/>
            <v:stroke on="f" joinstyle="miter"/>
            <v:imagedata r:id="rId43" gain="65536f" blacklevel="0f" gamma="0" o:title=""/>
            <o:lock v:ext="edit" aspectratio="t"/>
            <w10:wrap type="tight"/>
          </v:shape>
        </w:pic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</w:p>
    <w:p>
      <w:pPr>
        <w:pStyle w:val="13"/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24</w:t>
      </w:r>
      <w:r>
        <w:rPr>
          <w:rFonts w:ascii="宋体" w:hAnsi="宋体"/>
          <w:b/>
          <w:bCs w:val="0"/>
          <w:szCs w:val="21"/>
        </w:rPr>
        <w:t>．</w:t>
      </w:r>
      <w:r>
        <w:rPr>
          <w:rFonts w:hint="eastAsia" w:ascii="宋体" w:hAnsi="宋体"/>
          <w:b/>
          <w:bCs w:val="0"/>
          <w:szCs w:val="21"/>
        </w:rPr>
        <w:t>（本题满分12分）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某商场销售的某种商品每件的标价是80元，若按标价的八折销售，仍可盈利60%，市场调查发现：在以标价打八折为销售价的基础上，该种商品每星期可卖出220件，该种商品每降价1元，每星期可多卖20件．设每件商品降价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元（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为整数），每星期的利润为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元．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（1）求该种商品每件的进价为多少元．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（2）求出当售价为多少时，每星期的利润最大，最大利润是多少？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</w:p>
    <w:p>
      <w:pPr>
        <w:pStyle w:val="13"/>
        <w:widowControl/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eastAsia" w:ascii="宋体" w:hAnsi="宋体"/>
          <w:b/>
          <w:bCs w:val="0"/>
          <w:szCs w:val="21"/>
          <w:lang w:val="en-US" w:eastAsia="zh-CN"/>
        </w:rPr>
      </w:pPr>
    </w:p>
    <w:p>
      <w:pPr>
        <w:pStyle w:val="13"/>
        <w:widowControl/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  <w:lang w:val="en-US" w:eastAsia="zh-CN"/>
        </w:rPr>
        <w:t xml:space="preserve"> 25.</w:t>
      </w:r>
      <w:r>
        <w:rPr>
          <w:rFonts w:hint="eastAsia" w:ascii="宋体" w:hAnsi="宋体"/>
          <w:b/>
          <w:bCs w:val="0"/>
          <w:szCs w:val="21"/>
        </w:rPr>
        <w:t>（本题满分14分）</w:t>
      </w:r>
    </w:p>
    <w:p>
      <w:pPr>
        <w:wordWrap/>
        <w:adjustRightInd/>
        <w:snapToGrid/>
        <w:spacing w:beforeAutospacing="0" w:afterAutospacing="0" w:line="360" w:lineRule="auto"/>
        <w:ind w:left="42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如图，二次函数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+4的图象与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轴交</w:t>
      </w:r>
      <w:r>
        <w:rPr>
          <w:rFonts w:hint="eastAsia" w:eastAsia="新宋体"/>
          <w:b/>
          <w:bCs w:val="0"/>
          <w:sz w:val="21"/>
          <w:szCs w:val="21"/>
          <w:lang w:eastAsia="zh-CN"/>
        </w:rPr>
        <w:t>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轴的负半轴交</w:t>
      </w:r>
      <w:r>
        <w:rPr>
          <w:rFonts w:hint="eastAsia" w:eastAsia="新宋体"/>
          <w:b/>
          <w:bCs w:val="0"/>
          <w:sz w:val="21"/>
          <w:szCs w:val="21"/>
          <w:lang w:eastAsia="zh-CN"/>
        </w:rPr>
        <w:t>于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，且△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的面积为6．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两点的坐标；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（2）求该二次函数的表达式；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（3）如果点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在坐标轴上，且△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是等腰三角形，直接写出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点坐标．</w:t>
      </w:r>
    </w:p>
    <w:p>
      <w:pPr>
        <w:wordWrap/>
        <w:adjustRightInd/>
        <w:snapToGrid/>
        <w:spacing w:beforeAutospacing="0" w:afterAutospacing="0" w:line="360" w:lineRule="auto"/>
        <w:ind w:left="695" w:leftChars="130" w:right="0" w:hanging="422" w:hangingChars="200"/>
        <w:textAlignment w:val="auto"/>
        <w:outlineLvl w:val="9"/>
        <w:rPr>
          <w:rFonts w:hint="eastAsia"/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s1061" o:spid="_x0000_s1061" o:spt="75" alt="菁优网：http://www.jyeoo.com" type="#_x0000_t75" style="position:absolute;left:0pt;margin-left:746.8pt;margin-top:223.45pt;height:98.25pt;width:104.25pt;mso-position-horizontal-relative:page;mso-position-vertical-relative:page;mso-wrap-distance-left:9pt;mso-wrap-distance-right:9pt;z-index:-251655168;mso-width-relative:page;mso-height-relative:page;" fillcolor="#FFFFFF" filled="f" o:preferrelative="t" stroked="f" coordsize="21600,21600" wrapcoords="21592 -2 0 0 0 21600 21592 21602 8 21602 21600 21600 21600 0 8 -2 21592 -2">
            <v:path/>
            <v:fill on="f" color2="#FFFFFF" focussize="0,0"/>
            <v:stroke on="f" joinstyle="miter"/>
            <v:imagedata r:id="rId44" gain="65536f" blacklevel="0f" gamma="0" o:title=""/>
            <o:lock v:ext="edit" aspectratio="t"/>
            <w10:wrap type="tight"/>
          </v:shape>
        </w:pict>
      </w:r>
    </w:p>
    <w:p>
      <w:pPr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br w:type="page"/>
      </w:r>
    </w:p>
    <w:p>
      <w:pPr>
        <w:tabs>
          <w:tab w:val="left" w:pos="4389"/>
        </w:tabs>
        <w:jc w:val="center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20</w:t>
      </w:r>
      <w:r>
        <w:rPr>
          <w:rFonts w:hint="eastAsia" w:ascii="仿宋_GB2312" w:eastAsia="仿宋_GB2312"/>
          <w:b/>
          <w:sz w:val="24"/>
          <w:lang w:val="en-US" w:eastAsia="zh-CN"/>
        </w:rPr>
        <w:t>20</w:t>
      </w:r>
      <w:r>
        <w:rPr>
          <w:rFonts w:hint="eastAsia" w:ascii="仿宋_GB2312" w:eastAsia="仿宋_GB2312"/>
          <w:b/>
          <w:sz w:val="24"/>
        </w:rPr>
        <w:t>-20</w:t>
      </w:r>
      <w:r>
        <w:rPr>
          <w:rFonts w:hint="eastAsia" w:ascii="仿宋_GB2312" w:eastAsia="仿宋_GB2312"/>
          <w:b/>
          <w:sz w:val="24"/>
          <w:lang w:val="en-US" w:eastAsia="zh-CN"/>
        </w:rPr>
        <w:t>21</w:t>
      </w:r>
      <w:r>
        <w:rPr>
          <w:rFonts w:hint="eastAsia" w:ascii="仿宋_GB2312" w:eastAsia="仿宋_GB2312"/>
          <w:b/>
          <w:sz w:val="24"/>
        </w:rPr>
        <w:t>学年第一学期末</w:t>
      </w:r>
      <w:r>
        <w:rPr>
          <w:rFonts w:hint="eastAsia" w:ascii="仿宋_GB2312" w:eastAsia="仿宋_GB2312"/>
          <w:b/>
          <w:sz w:val="24"/>
          <w:lang w:eastAsia="zh-CN"/>
        </w:rPr>
        <w:t>九</w:t>
      </w:r>
      <w:r>
        <w:rPr>
          <w:rFonts w:hint="eastAsia" w:ascii="仿宋_GB2312" w:eastAsia="仿宋_GB2312"/>
          <w:b/>
          <w:sz w:val="24"/>
        </w:rPr>
        <w:t>年级教学质量检测</w:t>
      </w:r>
    </w:p>
    <w:p>
      <w:pPr>
        <w:tabs>
          <w:tab w:val="left" w:pos="4389"/>
        </w:tabs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pict>
          <v:shape id="_x0000_i1052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黑体" w:eastAsia="黑体"/>
          <w:b/>
          <w:sz w:val="36"/>
          <w:szCs w:val="36"/>
        </w:rPr>
        <w:t>数学试题参考答案及评分标准</w:t>
      </w:r>
    </w:p>
    <w:p>
      <w:pPr>
        <w:rPr>
          <w:rFonts w:ascii="黑体" w:hAnsi="宋体" w:eastAsia="黑体" w:cs="Arial"/>
          <w:b/>
          <w:bCs/>
          <w:kern w:val="0"/>
          <w:szCs w:val="21"/>
        </w:rPr>
      </w:pPr>
    </w:p>
    <w:p>
      <w:pPr>
        <w:tabs>
          <w:tab w:val="left" w:pos="4389"/>
        </w:tabs>
        <w:spacing w:line="360" w:lineRule="auto"/>
        <w:rPr>
          <w:rFonts w:eastAsia="黑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一、选择题</w:t>
      </w:r>
      <w:r>
        <w:rPr>
          <w:rFonts w:hint="eastAsia" w:eastAsia="黑体"/>
          <w:b/>
          <w:bCs w:val="0"/>
          <w:szCs w:val="21"/>
        </w:rPr>
        <w:t>（每小题4分，共48分）</w:t>
      </w:r>
    </w:p>
    <w:p>
      <w:pPr>
        <w:spacing w:line="360" w:lineRule="auto"/>
        <w:ind w:firstLine="420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1、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D</w:t>
      </w:r>
      <w:r>
        <w:rPr>
          <w:rFonts w:hint="eastAsia" w:ascii="宋体" w:hAnsi="宋体"/>
          <w:b/>
          <w:bCs w:val="0"/>
          <w:szCs w:val="21"/>
        </w:rPr>
        <w:t xml:space="preserve">   2、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D</w:t>
      </w:r>
      <w:r>
        <w:rPr>
          <w:rFonts w:hint="eastAsia" w:ascii="宋体" w:hAnsi="宋体"/>
          <w:b/>
          <w:bCs w:val="0"/>
          <w:szCs w:val="21"/>
        </w:rPr>
        <w:t xml:space="preserve">   3、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D</w:t>
      </w:r>
      <w:r>
        <w:rPr>
          <w:rFonts w:hint="eastAsia" w:ascii="宋体" w:hAnsi="宋体"/>
          <w:b/>
          <w:bCs w:val="0"/>
          <w:szCs w:val="21"/>
        </w:rPr>
        <w:t xml:space="preserve">   4、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B</w:t>
      </w:r>
      <w:r>
        <w:rPr>
          <w:rFonts w:hint="eastAsia" w:ascii="宋体" w:hAnsi="宋体"/>
          <w:b/>
          <w:bCs w:val="0"/>
          <w:szCs w:val="21"/>
        </w:rPr>
        <w:t xml:space="preserve">    5、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D</w:t>
      </w:r>
      <w:r>
        <w:rPr>
          <w:rFonts w:hint="eastAsia" w:ascii="宋体" w:hAnsi="宋体"/>
          <w:b/>
          <w:bCs w:val="0"/>
          <w:szCs w:val="21"/>
        </w:rPr>
        <w:t xml:space="preserve">    6、</w:t>
      </w:r>
      <w:r>
        <w:rPr>
          <w:rFonts w:hint="eastAsia" w:ascii="宋体" w:hAnsi="宋体"/>
          <w:b/>
          <w:bCs w:val="0"/>
          <w:szCs w:val="21"/>
          <w:lang w:val="en-US" w:eastAsia="zh-CN"/>
        </w:rPr>
        <w:t>C</w:t>
      </w:r>
      <w:r>
        <w:rPr>
          <w:rFonts w:hint="eastAsia" w:ascii="宋体" w:hAnsi="宋体"/>
          <w:b/>
          <w:bCs w:val="0"/>
          <w:szCs w:val="21"/>
        </w:rPr>
        <w:t xml:space="preserve"> </w:t>
      </w:r>
    </w:p>
    <w:p>
      <w:pPr>
        <w:spacing w:line="360" w:lineRule="auto"/>
        <w:ind w:firstLine="420"/>
        <w:rPr>
          <w:rFonts w:hint="eastAsia" w:ascii="宋体" w:hAnsi="宋体" w:eastAsia="宋体"/>
          <w:b/>
          <w:bCs w:val="0"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7、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A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 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color w:val="000000"/>
          <w:szCs w:val="21"/>
        </w:rPr>
        <w:t>8、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B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 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color w:val="000000"/>
          <w:szCs w:val="21"/>
        </w:rPr>
        <w:t>9、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 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color w:val="000000"/>
          <w:szCs w:val="21"/>
        </w:rPr>
        <w:t>10、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C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  11、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D</w:t>
      </w:r>
      <w:r>
        <w:rPr>
          <w:rFonts w:hint="eastAsia" w:ascii="宋体" w:hAnsi="宋体"/>
          <w:b/>
          <w:bCs w:val="0"/>
          <w:color w:val="000000"/>
          <w:szCs w:val="21"/>
        </w:rPr>
        <w:t xml:space="preserve">    12、</w:t>
      </w:r>
      <w:r>
        <w:rPr>
          <w:rFonts w:hint="eastAsia" w:ascii="宋体" w:hAnsi="宋体"/>
          <w:b/>
          <w:bCs w:val="0"/>
          <w:color w:val="000000"/>
          <w:szCs w:val="21"/>
          <w:lang w:val="en-US" w:eastAsia="zh-CN"/>
        </w:rPr>
        <w:t>A</w:t>
      </w:r>
    </w:p>
    <w:p>
      <w:pPr>
        <w:spacing w:before="163" w:beforeLines="50" w:line="360" w:lineRule="auto"/>
        <w:rPr>
          <w:rFonts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二、</w:t>
      </w:r>
      <w:r>
        <w:rPr>
          <w:rFonts w:ascii="宋体" w:hAnsi="宋体"/>
          <w:b/>
          <w:bCs w:val="0"/>
          <w:szCs w:val="21"/>
        </w:rPr>
        <w:t>（</w:t>
      </w:r>
      <w:r>
        <w:rPr>
          <w:rFonts w:hint="eastAsia" w:ascii="宋体" w:hAnsi="宋体"/>
          <w:b/>
          <w:bCs w:val="0"/>
          <w:szCs w:val="21"/>
        </w:rPr>
        <w:t>每小题4分，共24分）</w:t>
      </w:r>
    </w:p>
    <w:p>
      <w:pPr>
        <w:pStyle w:val="13"/>
        <w:spacing w:line="360" w:lineRule="auto"/>
        <w:rPr>
          <w:rFonts w:hint="eastAsia" w:ascii="宋体" w:hAnsi="宋体"/>
          <w:b/>
          <w:bCs w:val="0"/>
          <w:position w:val="-22"/>
          <w:szCs w:val="21"/>
        </w:rPr>
      </w:pPr>
      <w:r>
        <w:rPr>
          <w:rFonts w:hint="eastAsia" w:ascii="宋体" w:hAnsi="宋体"/>
          <w:b/>
          <w:bCs w:val="0"/>
          <w:szCs w:val="21"/>
        </w:rPr>
        <w:t>13、﹣2018  14</w:t>
      </w:r>
      <w:r>
        <w:rPr>
          <w:rFonts w:hint="eastAsia" w:ascii="宋体" w:hAnsi="宋体"/>
          <w:b/>
          <w:bCs w:val="0"/>
          <w:szCs w:val="21"/>
          <w:u w:val="none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＜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＜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 xml:space="preserve"> </w:t>
      </w:r>
      <w:r>
        <w:rPr>
          <w:rFonts w:hint="eastAsia"/>
          <w:b/>
          <w:bCs w:val="0"/>
          <w:u w:val="none"/>
        </w:rPr>
        <w:t xml:space="preserve"> </w:t>
      </w:r>
      <w:r>
        <w:rPr>
          <w:rFonts w:hint="eastAsia"/>
          <w:b/>
          <w:bCs w:val="0"/>
        </w:rPr>
        <w:t xml:space="preserve"> </w:t>
      </w:r>
      <w:r>
        <w:rPr>
          <w:rFonts w:hint="eastAsia" w:ascii="宋体" w:hAnsi="宋体"/>
          <w:b/>
          <w:bCs w:val="0"/>
          <w:szCs w:val="21"/>
        </w:rPr>
        <w:t>15、</w:t>
      </w:r>
      <w:r>
        <w:rPr>
          <w:rFonts w:hint="eastAsia" w:ascii="宋体" w:hAnsi="宋体"/>
          <w:b/>
          <w:bCs w:val="0"/>
          <w:i/>
          <w:iCs/>
          <w:szCs w:val="21"/>
          <w:u w:val="none"/>
        </w:rPr>
        <w:t xml:space="preserve"> </w:t>
      </w:r>
      <w:r>
        <w:rPr>
          <w:rFonts w:hint="eastAsia" w:ascii="宋体" w:hAnsi="宋体"/>
          <w:b/>
          <w:bCs w:val="0"/>
          <w:i w:val="0"/>
          <w:iCs w:val="0"/>
          <w:szCs w:val="21"/>
          <w:u w:val="none"/>
        </w:rPr>
        <w:t>1m或7m</w:t>
      </w:r>
      <w:r>
        <w:rPr>
          <w:rFonts w:hint="eastAsia" w:hAnsi="Times New Roman" w:eastAsia="新宋体"/>
          <w:b/>
          <w:bCs w:val="0"/>
          <w:i w:val="0"/>
          <w:i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/>
          <w:b/>
          <w:bCs w:val="0"/>
          <w:i w:val="0"/>
          <w:iCs w:val="0"/>
          <w:sz w:val="24"/>
          <w:szCs w:val="24"/>
          <w:u w:val="none"/>
        </w:rPr>
        <w:t xml:space="preserve">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 w:ascii="宋体" w:hAnsi="宋体"/>
          <w:b/>
          <w:bCs w:val="0"/>
          <w:position w:val="-23"/>
          <w:szCs w:val="21"/>
        </w:rPr>
        <w:t xml:space="preserve"> </w:t>
      </w:r>
      <w:r>
        <w:rPr>
          <w:rFonts w:hint="eastAsia" w:ascii="宋体" w:hAnsi="宋体"/>
          <w:b/>
          <w:bCs w:val="0"/>
          <w:szCs w:val="21"/>
        </w:rPr>
        <w:t>16、9</w:t>
      </w:r>
      <w:r>
        <w:rPr>
          <w:rFonts w:ascii="宋体" w:hAnsi="宋体" w:eastAsia="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53" o:spt="75" type="#_x0000_t75" style="height:13.35pt;width:15pt;" fillcolor="#FFFFFF" filled="f" o:preferrelative="t" stroked="f" coordsize="21600,21600">
            <v:path/>
            <v:fill on="f" color2="#FFFFFF" focussize="0,0"/>
            <v:stroke on="f" joinstyle="miter"/>
            <v:imagedata r:id="rId4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 w:val="0"/>
          <w:szCs w:val="21"/>
        </w:rPr>
        <w:t>﹣3</w:t>
      </w:r>
      <w:r>
        <w:rPr>
          <w:rFonts w:ascii="宋体" w:hAnsi="宋体"/>
          <w:b/>
          <w:bCs w:val="0"/>
          <w:szCs w:val="21"/>
        </w:rPr>
        <w:t>π</w:t>
      </w:r>
      <w:r>
        <w:rPr>
          <w:rFonts w:hint="eastAsia" w:ascii="宋体" w:hAnsi="宋体"/>
          <w:b/>
          <w:bCs w:val="0"/>
          <w:szCs w:val="21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none"/>
        </w:rPr>
        <w:t>　</w:t>
      </w:r>
      <w:r>
        <w:rPr>
          <w:rFonts w:hint="eastAsia"/>
          <w:b/>
          <w:bCs w:val="0"/>
        </w:rPr>
        <w:t xml:space="preserve"> </w:t>
      </w:r>
      <w:r>
        <w:rPr>
          <w:rFonts w:hint="eastAsia" w:ascii="宋体" w:hAnsi="宋体"/>
          <w:b/>
          <w:bCs w:val="0"/>
          <w:szCs w:val="21"/>
        </w:rPr>
        <w:t>17、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＞1</w:t>
      </w:r>
      <w:r>
        <w:rPr>
          <w:rFonts w:hint="eastAsia" w:ascii="Calibri"/>
          <w:b/>
          <w:bCs w:val="0"/>
          <w:sz w:val="24"/>
        </w:rPr>
        <w:t xml:space="preserve"> </w:t>
      </w:r>
      <w:r>
        <w:rPr>
          <w:rFonts w:hint="eastAsia" w:ascii="宋体" w:hAnsi="宋体"/>
          <w:b/>
          <w:bCs w:val="0"/>
          <w:position w:val="-22"/>
          <w:szCs w:val="21"/>
        </w:rPr>
        <w:t xml:space="preserve">  </w:t>
      </w:r>
    </w:p>
    <w:p>
      <w:pPr>
        <w:pStyle w:val="13"/>
        <w:spacing w:line="360" w:lineRule="auto"/>
        <w:rPr>
          <w:rFonts w:hint="eastAsia" w:ascii="Calibri" w:eastAsia="宋体"/>
          <w:b/>
          <w:bCs w:val="0"/>
          <w:sz w:val="24"/>
          <w:u w:val="none"/>
          <w:vertAlign w:val="superscript"/>
          <w:lang w:val="en-US" w:eastAsia="zh-CN"/>
        </w:rPr>
      </w:pPr>
      <w:r>
        <w:rPr>
          <w:rFonts w:hint="eastAsia" w:ascii="宋体" w:hAnsi="宋体"/>
          <w:b/>
          <w:bCs w:val="0"/>
          <w:szCs w:val="21"/>
        </w:rPr>
        <w:t>18、</w:t>
      </w:r>
      <w:r>
        <w:rPr>
          <w:rFonts w:hint="eastAsia" w:ascii="宋体" w:hAnsi="宋体"/>
          <w:b/>
          <w:bCs w:val="0"/>
          <w:szCs w:val="21"/>
          <w:u w:val="none"/>
          <w:lang w:val="en-US" w:eastAsia="zh-CN"/>
        </w:rPr>
        <w:t xml:space="preserve"> （36，0）</w:t>
      </w:r>
    </w:p>
    <w:p>
      <w:pPr>
        <w:pStyle w:val="13"/>
        <w:rPr>
          <w:rFonts w:ascii="黑体" w:eastAsia="黑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三、</w:t>
      </w:r>
      <w:r>
        <w:rPr>
          <w:rFonts w:hint="eastAsia" w:ascii="黑体" w:eastAsia="黑体"/>
          <w:b/>
          <w:bCs w:val="0"/>
          <w:szCs w:val="21"/>
        </w:rPr>
        <w:t xml:space="preserve">解答题：（本大题共7小题，共78分．解答要写出必要的文字说明、证明过程或演算步骤）． </w:t>
      </w:r>
    </w:p>
    <w:p>
      <w:pPr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19、（本题满分8分）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解：（1）∵3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+3）＝2（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+3）（3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﹣2）＝0，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+3＝0或3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4" o:spt="75" type="#_x0000_t75" style="height:26.25pt;width:9.5pt;" fillcolor="#FFFFFF" filled="f" o:preferrelative="t" stroked="f" coordsize="21600,21600">
            <v:path/>
            <v:fill on="f" color2="#FFFFFF" focussize="0,0"/>
            <v:stroke on="f" joinstyle="miter"/>
            <v:imagedata r:id="rId47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；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4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（2）∵2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﹣3＝0，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＝40＞0，</w:t>
      </w:r>
    </w:p>
    <w:p>
      <w:pPr>
        <w:spacing w:line="360" w:lineRule="auto"/>
        <w:ind w:left="273" w:leftChars="130" w:right="0" w:firstLine="0" w:firstLineChars="0"/>
        <w:rPr>
          <w:b/>
          <w:bCs w:val="0"/>
          <w:position w:val="-22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5" o:spt="75" type="#_x0000_t75" style="height:28pt;width:48.75pt;" fillcolor="#FFFFFF" filled="f" o:preferrelative="t" stroked="f" coordsize="21600,21600">
            <v:path/>
            <v:fill on="f" color2="#FFFFFF" focussize="0,0"/>
            <v:stroke on="f" joinstyle="miter"/>
            <v:imagedata r:id="rId4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6" o:spt="75" type="#_x0000_t75" style="height:28pt;width:43pt;" fillcolor="#FFFFFF" filled="f" o:preferrelative="t" stroked="f" coordsize="21600,21600">
            <v:path/>
            <v:fill on="f" color2="#FFFFFF" focussize="0,0"/>
            <v:stroke on="f" joinstyle="miter"/>
            <v:imagedata r:id="rId49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………………8分</w:t>
      </w:r>
    </w:p>
    <w:p>
      <w:pPr>
        <w:numPr>
          <w:ilvl w:val="0"/>
          <w:numId w:val="3"/>
        </w:numPr>
        <w:shd w:val="clear" w:color="auto" w:fill="FFFFFF"/>
        <w:spacing w:line="375" w:lineRule="atLeast"/>
        <w:rPr>
          <w:rFonts w:hint="eastAsia"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（本题满分10分）</w:t>
      </w:r>
    </w:p>
    <w:p>
      <w:pPr>
        <w:pStyle w:val="13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如图所示，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（﹣2，﹣1）；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如图所示，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（﹣1，0）．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57" o:spt="75" alt="菁优网：http://www.jyeoo.com" type="#_x0000_t75" style="height:146.25pt;width:150.75pt;" fillcolor="#FFFFFF" filled="f" o:preferrelative="t" stroked="f" coordsize="21600,21600">
            <v:path/>
            <v:fill on="f" color2="#FFFFFF" focussize="0,0"/>
            <v:stroke on="f" joinstyle="miter"/>
            <v:imagedata r:id="rId50" gain="65536f" blacklevel="0f" gamma="0" o:title=""/>
            <o:lock v:ext="edit" aspectratio="t"/>
            <w10:wrap type="none"/>
            <w10:anchorlock/>
          </v:shape>
        </w:pict>
      </w:r>
    </w:p>
    <w:p>
      <w:pPr>
        <w:pStyle w:val="13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………………10分</w:t>
      </w:r>
    </w:p>
    <w:p>
      <w:pPr>
        <w:pStyle w:val="13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21、（本题满分10分）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解：在Rt△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中，sin∠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8" o:spt="75" type="#_x0000_t75" style="height:26.25pt;width:15.9pt;" fillcolor="#FFFFFF" filled="f" o:preferrelative="t" stroked="f" coordsize="21600,21600">
            <v:path/>
            <v:fill on="f" color2="#FFFFFF" focussize="0,0"/>
            <v:stroke on="f" joinstyle="miter"/>
            <v:imagedata r:id="rId51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59" o:spt="75" type="#_x0000_t75" style="height:26.25pt;width:51.6pt;" fillcolor="#FFFFFF" filled="f" o:preferrelative="t" stroked="f" coordsize="21600,21600">
            <v:path/>
            <v:fill on="f" color2="#FFFFFF" focussize="0,0"/>
            <v:stroke on="f" joinstyle="miter"/>
            <v:imagedata r:id="rId52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49"/>
          <w:sz w:val="21"/>
          <w:szCs w:val="24"/>
          <w:lang w:val="en-US" w:eastAsia="zh-CN" w:bidi="ar-SA"/>
        </w:rPr>
        <w:pict>
          <v:shape id="_x0000_i1060" o:spt="75" type="#_x0000_t75" style="height:43.35pt;width:30.9pt;" fillcolor="#FFFFFF" filled="f" o:preferrelative="t" stroked="f" coordsize="21600,21600">
            <v:path/>
            <v:fill on="f" color2="#FFFFFF" focussize="0,0"/>
            <v:stroke on="f" joinstyle="miter"/>
            <v:imagedata r:id="rId5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＝40，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＝30°，∠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答：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的长为40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pStyle w:val="13"/>
        <w:ind w:firstLine="420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………………10分</w:t>
      </w:r>
    </w:p>
    <w:p>
      <w:pPr>
        <w:pStyle w:val="13"/>
        <w:numPr>
          <w:ilvl w:val="0"/>
          <w:numId w:val="4"/>
        </w:numPr>
        <w:rPr>
          <w:rFonts w:hint="eastAsia"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（本题满分12分）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证明：（1）∵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FCE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FEC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pStyle w:val="13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∽△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；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6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1" o:spt="75" type="#_x0000_t75" style="height:26.25pt;width:16pt;" fillcolor="#FFFFFF" filled="f" o:preferrelative="t" stroked="f" coordsize="21600,21600">
            <v:path/>
            <v:fill on="f" color2="#FFFFFF" focussize="0,0"/>
            <v:stroke on="f" joinstyle="miter"/>
            <v:imagedata r:id="rId5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2" o:spt="75" type="#_x0000_t75" style="height:26.25pt;width:16pt;" fillcolor="#FFFFFF" filled="f" o:preferrelative="t" stroked="f" coordsize="21600,21600">
            <v:path/>
            <v:fill on="f" color2="#FFFFFF" focussize="0,0"/>
            <v:stroke on="f" joinstyle="miter"/>
            <v:imagedata r:id="rId55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3" o:spt="75" type="#_x0000_t75" style="height:26.25pt;width:9.5pt;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4" o:spt="75" type="#_x0000_t75" style="height:26.25pt;width:16pt;" fillcolor="#FFFFFF" filled="f" o:preferrelative="t" stroked="f" coordsize="21600,21600">
            <v:path/>
            <v:fill on="f" color2="#FFFFFF" focussize="0,0"/>
            <v:stroke on="f" joinstyle="miter"/>
            <v:imagedata r:id="rId57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5" o:spt="75" type="#_x0000_t75" style="height:26.25pt;width:16pt;" fillcolor="#FFFFFF" filled="f" o:preferrelative="t" stroked="f" coordsize="21600,21600">
            <v:path/>
            <v:fill on="f" color2="#FFFFFF" focussize="0,0"/>
            <v:stroke on="f" joinstyle="miter"/>
            <v:imagedata r:id="rId5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6" o:spt="75" type="#_x0000_t75" style="height:26.25pt;width:9.5pt;" fillcolor="#FFFFFF" filled="f" o:preferrelative="t" stroked="f" coordsize="21600,21600">
            <v:path/>
            <v:fill on="f" color2="#FFFFFF" focussize="0,0"/>
            <v:stroke on="f" joinstyle="miter"/>
            <v:imagedata r:id="rId5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7" o:spt="75" type="#_x0000_t75" style="height:26.25pt;width:16pt;" fillcolor="#FFFFFF" filled="f" o:preferrelative="t" stroked="f" coordsize="21600,21600">
            <v:path/>
            <v:fill on="f" color2="#FFFFFF" focussize="0,0"/>
            <v:stroke on="f" joinstyle="miter"/>
            <v:imagedata r:id="rId5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8" o:spt="75" type="#_x0000_t75" style="height:26.25pt;width:9.5pt;" fillcolor="#FFFFFF" filled="f" o:preferrelative="t" stroked="f" coordsize="21600,21600">
            <v:path/>
            <v:fill on="f" color2="#FFFFFF" focussize="0,0"/>
            <v:stroke on="f" joinstyle="miter"/>
            <v:imagedata r:id="rId59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＝6．</w:t>
      </w:r>
    </w:p>
    <w:p>
      <w:pPr>
        <w:spacing w:line="360" w:lineRule="auto"/>
        <w:ind w:left="273" w:leftChars="130" w:right="0" w:firstLine="0" w:firstLineChars="0"/>
        <w:rPr>
          <w:rFonts w:ascii="宋体" w:hAnsi="宋体" w:eastAsia="宋体"/>
          <w:b/>
          <w:bCs w:val="0"/>
          <w:position w:val="-5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………………12分</w:t>
      </w:r>
    </w:p>
    <w:p>
      <w:pPr>
        <w:pStyle w:val="13"/>
        <w:numPr>
          <w:ilvl w:val="0"/>
          <w:numId w:val="4"/>
        </w:numPr>
        <w:ind w:left="0" w:leftChars="0" w:firstLine="0" w:firstLineChars="0"/>
        <w:rPr>
          <w:rFonts w:hint="eastAsia"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（本题满分12分）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解；（1）反比例函数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69" o:spt="75" type="#_x0000_t75" style="height:26.25pt;width:9.55pt;" fillcolor="#FFFFFF" filled="f" o:preferrelative="t" stroked="f" coordsize="21600,21600">
            <v:path/>
            <v:fill on="f" color2="#FFFFFF" focussize="0,0"/>
            <v:stroke on="f" joinstyle="miter"/>
            <v:imagedata r:id="rId60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（﹣3，1），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反比例函数的解析式为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0" o:spt="75" type="#_x0000_t75" style="height:26.25pt;width:9.55pt;" fillcolor="#FFFFFF" filled="f" o:preferrelative="t" stroked="f" coordsize="21600,21600">
            <v:path/>
            <v:fill on="f" color2="#FFFFFF" focussize="0,0"/>
            <v:stroke on="f" joinstyle="miter"/>
            <v:imagedata r:id="rId61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反比例函数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1" o:spt="75" type="#_x0000_t75" style="height:26.25pt;width:9.55pt;" fillcolor="#FFFFFF" filled="f" o:preferrelative="t" stroked="f" coordsize="21600,21600">
            <v:path/>
            <v:fill on="f" color2="#FFFFFF" focussize="0,0"/>
            <v:stroke on="f" joinstyle="miter"/>
            <v:imagedata r:id="rId61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2" o:spt="75" type="#_x0000_t75" style="height:26.25pt;width:9.55pt;" fillcolor="#FFFFFF" filled="f" o:preferrelative="t" stroked="f" coordsize="21600,21600">
            <v:path/>
            <v:fill on="f" color2="#FFFFFF" focussize="0,0"/>
            <v:stroke on="f" joinstyle="miter"/>
            <v:imagedata r:id="rId62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（1，﹣3），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一次函数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的图象过点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（﹣3，1）、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（1，﹣3），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ascii="Times New Roman" w:hAnsi="Times New Roman" w:eastAsia="宋体" w:cs="Times New Roman"/>
          <w:b/>
          <w:bCs w:val="0"/>
          <w:kern w:val="2"/>
          <w:position w:val="-24"/>
          <w:sz w:val="21"/>
          <w:szCs w:val="24"/>
          <w:lang w:val="en-US" w:eastAsia="zh-CN" w:bidi="ar-SA"/>
        </w:rPr>
        <w:pict>
          <v:shape id="_x0000_i1073" o:spt="75" type="#_x0000_t75" style="height:28.3pt;width:50.7pt;" fillcolor="#FFFFFF" filled="f" o:preferrelative="t" stroked="f" coordsize="21600,21600">
            <v:path/>
            <v:fill on="f" color2="#FFFFFF" focussize="0,0"/>
            <v:stroke on="f" joinstyle="miter"/>
            <v:imagedata r:id="rId6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</w:t>
      </w:r>
      <w:r>
        <w:rPr>
          <w:rFonts w:ascii="Times New Roman" w:hAnsi="Times New Roman" w:eastAsia="宋体" w:cs="Times New Roman"/>
          <w:b/>
          <w:bCs w:val="0"/>
          <w:kern w:val="2"/>
          <w:position w:val="-24"/>
          <w:sz w:val="21"/>
          <w:szCs w:val="24"/>
          <w:lang w:val="en-US" w:eastAsia="zh-CN" w:bidi="ar-SA"/>
        </w:rPr>
        <w:pict>
          <v:shape id="_x0000_i1074" o:spt="75" type="#_x0000_t75" style="height:28.3pt;width:32.8pt;" fillcolor="#FFFFFF" filled="f" o:preferrelative="t" stroked="f" coordsize="21600,21600">
            <v:path/>
            <v:fill on="f" color2="#FFFFFF" focussize="0,0"/>
            <v:stroke on="f" joinstyle="miter"/>
            <v:imagedata r:id="rId6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故一次函数的解析式为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﹣2；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8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numPr>
          <w:ilvl w:val="0"/>
          <w:numId w:val="5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由图象可知，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＞1或﹣3＜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＜0．</w:t>
      </w:r>
    </w:p>
    <w:p>
      <w:pPr>
        <w:numPr>
          <w:ilvl w:val="0"/>
          <w:numId w:val="0"/>
        </w:numPr>
        <w:spacing w:line="360" w:lineRule="auto"/>
        <w:ind w:left="273" w:leftChars="130" w:right="0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………………12分</w:t>
      </w:r>
    </w:p>
    <w:p>
      <w:pPr>
        <w:pStyle w:val="13"/>
        <w:numPr>
          <w:ilvl w:val="0"/>
          <w:numId w:val="4"/>
        </w:numPr>
        <w:ind w:left="0" w:leftChars="0" w:firstLine="0" w:firstLineChars="0"/>
        <w:rPr>
          <w:rFonts w:hint="eastAsia"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（本题满分12分）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解：（1）设每件商品的进价为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根据题意，得：80×0.8﹣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＝60%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解得：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＝40，</w:t>
      </w:r>
    </w:p>
    <w:p>
      <w:pPr>
        <w:tabs>
          <w:tab w:val="center" w:pos="4025"/>
        </w:tabs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答：该种商品每件的进价为40元；</w:t>
      </w:r>
      <w:r>
        <w:rPr>
          <w:rFonts w:hint="eastAsia" w:eastAsia="新宋体"/>
          <w:b/>
          <w:bCs w:val="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4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＝（80×0.8﹣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﹣40）（220+20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＝﹣20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+260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+5280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＝﹣20（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﹣6.5）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+6125，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＝6.5时，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最大，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为整数，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＝7，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＝6或7时，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最大为6120元．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80×0.8﹣7＝57（元），80×0.8﹣6＝58（元），</w:t>
      </w:r>
    </w:p>
    <w:p>
      <w:pPr>
        <w:pStyle w:val="13"/>
        <w:ind w:firstLine="422" w:firstLineChars="20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∴当售价为57元或58元时，每星期的利润最大，最大利润为6120元．</w:t>
      </w:r>
    </w:p>
    <w:p>
      <w:pPr>
        <w:pStyle w:val="13"/>
        <w:ind w:firstLine="422" w:firstLineChars="200"/>
        <w:rPr>
          <w:rFonts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………………12分</w:t>
      </w:r>
    </w:p>
    <w:p>
      <w:pPr>
        <w:pStyle w:val="13"/>
        <w:numPr>
          <w:ilvl w:val="0"/>
          <w:numId w:val="4"/>
        </w:numPr>
        <w:ind w:left="0" w:leftChars="0" w:firstLine="0" w:firstLineChars="0"/>
        <w:rPr>
          <w:rFonts w:hint="eastAsia" w:ascii="宋体" w:hAnsi="宋体" w:eastAsia="宋体"/>
          <w:b/>
          <w:bCs w:val="0"/>
          <w:szCs w:val="21"/>
        </w:rPr>
      </w:pPr>
      <w:r>
        <w:rPr>
          <w:rFonts w:hint="eastAsia" w:ascii="宋体" w:hAnsi="宋体" w:eastAsia="宋体"/>
          <w:b/>
          <w:bCs w:val="0"/>
          <w:szCs w:val="21"/>
        </w:rPr>
        <w:t>（本题满分14分）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解：（1）由解析式可知，点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的坐标为（0，4），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OAB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5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5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×4＝6，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＝3．所以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（3，0）或（﹣3，0），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∵二次函数与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轴的负半轴交于点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的坐标为（﹣3，0）；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（2）把点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的坐标（﹣3，0）代入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+4，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得﹣（﹣3）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﹣1）×（﹣3）+4＝0．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﹣1＝﹣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6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∴所求二次函数的解析式为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7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6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+4；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10</w:t>
      </w:r>
      <w:r>
        <w:rPr>
          <w:rFonts w:hint="eastAsia" w:ascii="宋体" w:hAnsi="宋体" w:eastAsia="宋体"/>
          <w:b/>
          <w:bCs w:val="0"/>
          <w:position w:val="-5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（3）点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的坐标为（3，0），（2，0），（﹣8，0），（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8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7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，0）或（0，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79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）或（0，9）或（0，﹣1）或（0，﹣4）．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宋体" w:hAnsi="宋体" w:eastAsia="宋体"/>
          <w:b/>
          <w:bCs w:val="0"/>
          <w:position w:val="-5"/>
          <w:szCs w:val="21"/>
        </w:rPr>
        <w:t>………………14分</w:t>
      </w:r>
      <w:r>
        <w:rPr>
          <w:rFonts w:hint="eastAsia" w:ascii="宋体" w:hAnsi="宋体"/>
          <w:b/>
          <w:bCs w:val="0"/>
          <w:position w:val="-5"/>
          <w:szCs w:val="21"/>
          <w:lang w:val="en-US" w:eastAsia="zh-CN"/>
        </w:rPr>
        <w:t>(写对一个0.5分）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eastAsia="新宋体"/>
          <w:b/>
          <w:bCs w:val="0"/>
          <w:sz w:val="21"/>
          <w:szCs w:val="21"/>
          <w:lang w:val="en-US" w:eastAsia="zh-CN"/>
        </w:rPr>
        <w:t>【附理由：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（Ⅰ）当点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轴上时，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ascii="Cambria Math" w:hAnsi="Cambria Math" w:eastAsia="Cambria Math"/>
          <w:b/>
          <w:bCs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如图1，当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80" o:spt="75" alt="菁优网：http://www.jyeoo.com" type="#_x0000_t75" style="height:134.25pt;width:123pt;" fillcolor="#FFFFFF" filled="f" o:preferrelative="t" stroked="f" coordsize="21600,21600">
            <v:path/>
            <v:fill on="f" color2="#FFFFFF" focussize="0,0"/>
            <v:stroke on="f" joinstyle="miter"/>
            <v:imagedata r:id="rId69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则点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关于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轴对称，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则点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的坐标为（3，0）；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ascii="Cambria Math" w:hAnsi="Cambria Math" w:eastAsia="Cambria Math"/>
          <w:b/>
          <w:bCs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如图2，当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81" o:spt="75" alt="菁优网：http://www.jyeoo.com" type="#_x0000_t75" style="height:134.25pt;width:183.05pt;" fillcolor="#FFFFFF" filled="f" o:preferrelative="t" stroked="f" coordsize="21600,21600">
            <v:path/>
            <v:fill on="f" color2="#FFFFFF" focussize="0,0"/>
            <v:stroke on="f" joinstyle="miter"/>
            <v:imagedata r:id="rId70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当点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轴左侧时，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＝5+3＝8，故点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（﹣8，0），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当点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轴右侧时，则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′＝5，过点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′（2，0），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的坐标为（2，0）或（﹣8，0）；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ascii="Cambria Math" w:hAnsi="Cambria Math" w:eastAsia="Cambria Math"/>
          <w:b/>
          <w:bCs w:val="0"/>
          <w:sz w:val="21"/>
          <w:szCs w:val="21"/>
        </w:rPr>
        <w:t>③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如图3，当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pict>
          <v:shape id="_x0000_i1082" o:spt="75" alt="菁优网：http://www.jyeoo.com" type="#_x0000_t75" style="height:133.5pt;width:123pt;" fillcolor="#FFFFFF" filled="f" o:preferrelative="t" stroked="f" coordsize="21600,21600">
            <v:path/>
            <v:fill on="f" color2="#FFFFFF" focussize="0,0"/>
            <v:stroke on="f" joinstyle="miter"/>
            <v:imagedata r:id="rId71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设点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根据题意，得</w:t>
      </w:r>
      <w:r>
        <w:rPr>
          <w:rFonts w:ascii="Times New Roman" w:hAnsi="Times New Roman" w:eastAsia="宋体" w:cs="Times New Roman"/>
          <w:b/>
          <w:bCs w:val="0"/>
          <w:kern w:val="2"/>
          <w:position w:val="-14"/>
          <w:sz w:val="21"/>
          <w:szCs w:val="24"/>
          <w:lang w:val="en-US" w:eastAsia="zh-CN" w:bidi="ar-SA"/>
        </w:rPr>
        <w:pict>
          <v:shape id="_x0000_i1083" o:spt="75" type="#_x0000_t75" style="height:17.85pt;width:42.9pt;" fillcolor="#FFFFFF" filled="f" o:preferrelative="t" stroked="f" coordsize="21600,21600">
            <v:path/>
            <v:fill on="f" color2="#FFFFFF" focussize="0,0"/>
            <v:stroke on="f" joinstyle="miter"/>
            <v:imagedata r:id="rId72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＝|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+3|．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4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5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故点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的坐标为（3，0），（2，0），（﹣8，0），（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6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73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（Ⅱ）当点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轴上时，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同理可得，点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的坐标为（0，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7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74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）或（0，9）或（0，﹣1）或（0，﹣4）；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综上所述，点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的坐标为（3，0），（2，0），（﹣8，0），（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8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7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，0）或（0，</w:t>
      </w:r>
      <w:r>
        <w:rPr>
          <w:rFonts w:ascii="Times New Roman" w:hAnsi="Times New Roman" w:eastAsia="宋体" w:cs="Times New Roman"/>
          <w:b/>
          <w:bCs w:val="0"/>
          <w:kern w:val="2"/>
          <w:position w:val="-22"/>
          <w:sz w:val="21"/>
          <w:szCs w:val="24"/>
          <w:lang w:val="en-US" w:eastAsia="zh-CN" w:bidi="ar-SA"/>
        </w:rPr>
        <w:pict>
          <v:shape id="_x0000_i1089" o:spt="75" type="#_x0000_t75" style="height:26.25pt;width:9.6pt;" fillcolor="#FFFFFF" filled="f" o:preferrelative="t" stroked="f" coordsize="21600,21600">
            <v:path/>
            <v:fill on="f" color2="#FFFFFF" focussize="0,0"/>
            <v:stroke on="f" joinstyle="miter"/>
            <v:imagedata r:id="rId68" gain="65536f" blacklevel="0f" gamma="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）或（0，9）或（0，﹣1）或（0，﹣4）．</w:t>
      </w:r>
      <w:r>
        <w:rPr>
          <w:rFonts w:hint="eastAsia" w:eastAsia="新宋体"/>
          <w:b/>
          <w:bCs w:val="0"/>
          <w:sz w:val="21"/>
          <w:szCs w:val="21"/>
          <w:lang w:eastAsia="zh-CN"/>
        </w:rPr>
        <w:t>】</w:t>
      </w:r>
    </w:p>
    <w:p>
      <w:pPr>
        <w:pStyle w:val="4"/>
        <w:spacing w:line="360" w:lineRule="auto"/>
        <w:ind w:firstLine="422" w:firstLineChars="200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评卷说明：</w:t>
      </w:r>
    </w:p>
    <w:p>
      <w:pPr>
        <w:spacing w:line="360" w:lineRule="auto"/>
        <w:ind w:firstLine="422" w:firstLineChars="200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1．</w:t>
      </w:r>
      <w:r>
        <w:rPr>
          <w:rFonts w:ascii="宋体" w:hAnsi="宋体"/>
          <w:b/>
          <w:bCs w:val="0"/>
          <w:spacing w:val="-8"/>
          <w:szCs w:val="21"/>
        </w:rPr>
        <w:t>选择题和填空题中的每小题，只有满分和零分两个评分档，不给中间分．</w:t>
      </w:r>
    </w:p>
    <w:p>
      <w:pPr>
        <w:spacing w:line="360" w:lineRule="auto"/>
        <w:ind w:left="730" w:leftChars="200" w:hanging="310" w:hangingChars="147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2．解答题每小题的解答中所对应的分数，是指考生正确解答到该步骤所应得的累计分数．本答案对每小题只给出一种或两种解法，对考生的其他解法，请参照评分意见进行评分．</w:t>
      </w:r>
    </w:p>
    <w:p>
      <w:pPr>
        <w:spacing w:line="360" w:lineRule="auto"/>
        <w:ind w:left="732" w:leftChars="201" w:hanging="310" w:hangingChars="147"/>
        <w:rPr>
          <w:rFonts w:ascii="宋体" w:hAnsi="宋体"/>
          <w:b/>
          <w:bCs w:val="0"/>
          <w:szCs w:val="21"/>
        </w:rPr>
      </w:pPr>
      <w:r>
        <w:rPr>
          <w:rFonts w:ascii="宋体" w:hAnsi="宋体"/>
          <w:b/>
          <w:bCs w:val="0"/>
          <w:szCs w:val="21"/>
        </w:rPr>
        <w:t>3．如果考生在解答的中间过程出现计算错误，但并没有改变试题的实质和难度，其后续部分酌情给分，但最多不超过正确解答分数的一半；若出现严重的逻辑错误，后续部分就不再给分．</w:t>
      </w:r>
    </w:p>
    <w:p>
      <w:pPr>
        <w:wordWrap/>
        <w:adjustRightInd/>
        <w:snapToGrid/>
        <w:spacing w:beforeAutospacing="0" w:afterAutospacing="0" w:line="360" w:lineRule="auto"/>
        <w:ind w:left="916" w:leftChars="130" w:right="0" w:hanging="643" w:hangingChars="200"/>
        <w:outlineLvl w:val="9"/>
        <w:rPr>
          <w:rFonts w:hint="eastAsia" w:ascii="黑体" w:hAnsi="宋体" w:eastAsia="黑体"/>
          <w:b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26" w:charSpace="-3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b/>
        <w:sz w:val="21"/>
        <w:szCs w:val="21"/>
        <w:bdr w:val="single" w:color="auto" w:sz="4" w:space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jc w:val="left"/>
    </w:pPr>
    <w:r>
      <w:rPr>
        <w:rFonts w:hint="eastAsia"/>
      </w:rPr>
      <w:t xml:space="preserve">          </w:t>
    </w:r>
    <w:r>
      <w:rPr>
        <w:rFonts w:hint="eastAsia"/>
        <w:lang w:val="en-US" w:eastAsia="zh-CN"/>
      </w:rPr>
      <w:t xml:space="preserve">              </w:t>
    </w:r>
    <w:r>
      <w:rPr>
        <w:rFonts w:hint="eastAsia"/>
      </w:rPr>
      <w:t xml:space="preserve"> </w:t>
    </w:r>
    <w:r>
      <w:rPr>
        <w:rFonts w:hint="eastAsia"/>
        <w:b/>
        <w:spacing w:val="0"/>
        <w:sz w:val="21"/>
        <w:szCs w:val="21"/>
        <w:highlight w:val="none"/>
        <w:bdr w:val="single" w:color="auto" w:sz="4" w:space="0"/>
        <w:lang w:val="en-US" w:eastAsia="zh-CN"/>
      </w:rPr>
      <w:t xml:space="preserve">  </w:t>
    </w:r>
    <w:r>
      <w:rPr>
        <w:rFonts w:hint="eastAsia"/>
        <w:b/>
        <w:spacing w:val="200"/>
        <w:sz w:val="21"/>
        <w:szCs w:val="21"/>
        <w:highlight w:val="none"/>
        <w:bdr w:val="single" w:color="auto" w:sz="4" w:space="0"/>
        <w:lang w:val="en-US" w:eastAsia="zh-CN"/>
      </w:rPr>
      <w:t>9</w:t>
    </w:r>
    <w:r>
      <w:rPr>
        <w:rFonts w:hint="eastAsia"/>
        <w:b/>
        <w:spacing w:val="200"/>
        <w:sz w:val="21"/>
        <w:szCs w:val="21"/>
        <w:highlight w:val="none"/>
        <w:bdr w:val="single" w:color="auto" w:sz="4" w:space="0"/>
      </w:rPr>
      <w:t>年级数学试题</w:t>
    </w:r>
    <w:r>
      <w:rPr>
        <w:rFonts w:hint="eastAsia"/>
      </w:rPr>
      <w:t xml:space="preserve">            </w:t>
    </w:r>
    <w:r>
      <w:rPr>
        <w:rFonts w:hint="eastAsia"/>
        <w:sz w:val="21"/>
        <w:szCs w:val="21"/>
        <w:bdr w:val="single" w:color="auto" w:sz="4" w:space="0"/>
      </w:rPr>
      <w:t xml:space="preserve">  第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PAGE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sz w:val="21"/>
        <w:szCs w:val="21"/>
        <w:bdr w:val="single" w:color="auto" w:sz="4" w:space="0"/>
        <w:lang w:val="zh-CN"/>
      </w:rPr>
      <w:t xml:space="preserve"> /</w:t>
    </w:r>
    <w:r>
      <w:rPr>
        <w:rFonts w:hint="eastAsia"/>
        <w:sz w:val="21"/>
        <w:szCs w:val="21"/>
        <w:bdr w:val="single" w:color="auto" w:sz="4" w:space="0"/>
        <w:lang w:val="zh-CN"/>
      </w:rPr>
      <w:t xml:space="preserve"> 共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NUMPAGES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sz w:val="21"/>
        <w:szCs w:val="21"/>
        <w:bdr w:val="single" w:color="auto" w:sz="4" w:space="0"/>
      </w:rPr>
      <w:t xml:space="preserve"> </w: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ascii="宋体" w:hAnsi="宋体" w:eastAsia="宋体" w:cs="Times New Roman"/>
        <w:kern w:val="2"/>
        <w:sz w:val="21"/>
        <w:szCs w:val="18"/>
        <w:lang w:val="en-US" w:eastAsia="zh-CN" w:bidi="ar-SA"/>
      </w:rPr>
      <w:pict>
        <v:group id="Group 23" o:spid="_x0000_s2050" o:spt="203" style="position:absolute;left:0pt;margin-left:-84.8pt;margin-top:-48.25pt;height:772.2pt;width:48.85pt;z-index:251659264;mso-width-relative:page;mso-height-relative:page;" coordorigin="181,-114" coordsize="972,15444">
          <o:lock v:ext="edit" aspectratio="f"/>
          <v:rect id="Text Box 3" o:spid="_x0000_s2051" o:spt="1" style="position:absolute;left:930;top:-114;height:15444;width:223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 inset="0mm,0mm,0mm,0mm" style="layout-flow:vertical;mso-layout-flow-alt:bottom-to-top;">
              <w:txbxContent>
                <w:p>
                  <w:pPr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……</w:t>
                  </w:r>
                  <w:r>
                    <w:rPr>
                      <w:rFonts w:hint="eastAsia" w:ascii="宋体" w:hAnsi="宋体"/>
                      <w:b/>
                      <w:sz w:val="22"/>
                    </w:rPr>
                    <w:t>……○…………密…………封…………线…………内…………不…………要…………答…………题…………○…………</w:t>
                  </w:r>
                </w:p>
              </w:txbxContent>
            </v:textbox>
          </v:rect>
          <v:rect id="Text Box 20" o:spid="_x0000_s2052" o:spt="1" style="position:absolute;left:181;top:-114;height:12636;width:522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 style="layout-flow:vertical;mso-fit-shape-to-text:t;mso-layout-flow-alt:bottom-to-top;">
              <w:txbxContent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 xml:space="preserve">  班级：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姓名：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</w:p>
              </w:txbxContent>
            </v:textbox>
          </v:rect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ascii="宋体" w:hAnsi="宋体" w:eastAsia="宋体" w:cs="Times New Roman"/>
        <w:kern w:val="2"/>
        <w:sz w:val="21"/>
        <w:szCs w:val="18"/>
        <w:lang w:val="en-US" w:eastAsia="zh-CN" w:bidi="ar-SA"/>
      </w:rPr>
      <w:pict>
        <v:rect id="Text Box 19" o:spid="_x0000_s2049" o:spt="1" style="position:absolute;left:0pt;margin-left:903.15pt;margin-top:-43.3pt;height:772.2pt;width:14.85pt;z-index:251658240;mso-width-relative:page;mso-height-relative:page;" fillcolor="#FFFFFF" filled="t" o:preferrelative="t" stroked="t" coordsize="21600,21600">
          <v:path/>
          <v:fill on="t" focussize="0,0"/>
          <v:stroke color="#000000" color2="#FFFFFF"/>
          <v:imagedata o:title=""/>
          <o:lock v:ext="edit" aspectratio="f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  <w:b/>
                  </w:rPr>
                  <w:t>…………○…………密…………封…………线…………内…………不…………要…………答…………题…………○……</w:t>
                </w:r>
                <w:r>
                  <w:rPr>
                    <w:rFonts w:hint="eastAsia" w:ascii="宋体" w:hAnsi="宋体"/>
                  </w:rPr>
                  <w:t>……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C5F63"/>
    <w:multiLevelType w:val="singleLevel"/>
    <w:tmpl w:val="918C5F63"/>
    <w:lvl w:ilvl="0" w:tentative="0">
      <w:start w:val="23"/>
      <w:numFmt w:val="decimal"/>
      <w:suff w:val="space"/>
      <w:lvlText w:val="%1."/>
      <w:lvlJc w:val="left"/>
    </w:lvl>
  </w:abstractNum>
  <w:abstractNum w:abstractNumId="1">
    <w:nsid w:val="D14FCE72"/>
    <w:multiLevelType w:val="singleLevel"/>
    <w:tmpl w:val="D14FCE72"/>
    <w:lvl w:ilvl="0" w:tentative="0">
      <w:start w:val="22"/>
      <w:numFmt w:val="decimal"/>
      <w:suff w:val="nothing"/>
      <w:lvlText w:val="%1、"/>
      <w:lvlJc w:val="left"/>
    </w:lvl>
  </w:abstractNum>
  <w:abstractNum w:abstractNumId="2">
    <w:nsid w:val="168462D4"/>
    <w:multiLevelType w:val="singleLevel"/>
    <w:tmpl w:val="168462D4"/>
    <w:lvl w:ilvl="0" w:tentative="0">
      <w:start w:val="20"/>
      <w:numFmt w:val="decimal"/>
      <w:suff w:val="nothing"/>
      <w:lvlText w:val="%1、"/>
      <w:lvlJc w:val="left"/>
    </w:lvl>
  </w:abstractNum>
  <w:abstractNum w:abstractNumId="3">
    <w:nsid w:val="5FDB11A8"/>
    <w:multiLevelType w:val="singleLevel"/>
    <w:tmpl w:val="5FDB11A8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FDF2B3A"/>
    <w:multiLevelType w:val="singleLevel"/>
    <w:tmpl w:val="5FDF2B3A"/>
    <w:lvl w:ilvl="0" w:tentative="0">
      <w:start w:val="3"/>
      <w:numFmt w:val="chineseCounting"/>
      <w:suff w:val="nothing"/>
      <w:lvlText w:val="%1．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93"/>
    <w:rsid w:val="00000FE0"/>
    <w:rsid w:val="000056EE"/>
    <w:rsid w:val="000149A1"/>
    <w:rsid w:val="00037105"/>
    <w:rsid w:val="00051969"/>
    <w:rsid w:val="00052AB4"/>
    <w:rsid w:val="00055FBE"/>
    <w:rsid w:val="0006030A"/>
    <w:rsid w:val="00077795"/>
    <w:rsid w:val="00082028"/>
    <w:rsid w:val="00084A02"/>
    <w:rsid w:val="00093578"/>
    <w:rsid w:val="00095430"/>
    <w:rsid w:val="000A0C9B"/>
    <w:rsid w:val="000A5A22"/>
    <w:rsid w:val="000A7135"/>
    <w:rsid w:val="000C31F1"/>
    <w:rsid w:val="0011269B"/>
    <w:rsid w:val="001342BE"/>
    <w:rsid w:val="00150994"/>
    <w:rsid w:val="0018152D"/>
    <w:rsid w:val="00195A72"/>
    <w:rsid w:val="00197706"/>
    <w:rsid w:val="00197BA9"/>
    <w:rsid w:val="001A0A75"/>
    <w:rsid w:val="001A0A93"/>
    <w:rsid w:val="001C0DBD"/>
    <w:rsid w:val="001D1530"/>
    <w:rsid w:val="001D7697"/>
    <w:rsid w:val="00204893"/>
    <w:rsid w:val="00225B1F"/>
    <w:rsid w:val="00230869"/>
    <w:rsid w:val="002411BC"/>
    <w:rsid w:val="00246317"/>
    <w:rsid w:val="00264929"/>
    <w:rsid w:val="0027367C"/>
    <w:rsid w:val="00275F97"/>
    <w:rsid w:val="0028496E"/>
    <w:rsid w:val="00286CB5"/>
    <w:rsid w:val="00292284"/>
    <w:rsid w:val="00294169"/>
    <w:rsid w:val="002A399A"/>
    <w:rsid w:val="002E07A1"/>
    <w:rsid w:val="002E4E1E"/>
    <w:rsid w:val="002E5955"/>
    <w:rsid w:val="002E6331"/>
    <w:rsid w:val="002E7989"/>
    <w:rsid w:val="00302949"/>
    <w:rsid w:val="00310DBF"/>
    <w:rsid w:val="00310DC5"/>
    <w:rsid w:val="00311AFA"/>
    <w:rsid w:val="003155A2"/>
    <w:rsid w:val="00346DC9"/>
    <w:rsid w:val="00352E18"/>
    <w:rsid w:val="00355325"/>
    <w:rsid w:val="003645C2"/>
    <w:rsid w:val="00370B9E"/>
    <w:rsid w:val="00387587"/>
    <w:rsid w:val="003910F5"/>
    <w:rsid w:val="0039154D"/>
    <w:rsid w:val="003932C2"/>
    <w:rsid w:val="003B7819"/>
    <w:rsid w:val="003D61C7"/>
    <w:rsid w:val="004103F7"/>
    <w:rsid w:val="00415E25"/>
    <w:rsid w:val="004336C9"/>
    <w:rsid w:val="00442ED0"/>
    <w:rsid w:val="00445F77"/>
    <w:rsid w:val="004764DC"/>
    <w:rsid w:val="00480A32"/>
    <w:rsid w:val="00484659"/>
    <w:rsid w:val="0048629F"/>
    <w:rsid w:val="004A675C"/>
    <w:rsid w:val="004B1144"/>
    <w:rsid w:val="004B6908"/>
    <w:rsid w:val="004C1084"/>
    <w:rsid w:val="004E40D4"/>
    <w:rsid w:val="004E41B6"/>
    <w:rsid w:val="004F2801"/>
    <w:rsid w:val="004F31F1"/>
    <w:rsid w:val="004F4ED0"/>
    <w:rsid w:val="00501279"/>
    <w:rsid w:val="005020FF"/>
    <w:rsid w:val="00514BDD"/>
    <w:rsid w:val="0051614C"/>
    <w:rsid w:val="0052285F"/>
    <w:rsid w:val="00525804"/>
    <w:rsid w:val="005372E0"/>
    <w:rsid w:val="00541A76"/>
    <w:rsid w:val="00541FF2"/>
    <w:rsid w:val="005444EE"/>
    <w:rsid w:val="00545E44"/>
    <w:rsid w:val="00561ED6"/>
    <w:rsid w:val="00580592"/>
    <w:rsid w:val="0058071A"/>
    <w:rsid w:val="005834F1"/>
    <w:rsid w:val="00593B4D"/>
    <w:rsid w:val="005C3434"/>
    <w:rsid w:val="005C5729"/>
    <w:rsid w:val="005C7DF6"/>
    <w:rsid w:val="005D213D"/>
    <w:rsid w:val="005D522A"/>
    <w:rsid w:val="005D53F4"/>
    <w:rsid w:val="00604748"/>
    <w:rsid w:val="00623D20"/>
    <w:rsid w:val="006375FB"/>
    <w:rsid w:val="00642DFE"/>
    <w:rsid w:val="00654C6A"/>
    <w:rsid w:val="00674DAC"/>
    <w:rsid w:val="00680F93"/>
    <w:rsid w:val="006A6B98"/>
    <w:rsid w:val="006D2BD2"/>
    <w:rsid w:val="006F55BB"/>
    <w:rsid w:val="00702B07"/>
    <w:rsid w:val="0070398B"/>
    <w:rsid w:val="00715F60"/>
    <w:rsid w:val="00725B45"/>
    <w:rsid w:val="00737EAE"/>
    <w:rsid w:val="007414A0"/>
    <w:rsid w:val="007462DA"/>
    <w:rsid w:val="00746952"/>
    <w:rsid w:val="00784784"/>
    <w:rsid w:val="007969A8"/>
    <w:rsid w:val="007B343A"/>
    <w:rsid w:val="007B483B"/>
    <w:rsid w:val="007B4B8F"/>
    <w:rsid w:val="007C0DF8"/>
    <w:rsid w:val="007D3AFB"/>
    <w:rsid w:val="007D6431"/>
    <w:rsid w:val="007F0629"/>
    <w:rsid w:val="007F491D"/>
    <w:rsid w:val="00800760"/>
    <w:rsid w:val="00803F6D"/>
    <w:rsid w:val="0081304F"/>
    <w:rsid w:val="00824ABC"/>
    <w:rsid w:val="008304BE"/>
    <w:rsid w:val="0084549D"/>
    <w:rsid w:val="008522E4"/>
    <w:rsid w:val="008559EC"/>
    <w:rsid w:val="00861764"/>
    <w:rsid w:val="00873F9C"/>
    <w:rsid w:val="0088623E"/>
    <w:rsid w:val="008A7887"/>
    <w:rsid w:val="008C0674"/>
    <w:rsid w:val="008D4703"/>
    <w:rsid w:val="008D4A05"/>
    <w:rsid w:val="008E1652"/>
    <w:rsid w:val="008F2295"/>
    <w:rsid w:val="00904550"/>
    <w:rsid w:val="009129B8"/>
    <w:rsid w:val="00916BB8"/>
    <w:rsid w:val="00927EC2"/>
    <w:rsid w:val="00977FD2"/>
    <w:rsid w:val="009C3486"/>
    <w:rsid w:val="009D1A66"/>
    <w:rsid w:val="00A01A08"/>
    <w:rsid w:val="00A13DEA"/>
    <w:rsid w:val="00A230D7"/>
    <w:rsid w:val="00A30E60"/>
    <w:rsid w:val="00A32F41"/>
    <w:rsid w:val="00A33563"/>
    <w:rsid w:val="00A36AD0"/>
    <w:rsid w:val="00A53D43"/>
    <w:rsid w:val="00A6046F"/>
    <w:rsid w:val="00A77454"/>
    <w:rsid w:val="00A86050"/>
    <w:rsid w:val="00A91238"/>
    <w:rsid w:val="00A951CD"/>
    <w:rsid w:val="00AA1CE3"/>
    <w:rsid w:val="00AC2165"/>
    <w:rsid w:val="00AD7011"/>
    <w:rsid w:val="00AE4BAE"/>
    <w:rsid w:val="00B15D4D"/>
    <w:rsid w:val="00B34F9D"/>
    <w:rsid w:val="00B47ED8"/>
    <w:rsid w:val="00B549C7"/>
    <w:rsid w:val="00B600C0"/>
    <w:rsid w:val="00B67DE2"/>
    <w:rsid w:val="00B76A93"/>
    <w:rsid w:val="00B80AB8"/>
    <w:rsid w:val="00B846D4"/>
    <w:rsid w:val="00B97045"/>
    <w:rsid w:val="00BA2905"/>
    <w:rsid w:val="00BB094B"/>
    <w:rsid w:val="00BB48D7"/>
    <w:rsid w:val="00BE5C76"/>
    <w:rsid w:val="00C0294A"/>
    <w:rsid w:val="00C169B0"/>
    <w:rsid w:val="00C32181"/>
    <w:rsid w:val="00C3595F"/>
    <w:rsid w:val="00C466DB"/>
    <w:rsid w:val="00C734B6"/>
    <w:rsid w:val="00C7573D"/>
    <w:rsid w:val="00C82F2E"/>
    <w:rsid w:val="00C90E4B"/>
    <w:rsid w:val="00CA14B6"/>
    <w:rsid w:val="00CB4904"/>
    <w:rsid w:val="00CC7FFA"/>
    <w:rsid w:val="00CD4E95"/>
    <w:rsid w:val="00CD57C1"/>
    <w:rsid w:val="00CE156C"/>
    <w:rsid w:val="00CE4580"/>
    <w:rsid w:val="00CE76F8"/>
    <w:rsid w:val="00CF100F"/>
    <w:rsid w:val="00CF62BD"/>
    <w:rsid w:val="00D14009"/>
    <w:rsid w:val="00D253C0"/>
    <w:rsid w:val="00D32826"/>
    <w:rsid w:val="00D5233F"/>
    <w:rsid w:val="00D5426F"/>
    <w:rsid w:val="00D55F99"/>
    <w:rsid w:val="00D72B9D"/>
    <w:rsid w:val="00D83156"/>
    <w:rsid w:val="00D86EE7"/>
    <w:rsid w:val="00DA19AF"/>
    <w:rsid w:val="00DC79F5"/>
    <w:rsid w:val="00DE5B87"/>
    <w:rsid w:val="00DE656A"/>
    <w:rsid w:val="00DF24F9"/>
    <w:rsid w:val="00DF7ADE"/>
    <w:rsid w:val="00E422BD"/>
    <w:rsid w:val="00E46EE9"/>
    <w:rsid w:val="00E57124"/>
    <w:rsid w:val="00E65572"/>
    <w:rsid w:val="00EB0995"/>
    <w:rsid w:val="00EB76E8"/>
    <w:rsid w:val="00EC243A"/>
    <w:rsid w:val="00EC7553"/>
    <w:rsid w:val="00EE315E"/>
    <w:rsid w:val="00F14155"/>
    <w:rsid w:val="00F25A56"/>
    <w:rsid w:val="00F34C99"/>
    <w:rsid w:val="00F351F4"/>
    <w:rsid w:val="00F35E00"/>
    <w:rsid w:val="00F4769E"/>
    <w:rsid w:val="00F567D3"/>
    <w:rsid w:val="00F667A4"/>
    <w:rsid w:val="00F71458"/>
    <w:rsid w:val="00F718B8"/>
    <w:rsid w:val="00FA21E2"/>
    <w:rsid w:val="00FC44C5"/>
    <w:rsid w:val="00FE01EC"/>
    <w:rsid w:val="00FE5148"/>
    <w:rsid w:val="00FF4402"/>
    <w:rsid w:val="09CA3A9B"/>
    <w:rsid w:val="0C01364B"/>
    <w:rsid w:val="0D6E1A9C"/>
    <w:rsid w:val="0E820DD6"/>
    <w:rsid w:val="0EDC54F9"/>
    <w:rsid w:val="0EFF5B2D"/>
    <w:rsid w:val="12110674"/>
    <w:rsid w:val="12FE7775"/>
    <w:rsid w:val="136844FD"/>
    <w:rsid w:val="1A5A54AC"/>
    <w:rsid w:val="1F447081"/>
    <w:rsid w:val="1F474AF3"/>
    <w:rsid w:val="20421A2E"/>
    <w:rsid w:val="26CD6BA6"/>
    <w:rsid w:val="286848B2"/>
    <w:rsid w:val="295123BA"/>
    <w:rsid w:val="2D22236C"/>
    <w:rsid w:val="305F7DA6"/>
    <w:rsid w:val="35811A11"/>
    <w:rsid w:val="35FB46C9"/>
    <w:rsid w:val="36CF0B90"/>
    <w:rsid w:val="39DA55A2"/>
    <w:rsid w:val="3AFF6FB7"/>
    <w:rsid w:val="3C126DDF"/>
    <w:rsid w:val="3DC4142B"/>
    <w:rsid w:val="44114591"/>
    <w:rsid w:val="450F1234"/>
    <w:rsid w:val="45D31231"/>
    <w:rsid w:val="46C5684A"/>
    <w:rsid w:val="47D63C7E"/>
    <w:rsid w:val="4A1F5AA4"/>
    <w:rsid w:val="4B23745C"/>
    <w:rsid w:val="4E4C1710"/>
    <w:rsid w:val="4E4E7E90"/>
    <w:rsid w:val="500D0D39"/>
    <w:rsid w:val="53B60519"/>
    <w:rsid w:val="54174880"/>
    <w:rsid w:val="54F501BD"/>
    <w:rsid w:val="563554AC"/>
    <w:rsid w:val="5A117999"/>
    <w:rsid w:val="5B04758D"/>
    <w:rsid w:val="5C922818"/>
    <w:rsid w:val="62187CFF"/>
    <w:rsid w:val="66255DF9"/>
    <w:rsid w:val="68B96F7B"/>
    <w:rsid w:val="69C06143"/>
    <w:rsid w:val="69F433D3"/>
    <w:rsid w:val="6D123F7D"/>
    <w:rsid w:val="6D7E4722"/>
    <w:rsid w:val="6F944B9F"/>
    <w:rsid w:val="734569B5"/>
    <w:rsid w:val="756F610B"/>
    <w:rsid w:val="783035C7"/>
    <w:rsid w:val="796B2BC8"/>
    <w:rsid w:val="7A7220E2"/>
    <w:rsid w:val="7B736853"/>
    <w:rsid w:val="7CAF5F86"/>
    <w:rsid w:val="7D505061"/>
    <w:rsid w:val="7D7B7BEC"/>
    <w:rsid w:val="7D8E3E8E"/>
    <w:rsid w:val="7E681F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Normal Indent"/>
    <w:basedOn w:val="1"/>
    <w:uiPriority w:val="0"/>
    <w:pPr>
      <w:ind w:firstLine="420"/>
    </w:pPr>
    <w:rPr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Cs w:val="18"/>
    </w:rPr>
  </w:style>
  <w:style w:type="character" w:styleId="9">
    <w:name w:val="page number"/>
    <w:basedOn w:val="8"/>
    <w:uiPriority w:val="0"/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页脚 Char"/>
    <w:basedOn w:val="8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7" Type="http://schemas.openxmlformats.org/officeDocument/2006/relationships/fontTable" Target="fontTable.xml"/><Relationship Id="rId76" Type="http://schemas.openxmlformats.org/officeDocument/2006/relationships/numbering" Target="numbering.xml"/><Relationship Id="rId75" Type="http://schemas.openxmlformats.org/officeDocument/2006/relationships/customXml" Target="../customXml/item1.xml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theme" Target="theme/theme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footer" Target="foot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wmf"/><Relationship Id="rId32" Type="http://schemas.openxmlformats.org/officeDocument/2006/relationships/oleObject" Target="embeddings/oleObject1.bin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0334;&#24230;&#20113;&#21516;&#27493;&#30424;\&#31995;&#32479;&#25991;&#20214;&#65292;&#21247;&#21160;&#65281;\01&#12289;&#25105;&#30340;&#22320;&#30424;\01.&#25945;&#30740;&#23460;&#24037;&#20316;\01.&#35797;&#39064;&#24037;&#20316;\05.&#35797;&#39064;&#27169;&#29256;\&#35797;&#39064;&#27169;&#26495;&#39640;&#26495;&#26412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0"/>
    <customShpInfo spid="_x0000_s2049"/>
    <customShpInfo spid="_x0000_s1030"/>
    <customShpInfo spid="_x0000_s1039"/>
    <customShpInfo spid="_x0000_s1049"/>
    <customShpInfo spid="_x0000_s1062"/>
    <customShpInfo spid="_x0000_s1053"/>
    <customShpInfo spid="_x0000_s1054"/>
    <customShpInfo spid="_x0000_s1056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试题模板高板本</Template>
  <Pages>3</Pages>
  <Words>58</Words>
  <Characters>2245</Characters>
  <Lines>2</Lines>
  <Paragraphs>1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2020-06-04T03:43:00Z</dcterms:created>
  <cp:keywords>宁津县8开双面双页码密封试卷模板</cp:keywords>
  <cp:lastPrinted>2008-04-16T07:37:00Z</cp:lastPrinted>
  <dcterms:modified xsi:type="dcterms:W3CDTF">2021-02-12T10:25:37Z</dcterms:modified>
  <dc:subject>此试卷基于“宁津县8开双面双页码密封试卷模板”创建</dc:subject>
  <dc:title>8开双面双页码密封试卷模板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