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0" w:after="0" w:line="514" w:lineRule="exact"/>
        <w:ind w:left="2462" w:right="2465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7pt;margin-top:876pt;margin-left:96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pict>
          <v:group id="_x0000_s1462" o:spid="_x0000_s1026" style="width:119.25pt;height:624.45pt;margin-top:12.1pt;margin-left:74.25pt;mso-height-relative:page;mso-position-horizontal-relative:page;mso-position-vertical-relative:page;mso-width-relative:page;position:absolute;z-index:-251657216" coordorigin="1606,1067" coordsize="2386,12489">
            <v:group id="_x0000_s1463" o:spid="_x0000_s1027" style="width:2;height:12472;left:1614;position:absolute;top:1076" coordorigin="1614,1076" coordsize="2,12472">
              <v:shape id="_x0000_s1464" o:spid="_x0000_s1028" style="width:2;height:12472;left:1614;position:absolute;top:1076" coordorigin="1614,1076" coordsize="0,12472" path="m1614,13548l1614,1076e" filled="f" stroked="t" strokecolor="black">
                <v:path arrowok="t"/>
              </v:shape>
              <v:shape id="_x0000_s1465" o:spid="_x0000_s1029" type="#_x0000_t75" style="width:2335;height:1764;left:1656;position:absolute;top:9490" coordsize="21600,21600" filled="f">
                <v:imagedata r:id="rId6" o:title=""/>
                <o:lock v:ext="edit" aspectratio="t"/>
              </v:shape>
            </v:group>
          </v:group>
        </w:pic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太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原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市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第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五十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六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中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学校</w:t>
      </w:r>
    </w:p>
    <w:p>
      <w:pPr>
        <w:spacing w:before="2" w:after="0" w:line="130" w:lineRule="exact"/>
        <w:jc w:val="left"/>
        <w:rPr>
          <w:sz w:val="13"/>
          <w:szCs w:val="13"/>
        </w:rPr>
      </w:pPr>
    </w:p>
    <w:p>
      <w:pPr>
        <w:spacing w:before="0" w:after="0" w:line="301" w:lineRule="auto"/>
        <w:ind w:left="1199" w:right="1205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Times New Roman" w:eastAsia="Times New Roman" w:hAnsi="Times New Roman" w:cs="Times New Roman"/>
          <w:spacing w:val="1"/>
          <w:w w:val="100"/>
          <w:sz w:val="32"/>
          <w:szCs w:val="32"/>
        </w:rPr>
        <w:t>202</w:t>
      </w:r>
      <w:r>
        <w:rPr>
          <w:rFonts w:ascii="Times New Roman" w:eastAsia="Times New Roman" w:hAnsi="Times New Roman" w:cs="Times New Roman"/>
          <w:spacing w:val="-1"/>
          <w:w w:val="1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32"/>
          <w:szCs w:val="32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32"/>
          <w:szCs w:val="32"/>
        </w:rPr>
        <w:t>202</w:t>
      </w:r>
      <w:r>
        <w:rPr>
          <w:rFonts w:ascii="Times New Roman" w:eastAsia="Times New Roman" w:hAnsi="Times New Roman" w:cs="Times New Roman"/>
          <w:spacing w:val="0"/>
          <w:w w:val="1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spacing w:val="-18"/>
          <w:w w:val="100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学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年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第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二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学期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七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年级第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二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次月考 数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学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试卷</w:t>
      </w:r>
    </w:p>
    <w:p>
      <w:pPr>
        <w:tabs>
          <w:tab w:val="left" w:pos="4680"/>
        </w:tabs>
        <w:spacing w:before="19" w:after="0" w:line="240" w:lineRule="auto"/>
        <w:ind w:left="2755" w:right="2758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时间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分值</w:t>
      </w:r>
      <w:r>
        <w:rPr>
          <w:rFonts w:ascii="宋体" w:eastAsia="宋体" w:hAnsi="宋体" w:cs="宋体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</w:p>
    <w:p>
      <w:pPr>
        <w:spacing w:before="9" w:after="0" w:line="388" w:lineRule="exact"/>
        <w:ind w:left="610" w:right="76" w:hanging="509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一、选</w:t>
      </w:r>
      <w:r>
        <w:rPr>
          <w:rFonts w:ascii="宋体" w:eastAsia="宋体" w:hAnsi="宋体" w:cs="宋体"/>
          <w:spacing w:val="2"/>
          <w:sz w:val="24"/>
          <w:szCs w:val="24"/>
        </w:rPr>
        <w:t>择</w:t>
      </w:r>
      <w:r>
        <w:rPr>
          <w:rFonts w:ascii="宋体" w:eastAsia="宋体" w:hAnsi="宋体" w:cs="宋体"/>
          <w:spacing w:val="0"/>
          <w:sz w:val="24"/>
          <w:szCs w:val="24"/>
        </w:rPr>
        <w:t>题（本大题共含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10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个小题，每小题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3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30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分）下列各题给出的四 个选项中，只有一个符合要求，请将正确答案的字母代号填入相应的位置.</w:t>
      </w:r>
    </w:p>
    <w:p>
      <w:pPr>
        <w:tabs>
          <w:tab w:val="left" w:pos="3460"/>
          <w:tab w:val="left" w:pos="4060"/>
        </w:tabs>
        <w:spacing w:before="0" w:after="0" w:line="347" w:lineRule="exact"/>
        <w:ind w:left="130"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group id="_x0000_s1026" o:spid="_x0000_s1030" style="width:360.9pt;height:90.1pt;margin-top:13.55pt;margin-left:109.8pt;mso-height-relative:page;mso-position-horizontal-relative:page;mso-width-relative:page;position:absolute;z-index:-251656192" coordorigin="2196,272" coordsize="7219,1802">
            <v:shape id="_x0000_s1027" o:spid="_x0000_s1031" type="#_x0000_t75" style="width:1601;height:1774;left:2196;position:absolute;top:301" coordsize="21600,21600" filled="f">
              <v:imagedata r:id="rId7" o:title=""/>
              <o:lock v:ext="edit" aspectratio="t"/>
            </v:shape>
            <v:shape id="_x0000_s1028" o:spid="_x0000_s1032" type="#_x0000_t75" style="width:2208;height:1771;left:3631;position:absolute;top:272" coordsize="21600,21600" filled="f">
              <v:imagedata r:id="rId8" o:title=""/>
              <o:lock v:ext="edit" aspectratio="t"/>
            </v:shape>
            <v:shape id="_x0000_s1029" o:spid="_x0000_s1033" type="#_x0000_t75" style="width:1870;height:1522;left:5772;position:absolute;top:471" coordsize="21600,21600" filled="f">
              <v:imagedata r:id="rId9" o:title=""/>
              <o:lock v:ext="edit" aspectratio="t"/>
            </v:shape>
            <v:shape id="_x0000_s1030" o:spid="_x0000_s1034" type="#_x0000_t75" style="width:1831;height:1642;left:7584;position:absolute;top:274" coordsize="21600,21600" filled="f">
              <v:imagedata r:id="rId10" o:title=""/>
              <o:lock v:ext="edit" aspectratio="t"/>
            </v:shape>
          </v:group>
        </w:pic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1.下列图形是轴对称图形的是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(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)</w:t>
      </w:r>
    </w:p>
    <w:p>
      <w:pPr>
        <w:spacing w:before="5" w:after="0" w:line="190" w:lineRule="exact"/>
        <w:jc w:val="left"/>
        <w:rPr>
          <w:sz w:val="19"/>
          <w:szCs w:val="19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2980"/>
          <w:tab w:val="left" w:pos="5020"/>
          <w:tab w:val="left" w:pos="7060"/>
        </w:tabs>
        <w:spacing w:before="0" w:after="0" w:line="240" w:lineRule="auto"/>
        <w:ind w:left="106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A.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B.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C.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D.</w:t>
      </w:r>
    </w:p>
    <w:p>
      <w:pPr>
        <w:tabs>
          <w:tab w:val="left" w:pos="5500"/>
        </w:tabs>
        <w:spacing w:before="37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2.如图，∠1＝115°，∠2＝50°，那么∠3＝(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)</w:t>
      </w:r>
    </w:p>
    <w:p>
      <w:pPr>
        <w:tabs>
          <w:tab w:val="left" w:pos="2500"/>
          <w:tab w:val="left" w:pos="4660"/>
          <w:tab w:val="left" w:pos="6700"/>
        </w:tabs>
        <w:spacing w:before="73" w:after="0" w:line="240" w:lineRule="auto"/>
        <w:ind w:left="34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A．60°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B.40°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C.30°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D.65°</w:t>
      </w:r>
    </w:p>
    <w:p>
      <w:pPr>
        <w:tabs>
          <w:tab w:val="left" w:pos="3340"/>
        </w:tabs>
        <w:spacing w:before="75" w:after="0" w:line="265" w:lineRule="auto"/>
        <w:ind w:left="342" w:right="-73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3.如图</w:t>
      </w:r>
      <w:r>
        <w:rPr>
          <w:rFonts w:ascii="宋体" w:eastAsia="宋体" w:hAnsi="宋体" w:cs="宋体"/>
          <w:spacing w:val="-91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在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Rt△ABC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中</w:t>
      </w:r>
      <w:r>
        <w:rPr>
          <w:rFonts w:ascii="宋体" w:eastAsia="宋体" w:hAnsi="宋体" w:cs="宋体"/>
          <w:spacing w:val="-89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∠C=90°</w:t>
      </w:r>
      <w:r>
        <w:rPr>
          <w:rFonts w:ascii="宋体" w:eastAsia="宋体" w:hAnsi="宋体" w:cs="宋体"/>
          <w:spacing w:val="-89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∠BAC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的角平分线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AD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交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于点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</w:t>
      </w:r>
      <w:r>
        <w:rPr>
          <w:rFonts w:ascii="宋体" w:eastAsia="宋体" w:hAnsi="宋体" w:cs="宋体"/>
          <w:spacing w:val="-89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BC=7</w:t>
      </w:r>
      <w:r>
        <w:rPr>
          <w:rFonts w:ascii="宋体" w:eastAsia="宋体" w:hAnsi="宋体" w:cs="宋体"/>
          <w:spacing w:val="-91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BD=4， 则点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到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AB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的距离是（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620"/>
          <w:tab w:val="left" w:pos="4780"/>
          <w:tab w:val="left" w:pos="6820"/>
        </w:tabs>
        <w:spacing w:before="9" w:after="0" w:line="240" w:lineRule="auto"/>
        <w:ind w:left="34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A．2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B. 3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C. 4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D. 5</w:t>
      </w:r>
    </w:p>
    <w:p>
      <w:pPr>
        <w:tabs>
          <w:tab w:val="left" w:pos="2680"/>
          <w:tab w:val="left" w:pos="4780"/>
          <w:tab w:val="left" w:pos="6880"/>
          <w:tab w:val="left" w:pos="7360"/>
        </w:tabs>
        <w:spacing w:before="37" w:after="0" w:line="263" w:lineRule="auto"/>
        <w:ind w:left="342" w:right="1098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4.如图，AD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是等腰三角形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的顶角平分线，BD=5，则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CD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等于(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) A. 10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B. 5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C. 4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D. 3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2862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1" o:spid="_x0000_s1035" type="#_x0000_t75" style="width:104.45pt;height:65.55pt;margin-top:10.3pt;margin-left:342pt;mso-height-relative:page;mso-position-horizontal-relative:page;mso-width-relative:page;position:absolute;z-index:-251655168" coordsize="21600,21600" filled="f">
            <v:imagedata r:id="rId11" o:title=""/>
            <o:lock v:ext="edit" aspectratio="t"/>
          </v:shape>
        </w:pict>
      </w:r>
      <w:r>
        <w:pict>
          <v:shape id="_x0000_i1036" type="#_x0000_t75" style="width:84.45pt;height:82.55pt" coordsize="21600,21600" filled="f">
            <v:imagedata r:id="rId12" o:title=""/>
            <o:lock v:ext="edit" aspectratio="t"/>
            <w10:anchorlock/>
          </v:shape>
        </w:pict>
      </w:r>
    </w:p>
    <w:p>
      <w:pPr>
        <w:tabs>
          <w:tab w:val="left" w:pos="3160"/>
          <w:tab w:val="left" w:pos="5940"/>
        </w:tabs>
        <w:spacing w:before="51" w:after="0" w:line="240" w:lineRule="auto"/>
        <w:ind w:left="550" w:right="-20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sz w:val="18"/>
          <w:szCs w:val="18"/>
        </w:rPr>
        <w:t>2</w:t>
      </w:r>
      <w:r>
        <w:rPr>
          <w:rFonts w:ascii="宋体" w:eastAsia="宋体" w:hAnsi="宋体" w:cs="宋体"/>
          <w:spacing w:val="-46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7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3</w:t>
      </w:r>
      <w:r>
        <w:rPr>
          <w:rFonts w:ascii="宋体" w:eastAsia="宋体" w:hAnsi="宋体" w:cs="宋体"/>
          <w:spacing w:val="-43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4</w:t>
      </w:r>
      <w:r>
        <w:rPr>
          <w:rFonts w:ascii="宋体" w:eastAsia="宋体" w:hAnsi="宋体" w:cs="宋体"/>
          <w:spacing w:val="-46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</w:p>
    <w:p>
      <w:pPr>
        <w:tabs>
          <w:tab w:val="left" w:pos="4960"/>
        </w:tabs>
        <w:spacing w:before="67" w:after="0" w:line="263" w:lineRule="auto"/>
        <w:ind w:left="342" w:right="49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5</w:t>
      </w:r>
      <w:r>
        <w:rPr>
          <w:rFonts w:ascii="宋体" w:eastAsia="宋体" w:hAnsi="宋体" w:cs="宋体"/>
          <w:spacing w:val="2"/>
          <w:sz w:val="24"/>
          <w:szCs w:val="24"/>
        </w:rPr>
        <w:t>.如图，在△</w:t>
      </w:r>
      <w:r>
        <w:rPr>
          <w:rFonts w:ascii="宋体" w:eastAsia="宋体" w:hAnsi="宋体" w:cs="宋体"/>
          <w:spacing w:val="0"/>
          <w:sz w:val="24"/>
          <w:szCs w:val="24"/>
        </w:rPr>
        <w:t>ABC</w:t>
      </w:r>
      <w:r>
        <w:rPr>
          <w:rFonts w:ascii="宋体" w:eastAsia="宋体" w:hAnsi="宋体" w:cs="宋体"/>
          <w:spacing w:val="-5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中，</w:t>
      </w:r>
      <w:r>
        <w:rPr>
          <w:rFonts w:ascii="宋体" w:eastAsia="宋体" w:hAnsi="宋体" w:cs="宋体"/>
          <w:spacing w:val="0"/>
          <w:sz w:val="24"/>
          <w:szCs w:val="24"/>
        </w:rPr>
        <w:t>AB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的垂直</w:t>
      </w:r>
      <w:r>
        <w:rPr>
          <w:rFonts w:ascii="宋体" w:eastAsia="宋体" w:hAnsi="宋体" w:cs="宋体"/>
          <w:spacing w:val="5"/>
          <w:sz w:val="24"/>
          <w:szCs w:val="24"/>
        </w:rPr>
        <w:t>平</w:t>
      </w:r>
      <w:r>
        <w:rPr>
          <w:rFonts w:ascii="宋体" w:eastAsia="宋体" w:hAnsi="宋体" w:cs="宋体"/>
          <w:spacing w:val="2"/>
          <w:sz w:val="24"/>
          <w:szCs w:val="24"/>
        </w:rPr>
        <w:t>分线</w:t>
      </w:r>
      <w:r>
        <w:rPr>
          <w:rFonts w:ascii="宋体" w:eastAsia="宋体" w:hAnsi="宋体" w:cs="宋体"/>
          <w:spacing w:val="0"/>
          <w:sz w:val="24"/>
          <w:szCs w:val="24"/>
        </w:rPr>
        <w:t>交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AB</w:t>
      </w:r>
      <w:r>
        <w:rPr>
          <w:rFonts w:ascii="宋体" w:eastAsia="宋体" w:hAnsi="宋体" w:cs="宋体"/>
          <w:spacing w:val="-5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于</w:t>
      </w:r>
      <w:r>
        <w:rPr>
          <w:rFonts w:ascii="宋体" w:eastAsia="宋体" w:hAnsi="宋体" w:cs="宋体"/>
          <w:spacing w:val="0"/>
          <w:sz w:val="24"/>
          <w:szCs w:val="24"/>
        </w:rPr>
        <w:t>点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D，</w:t>
      </w:r>
      <w:r>
        <w:rPr>
          <w:rFonts w:ascii="宋体" w:eastAsia="宋体" w:hAnsi="宋体" w:cs="宋体"/>
          <w:spacing w:val="0"/>
          <w:sz w:val="24"/>
          <w:szCs w:val="24"/>
        </w:rPr>
        <w:t>交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BC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于</w:t>
      </w:r>
      <w:r>
        <w:rPr>
          <w:rFonts w:ascii="宋体" w:eastAsia="宋体" w:hAnsi="宋体" w:cs="宋体"/>
          <w:spacing w:val="0"/>
          <w:sz w:val="24"/>
          <w:szCs w:val="24"/>
        </w:rPr>
        <w:t>点</w:t>
      </w:r>
      <w:r>
        <w:rPr>
          <w:rFonts w:ascii="宋体" w:eastAsia="宋体" w:hAnsi="宋体" w:cs="宋体"/>
          <w:spacing w:val="-5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E，连</w:t>
      </w:r>
      <w:r>
        <w:rPr>
          <w:rFonts w:ascii="宋体" w:eastAsia="宋体" w:hAnsi="宋体" w:cs="宋体"/>
          <w:spacing w:val="0"/>
          <w:sz w:val="24"/>
          <w:szCs w:val="24"/>
        </w:rPr>
        <w:t>接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E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若 BC＝5，AC＝4，则△ACE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的周长为（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400"/>
          <w:tab w:val="left" w:pos="4620"/>
          <w:tab w:val="left" w:pos="6620"/>
        </w:tabs>
        <w:spacing w:before="13" w:after="0" w:line="240" w:lineRule="auto"/>
        <w:ind w:left="34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A．9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B．10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C．13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D．14</w:t>
      </w:r>
    </w:p>
    <w:p>
      <w:pPr>
        <w:spacing w:before="0" w:after="0" w:line="339" w:lineRule="exact"/>
        <w:ind w:left="14" w:right="-20"/>
        <w:jc w:val="left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position w:val="-2"/>
          <w:sz w:val="24"/>
          <w:szCs w:val="24"/>
        </w:rPr>
        <w:t>6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.如图</w:t>
      </w:r>
      <w:r>
        <w:rPr>
          <w:rFonts w:ascii="宋体" w:eastAsia="宋体" w:hAnsi="宋体" w:cs="宋体"/>
          <w:spacing w:val="5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点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B，E，</w:t>
      </w:r>
      <w:r>
        <w:rPr>
          <w:rFonts w:ascii="宋体" w:eastAsia="宋体" w:hAnsi="宋体" w:cs="宋体"/>
          <w:spacing w:val="5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F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在同</w:t>
      </w:r>
      <w:r>
        <w:rPr>
          <w:rFonts w:ascii="宋体" w:eastAsia="宋体" w:hAnsi="宋体" w:cs="宋体"/>
          <w:spacing w:val="5"/>
          <w:position w:val="-2"/>
          <w:sz w:val="24"/>
          <w:szCs w:val="24"/>
        </w:rPr>
        <w:t>一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直线上，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且</w:t>
      </w:r>
      <w:r>
        <w:rPr>
          <w:rFonts w:ascii="宋体" w:eastAsia="宋体" w:hAnsi="宋体" w:cs="宋体"/>
          <w:spacing w:val="-55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BE=C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F，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AB=D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E，要</w:t>
      </w:r>
      <w:r>
        <w:rPr>
          <w:rFonts w:ascii="宋体" w:eastAsia="宋体" w:hAnsi="宋体" w:cs="宋体"/>
          <w:spacing w:val="5"/>
          <w:w w:val="100"/>
          <w:position w:val="-2"/>
          <w:sz w:val="24"/>
          <w:szCs w:val="24"/>
        </w:rPr>
        <w:t>使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△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AB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C≌</w:t>
      </w:r>
      <w:r>
        <w:rPr>
          <w:rFonts w:ascii="宋体" w:eastAsia="宋体" w:hAnsi="宋体" w:cs="宋体"/>
          <w:spacing w:val="5"/>
          <w:w w:val="100"/>
          <w:position w:val="-2"/>
          <w:sz w:val="24"/>
          <w:szCs w:val="24"/>
        </w:rPr>
        <w:t>△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DE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F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，</w:t>
      </w:r>
    </w:p>
    <w:p>
      <w:pPr>
        <w:tabs>
          <w:tab w:val="left" w:pos="3600"/>
        </w:tabs>
        <w:spacing w:before="35" w:after="0" w:line="240" w:lineRule="auto"/>
        <w:ind w:left="25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则下列可以添加的条件是（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280"/>
          <w:tab w:val="left" w:pos="4440"/>
          <w:tab w:val="left" w:pos="6360"/>
        </w:tabs>
        <w:spacing w:before="37" w:after="0" w:line="240" w:lineRule="auto"/>
        <w:ind w:left="25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A. BC=EF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B. ∠A=∠D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C. AC//DF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D. AC=DF</w:t>
      </w:r>
    </w:p>
    <w:p>
      <w:pPr>
        <w:tabs>
          <w:tab w:val="left" w:pos="4620"/>
        </w:tabs>
        <w:spacing w:before="35" w:after="0" w:line="240" w:lineRule="auto"/>
        <w:ind w:left="1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7.如图所示，△ABC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的边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上的高是（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before="24" w:after="0" w:line="240" w:lineRule="auto"/>
        <w:ind w:left="254" w:right="-20"/>
        <w:jc w:val="left"/>
        <w:rPr>
          <w:rFonts w:ascii="宋体" w:eastAsia="宋体" w:hAnsi="宋体" w:cs="宋体"/>
          <w:sz w:val="25"/>
          <w:szCs w:val="25"/>
        </w:rPr>
      </w:pPr>
      <w:r>
        <w:rPr>
          <w:rFonts w:ascii="宋体" w:eastAsia="宋体" w:hAnsi="宋体" w:cs="宋体"/>
          <w:sz w:val="24"/>
          <w:szCs w:val="24"/>
        </w:rPr>
        <w:t>A．线段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>E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B．线段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>A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C．线段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>D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D．线段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D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bookmarkStart w:id="0" w:name="_GoBack"/>
      <w:bookmarkEnd w:id="0"/>
      <w:r>
        <w:rPr>
          <w:rFonts w:ascii="宋体" w:eastAsia="宋体" w:hAnsi="宋体" w:cs="宋体"/>
          <w:spacing w:val="0"/>
          <w:w w:val="100"/>
          <w:sz w:val="25"/>
          <w:szCs w:val="25"/>
        </w:rPr>
        <w:t>A</w:t>
      </w:r>
    </w:p>
    <w:p>
      <w:pPr>
        <w:spacing w:before="4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322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2" o:spid="_x0000_s1037" type="#_x0000_t75" style="width:117.65pt;height:61.25pt;margin-top:8.75pt;margin-left:683.4pt;mso-height-relative:page;mso-position-horizontal-relative:page;mso-width-relative:page;position:absolute;z-index:-251654144" coordsize="21600,21600" filled="f">
            <v:imagedata r:id="rId13" o:title=""/>
            <o:lock v:ext="edit" aspectratio="t"/>
          </v:shape>
        </w:pict>
      </w:r>
      <w:r>
        <w:pict>
          <v:shape id="_x0000_s1033" o:spid="_x0000_s1038" type="#_x0000_t75" style="width:115.15pt;height:69pt;margin-top:-1.8pt;margin-left:816.95pt;mso-height-relative:page;mso-position-horizontal-relative:page;mso-width-relative:page;position:absolute;z-index:-251653120" coordsize="21600,21600" filled="f">
            <v:imagedata r:id="rId14" o:title=""/>
            <o:lock v:ext="edit" aspectratio="t"/>
          </v:shape>
        </w:pict>
      </w:r>
      <w:r>
        <w:pict>
          <v:shape id="_x0000_i1039" type="#_x0000_t75" style="width:92.9pt;height:75.05pt" coordsize="21600,21600" filled="f">
            <v:imagedata r:id="rId15" o:title=""/>
            <o:lock v:ext="edit" aspectratio="t"/>
            <w10:anchorlock/>
          </v:shape>
        </w:pict>
      </w:r>
    </w:p>
    <w:p>
      <w:pPr>
        <w:tabs>
          <w:tab w:val="left" w:pos="3520"/>
          <w:tab w:val="left" w:pos="6300"/>
        </w:tabs>
        <w:spacing w:before="6" w:after="0" w:line="240" w:lineRule="auto"/>
        <w:ind w:left="910" w:right="1441"/>
        <w:jc w:val="center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sz w:val="18"/>
          <w:szCs w:val="18"/>
        </w:rPr>
        <w:t>5</w:t>
      </w:r>
      <w:r>
        <w:rPr>
          <w:rFonts w:ascii="宋体" w:eastAsia="宋体" w:hAnsi="宋体" w:cs="宋体"/>
          <w:spacing w:val="-46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6</w:t>
      </w:r>
      <w:r>
        <w:rPr>
          <w:rFonts w:ascii="宋体" w:eastAsia="宋体" w:hAnsi="宋体" w:cs="宋体"/>
          <w:spacing w:val="-46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7</w:t>
      </w:r>
      <w:r>
        <w:rPr>
          <w:rFonts w:ascii="宋体" w:eastAsia="宋体" w:hAnsi="宋体" w:cs="宋体"/>
          <w:spacing w:val="-46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</w:p>
    <w:p>
      <w:pPr>
        <w:tabs>
          <w:tab w:val="left" w:pos="2400"/>
        </w:tabs>
        <w:spacing w:before="67" w:after="0" w:line="263" w:lineRule="auto"/>
        <w:ind w:left="254" w:right="41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8.如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图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，用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尺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规作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已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知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角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角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平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线，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其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根据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构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造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两个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角形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全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等，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它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所用到 的判别方法是（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340"/>
          <w:tab w:val="left" w:pos="4440"/>
          <w:tab w:val="left" w:pos="6420"/>
        </w:tabs>
        <w:spacing w:before="13" w:after="0" w:line="240" w:lineRule="auto"/>
        <w:ind w:left="25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A．SAS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B．ASA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C．AAS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D．SSS</w:t>
      </w:r>
    </w:p>
    <w:p>
      <w:pPr>
        <w:spacing w:before="35" w:after="0" w:line="240" w:lineRule="auto"/>
        <w:ind w:left="1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9.如图</w:t>
      </w:r>
      <w:r>
        <w:rPr>
          <w:rFonts w:ascii="宋体" w:eastAsia="宋体" w:hAnsi="宋体" w:cs="宋体"/>
          <w:spacing w:val="-5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△ABC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中</w:t>
      </w:r>
      <w:r>
        <w:rPr>
          <w:rFonts w:ascii="宋体" w:eastAsia="宋体" w:hAnsi="宋体" w:cs="宋体"/>
          <w:spacing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∠A＝60°</w:t>
      </w:r>
      <w:r>
        <w:rPr>
          <w:rFonts w:ascii="宋体" w:eastAsia="宋体" w:hAnsi="宋体" w:cs="宋体"/>
          <w:spacing w:val="-5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E</w:t>
      </w:r>
      <w:r>
        <w:rPr>
          <w:rFonts w:ascii="宋体" w:eastAsia="宋体" w:hAnsi="宋体" w:cs="宋体"/>
          <w:spacing w:val="-5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F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在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AB</w:t>
      </w:r>
      <w:r>
        <w:rPr>
          <w:rFonts w:ascii="宋体" w:eastAsia="宋体" w:hAnsi="宋体" w:cs="宋体"/>
          <w:spacing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AC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上</w:t>
      </w:r>
      <w:r>
        <w:rPr>
          <w:rFonts w:ascii="宋体" w:eastAsia="宋体" w:hAnsi="宋体" w:cs="宋体"/>
          <w:spacing w:val="-5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沿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EF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向内折叠△AEF</w:t>
      </w:r>
      <w:r>
        <w:rPr>
          <w:rFonts w:ascii="宋体" w:eastAsia="宋体" w:hAnsi="宋体" w:cs="宋体"/>
          <w:spacing w:val="-5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得</w:t>
      </w:r>
    </w:p>
    <w:p>
      <w:pPr>
        <w:tabs>
          <w:tab w:val="left" w:pos="4380"/>
        </w:tabs>
        <w:spacing w:before="37" w:after="0" w:line="240" w:lineRule="auto"/>
        <w:ind w:left="25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△DEF，则图中∠1＋∠2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的和等于(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)</w:t>
      </w:r>
    </w:p>
    <w:p>
      <w:pPr>
        <w:tabs>
          <w:tab w:val="left" w:pos="2280"/>
          <w:tab w:val="left" w:pos="4440"/>
          <w:tab w:val="left" w:pos="6480"/>
        </w:tabs>
        <w:spacing w:before="35" w:after="0" w:line="240" w:lineRule="auto"/>
        <w:ind w:left="25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A．60°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B．90°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C．120°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D．150°</w:t>
      </w:r>
    </w:p>
    <w:p>
      <w:pPr>
        <w:tabs>
          <w:tab w:val="left" w:pos="1700"/>
          <w:tab w:val="left" w:pos="6580"/>
        </w:tabs>
        <w:spacing w:before="13" w:after="0" w:line="610" w:lineRule="exact"/>
        <w:ind w:left="254" w:right="745" w:hanging="240"/>
        <w:jc w:val="left"/>
        <w:rPr>
          <w:rFonts w:ascii="宋体" w:eastAsia="宋体" w:hAnsi="宋体" w:cs="宋体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o:spid="_x0000_s1040" type="#_x0000_t202" style="width:20.1pt;height:8.05pt;margin-top:20.4pt;margin-left:862.75pt;mso-height-relative:page;mso-position-horizontal-relative:page;mso-width-relative:page;position:absolute;z-index:-251652096" coordsize="21600,21600" filled="f" stroked="f">
            <v:stroke joinstyle="miter"/>
            <v:textbox inset="0,0,0,0">
              <w:txbxContent>
                <w:p>
                  <w:pPr>
                    <w:spacing w:before="0" w:after="0" w:line="161" w:lineRule="exact"/>
                    <w:ind w:right="-64"/>
                    <w:jc w:val="left"/>
                    <w:rPr>
                      <w:rFonts w:ascii="宋体" w:eastAsia="宋体" w:hAnsi="宋体" w:cs="宋体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0"/>
                      <w:sz w:val="16"/>
                      <w:szCs w:val="16"/>
                    </w:rPr>
                    <w:t>△</w:t>
                  </w:r>
                  <w:r>
                    <w:rPr>
                      <w:rFonts w:ascii="宋体" w:eastAsia="宋体" w:hAnsi="宋体" w:cs="宋体"/>
                      <w:spacing w:val="-1"/>
                      <w:w w:val="100"/>
                      <w:position w:val="0"/>
                      <w:sz w:val="16"/>
                      <w:szCs w:val="16"/>
                    </w:rPr>
                    <w:t>B</w:t>
                  </w:r>
                  <w:r>
                    <w:rPr>
                      <w:rFonts w:ascii="宋体" w:eastAsia="宋体" w:hAnsi="宋体" w:cs="宋体"/>
                      <w:spacing w:val="1"/>
                      <w:w w:val="100"/>
                      <w:position w:val="0"/>
                      <w:sz w:val="16"/>
                      <w:szCs w:val="16"/>
                    </w:rPr>
                    <w:t>E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0"/>
                      <w:sz w:val="16"/>
                      <w:szCs w:val="16"/>
                    </w:rPr>
                    <w:t>F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z w:val="24"/>
          <w:szCs w:val="24"/>
        </w:rPr>
        <w:t>10.如图，在△ABC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中，E、F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分别是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AD、CE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边的中点，且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S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＝2cm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>2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，则 S</w:t>
      </w:r>
      <w:r>
        <w:rPr>
          <w:rFonts w:ascii="宋体" w:eastAsia="宋体" w:hAnsi="宋体" w:cs="宋体"/>
          <w:spacing w:val="0"/>
          <w:w w:val="99"/>
          <w:position w:val="-3"/>
          <w:sz w:val="14"/>
          <w:szCs w:val="14"/>
        </w:rPr>
        <w:t>△ABC</w:t>
      </w:r>
      <w:r>
        <w:rPr>
          <w:rFonts w:ascii="宋体" w:eastAsia="宋体" w:hAnsi="宋体" w:cs="宋体"/>
          <w:spacing w:val="-34"/>
          <w:w w:val="100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为（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</w:t>
      </w:r>
    </w:p>
    <w:p>
      <w:pPr>
        <w:tabs>
          <w:tab w:val="left" w:pos="2300"/>
          <w:tab w:val="left" w:pos="4400"/>
          <w:tab w:val="left" w:pos="6860"/>
        </w:tabs>
        <w:spacing w:before="52" w:after="0" w:line="240" w:lineRule="auto"/>
        <w:ind w:left="254" w:right="-20"/>
        <w:jc w:val="left"/>
        <w:rPr>
          <w:rFonts w:ascii="宋体" w:eastAsia="宋体" w:hAnsi="宋体" w:cs="宋体"/>
          <w:sz w:val="12"/>
          <w:szCs w:val="12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A．4 cm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>2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B．6 cm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>2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C．8 cm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>2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D. 10cm</w:t>
      </w:r>
      <w:r>
        <w:rPr>
          <w:rFonts w:ascii="宋体" w:eastAsia="宋体" w:hAnsi="宋体" w:cs="宋体"/>
          <w:spacing w:val="0"/>
          <w:w w:val="100"/>
          <w:position w:val="12"/>
          <w:sz w:val="12"/>
          <w:szCs w:val="12"/>
        </w:rPr>
        <w:t>2</w:t>
      </w:r>
    </w:p>
    <w:p>
      <w:pPr>
        <w:spacing w:before="6" w:after="0" w:line="120" w:lineRule="exact"/>
        <w:jc w:val="left"/>
        <w:rPr>
          <w:sz w:val="12"/>
          <w:szCs w:val="12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5" o:spid="_x0000_s1041" type="#_x0000_t75" style="width:81.05pt;height:77.85pt;margin-top:5.4pt;margin-left:714.2pt;mso-height-relative:page;mso-position-horizontal-relative:page;mso-width-relative:page;position:absolute;z-index:-251651072" coordsize="21600,21600" filled="f">
            <v:imagedata r:id="rId16" o:title=""/>
            <o:lock v:ext="edit" aspectratio="t"/>
          </v:shape>
        </w:pict>
      </w:r>
      <w:r>
        <w:pict>
          <v:shape id="_x0000_s1036" o:spid="_x0000_s1042" type="#_x0000_t75" style="width:95.15pt;height:82.2pt;margin-top:0.2pt;margin-left:844.3pt;mso-height-relative:page;mso-position-horizontal-relative:page;mso-width-relative:page;position:absolute;z-index:-251650048" coordsize="21600,21600" filled="f">
            <v:imagedata r:id="rId17" o:title=""/>
            <o:lock v:ext="edit" aspectratio="t"/>
          </v:shape>
        </w:pict>
      </w:r>
      <w:r>
        <w:pict>
          <v:shape id="_x0000_i1043" type="#_x0000_t75" style="width:117.7pt;height:81pt" coordsize="21600,21600" filled="f">
            <v:imagedata r:id="rId18" o:title=""/>
            <o:lock v:ext="edit" aspectratio="t"/>
            <w10:anchorlock/>
          </v:shape>
        </w:pict>
      </w: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tabs>
          <w:tab w:val="left" w:pos="3580"/>
          <w:tab w:val="left" w:pos="6380"/>
        </w:tabs>
        <w:spacing w:before="0" w:after="0" w:line="240" w:lineRule="auto"/>
        <w:ind w:left="897" w:right="1248"/>
        <w:jc w:val="center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sz w:val="18"/>
          <w:szCs w:val="18"/>
        </w:rPr>
        <w:t>8</w:t>
      </w:r>
      <w:r>
        <w:rPr>
          <w:rFonts w:ascii="宋体" w:eastAsia="宋体" w:hAnsi="宋体" w:cs="宋体"/>
          <w:spacing w:val="-46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9</w:t>
      </w:r>
      <w:r>
        <w:rPr>
          <w:rFonts w:ascii="宋体" w:eastAsia="宋体" w:hAnsi="宋体" w:cs="宋体"/>
          <w:spacing w:val="-46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1"/>
          <w:w w:val="100"/>
          <w:sz w:val="18"/>
          <w:szCs w:val="18"/>
        </w:rPr>
        <w:t>1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0</w:t>
      </w:r>
      <w:r>
        <w:rPr>
          <w:rFonts w:ascii="宋体" w:eastAsia="宋体" w:hAnsi="宋体" w:cs="宋体"/>
          <w:spacing w:val="-48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8" w:after="0" w:line="240" w:lineRule="exact"/>
        <w:jc w:val="left"/>
        <w:rPr>
          <w:sz w:val="24"/>
          <w:szCs w:val="24"/>
        </w:rPr>
      </w:pPr>
    </w:p>
    <w:p>
      <w:pPr>
        <w:spacing w:before="0" w:after="0" w:line="263" w:lineRule="auto"/>
        <w:ind w:left="523" w:right="41" w:hanging="509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二、填</w:t>
      </w:r>
      <w:r>
        <w:rPr>
          <w:rFonts w:ascii="宋体" w:eastAsia="宋体" w:hAnsi="宋体" w:cs="宋体"/>
          <w:spacing w:val="2"/>
          <w:sz w:val="24"/>
          <w:szCs w:val="24"/>
        </w:rPr>
        <w:t>空</w:t>
      </w:r>
      <w:r>
        <w:rPr>
          <w:rFonts w:ascii="宋体" w:eastAsia="宋体" w:hAnsi="宋体" w:cs="宋体"/>
          <w:spacing w:val="-24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sz w:val="24"/>
          <w:szCs w:val="24"/>
        </w:rPr>
        <w:t>（本大题共含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个小题</w:t>
      </w:r>
      <w:r>
        <w:rPr>
          <w:rFonts w:ascii="宋体" w:eastAsia="宋体" w:hAnsi="宋体" w:cs="宋体"/>
          <w:spacing w:val="-24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每小题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3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分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15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-24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把结果直接写在题中 横线上</w:t>
      </w:r>
    </w:p>
    <w:p>
      <w:pPr>
        <w:tabs>
          <w:tab w:val="left" w:pos="8100"/>
        </w:tabs>
        <w:spacing w:before="13" w:after="0" w:line="240" w:lineRule="auto"/>
        <w:ind w:left="14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11.若直角三角形一个锐角的度数为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30°，那么另一个锐角的度数为</w:t>
      </w:r>
      <w:r>
        <w:rPr>
          <w:rFonts w:ascii="宋体" w:eastAsia="宋体" w:hAnsi="宋体" w:cs="宋体"/>
          <w:spacing w:val="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  <w:u w:val="single" w:color="000000"/>
        </w:rPr>
        <w:tab/>
      </w:r>
    </w:p>
    <w:p>
      <w:pPr>
        <w:spacing w:after="0" w:line="240" w:lineRule="auto"/>
        <w:jc w:val="left"/>
        <w:rPr>
          <w:rFonts w:ascii="宋体" w:eastAsia="宋体" w:hAnsi="宋体" w:cs="宋体"/>
          <w:sz w:val="24"/>
          <w:szCs w:val="24"/>
        </w:rPr>
        <w:sectPr>
          <w:headerReference w:type="first" r:id="rId19"/>
          <w:type w:val="continuous"/>
          <w:pgSz w:w="20640" w:h="14580" w:orient="landscape"/>
          <w:pgMar w:top="1100" w:right="1020" w:bottom="280" w:left="1600" w:header="720" w:footer="720" w:gutter="0"/>
          <w:cols w:num="2" w:space="708" w:equalWidth="0">
            <w:col w:w="8653" w:space="808"/>
            <w:col w:w="8559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pict>
          <v:group id="_x0000_s1037" o:spid="_x0000_s1044" style="width:0.1pt;height:84pt;margin-top:521.75pt;margin-left:44.75pt;mso-height-relative:page;mso-position-horizontal-relative:page;mso-position-vertical-relative:page;mso-width-relative:page;position:absolute;z-index:-251649024" coordorigin="895,10436" coordsize="2,1680">
            <v:shape id="_x0000_s1038" o:spid="_x0000_s1045" style="width:2;height:1680;left:895;position:absolute;top:10436" coordorigin="895,10436" coordsize="0,1680" path="m895,12116l895,10436e" filled="f" stroked="t" strokecolor="black">
              <v:path arrowok="t"/>
            </v:shape>
          </v:group>
        </w:pict>
      </w:r>
      <w:r>
        <w:pict>
          <v:group id="_x0000_s1039" o:spid="_x0000_s1046" style="width:0.1pt;height:57.75pt;margin-top:359pt;margin-left:44.75pt;mso-height-relative:page;mso-position-horizontal-relative:page;mso-position-vertical-relative:page;mso-width-relative:page;position:absolute;z-index:-251648000" coordorigin="895,7181" coordsize="2,1155">
            <v:shape id="_x0000_s1040" o:spid="_x0000_s1047" style="width:2;height:1155;left:895;position:absolute;top:7181" coordorigin="895,7181" coordsize="0,1155" path="m895,8336l895,7181e" filled="f" stroked="t" strokecolor="black">
              <v:path arrowok="t"/>
            </v:shape>
          </v:group>
        </w:pict>
      </w:r>
      <w:r>
        <w:pict>
          <v:group id="_x0000_s1041" o:spid="_x0000_s1048" style="width:0.1pt;height:52.45pt;margin-top:227.75pt;margin-left:44.75pt;mso-height-relative:page;mso-position-horizontal-relative:page;mso-position-vertical-relative:page;mso-width-relative:page;position:absolute;z-index:-251646976" coordorigin="895,4556" coordsize="2,1049">
            <v:shape id="_x0000_s1042" o:spid="_x0000_s1049" style="width:2;height:1049;left:895;position:absolute;top:4556" coordorigin="895,4556" coordsize="0,1049" path="m895,5605l895,4556e" filled="f" stroked="t" strokecolor="black">
              <v:path arrowok="t"/>
            </v:shape>
          </v:group>
        </w:pict>
      </w:r>
      <w:r>
        <w:pict>
          <v:group id="_x0000_s1043" o:spid="_x0000_s1050" style="width:0.1pt;height:57.75pt;margin-top:86pt;margin-left:44.75pt;mso-height-relative:page;mso-position-horizontal-relative:page;mso-position-vertical-relative:page;mso-width-relative:page;position:absolute;z-index:-251645952" coordorigin="895,1721" coordsize="2,1155">
            <v:shape id="_x0000_s1044" o:spid="_x0000_s1051" style="width:2;height:1155;left:895;position:absolute;top:1721" coordorigin="895,1721" coordsize="0,1155" path="m895,2876l895,1721e" filled="f" stroked="t" strokecolor="black">
              <v:path arrowok="t"/>
            </v:shape>
          </v:group>
        </w:pict>
      </w:r>
      <w:r>
        <w:pict>
          <v:group id="_x0000_s1045" o:spid="_x0000_s1052" style="width:3.1pt;height:624.1pt;margin-top:54.05pt;margin-left:54.25pt;mso-height-relative:page;mso-position-horizontal-relative:page;mso-position-vertical-relative:page;mso-width-relative:page;position:absolute;z-index:-251644928" coordorigin="1085,1082" coordsize="62,12482">
            <v:group id="_x0000_s1046" o:spid="_x0000_s1053" style="width:30;height:30;left:1101;position:absolute;top:13518" coordorigin="1101,13518" coordsize="30,30">
              <v:shape id="_x0000_s1047" o:spid="_x0000_s1054" style="width:30;height:30;left:1101;position:absolute;top:13518" coordorigin="1101,13518" coordsize="30,30" path="m1101,13533l1131,13533e" filled="f" stroked="t" strokecolor="black">
                <v:path arrowok="t"/>
              </v:shape>
            </v:group>
            <v:group id="_x0000_s1048" o:spid="_x0000_s1055" style="width:30;height:30;left:1101;position:absolute;top:13458" coordorigin="1101,13458" coordsize="30,30">
              <v:shape id="_x0000_s1049" o:spid="_x0000_s1056" style="width:30;height:30;left:1101;position:absolute;top:13458" coordorigin="1101,13458" coordsize="30,30" path="m1101,13473l1131,13473e" filled="f" stroked="t" strokecolor="black">
                <v:path arrowok="t"/>
              </v:shape>
            </v:group>
            <v:group id="_x0000_s1050" o:spid="_x0000_s1057" style="width:30;height:30;left:1101;position:absolute;top:13398" coordorigin="1101,13398" coordsize="30,30">
              <v:shape id="_x0000_s1051" o:spid="_x0000_s1058" style="width:30;height:30;left:1101;position:absolute;top:13398" coordorigin="1101,13398" coordsize="30,30" path="m1101,13413l1131,13413e" filled="f" stroked="t" strokecolor="black">
                <v:path arrowok="t"/>
              </v:shape>
            </v:group>
            <v:group id="_x0000_s1052" o:spid="_x0000_s1059" style="width:30;height:30;left:1101;position:absolute;top:13338" coordorigin="1101,13338" coordsize="30,30">
              <v:shape id="_x0000_s1053" o:spid="_x0000_s1060" style="width:30;height:30;left:1101;position:absolute;top:13338" coordorigin="1101,13338" coordsize="30,30" path="m1101,13353l1131,13353e" filled="f" stroked="t" strokecolor="black">
                <v:path arrowok="t"/>
              </v:shape>
            </v:group>
            <v:group id="_x0000_s1054" o:spid="_x0000_s1061" style="width:30;height:30;left:1101;position:absolute;top:13278" coordorigin="1101,13278" coordsize="30,30">
              <v:shape id="_x0000_s1055" o:spid="_x0000_s1062" style="width:30;height:30;left:1101;position:absolute;top:13278" coordorigin="1101,13278" coordsize="30,30" path="m1101,13293l1131,13293e" filled="f" stroked="t" strokecolor="black">
                <v:path arrowok="t"/>
              </v:shape>
            </v:group>
            <v:group id="_x0000_s1056" o:spid="_x0000_s1063" style="width:30;height:30;left:1101;position:absolute;top:13218" coordorigin="1101,13218" coordsize="30,30">
              <v:shape id="_x0000_s1057" o:spid="_x0000_s1064" style="width:30;height:30;left:1101;position:absolute;top:13218" coordorigin="1101,13218" coordsize="30,30" path="m1101,13233l1131,13233e" filled="f" stroked="t" strokecolor="black">
                <v:path arrowok="t"/>
              </v:shape>
            </v:group>
            <v:group id="_x0000_s1058" o:spid="_x0000_s1065" style="width:30;height:30;left:1101;position:absolute;top:13158" coordorigin="1101,13158" coordsize="30,30">
              <v:shape id="_x0000_s1059" o:spid="_x0000_s1066" style="width:30;height:30;left:1101;position:absolute;top:13158" coordorigin="1101,13158" coordsize="30,30" path="m1101,13173l1131,13173e" filled="f" stroked="t" strokecolor="black">
                <v:path arrowok="t"/>
              </v:shape>
            </v:group>
            <v:group id="_x0000_s1060" o:spid="_x0000_s1067" style="width:30;height:30;left:1101;position:absolute;top:13098" coordorigin="1101,13098" coordsize="30,30">
              <v:shape id="_x0000_s1061" o:spid="_x0000_s1068" style="width:30;height:30;left:1101;position:absolute;top:13098" coordorigin="1101,13098" coordsize="30,30" path="m1101,13113l1131,13113e" filled="f" stroked="t" strokecolor="black">
                <v:path arrowok="t"/>
              </v:shape>
            </v:group>
            <v:group id="_x0000_s1062" o:spid="_x0000_s1069" style="width:30;height:30;left:1101;position:absolute;top:13038" coordorigin="1101,13038" coordsize="30,30">
              <v:shape id="_x0000_s1063" o:spid="_x0000_s1070" style="width:30;height:30;left:1101;position:absolute;top:13038" coordorigin="1101,13038" coordsize="30,30" path="m1101,13053l1131,13053e" filled="f" stroked="t" strokecolor="black">
                <v:path arrowok="t"/>
              </v:shape>
            </v:group>
            <v:group id="_x0000_s1064" o:spid="_x0000_s1071" style="width:30;height:30;left:1101;position:absolute;top:12978" coordorigin="1101,12978" coordsize="30,30">
              <v:shape id="_x0000_s1065" o:spid="_x0000_s1072" style="width:30;height:30;left:1101;position:absolute;top:12978" coordorigin="1101,12978" coordsize="30,30" path="m1101,12993l1131,12993e" filled="f" stroked="t" strokecolor="black">
                <v:path arrowok="t"/>
              </v:shape>
            </v:group>
            <v:group id="_x0000_s1066" o:spid="_x0000_s1073" style="width:30;height:30;left:1101;position:absolute;top:12918" coordorigin="1101,12918" coordsize="30,30">
              <v:shape id="_x0000_s1067" o:spid="_x0000_s1074" style="width:30;height:30;left:1101;position:absolute;top:12918" coordorigin="1101,12918" coordsize="30,30" path="m1101,12933l1131,12933e" filled="f" stroked="t" strokecolor="black">
                <v:path arrowok="t"/>
              </v:shape>
            </v:group>
            <v:group id="_x0000_s1068" o:spid="_x0000_s1075" style="width:30;height:30;left:1101;position:absolute;top:12858" coordorigin="1101,12858" coordsize="30,30">
              <v:shape id="_x0000_s1069" o:spid="_x0000_s1076" style="width:30;height:30;left:1101;position:absolute;top:12858" coordorigin="1101,12858" coordsize="30,30" path="m1101,12873l1131,12873e" filled="f" stroked="t" strokecolor="black">
                <v:path arrowok="t"/>
              </v:shape>
            </v:group>
            <v:group id="_x0000_s1070" o:spid="_x0000_s1077" style="width:30;height:30;left:1101;position:absolute;top:12798" coordorigin="1101,12798" coordsize="30,30">
              <v:shape id="_x0000_s1071" o:spid="_x0000_s1078" style="width:30;height:30;left:1101;position:absolute;top:12798" coordorigin="1101,12798" coordsize="30,30" path="m1101,12813l1131,12813e" filled="f" stroked="t" strokecolor="black">
                <v:path arrowok="t"/>
              </v:shape>
            </v:group>
            <v:group id="_x0000_s1072" o:spid="_x0000_s1079" style="width:30;height:30;left:1101;position:absolute;top:12738" coordorigin="1101,12738" coordsize="30,30">
              <v:shape id="_x0000_s1073" o:spid="_x0000_s1080" style="width:30;height:30;left:1101;position:absolute;top:12738" coordorigin="1101,12738" coordsize="30,30" path="m1101,12753l1131,12753e" filled="f" stroked="t" strokecolor="black">
                <v:path arrowok="t"/>
              </v:shape>
            </v:group>
            <v:group id="_x0000_s1074" o:spid="_x0000_s1081" style="width:30;height:30;left:1101;position:absolute;top:12678" coordorigin="1101,12678" coordsize="30,30">
              <v:shape id="_x0000_s1075" o:spid="_x0000_s1082" style="width:30;height:30;left:1101;position:absolute;top:12678" coordorigin="1101,12678" coordsize="30,30" path="m1101,12693l1131,12693e" filled="f" stroked="t" strokecolor="black">
                <v:path arrowok="t"/>
              </v:shape>
            </v:group>
            <v:group id="_x0000_s1076" o:spid="_x0000_s1083" style="width:30;height:30;left:1101;position:absolute;top:12618" coordorigin="1101,12618" coordsize="30,30">
              <v:shape id="_x0000_s1077" o:spid="_x0000_s1084" style="width:30;height:30;left:1101;position:absolute;top:12618" coordorigin="1101,12618" coordsize="30,30" path="m1101,12633l1131,12633e" filled="f" stroked="t" strokecolor="black">
                <v:path arrowok="t"/>
              </v:shape>
            </v:group>
            <v:group id="_x0000_s1078" o:spid="_x0000_s1085" style="width:30;height:30;left:1101;position:absolute;top:12558" coordorigin="1101,12558" coordsize="30,30">
              <v:shape id="_x0000_s1079" o:spid="_x0000_s1086" style="width:30;height:30;left:1101;position:absolute;top:12558" coordorigin="1101,12558" coordsize="30,30" path="m1101,12573l1131,12573e" filled="f" stroked="t" strokecolor="black">
                <v:path arrowok="t"/>
              </v:shape>
            </v:group>
            <v:group id="_x0000_s1080" o:spid="_x0000_s1087" style="width:30;height:30;left:1101;position:absolute;top:12498" coordorigin="1101,12498" coordsize="30,30">
              <v:shape id="_x0000_s1081" o:spid="_x0000_s1088" style="width:30;height:30;left:1101;position:absolute;top:12498" coordorigin="1101,12498" coordsize="30,30" path="m1101,12513l1131,12513e" filled="f" stroked="t" strokecolor="black">
                <v:path arrowok="t"/>
              </v:shape>
            </v:group>
            <v:group id="_x0000_s1082" o:spid="_x0000_s1089" style="width:30;height:30;left:1101;position:absolute;top:12438" coordorigin="1101,12438" coordsize="30,30">
              <v:shape id="_x0000_s1083" o:spid="_x0000_s1090" style="width:30;height:30;left:1101;position:absolute;top:12438" coordorigin="1101,12438" coordsize="30,30" path="m1101,12453l1131,12453e" filled="f" stroked="t" strokecolor="black">
                <v:path arrowok="t"/>
              </v:shape>
            </v:group>
            <v:group id="_x0000_s1084" o:spid="_x0000_s1091" style="width:30;height:30;left:1101;position:absolute;top:12378" coordorigin="1101,12378" coordsize="30,30">
              <v:shape id="_x0000_s1085" o:spid="_x0000_s1092" style="width:30;height:30;left:1101;position:absolute;top:12378" coordorigin="1101,12378" coordsize="30,30" path="m1101,12393l1131,12393e" filled="f" stroked="t" strokecolor="black">
                <v:path arrowok="t"/>
              </v:shape>
            </v:group>
            <v:group id="_x0000_s1086" o:spid="_x0000_s1093" style="width:30;height:30;left:1101;position:absolute;top:12318" coordorigin="1101,12318" coordsize="30,30">
              <v:shape id="_x0000_s1087" o:spid="_x0000_s1094" style="width:30;height:30;left:1101;position:absolute;top:12318" coordorigin="1101,12318" coordsize="30,30" path="m1101,12333l1131,12333e" filled="f" stroked="t" strokecolor="black">
                <v:path arrowok="t"/>
              </v:shape>
            </v:group>
            <v:group id="_x0000_s1088" o:spid="_x0000_s1095" style="width:30;height:30;left:1101;position:absolute;top:12258" coordorigin="1101,12258" coordsize="30,30">
              <v:shape id="_x0000_s1089" o:spid="_x0000_s1096" style="width:30;height:30;left:1101;position:absolute;top:12258" coordorigin="1101,12258" coordsize="30,30" path="m1101,12273l1131,12273e" filled="f" stroked="t" strokecolor="black">
                <v:path arrowok="t"/>
              </v:shape>
            </v:group>
            <v:group id="_x0000_s1090" o:spid="_x0000_s1097" style="width:30;height:30;left:1101;position:absolute;top:12198" coordorigin="1101,12198" coordsize="30,30">
              <v:shape id="_x0000_s1091" o:spid="_x0000_s1098" style="width:30;height:30;left:1101;position:absolute;top:12198" coordorigin="1101,12198" coordsize="30,30" path="m1101,12213l1131,12213e" filled="f" stroked="t" strokecolor="black">
                <v:path arrowok="t"/>
              </v:shape>
            </v:group>
            <v:group id="_x0000_s1092" o:spid="_x0000_s1099" style="width:30;height:30;left:1101;position:absolute;top:12138" coordorigin="1101,12138" coordsize="30,30">
              <v:shape id="_x0000_s1093" o:spid="_x0000_s1100" style="width:30;height:30;left:1101;position:absolute;top:12138" coordorigin="1101,12138" coordsize="30,30" path="m1101,12153l1131,12153e" filled="f" stroked="t" strokecolor="black">
                <v:path arrowok="t"/>
              </v:shape>
            </v:group>
            <v:group id="_x0000_s1094" o:spid="_x0000_s1101" style="width:30;height:30;left:1101;position:absolute;top:12078" coordorigin="1101,12078" coordsize="30,30">
              <v:shape id="_x0000_s1095" o:spid="_x0000_s1102" style="width:30;height:30;left:1101;position:absolute;top:12078" coordorigin="1101,12078" coordsize="30,30" path="m1101,12093l1131,12093e" filled="f" stroked="t" strokecolor="black">
                <v:path arrowok="t"/>
              </v:shape>
            </v:group>
            <v:group id="_x0000_s1096" o:spid="_x0000_s1103" style="width:30;height:30;left:1101;position:absolute;top:12018" coordorigin="1101,12018" coordsize="30,30">
              <v:shape id="_x0000_s1097" o:spid="_x0000_s1104" style="width:30;height:30;left:1101;position:absolute;top:12018" coordorigin="1101,12018" coordsize="30,30" path="m1101,12033l1131,12033e" filled="f" stroked="t" strokecolor="black">
                <v:path arrowok="t"/>
              </v:shape>
            </v:group>
            <v:group id="_x0000_s1098" o:spid="_x0000_s1105" style="width:30;height:30;left:1101;position:absolute;top:11958" coordorigin="1101,11958" coordsize="30,30">
              <v:shape id="_x0000_s1099" o:spid="_x0000_s1106" style="width:30;height:30;left:1101;position:absolute;top:11958" coordorigin="1101,11958" coordsize="30,30" path="m1101,11973l1131,11973e" filled="f" stroked="t" strokecolor="black">
                <v:path arrowok="t"/>
              </v:shape>
            </v:group>
            <v:group id="_x0000_s1100" o:spid="_x0000_s1107" style="width:30;height:30;left:1101;position:absolute;top:11898" coordorigin="1101,11898" coordsize="30,30">
              <v:shape id="_x0000_s1101" o:spid="_x0000_s1108" style="width:30;height:30;left:1101;position:absolute;top:11898" coordorigin="1101,11898" coordsize="30,30" path="m1101,11913l1131,11913e" filled="f" stroked="t" strokecolor="black">
                <v:path arrowok="t"/>
              </v:shape>
            </v:group>
            <v:group id="_x0000_s1102" o:spid="_x0000_s1109" style="width:30;height:30;left:1101;position:absolute;top:11838" coordorigin="1101,11838" coordsize="30,30">
              <v:shape id="_x0000_s1103" o:spid="_x0000_s1110" style="width:30;height:30;left:1101;position:absolute;top:11838" coordorigin="1101,11838" coordsize="30,30" path="m1101,11853l1131,11853e" filled="f" stroked="t" strokecolor="black">
                <v:path arrowok="t"/>
              </v:shape>
            </v:group>
            <v:group id="_x0000_s1104" o:spid="_x0000_s1111" style="width:30;height:30;left:1101;position:absolute;top:11778" coordorigin="1101,11778" coordsize="30,30">
              <v:shape id="_x0000_s1105" o:spid="_x0000_s1112" style="width:30;height:30;left:1101;position:absolute;top:11778" coordorigin="1101,11778" coordsize="30,30" path="m1101,11793l1131,11793e" filled="f" stroked="t" strokecolor="black">
                <v:path arrowok="t"/>
              </v:shape>
            </v:group>
            <v:group id="_x0000_s1106" o:spid="_x0000_s1113" style="width:30;height:30;left:1101;position:absolute;top:11718" coordorigin="1101,11718" coordsize="30,30">
              <v:shape id="_x0000_s1107" o:spid="_x0000_s1114" style="width:30;height:30;left:1101;position:absolute;top:11718" coordorigin="1101,11718" coordsize="30,30" path="m1101,11733l1131,11733e" filled="f" stroked="t" strokecolor="black">
                <v:path arrowok="t"/>
              </v:shape>
            </v:group>
            <v:group id="_x0000_s1108" o:spid="_x0000_s1115" style="width:30;height:30;left:1101;position:absolute;top:11658" coordorigin="1101,11658" coordsize="30,30">
              <v:shape id="_x0000_s1109" o:spid="_x0000_s1116" style="width:30;height:30;left:1101;position:absolute;top:11658" coordorigin="1101,11658" coordsize="30,30" path="m1101,11673l1131,11673e" filled="f" stroked="t" strokecolor="black">
                <v:path arrowok="t"/>
              </v:shape>
            </v:group>
            <v:group id="_x0000_s1110" o:spid="_x0000_s1117" style="width:30;height:30;left:1101;position:absolute;top:11598" coordorigin="1101,11598" coordsize="30,30">
              <v:shape id="_x0000_s1111" o:spid="_x0000_s1118" style="width:30;height:30;left:1101;position:absolute;top:11598" coordorigin="1101,11598" coordsize="30,30" path="m1101,11613l1131,11613e" filled="f" stroked="t" strokecolor="black">
                <v:path arrowok="t"/>
              </v:shape>
            </v:group>
            <v:group id="_x0000_s1112" o:spid="_x0000_s1119" style="width:30;height:30;left:1101;position:absolute;top:11538" coordorigin="1101,11538" coordsize="30,30">
              <v:shape id="_x0000_s1113" o:spid="_x0000_s1120" style="width:30;height:30;left:1101;position:absolute;top:11538" coordorigin="1101,11538" coordsize="30,30" path="m1101,11553l1131,11553e" filled="f" stroked="t" strokecolor="black">
                <v:path arrowok="t"/>
              </v:shape>
            </v:group>
            <v:group id="_x0000_s1114" o:spid="_x0000_s1121" style="width:30;height:30;left:1101;position:absolute;top:11478" coordorigin="1101,11478" coordsize="30,30">
              <v:shape id="_x0000_s1115" o:spid="_x0000_s1122" style="width:30;height:30;left:1101;position:absolute;top:11478" coordorigin="1101,11478" coordsize="30,30" path="m1101,11493l1131,11493e" filled="f" stroked="t" strokecolor="black">
                <v:path arrowok="t"/>
              </v:shape>
            </v:group>
            <v:group id="_x0000_s1116" o:spid="_x0000_s1123" style="width:30;height:30;left:1101;position:absolute;top:11418" coordorigin="1101,11418" coordsize="30,30">
              <v:shape id="_x0000_s1117" o:spid="_x0000_s1124" style="width:30;height:30;left:1101;position:absolute;top:11418" coordorigin="1101,11418" coordsize="30,30" path="m1101,11433l1131,11433e" filled="f" stroked="t" strokecolor="black">
                <v:path arrowok="t"/>
              </v:shape>
            </v:group>
            <v:group id="_x0000_s1118" o:spid="_x0000_s1125" style="width:30;height:30;left:1101;position:absolute;top:11358" coordorigin="1101,11358" coordsize="30,30">
              <v:shape id="_x0000_s1119" o:spid="_x0000_s1126" style="width:30;height:30;left:1101;position:absolute;top:11358" coordorigin="1101,11358" coordsize="30,30" path="m1101,11373l1131,11373e" filled="f" stroked="t" strokecolor="black">
                <v:path arrowok="t"/>
              </v:shape>
            </v:group>
            <v:group id="_x0000_s1120" o:spid="_x0000_s1127" style="width:30;height:30;left:1101;position:absolute;top:11298" coordorigin="1101,11298" coordsize="30,30">
              <v:shape id="_x0000_s1121" o:spid="_x0000_s1128" style="width:30;height:30;left:1101;position:absolute;top:11298" coordorigin="1101,11298" coordsize="30,30" path="m1101,11313l1131,11313e" filled="f" stroked="t" strokecolor="black">
                <v:path arrowok="t"/>
              </v:shape>
            </v:group>
            <v:group id="_x0000_s1122" o:spid="_x0000_s1129" style="width:30;height:30;left:1101;position:absolute;top:11238" coordorigin="1101,11238" coordsize="30,30">
              <v:shape id="_x0000_s1123" o:spid="_x0000_s1130" style="width:30;height:30;left:1101;position:absolute;top:11238" coordorigin="1101,11238" coordsize="30,30" path="m1101,11253l1131,11253e" filled="f" stroked="t" strokecolor="black">
                <v:path arrowok="t"/>
              </v:shape>
            </v:group>
            <v:group id="_x0000_s1124" o:spid="_x0000_s1131" style="width:30;height:30;left:1101;position:absolute;top:11178" coordorigin="1101,11178" coordsize="30,30">
              <v:shape id="_x0000_s1125" o:spid="_x0000_s1132" style="width:30;height:30;left:1101;position:absolute;top:11178" coordorigin="1101,11178" coordsize="30,30" path="m1101,11193l1131,11193e" filled="f" stroked="t" strokecolor="black">
                <v:path arrowok="t"/>
              </v:shape>
            </v:group>
            <v:group id="_x0000_s1126" o:spid="_x0000_s1133" style="width:30;height:30;left:1101;position:absolute;top:11118" coordorigin="1101,11118" coordsize="30,30">
              <v:shape id="_x0000_s1127" o:spid="_x0000_s1134" style="width:30;height:30;left:1101;position:absolute;top:11118" coordorigin="1101,11118" coordsize="30,30" path="m1101,11133l1131,11133e" filled="f" stroked="t" strokecolor="black">
                <v:path arrowok="t"/>
              </v:shape>
            </v:group>
            <v:group id="_x0000_s1128" o:spid="_x0000_s1135" style="width:30;height:30;left:1101;position:absolute;top:11058" coordorigin="1101,11058" coordsize="30,30">
              <v:shape id="_x0000_s1129" o:spid="_x0000_s1136" style="width:30;height:30;left:1101;position:absolute;top:11058" coordorigin="1101,11058" coordsize="30,30" path="m1101,11073l1131,11073e" filled="f" stroked="t" strokecolor="black">
                <v:path arrowok="t"/>
              </v:shape>
            </v:group>
            <v:group id="_x0000_s1130" o:spid="_x0000_s1137" style="width:30;height:30;left:1101;position:absolute;top:10998" coordorigin="1101,10998" coordsize="30,30">
              <v:shape id="_x0000_s1131" o:spid="_x0000_s1138" style="width:30;height:30;left:1101;position:absolute;top:10998" coordorigin="1101,10998" coordsize="30,30" path="m1101,11013l1131,11013e" filled="f" stroked="t" strokecolor="black">
                <v:path arrowok="t"/>
              </v:shape>
            </v:group>
            <v:group id="_x0000_s1132" o:spid="_x0000_s1139" style="width:30;height:30;left:1101;position:absolute;top:10938" coordorigin="1101,10938" coordsize="30,30">
              <v:shape id="_x0000_s1133" o:spid="_x0000_s1140" style="width:30;height:30;left:1101;position:absolute;top:10938" coordorigin="1101,10938" coordsize="30,30" path="m1101,10953l1131,10953e" filled="f" stroked="t" strokecolor="black">
                <v:path arrowok="t"/>
              </v:shape>
            </v:group>
            <v:group id="_x0000_s1134" o:spid="_x0000_s1141" style="width:30;height:30;left:1101;position:absolute;top:10878" coordorigin="1101,10878" coordsize="30,30">
              <v:shape id="_x0000_s1135" o:spid="_x0000_s1142" style="width:30;height:30;left:1101;position:absolute;top:10878" coordorigin="1101,10878" coordsize="30,30" path="m1101,10893l1131,10893e" filled="f" stroked="t" strokecolor="black">
                <v:path arrowok="t"/>
              </v:shape>
            </v:group>
            <v:group id="_x0000_s1136" o:spid="_x0000_s1143" style="width:30;height:30;left:1101;position:absolute;top:10818" coordorigin="1101,10818" coordsize="30,30">
              <v:shape id="_x0000_s1137" o:spid="_x0000_s1144" style="width:30;height:30;left:1101;position:absolute;top:10818" coordorigin="1101,10818" coordsize="30,30" path="m1101,10833l1131,10833e" filled="f" stroked="t" strokecolor="black">
                <v:path arrowok="t"/>
              </v:shape>
            </v:group>
            <v:group id="_x0000_s1138" o:spid="_x0000_s1145" style="width:30;height:30;left:1101;position:absolute;top:10758" coordorigin="1101,10758" coordsize="30,30">
              <v:shape id="_x0000_s1139" o:spid="_x0000_s1146" style="width:30;height:30;left:1101;position:absolute;top:10758" coordorigin="1101,10758" coordsize="30,30" path="m1101,10773l1131,10773e" filled="f" stroked="t" strokecolor="black">
                <v:path arrowok="t"/>
              </v:shape>
            </v:group>
            <v:group id="_x0000_s1140" o:spid="_x0000_s1147" style="width:30;height:30;left:1101;position:absolute;top:10698" coordorigin="1101,10698" coordsize="30,30">
              <v:shape id="_x0000_s1141" o:spid="_x0000_s1148" style="width:30;height:30;left:1101;position:absolute;top:10698" coordorigin="1101,10698" coordsize="30,30" path="m1101,10713l1131,10713e" filled="f" stroked="t" strokecolor="black">
                <v:path arrowok="t"/>
              </v:shape>
            </v:group>
            <v:group id="_x0000_s1142" o:spid="_x0000_s1149" style="width:30;height:30;left:1101;position:absolute;top:10638" coordorigin="1101,10638" coordsize="30,30">
              <v:shape id="_x0000_s1143" o:spid="_x0000_s1150" style="width:30;height:30;left:1101;position:absolute;top:10638" coordorigin="1101,10638" coordsize="30,30" path="m1101,10653l1131,10653e" filled="f" stroked="t" strokecolor="black">
                <v:path arrowok="t"/>
              </v:shape>
            </v:group>
            <v:group id="_x0000_s1144" o:spid="_x0000_s1151" style="width:30;height:30;left:1101;position:absolute;top:10578" coordorigin="1101,10578" coordsize="30,30">
              <v:shape id="_x0000_s1145" o:spid="_x0000_s1152" style="width:30;height:30;left:1101;position:absolute;top:10578" coordorigin="1101,10578" coordsize="30,30" path="m1101,10593l1131,10593e" filled="f" stroked="t" strokecolor="black">
                <v:path arrowok="t"/>
              </v:shape>
            </v:group>
            <v:group id="_x0000_s1146" o:spid="_x0000_s1153" style="width:30;height:30;left:1101;position:absolute;top:10518" coordorigin="1101,10518" coordsize="30,30">
              <v:shape id="_x0000_s1147" o:spid="_x0000_s1154" style="width:30;height:30;left:1101;position:absolute;top:10518" coordorigin="1101,10518" coordsize="30,30" path="m1101,10533l1131,10533e" filled="f" stroked="t" strokecolor="black">
                <v:path arrowok="t"/>
              </v:shape>
            </v:group>
            <v:group id="_x0000_s1148" o:spid="_x0000_s1155" style="width:30;height:30;left:1101;position:absolute;top:10458" coordorigin="1101,10458" coordsize="30,30">
              <v:shape id="_x0000_s1149" o:spid="_x0000_s1156" style="width:30;height:30;left:1101;position:absolute;top:10458" coordorigin="1101,10458" coordsize="30,30" path="m1101,10473l1131,10473e" filled="f" stroked="t" strokecolor="black">
                <v:path arrowok="t"/>
              </v:shape>
            </v:group>
            <v:group id="_x0000_s1150" o:spid="_x0000_s1157" style="width:30;height:30;left:1101;position:absolute;top:10398" coordorigin="1101,10398" coordsize="30,30">
              <v:shape id="_x0000_s1151" o:spid="_x0000_s1158" style="width:30;height:30;left:1101;position:absolute;top:10398" coordorigin="1101,10398" coordsize="30,30" path="m1101,10413l1131,10413e" filled="f" stroked="t" strokecolor="black">
                <v:path arrowok="t"/>
              </v:shape>
            </v:group>
            <v:group id="_x0000_s1152" o:spid="_x0000_s1159" style="width:30;height:30;left:1101;position:absolute;top:10338" coordorigin="1101,10338" coordsize="30,30">
              <v:shape id="_x0000_s1153" o:spid="_x0000_s1160" style="width:30;height:30;left:1101;position:absolute;top:10338" coordorigin="1101,10338" coordsize="30,30" path="m1101,10353l1131,10353e" filled="f" stroked="t" strokecolor="black">
                <v:path arrowok="t"/>
              </v:shape>
            </v:group>
            <v:group id="_x0000_s1154" o:spid="_x0000_s1161" style="width:30;height:30;left:1101;position:absolute;top:10278" coordorigin="1101,10278" coordsize="30,30">
              <v:shape id="_x0000_s1155" o:spid="_x0000_s1162" style="width:30;height:30;left:1101;position:absolute;top:10278" coordorigin="1101,10278" coordsize="30,30" path="m1101,10293l1131,10293e" filled="f" stroked="t" strokecolor="black">
                <v:path arrowok="t"/>
              </v:shape>
            </v:group>
            <v:group id="_x0000_s1156" o:spid="_x0000_s1163" style="width:30;height:30;left:1101;position:absolute;top:10218" coordorigin="1101,10218" coordsize="30,30">
              <v:shape id="_x0000_s1157" o:spid="_x0000_s1164" style="width:30;height:30;left:1101;position:absolute;top:10218" coordorigin="1101,10218" coordsize="30,30" path="m1101,10233l1131,10233e" filled="f" stroked="t" strokecolor="black">
                <v:path arrowok="t"/>
              </v:shape>
            </v:group>
            <v:group id="_x0000_s1158" o:spid="_x0000_s1165" style="width:30;height:30;left:1101;position:absolute;top:10158" coordorigin="1101,10158" coordsize="30,30">
              <v:shape id="_x0000_s1159" o:spid="_x0000_s1166" style="width:30;height:30;left:1101;position:absolute;top:10158" coordorigin="1101,10158" coordsize="30,30" path="m1101,10173l1131,10173e" filled="f" stroked="t" strokecolor="black">
                <v:path arrowok="t"/>
              </v:shape>
            </v:group>
            <v:group id="_x0000_s1160" o:spid="_x0000_s1167" style="width:30;height:30;left:1101;position:absolute;top:10098" coordorigin="1101,10098" coordsize="30,30">
              <v:shape id="_x0000_s1161" o:spid="_x0000_s1168" style="width:30;height:30;left:1101;position:absolute;top:10098" coordorigin="1101,10098" coordsize="30,30" path="m1101,10113l1131,10113e" filled="f" stroked="t" strokecolor="black">
                <v:path arrowok="t"/>
              </v:shape>
            </v:group>
            <v:group id="_x0000_s1162" o:spid="_x0000_s1169" style="width:30;height:30;left:1101;position:absolute;top:10038" coordorigin="1101,10038" coordsize="30,30">
              <v:shape id="_x0000_s1163" o:spid="_x0000_s1170" style="width:30;height:30;left:1101;position:absolute;top:10038" coordorigin="1101,10038" coordsize="30,30" path="m1101,10053l1131,10053e" filled="f" stroked="t" strokecolor="black">
                <v:path arrowok="t"/>
              </v:shape>
            </v:group>
            <v:group id="_x0000_s1164" o:spid="_x0000_s1171" style="width:30;height:30;left:1101;position:absolute;top:9978" coordorigin="1101,9978" coordsize="30,30">
              <v:shape id="_x0000_s1165" o:spid="_x0000_s1172" style="width:30;height:30;left:1101;position:absolute;top:9978" coordorigin="1101,9978" coordsize="30,30" path="m1101,9993l1131,9993e" filled="f" stroked="t" strokecolor="black">
                <v:path arrowok="t"/>
              </v:shape>
            </v:group>
            <v:group id="_x0000_s1166" o:spid="_x0000_s1173" style="width:30;height:30;left:1101;position:absolute;top:9918" coordorigin="1101,9918" coordsize="30,30">
              <v:shape id="_x0000_s1167" o:spid="_x0000_s1174" style="width:30;height:30;left:1101;position:absolute;top:9918" coordorigin="1101,9918" coordsize="30,30" path="m1101,9933l1131,9933e" filled="f" stroked="t" strokecolor="black">
                <v:path arrowok="t"/>
              </v:shape>
            </v:group>
            <v:group id="_x0000_s1168" o:spid="_x0000_s1175" style="width:30;height:30;left:1101;position:absolute;top:9858" coordorigin="1101,9858" coordsize="30,30">
              <v:shape id="_x0000_s1169" o:spid="_x0000_s1176" style="width:30;height:30;left:1101;position:absolute;top:9858" coordorigin="1101,9858" coordsize="30,30" path="m1101,9873l1131,9873e" filled="f" stroked="t" strokecolor="black">
                <v:path arrowok="t"/>
              </v:shape>
            </v:group>
            <v:group id="_x0000_s1170" o:spid="_x0000_s1177" style="width:30;height:30;left:1101;position:absolute;top:9798" coordorigin="1101,9798" coordsize="30,30">
              <v:shape id="_x0000_s1171" o:spid="_x0000_s1178" style="width:30;height:30;left:1101;position:absolute;top:9798" coordorigin="1101,9798" coordsize="30,30" path="m1101,9813l1131,9813e" filled="f" stroked="t" strokecolor="black">
                <v:path arrowok="t"/>
              </v:shape>
            </v:group>
            <v:group id="_x0000_s1172" o:spid="_x0000_s1179" style="width:30;height:30;left:1101;position:absolute;top:9738" coordorigin="1101,9738" coordsize="30,30">
              <v:shape id="_x0000_s1173" o:spid="_x0000_s1180" style="width:30;height:30;left:1101;position:absolute;top:9738" coordorigin="1101,9738" coordsize="30,30" path="m1101,9753l1131,9753e" filled="f" stroked="t" strokecolor="black">
                <v:path arrowok="t"/>
              </v:shape>
            </v:group>
            <v:group id="_x0000_s1174" o:spid="_x0000_s1181" style="width:30;height:30;left:1101;position:absolute;top:9678" coordorigin="1101,9678" coordsize="30,30">
              <v:shape id="_x0000_s1175" o:spid="_x0000_s1182" style="width:30;height:30;left:1101;position:absolute;top:9678" coordorigin="1101,9678" coordsize="30,30" path="m1101,9693l1131,9693e" filled="f" stroked="t" strokecolor="black">
                <v:path arrowok="t"/>
              </v:shape>
            </v:group>
            <v:group id="_x0000_s1176" o:spid="_x0000_s1183" style="width:30;height:30;left:1101;position:absolute;top:9618" coordorigin="1101,9618" coordsize="30,30">
              <v:shape id="_x0000_s1177" o:spid="_x0000_s1184" style="width:30;height:30;left:1101;position:absolute;top:9618" coordorigin="1101,9618" coordsize="30,30" path="m1101,9633l1131,9633e" filled="f" stroked="t" strokecolor="black">
                <v:path arrowok="t"/>
              </v:shape>
            </v:group>
            <v:group id="_x0000_s1178" o:spid="_x0000_s1185" style="width:30;height:30;left:1101;position:absolute;top:9558" coordorigin="1101,9558" coordsize="30,30">
              <v:shape id="_x0000_s1179" o:spid="_x0000_s1186" style="width:30;height:30;left:1101;position:absolute;top:9558" coordorigin="1101,9558" coordsize="30,30" path="m1101,9573l1131,9573e" filled="f" stroked="t" strokecolor="black">
                <v:path arrowok="t"/>
              </v:shape>
            </v:group>
            <v:group id="_x0000_s1180" o:spid="_x0000_s1187" style="width:30;height:30;left:1101;position:absolute;top:9498" coordorigin="1101,9498" coordsize="30,30">
              <v:shape id="_x0000_s1181" o:spid="_x0000_s1188" style="width:30;height:30;left:1101;position:absolute;top:9498" coordorigin="1101,9498" coordsize="30,30" path="m1101,9513l1131,9513e" filled="f" stroked="t" strokecolor="black">
                <v:path arrowok="t"/>
              </v:shape>
            </v:group>
            <v:group id="_x0000_s1182" o:spid="_x0000_s1189" style="width:30;height:30;left:1101;position:absolute;top:9438" coordorigin="1101,9438" coordsize="30,30">
              <v:shape id="_x0000_s1183" o:spid="_x0000_s1190" style="width:30;height:30;left:1101;position:absolute;top:9438" coordorigin="1101,9438" coordsize="30,30" path="m1101,9453l1131,9453e" filled="f" stroked="t" strokecolor="black">
                <v:path arrowok="t"/>
              </v:shape>
            </v:group>
            <v:group id="_x0000_s1184" o:spid="_x0000_s1191" style="width:30;height:30;left:1101;position:absolute;top:9378" coordorigin="1101,9378" coordsize="30,30">
              <v:shape id="_x0000_s1185" o:spid="_x0000_s1192" style="width:30;height:30;left:1101;position:absolute;top:9378" coordorigin="1101,9378" coordsize="30,30" path="m1101,9393l1131,9393e" filled="f" stroked="t" strokecolor="black">
                <v:path arrowok="t"/>
              </v:shape>
            </v:group>
            <v:group id="_x0000_s1186" o:spid="_x0000_s1193" style="width:30;height:30;left:1101;position:absolute;top:9318" coordorigin="1101,9318" coordsize="30,30">
              <v:shape id="_x0000_s1187" o:spid="_x0000_s1194" style="width:30;height:30;left:1101;position:absolute;top:9318" coordorigin="1101,9318" coordsize="30,30" path="m1101,9333l1131,9333e" filled="f" stroked="t" strokecolor="black">
                <v:path arrowok="t"/>
              </v:shape>
            </v:group>
            <v:group id="_x0000_s1188" o:spid="_x0000_s1195" style="width:30;height:30;left:1101;position:absolute;top:9258" coordorigin="1101,9258" coordsize="30,30">
              <v:shape id="_x0000_s1189" o:spid="_x0000_s1196" style="width:30;height:30;left:1101;position:absolute;top:9258" coordorigin="1101,9258" coordsize="30,30" path="m1101,9273l1131,9273e" filled="f" stroked="t" strokecolor="black">
                <v:path arrowok="t"/>
              </v:shape>
            </v:group>
            <v:group id="_x0000_s1190" o:spid="_x0000_s1197" style="width:30;height:30;left:1101;position:absolute;top:9198" coordorigin="1101,9198" coordsize="30,30">
              <v:shape id="_x0000_s1191" o:spid="_x0000_s1198" style="width:30;height:30;left:1101;position:absolute;top:9198" coordorigin="1101,9198" coordsize="30,30" path="m1101,9213l1131,9213e" filled="f" stroked="t" strokecolor="black">
                <v:path arrowok="t"/>
              </v:shape>
            </v:group>
            <v:group id="_x0000_s1192" o:spid="_x0000_s1199" style="width:30;height:30;left:1101;position:absolute;top:9138" coordorigin="1101,9138" coordsize="30,30">
              <v:shape id="_x0000_s1193" o:spid="_x0000_s1200" style="width:30;height:30;left:1101;position:absolute;top:9138" coordorigin="1101,9138" coordsize="30,30" path="m1101,9153l1131,9153e" filled="f" stroked="t" strokecolor="black">
                <v:path arrowok="t"/>
              </v:shape>
            </v:group>
            <v:group id="_x0000_s1194" o:spid="_x0000_s1201" style="width:30;height:30;left:1101;position:absolute;top:9078" coordorigin="1101,9078" coordsize="30,30">
              <v:shape id="_x0000_s1195" o:spid="_x0000_s1202" style="width:30;height:30;left:1101;position:absolute;top:9078" coordorigin="1101,9078" coordsize="30,30" path="m1101,9093l1131,9093e" filled="f" stroked="t" strokecolor="black">
                <v:path arrowok="t"/>
              </v:shape>
            </v:group>
            <v:group id="_x0000_s1196" o:spid="_x0000_s1203" style="width:30;height:30;left:1101;position:absolute;top:9018" coordorigin="1101,9018" coordsize="30,30">
              <v:shape id="_x0000_s1197" o:spid="_x0000_s1204" style="width:30;height:30;left:1101;position:absolute;top:9018" coordorigin="1101,9018" coordsize="30,30" path="m1101,9033l1131,9033e" filled="f" stroked="t" strokecolor="black">
                <v:path arrowok="t"/>
              </v:shape>
            </v:group>
            <v:group id="_x0000_s1198" o:spid="_x0000_s1205" style="width:30;height:30;left:1101;position:absolute;top:8958" coordorigin="1101,8958" coordsize="30,30">
              <v:shape id="_x0000_s1199" o:spid="_x0000_s1206" style="width:30;height:30;left:1101;position:absolute;top:8958" coordorigin="1101,8958" coordsize="30,30" path="m1101,8973l1131,8973e" filled="f" stroked="t" strokecolor="black">
                <v:path arrowok="t"/>
              </v:shape>
            </v:group>
            <v:group id="_x0000_s1200" o:spid="_x0000_s1207" style="width:30;height:30;left:1101;position:absolute;top:8898" coordorigin="1101,8898" coordsize="30,30">
              <v:shape id="_x0000_s1201" o:spid="_x0000_s1208" style="width:30;height:30;left:1101;position:absolute;top:8898" coordorigin="1101,8898" coordsize="30,30" path="m1101,8913l1131,8913e" filled="f" stroked="t" strokecolor="black">
                <v:path arrowok="t"/>
              </v:shape>
            </v:group>
            <v:group id="_x0000_s1202" o:spid="_x0000_s1209" style="width:30;height:30;left:1101;position:absolute;top:8838" coordorigin="1101,8838" coordsize="30,30">
              <v:shape id="_x0000_s1203" o:spid="_x0000_s1210" style="width:30;height:30;left:1101;position:absolute;top:8838" coordorigin="1101,8838" coordsize="30,30" path="m1101,8853l1131,8853e" filled="f" stroked="t" strokecolor="black">
                <v:path arrowok="t"/>
              </v:shape>
            </v:group>
            <v:group id="_x0000_s1204" o:spid="_x0000_s1211" style="width:30;height:30;left:1101;position:absolute;top:8778" coordorigin="1101,8778" coordsize="30,30">
              <v:shape id="_x0000_s1205" o:spid="_x0000_s1212" style="width:30;height:30;left:1101;position:absolute;top:8778" coordorigin="1101,8778" coordsize="30,30" path="m1101,8793l1131,8793e" filled="f" stroked="t" strokecolor="black">
                <v:path arrowok="t"/>
              </v:shape>
            </v:group>
            <v:group id="_x0000_s1206" o:spid="_x0000_s1213" style="width:30;height:30;left:1101;position:absolute;top:8718" coordorigin="1101,8718" coordsize="30,30">
              <v:shape id="_x0000_s1207" o:spid="_x0000_s1214" style="width:30;height:30;left:1101;position:absolute;top:8718" coordorigin="1101,8718" coordsize="30,30" path="m1101,8733l1131,8733e" filled="f" stroked="t" strokecolor="black">
                <v:path arrowok="t"/>
              </v:shape>
            </v:group>
            <v:group id="_x0000_s1208" o:spid="_x0000_s1215" style="width:30;height:30;left:1101;position:absolute;top:8658" coordorigin="1101,8658" coordsize="30,30">
              <v:shape id="_x0000_s1209" o:spid="_x0000_s1216" style="width:30;height:30;left:1101;position:absolute;top:8658" coordorigin="1101,8658" coordsize="30,30" path="m1101,8673l1131,8673e" filled="f" stroked="t" strokecolor="black">
                <v:path arrowok="t"/>
              </v:shape>
            </v:group>
            <v:group id="_x0000_s1210" o:spid="_x0000_s1217" style="width:30;height:30;left:1101;position:absolute;top:8598" coordorigin="1101,8598" coordsize="30,30">
              <v:shape id="_x0000_s1211" o:spid="_x0000_s1218" style="width:30;height:30;left:1101;position:absolute;top:8598" coordorigin="1101,8598" coordsize="30,30" path="m1101,8613l1131,8613e" filled="f" stroked="t" strokecolor="black">
                <v:path arrowok="t"/>
              </v:shape>
            </v:group>
            <v:group id="_x0000_s1212" o:spid="_x0000_s1219" style="width:30;height:30;left:1101;position:absolute;top:8538" coordorigin="1101,8538" coordsize="30,30">
              <v:shape id="_x0000_s1213" o:spid="_x0000_s1220" style="width:30;height:30;left:1101;position:absolute;top:8538" coordorigin="1101,8538" coordsize="30,30" path="m1101,8553l1131,8553e" filled="f" stroked="t" strokecolor="black">
                <v:path arrowok="t"/>
              </v:shape>
            </v:group>
            <v:group id="_x0000_s1214" o:spid="_x0000_s1221" style="width:30;height:30;left:1101;position:absolute;top:8478" coordorigin="1101,8478" coordsize="30,30">
              <v:shape id="_x0000_s1215" o:spid="_x0000_s1222" style="width:30;height:30;left:1101;position:absolute;top:8478" coordorigin="1101,8478" coordsize="30,30" path="m1101,8493l1131,8493e" filled="f" stroked="t" strokecolor="black">
                <v:path arrowok="t"/>
              </v:shape>
            </v:group>
            <v:group id="_x0000_s1216" o:spid="_x0000_s1223" style="width:30;height:30;left:1101;position:absolute;top:8418" coordorigin="1101,8418" coordsize="30,30">
              <v:shape id="_x0000_s1217" o:spid="_x0000_s1224" style="width:30;height:30;left:1101;position:absolute;top:8418" coordorigin="1101,8418" coordsize="30,30" path="m1101,8433l1131,8433e" filled="f" stroked="t" strokecolor="black">
                <v:path arrowok="t"/>
              </v:shape>
            </v:group>
            <v:group id="_x0000_s1218" o:spid="_x0000_s1225" style="width:30;height:30;left:1101;position:absolute;top:8358" coordorigin="1101,8358" coordsize="30,30">
              <v:shape id="_x0000_s1219" o:spid="_x0000_s1226" style="width:30;height:30;left:1101;position:absolute;top:8358" coordorigin="1101,8358" coordsize="30,30" path="m1101,8373l1131,8373e" filled="f" stroked="t" strokecolor="black">
                <v:path arrowok="t"/>
              </v:shape>
            </v:group>
            <v:group id="_x0000_s1220" o:spid="_x0000_s1227" style="width:30;height:30;left:1101;position:absolute;top:8298" coordorigin="1101,8298" coordsize="30,30">
              <v:shape id="_x0000_s1221" o:spid="_x0000_s1228" style="width:30;height:30;left:1101;position:absolute;top:8298" coordorigin="1101,8298" coordsize="30,30" path="m1101,8313l1131,8313e" filled="f" stroked="t" strokecolor="black">
                <v:path arrowok="t"/>
              </v:shape>
            </v:group>
            <v:group id="_x0000_s1222" o:spid="_x0000_s1229" style="width:30;height:30;left:1101;position:absolute;top:8238" coordorigin="1101,8238" coordsize="30,30">
              <v:shape id="_x0000_s1223" o:spid="_x0000_s1230" style="width:30;height:30;left:1101;position:absolute;top:8238" coordorigin="1101,8238" coordsize="30,30" path="m1101,8253l1131,8253e" filled="f" stroked="t" strokecolor="black">
                <v:path arrowok="t"/>
              </v:shape>
            </v:group>
            <v:group id="_x0000_s1224" o:spid="_x0000_s1231" style="width:30;height:30;left:1101;position:absolute;top:8178" coordorigin="1101,8178" coordsize="30,30">
              <v:shape id="_x0000_s1225" o:spid="_x0000_s1232" style="width:30;height:30;left:1101;position:absolute;top:8178" coordorigin="1101,8178" coordsize="30,30" path="m1101,8193l1131,8193e" filled="f" stroked="t" strokecolor="black">
                <v:path arrowok="t"/>
              </v:shape>
            </v:group>
            <v:group id="_x0000_s1226" o:spid="_x0000_s1233" style="width:30;height:30;left:1101;position:absolute;top:8118" coordorigin="1101,8118" coordsize="30,30">
              <v:shape id="_x0000_s1227" o:spid="_x0000_s1234" style="width:30;height:30;left:1101;position:absolute;top:8118" coordorigin="1101,8118" coordsize="30,30" path="m1101,8133l1131,8133e" filled="f" stroked="t" strokecolor="black">
                <v:path arrowok="t"/>
              </v:shape>
            </v:group>
            <v:group id="_x0000_s1228" o:spid="_x0000_s1235" style="width:30;height:30;left:1101;position:absolute;top:8058" coordorigin="1101,8058" coordsize="30,30">
              <v:shape id="_x0000_s1229" o:spid="_x0000_s1236" style="width:30;height:30;left:1101;position:absolute;top:8058" coordorigin="1101,8058" coordsize="30,30" path="m1101,8073l1131,8073e" filled="f" stroked="t" strokecolor="black">
                <v:path arrowok="t"/>
              </v:shape>
            </v:group>
            <v:group id="_x0000_s1230" o:spid="_x0000_s1237" style="width:30;height:30;left:1101;position:absolute;top:7998" coordorigin="1101,7998" coordsize="30,30">
              <v:shape id="_x0000_s1231" o:spid="_x0000_s1238" style="width:30;height:30;left:1101;position:absolute;top:7998" coordorigin="1101,7998" coordsize="30,30" path="m1101,8013l1131,8013e" filled="f" stroked="t" strokecolor="black">
                <v:path arrowok="t"/>
              </v:shape>
            </v:group>
            <v:group id="_x0000_s1232" o:spid="_x0000_s1239" style="width:30;height:30;left:1101;position:absolute;top:7938" coordorigin="1101,7938" coordsize="30,30">
              <v:shape id="_x0000_s1233" o:spid="_x0000_s1240" style="width:30;height:30;left:1101;position:absolute;top:7938" coordorigin="1101,7938" coordsize="30,30" path="m1101,7953l1131,7953e" filled="f" stroked="t" strokecolor="black">
                <v:path arrowok="t"/>
              </v:shape>
            </v:group>
            <v:group id="_x0000_s1234" o:spid="_x0000_s1241" style="width:30;height:30;left:1101;position:absolute;top:7878" coordorigin="1101,7878" coordsize="30,30">
              <v:shape id="_x0000_s1235" o:spid="_x0000_s1242" style="width:30;height:30;left:1101;position:absolute;top:7878" coordorigin="1101,7878" coordsize="30,30" path="m1101,7893l1131,7893e" filled="f" stroked="t" strokecolor="black">
                <v:path arrowok="t"/>
              </v:shape>
            </v:group>
            <v:group id="_x0000_s1236" o:spid="_x0000_s1243" style="width:30;height:30;left:1101;position:absolute;top:7818" coordorigin="1101,7818" coordsize="30,30">
              <v:shape id="_x0000_s1237" o:spid="_x0000_s1244" style="width:30;height:30;left:1101;position:absolute;top:7818" coordorigin="1101,7818" coordsize="30,30" path="m1101,7833l1131,7833e" filled="f" stroked="t" strokecolor="black">
                <v:path arrowok="t"/>
              </v:shape>
            </v:group>
            <v:group id="_x0000_s1238" o:spid="_x0000_s1245" style="width:30;height:30;left:1101;position:absolute;top:7758" coordorigin="1101,7758" coordsize="30,30">
              <v:shape id="_x0000_s1239" o:spid="_x0000_s1246" style="width:30;height:30;left:1101;position:absolute;top:7758" coordorigin="1101,7758" coordsize="30,30" path="m1101,7773l1131,7773e" filled="f" stroked="t" strokecolor="black">
                <v:path arrowok="t"/>
              </v:shape>
            </v:group>
            <v:group id="_x0000_s1240" o:spid="_x0000_s1247" style="width:30;height:30;left:1101;position:absolute;top:7698" coordorigin="1101,7698" coordsize="30,30">
              <v:shape id="_x0000_s1241" o:spid="_x0000_s1248" style="width:30;height:30;left:1101;position:absolute;top:7698" coordorigin="1101,7698" coordsize="30,30" path="m1101,7713l1131,7713e" filled="f" stroked="t" strokecolor="black">
                <v:path arrowok="t"/>
              </v:shape>
            </v:group>
            <v:group id="_x0000_s1242" o:spid="_x0000_s1249" style="width:30;height:30;left:1101;position:absolute;top:7638" coordorigin="1101,7638" coordsize="30,30">
              <v:shape id="_x0000_s1243" o:spid="_x0000_s1250" style="width:30;height:30;left:1101;position:absolute;top:7638" coordorigin="1101,7638" coordsize="30,30" path="m1101,7653l1131,7653e" filled="f" stroked="t" strokecolor="black">
                <v:path arrowok="t"/>
              </v:shape>
            </v:group>
            <v:group id="_x0000_s1244" o:spid="_x0000_s1251" style="width:30;height:30;left:1101;position:absolute;top:7578" coordorigin="1101,7578" coordsize="30,30">
              <v:shape id="_x0000_s1245" o:spid="_x0000_s1252" style="width:30;height:30;left:1101;position:absolute;top:7578" coordorigin="1101,7578" coordsize="30,30" path="m1101,7593l1131,7593e" filled="f" stroked="t" strokecolor="black">
                <v:path arrowok="t"/>
              </v:shape>
            </v:group>
            <v:group id="_x0000_s1246" o:spid="_x0000_s1253" style="width:30;height:30;left:1101;position:absolute;top:7518" coordorigin="1101,7518" coordsize="30,30">
              <v:shape id="_x0000_s1247" o:spid="_x0000_s1254" style="width:30;height:30;left:1101;position:absolute;top:7518" coordorigin="1101,7518" coordsize="30,30" path="m1101,7533l1131,7533e" filled="f" stroked="t" strokecolor="black">
                <v:path arrowok="t"/>
              </v:shape>
            </v:group>
            <v:group id="_x0000_s1248" o:spid="_x0000_s1255" style="width:30;height:30;left:1101;position:absolute;top:7458" coordorigin="1101,7458" coordsize="30,30">
              <v:shape id="_x0000_s1249" o:spid="_x0000_s1256" style="width:30;height:30;left:1101;position:absolute;top:7458" coordorigin="1101,7458" coordsize="30,30" path="m1101,7473l1131,7473e" filled="f" stroked="t" strokecolor="black">
                <v:path arrowok="t"/>
              </v:shape>
            </v:group>
            <v:group id="_x0000_s1250" o:spid="_x0000_s1257" style="width:30;height:30;left:1101;position:absolute;top:7398" coordorigin="1101,7398" coordsize="30,30">
              <v:shape id="_x0000_s1251" o:spid="_x0000_s1258" style="width:30;height:30;left:1101;position:absolute;top:7398" coordorigin="1101,7398" coordsize="30,30" path="m1101,7413l1131,7413e" filled="f" stroked="t" strokecolor="black">
                <v:path arrowok="t"/>
              </v:shape>
            </v:group>
            <v:group id="_x0000_s1252" o:spid="_x0000_s1259" style="width:30;height:30;left:1101;position:absolute;top:7338" coordorigin="1101,7338" coordsize="30,30">
              <v:shape id="_x0000_s1253" o:spid="_x0000_s1260" style="width:30;height:30;left:1101;position:absolute;top:7338" coordorigin="1101,7338" coordsize="30,30" path="m1101,7353l1131,7353e" filled="f" stroked="t" strokecolor="black">
                <v:path arrowok="t"/>
              </v:shape>
            </v:group>
            <v:group id="_x0000_s1254" o:spid="_x0000_s1261" style="width:30;height:30;left:1101;position:absolute;top:7278" coordorigin="1101,7278" coordsize="30,30">
              <v:shape id="_x0000_s1255" o:spid="_x0000_s1262" style="width:30;height:30;left:1101;position:absolute;top:7278" coordorigin="1101,7278" coordsize="30,30" path="m1101,7293l1131,7293e" filled="f" stroked="t" strokecolor="black">
                <v:path arrowok="t"/>
              </v:shape>
            </v:group>
            <v:group id="_x0000_s1256" o:spid="_x0000_s1263" style="width:30;height:30;left:1101;position:absolute;top:7218" coordorigin="1101,7218" coordsize="30,30">
              <v:shape id="_x0000_s1257" o:spid="_x0000_s1264" style="width:30;height:30;left:1101;position:absolute;top:7218" coordorigin="1101,7218" coordsize="30,30" path="m1101,7233l1131,7233e" filled="f" stroked="t" strokecolor="black">
                <v:path arrowok="t"/>
              </v:shape>
            </v:group>
            <v:group id="_x0000_s1258" o:spid="_x0000_s1265" style="width:30;height:30;left:1101;position:absolute;top:7158" coordorigin="1101,7158" coordsize="30,30">
              <v:shape id="_x0000_s1259" o:spid="_x0000_s1266" style="width:30;height:30;left:1101;position:absolute;top:7158" coordorigin="1101,7158" coordsize="30,30" path="m1101,7173l1131,7173e" filled="f" stroked="t" strokecolor="black">
                <v:path arrowok="t"/>
              </v:shape>
            </v:group>
            <v:group id="_x0000_s1260" o:spid="_x0000_s1267" style="width:30;height:30;left:1101;position:absolute;top:7098" coordorigin="1101,7098" coordsize="30,30">
              <v:shape id="_x0000_s1261" o:spid="_x0000_s1268" style="width:30;height:30;left:1101;position:absolute;top:7098" coordorigin="1101,7098" coordsize="30,30" path="m1101,7113l1131,7113e" filled="f" stroked="t" strokecolor="black">
                <v:path arrowok="t"/>
              </v:shape>
            </v:group>
            <v:group id="_x0000_s1262" o:spid="_x0000_s1269" style="width:30;height:30;left:1101;position:absolute;top:7038" coordorigin="1101,7038" coordsize="30,30">
              <v:shape id="_x0000_s1263" o:spid="_x0000_s1270" style="width:30;height:30;left:1101;position:absolute;top:7038" coordorigin="1101,7038" coordsize="30,30" path="m1101,7053l1131,7053e" filled="f" stroked="t" strokecolor="black">
                <v:path arrowok="t"/>
              </v:shape>
            </v:group>
            <v:group id="_x0000_s1264" o:spid="_x0000_s1271" style="width:30;height:30;left:1101;position:absolute;top:6978" coordorigin="1101,6978" coordsize="30,30">
              <v:shape id="_x0000_s1265" o:spid="_x0000_s1272" style="width:30;height:30;left:1101;position:absolute;top:6978" coordorigin="1101,6978" coordsize="30,30" path="m1101,6993l1131,6993e" filled="f" stroked="t" strokecolor="black">
                <v:path arrowok="t"/>
              </v:shape>
            </v:group>
            <v:group id="_x0000_s1266" o:spid="_x0000_s1273" style="width:30;height:30;left:1101;position:absolute;top:6918" coordorigin="1101,6918" coordsize="30,30">
              <v:shape id="_x0000_s1267" o:spid="_x0000_s1274" style="width:30;height:30;left:1101;position:absolute;top:6918" coordorigin="1101,6918" coordsize="30,30" path="m1101,6933l1131,6933e" filled="f" stroked="t" strokecolor="black">
                <v:path arrowok="t"/>
              </v:shape>
            </v:group>
            <v:group id="_x0000_s1268" o:spid="_x0000_s1275" style="width:30;height:30;left:1101;position:absolute;top:6858" coordorigin="1101,6858" coordsize="30,30">
              <v:shape id="_x0000_s1269" o:spid="_x0000_s1276" style="width:30;height:30;left:1101;position:absolute;top:6858" coordorigin="1101,6858" coordsize="30,30" path="m1101,6873l1131,6873e" filled="f" stroked="t" strokecolor="black">
                <v:path arrowok="t"/>
              </v:shape>
            </v:group>
            <v:group id="_x0000_s1270" o:spid="_x0000_s1277" style="width:30;height:30;left:1101;position:absolute;top:6798" coordorigin="1101,6798" coordsize="30,30">
              <v:shape id="_x0000_s1271" o:spid="_x0000_s1278" style="width:30;height:30;left:1101;position:absolute;top:6798" coordorigin="1101,6798" coordsize="30,30" path="m1101,6813l1131,6813e" filled="f" stroked="t" strokecolor="black">
                <v:path arrowok="t"/>
              </v:shape>
            </v:group>
            <v:group id="_x0000_s1272" o:spid="_x0000_s1279" style="width:30;height:30;left:1101;position:absolute;top:6738" coordorigin="1101,6738" coordsize="30,30">
              <v:shape id="_x0000_s1273" o:spid="_x0000_s1280" style="width:30;height:30;left:1101;position:absolute;top:6738" coordorigin="1101,6738" coordsize="30,30" path="m1101,6753l1131,6753e" filled="f" stroked="t" strokecolor="black">
                <v:path arrowok="t"/>
              </v:shape>
            </v:group>
            <v:group id="_x0000_s1274" o:spid="_x0000_s1281" style="width:30;height:30;left:1101;position:absolute;top:6678" coordorigin="1101,6678" coordsize="30,30">
              <v:shape id="_x0000_s1275" o:spid="_x0000_s1282" style="width:30;height:30;left:1101;position:absolute;top:6678" coordorigin="1101,6678" coordsize="30,30" path="m1101,6693l1131,6693e" filled="f" stroked="t" strokecolor="black">
                <v:path arrowok="t"/>
              </v:shape>
            </v:group>
            <v:group id="_x0000_s1276" o:spid="_x0000_s1283" style="width:30;height:30;left:1101;position:absolute;top:6618" coordorigin="1101,6618" coordsize="30,30">
              <v:shape id="_x0000_s1277" o:spid="_x0000_s1284" style="width:30;height:30;left:1101;position:absolute;top:6618" coordorigin="1101,6618" coordsize="30,30" path="m1101,6633l1131,6633e" filled="f" stroked="t" strokecolor="black">
                <v:path arrowok="t"/>
              </v:shape>
            </v:group>
            <v:group id="_x0000_s1278" o:spid="_x0000_s1285" style="width:30;height:30;left:1101;position:absolute;top:6558" coordorigin="1101,6558" coordsize="30,30">
              <v:shape id="_x0000_s1279" o:spid="_x0000_s1286" style="width:30;height:30;left:1101;position:absolute;top:6558" coordorigin="1101,6558" coordsize="30,30" path="m1101,6573l1131,6573e" filled="f" stroked="t" strokecolor="black">
                <v:path arrowok="t"/>
              </v:shape>
            </v:group>
            <v:group id="_x0000_s1280" o:spid="_x0000_s1287" style="width:30;height:30;left:1101;position:absolute;top:6498" coordorigin="1101,6498" coordsize="30,30">
              <v:shape id="_x0000_s1281" o:spid="_x0000_s1288" style="width:30;height:30;left:1101;position:absolute;top:6498" coordorigin="1101,6498" coordsize="30,30" path="m1101,6513l1131,6513e" filled="f" stroked="t" strokecolor="black">
                <v:path arrowok="t"/>
              </v:shape>
            </v:group>
            <v:group id="_x0000_s1282" o:spid="_x0000_s1289" style="width:30;height:30;left:1101;position:absolute;top:6438" coordorigin="1101,6438" coordsize="30,30">
              <v:shape id="_x0000_s1283" o:spid="_x0000_s1290" style="width:30;height:30;left:1101;position:absolute;top:6438" coordorigin="1101,6438" coordsize="30,30" path="m1101,6453l1131,6453e" filled="f" stroked="t" strokecolor="black">
                <v:path arrowok="t"/>
              </v:shape>
            </v:group>
            <v:group id="_x0000_s1284" o:spid="_x0000_s1291" style="width:30;height:30;left:1101;position:absolute;top:6378" coordorigin="1101,6378" coordsize="30,30">
              <v:shape id="_x0000_s1285" o:spid="_x0000_s1292" style="width:30;height:30;left:1101;position:absolute;top:6378" coordorigin="1101,6378" coordsize="30,30" path="m1101,6393l1131,6393e" filled="f" stroked="t" strokecolor="black">
                <v:path arrowok="t"/>
              </v:shape>
            </v:group>
            <v:group id="_x0000_s1286" o:spid="_x0000_s1293" style="width:30;height:30;left:1101;position:absolute;top:6318" coordorigin="1101,6318" coordsize="30,30">
              <v:shape id="_x0000_s1287" o:spid="_x0000_s1294" style="width:30;height:30;left:1101;position:absolute;top:6318" coordorigin="1101,6318" coordsize="30,30" path="m1101,6333l1131,6333e" filled="f" stroked="t" strokecolor="black">
                <v:path arrowok="t"/>
              </v:shape>
            </v:group>
            <v:group id="_x0000_s1288" o:spid="_x0000_s1295" style="width:30;height:30;left:1101;position:absolute;top:6258" coordorigin="1101,6258" coordsize="30,30">
              <v:shape id="_x0000_s1289" o:spid="_x0000_s1296" style="width:30;height:30;left:1101;position:absolute;top:6258" coordorigin="1101,6258" coordsize="30,30" path="m1101,6273l1131,6273e" filled="f" stroked="t" strokecolor="black">
                <v:path arrowok="t"/>
              </v:shape>
            </v:group>
            <v:group id="_x0000_s1290" o:spid="_x0000_s1297" style="width:30;height:30;left:1101;position:absolute;top:6198" coordorigin="1101,6198" coordsize="30,30">
              <v:shape id="_x0000_s1291" o:spid="_x0000_s1298" style="width:30;height:30;left:1101;position:absolute;top:6198" coordorigin="1101,6198" coordsize="30,30" path="m1101,6213l1131,6213e" filled="f" stroked="t" strokecolor="black">
                <v:path arrowok="t"/>
              </v:shape>
            </v:group>
            <v:group id="_x0000_s1292" o:spid="_x0000_s1299" style="width:30;height:30;left:1101;position:absolute;top:6138" coordorigin="1101,6138" coordsize="30,30">
              <v:shape id="_x0000_s1293" o:spid="_x0000_s1300" style="width:30;height:30;left:1101;position:absolute;top:6138" coordorigin="1101,6138" coordsize="30,30" path="m1101,6153l1131,6153e" filled="f" stroked="t" strokecolor="black">
                <v:path arrowok="t"/>
              </v:shape>
            </v:group>
            <v:group id="_x0000_s1294" o:spid="_x0000_s1301" style="width:30;height:30;left:1101;position:absolute;top:6078" coordorigin="1101,6078" coordsize="30,30">
              <v:shape id="_x0000_s1295" o:spid="_x0000_s1302" style="width:30;height:30;left:1101;position:absolute;top:6078" coordorigin="1101,6078" coordsize="30,30" path="m1101,6093l1131,6093e" filled="f" stroked="t" strokecolor="black">
                <v:path arrowok="t"/>
              </v:shape>
            </v:group>
            <v:group id="_x0000_s1296" o:spid="_x0000_s1303" style="width:30;height:30;left:1101;position:absolute;top:6018" coordorigin="1101,6018" coordsize="30,30">
              <v:shape id="_x0000_s1297" o:spid="_x0000_s1304" style="width:30;height:30;left:1101;position:absolute;top:6018" coordorigin="1101,6018" coordsize="30,30" path="m1101,6033l1131,6033e" filled="f" stroked="t" strokecolor="black">
                <v:path arrowok="t"/>
              </v:shape>
            </v:group>
            <v:group id="_x0000_s1298" o:spid="_x0000_s1305" style="width:30;height:30;left:1101;position:absolute;top:5958" coordorigin="1101,5958" coordsize="30,30">
              <v:shape id="_x0000_s1299" o:spid="_x0000_s1306" style="width:30;height:30;left:1101;position:absolute;top:5958" coordorigin="1101,5958" coordsize="30,30" path="m1101,5973l1131,5973e" filled="f" stroked="t" strokecolor="black">
                <v:path arrowok="t"/>
              </v:shape>
            </v:group>
            <v:group id="_x0000_s1300" o:spid="_x0000_s1307" style="width:30;height:30;left:1101;position:absolute;top:5898" coordorigin="1101,5898" coordsize="30,30">
              <v:shape id="_x0000_s1301" o:spid="_x0000_s1308" style="width:30;height:30;left:1101;position:absolute;top:5898" coordorigin="1101,5898" coordsize="30,30" path="m1101,5913l1131,5913e" filled="f" stroked="t" strokecolor="black">
                <v:path arrowok="t"/>
              </v:shape>
            </v:group>
            <v:group id="_x0000_s1302" o:spid="_x0000_s1309" style="width:30;height:30;left:1101;position:absolute;top:5838" coordorigin="1101,5838" coordsize="30,30">
              <v:shape id="_x0000_s1303" o:spid="_x0000_s1310" style="width:30;height:30;left:1101;position:absolute;top:5838" coordorigin="1101,5838" coordsize="30,30" path="m1101,5853l1131,5853e" filled="f" stroked="t" strokecolor="black">
                <v:path arrowok="t"/>
              </v:shape>
            </v:group>
            <v:group id="_x0000_s1304" o:spid="_x0000_s1311" style="width:30;height:30;left:1101;position:absolute;top:5778" coordorigin="1101,5778" coordsize="30,30">
              <v:shape id="_x0000_s1305" o:spid="_x0000_s1312" style="width:30;height:30;left:1101;position:absolute;top:5778" coordorigin="1101,5778" coordsize="30,30" path="m1101,5793l1131,5793e" filled="f" stroked="t" strokecolor="black">
                <v:path arrowok="t"/>
              </v:shape>
            </v:group>
            <v:group id="_x0000_s1306" o:spid="_x0000_s1313" style="width:30;height:30;left:1101;position:absolute;top:5718" coordorigin="1101,5718" coordsize="30,30">
              <v:shape id="_x0000_s1307" o:spid="_x0000_s1314" style="width:30;height:30;left:1101;position:absolute;top:5718" coordorigin="1101,5718" coordsize="30,30" path="m1101,5733l1131,5733e" filled="f" stroked="t" strokecolor="black">
                <v:path arrowok="t"/>
              </v:shape>
            </v:group>
            <v:group id="_x0000_s1308" o:spid="_x0000_s1315" style="width:30;height:30;left:1101;position:absolute;top:5658" coordorigin="1101,5658" coordsize="30,30">
              <v:shape id="_x0000_s1309" o:spid="_x0000_s1316" style="width:30;height:30;left:1101;position:absolute;top:5658" coordorigin="1101,5658" coordsize="30,30" path="m1101,5673l1131,5673e" filled="f" stroked="t" strokecolor="black">
                <v:path arrowok="t"/>
              </v:shape>
            </v:group>
            <v:group id="_x0000_s1310" o:spid="_x0000_s1317" style="width:30;height:30;left:1101;position:absolute;top:5598" coordorigin="1101,5598" coordsize="30,30">
              <v:shape id="_x0000_s1311" o:spid="_x0000_s1318" style="width:30;height:30;left:1101;position:absolute;top:5598" coordorigin="1101,5598" coordsize="30,30" path="m1101,5613l1131,5613e" filled="f" stroked="t" strokecolor="black">
                <v:path arrowok="t"/>
              </v:shape>
            </v:group>
            <v:group id="_x0000_s1312" o:spid="_x0000_s1319" style="width:30;height:30;left:1101;position:absolute;top:5538" coordorigin="1101,5538" coordsize="30,30">
              <v:shape id="_x0000_s1313" o:spid="_x0000_s1320" style="width:30;height:30;left:1101;position:absolute;top:5538" coordorigin="1101,5538" coordsize="30,30" path="m1101,5553l1131,5553e" filled="f" stroked="t" strokecolor="black">
                <v:path arrowok="t"/>
              </v:shape>
            </v:group>
            <v:group id="_x0000_s1314" o:spid="_x0000_s1321" style="width:30;height:30;left:1101;position:absolute;top:5478" coordorigin="1101,5478" coordsize="30,30">
              <v:shape id="_x0000_s1315" o:spid="_x0000_s1322" style="width:30;height:30;left:1101;position:absolute;top:5478" coordorigin="1101,5478" coordsize="30,30" path="m1101,5493l1131,5493e" filled="f" stroked="t" strokecolor="black">
                <v:path arrowok="t"/>
              </v:shape>
            </v:group>
            <v:group id="_x0000_s1316" o:spid="_x0000_s1323" style="width:30;height:30;left:1101;position:absolute;top:5418" coordorigin="1101,5418" coordsize="30,30">
              <v:shape id="_x0000_s1317" o:spid="_x0000_s1324" style="width:30;height:30;left:1101;position:absolute;top:5418" coordorigin="1101,5418" coordsize="30,30" path="m1101,5433l1131,5433e" filled="f" stroked="t" strokecolor="black">
                <v:path arrowok="t"/>
              </v:shape>
            </v:group>
            <v:group id="_x0000_s1318" o:spid="_x0000_s1325" style="width:30;height:30;left:1101;position:absolute;top:5358" coordorigin="1101,5358" coordsize="30,30">
              <v:shape id="_x0000_s1319" o:spid="_x0000_s1326" style="width:30;height:30;left:1101;position:absolute;top:5358" coordorigin="1101,5358" coordsize="30,30" path="m1101,5373l1131,5373e" filled="f" stroked="t" strokecolor="black">
                <v:path arrowok="t"/>
              </v:shape>
            </v:group>
            <v:group id="_x0000_s1320" o:spid="_x0000_s1327" style="width:30;height:30;left:1101;position:absolute;top:5298" coordorigin="1101,5298" coordsize="30,30">
              <v:shape id="_x0000_s1321" o:spid="_x0000_s1328" style="width:30;height:30;left:1101;position:absolute;top:5298" coordorigin="1101,5298" coordsize="30,30" path="m1101,5313l1131,5313e" filled="f" stroked="t" strokecolor="black">
                <v:path arrowok="t"/>
              </v:shape>
            </v:group>
            <v:group id="_x0000_s1322" o:spid="_x0000_s1329" style="width:30;height:30;left:1101;position:absolute;top:5238" coordorigin="1101,5238" coordsize="30,30">
              <v:shape id="_x0000_s1323" o:spid="_x0000_s1330" style="width:30;height:30;left:1101;position:absolute;top:5238" coordorigin="1101,5238" coordsize="30,30" path="m1101,5253l1131,5253e" filled="f" stroked="t" strokecolor="black">
                <v:path arrowok="t"/>
              </v:shape>
            </v:group>
            <v:group id="_x0000_s1324" o:spid="_x0000_s1331" style="width:30;height:30;left:1101;position:absolute;top:5178" coordorigin="1101,5178" coordsize="30,30">
              <v:shape id="_x0000_s1325" o:spid="_x0000_s1332" style="width:30;height:30;left:1101;position:absolute;top:5178" coordorigin="1101,5178" coordsize="30,30" path="m1101,5193l1131,5193e" filled="f" stroked="t" strokecolor="black">
                <v:path arrowok="t"/>
              </v:shape>
            </v:group>
            <v:group id="_x0000_s1326" o:spid="_x0000_s1333" style="width:30;height:30;left:1101;position:absolute;top:5118" coordorigin="1101,5118" coordsize="30,30">
              <v:shape id="_x0000_s1327" o:spid="_x0000_s1334" style="width:30;height:30;left:1101;position:absolute;top:5118" coordorigin="1101,5118" coordsize="30,30" path="m1101,5133l1131,5133e" filled="f" stroked="t" strokecolor="black">
                <v:path arrowok="t"/>
              </v:shape>
            </v:group>
            <v:group id="_x0000_s1328" o:spid="_x0000_s1335" style="width:30;height:30;left:1101;position:absolute;top:5058" coordorigin="1101,5058" coordsize="30,30">
              <v:shape id="_x0000_s1329" o:spid="_x0000_s1336" style="width:30;height:30;left:1101;position:absolute;top:5058" coordorigin="1101,5058" coordsize="30,30" path="m1101,5073l1131,5073e" filled="f" stroked="t" strokecolor="black">
                <v:path arrowok="t"/>
              </v:shape>
            </v:group>
            <v:group id="_x0000_s1330" o:spid="_x0000_s1337" style="width:30;height:30;left:1101;position:absolute;top:4998" coordorigin="1101,4998" coordsize="30,30">
              <v:shape id="_x0000_s1331" o:spid="_x0000_s1338" style="width:30;height:30;left:1101;position:absolute;top:4998" coordorigin="1101,4998" coordsize="30,30" path="m1101,5013l1131,5013e" filled="f" stroked="t" strokecolor="black">
                <v:path arrowok="t"/>
              </v:shape>
            </v:group>
            <v:group id="_x0000_s1332" o:spid="_x0000_s1339" style="width:30;height:30;left:1101;position:absolute;top:4938" coordorigin="1101,4938" coordsize="30,30">
              <v:shape id="_x0000_s1333" o:spid="_x0000_s1340" style="width:30;height:30;left:1101;position:absolute;top:4938" coordorigin="1101,4938" coordsize="30,30" path="m1101,4953l1131,4953e" filled="f" stroked="t" strokecolor="black">
                <v:path arrowok="t"/>
              </v:shape>
            </v:group>
            <v:group id="_x0000_s1334" o:spid="_x0000_s1341" style="width:30;height:30;left:1101;position:absolute;top:4878" coordorigin="1101,4878" coordsize="30,30">
              <v:shape id="_x0000_s1335" o:spid="_x0000_s1342" style="width:30;height:30;left:1101;position:absolute;top:4878" coordorigin="1101,4878" coordsize="30,30" path="m1101,4893l1131,4893e" filled="f" stroked="t" strokecolor="black">
                <v:path arrowok="t"/>
              </v:shape>
            </v:group>
            <v:group id="_x0000_s1336" o:spid="_x0000_s1343" style="width:30;height:30;left:1101;position:absolute;top:4818" coordorigin="1101,4818" coordsize="30,30">
              <v:shape id="_x0000_s1337" o:spid="_x0000_s1344" style="width:30;height:30;left:1101;position:absolute;top:4818" coordorigin="1101,4818" coordsize="30,30" path="m1101,4833l1131,4833e" filled="f" stroked="t" strokecolor="black">
                <v:path arrowok="t"/>
              </v:shape>
            </v:group>
            <v:group id="_x0000_s1338" o:spid="_x0000_s1345" style="width:30;height:30;left:1101;position:absolute;top:4758" coordorigin="1101,4758" coordsize="30,30">
              <v:shape id="_x0000_s1339" o:spid="_x0000_s1346" style="width:30;height:30;left:1101;position:absolute;top:4758" coordorigin="1101,4758" coordsize="30,30" path="m1101,4773l1131,4773e" filled="f" stroked="t" strokecolor="black">
                <v:path arrowok="t"/>
              </v:shape>
            </v:group>
            <v:group id="_x0000_s1340" o:spid="_x0000_s1347" style="width:30;height:30;left:1101;position:absolute;top:4698" coordorigin="1101,4698" coordsize="30,30">
              <v:shape id="_x0000_s1341" o:spid="_x0000_s1348" style="width:30;height:30;left:1101;position:absolute;top:4698" coordorigin="1101,4698" coordsize="30,30" path="m1101,4713l1131,4713e" filled="f" stroked="t" strokecolor="black">
                <v:path arrowok="t"/>
              </v:shape>
            </v:group>
            <v:group id="_x0000_s1342" o:spid="_x0000_s1349" style="width:30;height:30;left:1101;position:absolute;top:4638" coordorigin="1101,4638" coordsize="30,30">
              <v:shape id="_x0000_s1343" o:spid="_x0000_s1350" style="width:30;height:30;left:1101;position:absolute;top:4638" coordorigin="1101,4638" coordsize="30,30" path="m1101,4653l1131,4653e" filled="f" stroked="t" strokecolor="black">
                <v:path arrowok="t"/>
              </v:shape>
            </v:group>
            <v:group id="_x0000_s1344" o:spid="_x0000_s1351" style="width:30;height:30;left:1101;position:absolute;top:4578" coordorigin="1101,4578" coordsize="30,30">
              <v:shape id="_x0000_s1345" o:spid="_x0000_s1352" style="width:30;height:30;left:1101;position:absolute;top:4578" coordorigin="1101,4578" coordsize="30,30" path="m1101,4593l1131,4593e" filled="f" stroked="t" strokecolor="black">
                <v:path arrowok="t"/>
              </v:shape>
            </v:group>
            <v:group id="_x0000_s1346" o:spid="_x0000_s1353" style="width:30;height:30;left:1101;position:absolute;top:4518" coordorigin="1101,4518" coordsize="30,30">
              <v:shape id="_x0000_s1347" o:spid="_x0000_s1354" style="width:30;height:30;left:1101;position:absolute;top:4518" coordorigin="1101,4518" coordsize="30,30" path="m1101,4533l1131,4533e" filled="f" stroked="t" strokecolor="black">
                <v:path arrowok="t"/>
              </v:shape>
            </v:group>
            <v:group id="_x0000_s1348" o:spid="_x0000_s1355" style="width:30;height:30;left:1101;position:absolute;top:4458" coordorigin="1101,4458" coordsize="30,30">
              <v:shape id="_x0000_s1349" o:spid="_x0000_s1356" style="width:30;height:30;left:1101;position:absolute;top:4458" coordorigin="1101,4458" coordsize="30,30" path="m1101,4473l1131,4473e" filled="f" stroked="t" strokecolor="black">
                <v:path arrowok="t"/>
              </v:shape>
            </v:group>
            <v:group id="_x0000_s1350" o:spid="_x0000_s1357" style="width:30;height:30;left:1101;position:absolute;top:4398" coordorigin="1101,4398" coordsize="30,30">
              <v:shape id="_x0000_s1351" o:spid="_x0000_s1358" style="width:30;height:30;left:1101;position:absolute;top:4398" coordorigin="1101,4398" coordsize="30,30" path="m1101,4413l1131,4413e" filled="f" stroked="t" strokecolor="black">
                <v:path arrowok="t"/>
              </v:shape>
            </v:group>
            <v:group id="_x0000_s1352" o:spid="_x0000_s1359" style="width:30;height:30;left:1101;position:absolute;top:4338" coordorigin="1101,4338" coordsize="30,30">
              <v:shape id="_x0000_s1353" o:spid="_x0000_s1360" style="width:30;height:30;left:1101;position:absolute;top:4338" coordorigin="1101,4338" coordsize="30,30" path="m1101,4353l1131,4353e" filled="f" stroked="t" strokecolor="black">
                <v:path arrowok="t"/>
              </v:shape>
            </v:group>
            <v:group id="_x0000_s1354" o:spid="_x0000_s1361" style="width:30;height:30;left:1101;position:absolute;top:4278" coordorigin="1101,4278" coordsize="30,30">
              <v:shape id="_x0000_s1355" o:spid="_x0000_s1362" style="width:30;height:30;left:1101;position:absolute;top:4278" coordorigin="1101,4278" coordsize="30,30" path="m1101,4293l1131,4293e" filled="f" stroked="t" strokecolor="black">
                <v:path arrowok="t"/>
              </v:shape>
            </v:group>
            <v:group id="_x0000_s1356" o:spid="_x0000_s1363" style="width:30;height:30;left:1101;position:absolute;top:4218" coordorigin="1101,4218" coordsize="30,30">
              <v:shape id="_x0000_s1357" o:spid="_x0000_s1364" style="width:30;height:30;left:1101;position:absolute;top:4218" coordorigin="1101,4218" coordsize="30,30" path="m1101,4233l1131,4233e" filled="f" stroked="t" strokecolor="black">
                <v:path arrowok="t"/>
              </v:shape>
            </v:group>
            <v:group id="_x0000_s1358" o:spid="_x0000_s1365" style="width:30;height:30;left:1101;position:absolute;top:4158" coordorigin="1101,4158" coordsize="30,30">
              <v:shape id="_x0000_s1359" o:spid="_x0000_s1366" style="width:30;height:30;left:1101;position:absolute;top:4158" coordorigin="1101,4158" coordsize="30,30" path="m1101,4173l1131,4173e" filled="f" stroked="t" strokecolor="black">
                <v:path arrowok="t"/>
              </v:shape>
            </v:group>
            <v:group id="_x0000_s1360" o:spid="_x0000_s1367" style="width:30;height:30;left:1101;position:absolute;top:4098" coordorigin="1101,4098" coordsize="30,30">
              <v:shape id="_x0000_s1361" o:spid="_x0000_s1368" style="width:30;height:30;left:1101;position:absolute;top:4098" coordorigin="1101,4098" coordsize="30,30" path="m1101,4113l1131,4113e" filled="f" stroked="t" strokecolor="black">
                <v:path arrowok="t"/>
              </v:shape>
            </v:group>
            <v:group id="_x0000_s1362" o:spid="_x0000_s1369" style="width:30;height:30;left:1101;position:absolute;top:4038" coordorigin="1101,4038" coordsize="30,30">
              <v:shape id="_x0000_s1363" o:spid="_x0000_s1370" style="width:30;height:30;left:1101;position:absolute;top:4038" coordorigin="1101,4038" coordsize="30,30" path="m1101,4053l1131,4053e" filled="f" stroked="t" strokecolor="black">
                <v:path arrowok="t"/>
              </v:shape>
            </v:group>
            <v:group id="_x0000_s1364" o:spid="_x0000_s1371" style="width:30;height:30;left:1101;position:absolute;top:3978" coordorigin="1101,3978" coordsize="30,30">
              <v:shape id="_x0000_s1365" o:spid="_x0000_s1372" style="width:30;height:30;left:1101;position:absolute;top:3978" coordorigin="1101,3978" coordsize="30,30" path="m1101,3993l1131,3993e" filled="f" stroked="t" strokecolor="black">
                <v:path arrowok="t"/>
              </v:shape>
            </v:group>
            <v:group id="_x0000_s1366" o:spid="_x0000_s1373" style="width:30;height:30;left:1101;position:absolute;top:3918" coordorigin="1101,3918" coordsize="30,30">
              <v:shape id="_x0000_s1367" o:spid="_x0000_s1374" style="width:30;height:30;left:1101;position:absolute;top:3918" coordorigin="1101,3918" coordsize="30,30" path="m1101,3933l1131,3933e" filled="f" stroked="t" strokecolor="black">
                <v:path arrowok="t"/>
              </v:shape>
            </v:group>
            <v:group id="_x0000_s1368" o:spid="_x0000_s1375" style="width:30;height:30;left:1101;position:absolute;top:3858" coordorigin="1101,3858" coordsize="30,30">
              <v:shape id="_x0000_s1369" o:spid="_x0000_s1376" style="width:30;height:30;left:1101;position:absolute;top:3858" coordorigin="1101,3858" coordsize="30,30" path="m1101,3873l1131,3873e" filled="f" stroked="t" strokecolor="black">
                <v:path arrowok="t"/>
              </v:shape>
            </v:group>
            <v:group id="_x0000_s1370" o:spid="_x0000_s1377" style="width:30;height:30;left:1101;position:absolute;top:3798" coordorigin="1101,3798" coordsize="30,30">
              <v:shape id="_x0000_s1371" o:spid="_x0000_s1378" style="width:30;height:30;left:1101;position:absolute;top:3798" coordorigin="1101,3798" coordsize="30,30" path="m1101,3813l1131,3813e" filled="f" stroked="t" strokecolor="black">
                <v:path arrowok="t"/>
              </v:shape>
            </v:group>
            <v:group id="_x0000_s1372" o:spid="_x0000_s1379" style="width:30;height:30;left:1101;position:absolute;top:3738" coordorigin="1101,3738" coordsize="30,30">
              <v:shape id="_x0000_s1373" o:spid="_x0000_s1380" style="width:30;height:30;left:1101;position:absolute;top:3738" coordorigin="1101,3738" coordsize="30,30" path="m1101,3753l1131,3753e" filled="f" stroked="t" strokecolor="black">
                <v:path arrowok="t"/>
              </v:shape>
            </v:group>
            <v:group id="_x0000_s1374" o:spid="_x0000_s1381" style="width:30;height:30;left:1101;position:absolute;top:3678" coordorigin="1101,3678" coordsize="30,30">
              <v:shape id="_x0000_s1375" o:spid="_x0000_s1382" style="width:30;height:30;left:1101;position:absolute;top:3678" coordorigin="1101,3678" coordsize="30,30" path="m1101,3693l1131,3693e" filled="f" stroked="t" strokecolor="black">
                <v:path arrowok="t"/>
              </v:shape>
            </v:group>
            <v:group id="_x0000_s1376" o:spid="_x0000_s1383" style="width:30;height:30;left:1101;position:absolute;top:3618" coordorigin="1101,3618" coordsize="30,30">
              <v:shape id="_x0000_s1377" o:spid="_x0000_s1384" style="width:30;height:30;left:1101;position:absolute;top:3618" coordorigin="1101,3618" coordsize="30,30" path="m1101,3633l1131,3633e" filled="f" stroked="t" strokecolor="black">
                <v:path arrowok="t"/>
              </v:shape>
            </v:group>
            <v:group id="_x0000_s1378" o:spid="_x0000_s1385" style="width:30;height:30;left:1101;position:absolute;top:3558" coordorigin="1101,3558" coordsize="30,30">
              <v:shape id="_x0000_s1379" o:spid="_x0000_s1386" style="width:30;height:30;left:1101;position:absolute;top:3558" coordorigin="1101,3558" coordsize="30,30" path="m1101,3573l1131,3573e" filled="f" stroked="t" strokecolor="black">
                <v:path arrowok="t"/>
              </v:shape>
            </v:group>
            <v:group id="_x0000_s1380" o:spid="_x0000_s1387" style="width:30;height:30;left:1101;position:absolute;top:3498" coordorigin="1101,3498" coordsize="30,30">
              <v:shape id="_x0000_s1381" o:spid="_x0000_s1388" style="width:30;height:30;left:1101;position:absolute;top:3498" coordorigin="1101,3498" coordsize="30,30" path="m1101,3513l1131,3513e" filled="f" stroked="t" strokecolor="black">
                <v:path arrowok="t"/>
              </v:shape>
            </v:group>
            <v:group id="_x0000_s1382" o:spid="_x0000_s1389" style="width:30;height:30;left:1101;position:absolute;top:3438" coordorigin="1101,3438" coordsize="30,30">
              <v:shape id="_x0000_s1383" o:spid="_x0000_s1390" style="width:30;height:30;left:1101;position:absolute;top:3438" coordorigin="1101,3438" coordsize="30,30" path="m1101,3453l1131,3453e" filled="f" stroked="t" strokecolor="black">
                <v:path arrowok="t"/>
              </v:shape>
            </v:group>
            <v:group id="_x0000_s1384" o:spid="_x0000_s1391" style="width:30;height:30;left:1101;position:absolute;top:3378" coordorigin="1101,3378" coordsize="30,30">
              <v:shape id="_x0000_s1385" o:spid="_x0000_s1392" style="width:30;height:30;left:1101;position:absolute;top:3378" coordorigin="1101,3378" coordsize="30,30" path="m1101,3393l1131,3393e" filled="f" stroked="t" strokecolor="black">
                <v:path arrowok="t"/>
              </v:shape>
            </v:group>
            <v:group id="_x0000_s1386" o:spid="_x0000_s1393" style="width:30;height:30;left:1101;position:absolute;top:3318" coordorigin="1101,3318" coordsize="30,30">
              <v:shape id="_x0000_s1387" o:spid="_x0000_s1394" style="width:30;height:30;left:1101;position:absolute;top:3318" coordorigin="1101,3318" coordsize="30,30" path="m1101,3333l1131,3333e" filled="f" stroked="t" strokecolor="black">
                <v:path arrowok="t"/>
              </v:shape>
            </v:group>
            <v:group id="_x0000_s1388" o:spid="_x0000_s1395" style="width:30;height:30;left:1101;position:absolute;top:3258" coordorigin="1101,3258" coordsize="30,30">
              <v:shape id="_x0000_s1389" o:spid="_x0000_s1396" style="width:30;height:30;left:1101;position:absolute;top:3258" coordorigin="1101,3258" coordsize="30,30" path="m1101,3273l1131,3273e" filled="f" stroked="t" strokecolor="black">
                <v:path arrowok="t"/>
              </v:shape>
            </v:group>
            <v:group id="_x0000_s1390" o:spid="_x0000_s1397" style="width:30;height:30;left:1101;position:absolute;top:3198" coordorigin="1101,3198" coordsize="30,30">
              <v:shape id="_x0000_s1391" o:spid="_x0000_s1398" style="width:30;height:30;left:1101;position:absolute;top:3198" coordorigin="1101,3198" coordsize="30,30" path="m1101,3213l1131,3213e" filled="f" stroked="t" strokecolor="black">
                <v:path arrowok="t"/>
              </v:shape>
            </v:group>
            <v:group id="_x0000_s1392" o:spid="_x0000_s1399" style="width:30;height:30;left:1101;position:absolute;top:3138" coordorigin="1101,3138" coordsize="30,30">
              <v:shape id="_x0000_s1393" o:spid="_x0000_s1400" style="width:30;height:30;left:1101;position:absolute;top:3138" coordorigin="1101,3138" coordsize="30,30" path="m1101,3153l1131,3153e" filled="f" stroked="t" strokecolor="black">
                <v:path arrowok="t"/>
              </v:shape>
            </v:group>
            <v:group id="_x0000_s1394" o:spid="_x0000_s1401" style="width:30;height:30;left:1101;position:absolute;top:3078" coordorigin="1101,3078" coordsize="30,30">
              <v:shape id="_x0000_s1395" o:spid="_x0000_s1402" style="width:30;height:30;left:1101;position:absolute;top:3078" coordorigin="1101,3078" coordsize="30,30" path="m1101,3093l1131,3093e" filled="f" stroked="t" strokecolor="black">
                <v:path arrowok="t"/>
              </v:shape>
            </v:group>
            <v:group id="_x0000_s1396" o:spid="_x0000_s1403" style="width:30;height:30;left:1101;position:absolute;top:3018" coordorigin="1101,3018" coordsize="30,30">
              <v:shape id="_x0000_s1397" o:spid="_x0000_s1404" style="width:30;height:30;left:1101;position:absolute;top:3018" coordorigin="1101,3018" coordsize="30,30" path="m1101,3033l1131,3033e" filled="f" stroked="t" strokecolor="black">
                <v:path arrowok="t"/>
              </v:shape>
            </v:group>
            <v:group id="_x0000_s1398" o:spid="_x0000_s1405" style="width:30;height:30;left:1101;position:absolute;top:2958" coordorigin="1101,2958" coordsize="30,30">
              <v:shape id="_x0000_s1399" o:spid="_x0000_s1406" style="width:30;height:30;left:1101;position:absolute;top:2958" coordorigin="1101,2958" coordsize="30,30" path="m1101,2973l1131,2973e" filled="f" stroked="t" strokecolor="black">
                <v:path arrowok="t"/>
              </v:shape>
            </v:group>
            <v:group id="_x0000_s1400" o:spid="_x0000_s1407" style="width:30;height:30;left:1101;position:absolute;top:2898" coordorigin="1101,2898" coordsize="30,30">
              <v:shape id="_x0000_s1401" o:spid="_x0000_s1408" style="width:30;height:30;left:1101;position:absolute;top:2898" coordorigin="1101,2898" coordsize="30,30" path="m1101,2913l1131,2913e" filled="f" stroked="t" strokecolor="black">
                <v:path arrowok="t"/>
              </v:shape>
            </v:group>
            <v:group id="_x0000_s1402" o:spid="_x0000_s1409" style="width:30;height:30;left:1101;position:absolute;top:2838" coordorigin="1101,2838" coordsize="30,30">
              <v:shape id="_x0000_s1403" o:spid="_x0000_s1410" style="width:30;height:30;left:1101;position:absolute;top:2838" coordorigin="1101,2838" coordsize="30,30" path="m1101,2853l1131,2853e" filled="f" stroked="t" strokecolor="black">
                <v:path arrowok="t"/>
              </v:shape>
            </v:group>
            <v:group id="_x0000_s1404" o:spid="_x0000_s1411" style="width:30;height:30;left:1101;position:absolute;top:2778" coordorigin="1101,2778" coordsize="30,30">
              <v:shape id="_x0000_s1405" o:spid="_x0000_s1412" style="width:30;height:30;left:1101;position:absolute;top:2778" coordorigin="1101,2778" coordsize="30,30" path="m1101,2793l1131,2793e" filled="f" stroked="t" strokecolor="black">
                <v:path arrowok="t"/>
              </v:shape>
            </v:group>
            <v:group id="_x0000_s1406" o:spid="_x0000_s1413" style="width:30;height:30;left:1101;position:absolute;top:2718" coordorigin="1101,2718" coordsize="30,30">
              <v:shape id="_x0000_s1407" o:spid="_x0000_s1414" style="width:30;height:30;left:1101;position:absolute;top:2718" coordorigin="1101,2718" coordsize="30,30" path="m1101,2733l1131,2733e" filled="f" stroked="t" strokecolor="black">
                <v:path arrowok="t"/>
              </v:shape>
            </v:group>
            <v:group id="_x0000_s1408" o:spid="_x0000_s1415" style="width:30;height:30;left:1101;position:absolute;top:2658" coordorigin="1101,2658" coordsize="30,30">
              <v:shape id="_x0000_s1409" o:spid="_x0000_s1416" style="width:30;height:30;left:1101;position:absolute;top:2658" coordorigin="1101,2658" coordsize="30,30" path="m1101,2673l1131,2673e" filled="f" stroked="t" strokecolor="black">
                <v:path arrowok="t"/>
              </v:shape>
            </v:group>
            <v:group id="_x0000_s1410" o:spid="_x0000_s1417" style="width:30;height:30;left:1101;position:absolute;top:2598" coordorigin="1101,2598" coordsize="30,30">
              <v:shape id="_x0000_s1411" o:spid="_x0000_s1418" style="width:30;height:30;left:1101;position:absolute;top:2598" coordorigin="1101,2598" coordsize="30,30" path="m1101,2613l1131,2613e" filled="f" stroked="t" strokecolor="black">
                <v:path arrowok="t"/>
              </v:shape>
            </v:group>
            <v:group id="_x0000_s1412" o:spid="_x0000_s1419" style="width:30;height:30;left:1101;position:absolute;top:2538" coordorigin="1101,2538" coordsize="30,30">
              <v:shape id="_x0000_s1413" o:spid="_x0000_s1420" style="width:30;height:30;left:1101;position:absolute;top:2538" coordorigin="1101,2538" coordsize="30,30" path="m1101,2553l1131,2553e" filled="f" stroked="t" strokecolor="black">
                <v:path arrowok="t"/>
              </v:shape>
            </v:group>
            <v:group id="_x0000_s1414" o:spid="_x0000_s1421" style="width:30;height:30;left:1101;position:absolute;top:2478" coordorigin="1101,2478" coordsize="30,30">
              <v:shape id="_x0000_s1415" o:spid="_x0000_s1422" style="width:30;height:30;left:1101;position:absolute;top:2478" coordorigin="1101,2478" coordsize="30,30" path="m1101,2493l1131,2493e" filled="f" stroked="t" strokecolor="black">
                <v:path arrowok="t"/>
              </v:shape>
            </v:group>
            <v:group id="_x0000_s1416" o:spid="_x0000_s1423" style="width:30;height:30;left:1101;position:absolute;top:2418" coordorigin="1101,2418" coordsize="30,30">
              <v:shape id="_x0000_s1417" o:spid="_x0000_s1424" style="width:30;height:30;left:1101;position:absolute;top:2418" coordorigin="1101,2418" coordsize="30,30" path="m1101,2433l1131,2433e" filled="f" stroked="t" strokecolor="black">
                <v:path arrowok="t"/>
              </v:shape>
            </v:group>
            <v:group id="_x0000_s1418" o:spid="_x0000_s1425" style="width:30;height:30;left:1101;position:absolute;top:2358" coordorigin="1101,2358" coordsize="30,30">
              <v:shape id="_x0000_s1419" o:spid="_x0000_s1426" style="width:30;height:30;left:1101;position:absolute;top:2358" coordorigin="1101,2358" coordsize="30,30" path="m1101,2373l1131,2373e" filled="f" stroked="t" strokecolor="black">
                <v:path arrowok="t"/>
              </v:shape>
            </v:group>
            <v:group id="_x0000_s1420" o:spid="_x0000_s1427" style="width:30;height:30;left:1101;position:absolute;top:2298" coordorigin="1101,2298" coordsize="30,30">
              <v:shape id="_x0000_s1421" o:spid="_x0000_s1428" style="width:30;height:30;left:1101;position:absolute;top:2298" coordorigin="1101,2298" coordsize="30,30" path="m1101,2313l1131,2313e" filled="f" stroked="t" strokecolor="black">
                <v:path arrowok="t"/>
              </v:shape>
            </v:group>
            <v:group id="_x0000_s1422" o:spid="_x0000_s1429" style="width:30;height:30;left:1101;position:absolute;top:2238" coordorigin="1101,2238" coordsize="30,30">
              <v:shape id="_x0000_s1423" o:spid="_x0000_s1430" style="width:30;height:30;left:1101;position:absolute;top:2238" coordorigin="1101,2238" coordsize="30,30" path="m1101,2253l1131,2253e" filled="f" stroked="t" strokecolor="black">
                <v:path arrowok="t"/>
              </v:shape>
            </v:group>
            <v:group id="_x0000_s1424" o:spid="_x0000_s1431" style="width:30;height:30;left:1101;position:absolute;top:2178" coordorigin="1101,2178" coordsize="30,30">
              <v:shape id="_x0000_s1425" o:spid="_x0000_s1432" style="width:30;height:30;left:1101;position:absolute;top:2178" coordorigin="1101,2178" coordsize="30,30" path="m1101,2193l1131,2193e" filled="f" stroked="t" strokecolor="black">
                <v:path arrowok="t"/>
              </v:shape>
            </v:group>
            <v:group id="_x0000_s1426" o:spid="_x0000_s1433" style="width:30;height:30;left:1101;position:absolute;top:2118" coordorigin="1101,2118" coordsize="30,30">
              <v:shape id="_x0000_s1427" o:spid="_x0000_s1434" style="width:30;height:30;left:1101;position:absolute;top:2118" coordorigin="1101,2118" coordsize="30,30" path="m1101,2133l1131,2133e" filled="f" stroked="t" strokecolor="black">
                <v:path arrowok="t"/>
              </v:shape>
            </v:group>
            <v:group id="_x0000_s1428" o:spid="_x0000_s1435" style="width:30;height:30;left:1101;position:absolute;top:2058" coordorigin="1101,2058" coordsize="30,30">
              <v:shape id="_x0000_s1429" o:spid="_x0000_s1436" style="width:30;height:30;left:1101;position:absolute;top:2058" coordorigin="1101,2058" coordsize="30,30" path="m1101,2073l1131,2073e" filled="f" stroked="t" strokecolor="black">
                <v:path arrowok="t"/>
              </v:shape>
            </v:group>
            <v:group id="_x0000_s1430" o:spid="_x0000_s1437" style="width:30;height:30;left:1101;position:absolute;top:1998" coordorigin="1101,1998" coordsize="30,30">
              <v:shape id="_x0000_s1431" o:spid="_x0000_s1438" style="width:30;height:30;left:1101;position:absolute;top:1998" coordorigin="1101,1998" coordsize="30,30" path="m1101,2013l1131,2013e" filled="f" stroked="t" strokecolor="black">
                <v:path arrowok="t"/>
              </v:shape>
            </v:group>
            <v:group id="_x0000_s1432" o:spid="_x0000_s1439" style="width:30;height:30;left:1101;position:absolute;top:1938" coordorigin="1101,1938" coordsize="30,30">
              <v:shape id="_x0000_s1433" o:spid="_x0000_s1440" style="width:30;height:30;left:1101;position:absolute;top:1938" coordorigin="1101,1938" coordsize="30,30" path="m1101,1953l1131,1953e" filled="f" stroked="t" strokecolor="black">
                <v:path arrowok="t"/>
              </v:shape>
            </v:group>
            <v:group id="_x0000_s1434" o:spid="_x0000_s1441" style="width:30;height:30;left:1101;position:absolute;top:1878" coordorigin="1101,1878" coordsize="30,30">
              <v:shape id="_x0000_s1435" o:spid="_x0000_s1442" style="width:30;height:30;left:1101;position:absolute;top:1878" coordorigin="1101,1878" coordsize="30,30" path="m1101,1893l1131,1893e" filled="f" stroked="t" strokecolor="black">
                <v:path arrowok="t"/>
              </v:shape>
            </v:group>
            <v:group id="_x0000_s1436" o:spid="_x0000_s1443" style="width:30;height:30;left:1101;position:absolute;top:1818" coordorigin="1101,1818" coordsize="30,30">
              <v:shape id="_x0000_s1437" o:spid="_x0000_s1444" style="width:30;height:30;left:1101;position:absolute;top:1818" coordorigin="1101,1818" coordsize="30,30" path="m1101,1833l1131,1833e" filled="f" stroked="t" strokecolor="black">
                <v:path arrowok="t"/>
              </v:shape>
            </v:group>
            <v:group id="_x0000_s1438" o:spid="_x0000_s1445" style="width:30;height:30;left:1101;position:absolute;top:1758" coordorigin="1101,1758" coordsize="30,30">
              <v:shape id="_x0000_s1439" o:spid="_x0000_s1446" style="width:30;height:30;left:1101;position:absolute;top:1758" coordorigin="1101,1758" coordsize="30,30" path="m1101,1773l1131,1773e" filled="f" stroked="t" strokecolor="black">
                <v:path arrowok="t"/>
              </v:shape>
            </v:group>
            <v:group id="_x0000_s1440" o:spid="_x0000_s1447" style="width:30;height:30;left:1101;position:absolute;top:1698" coordorigin="1101,1698" coordsize="30,30">
              <v:shape id="_x0000_s1441" o:spid="_x0000_s1448" style="width:30;height:30;left:1101;position:absolute;top:1698" coordorigin="1101,1698" coordsize="30,30" path="m1101,1713l1131,1713e" filled="f" stroked="t" strokecolor="black">
                <v:path arrowok="t"/>
              </v:shape>
            </v:group>
            <v:group id="_x0000_s1442" o:spid="_x0000_s1449" style="width:30;height:30;left:1101;position:absolute;top:1638" coordorigin="1101,1638" coordsize="30,30">
              <v:shape id="_x0000_s1443" o:spid="_x0000_s1450" style="width:30;height:30;left:1101;position:absolute;top:1638" coordorigin="1101,1638" coordsize="30,30" path="m1101,1653l1131,1653e" filled="f" stroked="t" strokecolor="black">
                <v:path arrowok="t"/>
              </v:shape>
            </v:group>
            <v:group id="_x0000_s1444" o:spid="_x0000_s1451" style="width:30;height:30;left:1101;position:absolute;top:1578" coordorigin="1101,1578" coordsize="30,30">
              <v:shape id="_x0000_s1445" o:spid="_x0000_s1452" style="width:30;height:30;left:1101;position:absolute;top:1578" coordorigin="1101,1578" coordsize="30,30" path="m1101,1593l1131,1593e" filled="f" stroked="t" strokecolor="black">
                <v:path arrowok="t"/>
              </v:shape>
            </v:group>
            <v:group id="_x0000_s1446" o:spid="_x0000_s1453" style="width:30;height:30;left:1101;position:absolute;top:1518" coordorigin="1101,1518" coordsize="30,30">
              <v:shape id="_x0000_s1447" o:spid="_x0000_s1454" style="width:30;height:30;left:1101;position:absolute;top:1518" coordorigin="1101,1518" coordsize="30,30" path="m1101,1533l1131,1533e" filled="f" stroked="t" strokecolor="black">
                <v:path arrowok="t"/>
              </v:shape>
            </v:group>
            <v:group id="_x0000_s1448" o:spid="_x0000_s1455" style="width:30;height:30;left:1101;position:absolute;top:1458" coordorigin="1101,1458" coordsize="30,30">
              <v:shape id="_x0000_s1449" o:spid="_x0000_s1456" style="width:30;height:30;left:1101;position:absolute;top:1458" coordorigin="1101,1458" coordsize="30,30" path="m1101,1473l1131,1473e" filled="f" stroked="t" strokecolor="black">
                <v:path arrowok="t"/>
              </v:shape>
            </v:group>
            <v:group id="_x0000_s1450" o:spid="_x0000_s1457" style="width:30;height:30;left:1101;position:absolute;top:1398" coordorigin="1101,1398" coordsize="30,30">
              <v:shape id="_x0000_s1451" o:spid="_x0000_s1458" style="width:30;height:30;left:1101;position:absolute;top:1398" coordorigin="1101,1398" coordsize="30,30" path="m1101,1413l1131,1413e" filled="f" stroked="t" strokecolor="black">
                <v:path arrowok="t"/>
              </v:shape>
            </v:group>
            <v:group id="_x0000_s1452" o:spid="_x0000_s1459" style="width:30;height:30;left:1101;position:absolute;top:1338" coordorigin="1101,1338" coordsize="30,30">
              <v:shape id="_x0000_s1453" o:spid="_x0000_s1460" style="width:30;height:30;left:1101;position:absolute;top:1338" coordorigin="1101,1338" coordsize="30,30" path="m1101,1353l1131,1353e" filled="f" stroked="t" strokecolor="black">
                <v:path arrowok="t"/>
              </v:shape>
            </v:group>
            <v:group id="_x0000_s1454" o:spid="_x0000_s1461" style="width:30;height:30;left:1101;position:absolute;top:1278" coordorigin="1101,1278" coordsize="30,30">
              <v:shape id="_x0000_s1455" o:spid="_x0000_s1462" style="width:30;height:30;left:1101;position:absolute;top:1278" coordorigin="1101,1278" coordsize="30,30" path="m1101,1293l1131,1293e" filled="f" stroked="t" strokecolor="black">
                <v:path arrowok="t"/>
              </v:shape>
            </v:group>
            <v:group id="_x0000_s1456" o:spid="_x0000_s1463" style="width:30;height:30;left:1101;position:absolute;top:1218" coordorigin="1101,1218" coordsize="30,30">
              <v:shape id="_x0000_s1457" o:spid="_x0000_s1464" style="width:30;height:30;left:1101;position:absolute;top:1218" coordorigin="1101,1218" coordsize="30,30" path="m1101,1233l1131,1233e" filled="f" stroked="t" strokecolor="black">
                <v:path arrowok="t"/>
              </v:shape>
            </v:group>
            <v:group id="_x0000_s1458" o:spid="_x0000_s1465" style="width:30;height:30;left:1101;position:absolute;top:1158" coordorigin="1101,1158" coordsize="30,30">
              <v:shape id="_x0000_s1459" o:spid="_x0000_s1466" style="width:30;height:30;left:1101;position:absolute;top:1158" coordorigin="1101,1158" coordsize="30,30" path="m1101,1173l1131,1173e" filled="f" stroked="t" strokecolor="black">
                <v:path arrowok="t"/>
              </v:shape>
            </v:group>
            <v:group id="_x0000_s1460" o:spid="_x0000_s1467" style="width:30;height:30;left:1101;position:absolute;top:1098" coordorigin="1101,1098" coordsize="30,30">
              <v:shape id="_x0000_s1461" o:spid="_x0000_s1468" style="width:30;height:30;left:1101;position:absolute;top:1098" coordorigin="1101,1098" coordsize="30,30" path="m1101,1113l1131,1113e" filled="f" stroked="t" strokecolor="black">
                <v:path arrowok="t"/>
              </v:shape>
            </v:group>
          </v:group>
        </w:pict>
      </w:r>
      <w:r>
        <w:pict>
          <v:shape id="_x0000_s1466" o:spid="_x0000_s1469" type="#_x0000_t202" style="width:13.35pt;height:25.85pt;margin-top:604.7pt;margin-left:33.1pt;mso-height-relative:page;mso-position-horizontal-relative:page;mso-position-vertical-relative:page;mso-width-relative:page;position:absolute;z-index:-251643904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52" w:lineRule="exact"/>
                    <w:ind w:left="20" w:right="-54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sz w:val="21"/>
                      <w:szCs w:val="21"/>
                    </w:rPr>
                    <w:t>学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sz w:val="21"/>
                      <w:szCs w:val="21"/>
                    </w:rPr>
                    <w:t>校</w:t>
                  </w:r>
                  <w:r>
                    <w:rPr>
                      <w:rFonts w:ascii="Times New Roman" w:eastAsia="Times New Roman" w:hAnsi="Times New Roman" w:cs="Times New Roman"/>
                      <w:spacing w:val="0"/>
                      <w:w w:val="100"/>
                      <w:sz w:val="21"/>
                      <w:szCs w:val="21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467" o:spid="_x0000_s1470" type="#_x0000_t202" style="width:12.45pt;height:33.4pt;margin-top:415.75pt;margin-left:33.1pt;mso-height-relative:page;mso-position-horizontal-relative:page;mso-position-vertical-relative:page;mso-width-relative:page;position:absolute;z-index:-251642880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班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级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468" o:spid="_x0000_s1471" type="#_x0000_t202" style="width:12.45pt;height:33.4pt;margin-top:279.3pt;margin-left:33.1pt;mso-height-relative:page;mso-position-horizontal-relative:page;mso-position-vertical-relative:page;mso-width-relative:page;position:absolute;z-index:-251641856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姓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469" o:spid="_x0000_s1472" type="#_x0000_t202" style="width:12.45pt;height:33.4pt;margin-top:142.75pt;margin-left:33.1pt;mso-height-relative:page;mso-position-horizontal-relative:page;mso-position-vertical-relative:page;mso-width-relative:page;position:absolute;z-index:-251640832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号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470" o:spid="_x0000_s1473" type="#_x0000_t202" style="width:12.45pt;height:12.45pt;margin-top:484.35pt;margin-left:65.05pt;mso-height-relative:page;mso-position-horizontal-relative:page;mso-position-vertical-relative:page;mso-width-relative:page;position:absolute;z-index:-251639808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弥</w:t>
                  </w:r>
                </w:p>
              </w:txbxContent>
            </v:textbox>
          </v:shape>
        </w:pict>
      </w:r>
      <w:r>
        <w:pict>
          <v:shape id="_x0000_s1471" o:spid="_x0000_s1474" type="#_x0000_t202" style="width:12.45pt;height:12.45pt;margin-top:442.35pt;margin-left:65.05pt;mso-height-relative:page;mso-position-horizontal-relative:page;mso-position-vertical-relative:page;mso-width-relative:page;position:absolute;z-index:-251638784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472" o:spid="_x0000_s1475" type="#_x0000_t202" style="width:12.45pt;height:12.45pt;margin-top:400.35pt;margin-left:65.05pt;mso-height-relative:page;mso-position-horizontal-relative:page;mso-position-vertical-relative:page;mso-width-relative:page;position:absolute;z-index:-251637760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473" o:spid="_x0000_s1476" type="#_x0000_t202" style="width:12.45pt;height:12.45pt;margin-top:358.35pt;margin-left:65.05pt;mso-height-relative:page;mso-position-horizontal-relative:page;mso-position-vertical-relative:page;mso-width-relative:page;position:absolute;z-index:-251636736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474" o:spid="_x0000_s1477" type="#_x0000_t202" style="width:12.45pt;height:12.45pt;margin-top:316.35pt;margin-left:65.05pt;mso-height-relative:page;mso-position-horizontal-relative:page;mso-position-vertical-relative:page;mso-width-relative:page;position:absolute;z-index:-251635712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pict>
          <v:shape id="_x0000_s1475" o:spid="_x0000_s1478" type="#_x0000_t202" style="width:12.45pt;height:12.45pt;margin-top:274.35pt;margin-left:65.05pt;mso-height-relative:page;mso-position-horizontal-relative:page;mso-position-vertical-relative:page;mso-width-relative:page;position:absolute;z-index:-251634688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476" o:spid="_x0000_s1479" type="#_x0000_t202" style="width:12.45pt;height:12.45pt;margin-top:232.35pt;margin-left:65.05pt;mso-height-relative:page;mso-position-horizontal-relative:page;mso-position-vertical-relative:page;mso-width-relative:page;position:absolute;z-index:-251633664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477" o:spid="_x0000_s1480" type="#_x0000_t202" style="width:12.45pt;height:12.45pt;margin-top:190.35pt;margin-left:65.05pt;mso-height-relative:page;mso-position-horizontal-relative:page;mso-position-vertical-relative:page;mso-width-relative:page;position:absolute;z-index:-251632640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</w:p>
    <w:p>
      <w:pPr>
        <w:spacing w:before="16" w:after="0" w:line="260" w:lineRule="exact"/>
        <w:jc w:val="left"/>
        <w:rPr>
          <w:sz w:val="26"/>
          <w:szCs w:val="26"/>
        </w:rPr>
      </w:pPr>
    </w:p>
    <w:p>
      <w:pPr>
        <w:tabs>
          <w:tab w:val="left" w:pos="13060"/>
        </w:tabs>
        <w:spacing w:before="0" w:after="0" w:line="254" w:lineRule="exact"/>
        <w:ind w:left="3970" w:right="-20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position w:val="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0"/>
          <w:sz w:val="18"/>
          <w:szCs w:val="18"/>
        </w:rPr>
        <w:t>1</w:t>
      </w:r>
      <w:r>
        <w:rPr>
          <w:rFonts w:ascii="宋体" w:eastAsia="宋体" w:hAnsi="宋体" w:cs="宋体"/>
          <w:spacing w:val="0"/>
          <w:position w:val="0"/>
          <w:sz w:val="18"/>
          <w:szCs w:val="18"/>
        </w:rPr>
        <w:t>页共</w:t>
      </w:r>
      <w:r>
        <w:rPr>
          <w:rFonts w:ascii="宋体" w:eastAsia="宋体" w:hAnsi="宋体" w:cs="宋体"/>
          <w:spacing w:val="-44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第</w:t>
      </w:r>
      <w:r>
        <w:rPr>
          <w:rFonts w:ascii="宋体" w:eastAsia="宋体" w:hAnsi="宋体" w:cs="宋体"/>
          <w:spacing w:val="-47"/>
          <w:w w:val="100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8"/>
          <w:szCs w:val="18"/>
        </w:rPr>
        <w:t>2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页共</w:t>
      </w:r>
      <w:r>
        <w:rPr>
          <w:rFonts w:ascii="宋体" w:eastAsia="宋体" w:hAnsi="宋体" w:cs="宋体"/>
          <w:spacing w:val="-44"/>
          <w:w w:val="100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</w:t>
      </w:r>
    </w:p>
    <w:p>
      <w:pPr>
        <w:spacing w:after="0" w:line="254" w:lineRule="exact"/>
        <w:jc w:val="left"/>
        <w:rPr>
          <w:rFonts w:ascii="宋体" w:eastAsia="宋体" w:hAnsi="宋体" w:cs="宋体"/>
          <w:sz w:val="18"/>
          <w:szCs w:val="18"/>
        </w:rPr>
        <w:sectPr>
          <w:type w:val="continuous"/>
          <w:pgSz w:w="20640" w:h="14580" w:orient="landscape"/>
          <w:pgMar w:top="1100" w:right="1020" w:bottom="280" w:left="1600" w:header="720" w:footer="720" w:gutter="0"/>
          <w:cols w:num="1" w:space="720"/>
        </w:sectPr>
      </w:pPr>
    </w:p>
    <w:p>
      <w:pPr>
        <w:spacing w:before="0" w:after="0" w:line="339" w:lineRule="exact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12.如图</w:t>
      </w:r>
      <w:r>
        <w:rPr>
          <w:rFonts w:ascii="宋体" w:eastAsia="宋体" w:hAnsi="宋体" w:cs="宋体"/>
          <w:spacing w:val="-31"/>
          <w:w w:val="10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工人师傅在安装木制门框时</w:t>
      </w:r>
      <w:r>
        <w:rPr>
          <w:rFonts w:ascii="宋体" w:eastAsia="宋体" w:hAnsi="宋体" w:cs="宋体"/>
          <w:spacing w:val="-29"/>
          <w:w w:val="10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为防止变形常常钉上两根木条</w:t>
      </w:r>
      <w:r>
        <w:rPr>
          <w:rFonts w:ascii="宋体" w:eastAsia="宋体" w:hAnsi="宋体" w:cs="宋体"/>
          <w:spacing w:val="-31"/>
          <w:w w:val="10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这样做的</w:t>
      </w:r>
    </w:p>
    <w:p>
      <w:pPr>
        <w:tabs>
          <w:tab w:val="left" w:pos="4060"/>
        </w:tabs>
        <w:spacing w:before="35" w:after="0" w:line="240" w:lineRule="auto"/>
        <w:ind w:left="58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依据</w:t>
      </w:r>
      <w:r>
        <w:rPr>
          <w:rFonts w:ascii="宋体" w:eastAsia="宋体" w:hAnsi="宋体" w:cs="宋体"/>
          <w:spacing w:val="-1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  <w:u w:val="single" w:color="000000"/>
        </w:rPr>
        <w:tab/>
      </w:r>
    </w:p>
    <w:p>
      <w:pPr>
        <w:tabs>
          <w:tab w:val="left" w:pos="8020"/>
        </w:tabs>
        <w:spacing w:before="37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13.等腰三角形的周长是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17，其中一边长是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3，则它的腰长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</w:t>
      </w:r>
    </w:p>
    <w:p>
      <w:pPr>
        <w:tabs>
          <w:tab w:val="left" w:pos="8400"/>
        </w:tabs>
        <w:spacing w:before="35" w:after="0" w:line="265" w:lineRule="auto"/>
        <w:ind w:left="342" w:right="-5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14.如图所示</w:t>
      </w:r>
      <w:r>
        <w:rPr>
          <w:rFonts w:ascii="宋体" w:eastAsia="宋体" w:hAnsi="宋体" w:cs="宋体"/>
          <w:spacing w:val="-1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要测量池塘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AB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宽度</w:t>
      </w:r>
      <w:r>
        <w:rPr>
          <w:rFonts w:ascii="宋体" w:eastAsia="宋体" w:hAnsi="宋体" w:cs="宋体"/>
          <w:spacing w:val="-7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在池塘外选取一点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P</w:t>
      </w:r>
      <w:r>
        <w:rPr>
          <w:rFonts w:ascii="宋体" w:eastAsia="宋体" w:hAnsi="宋体" w:cs="宋体"/>
          <w:spacing w:val="-7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连接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AP</w:t>
      </w:r>
      <w:r>
        <w:rPr>
          <w:rFonts w:ascii="宋体" w:eastAsia="宋体" w:hAnsi="宋体" w:cs="宋体"/>
          <w:spacing w:val="-7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BP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并各自延 长</w:t>
      </w:r>
      <w:r>
        <w:rPr>
          <w:rFonts w:ascii="宋体" w:eastAsia="宋体" w:hAnsi="宋体" w:cs="宋体"/>
          <w:spacing w:val="-12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使</w:t>
      </w:r>
      <w:r>
        <w:rPr>
          <w:rFonts w:ascii="宋体" w:eastAsia="宋体" w:hAnsi="宋体" w:cs="宋体"/>
          <w:spacing w:val="-74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PC＝PA</w:t>
      </w:r>
      <w:r>
        <w:rPr>
          <w:rFonts w:ascii="宋体" w:eastAsia="宋体" w:hAnsi="宋体" w:cs="宋体"/>
          <w:spacing w:val="-12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PD＝PB</w:t>
      </w:r>
      <w:r>
        <w:rPr>
          <w:rFonts w:ascii="宋体" w:eastAsia="宋体" w:hAnsi="宋体" w:cs="宋体"/>
          <w:spacing w:val="-12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连接</w:t>
      </w:r>
      <w:r>
        <w:rPr>
          <w:rFonts w:ascii="宋体" w:eastAsia="宋体" w:hAnsi="宋体" w:cs="宋体"/>
          <w:spacing w:val="-7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CD</w:t>
      </w:r>
      <w:r>
        <w:rPr>
          <w:rFonts w:ascii="宋体" w:eastAsia="宋体" w:hAnsi="宋体" w:cs="宋体"/>
          <w:spacing w:val="-12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测得</w:t>
      </w:r>
      <w:r>
        <w:rPr>
          <w:rFonts w:ascii="宋体" w:eastAsia="宋体" w:hAnsi="宋体" w:cs="宋体"/>
          <w:spacing w:val="-74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CD</w:t>
      </w:r>
      <w:r>
        <w:rPr>
          <w:rFonts w:ascii="宋体" w:eastAsia="宋体" w:hAnsi="宋体" w:cs="宋体"/>
          <w:spacing w:val="-7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长为</w:t>
      </w:r>
      <w:r>
        <w:rPr>
          <w:rFonts w:ascii="宋体" w:eastAsia="宋体" w:hAnsi="宋体" w:cs="宋体"/>
          <w:spacing w:val="-7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25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m</w:t>
      </w:r>
      <w:r>
        <w:rPr>
          <w:rFonts w:ascii="宋体" w:eastAsia="宋体" w:hAnsi="宋体" w:cs="宋体"/>
          <w:spacing w:val="-12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则池塘宽</w:t>
      </w:r>
      <w:r>
        <w:rPr>
          <w:rFonts w:ascii="宋体" w:eastAsia="宋体" w:hAnsi="宋体" w:cs="宋体"/>
          <w:spacing w:val="-74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AB</w:t>
      </w:r>
      <w:r>
        <w:rPr>
          <w:rFonts w:ascii="宋体" w:eastAsia="宋体" w:hAnsi="宋体" w:cs="宋体"/>
          <w:spacing w:val="-7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.</w:t>
      </w:r>
    </w:p>
    <w:p>
      <w:pPr>
        <w:spacing w:before="16" w:after="0" w:line="392" w:lineRule="exact"/>
        <w:ind w:left="342" w:right="-75" w:hanging="240"/>
        <w:jc w:val="left"/>
        <w:rPr>
          <w:rFonts w:ascii="宋体" w:eastAsia="宋体" w:hAnsi="宋体" w:cs="宋体"/>
          <w:sz w:val="25"/>
          <w:szCs w:val="25"/>
        </w:rPr>
      </w:pPr>
      <w:r>
        <w:rPr>
          <w:rFonts w:ascii="宋体" w:eastAsia="宋体" w:hAnsi="宋体" w:cs="宋体"/>
          <w:sz w:val="24"/>
          <w:szCs w:val="24"/>
        </w:rPr>
        <w:t>15</w:t>
      </w:r>
      <w:r>
        <w:rPr>
          <w:rFonts w:ascii="宋体" w:eastAsia="宋体" w:hAnsi="宋体" w:cs="宋体"/>
          <w:spacing w:val="2"/>
          <w:sz w:val="24"/>
          <w:szCs w:val="24"/>
        </w:rPr>
        <w:t>.如图</w:t>
      </w:r>
      <w:r>
        <w:rPr>
          <w:rFonts w:ascii="宋体" w:eastAsia="宋体" w:hAnsi="宋体" w:cs="宋体"/>
          <w:spacing w:val="5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sz w:val="24"/>
          <w:szCs w:val="24"/>
        </w:rPr>
        <w:t>等腰</w:t>
      </w:r>
      <w:r>
        <w:rPr>
          <w:rFonts w:ascii="宋体" w:eastAsia="宋体" w:hAnsi="宋体" w:cs="宋体"/>
          <w:spacing w:val="-8"/>
          <w:sz w:val="24"/>
          <w:szCs w:val="24"/>
        </w:rPr>
        <w:t>△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6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96"/>
          <w:sz w:val="25"/>
          <w:szCs w:val="25"/>
          <w:lang w:val="en-US" w:eastAsia="zh-CN"/>
        </w:rPr>
        <w:t xml:space="preserve">   </w:t>
      </w:r>
      <w:r>
        <w:rPr>
          <w:rFonts w:ascii="宋体" w:eastAsia="宋体" w:hAnsi="宋体" w:cs="宋体"/>
          <w:spacing w:val="-4"/>
          <w:w w:val="96"/>
          <w:sz w:val="25"/>
          <w:szCs w:val="25"/>
        </w:rPr>
        <w:t>C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的底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边</w:t>
      </w:r>
      <w:r>
        <w:rPr>
          <w:rFonts w:ascii="宋体" w:eastAsia="宋体" w:hAnsi="宋体" w:cs="宋体"/>
          <w:spacing w:val="-66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96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4"/>
          <w:w w:val="96"/>
          <w:sz w:val="25"/>
          <w:szCs w:val="25"/>
        </w:rPr>
        <w:t>C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长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4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，面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积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是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6，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腰</w:t>
      </w:r>
      <w:r>
        <w:rPr>
          <w:rFonts w:ascii="宋体" w:eastAsia="宋体" w:hAnsi="宋体" w:cs="宋体"/>
          <w:spacing w:val="-66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5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5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4"/>
          <w:w w:val="95"/>
          <w:sz w:val="25"/>
          <w:szCs w:val="25"/>
        </w:rPr>
        <w:t>C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的垂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直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平分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线</w:t>
      </w:r>
      <w:r>
        <w:rPr>
          <w:rFonts w:ascii="宋体" w:eastAsia="宋体" w:hAnsi="宋体" w:cs="宋体"/>
          <w:spacing w:val="-6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E</w:t>
      </w:r>
      <w:r>
        <w:rPr>
          <w:rFonts w:ascii="宋体" w:eastAsia="宋体" w:hAnsi="宋体" w:cs="宋体"/>
          <w:spacing w:val="-1"/>
          <w:w w:val="100"/>
          <w:sz w:val="25"/>
          <w:szCs w:val="25"/>
        </w:rPr>
        <w:t>F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别</w:t>
      </w:r>
      <w:r>
        <w:rPr>
          <w:rFonts w:ascii="宋体" w:eastAsia="宋体" w:hAnsi="宋体" w:cs="宋体"/>
          <w:spacing w:val="-1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交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6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66"/>
          <w:w w:val="96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66"/>
          <w:w w:val="96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54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6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6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于点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6"/>
          <w:w w:val="96"/>
          <w:sz w:val="25"/>
          <w:szCs w:val="25"/>
        </w:rPr>
        <w:t>F</w:t>
      </w:r>
      <w:r>
        <w:rPr>
          <w:rFonts w:ascii="宋体" w:eastAsia="宋体" w:hAnsi="宋体" w:cs="宋体"/>
          <w:spacing w:val="-52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-66"/>
          <w:w w:val="95"/>
          <w:sz w:val="25"/>
          <w:szCs w:val="25"/>
        </w:rPr>
        <w:t>E</w:t>
      </w:r>
      <w:r>
        <w:rPr>
          <w:rFonts w:ascii="宋体" w:eastAsia="宋体" w:hAnsi="宋体" w:cs="宋体"/>
          <w:spacing w:val="-43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若点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"/>
          <w:w w:val="96"/>
          <w:sz w:val="25"/>
          <w:szCs w:val="25"/>
        </w:rPr>
        <w:t>D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-6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96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6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边上的中点</w:t>
      </w:r>
      <w:r>
        <w:rPr>
          <w:rFonts w:ascii="宋体" w:eastAsia="宋体" w:hAnsi="宋体" w:cs="宋体"/>
          <w:spacing w:val="-54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-6"/>
          <w:w w:val="96"/>
          <w:sz w:val="25"/>
          <w:szCs w:val="25"/>
        </w:rPr>
        <w:t>M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为线段</w:t>
      </w:r>
      <w:r>
        <w:rPr>
          <w:rFonts w:ascii="宋体" w:eastAsia="宋体" w:hAnsi="宋体" w:cs="宋体"/>
          <w:spacing w:val="-6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E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100"/>
          <w:sz w:val="25"/>
          <w:szCs w:val="25"/>
        </w:rPr>
        <w:t>F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上一动点</w:t>
      </w:r>
      <w:r>
        <w:rPr>
          <w:rFonts w:ascii="宋体" w:eastAsia="宋体" w:hAnsi="宋体" w:cs="宋体"/>
          <w:spacing w:val="-43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则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△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C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D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0"/>
          <w:w w:val="100"/>
          <w:sz w:val="25"/>
          <w:szCs w:val="25"/>
        </w:rPr>
        <w:t>M</w:t>
      </w:r>
    </w:p>
    <w:p>
      <w:pPr>
        <w:tabs>
          <w:tab w:val="left" w:pos="3580"/>
        </w:tabs>
        <w:spacing w:before="0" w:after="0" w:line="344" w:lineRule="exact"/>
        <w:ind w:left="342"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478" o:spid="_x0000_s1481" type="#_x0000_t75" style="width:126.95pt;height:97.05pt;margin-top:23.6pt;margin-left:95.5pt;mso-height-relative:page;mso-position-horizontal-relative:page;mso-width-relative:page;position:absolute;z-index:-251631616" coordsize="21600,21600" filled="f">
            <v:imagedata r:id="rId20" o:title=""/>
            <o:lock v:ext="edit" aspectratio="t"/>
          </v:shape>
        </w:pic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的周长的最小值</w:t>
      </w:r>
      <w:r>
        <w:rPr>
          <w:rFonts w:ascii="宋体" w:eastAsia="宋体" w:hAnsi="宋体" w:cs="宋体"/>
          <w:spacing w:val="-1"/>
          <w:w w:val="100"/>
          <w:position w:val="-3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．</w:t>
      </w:r>
    </w:p>
    <w:p>
      <w:pPr>
        <w:spacing w:before="6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3411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479" o:spid="_x0000_s1482" type="#_x0000_t75" style="width:117.65pt;height:68.25pt;margin-top:-6.35pt;margin-left:349.3pt;mso-height-relative:page;mso-position-horizontal-relative:page;mso-width-relative:page;position:absolute;z-index:-251630592" coordsize="21600,21600" filled="f">
            <v:imagedata r:id="rId21" o:title=""/>
            <o:lock v:ext="edit" aspectratio="t"/>
          </v:shape>
        </w:pict>
      </w:r>
      <w:r>
        <w:pict>
          <v:shape id="_x0000_i1483" type="#_x0000_t75" style="width:76.15pt;height:65.9pt" coordsize="21600,21600" filled="f">
            <v:imagedata r:id="rId22" o:title=""/>
            <o:lock v:ext="edit" aspectratio="t"/>
            <w10:anchorlock/>
          </v:shape>
        </w:pict>
      </w:r>
    </w:p>
    <w:p>
      <w:pPr>
        <w:spacing w:before="10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720"/>
          <w:tab w:val="left" w:pos="6060"/>
        </w:tabs>
        <w:spacing w:before="0" w:after="0" w:line="240" w:lineRule="auto"/>
        <w:ind w:left="1030" w:right="-20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1"/>
          <w:sz w:val="18"/>
          <w:szCs w:val="18"/>
        </w:rPr>
        <w:t>1</w:t>
      </w:r>
      <w:r>
        <w:rPr>
          <w:rFonts w:ascii="宋体" w:eastAsia="宋体" w:hAnsi="宋体" w:cs="宋体"/>
          <w:spacing w:val="0"/>
          <w:sz w:val="18"/>
          <w:szCs w:val="18"/>
        </w:rPr>
        <w:t>2</w:t>
      </w:r>
      <w:r>
        <w:rPr>
          <w:rFonts w:ascii="宋体" w:eastAsia="宋体" w:hAnsi="宋体" w:cs="宋体"/>
          <w:spacing w:val="-46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1"/>
          <w:w w:val="100"/>
          <w:sz w:val="18"/>
          <w:szCs w:val="18"/>
        </w:rPr>
        <w:t>1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4</w:t>
      </w:r>
      <w:r>
        <w:rPr>
          <w:rFonts w:ascii="宋体" w:eastAsia="宋体" w:hAnsi="宋体" w:cs="宋体"/>
          <w:spacing w:val="-46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1"/>
          <w:w w:val="100"/>
          <w:sz w:val="18"/>
          <w:szCs w:val="18"/>
        </w:rPr>
        <w:t>1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5</w:t>
      </w:r>
      <w:r>
        <w:rPr>
          <w:rFonts w:ascii="宋体" w:eastAsia="宋体" w:hAnsi="宋体" w:cs="宋体"/>
          <w:spacing w:val="-46"/>
          <w:w w:val="100"/>
          <w:sz w:val="18"/>
          <w:szCs w:val="1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题图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40" w:lineRule="exact"/>
        <w:jc w:val="left"/>
        <w:rPr>
          <w:sz w:val="24"/>
          <w:szCs w:val="24"/>
        </w:rPr>
      </w:pPr>
    </w:p>
    <w:p>
      <w:pPr>
        <w:spacing w:before="0" w:after="0" w:line="265" w:lineRule="auto"/>
        <w:ind w:left="582" w:right="-5" w:hanging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三、解</w:t>
      </w:r>
      <w:r>
        <w:rPr>
          <w:rFonts w:ascii="宋体" w:eastAsia="宋体" w:hAnsi="宋体" w:cs="宋体"/>
          <w:spacing w:val="2"/>
          <w:sz w:val="24"/>
          <w:szCs w:val="24"/>
        </w:rPr>
        <w:t>答</w:t>
      </w:r>
      <w:r>
        <w:rPr>
          <w:rFonts w:ascii="宋体" w:eastAsia="宋体" w:hAnsi="宋体" w:cs="宋体"/>
          <w:spacing w:val="-24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sz w:val="24"/>
          <w:szCs w:val="24"/>
        </w:rPr>
        <w:t>（本大题共含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7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个小题</w:t>
      </w:r>
      <w:r>
        <w:rPr>
          <w:rFonts w:ascii="宋体" w:eastAsia="宋体" w:hAnsi="宋体" w:cs="宋体"/>
          <w:spacing w:val="-24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55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-24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解答时应写出必要的文字说明</w:t>
      </w:r>
      <w:r>
        <w:rPr>
          <w:rFonts w:ascii="宋体" w:eastAsia="宋体" w:hAnsi="宋体" w:cs="宋体"/>
          <w:spacing w:val="-22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演 算步骤或推理过程.</w:t>
      </w:r>
    </w:p>
    <w:p>
      <w:pPr>
        <w:spacing w:before="9" w:after="0" w:line="264" w:lineRule="auto"/>
        <w:ind w:left="339" w:right="3027" w:hanging="238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480" o:spid="_x0000_s1484" type="#_x0000_t75" style="width:87.8pt;height:80.85pt;margin-top:48.05pt;margin-left:111.45pt;mso-height-relative:page;mso-position-horizontal-relative:page;mso-width-relative:page;position:absolute;z-index:-251629568" coordsize="21600,21600" filled="f">
            <v:imagedata r:id="rId23" o:title=""/>
            <o:lock v:ext="edit" aspectratio="t"/>
          </v:shape>
        </w:pict>
      </w:r>
      <w:r>
        <w:rPr>
          <w:rFonts w:ascii="宋体" w:eastAsia="宋体" w:hAnsi="宋体" w:cs="宋体"/>
          <w:sz w:val="24"/>
          <w:szCs w:val="24"/>
        </w:rPr>
        <w:t>16.尺规作图（本题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 已知：△ABC.求作：△DEF，使△DEF≌△ABC. 要求：不写作法，不必证明，但要保留作图痕迹.</w:t>
      </w:r>
    </w:p>
    <w:p>
      <w:pPr>
        <w:spacing w:before="3" w:after="0" w:line="170" w:lineRule="exact"/>
        <w:jc w:val="left"/>
        <w:rPr>
          <w:sz w:val="17"/>
          <w:szCs w:val="17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17.尺规作图（本题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41" w:after="0" w:line="392" w:lineRule="exact"/>
        <w:ind w:left="342" w:right="204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481" o:spid="_x0000_s1485" type="#_x0000_t75" style="width:133.8pt;height:102pt;margin-top:28pt;margin-left:116.15pt;mso-height-relative:page;mso-position-horizontal-relative:page;mso-width-relative:page;position:absolute;z-index:-251628544" coordsize="21600,21600" filled="f">
            <v:imagedata r:id="rId24" o:title=""/>
            <o:lock v:ext="edit" aspectratio="t"/>
          </v:shape>
        </w:pict>
      </w:r>
      <w:r>
        <w:rPr>
          <w:rFonts w:ascii="宋体" w:eastAsia="宋体" w:hAnsi="宋体" w:cs="宋体"/>
          <w:sz w:val="24"/>
          <w:szCs w:val="24"/>
        </w:rPr>
        <w:t>已知：∠AOB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和点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C，D.求作：点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P，使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PC=PD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且它到边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OA，OB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的距离相等. 要求：不写作法，不必证明，但要保留作图痕迹.</w:t>
      </w:r>
    </w:p>
    <w:p>
      <w:pPr>
        <w:spacing w:before="0" w:after="0" w:line="339" w:lineRule="exact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position w:val="-2"/>
          <w:sz w:val="24"/>
          <w:szCs w:val="24"/>
        </w:rPr>
        <w:t>18.（本题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分）</w:t>
      </w:r>
    </w:p>
    <w:p>
      <w:pPr>
        <w:spacing w:before="35" w:after="0" w:line="265" w:lineRule="auto"/>
        <w:ind w:left="480" w:right="26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sz w:val="24"/>
          <w:szCs w:val="24"/>
        </w:rPr>
        <w:t>如</w:t>
      </w:r>
      <w:r>
        <w:rPr>
          <w:rFonts w:ascii="宋体" w:eastAsia="宋体" w:hAnsi="宋体" w:cs="宋体"/>
          <w:spacing w:val="0"/>
          <w:sz w:val="24"/>
          <w:szCs w:val="24"/>
        </w:rPr>
        <w:t>图</w:t>
      </w:r>
      <w:r>
        <w:rPr>
          <w:rFonts w:ascii="宋体" w:eastAsia="宋体" w:hAnsi="宋体" w:cs="宋体"/>
          <w:spacing w:val="2"/>
          <w:sz w:val="24"/>
          <w:szCs w:val="24"/>
        </w:rPr>
        <w:t>,</w:t>
      </w:r>
      <w:r>
        <w:rPr>
          <w:rFonts w:ascii="宋体" w:eastAsia="宋体" w:hAnsi="宋体" w:cs="宋体"/>
          <w:spacing w:val="0"/>
          <w:sz w:val="24"/>
          <w:szCs w:val="24"/>
        </w:rPr>
        <w:t>在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10</w:t>
      </w:r>
      <w:r>
        <w:rPr>
          <w:rFonts w:ascii="宋体" w:eastAsia="宋体" w:hAnsi="宋体" w:cs="宋体"/>
          <w:spacing w:val="2"/>
          <w:sz w:val="24"/>
          <w:szCs w:val="24"/>
        </w:rPr>
        <w:t>×</w:t>
      </w:r>
      <w:r>
        <w:rPr>
          <w:rFonts w:ascii="宋体" w:eastAsia="宋体" w:hAnsi="宋体" w:cs="宋体"/>
          <w:spacing w:val="0"/>
          <w:sz w:val="24"/>
          <w:szCs w:val="24"/>
        </w:rPr>
        <w:t>10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的正</w:t>
      </w:r>
      <w:r>
        <w:rPr>
          <w:rFonts w:ascii="宋体" w:eastAsia="宋体" w:hAnsi="宋体" w:cs="宋体"/>
          <w:spacing w:val="0"/>
          <w:sz w:val="24"/>
          <w:szCs w:val="24"/>
        </w:rPr>
        <w:t>方</w:t>
      </w:r>
      <w:r>
        <w:rPr>
          <w:rFonts w:ascii="宋体" w:eastAsia="宋体" w:hAnsi="宋体" w:cs="宋体"/>
          <w:spacing w:val="2"/>
          <w:sz w:val="24"/>
          <w:szCs w:val="24"/>
        </w:rPr>
        <w:t>形网格</w:t>
      </w:r>
      <w:r>
        <w:rPr>
          <w:rFonts w:ascii="宋体" w:eastAsia="宋体" w:hAnsi="宋体" w:cs="宋体"/>
          <w:spacing w:val="0"/>
          <w:sz w:val="24"/>
          <w:szCs w:val="24"/>
        </w:rPr>
        <w:t>中</w:t>
      </w:r>
      <w:r>
        <w:rPr>
          <w:rFonts w:ascii="宋体" w:eastAsia="宋体" w:hAnsi="宋体" w:cs="宋体"/>
          <w:spacing w:val="2"/>
          <w:sz w:val="24"/>
          <w:szCs w:val="24"/>
        </w:rPr>
        <w:t>,每个</w:t>
      </w:r>
      <w:r>
        <w:rPr>
          <w:rFonts w:ascii="宋体" w:eastAsia="宋体" w:hAnsi="宋体" w:cs="宋体"/>
          <w:spacing w:val="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sz w:val="24"/>
          <w:szCs w:val="24"/>
        </w:rPr>
        <w:t>正方形的</w:t>
      </w:r>
      <w:r>
        <w:rPr>
          <w:rFonts w:ascii="宋体" w:eastAsia="宋体" w:hAnsi="宋体" w:cs="宋体"/>
          <w:spacing w:val="0"/>
          <w:sz w:val="24"/>
          <w:szCs w:val="24"/>
        </w:rPr>
        <w:t>边</w:t>
      </w:r>
      <w:r>
        <w:rPr>
          <w:rFonts w:ascii="宋体" w:eastAsia="宋体" w:hAnsi="宋体" w:cs="宋体"/>
          <w:spacing w:val="2"/>
          <w:sz w:val="24"/>
          <w:szCs w:val="24"/>
        </w:rPr>
        <w:t>长都</w:t>
      </w:r>
      <w:r>
        <w:rPr>
          <w:rFonts w:ascii="宋体" w:eastAsia="宋体" w:hAnsi="宋体" w:cs="宋体"/>
          <w:spacing w:val="0"/>
          <w:sz w:val="24"/>
          <w:szCs w:val="24"/>
        </w:rPr>
        <w:t>为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,网格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有一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个 格点△ABC(即三角形的顶点都在格点上)．</w:t>
      </w:r>
    </w:p>
    <w:p>
      <w:pPr>
        <w:spacing w:before="9" w:after="0" w:line="252" w:lineRule="auto"/>
        <w:ind w:left="931" w:right="259" w:hanging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5"/>
          <w:sz w:val="24"/>
          <w:szCs w:val="24"/>
        </w:rPr>
        <w:t>(１)在图</w:t>
      </w:r>
      <w:r>
        <w:rPr>
          <w:rFonts w:ascii="宋体" w:eastAsia="宋体" w:hAnsi="宋体" w:cs="宋体"/>
          <w:spacing w:val="7"/>
          <w:sz w:val="24"/>
          <w:szCs w:val="24"/>
        </w:rPr>
        <w:t>中</w:t>
      </w:r>
      <w:r>
        <w:rPr>
          <w:rFonts w:ascii="宋体" w:eastAsia="宋体" w:hAnsi="宋体" w:cs="宋体"/>
          <w:spacing w:val="5"/>
          <w:sz w:val="24"/>
          <w:szCs w:val="24"/>
        </w:rPr>
        <w:t>作出△</w:t>
      </w:r>
      <w:r>
        <w:rPr>
          <w:rFonts w:ascii="宋体" w:eastAsia="宋体" w:hAnsi="宋体" w:cs="宋体"/>
          <w:spacing w:val="0"/>
          <w:sz w:val="24"/>
          <w:szCs w:val="24"/>
        </w:rPr>
        <w:t>ABC</w:t>
      </w:r>
      <w:r>
        <w:rPr>
          <w:rFonts w:ascii="宋体" w:eastAsia="宋体" w:hAnsi="宋体" w:cs="宋体"/>
          <w:spacing w:val="-5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</w:rPr>
        <w:t>关于</w:t>
      </w:r>
      <w:r>
        <w:rPr>
          <w:rFonts w:ascii="宋体" w:eastAsia="宋体" w:hAnsi="宋体" w:cs="宋体"/>
          <w:spacing w:val="7"/>
          <w:sz w:val="24"/>
          <w:szCs w:val="24"/>
        </w:rPr>
        <w:t>直</w:t>
      </w:r>
      <w:r>
        <w:rPr>
          <w:rFonts w:ascii="宋体" w:eastAsia="宋体" w:hAnsi="宋体" w:cs="宋体"/>
          <w:spacing w:val="0"/>
          <w:sz w:val="24"/>
          <w:szCs w:val="24"/>
        </w:rPr>
        <w:t>线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对称</w:t>
      </w:r>
      <w:r>
        <w:rPr>
          <w:rFonts w:ascii="宋体" w:eastAsia="宋体" w:hAnsi="宋体" w:cs="宋体"/>
          <w:spacing w:val="7"/>
          <w:w w:val="100"/>
          <w:sz w:val="24"/>
          <w:szCs w:val="24"/>
        </w:rPr>
        <w:t>的△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;</w:t>
      </w:r>
      <w:r>
        <w:rPr>
          <w:rFonts w:ascii="宋体" w:eastAsia="宋体" w:hAnsi="宋体" w:cs="宋体"/>
          <w:spacing w:val="5"/>
          <w:w w:val="100"/>
          <w:position w:val="0"/>
          <w:sz w:val="24"/>
          <w:szCs w:val="24"/>
        </w:rPr>
        <w:t>(要求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:A</w:t>
      </w:r>
      <w:r>
        <w:rPr>
          <w:rFonts w:ascii="宋体" w:eastAsia="宋体" w:hAnsi="宋体" w:cs="宋体"/>
          <w:spacing w:val="-55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与</w:t>
      </w:r>
      <w:r>
        <w:rPr>
          <w:rFonts w:ascii="宋体" w:eastAsia="宋体" w:hAnsi="宋体" w:cs="宋体"/>
          <w:spacing w:val="-55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,B</w:t>
      </w:r>
      <w:r>
        <w:rPr>
          <w:rFonts w:ascii="宋体" w:eastAsia="宋体" w:hAnsi="宋体" w:cs="宋体"/>
          <w:spacing w:val="-53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与</w:t>
      </w:r>
      <w:r>
        <w:rPr>
          <w:rFonts w:ascii="宋体" w:eastAsia="宋体" w:hAnsi="宋体" w:cs="宋体"/>
          <w:spacing w:val="-55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,C</w:t>
      </w:r>
      <w:r>
        <w:rPr>
          <w:rFonts w:ascii="宋体" w:eastAsia="宋体" w:hAnsi="宋体" w:cs="宋体"/>
          <w:spacing w:val="-55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与 C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-31"/>
          <w:w w:val="100"/>
          <w:position w:val="-2"/>
          <w:sz w:val="12"/>
          <w:szCs w:val="12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相对应)</w:t>
      </w:r>
    </w:p>
    <w:p>
      <w:pPr>
        <w:spacing w:before="9" w:after="0" w:line="240" w:lineRule="auto"/>
        <w:ind w:left="451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(２)在(１)问的结果下,连接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BB</w:t>
      </w:r>
      <w:r>
        <w:rPr>
          <w:rFonts w:ascii="宋体" w:eastAsia="宋体" w:hAnsi="宋体" w:cs="宋体"/>
          <w:spacing w:val="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、CC</w:t>
      </w:r>
      <w:r>
        <w:rPr>
          <w:rFonts w:ascii="宋体" w:eastAsia="宋体" w:hAnsi="宋体" w:cs="宋体"/>
          <w:spacing w:val="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,求四边形</w:t>
      </w:r>
      <w:r>
        <w:rPr>
          <w:rFonts w:ascii="宋体" w:eastAsia="宋体" w:hAnsi="宋体" w:cs="宋体"/>
          <w:spacing w:val="-6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BB</w:t>
      </w:r>
      <w:r>
        <w:rPr>
          <w:rFonts w:ascii="宋体" w:eastAsia="宋体" w:hAnsi="宋体" w:cs="宋体"/>
          <w:spacing w:val="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C</w:t>
      </w:r>
      <w:r>
        <w:rPr>
          <w:rFonts w:ascii="宋体" w:eastAsia="宋体" w:hAnsi="宋体" w:cs="宋体"/>
          <w:spacing w:val="0"/>
          <w:position w:val="-2"/>
          <w:sz w:val="12"/>
          <w:szCs w:val="12"/>
        </w:rPr>
        <w:t>1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C</w:t>
      </w:r>
      <w:r>
        <w:rPr>
          <w:rFonts w:ascii="宋体" w:eastAsia="宋体" w:hAnsi="宋体" w:cs="宋体"/>
          <w:spacing w:val="-6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的面积．</w:t>
      </w:r>
    </w:p>
    <w:p>
      <w:pPr>
        <w:spacing w:before="3" w:after="0" w:line="180" w:lineRule="exact"/>
        <w:jc w:val="left"/>
        <w:rPr>
          <w:sz w:val="18"/>
          <w:szCs w:val="18"/>
        </w:rPr>
      </w:pPr>
    </w:p>
    <w:p>
      <w:pPr>
        <w:spacing w:before="0" w:after="0" w:line="240" w:lineRule="auto"/>
        <w:ind w:left="1411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486" type="#_x0000_t75" style="width:210pt;height:222pt" coordsize="21600,21600" filled="f">
            <v:imagedata r:id="rId25" o:title=""/>
            <o:lock v:ext="edit" aspectratio="t"/>
            <w10:anchorlock/>
          </v:shape>
        </w:pict>
      </w:r>
    </w:p>
    <w:p>
      <w:pPr>
        <w:spacing w:before="81" w:after="0" w:line="240" w:lineRule="auto"/>
        <w:ind w:left="211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19.（本题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6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after="0" w:line="520" w:lineRule="exact"/>
        <w:ind w:left="692" w:right="136"/>
        <w:jc w:val="left"/>
        <w:textAlignment w:val="auto"/>
        <w:rPr>
          <w:rFonts w:ascii="宋体" w:eastAsia="宋体" w:hAnsi="宋体" w:cs="宋体"/>
          <w:sz w:val="24"/>
          <w:szCs w:val="24"/>
        </w:rPr>
      </w:pPr>
      <w:r>
        <w:pict>
          <v:shape id="_x0000_s1482" o:spid="_x0000_s1487" type="#_x0000_t75" style="width:82.55pt;height:131.25pt;margin-top:60.65pt;margin-left:903.8pt;mso-height-relative:page;mso-position-horizontal-relative:page;mso-width-relative:page;position:absolute;z-index:-251627520" coordsize="21600,21600" filled="f">
            <v:imagedata r:id="rId26" o:title=""/>
            <o:lock v:ext="edit" aspectratio="t"/>
          </v:shape>
        </w:pict>
      </w:r>
      <w:r>
        <w:rPr>
          <w:rFonts w:ascii="宋体" w:eastAsia="宋体" w:hAnsi="宋体" w:cs="宋体"/>
          <w:sz w:val="24"/>
          <w:szCs w:val="24"/>
        </w:rPr>
        <w:t>风筝起源于中国</w:t>
      </w:r>
      <w:r>
        <w:rPr>
          <w:rFonts w:ascii="宋体" w:eastAsia="宋体" w:hAnsi="宋体" w:cs="宋体"/>
          <w:spacing w:val="-53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至今已有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2300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多年的历史</w:t>
      </w:r>
      <w:r>
        <w:rPr>
          <w:rFonts w:ascii="宋体" w:eastAsia="宋体" w:hAnsi="宋体" w:cs="宋体"/>
          <w:spacing w:val="-53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如图</w:t>
      </w:r>
      <w:r>
        <w:rPr>
          <w:rFonts w:ascii="宋体" w:eastAsia="宋体" w:hAnsi="宋体" w:cs="宋体"/>
          <w:spacing w:val="-53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在小明设计</w:t>
      </w:r>
      <w:r>
        <w:rPr>
          <w:rFonts w:ascii="宋体" w:eastAsia="宋体" w:hAnsi="宋体" w:cs="宋体"/>
          <w:spacing w:val="-53"/>
          <w:w w:val="100"/>
          <w:sz w:val="24"/>
          <w:szCs w:val="24"/>
        </w:rPr>
        <w:t>的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“风筝” 图案中，已知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66"/>
          <w:w w:val="100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D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B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D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E</w:t>
      </w:r>
      <w:r>
        <w:rPr>
          <w:rFonts w:ascii="宋体" w:eastAsia="宋体" w:hAnsi="宋体" w:cs="宋体" w:hint="eastAsia"/>
          <w:spacing w:val="-66"/>
          <w:w w:val="100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D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C</w:t>
      </w:r>
      <w:r>
        <w:rPr>
          <w:rFonts w:ascii="宋体" w:eastAsia="宋体" w:hAnsi="宋体" w:cs="宋体" w:hint="eastAsia"/>
          <w:spacing w:val="-66"/>
          <w:w w:val="100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．求证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：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C</w:t>
      </w:r>
      <w:r>
        <w:rPr>
          <w:rFonts w:ascii="宋体" w:eastAsia="宋体" w:hAnsi="宋体" w:cs="宋体" w:hint="eastAsia"/>
          <w:spacing w:val="-66"/>
          <w:w w:val="100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E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</w:t>
      </w:r>
    </w:p>
    <w:p>
      <w:pPr>
        <w:spacing w:after="0" w:line="256" w:lineRule="auto"/>
        <w:jc w:val="left"/>
        <w:rPr>
          <w:rFonts w:ascii="宋体" w:eastAsia="宋体" w:hAnsi="宋体" w:cs="宋体"/>
          <w:sz w:val="24"/>
          <w:szCs w:val="24"/>
        </w:rPr>
        <w:sectPr>
          <w:pgSz w:w="20640" w:h="14580" w:orient="landscape"/>
          <w:pgMar w:top="1100" w:right="800" w:bottom="280" w:left="1600" w:header="720" w:footer="720" w:gutter="0"/>
          <w:cols w:num="2" w:space="708" w:equalWidth="0">
            <w:col w:w="8599" w:space="905"/>
            <w:col w:w="8736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13060"/>
        </w:tabs>
        <w:spacing w:before="0" w:after="0" w:line="254" w:lineRule="exact"/>
        <w:ind w:left="3970" w:right="-20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position w:val="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0"/>
          <w:sz w:val="18"/>
          <w:szCs w:val="18"/>
        </w:rPr>
        <w:t>3</w:t>
      </w:r>
      <w:r>
        <w:rPr>
          <w:rFonts w:ascii="宋体" w:eastAsia="宋体" w:hAnsi="宋体" w:cs="宋体"/>
          <w:spacing w:val="0"/>
          <w:position w:val="0"/>
          <w:sz w:val="18"/>
          <w:szCs w:val="18"/>
        </w:rPr>
        <w:t>页共</w:t>
      </w:r>
      <w:r>
        <w:rPr>
          <w:rFonts w:ascii="宋体" w:eastAsia="宋体" w:hAnsi="宋体" w:cs="宋体"/>
          <w:spacing w:val="-44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第</w:t>
      </w:r>
      <w:r>
        <w:rPr>
          <w:rFonts w:ascii="宋体" w:eastAsia="宋体" w:hAnsi="宋体" w:cs="宋体"/>
          <w:spacing w:val="-47"/>
          <w:w w:val="100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8"/>
          <w:szCs w:val="18"/>
        </w:rPr>
        <w:t>4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页共</w:t>
      </w:r>
      <w:r>
        <w:rPr>
          <w:rFonts w:ascii="宋体" w:eastAsia="宋体" w:hAnsi="宋体" w:cs="宋体"/>
          <w:spacing w:val="-44"/>
          <w:w w:val="100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</w:t>
      </w:r>
    </w:p>
    <w:p>
      <w:pPr>
        <w:spacing w:after="0" w:line="254" w:lineRule="exact"/>
        <w:jc w:val="left"/>
        <w:rPr>
          <w:rFonts w:ascii="宋体" w:eastAsia="宋体" w:hAnsi="宋体" w:cs="宋体"/>
          <w:sz w:val="18"/>
          <w:szCs w:val="18"/>
        </w:rPr>
        <w:sectPr>
          <w:type w:val="continuous"/>
          <w:pgSz w:w="20640" w:h="14580" w:orient="landscape"/>
          <w:pgMar w:top="1100" w:right="800" w:bottom="280" w:left="1600" w:header="720" w:footer="720" w:gutter="0"/>
          <w:cols w:num="1" w:space="720"/>
        </w:sectPr>
      </w:pPr>
    </w:p>
    <w:p>
      <w:pPr>
        <w:spacing w:before="24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20.（本题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10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21" w:after="0" w:line="240" w:lineRule="auto"/>
        <w:ind w:left="58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98"/>
          <w:sz w:val="24"/>
          <w:szCs w:val="24"/>
        </w:rPr>
        <w:t>已知：如图，在</w:t>
      </w:r>
      <w:r>
        <w:rPr>
          <w:rFonts w:ascii="宋体" w:eastAsia="宋体" w:hAnsi="宋体" w:cs="宋体"/>
          <w:spacing w:val="-11"/>
          <w:w w:val="98"/>
          <w:sz w:val="24"/>
          <w:szCs w:val="24"/>
        </w:rPr>
        <w:t>△</w:t>
      </w:r>
      <w:r>
        <w:rPr>
          <w:rFonts w:ascii="宋体" w:eastAsia="宋体" w:hAnsi="宋体" w:cs="宋体"/>
          <w:spacing w:val="-75"/>
          <w:w w:val="98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5"/>
          <w:w w:val="98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5"/>
          <w:w w:val="98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5"/>
          <w:w w:val="98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8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98"/>
          <w:sz w:val="24"/>
          <w:szCs w:val="24"/>
        </w:rPr>
        <w:t>中，</w:t>
      </w:r>
      <w:r>
        <w:rPr>
          <w:rFonts w:ascii="宋体" w:eastAsia="宋体" w:hAnsi="宋体" w:cs="宋体"/>
          <w:spacing w:val="-11"/>
          <w:w w:val="98"/>
          <w:sz w:val="24"/>
          <w:szCs w:val="24"/>
        </w:rPr>
        <w:t>∠</w:t>
      </w:r>
      <w:r>
        <w:rPr>
          <w:rFonts w:ascii="宋体" w:eastAsia="宋体" w:hAnsi="宋体" w:cs="宋体"/>
          <w:spacing w:val="-75"/>
          <w:w w:val="98"/>
          <w:sz w:val="25"/>
          <w:szCs w:val="25"/>
        </w:rPr>
        <w:t>D</w:t>
      </w:r>
      <w:r>
        <w:rPr>
          <w:rFonts w:ascii="宋体" w:eastAsia="宋体" w:hAnsi="宋体" w:cs="宋体" w:hint="eastAsia"/>
          <w:spacing w:val="-75"/>
          <w:w w:val="98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75"/>
          <w:w w:val="98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5"/>
          <w:w w:val="98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5"/>
          <w:w w:val="98"/>
          <w:sz w:val="25"/>
          <w:szCs w:val="25"/>
        </w:rPr>
        <w:t>E</w:t>
      </w:r>
      <w:r>
        <w:rPr>
          <w:rFonts w:ascii="宋体" w:eastAsia="宋体" w:hAnsi="宋体" w:cs="宋体"/>
          <w:spacing w:val="0"/>
          <w:w w:val="98"/>
          <w:sz w:val="24"/>
          <w:szCs w:val="24"/>
        </w:rPr>
        <w:t>＝10°</w:t>
      </w:r>
      <w:r>
        <w:rPr>
          <w:rFonts w:ascii="宋体" w:eastAsia="宋体" w:hAnsi="宋体" w:cs="宋体"/>
          <w:spacing w:val="-11"/>
          <w:w w:val="98"/>
          <w:sz w:val="24"/>
          <w:szCs w:val="24"/>
        </w:rPr>
        <w:t>，</w:t>
      </w:r>
      <w:r>
        <w:rPr>
          <w:rFonts w:ascii="宋体" w:eastAsia="宋体" w:hAnsi="宋体" w:cs="宋体"/>
          <w:spacing w:val="-75"/>
          <w:w w:val="98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5"/>
          <w:w w:val="98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5"/>
          <w:w w:val="98"/>
          <w:sz w:val="25"/>
          <w:szCs w:val="25"/>
        </w:rPr>
        <w:t>D</w:t>
      </w:r>
      <w:r>
        <w:rPr>
          <w:rFonts w:ascii="宋体" w:eastAsia="宋体" w:hAnsi="宋体" w:cs="宋体"/>
          <w:spacing w:val="-11"/>
          <w:w w:val="98"/>
          <w:sz w:val="24"/>
          <w:szCs w:val="24"/>
        </w:rPr>
        <w:t>⊥</w:t>
      </w:r>
      <w:r>
        <w:rPr>
          <w:rFonts w:ascii="宋体" w:eastAsia="宋体" w:hAnsi="宋体" w:cs="宋体"/>
          <w:spacing w:val="-75"/>
          <w:w w:val="98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5"/>
          <w:w w:val="98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6"/>
          <w:w w:val="98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98"/>
          <w:sz w:val="24"/>
          <w:szCs w:val="24"/>
        </w:rPr>
        <w:t>于点</w:t>
      </w:r>
      <w:r>
        <w:rPr>
          <w:rFonts w:ascii="宋体" w:eastAsia="宋体" w:hAnsi="宋体" w:cs="宋体"/>
          <w:spacing w:val="-20"/>
          <w:w w:val="9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D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100"/>
          <w:sz w:val="25"/>
          <w:szCs w:val="25"/>
        </w:rPr>
        <w:t>E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平分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</w:p>
    <w:p>
      <w:pPr>
        <w:spacing w:before="22" w:after="0" w:line="240" w:lineRule="auto"/>
        <w:ind w:left="58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B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＝60°，求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-6"/>
          <w:w w:val="100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的度数．</w:t>
      </w:r>
    </w:p>
    <w:p>
      <w:pPr>
        <w:spacing w:before="3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6236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488" type="#_x0000_t75" style="width:113.9pt;height:79.5pt" coordsize="21600,21600" filled="f">
            <v:imagedata r:id="rId27" o:title=""/>
            <o:lock v:ext="edit" aspectratio="t"/>
            <w10:anchorlock/>
          </v:shape>
        </w:pict>
      </w:r>
    </w:p>
    <w:p>
      <w:pPr>
        <w:spacing w:before="2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21.（本题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11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35" w:after="0" w:line="265" w:lineRule="auto"/>
        <w:ind w:left="579" w:right="-73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5"/>
          <w:sz w:val="24"/>
          <w:szCs w:val="24"/>
        </w:rPr>
        <w:t>问题情</w:t>
      </w:r>
      <w:r>
        <w:rPr>
          <w:rFonts w:ascii="宋体" w:eastAsia="宋体" w:hAnsi="宋体" w:cs="宋体"/>
          <w:spacing w:val="7"/>
          <w:sz w:val="24"/>
          <w:szCs w:val="24"/>
        </w:rPr>
        <w:t>境</w:t>
      </w:r>
      <w:r>
        <w:rPr>
          <w:rFonts w:ascii="宋体" w:eastAsia="宋体" w:hAnsi="宋体" w:cs="宋体"/>
          <w:spacing w:val="5"/>
          <w:sz w:val="24"/>
          <w:szCs w:val="24"/>
        </w:rPr>
        <w:t>:将一副直角三</w:t>
      </w:r>
      <w:r>
        <w:rPr>
          <w:rFonts w:ascii="宋体" w:eastAsia="宋体" w:hAnsi="宋体" w:cs="宋体"/>
          <w:spacing w:val="7"/>
          <w:sz w:val="24"/>
          <w:szCs w:val="24"/>
        </w:rPr>
        <w:t>角</w:t>
      </w:r>
      <w:r>
        <w:rPr>
          <w:rFonts w:ascii="宋体" w:eastAsia="宋体" w:hAnsi="宋体" w:cs="宋体"/>
          <w:spacing w:val="2"/>
          <w:sz w:val="24"/>
          <w:szCs w:val="24"/>
        </w:rPr>
        <w:t>板</w:t>
      </w:r>
      <w:r>
        <w:rPr>
          <w:rFonts w:ascii="宋体" w:eastAsia="宋体" w:hAnsi="宋体" w:cs="宋体"/>
          <w:spacing w:val="0"/>
          <w:sz w:val="24"/>
          <w:szCs w:val="24"/>
        </w:rPr>
        <w:t>(R</w:t>
      </w:r>
      <w:r>
        <w:rPr>
          <w:rFonts w:ascii="宋体" w:eastAsia="宋体" w:hAnsi="宋体" w:cs="宋体"/>
          <w:spacing w:val="5"/>
          <w:sz w:val="24"/>
          <w:szCs w:val="24"/>
        </w:rPr>
        <w:t>t</w:t>
      </w:r>
      <w:r>
        <w:rPr>
          <w:rFonts w:ascii="宋体" w:eastAsia="宋体" w:hAnsi="宋体" w:cs="宋体"/>
          <w:spacing w:val="7"/>
          <w:sz w:val="24"/>
          <w:szCs w:val="24"/>
        </w:rPr>
        <w:t>△</w:t>
      </w:r>
      <w:r>
        <w:rPr>
          <w:rFonts w:ascii="宋体" w:eastAsia="宋体" w:hAnsi="宋体" w:cs="宋体"/>
          <w:spacing w:val="0"/>
          <w:sz w:val="24"/>
          <w:szCs w:val="24"/>
        </w:rPr>
        <w:t>ABC</w:t>
      </w:r>
      <w:r>
        <w:rPr>
          <w:rFonts w:ascii="宋体" w:eastAsia="宋体" w:hAnsi="宋体" w:cs="宋体"/>
          <w:spacing w:val="-5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和</w:t>
      </w:r>
      <w:r>
        <w:rPr>
          <w:rFonts w:ascii="宋体" w:eastAsia="宋体" w:hAnsi="宋体" w:cs="宋体"/>
          <w:spacing w:val="-5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R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t△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DEF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)按如图所示的</w:t>
      </w:r>
      <w:r>
        <w:rPr>
          <w:rFonts w:ascii="宋体" w:eastAsia="宋体" w:hAnsi="宋体" w:cs="宋体"/>
          <w:spacing w:val="7"/>
          <w:w w:val="100"/>
          <w:sz w:val="24"/>
          <w:szCs w:val="24"/>
        </w:rPr>
        <w:t>方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式摆放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,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其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∠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AC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B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9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,C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CB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,∠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FD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E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＝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9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0°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,O</w:t>
      </w:r>
      <w:r>
        <w:rPr>
          <w:rFonts w:ascii="宋体" w:eastAsia="宋体" w:hAnsi="宋体" w:cs="宋体"/>
          <w:spacing w:val="-5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是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AB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的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点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,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点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点</w:t>
      </w:r>
      <w:r>
        <w:rPr>
          <w:rFonts w:ascii="宋体" w:eastAsia="宋体" w:hAnsi="宋体" w:cs="宋体"/>
          <w:spacing w:val="-5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O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重</w:t>
      </w:r>
      <w:r>
        <w:rPr>
          <w:rFonts w:ascii="宋体" w:eastAsia="宋体" w:hAnsi="宋体" w:cs="宋体"/>
          <w:spacing w:val="5"/>
          <w:w w:val="100"/>
          <w:sz w:val="24"/>
          <w:szCs w:val="24"/>
        </w:rPr>
        <w:t>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,DF</w:t>
      </w:r>
    </w:p>
    <w:p>
      <w:pPr>
        <w:spacing w:before="9" w:after="0" w:line="265" w:lineRule="auto"/>
        <w:ind w:left="582" w:right="78" w:hanging="2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⊥AC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于点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M,DE⊥BC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于点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N,试判断线段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OM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与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ON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的数量关系,并说明理由． 小宇同学展示出如下正确的解法:</w:t>
      </w:r>
    </w:p>
    <w:p>
      <w:pPr>
        <w:spacing w:before="9" w:after="0" w:line="240" w:lineRule="auto"/>
        <w:ind w:left="58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解：OM＝ON，证明如下：连接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CO，则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CO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是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AB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边上中线,</w:t>
      </w:r>
    </w:p>
    <w:p>
      <w:pPr>
        <w:spacing w:before="37" w:after="0" w:line="240" w:lineRule="auto"/>
        <w:ind w:left="106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∵ CA＝CB,</w:t>
      </w:r>
    </w:p>
    <w:p>
      <w:pPr>
        <w:spacing w:before="35" w:after="0" w:line="240" w:lineRule="auto"/>
        <w:ind w:left="106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∴ CO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是∠ACB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的角平分线．(依据１)</w:t>
      </w:r>
    </w:p>
    <w:p>
      <w:pPr>
        <w:spacing w:before="37" w:after="0" w:line="240" w:lineRule="auto"/>
        <w:ind w:left="106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∵ OM⊥AC,ON⊥BC,</w:t>
      </w:r>
    </w:p>
    <w:p>
      <w:pPr>
        <w:spacing w:before="35" w:after="0" w:line="265" w:lineRule="auto"/>
        <w:ind w:left="582" w:right="5116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∴ OM＝ON．(依据２) 反思交流:</w:t>
      </w:r>
    </w:p>
    <w:p>
      <w:pPr>
        <w:tabs>
          <w:tab w:val="left" w:pos="7660"/>
        </w:tabs>
        <w:spacing w:before="9" w:after="0" w:line="264" w:lineRule="auto"/>
        <w:ind w:left="582" w:right="676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（1）上述证明过程中的“依据１”和“依据２”分别是指: 依据１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: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依据２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: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</w:p>
    <w:p>
      <w:pPr>
        <w:spacing w:before="12" w:after="0" w:line="240" w:lineRule="auto"/>
        <w:ind w:left="58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（2）你有与小宇不同的思考方法吗?请写出你的证明过程．</w:t>
      </w:r>
    </w:p>
    <w:p>
      <w:pPr>
        <w:spacing w:before="0" w:after="0" w:line="338" w:lineRule="exact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position w:val="-2"/>
          <w:sz w:val="24"/>
          <w:szCs w:val="24"/>
        </w:rPr>
        <w:t>22.（本题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13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分）</w:t>
      </w:r>
    </w:p>
    <w:p>
      <w:pPr>
        <w:spacing w:before="21" w:after="0" w:line="240" w:lineRule="auto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（1</w:t>
      </w:r>
      <w:r>
        <w:rPr>
          <w:rFonts w:ascii="宋体" w:eastAsia="宋体" w:hAnsi="宋体" w:cs="宋体"/>
          <w:spacing w:val="-1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sz w:val="24"/>
          <w:szCs w:val="24"/>
        </w:rPr>
        <w:t>如图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已知</w:t>
      </w:r>
      <w:r>
        <w:rPr>
          <w:rFonts w:ascii="宋体" w:eastAsia="宋体" w:hAnsi="宋体" w:cs="宋体"/>
          <w:spacing w:val="-10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sz w:val="24"/>
          <w:szCs w:val="24"/>
        </w:rPr>
        <w:t>在</w:t>
      </w:r>
      <w:r>
        <w:rPr>
          <w:rFonts w:ascii="宋体" w:eastAsia="宋体" w:hAnsi="宋体" w:cs="宋体"/>
          <w:spacing w:val="0"/>
          <w:sz w:val="24"/>
          <w:szCs w:val="24"/>
        </w:rPr>
        <w:pict>
          <v:shape id="_x0000_i1489" type="#_x0000_t75" style="width:30.95pt;height:12.3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中</w:t>
      </w:r>
      <w:r>
        <w:rPr>
          <w:rFonts w:ascii="宋体" w:eastAsia="宋体" w:hAnsi="宋体" w:cs="宋体"/>
          <w:spacing w:val="-1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-10"/>
          <w:position w:val="0"/>
          <w:sz w:val="24"/>
          <w:szCs w:val="24"/>
        </w:rPr>
        <w:pict>
          <v:shape id="_x0000_i1490" type="#_x0000_t75" style="width:54.1pt;height:12.3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-7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position w:val="0"/>
          <w:sz w:val="24"/>
          <w:szCs w:val="24"/>
        </w:rPr>
        <w:pict>
          <v:shape id="_x0000_i1491" type="#_x0000_t75" style="width:39.35pt;height:12.3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-1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直线</w:t>
      </w:r>
      <w:r>
        <w:rPr>
          <w:rFonts w:ascii="宋体" w:eastAsia="宋体" w:hAnsi="宋体" w:cs="宋体"/>
          <w:spacing w:val="-71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"/>
          <w:w w:val="96"/>
          <w:position w:val="0"/>
          <w:sz w:val="25"/>
          <w:szCs w:val="25"/>
        </w:rPr>
        <w:t>l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经过点</w:t>
      </w:r>
      <w:r>
        <w:rPr>
          <w:rFonts w:ascii="宋体" w:eastAsia="宋体" w:hAnsi="宋体" w:cs="宋体"/>
          <w:spacing w:val="-71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6"/>
          <w:w w:val="100"/>
          <w:position w:val="0"/>
          <w:sz w:val="25"/>
          <w:szCs w:val="25"/>
        </w:rPr>
        <w:t>A</w:t>
      </w:r>
      <w:r>
        <w:rPr>
          <w:rFonts w:ascii="宋体" w:eastAsia="宋体" w:hAnsi="宋体" w:cs="宋体"/>
          <w:spacing w:val="-7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w w:val="100"/>
          <w:position w:val="0"/>
          <w:sz w:val="24"/>
          <w:szCs w:val="24"/>
        </w:rPr>
        <w:pict>
          <v:shape id="_x0000_i1492" type="#_x0000_t75" style="width:30.35pt;height:12.35pt" coordsize="21600,21600" filled="f">
            <v:imagedata r:id="rId3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，</w:t>
      </w:r>
    </w:p>
    <w:p>
      <w:pPr>
        <w:spacing w:before="18" w:after="0" w:line="240" w:lineRule="auto"/>
        <w:ind w:left="1058"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483" o:spid="_x0000_s1493" type="#_x0000_t75" style="width:28.9pt;height:12.35pt;margin-top:7.05pt;margin-left:577.75pt;mso-height-relative:page;mso-position-horizontal-relative:page;mso-width-relative:page;position:absolute;z-index:-251626496" coordsize="21600,21600" filled="f">
            <v:imagedata r:id="rId32" o:title=""/>
            <o:lock v:ext="edit" aspectratio="t"/>
          </v:shape>
        </w:pict>
      </w:r>
      <w:r>
        <w:rPr>
          <w:rFonts w:ascii="宋体" w:eastAsia="宋体" w:hAnsi="宋体" w:cs="宋体"/>
          <w:sz w:val="24"/>
          <w:szCs w:val="24"/>
        </w:rPr>
        <w:t>，垂足分别为点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6"/>
          <w:w w:val="100"/>
          <w:sz w:val="25"/>
          <w:szCs w:val="25"/>
        </w:rPr>
        <w:t>D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pict>
          <v:shape id="_x0000_i1494" type="#_x0000_t75" style="width:9.1pt;height:12.35pt" coordsize="21600,21600" filled="f">
            <v:imagedata r:id="rId3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证明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：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pict>
          <v:shape id="_x0000_i1495" type="#_x0000_t75" style="width:79.65pt;height:13.2pt" coordsize="21600,21600" filled="f">
            <v:imagedata r:id="rId34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；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pict>
          <v:shape id="_x0000_i1496" type="#_x0000_t75" style="width:78.1pt;height:13.2pt" coordsize="21600,21600" filled="f">
            <v:imagedata r:id="rId35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</w:t>
      </w:r>
    </w:p>
    <w:p>
      <w:pPr>
        <w:spacing w:before="8" w:after="0" w:line="260" w:lineRule="auto"/>
        <w:ind w:left="480" w:right="41" w:hanging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（2</w:t>
      </w:r>
      <w:r>
        <w:rPr>
          <w:rFonts w:ascii="宋体" w:eastAsia="宋体" w:hAnsi="宋体" w:cs="宋体"/>
          <w:spacing w:val="-1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sz w:val="24"/>
          <w:szCs w:val="24"/>
        </w:rPr>
        <w:t>如图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99"/>
          <w:sz w:val="24"/>
          <w:szCs w:val="24"/>
        </w:rPr>
        <w:t>2</w:t>
      </w:r>
      <w:r>
        <w:rPr>
          <w:rFonts w:ascii="宋体" w:eastAsia="宋体" w:hAnsi="宋体" w:cs="宋体"/>
          <w:spacing w:val="-10"/>
          <w:w w:val="99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99"/>
          <w:sz w:val="24"/>
          <w:szCs w:val="24"/>
        </w:rPr>
        <w:t>将</w:t>
      </w:r>
      <w:r>
        <w:rPr>
          <w:rFonts w:ascii="宋体" w:eastAsia="宋体" w:hAnsi="宋体" w:cs="宋体"/>
          <w:spacing w:val="2"/>
          <w:w w:val="99"/>
          <w:sz w:val="24"/>
          <w:szCs w:val="24"/>
        </w:rPr>
        <w:pict>
          <v:shape id="_x0000_i1497" type="#_x0000_t75" style="width:12.2pt;height:12.1pt" coordsize="21600,21600" filled="f">
            <v:imagedata r:id="rId36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99"/>
          <w:position w:val="0"/>
          <w:sz w:val="24"/>
          <w:szCs w:val="24"/>
        </w:rPr>
        <w:t>中的条件改为</w:t>
      </w:r>
      <w:r>
        <w:rPr>
          <w:rFonts w:ascii="宋体" w:eastAsia="宋体" w:hAnsi="宋体" w:cs="宋体"/>
          <w:spacing w:val="-10"/>
          <w:w w:val="99"/>
          <w:position w:val="0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w w:val="99"/>
          <w:position w:val="0"/>
          <w:sz w:val="24"/>
          <w:szCs w:val="24"/>
        </w:rPr>
        <w:t>在</w:t>
      </w:r>
      <w:r>
        <w:rPr>
          <w:rFonts w:ascii="宋体" w:eastAsia="宋体" w:hAnsi="宋体" w:cs="宋体"/>
          <w:spacing w:val="0"/>
          <w:w w:val="99"/>
          <w:position w:val="0"/>
          <w:sz w:val="24"/>
          <w:szCs w:val="24"/>
        </w:rPr>
        <w:pict>
          <v:shape id="_x0000_i1498" type="#_x0000_t75" style="width:30.95pt;height:12.3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99"/>
          <w:position w:val="0"/>
          <w:sz w:val="24"/>
          <w:szCs w:val="24"/>
        </w:rPr>
        <w:t>中</w:t>
      </w:r>
      <w:r>
        <w:rPr>
          <w:rFonts w:ascii="宋体" w:eastAsia="宋体" w:hAnsi="宋体" w:cs="宋体"/>
          <w:spacing w:val="-7"/>
          <w:w w:val="99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w w:val="99"/>
          <w:position w:val="0"/>
          <w:sz w:val="24"/>
          <w:szCs w:val="24"/>
        </w:rPr>
        <w:pict>
          <v:shape id="_x0000_i1499" type="#_x0000_t75" style="width:39.35pt;height:12.3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-20"/>
          <w:w w:val="99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-65"/>
          <w:w w:val="99"/>
          <w:position w:val="0"/>
          <w:sz w:val="25"/>
          <w:szCs w:val="25"/>
        </w:rPr>
        <w:t>D</w:t>
      </w:r>
      <w:r>
        <w:rPr>
          <w:rFonts w:ascii="宋体" w:eastAsia="宋体" w:hAnsi="宋体" w:cs="宋体"/>
          <w:spacing w:val="-20"/>
          <w:w w:val="99"/>
          <w:position w:val="0"/>
          <w:sz w:val="24"/>
          <w:szCs w:val="24"/>
        </w:rPr>
        <w:t>、</w:t>
      </w:r>
      <w:r>
        <w:rPr>
          <w:rFonts w:ascii="宋体" w:eastAsia="宋体" w:hAnsi="宋体" w:cs="宋体"/>
          <w:spacing w:val="-65"/>
          <w:w w:val="99"/>
          <w:position w:val="0"/>
          <w:sz w:val="25"/>
          <w:szCs w:val="25"/>
        </w:rPr>
        <w:t>A</w:t>
      </w:r>
      <w:r>
        <w:rPr>
          <w:rFonts w:ascii="宋体" w:eastAsia="宋体" w:hAnsi="宋体" w:cs="宋体"/>
          <w:spacing w:val="-18"/>
          <w:w w:val="99"/>
          <w:position w:val="0"/>
          <w:sz w:val="24"/>
          <w:szCs w:val="24"/>
        </w:rPr>
        <w:t>、</w:t>
      </w:r>
      <w:r>
        <w:rPr>
          <w:rFonts w:ascii="宋体" w:eastAsia="宋体" w:hAnsi="宋体" w:cs="宋体"/>
          <w:spacing w:val="-6"/>
          <w:w w:val="99"/>
          <w:position w:val="0"/>
          <w:sz w:val="25"/>
          <w:szCs w:val="25"/>
        </w:rPr>
        <w:t>E</w:t>
      </w:r>
      <w:r>
        <w:rPr>
          <w:rFonts w:ascii="宋体" w:eastAsia="宋体" w:hAnsi="宋体" w:cs="宋体"/>
          <w:spacing w:val="0"/>
          <w:w w:val="99"/>
          <w:position w:val="0"/>
          <w:sz w:val="24"/>
          <w:szCs w:val="24"/>
        </w:rPr>
        <w:t>三点都在</w:t>
      </w:r>
      <w:r>
        <w:rPr>
          <w:rFonts w:ascii="宋体" w:eastAsia="宋体" w:hAnsi="宋体" w:cs="宋体"/>
          <w:spacing w:val="-36"/>
          <w:w w:val="99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"/>
          <w:w w:val="100"/>
          <w:position w:val="0"/>
          <w:sz w:val="25"/>
          <w:szCs w:val="25"/>
        </w:rPr>
        <w:t>l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上， 并且有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pict>
          <v:shape id="_x0000_i1500" type="#_x0000_t75" style="width:126pt;height:12.35pt" coordsize="21600,21600" filled="f">
            <v:imagedata r:id="rId3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，其中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pict>
          <v:shape id="_x0000_i1501" type="#_x0000_t75" style="width:6.2pt;height:12.35pt" coordsize="21600,21600" filled="f">
            <v:imagedata r:id="rId3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 xml:space="preserve">为任意锐角或钝角．请问结论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pict>
          <v:shape id="_x0000_i1502" type="#_x0000_t75" style="width:65.5pt;height:12.35pt" coordsize="21600,21600" filled="f">
            <v:imagedata r:id="rId3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是否成立？若成立，请你给出证明；若不成立，请说明理由．</w:t>
      </w:r>
    </w:p>
    <w:p>
      <w:pPr>
        <w:spacing w:before="0" w:after="0" w:line="368" w:lineRule="exact"/>
        <w:ind w:right="-20"/>
        <w:jc w:val="left"/>
        <w:rPr>
          <w:rFonts w:ascii="宋体" w:eastAsia="宋体" w:hAnsi="宋体" w:cs="宋体"/>
          <w:sz w:val="25"/>
          <w:szCs w:val="25"/>
        </w:rPr>
      </w:pPr>
      <w:r>
        <w:rPr>
          <w:rFonts w:ascii="宋体" w:eastAsia="宋体" w:hAnsi="宋体" w:cs="宋体"/>
          <w:position w:val="-3"/>
          <w:sz w:val="24"/>
          <w:szCs w:val="24"/>
        </w:rPr>
        <w:t>（3）如图</w:t>
      </w:r>
      <w:r>
        <w:rPr>
          <w:rFonts w:ascii="宋体" w:eastAsia="宋体" w:hAnsi="宋体" w:cs="宋体"/>
          <w:spacing w:val="-60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3"/>
          <w:sz w:val="24"/>
          <w:szCs w:val="24"/>
        </w:rPr>
        <w:t>3，过</w:t>
      </w:r>
      <w:r>
        <w:rPr>
          <w:rFonts w:ascii="宋体" w:eastAsia="宋体" w:hAnsi="宋体" w:cs="宋体"/>
          <w:spacing w:val="0"/>
          <w:position w:val="-3"/>
          <w:sz w:val="24"/>
          <w:szCs w:val="24"/>
        </w:rPr>
        <w:pict>
          <v:shape id="_x0000_i1503" type="#_x0000_t75" style="width:30.95pt;height:12.3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spacing w:val="0"/>
          <w:position w:val="-3"/>
          <w:sz w:val="24"/>
          <w:szCs w:val="24"/>
        </w:rPr>
        <w:t>的边</w:t>
      </w:r>
      <w:r>
        <w:rPr>
          <w:rFonts w:ascii="宋体" w:eastAsia="宋体" w:hAnsi="宋体" w:cs="宋体"/>
          <w:spacing w:val="-71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95"/>
          <w:position w:val="-3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66"/>
          <w:w w:val="95"/>
          <w:position w:val="-3"/>
          <w:sz w:val="25"/>
          <w:szCs w:val="25"/>
          <w:lang w:val="en-US" w:eastAsia="zh-CN"/>
        </w:rPr>
        <w:t xml:space="preserve"> </w:t>
      </w:r>
      <w:r>
        <w:rPr>
          <w:rFonts w:ascii="宋体" w:eastAsia="宋体" w:hAnsi="宋体" w:cs="宋体"/>
          <w:spacing w:val="-11"/>
          <w:w w:val="100"/>
          <w:position w:val="-3"/>
          <w:sz w:val="24"/>
          <w:szCs w:val="24"/>
        </w:rPr>
        <w:t>、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5"/>
          <w:position w:val="-3"/>
          <w:sz w:val="25"/>
          <w:szCs w:val="25"/>
        </w:rPr>
        <w:t>C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向外作正方形</w:t>
      </w:r>
      <w:r>
        <w:rPr>
          <w:rFonts w:ascii="宋体" w:eastAsia="宋体" w:hAnsi="宋体" w:cs="宋体"/>
          <w:spacing w:val="-71"/>
          <w:w w:val="100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D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5"/>
          <w:position w:val="-3"/>
          <w:sz w:val="25"/>
          <w:szCs w:val="25"/>
        </w:rPr>
        <w:t>E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和正方形</w:t>
      </w:r>
      <w:r>
        <w:rPr>
          <w:rFonts w:ascii="宋体" w:eastAsia="宋体" w:hAnsi="宋体" w:cs="宋体"/>
          <w:spacing w:val="-71"/>
          <w:w w:val="100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C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F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6"/>
          <w:w w:val="95"/>
          <w:position w:val="-3"/>
          <w:sz w:val="25"/>
          <w:szCs w:val="25"/>
        </w:rPr>
        <w:t>G</w:t>
      </w:r>
      <w:r>
        <w:rPr>
          <w:rFonts w:ascii="宋体" w:eastAsia="宋体" w:hAnsi="宋体" w:cs="宋体"/>
          <w:spacing w:val="-11"/>
          <w:w w:val="100"/>
          <w:position w:val="-3"/>
          <w:sz w:val="24"/>
          <w:szCs w:val="24"/>
        </w:rPr>
        <w:t>，</w:t>
      </w:r>
      <w:r>
        <w:rPr>
          <w:rFonts w:ascii="宋体" w:eastAsia="宋体" w:hAnsi="宋体" w:cs="宋体"/>
          <w:spacing w:val="-77"/>
          <w:w w:val="95"/>
          <w:position w:val="-3"/>
          <w:sz w:val="25"/>
          <w:szCs w:val="25"/>
        </w:rPr>
        <w:t>A</w:t>
      </w:r>
      <w:r>
        <w:rPr>
          <w:rFonts w:ascii="宋体" w:eastAsia="宋体" w:hAnsi="宋体" w:cs="宋体" w:hint="eastAsia"/>
          <w:spacing w:val="-77"/>
          <w:w w:val="95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5"/>
          <w:position w:val="-3"/>
          <w:sz w:val="25"/>
          <w:szCs w:val="25"/>
        </w:rPr>
        <w:t>H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是</w:t>
      </w:r>
      <w:r>
        <w:rPr>
          <w:rFonts w:ascii="宋体" w:eastAsia="宋体" w:hAnsi="宋体" w:cs="宋体"/>
          <w:spacing w:val="-71"/>
          <w:w w:val="100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position w:val="-3"/>
          <w:sz w:val="25"/>
          <w:szCs w:val="25"/>
        </w:rPr>
        <w:t>B</w:t>
      </w:r>
      <w:r>
        <w:rPr>
          <w:rFonts w:ascii="宋体" w:eastAsia="宋体" w:hAnsi="宋体" w:cs="宋体" w:hint="eastAsia"/>
          <w:spacing w:val="-77"/>
          <w:w w:val="100"/>
          <w:position w:val="-3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0"/>
          <w:w w:val="100"/>
          <w:position w:val="-3"/>
          <w:sz w:val="25"/>
          <w:szCs w:val="25"/>
        </w:rPr>
        <w:t>C</w:t>
      </w:r>
    </w:p>
    <w:p>
      <w:pPr>
        <w:spacing w:before="18" w:after="0" w:line="240" w:lineRule="auto"/>
        <w:ind w:left="480"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484" o:spid="_x0000_s1504" type="#_x0000_t75" style="width:343.2pt;height:111.8pt;margin-top:32.5pt;margin-left:596pt;mso-height-relative:page;mso-position-horizontal-relative:page;mso-width-relative:page;position:absolute;z-index:-251625472" coordsize="21600,21600" filled="f">
            <v:imagedata r:id="rId40" o:title=""/>
            <o:lock v:ext="edit" aspectratio="t"/>
          </v:shape>
        </w:pict>
      </w:r>
      <w:r>
        <w:rPr>
          <w:rFonts w:ascii="宋体" w:eastAsia="宋体" w:hAnsi="宋体" w:cs="宋体"/>
          <w:sz w:val="24"/>
          <w:szCs w:val="24"/>
        </w:rPr>
        <w:t>边上的高，延长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5"/>
          <w:sz w:val="25"/>
          <w:szCs w:val="25"/>
        </w:rPr>
        <w:t>H</w:t>
      </w:r>
      <w:r>
        <w:rPr>
          <w:rFonts w:ascii="宋体" w:eastAsia="宋体" w:hAnsi="宋体" w:cs="宋体" w:hint="eastAsia"/>
          <w:spacing w:val="-77"/>
          <w:w w:val="95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5"/>
          <w:sz w:val="25"/>
          <w:szCs w:val="25"/>
        </w:rPr>
        <w:t>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交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95"/>
          <w:sz w:val="25"/>
          <w:szCs w:val="25"/>
        </w:rPr>
        <w:t>E</w:t>
      </w:r>
      <w:r>
        <w:rPr>
          <w:rFonts w:ascii="宋体" w:eastAsia="宋体" w:hAnsi="宋体" w:cs="宋体" w:hint="eastAsia"/>
          <w:spacing w:val="-77"/>
          <w:w w:val="95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95"/>
          <w:sz w:val="25"/>
          <w:szCs w:val="25"/>
        </w:rPr>
        <w:t>G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于点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66"/>
          <w:w w:val="95"/>
          <w:sz w:val="25"/>
          <w:szCs w:val="25"/>
        </w:rPr>
        <w:t>I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，求证</w:t>
      </w:r>
      <w:r>
        <w:rPr>
          <w:rFonts w:ascii="宋体" w:eastAsia="宋体" w:hAnsi="宋体" w:cs="宋体"/>
          <w:spacing w:val="-11"/>
          <w:w w:val="100"/>
          <w:sz w:val="24"/>
          <w:szCs w:val="24"/>
        </w:rPr>
        <w:t>：</w:t>
      </w:r>
      <w:r>
        <w:rPr>
          <w:rFonts w:ascii="宋体" w:eastAsia="宋体" w:hAnsi="宋体" w:cs="宋体"/>
          <w:spacing w:val="-6"/>
          <w:w w:val="95"/>
          <w:sz w:val="25"/>
          <w:szCs w:val="25"/>
        </w:rPr>
        <w:t>I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是</w:t>
      </w:r>
      <w:r>
        <w:rPr>
          <w:rFonts w:ascii="宋体" w:eastAsia="宋体" w:hAnsi="宋体" w:cs="宋体"/>
          <w:spacing w:val="-7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7"/>
          <w:w w:val="100"/>
          <w:sz w:val="25"/>
          <w:szCs w:val="25"/>
        </w:rPr>
        <w:t>E</w:t>
      </w:r>
      <w:r>
        <w:rPr>
          <w:rFonts w:ascii="宋体" w:eastAsia="宋体" w:hAnsi="宋体" w:cs="宋体" w:hint="eastAsia"/>
          <w:spacing w:val="-77"/>
          <w:w w:val="100"/>
          <w:sz w:val="25"/>
          <w:szCs w:val="25"/>
          <w:lang w:val="en-US" w:eastAsia="zh-CN"/>
        </w:rPr>
        <w:t xml:space="preserve">  </w:t>
      </w:r>
      <w:r>
        <w:rPr>
          <w:rFonts w:ascii="宋体" w:eastAsia="宋体" w:hAnsi="宋体" w:cs="宋体"/>
          <w:spacing w:val="-6"/>
          <w:w w:val="100"/>
          <w:sz w:val="25"/>
          <w:szCs w:val="25"/>
        </w:rPr>
        <w:t>G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的中点．</w:t>
      </w:r>
    </w:p>
    <w:p>
      <w:pPr>
        <w:spacing w:after="0" w:line="240" w:lineRule="auto"/>
        <w:jc w:val="left"/>
        <w:rPr>
          <w:rFonts w:ascii="宋体" w:eastAsia="宋体" w:hAnsi="宋体" w:cs="宋体"/>
          <w:sz w:val="24"/>
          <w:szCs w:val="24"/>
        </w:rPr>
        <w:sectPr>
          <w:pgSz w:w="20640" w:h="14580" w:orient="landscape"/>
          <w:pgMar w:top="1060" w:right="900" w:bottom="280" w:left="1600" w:header="720" w:footer="720" w:gutter="0"/>
          <w:cols w:num="2" w:space="708" w:equalWidth="0">
            <w:col w:w="8531" w:space="945"/>
            <w:col w:w="8664"/>
          </w:cols>
        </w:sectPr>
      </w:pPr>
    </w:p>
    <w:p>
      <w:pPr>
        <w:spacing w:before="42" w:after="0" w:line="240" w:lineRule="auto"/>
        <w:ind w:left="5127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485" o:spid="_x0000_s1505" style="width:0.1pt;height:84pt;margin-top:516.1pt;margin-left:38.55pt;mso-height-relative:page;mso-position-horizontal-relative:page;mso-position-vertical-relative:page;mso-width-relative:page;position:absolute;z-index:-251624448" coordorigin="772,10323" coordsize="2,1680">
            <v:shape id="_x0000_s1486" o:spid="_x0000_s1506" style="width:2;height:1680;left:772;position:absolute;top:10323" coordorigin="772,10323" coordsize="0,1680" path="m772,12003l772,10323e" filled="f" stroked="t" strokecolor="black">
              <v:path arrowok="t"/>
            </v:shape>
          </v:group>
        </w:pict>
      </w:r>
      <w:r>
        <w:pict>
          <v:group id="_x0000_s1487" o:spid="_x0000_s1507" style="width:0.1pt;height:57.7pt;margin-top:353.4pt;margin-left:38.55pt;mso-height-relative:page;mso-position-horizontal-relative:page;mso-position-vertical-relative:page;mso-width-relative:page;position:absolute;z-index:-251623424" coordorigin="772,7069" coordsize="2,1154">
            <v:shape id="_x0000_s1488" o:spid="_x0000_s1508" style="width:2;height:1154;left:772;position:absolute;top:7069" coordorigin="772,7069" coordsize="0,1154" path="m772,8223l772,7069e" filled="f" stroked="t" strokecolor="black">
              <v:path arrowok="t"/>
            </v:shape>
          </v:group>
        </w:pict>
      </w:r>
      <w:r>
        <w:pict>
          <v:group id="_x0000_s1489" o:spid="_x0000_s1509" style="width:0.1pt;height:52.55pt;margin-top:222.1pt;margin-left:38.55pt;mso-height-relative:page;mso-position-horizontal-relative:page;mso-position-vertical-relative:page;mso-width-relative:page;position:absolute;z-index:-251622400" coordorigin="772,4443" coordsize="2,1051">
            <v:shape id="_x0000_s1490" o:spid="_x0000_s1510" style="width:2;height:1051;left:772;position:absolute;top:4443" coordorigin="772,4443" coordsize="0,1051" path="m772,5494l772,4443e" filled="f" stroked="t" strokecolor="black">
              <v:path arrowok="t"/>
            </v:shape>
          </v:group>
        </w:pict>
      </w:r>
      <w:r>
        <w:pict>
          <v:group id="_x0000_s1491" o:spid="_x0000_s1511" style="width:0.1pt;height:57.7pt;margin-top:80.4pt;margin-left:38.55pt;mso-height-relative:page;mso-position-horizontal-relative:page;mso-position-vertical-relative:page;mso-width-relative:page;position:absolute;z-index:-251621376" coordorigin="772,1609" coordsize="2,1154">
            <v:shape id="_x0000_s1492" o:spid="_x0000_s1512" style="width:2;height:1154;left:772;position:absolute;top:1609" coordorigin="772,1609" coordsize="0,1154" path="m772,2763l772,1609e" filled="f" stroked="t" strokecolor="black">
              <v:path arrowok="t"/>
            </v:shape>
          </v:group>
        </w:pict>
      </w:r>
      <w:r>
        <w:pict>
          <v:group id="_x0000_s1493" o:spid="_x0000_s1513" style="width:3.1pt;height:624.1pt;margin-top:48.45pt;margin-left:48.05pt;mso-height-relative:page;mso-position-horizontal-relative:page;mso-position-vertical-relative:page;mso-width-relative:page;position:absolute;z-index:-251620352" coordorigin="962,970" coordsize="62,12482">
            <v:group id="_x0000_s1494" o:spid="_x0000_s1514" style="width:30;height:30;left:978;position:absolute;top:13406" coordorigin="978,13406" coordsize="30,30">
              <v:shape id="_x0000_s1495" o:spid="_x0000_s1515" style="width:30;height:30;left:978;position:absolute;top:13406" coordorigin="978,13406" coordsize="30,30" path="m978,13421l1008,13421e" filled="f" stroked="t" strokecolor="black">
                <v:path arrowok="t"/>
              </v:shape>
            </v:group>
            <v:group id="_x0000_s1496" o:spid="_x0000_s1516" style="width:30;height:30;left:978;position:absolute;top:13346" coordorigin="978,13346" coordsize="30,30">
              <v:shape id="_x0000_s1497" o:spid="_x0000_s1517" style="width:30;height:30;left:978;position:absolute;top:13346" coordorigin="978,13346" coordsize="30,30" path="m978,13361l1008,13361e" filled="f" stroked="t" strokecolor="black">
                <v:path arrowok="t"/>
              </v:shape>
            </v:group>
            <v:group id="_x0000_s1498" o:spid="_x0000_s1518" style="width:30;height:30;left:978;position:absolute;top:13286" coordorigin="978,13286" coordsize="30,30">
              <v:shape id="_x0000_s1499" o:spid="_x0000_s1519" style="width:30;height:30;left:978;position:absolute;top:13286" coordorigin="978,13286" coordsize="30,30" path="m978,13301l1008,13301e" filled="f" stroked="t" strokecolor="black">
                <v:path arrowok="t"/>
              </v:shape>
            </v:group>
            <v:group id="_x0000_s1500" o:spid="_x0000_s1520" style="width:30;height:30;left:978;position:absolute;top:13226" coordorigin="978,13226" coordsize="30,30">
              <v:shape id="_x0000_s1501" o:spid="_x0000_s1521" style="width:30;height:30;left:978;position:absolute;top:13226" coordorigin="978,13226" coordsize="30,30" path="m978,13241l1008,13241e" filled="f" stroked="t" strokecolor="black">
                <v:path arrowok="t"/>
              </v:shape>
            </v:group>
            <v:group id="_x0000_s1502" o:spid="_x0000_s1522" style="width:30;height:30;left:978;position:absolute;top:13166" coordorigin="978,13166" coordsize="30,30">
              <v:shape id="_x0000_s1503" o:spid="_x0000_s1523" style="width:30;height:30;left:978;position:absolute;top:13166" coordorigin="978,13166" coordsize="30,30" path="m978,13181l1008,13181e" filled="f" stroked="t" strokecolor="black">
                <v:path arrowok="t"/>
              </v:shape>
            </v:group>
            <v:group id="_x0000_s1504" o:spid="_x0000_s1524" style="width:30;height:30;left:978;position:absolute;top:13106" coordorigin="978,13106" coordsize="30,30">
              <v:shape id="_x0000_s1505" o:spid="_x0000_s1525" style="width:30;height:30;left:978;position:absolute;top:13106" coordorigin="978,13106" coordsize="30,30" path="m978,13121l1008,13121e" filled="f" stroked="t" strokecolor="black">
                <v:path arrowok="t"/>
              </v:shape>
            </v:group>
            <v:group id="_x0000_s1506" o:spid="_x0000_s1526" style="width:30;height:30;left:978;position:absolute;top:13046" coordorigin="978,13046" coordsize="30,30">
              <v:shape id="_x0000_s1507" o:spid="_x0000_s1527" style="width:30;height:30;left:978;position:absolute;top:13046" coordorigin="978,13046" coordsize="30,30" path="m978,13061l1008,13061e" filled="f" stroked="t" strokecolor="black">
                <v:path arrowok="t"/>
              </v:shape>
            </v:group>
            <v:group id="_x0000_s1508" o:spid="_x0000_s1528" style="width:30;height:30;left:978;position:absolute;top:12986" coordorigin="978,12986" coordsize="30,30">
              <v:shape id="_x0000_s1509" o:spid="_x0000_s1529" style="width:30;height:30;left:978;position:absolute;top:12986" coordorigin="978,12986" coordsize="30,30" path="m978,13001l1008,13001e" filled="f" stroked="t" strokecolor="black">
                <v:path arrowok="t"/>
              </v:shape>
            </v:group>
            <v:group id="_x0000_s1510" o:spid="_x0000_s1530" style="width:30;height:30;left:978;position:absolute;top:12926" coordorigin="978,12926" coordsize="30,30">
              <v:shape id="_x0000_s1511" o:spid="_x0000_s1531" style="width:30;height:30;left:978;position:absolute;top:12926" coordorigin="978,12926" coordsize="30,30" path="m978,12941l1008,12941e" filled="f" stroked="t" strokecolor="black">
                <v:path arrowok="t"/>
              </v:shape>
            </v:group>
            <v:group id="_x0000_s1512" o:spid="_x0000_s1532" style="width:30;height:30;left:978;position:absolute;top:12866" coordorigin="978,12866" coordsize="30,30">
              <v:shape id="_x0000_s1513" o:spid="_x0000_s1533" style="width:30;height:30;left:978;position:absolute;top:12866" coordorigin="978,12866" coordsize="30,30" path="m978,12881l1008,12881e" filled="f" stroked="t" strokecolor="black">
                <v:path arrowok="t"/>
              </v:shape>
            </v:group>
            <v:group id="_x0000_s1514" o:spid="_x0000_s1534" style="width:30;height:30;left:978;position:absolute;top:12806" coordorigin="978,12806" coordsize="30,30">
              <v:shape id="_x0000_s1515" o:spid="_x0000_s1535" style="width:30;height:30;left:978;position:absolute;top:12806" coordorigin="978,12806" coordsize="30,30" path="m978,12821l1008,12821e" filled="f" stroked="t" strokecolor="black">
                <v:path arrowok="t"/>
              </v:shape>
            </v:group>
            <v:group id="_x0000_s1516" o:spid="_x0000_s1536" style="width:30;height:30;left:978;position:absolute;top:12746" coordorigin="978,12746" coordsize="30,30">
              <v:shape id="_x0000_s1517" o:spid="_x0000_s1537" style="width:30;height:30;left:978;position:absolute;top:12746" coordorigin="978,12746" coordsize="30,30" path="m978,12761l1008,12761e" filled="f" stroked="t" strokecolor="black">
                <v:path arrowok="t"/>
              </v:shape>
            </v:group>
            <v:group id="_x0000_s1518" o:spid="_x0000_s1538" style="width:30;height:30;left:978;position:absolute;top:12686" coordorigin="978,12686" coordsize="30,30">
              <v:shape id="_x0000_s1519" o:spid="_x0000_s1539" style="width:30;height:30;left:978;position:absolute;top:12686" coordorigin="978,12686" coordsize="30,30" path="m978,12701l1008,12701e" filled="f" stroked="t" strokecolor="black">
                <v:path arrowok="t"/>
              </v:shape>
            </v:group>
            <v:group id="_x0000_s1520" o:spid="_x0000_s1540" style="width:30;height:30;left:978;position:absolute;top:12626" coordorigin="978,12626" coordsize="30,30">
              <v:shape id="_x0000_s1521" o:spid="_x0000_s1541" style="width:30;height:30;left:978;position:absolute;top:12626" coordorigin="978,12626" coordsize="30,30" path="m978,12641l1008,12641e" filled="f" stroked="t" strokecolor="black">
                <v:path arrowok="t"/>
              </v:shape>
            </v:group>
            <v:group id="_x0000_s1522" o:spid="_x0000_s1542" style="width:30;height:30;left:978;position:absolute;top:12566" coordorigin="978,12566" coordsize="30,30">
              <v:shape id="_x0000_s1523" o:spid="_x0000_s1543" style="width:30;height:30;left:978;position:absolute;top:12566" coordorigin="978,12566" coordsize="30,30" path="m978,12581l1008,12581e" filled="f" stroked="t" strokecolor="black">
                <v:path arrowok="t"/>
              </v:shape>
            </v:group>
            <v:group id="_x0000_s1524" o:spid="_x0000_s1544" style="width:30;height:30;left:978;position:absolute;top:12506" coordorigin="978,12506" coordsize="30,30">
              <v:shape id="_x0000_s1525" o:spid="_x0000_s1545" style="width:30;height:30;left:978;position:absolute;top:12506" coordorigin="978,12506" coordsize="30,30" path="m978,12521l1008,12521e" filled="f" stroked="t" strokecolor="black">
                <v:path arrowok="t"/>
              </v:shape>
            </v:group>
            <v:group id="_x0000_s1526" o:spid="_x0000_s1546" style="width:30;height:30;left:978;position:absolute;top:12446" coordorigin="978,12446" coordsize="30,30">
              <v:shape id="_x0000_s1527" o:spid="_x0000_s1547" style="width:30;height:30;left:978;position:absolute;top:12446" coordorigin="978,12446" coordsize="30,30" path="m978,12461l1008,12461e" filled="f" stroked="t" strokecolor="black">
                <v:path arrowok="t"/>
              </v:shape>
            </v:group>
            <v:group id="_x0000_s1528" o:spid="_x0000_s1548" style="width:30;height:30;left:978;position:absolute;top:12386" coordorigin="978,12386" coordsize="30,30">
              <v:shape id="_x0000_s1529" o:spid="_x0000_s1549" style="width:30;height:30;left:978;position:absolute;top:12386" coordorigin="978,12386" coordsize="30,30" path="m978,12401l1008,12401e" filled="f" stroked="t" strokecolor="black">
                <v:path arrowok="t"/>
              </v:shape>
            </v:group>
            <v:group id="_x0000_s1530" o:spid="_x0000_s1550" style="width:30;height:30;left:978;position:absolute;top:12326" coordorigin="978,12326" coordsize="30,30">
              <v:shape id="_x0000_s1531" o:spid="_x0000_s1551" style="width:30;height:30;left:978;position:absolute;top:12326" coordorigin="978,12326" coordsize="30,30" path="m978,12341l1008,12341e" filled="f" stroked="t" strokecolor="black">
                <v:path arrowok="t"/>
              </v:shape>
            </v:group>
            <v:group id="_x0000_s1532" o:spid="_x0000_s1552" style="width:30;height:30;left:978;position:absolute;top:12266" coordorigin="978,12266" coordsize="30,30">
              <v:shape id="_x0000_s1533" o:spid="_x0000_s1553" style="width:30;height:30;left:978;position:absolute;top:12266" coordorigin="978,12266" coordsize="30,30" path="m978,12281l1008,12281e" filled="f" stroked="t" strokecolor="black">
                <v:path arrowok="t"/>
              </v:shape>
            </v:group>
            <v:group id="_x0000_s1534" o:spid="_x0000_s1554" style="width:30;height:30;left:978;position:absolute;top:12206" coordorigin="978,12206" coordsize="30,30">
              <v:shape id="_x0000_s1535" o:spid="_x0000_s1555" style="width:30;height:30;left:978;position:absolute;top:12206" coordorigin="978,12206" coordsize="30,30" path="m978,12221l1008,12221e" filled="f" stroked="t" strokecolor="black">
                <v:path arrowok="t"/>
              </v:shape>
            </v:group>
            <v:group id="_x0000_s1536" o:spid="_x0000_s1556" style="width:30;height:30;left:978;position:absolute;top:12146" coordorigin="978,12146" coordsize="30,30">
              <v:shape id="_x0000_s1537" o:spid="_x0000_s1557" style="width:30;height:30;left:978;position:absolute;top:12146" coordorigin="978,12146" coordsize="30,30" path="m978,12161l1008,12161e" filled="f" stroked="t" strokecolor="black">
                <v:path arrowok="t"/>
              </v:shape>
            </v:group>
            <v:group id="_x0000_s1538" o:spid="_x0000_s1558" style="width:30;height:30;left:978;position:absolute;top:12086" coordorigin="978,12086" coordsize="30,30">
              <v:shape id="_x0000_s1539" o:spid="_x0000_s1559" style="width:30;height:30;left:978;position:absolute;top:12086" coordorigin="978,12086" coordsize="30,30" path="m978,12101l1008,12101e" filled="f" stroked="t" strokecolor="black">
                <v:path arrowok="t"/>
              </v:shape>
            </v:group>
            <v:group id="_x0000_s1540" o:spid="_x0000_s1560" style="width:30;height:30;left:978;position:absolute;top:12026" coordorigin="978,12026" coordsize="30,30">
              <v:shape id="_x0000_s1541" o:spid="_x0000_s1561" style="width:30;height:30;left:978;position:absolute;top:12026" coordorigin="978,12026" coordsize="30,30" path="m978,12041l1008,12041e" filled="f" stroked="t" strokecolor="black">
                <v:path arrowok="t"/>
              </v:shape>
            </v:group>
            <v:group id="_x0000_s1542" o:spid="_x0000_s1562" style="width:30;height:30;left:978;position:absolute;top:11966" coordorigin="978,11966" coordsize="30,30">
              <v:shape id="_x0000_s1543" o:spid="_x0000_s1563" style="width:30;height:30;left:978;position:absolute;top:11966" coordorigin="978,11966" coordsize="30,30" path="m978,11981l1008,11981e" filled="f" stroked="t" strokecolor="black">
                <v:path arrowok="t"/>
              </v:shape>
            </v:group>
            <v:group id="_x0000_s1544" o:spid="_x0000_s1564" style="width:30;height:30;left:978;position:absolute;top:11906" coordorigin="978,11906" coordsize="30,30">
              <v:shape id="_x0000_s1545" o:spid="_x0000_s1565" style="width:30;height:30;left:978;position:absolute;top:11906" coordorigin="978,11906" coordsize="30,30" path="m978,11921l1008,11921e" filled="f" stroked="t" strokecolor="black">
                <v:path arrowok="t"/>
              </v:shape>
            </v:group>
            <v:group id="_x0000_s1546" o:spid="_x0000_s1566" style="width:30;height:30;left:978;position:absolute;top:11846" coordorigin="978,11846" coordsize="30,30">
              <v:shape id="_x0000_s1547" o:spid="_x0000_s1567" style="width:30;height:30;left:978;position:absolute;top:11846" coordorigin="978,11846" coordsize="30,30" path="m978,11861l1008,11861e" filled="f" stroked="t" strokecolor="black">
                <v:path arrowok="t"/>
              </v:shape>
            </v:group>
            <v:group id="_x0000_s1548" o:spid="_x0000_s1568" style="width:30;height:30;left:978;position:absolute;top:11786" coordorigin="978,11786" coordsize="30,30">
              <v:shape id="_x0000_s1549" o:spid="_x0000_s1569" style="width:30;height:30;left:978;position:absolute;top:11786" coordorigin="978,11786" coordsize="30,30" path="m978,11801l1008,11801e" filled="f" stroked="t" strokecolor="black">
                <v:path arrowok="t"/>
              </v:shape>
            </v:group>
            <v:group id="_x0000_s1550" o:spid="_x0000_s1570" style="width:30;height:30;left:978;position:absolute;top:11726" coordorigin="978,11726" coordsize="30,30">
              <v:shape id="_x0000_s1551" o:spid="_x0000_s1571" style="width:30;height:30;left:978;position:absolute;top:11726" coordorigin="978,11726" coordsize="30,30" path="m978,11741l1008,11741e" filled="f" stroked="t" strokecolor="black">
                <v:path arrowok="t"/>
              </v:shape>
            </v:group>
            <v:group id="_x0000_s1552" o:spid="_x0000_s1572" style="width:30;height:30;left:978;position:absolute;top:11666" coordorigin="978,11666" coordsize="30,30">
              <v:shape id="_x0000_s1553" o:spid="_x0000_s1573" style="width:30;height:30;left:978;position:absolute;top:11666" coordorigin="978,11666" coordsize="30,30" path="m978,11681l1008,11681e" filled="f" stroked="t" strokecolor="black">
                <v:path arrowok="t"/>
              </v:shape>
            </v:group>
            <v:group id="_x0000_s1554" o:spid="_x0000_s1574" style="width:30;height:30;left:978;position:absolute;top:11606" coordorigin="978,11606" coordsize="30,30">
              <v:shape id="_x0000_s1555" o:spid="_x0000_s1575" style="width:30;height:30;left:978;position:absolute;top:11606" coordorigin="978,11606" coordsize="30,30" path="m978,11621l1008,11621e" filled="f" stroked="t" strokecolor="black">
                <v:path arrowok="t"/>
              </v:shape>
            </v:group>
            <v:group id="_x0000_s1556" o:spid="_x0000_s1576" style="width:30;height:30;left:978;position:absolute;top:11546" coordorigin="978,11546" coordsize="30,30">
              <v:shape id="_x0000_s1557" o:spid="_x0000_s1577" style="width:30;height:30;left:978;position:absolute;top:11546" coordorigin="978,11546" coordsize="30,30" path="m978,11561l1008,11561e" filled="f" stroked="t" strokecolor="black">
                <v:path arrowok="t"/>
              </v:shape>
            </v:group>
            <v:group id="_x0000_s1558" o:spid="_x0000_s1578" style="width:30;height:30;left:978;position:absolute;top:11486" coordorigin="978,11486" coordsize="30,30">
              <v:shape id="_x0000_s1559" o:spid="_x0000_s1579" style="width:30;height:30;left:978;position:absolute;top:11486" coordorigin="978,11486" coordsize="30,30" path="m978,11501l1008,11501e" filled="f" stroked="t" strokecolor="black">
                <v:path arrowok="t"/>
              </v:shape>
            </v:group>
            <v:group id="_x0000_s1560" o:spid="_x0000_s1580" style="width:30;height:30;left:978;position:absolute;top:11426" coordorigin="978,11426" coordsize="30,30">
              <v:shape id="_x0000_s1561" o:spid="_x0000_s1581" style="width:30;height:30;left:978;position:absolute;top:11426" coordorigin="978,11426" coordsize="30,30" path="m978,11441l1008,11441e" filled="f" stroked="t" strokecolor="black">
                <v:path arrowok="t"/>
              </v:shape>
            </v:group>
            <v:group id="_x0000_s1562" o:spid="_x0000_s1582" style="width:30;height:30;left:978;position:absolute;top:11366" coordorigin="978,11366" coordsize="30,30">
              <v:shape id="_x0000_s1563" o:spid="_x0000_s1583" style="width:30;height:30;left:978;position:absolute;top:11366" coordorigin="978,11366" coordsize="30,30" path="m978,11381l1008,11381e" filled="f" stroked="t" strokecolor="black">
                <v:path arrowok="t"/>
              </v:shape>
            </v:group>
            <v:group id="_x0000_s1564" o:spid="_x0000_s1584" style="width:30;height:30;left:978;position:absolute;top:11306" coordorigin="978,11306" coordsize="30,30">
              <v:shape id="_x0000_s1565" o:spid="_x0000_s1585" style="width:30;height:30;left:978;position:absolute;top:11306" coordorigin="978,11306" coordsize="30,30" path="m978,11321l1008,11321e" filled="f" stroked="t" strokecolor="black">
                <v:path arrowok="t"/>
              </v:shape>
            </v:group>
            <v:group id="_x0000_s1566" o:spid="_x0000_s1586" style="width:30;height:30;left:978;position:absolute;top:11246" coordorigin="978,11246" coordsize="30,30">
              <v:shape id="_x0000_s1567" o:spid="_x0000_s1587" style="width:30;height:30;left:978;position:absolute;top:11246" coordorigin="978,11246" coordsize="30,30" path="m978,11261l1008,11261e" filled="f" stroked="t" strokecolor="black">
                <v:path arrowok="t"/>
              </v:shape>
            </v:group>
            <v:group id="_x0000_s1568" o:spid="_x0000_s1588" style="width:30;height:30;left:978;position:absolute;top:11186" coordorigin="978,11186" coordsize="30,30">
              <v:shape id="_x0000_s1569" o:spid="_x0000_s1589" style="width:30;height:30;left:978;position:absolute;top:11186" coordorigin="978,11186" coordsize="30,30" path="m978,11201l1008,11201e" filled="f" stroked="t" strokecolor="black">
                <v:path arrowok="t"/>
              </v:shape>
            </v:group>
            <v:group id="_x0000_s1570" o:spid="_x0000_s1590" style="width:30;height:30;left:978;position:absolute;top:11126" coordorigin="978,11126" coordsize="30,30">
              <v:shape id="_x0000_s1571" o:spid="_x0000_s1591" style="width:30;height:30;left:978;position:absolute;top:11126" coordorigin="978,11126" coordsize="30,30" path="m978,11141l1008,11141e" filled="f" stroked="t" strokecolor="black">
                <v:path arrowok="t"/>
              </v:shape>
            </v:group>
            <v:group id="_x0000_s1572" o:spid="_x0000_s1592" style="width:30;height:30;left:978;position:absolute;top:11066" coordorigin="978,11066" coordsize="30,30">
              <v:shape id="_x0000_s1573" o:spid="_x0000_s1593" style="width:30;height:30;left:978;position:absolute;top:11066" coordorigin="978,11066" coordsize="30,30" path="m978,11081l1008,11081e" filled="f" stroked="t" strokecolor="black">
                <v:path arrowok="t"/>
              </v:shape>
            </v:group>
            <v:group id="_x0000_s1574" o:spid="_x0000_s1594" style="width:30;height:30;left:978;position:absolute;top:11006" coordorigin="978,11006" coordsize="30,30">
              <v:shape id="_x0000_s1575" o:spid="_x0000_s1595" style="width:30;height:30;left:978;position:absolute;top:11006" coordorigin="978,11006" coordsize="30,30" path="m978,11021l1008,11021e" filled="f" stroked="t" strokecolor="black">
                <v:path arrowok="t"/>
              </v:shape>
            </v:group>
            <v:group id="_x0000_s1576" o:spid="_x0000_s1596" style="width:30;height:30;left:978;position:absolute;top:10946" coordorigin="978,10946" coordsize="30,30">
              <v:shape id="_x0000_s1577" o:spid="_x0000_s1597" style="width:30;height:30;left:978;position:absolute;top:10946" coordorigin="978,10946" coordsize="30,30" path="m978,10961l1008,10961e" filled="f" stroked="t" strokecolor="black">
                <v:path arrowok="t"/>
              </v:shape>
            </v:group>
            <v:group id="_x0000_s1578" o:spid="_x0000_s1598" style="width:30;height:30;left:978;position:absolute;top:10886" coordorigin="978,10886" coordsize="30,30">
              <v:shape id="_x0000_s1579" o:spid="_x0000_s1599" style="width:30;height:30;left:978;position:absolute;top:10886" coordorigin="978,10886" coordsize="30,30" path="m978,10901l1008,10901e" filled="f" stroked="t" strokecolor="black">
                <v:path arrowok="t"/>
              </v:shape>
            </v:group>
            <v:group id="_x0000_s1580" o:spid="_x0000_s1600" style="width:30;height:30;left:978;position:absolute;top:10826" coordorigin="978,10826" coordsize="30,30">
              <v:shape id="_x0000_s1581" o:spid="_x0000_s1601" style="width:30;height:30;left:978;position:absolute;top:10826" coordorigin="978,10826" coordsize="30,30" path="m978,10841l1008,10841e" filled="f" stroked="t" strokecolor="black">
                <v:path arrowok="t"/>
              </v:shape>
            </v:group>
            <v:group id="_x0000_s1582" o:spid="_x0000_s1602" style="width:30;height:30;left:978;position:absolute;top:10766" coordorigin="978,10766" coordsize="30,30">
              <v:shape id="_x0000_s1583" o:spid="_x0000_s1603" style="width:30;height:30;left:978;position:absolute;top:10766" coordorigin="978,10766" coordsize="30,30" path="m978,10781l1008,10781e" filled="f" stroked="t" strokecolor="black">
                <v:path arrowok="t"/>
              </v:shape>
            </v:group>
            <v:group id="_x0000_s1584" o:spid="_x0000_s1604" style="width:30;height:30;left:978;position:absolute;top:10706" coordorigin="978,10706" coordsize="30,30">
              <v:shape id="_x0000_s1585" o:spid="_x0000_s1605" style="width:30;height:30;left:978;position:absolute;top:10706" coordorigin="978,10706" coordsize="30,30" path="m978,10721l1008,10721e" filled="f" stroked="t" strokecolor="black">
                <v:path arrowok="t"/>
              </v:shape>
            </v:group>
            <v:group id="_x0000_s1586" o:spid="_x0000_s1606" style="width:30;height:30;left:978;position:absolute;top:10646" coordorigin="978,10646" coordsize="30,30">
              <v:shape id="_x0000_s1587" o:spid="_x0000_s1607" style="width:30;height:30;left:978;position:absolute;top:10646" coordorigin="978,10646" coordsize="30,30" path="m978,10661l1008,10661e" filled="f" stroked="t" strokecolor="black">
                <v:path arrowok="t"/>
              </v:shape>
            </v:group>
            <v:group id="_x0000_s1588" o:spid="_x0000_s1608" style="width:30;height:30;left:978;position:absolute;top:10586" coordorigin="978,10586" coordsize="30,30">
              <v:shape id="_x0000_s1589" o:spid="_x0000_s1609" style="width:30;height:30;left:978;position:absolute;top:10586" coordorigin="978,10586" coordsize="30,30" path="m978,10601l1008,10601e" filled="f" stroked="t" strokecolor="black">
                <v:path arrowok="t"/>
              </v:shape>
            </v:group>
            <v:group id="_x0000_s1590" o:spid="_x0000_s1610" style="width:30;height:30;left:978;position:absolute;top:10526" coordorigin="978,10526" coordsize="30,30">
              <v:shape id="_x0000_s1591" o:spid="_x0000_s1611" style="width:30;height:30;left:978;position:absolute;top:10526" coordorigin="978,10526" coordsize="30,30" path="m978,10541l1008,10541e" filled="f" stroked="t" strokecolor="black">
                <v:path arrowok="t"/>
              </v:shape>
            </v:group>
            <v:group id="_x0000_s1592" o:spid="_x0000_s1612" style="width:30;height:30;left:978;position:absolute;top:10466" coordorigin="978,10466" coordsize="30,30">
              <v:shape id="_x0000_s1593" o:spid="_x0000_s1613" style="width:30;height:30;left:978;position:absolute;top:10466" coordorigin="978,10466" coordsize="30,30" path="m978,10481l1008,10481e" filled="f" stroked="t" strokecolor="black">
                <v:path arrowok="t"/>
              </v:shape>
            </v:group>
            <v:group id="_x0000_s1594" o:spid="_x0000_s1614" style="width:30;height:30;left:978;position:absolute;top:10406" coordorigin="978,10406" coordsize="30,30">
              <v:shape id="_x0000_s1595" o:spid="_x0000_s1615" style="width:30;height:30;left:978;position:absolute;top:10406" coordorigin="978,10406" coordsize="30,30" path="m978,10421l1008,10421e" filled="f" stroked="t" strokecolor="black">
                <v:path arrowok="t"/>
              </v:shape>
            </v:group>
            <v:group id="_x0000_s1596" o:spid="_x0000_s1616" style="width:30;height:30;left:978;position:absolute;top:10346" coordorigin="978,10346" coordsize="30,30">
              <v:shape id="_x0000_s1597" o:spid="_x0000_s1617" style="width:30;height:30;left:978;position:absolute;top:10346" coordorigin="978,10346" coordsize="30,30" path="m978,10361l1008,10361e" filled="f" stroked="t" strokecolor="black">
                <v:path arrowok="t"/>
              </v:shape>
            </v:group>
            <v:group id="_x0000_s1598" o:spid="_x0000_s1618" style="width:30;height:30;left:978;position:absolute;top:10286" coordorigin="978,10286" coordsize="30,30">
              <v:shape id="_x0000_s1599" o:spid="_x0000_s1619" style="width:30;height:30;left:978;position:absolute;top:10286" coordorigin="978,10286" coordsize="30,30" path="m978,10301l1008,10301e" filled="f" stroked="t" strokecolor="black">
                <v:path arrowok="t"/>
              </v:shape>
            </v:group>
            <v:group id="_x0000_s1600" o:spid="_x0000_s1620" style="width:30;height:30;left:978;position:absolute;top:10226" coordorigin="978,10226" coordsize="30,30">
              <v:shape id="_x0000_s1601" o:spid="_x0000_s1621" style="width:30;height:30;left:978;position:absolute;top:10226" coordorigin="978,10226" coordsize="30,30" path="m978,10241l1008,10241e" filled="f" stroked="t" strokecolor="black">
                <v:path arrowok="t"/>
              </v:shape>
            </v:group>
            <v:group id="_x0000_s1602" o:spid="_x0000_s1622" style="width:30;height:30;left:978;position:absolute;top:10166" coordorigin="978,10166" coordsize="30,30">
              <v:shape id="_x0000_s1603" o:spid="_x0000_s1623" style="width:30;height:30;left:978;position:absolute;top:10166" coordorigin="978,10166" coordsize="30,30" path="m978,10181l1008,10181e" filled="f" stroked="t" strokecolor="black">
                <v:path arrowok="t"/>
              </v:shape>
            </v:group>
            <v:group id="_x0000_s1604" o:spid="_x0000_s1624" style="width:30;height:30;left:978;position:absolute;top:10106" coordorigin="978,10106" coordsize="30,30">
              <v:shape id="_x0000_s1605" o:spid="_x0000_s1625" style="width:30;height:30;left:978;position:absolute;top:10106" coordorigin="978,10106" coordsize="30,30" path="m978,10121l1008,10121e" filled="f" stroked="t" strokecolor="black">
                <v:path arrowok="t"/>
              </v:shape>
            </v:group>
            <v:group id="_x0000_s1606" o:spid="_x0000_s1626" style="width:30;height:30;left:978;position:absolute;top:10046" coordorigin="978,10046" coordsize="30,30">
              <v:shape id="_x0000_s1607" o:spid="_x0000_s1627" style="width:30;height:30;left:978;position:absolute;top:10046" coordorigin="978,10046" coordsize="30,30" path="m978,10061l1008,10061e" filled="f" stroked="t" strokecolor="black">
                <v:path arrowok="t"/>
              </v:shape>
            </v:group>
            <v:group id="_x0000_s1608" o:spid="_x0000_s1628" style="width:30;height:30;left:978;position:absolute;top:9986" coordorigin="978,9986" coordsize="30,30">
              <v:shape id="_x0000_s1609" o:spid="_x0000_s1629" style="width:30;height:30;left:978;position:absolute;top:9986" coordorigin="978,9986" coordsize="30,30" path="m978,10001l1008,10001e" filled="f" stroked="t" strokecolor="black">
                <v:path arrowok="t"/>
              </v:shape>
            </v:group>
            <v:group id="_x0000_s1610" o:spid="_x0000_s1630" style="width:30;height:30;left:978;position:absolute;top:9926" coordorigin="978,9926" coordsize="30,30">
              <v:shape id="_x0000_s1611" o:spid="_x0000_s1631" style="width:30;height:30;left:978;position:absolute;top:9926" coordorigin="978,9926" coordsize="30,30" path="m978,9941l1008,9941e" filled="f" stroked="t" strokecolor="black">
                <v:path arrowok="t"/>
              </v:shape>
            </v:group>
            <v:group id="_x0000_s1612" o:spid="_x0000_s1632" style="width:30;height:30;left:978;position:absolute;top:9866" coordorigin="978,9866" coordsize="30,30">
              <v:shape id="_x0000_s1613" o:spid="_x0000_s1633" style="width:30;height:30;left:978;position:absolute;top:9866" coordorigin="978,9866" coordsize="30,30" path="m978,9881l1008,9881e" filled="f" stroked="t" strokecolor="black">
                <v:path arrowok="t"/>
              </v:shape>
            </v:group>
            <v:group id="_x0000_s1614" o:spid="_x0000_s1634" style="width:30;height:30;left:978;position:absolute;top:9806" coordorigin="978,9806" coordsize="30,30">
              <v:shape id="_x0000_s1615" o:spid="_x0000_s1635" style="width:30;height:30;left:978;position:absolute;top:9806" coordorigin="978,9806" coordsize="30,30" path="m978,9821l1008,9821e" filled="f" stroked="t" strokecolor="black">
                <v:path arrowok="t"/>
              </v:shape>
            </v:group>
            <v:group id="_x0000_s1616" o:spid="_x0000_s1636" style="width:30;height:30;left:978;position:absolute;top:9746" coordorigin="978,9746" coordsize="30,30">
              <v:shape id="_x0000_s1617" o:spid="_x0000_s1637" style="width:30;height:30;left:978;position:absolute;top:9746" coordorigin="978,9746" coordsize="30,30" path="m978,9761l1008,9761e" filled="f" stroked="t" strokecolor="black">
                <v:path arrowok="t"/>
              </v:shape>
            </v:group>
            <v:group id="_x0000_s1618" o:spid="_x0000_s1638" style="width:30;height:30;left:978;position:absolute;top:9686" coordorigin="978,9686" coordsize="30,30">
              <v:shape id="_x0000_s1619" o:spid="_x0000_s1639" style="width:30;height:30;left:978;position:absolute;top:9686" coordorigin="978,9686" coordsize="30,30" path="m978,9701l1008,9701e" filled="f" stroked="t" strokecolor="black">
                <v:path arrowok="t"/>
              </v:shape>
            </v:group>
            <v:group id="_x0000_s1620" o:spid="_x0000_s1640" style="width:30;height:30;left:978;position:absolute;top:9626" coordorigin="978,9626" coordsize="30,30">
              <v:shape id="_x0000_s1621" o:spid="_x0000_s1641" style="width:30;height:30;left:978;position:absolute;top:9626" coordorigin="978,9626" coordsize="30,30" path="m978,9641l1008,9641e" filled="f" stroked="t" strokecolor="black">
                <v:path arrowok="t"/>
              </v:shape>
            </v:group>
            <v:group id="_x0000_s1622" o:spid="_x0000_s1642" style="width:30;height:30;left:978;position:absolute;top:9566" coordorigin="978,9566" coordsize="30,30">
              <v:shape id="_x0000_s1623" o:spid="_x0000_s1643" style="width:30;height:30;left:978;position:absolute;top:9566" coordorigin="978,9566" coordsize="30,30" path="m978,9581l1008,9581e" filled="f" stroked="t" strokecolor="black">
                <v:path arrowok="t"/>
              </v:shape>
            </v:group>
            <v:group id="_x0000_s1624" o:spid="_x0000_s1644" style="width:30;height:30;left:978;position:absolute;top:9506" coordorigin="978,9506" coordsize="30,30">
              <v:shape id="_x0000_s1625" o:spid="_x0000_s1645" style="width:30;height:30;left:978;position:absolute;top:9506" coordorigin="978,9506" coordsize="30,30" path="m978,9521l1008,9521e" filled="f" stroked="t" strokecolor="black">
                <v:path arrowok="t"/>
              </v:shape>
            </v:group>
            <v:group id="_x0000_s1626" o:spid="_x0000_s1646" style="width:30;height:30;left:978;position:absolute;top:9446" coordorigin="978,9446" coordsize="30,30">
              <v:shape id="_x0000_s1627" o:spid="_x0000_s1647" style="width:30;height:30;left:978;position:absolute;top:9446" coordorigin="978,9446" coordsize="30,30" path="m978,9461l1008,9461e" filled="f" stroked="t" strokecolor="black">
                <v:path arrowok="t"/>
              </v:shape>
            </v:group>
            <v:group id="_x0000_s1628" o:spid="_x0000_s1648" style="width:30;height:30;left:978;position:absolute;top:9386" coordorigin="978,9386" coordsize="30,30">
              <v:shape id="_x0000_s1629" o:spid="_x0000_s1649" style="width:30;height:30;left:978;position:absolute;top:9386" coordorigin="978,9386" coordsize="30,30" path="m978,9401l1008,9401e" filled="f" stroked="t" strokecolor="black">
                <v:path arrowok="t"/>
              </v:shape>
            </v:group>
            <v:group id="_x0000_s1630" o:spid="_x0000_s1650" style="width:30;height:30;left:978;position:absolute;top:9326" coordorigin="978,9326" coordsize="30,30">
              <v:shape id="_x0000_s1631" o:spid="_x0000_s1651" style="width:30;height:30;left:978;position:absolute;top:9326" coordorigin="978,9326" coordsize="30,30" path="m978,9341l1008,9341e" filled="f" stroked="t" strokecolor="black">
                <v:path arrowok="t"/>
              </v:shape>
            </v:group>
            <v:group id="_x0000_s1632" o:spid="_x0000_s1652" style="width:30;height:30;left:978;position:absolute;top:9266" coordorigin="978,9266" coordsize="30,30">
              <v:shape id="_x0000_s1633" o:spid="_x0000_s1653" style="width:30;height:30;left:978;position:absolute;top:9266" coordorigin="978,9266" coordsize="30,30" path="m978,9281l1008,9281e" filled="f" stroked="t" strokecolor="black">
                <v:path arrowok="t"/>
              </v:shape>
            </v:group>
            <v:group id="_x0000_s1634" o:spid="_x0000_s1654" style="width:30;height:30;left:978;position:absolute;top:9206" coordorigin="978,9206" coordsize="30,30">
              <v:shape id="_x0000_s1635" o:spid="_x0000_s1655" style="width:30;height:30;left:978;position:absolute;top:9206" coordorigin="978,9206" coordsize="30,30" path="m978,9221l1008,9221e" filled="f" stroked="t" strokecolor="black">
                <v:path arrowok="t"/>
              </v:shape>
            </v:group>
            <v:group id="_x0000_s1636" o:spid="_x0000_s1656" style="width:30;height:30;left:978;position:absolute;top:9146" coordorigin="978,9146" coordsize="30,30">
              <v:shape id="_x0000_s1637" o:spid="_x0000_s1657" style="width:30;height:30;left:978;position:absolute;top:9146" coordorigin="978,9146" coordsize="30,30" path="m978,9161l1008,9161e" filled="f" stroked="t" strokecolor="black">
                <v:path arrowok="t"/>
              </v:shape>
            </v:group>
            <v:group id="_x0000_s1638" o:spid="_x0000_s1658" style="width:30;height:30;left:978;position:absolute;top:9086" coordorigin="978,9086" coordsize="30,30">
              <v:shape id="_x0000_s1639" o:spid="_x0000_s1659" style="width:30;height:30;left:978;position:absolute;top:9086" coordorigin="978,9086" coordsize="30,30" path="m978,9101l1008,9101e" filled="f" stroked="t" strokecolor="black">
                <v:path arrowok="t"/>
              </v:shape>
            </v:group>
            <v:group id="_x0000_s1640" o:spid="_x0000_s1660" style="width:30;height:30;left:978;position:absolute;top:9026" coordorigin="978,9026" coordsize="30,30">
              <v:shape id="_x0000_s1641" o:spid="_x0000_s1661" style="width:30;height:30;left:978;position:absolute;top:9026" coordorigin="978,9026" coordsize="30,30" path="m978,9041l1008,9041e" filled="f" stroked="t" strokecolor="black">
                <v:path arrowok="t"/>
              </v:shape>
            </v:group>
            <v:group id="_x0000_s1642" o:spid="_x0000_s1662" style="width:30;height:30;left:978;position:absolute;top:8966" coordorigin="978,8966" coordsize="30,30">
              <v:shape id="_x0000_s1643" o:spid="_x0000_s1663" style="width:30;height:30;left:978;position:absolute;top:8966" coordorigin="978,8966" coordsize="30,30" path="m978,8981l1008,8981e" filled="f" stroked="t" strokecolor="black">
                <v:path arrowok="t"/>
              </v:shape>
            </v:group>
            <v:group id="_x0000_s1644" o:spid="_x0000_s1664" style="width:30;height:30;left:978;position:absolute;top:8906" coordorigin="978,8906" coordsize="30,30">
              <v:shape id="_x0000_s1645" o:spid="_x0000_s1665" style="width:30;height:30;left:978;position:absolute;top:8906" coordorigin="978,8906" coordsize="30,30" path="m978,8921l1008,8921e" filled="f" stroked="t" strokecolor="black">
                <v:path arrowok="t"/>
              </v:shape>
            </v:group>
            <v:group id="_x0000_s1646" o:spid="_x0000_s1666" style="width:30;height:30;left:978;position:absolute;top:8846" coordorigin="978,8846" coordsize="30,30">
              <v:shape id="_x0000_s1647" o:spid="_x0000_s1667" style="width:30;height:30;left:978;position:absolute;top:8846" coordorigin="978,8846" coordsize="30,30" path="m978,8861l1008,8861e" filled="f" stroked="t" strokecolor="black">
                <v:path arrowok="t"/>
              </v:shape>
            </v:group>
            <v:group id="_x0000_s1648" o:spid="_x0000_s1668" style="width:30;height:30;left:978;position:absolute;top:8786" coordorigin="978,8786" coordsize="30,30">
              <v:shape id="_x0000_s1649" o:spid="_x0000_s1669" style="width:30;height:30;left:978;position:absolute;top:8786" coordorigin="978,8786" coordsize="30,30" path="m978,8801l1008,8801e" filled="f" stroked="t" strokecolor="black">
                <v:path arrowok="t"/>
              </v:shape>
            </v:group>
            <v:group id="_x0000_s1650" o:spid="_x0000_s1670" style="width:30;height:30;left:978;position:absolute;top:8726" coordorigin="978,8726" coordsize="30,30">
              <v:shape id="_x0000_s1651" o:spid="_x0000_s1671" style="width:30;height:30;left:978;position:absolute;top:8726" coordorigin="978,8726" coordsize="30,30" path="m978,8741l1008,8741e" filled="f" stroked="t" strokecolor="black">
                <v:path arrowok="t"/>
              </v:shape>
            </v:group>
            <v:group id="_x0000_s1652" o:spid="_x0000_s1672" style="width:30;height:30;left:978;position:absolute;top:8666" coordorigin="978,8666" coordsize="30,30">
              <v:shape id="_x0000_s1653" o:spid="_x0000_s1673" style="width:30;height:30;left:978;position:absolute;top:8666" coordorigin="978,8666" coordsize="30,30" path="m978,8681l1008,8681e" filled="f" stroked="t" strokecolor="black">
                <v:path arrowok="t"/>
              </v:shape>
            </v:group>
            <v:group id="_x0000_s1654" o:spid="_x0000_s1674" style="width:30;height:30;left:978;position:absolute;top:8606" coordorigin="978,8606" coordsize="30,30">
              <v:shape id="_x0000_s1655" o:spid="_x0000_s1675" style="width:30;height:30;left:978;position:absolute;top:8606" coordorigin="978,8606" coordsize="30,30" path="m978,8621l1008,8621e" filled="f" stroked="t" strokecolor="black">
                <v:path arrowok="t"/>
              </v:shape>
            </v:group>
            <v:group id="_x0000_s1656" o:spid="_x0000_s1676" style="width:30;height:30;left:978;position:absolute;top:8546" coordorigin="978,8546" coordsize="30,30">
              <v:shape id="_x0000_s1657" o:spid="_x0000_s1677" style="width:30;height:30;left:978;position:absolute;top:8546" coordorigin="978,8546" coordsize="30,30" path="m978,8561l1008,8561e" filled="f" stroked="t" strokecolor="black">
                <v:path arrowok="t"/>
              </v:shape>
            </v:group>
            <v:group id="_x0000_s1658" o:spid="_x0000_s1678" style="width:30;height:30;left:978;position:absolute;top:8486" coordorigin="978,8486" coordsize="30,30">
              <v:shape id="_x0000_s1659" o:spid="_x0000_s1679" style="width:30;height:30;left:978;position:absolute;top:8486" coordorigin="978,8486" coordsize="30,30" path="m978,8501l1008,8501e" filled="f" stroked="t" strokecolor="black">
                <v:path arrowok="t"/>
              </v:shape>
            </v:group>
            <v:group id="_x0000_s1660" o:spid="_x0000_s1680" style="width:30;height:30;left:978;position:absolute;top:8426" coordorigin="978,8426" coordsize="30,30">
              <v:shape id="_x0000_s1661" o:spid="_x0000_s1681" style="width:30;height:30;left:978;position:absolute;top:8426" coordorigin="978,8426" coordsize="30,30" path="m978,8441l1008,8441e" filled="f" stroked="t" strokecolor="black">
                <v:path arrowok="t"/>
              </v:shape>
            </v:group>
            <v:group id="_x0000_s1662" o:spid="_x0000_s1682" style="width:30;height:30;left:978;position:absolute;top:8366" coordorigin="978,8366" coordsize="30,30">
              <v:shape id="_x0000_s1663" o:spid="_x0000_s1683" style="width:30;height:30;left:978;position:absolute;top:8366" coordorigin="978,8366" coordsize="30,30" path="m978,8381l1008,8381e" filled="f" stroked="t" strokecolor="black">
                <v:path arrowok="t"/>
              </v:shape>
            </v:group>
            <v:group id="_x0000_s1664" o:spid="_x0000_s1684" style="width:30;height:30;left:978;position:absolute;top:8306" coordorigin="978,8306" coordsize="30,30">
              <v:shape id="_x0000_s1665" o:spid="_x0000_s1685" style="width:30;height:30;left:978;position:absolute;top:8306" coordorigin="978,8306" coordsize="30,30" path="m978,8321l1008,8321e" filled="f" stroked="t" strokecolor="black">
                <v:path arrowok="t"/>
              </v:shape>
            </v:group>
            <v:group id="_x0000_s1666" o:spid="_x0000_s1686" style="width:30;height:30;left:978;position:absolute;top:8246" coordorigin="978,8246" coordsize="30,30">
              <v:shape id="_x0000_s1667" o:spid="_x0000_s1687" style="width:30;height:30;left:978;position:absolute;top:8246" coordorigin="978,8246" coordsize="30,30" path="m978,8261l1008,8261e" filled="f" stroked="t" strokecolor="black">
                <v:path arrowok="t"/>
              </v:shape>
            </v:group>
            <v:group id="_x0000_s1668" o:spid="_x0000_s1688" style="width:30;height:30;left:978;position:absolute;top:8186" coordorigin="978,8186" coordsize="30,30">
              <v:shape id="_x0000_s1669" o:spid="_x0000_s1689" style="width:30;height:30;left:978;position:absolute;top:8186" coordorigin="978,8186" coordsize="30,30" path="m978,8201l1008,8201e" filled="f" stroked="t" strokecolor="black">
                <v:path arrowok="t"/>
              </v:shape>
            </v:group>
            <v:group id="_x0000_s1670" o:spid="_x0000_s1690" style="width:30;height:30;left:978;position:absolute;top:8126" coordorigin="978,8126" coordsize="30,30">
              <v:shape id="_x0000_s1671" o:spid="_x0000_s1691" style="width:30;height:30;left:978;position:absolute;top:8126" coordorigin="978,8126" coordsize="30,30" path="m978,8141l1008,8141e" filled="f" stroked="t" strokecolor="black">
                <v:path arrowok="t"/>
              </v:shape>
            </v:group>
            <v:group id="_x0000_s1672" o:spid="_x0000_s1692" style="width:30;height:30;left:978;position:absolute;top:8066" coordorigin="978,8066" coordsize="30,30">
              <v:shape id="_x0000_s1673" o:spid="_x0000_s1693" style="width:30;height:30;left:978;position:absolute;top:8066" coordorigin="978,8066" coordsize="30,30" path="m978,8081l1008,8081e" filled="f" stroked="t" strokecolor="black">
                <v:path arrowok="t"/>
              </v:shape>
            </v:group>
            <v:group id="_x0000_s1674" o:spid="_x0000_s1694" style="width:30;height:30;left:978;position:absolute;top:8006" coordorigin="978,8006" coordsize="30,30">
              <v:shape id="_x0000_s1675" o:spid="_x0000_s1695" style="width:30;height:30;left:978;position:absolute;top:8006" coordorigin="978,8006" coordsize="30,30" path="m978,8021l1008,8021e" filled="f" stroked="t" strokecolor="black">
                <v:path arrowok="t"/>
              </v:shape>
            </v:group>
            <v:group id="_x0000_s1676" o:spid="_x0000_s1696" style="width:30;height:30;left:978;position:absolute;top:7946" coordorigin="978,7946" coordsize="30,30">
              <v:shape id="_x0000_s1677" o:spid="_x0000_s1697" style="width:30;height:30;left:978;position:absolute;top:7946" coordorigin="978,7946" coordsize="30,30" path="m978,7961l1008,7961e" filled="f" stroked="t" strokecolor="black">
                <v:path arrowok="t"/>
              </v:shape>
            </v:group>
            <v:group id="_x0000_s1678" o:spid="_x0000_s1698" style="width:30;height:30;left:978;position:absolute;top:7886" coordorigin="978,7886" coordsize="30,30">
              <v:shape id="_x0000_s1679" o:spid="_x0000_s1699" style="width:30;height:30;left:978;position:absolute;top:7886" coordorigin="978,7886" coordsize="30,30" path="m978,7901l1008,7901e" filled="f" stroked="t" strokecolor="black">
                <v:path arrowok="t"/>
              </v:shape>
            </v:group>
            <v:group id="_x0000_s1680" o:spid="_x0000_s1700" style="width:30;height:30;left:978;position:absolute;top:7826" coordorigin="978,7826" coordsize="30,30">
              <v:shape id="_x0000_s1681" o:spid="_x0000_s1701" style="width:30;height:30;left:978;position:absolute;top:7826" coordorigin="978,7826" coordsize="30,30" path="m978,7841l1008,7841e" filled="f" stroked="t" strokecolor="black">
                <v:path arrowok="t"/>
              </v:shape>
            </v:group>
            <v:group id="_x0000_s1682" o:spid="_x0000_s1702" style="width:30;height:30;left:978;position:absolute;top:7766" coordorigin="978,7766" coordsize="30,30">
              <v:shape id="_x0000_s1683" o:spid="_x0000_s1703" style="width:30;height:30;left:978;position:absolute;top:7766" coordorigin="978,7766" coordsize="30,30" path="m978,7781l1008,7781e" filled="f" stroked="t" strokecolor="black">
                <v:path arrowok="t"/>
              </v:shape>
            </v:group>
            <v:group id="_x0000_s1684" o:spid="_x0000_s1704" style="width:30;height:30;left:978;position:absolute;top:7706" coordorigin="978,7706" coordsize="30,30">
              <v:shape id="_x0000_s1685" o:spid="_x0000_s1705" style="width:30;height:30;left:978;position:absolute;top:7706" coordorigin="978,7706" coordsize="30,30" path="m978,7721l1008,7721e" filled="f" stroked="t" strokecolor="black">
                <v:path arrowok="t"/>
              </v:shape>
            </v:group>
            <v:group id="_x0000_s1686" o:spid="_x0000_s1706" style="width:30;height:30;left:978;position:absolute;top:7646" coordorigin="978,7646" coordsize="30,30">
              <v:shape id="_x0000_s1687" o:spid="_x0000_s1707" style="width:30;height:30;left:978;position:absolute;top:7646" coordorigin="978,7646" coordsize="30,30" path="m978,7661l1008,7661e" filled="f" stroked="t" strokecolor="black">
                <v:path arrowok="t"/>
              </v:shape>
            </v:group>
            <v:group id="_x0000_s1688" o:spid="_x0000_s1708" style="width:30;height:30;left:978;position:absolute;top:7586" coordorigin="978,7586" coordsize="30,30">
              <v:shape id="_x0000_s1689" o:spid="_x0000_s1709" style="width:30;height:30;left:978;position:absolute;top:7586" coordorigin="978,7586" coordsize="30,30" path="m978,7601l1008,7601e" filled="f" stroked="t" strokecolor="black">
                <v:path arrowok="t"/>
              </v:shape>
            </v:group>
            <v:group id="_x0000_s1690" o:spid="_x0000_s1710" style="width:30;height:30;left:978;position:absolute;top:7526" coordorigin="978,7526" coordsize="30,30">
              <v:shape id="_x0000_s1691" o:spid="_x0000_s1711" style="width:30;height:30;left:978;position:absolute;top:7526" coordorigin="978,7526" coordsize="30,30" path="m978,7541l1008,7541e" filled="f" stroked="t" strokecolor="black">
                <v:path arrowok="t"/>
              </v:shape>
            </v:group>
            <v:group id="_x0000_s1692" o:spid="_x0000_s1712" style="width:30;height:30;left:978;position:absolute;top:7466" coordorigin="978,7466" coordsize="30,30">
              <v:shape id="_x0000_s1693" o:spid="_x0000_s1713" style="width:30;height:30;left:978;position:absolute;top:7466" coordorigin="978,7466" coordsize="30,30" path="m978,7481l1008,7481e" filled="f" stroked="t" strokecolor="black">
                <v:path arrowok="t"/>
              </v:shape>
            </v:group>
            <v:group id="_x0000_s1694" o:spid="_x0000_s1714" style="width:30;height:30;left:978;position:absolute;top:7406" coordorigin="978,7406" coordsize="30,30">
              <v:shape id="_x0000_s1695" o:spid="_x0000_s1715" style="width:30;height:30;left:978;position:absolute;top:7406" coordorigin="978,7406" coordsize="30,30" path="m978,7421l1008,7421e" filled="f" stroked="t" strokecolor="black">
                <v:path arrowok="t"/>
              </v:shape>
            </v:group>
            <v:group id="_x0000_s1696" o:spid="_x0000_s1716" style="width:30;height:30;left:978;position:absolute;top:7346" coordorigin="978,7346" coordsize="30,30">
              <v:shape id="_x0000_s1697" o:spid="_x0000_s1717" style="width:30;height:30;left:978;position:absolute;top:7346" coordorigin="978,7346" coordsize="30,30" path="m978,7361l1008,7361e" filled="f" stroked="t" strokecolor="black">
                <v:path arrowok="t"/>
              </v:shape>
            </v:group>
            <v:group id="_x0000_s1698" o:spid="_x0000_s1718" style="width:30;height:30;left:978;position:absolute;top:7286" coordorigin="978,7286" coordsize="30,30">
              <v:shape id="_x0000_s1699" o:spid="_x0000_s1719" style="width:30;height:30;left:978;position:absolute;top:7286" coordorigin="978,7286" coordsize="30,30" path="m978,7301l1008,7301e" filled="f" stroked="t" strokecolor="black">
                <v:path arrowok="t"/>
              </v:shape>
            </v:group>
            <v:group id="_x0000_s1700" o:spid="_x0000_s1720" style="width:30;height:30;left:978;position:absolute;top:7226" coordorigin="978,7226" coordsize="30,30">
              <v:shape id="_x0000_s1701" o:spid="_x0000_s1721" style="width:30;height:30;left:978;position:absolute;top:7226" coordorigin="978,7226" coordsize="30,30" path="m978,7241l1008,7241e" filled="f" stroked="t" strokecolor="black">
                <v:path arrowok="t"/>
              </v:shape>
            </v:group>
            <v:group id="_x0000_s1702" o:spid="_x0000_s1722" style="width:30;height:30;left:978;position:absolute;top:7166" coordorigin="978,7166" coordsize="30,30">
              <v:shape id="_x0000_s1703" o:spid="_x0000_s1723" style="width:30;height:30;left:978;position:absolute;top:7166" coordorigin="978,7166" coordsize="30,30" path="m978,7181l1008,7181e" filled="f" stroked="t" strokecolor="black">
                <v:path arrowok="t"/>
              </v:shape>
            </v:group>
            <v:group id="_x0000_s1704" o:spid="_x0000_s1724" style="width:30;height:30;left:978;position:absolute;top:7106" coordorigin="978,7106" coordsize="30,30">
              <v:shape id="_x0000_s1705" o:spid="_x0000_s1725" style="width:30;height:30;left:978;position:absolute;top:7106" coordorigin="978,7106" coordsize="30,30" path="m978,7121l1008,7121e" filled="f" stroked="t" strokecolor="black">
                <v:path arrowok="t"/>
              </v:shape>
            </v:group>
            <v:group id="_x0000_s1706" o:spid="_x0000_s1726" style="width:30;height:30;left:978;position:absolute;top:7046" coordorigin="978,7046" coordsize="30,30">
              <v:shape id="_x0000_s1707" o:spid="_x0000_s1727" style="width:30;height:30;left:978;position:absolute;top:7046" coordorigin="978,7046" coordsize="30,30" path="m978,7061l1008,7061e" filled="f" stroked="t" strokecolor="black">
                <v:path arrowok="t"/>
              </v:shape>
            </v:group>
            <v:group id="_x0000_s1708" o:spid="_x0000_s1728" style="width:30;height:30;left:978;position:absolute;top:6986" coordorigin="978,6986" coordsize="30,30">
              <v:shape id="_x0000_s1709" o:spid="_x0000_s1729" style="width:30;height:30;left:978;position:absolute;top:6986" coordorigin="978,6986" coordsize="30,30" path="m978,7001l1008,7001e" filled="f" stroked="t" strokecolor="black">
                <v:path arrowok="t"/>
              </v:shape>
            </v:group>
            <v:group id="_x0000_s1710" o:spid="_x0000_s1730" style="width:30;height:30;left:978;position:absolute;top:6926" coordorigin="978,6926" coordsize="30,30">
              <v:shape id="_x0000_s1711" o:spid="_x0000_s1731" style="width:30;height:30;left:978;position:absolute;top:6926" coordorigin="978,6926" coordsize="30,30" path="m978,6941l1008,6941e" filled="f" stroked="t" strokecolor="black">
                <v:path arrowok="t"/>
              </v:shape>
            </v:group>
            <v:group id="_x0000_s1712" o:spid="_x0000_s1732" style="width:30;height:30;left:978;position:absolute;top:6866" coordorigin="978,6866" coordsize="30,30">
              <v:shape id="_x0000_s1713" o:spid="_x0000_s1733" style="width:30;height:30;left:978;position:absolute;top:6866" coordorigin="978,6866" coordsize="30,30" path="m978,6881l1008,6881e" filled="f" stroked="t" strokecolor="black">
                <v:path arrowok="t"/>
              </v:shape>
            </v:group>
            <v:group id="_x0000_s1714" o:spid="_x0000_s1734" style="width:30;height:30;left:978;position:absolute;top:6806" coordorigin="978,6806" coordsize="30,30">
              <v:shape id="_x0000_s1715" o:spid="_x0000_s1735" style="width:30;height:30;left:978;position:absolute;top:6806" coordorigin="978,6806" coordsize="30,30" path="m978,6821l1008,6821e" filled="f" stroked="t" strokecolor="black">
                <v:path arrowok="t"/>
              </v:shape>
            </v:group>
            <v:group id="_x0000_s1716" o:spid="_x0000_s1736" style="width:30;height:30;left:978;position:absolute;top:6746" coordorigin="978,6746" coordsize="30,30">
              <v:shape id="_x0000_s1717" o:spid="_x0000_s1737" style="width:30;height:30;left:978;position:absolute;top:6746" coordorigin="978,6746" coordsize="30,30" path="m978,6761l1008,6761e" filled="f" stroked="t" strokecolor="black">
                <v:path arrowok="t"/>
              </v:shape>
            </v:group>
            <v:group id="_x0000_s1718" o:spid="_x0000_s1738" style="width:30;height:30;left:978;position:absolute;top:6686" coordorigin="978,6686" coordsize="30,30">
              <v:shape id="_x0000_s1719" o:spid="_x0000_s1739" style="width:30;height:30;left:978;position:absolute;top:6686" coordorigin="978,6686" coordsize="30,30" path="m978,6701l1008,6701e" filled="f" stroked="t" strokecolor="black">
                <v:path arrowok="t"/>
              </v:shape>
            </v:group>
            <v:group id="_x0000_s1720" o:spid="_x0000_s1740" style="width:30;height:30;left:978;position:absolute;top:6626" coordorigin="978,6626" coordsize="30,30">
              <v:shape id="_x0000_s1721" o:spid="_x0000_s1741" style="width:30;height:30;left:978;position:absolute;top:6626" coordorigin="978,6626" coordsize="30,30" path="m978,6641l1008,6641e" filled="f" stroked="t" strokecolor="black">
                <v:path arrowok="t"/>
              </v:shape>
            </v:group>
            <v:group id="_x0000_s1722" o:spid="_x0000_s1742" style="width:30;height:30;left:978;position:absolute;top:6566" coordorigin="978,6566" coordsize="30,30">
              <v:shape id="_x0000_s1723" o:spid="_x0000_s1743" style="width:30;height:30;left:978;position:absolute;top:6566" coordorigin="978,6566" coordsize="30,30" path="m978,6581l1008,6581e" filled="f" stroked="t" strokecolor="black">
                <v:path arrowok="t"/>
              </v:shape>
            </v:group>
            <v:group id="_x0000_s1724" o:spid="_x0000_s1744" style="width:30;height:30;left:978;position:absolute;top:6506" coordorigin="978,6506" coordsize="30,30">
              <v:shape id="_x0000_s1725" o:spid="_x0000_s1745" style="width:30;height:30;left:978;position:absolute;top:6506" coordorigin="978,6506" coordsize="30,30" path="m978,6521l1008,6521e" filled="f" stroked="t" strokecolor="black">
                <v:path arrowok="t"/>
              </v:shape>
            </v:group>
            <v:group id="_x0000_s1726" o:spid="_x0000_s1746" style="width:30;height:30;left:978;position:absolute;top:6446" coordorigin="978,6446" coordsize="30,30">
              <v:shape id="_x0000_s1727" o:spid="_x0000_s1747" style="width:30;height:30;left:978;position:absolute;top:6446" coordorigin="978,6446" coordsize="30,30" path="m978,6461l1008,6461e" filled="f" stroked="t" strokecolor="black">
                <v:path arrowok="t"/>
              </v:shape>
            </v:group>
            <v:group id="_x0000_s1728" o:spid="_x0000_s1748" style="width:30;height:30;left:978;position:absolute;top:6386" coordorigin="978,6386" coordsize="30,30">
              <v:shape id="_x0000_s1729" o:spid="_x0000_s1749" style="width:30;height:30;left:978;position:absolute;top:6386" coordorigin="978,6386" coordsize="30,30" path="m978,6401l1008,6401e" filled="f" stroked="t" strokecolor="black">
                <v:path arrowok="t"/>
              </v:shape>
            </v:group>
            <v:group id="_x0000_s1730" o:spid="_x0000_s1750" style="width:30;height:30;left:978;position:absolute;top:6326" coordorigin="978,6326" coordsize="30,30">
              <v:shape id="_x0000_s1731" o:spid="_x0000_s1751" style="width:30;height:30;left:978;position:absolute;top:6326" coordorigin="978,6326" coordsize="30,30" path="m978,6341l1008,6341e" filled="f" stroked="t" strokecolor="black">
                <v:path arrowok="t"/>
              </v:shape>
            </v:group>
            <v:group id="_x0000_s1732" o:spid="_x0000_s1752" style="width:30;height:30;left:978;position:absolute;top:6266" coordorigin="978,6266" coordsize="30,30">
              <v:shape id="_x0000_s1733" o:spid="_x0000_s1753" style="width:30;height:30;left:978;position:absolute;top:6266" coordorigin="978,6266" coordsize="30,30" path="m978,6281l1008,6281e" filled="f" stroked="t" strokecolor="black">
                <v:path arrowok="t"/>
              </v:shape>
            </v:group>
            <v:group id="_x0000_s1734" o:spid="_x0000_s1754" style="width:30;height:30;left:978;position:absolute;top:6206" coordorigin="978,6206" coordsize="30,30">
              <v:shape id="_x0000_s1735" o:spid="_x0000_s1755" style="width:30;height:30;left:978;position:absolute;top:6206" coordorigin="978,6206" coordsize="30,30" path="m978,6221l1008,6221e" filled="f" stroked="t" strokecolor="black">
                <v:path arrowok="t"/>
              </v:shape>
            </v:group>
            <v:group id="_x0000_s1736" o:spid="_x0000_s1756" style="width:30;height:30;left:978;position:absolute;top:6146" coordorigin="978,6146" coordsize="30,30">
              <v:shape id="_x0000_s1737" o:spid="_x0000_s1757" style="width:30;height:30;left:978;position:absolute;top:6146" coordorigin="978,6146" coordsize="30,30" path="m978,6161l1008,6161e" filled="f" stroked="t" strokecolor="black">
                <v:path arrowok="t"/>
              </v:shape>
            </v:group>
            <v:group id="_x0000_s1738" o:spid="_x0000_s1758" style="width:30;height:30;left:978;position:absolute;top:6086" coordorigin="978,6086" coordsize="30,30">
              <v:shape id="_x0000_s1739" o:spid="_x0000_s1759" style="width:30;height:30;left:978;position:absolute;top:6086" coordorigin="978,6086" coordsize="30,30" path="m978,6101l1008,6101e" filled="f" stroked="t" strokecolor="black">
                <v:path arrowok="t"/>
              </v:shape>
            </v:group>
            <v:group id="_x0000_s1740" o:spid="_x0000_s1760" style="width:30;height:30;left:978;position:absolute;top:6026" coordorigin="978,6026" coordsize="30,30">
              <v:shape id="_x0000_s1741" o:spid="_x0000_s1761" style="width:30;height:30;left:978;position:absolute;top:6026" coordorigin="978,6026" coordsize="30,30" path="m978,6041l1008,6041e" filled="f" stroked="t" strokecolor="black">
                <v:path arrowok="t"/>
              </v:shape>
            </v:group>
            <v:group id="_x0000_s1742" o:spid="_x0000_s1762" style="width:30;height:30;left:978;position:absolute;top:5966" coordorigin="978,5966" coordsize="30,30">
              <v:shape id="_x0000_s1743" o:spid="_x0000_s1763" style="width:30;height:30;left:978;position:absolute;top:5966" coordorigin="978,5966" coordsize="30,30" path="m978,5981l1008,5981e" filled="f" stroked="t" strokecolor="black">
                <v:path arrowok="t"/>
              </v:shape>
            </v:group>
            <v:group id="_x0000_s1744" o:spid="_x0000_s1764" style="width:30;height:30;left:978;position:absolute;top:5906" coordorigin="978,5906" coordsize="30,30">
              <v:shape id="_x0000_s1745" o:spid="_x0000_s1765" style="width:30;height:30;left:978;position:absolute;top:5906" coordorigin="978,5906" coordsize="30,30" path="m978,5921l1008,5921e" filled="f" stroked="t" strokecolor="black">
                <v:path arrowok="t"/>
              </v:shape>
            </v:group>
            <v:group id="_x0000_s1746" o:spid="_x0000_s1766" style="width:30;height:30;left:978;position:absolute;top:5846" coordorigin="978,5846" coordsize="30,30">
              <v:shape id="_x0000_s1747" o:spid="_x0000_s1767" style="width:30;height:30;left:978;position:absolute;top:5846" coordorigin="978,5846" coordsize="30,30" path="m978,5861l1008,5861e" filled="f" stroked="t" strokecolor="black">
                <v:path arrowok="t"/>
              </v:shape>
            </v:group>
            <v:group id="_x0000_s1748" o:spid="_x0000_s1768" style="width:30;height:30;left:978;position:absolute;top:5786" coordorigin="978,5786" coordsize="30,30">
              <v:shape id="_x0000_s1749" o:spid="_x0000_s1769" style="width:30;height:30;left:978;position:absolute;top:5786" coordorigin="978,5786" coordsize="30,30" path="m978,5801l1008,5801e" filled="f" stroked="t" strokecolor="black">
                <v:path arrowok="t"/>
              </v:shape>
            </v:group>
            <v:group id="_x0000_s1750" o:spid="_x0000_s1770" style="width:30;height:30;left:978;position:absolute;top:5726" coordorigin="978,5726" coordsize="30,30">
              <v:shape id="_x0000_s1751" o:spid="_x0000_s1771" style="width:30;height:30;left:978;position:absolute;top:5726" coordorigin="978,5726" coordsize="30,30" path="m978,5741l1008,5741e" filled="f" stroked="t" strokecolor="black">
                <v:path arrowok="t"/>
              </v:shape>
            </v:group>
            <v:group id="_x0000_s1752" o:spid="_x0000_s1772" style="width:30;height:30;left:978;position:absolute;top:5666" coordorigin="978,5666" coordsize="30,30">
              <v:shape id="_x0000_s1753" o:spid="_x0000_s1773" style="width:30;height:30;left:978;position:absolute;top:5666" coordorigin="978,5666" coordsize="30,30" path="m978,5681l1008,5681e" filled="f" stroked="t" strokecolor="black">
                <v:path arrowok="t"/>
              </v:shape>
            </v:group>
            <v:group id="_x0000_s1754" o:spid="_x0000_s1774" style="width:30;height:30;left:978;position:absolute;top:5606" coordorigin="978,5606" coordsize="30,30">
              <v:shape id="_x0000_s1755" o:spid="_x0000_s1775" style="width:30;height:30;left:978;position:absolute;top:5606" coordorigin="978,5606" coordsize="30,30" path="m978,5621l1008,5621e" filled="f" stroked="t" strokecolor="black">
                <v:path arrowok="t"/>
              </v:shape>
            </v:group>
            <v:group id="_x0000_s1756" o:spid="_x0000_s1776" style="width:30;height:30;left:978;position:absolute;top:5546" coordorigin="978,5546" coordsize="30,30">
              <v:shape id="_x0000_s1757" o:spid="_x0000_s1777" style="width:30;height:30;left:978;position:absolute;top:5546" coordorigin="978,5546" coordsize="30,30" path="m978,5561l1008,5561e" filled="f" stroked="t" strokecolor="black">
                <v:path arrowok="t"/>
              </v:shape>
            </v:group>
            <v:group id="_x0000_s1758" o:spid="_x0000_s1778" style="width:30;height:30;left:978;position:absolute;top:5486" coordorigin="978,5486" coordsize="30,30">
              <v:shape id="_x0000_s1759" o:spid="_x0000_s1779" style="width:30;height:30;left:978;position:absolute;top:5486" coordorigin="978,5486" coordsize="30,30" path="m978,5501l1008,5501e" filled="f" stroked="t" strokecolor="black">
                <v:path arrowok="t"/>
              </v:shape>
            </v:group>
            <v:group id="_x0000_s1760" o:spid="_x0000_s1780" style="width:30;height:30;left:978;position:absolute;top:5426" coordorigin="978,5426" coordsize="30,30">
              <v:shape id="_x0000_s1761" o:spid="_x0000_s1781" style="width:30;height:30;left:978;position:absolute;top:5426" coordorigin="978,5426" coordsize="30,30" path="m978,5441l1008,5441e" filled="f" stroked="t" strokecolor="black">
                <v:path arrowok="t"/>
              </v:shape>
            </v:group>
            <v:group id="_x0000_s1762" o:spid="_x0000_s1782" style="width:30;height:30;left:978;position:absolute;top:5366" coordorigin="978,5366" coordsize="30,30">
              <v:shape id="_x0000_s1763" o:spid="_x0000_s1783" style="width:30;height:30;left:978;position:absolute;top:5366" coordorigin="978,5366" coordsize="30,30" path="m978,5381l1008,5381e" filled="f" stroked="t" strokecolor="black">
                <v:path arrowok="t"/>
              </v:shape>
            </v:group>
            <v:group id="_x0000_s1764" o:spid="_x0000_s1784" style="width:30;height:30;left:978;position:absolute;top:5306" coordorigin="978,5306" coordsize="30,30">
              <v:shape id="_x0000_s1765" o:spid="_x0000_s1785" style="width:30;height:30;left:978;position:absolute;top:5306" coordorigin="978,5306" coordsize="30,30" path="m978,5321l1008,5321e" filled="f" stroked="t" strokecolor="black">
                <v:path arrowok="t"/>
              </v:shape>
            </v:group>
            <v:group id="_x0000_s1766" o:spid="_x0000_s1786" style="width:30;height:30;left:978;position:absolute;top:5246" coordorigin="978,5246" coordsize="30,30">
              <v:shape id="_x0000_s1767" o:spid="_x0000_s1787" style="width:30;height:30;left:978;position:absolute;top:5246" coordorigin="978,5246" coordsize="30,30" path="m978,5261l1008,5261e" filled="f" stroked="t" strokecolor="black">
                <v:path arrowok="t"/>
              </v:shape>
            </v:group>
            <v:group id="_x0000_s1768" o:spid="_x0000_s1788" style="width:30;height:30;left:978;position:absolute;top:5186" coordorigin="978,5186" coordsize="30,30">
              <v:shape id="_x0000_s1769" o:spid="_x0000_s1789" style="width:30;height:30;left:978;position:absolute;top:5186" coordorigin="978,5186" coordsize="30,30" path="m978,5201l1008,5201e" filled="f" stroked="t" strokecolor="black">
                <v:path arrowok="t"/>
              </v:shape>
            </v:group>
            <v:group id="_x0000_s1770" o:spid="_x0000_s1790" style="width:30;height:30;left:978;position:absolute;top:5126" coordorigin="978,5126" coordsize="30,30">
              <v:shape id="_x0000_s1771" o:spid="_x0000_s1791" style="width:30;height:30;left:978;position:absolute;top:5126" coordorigin="978,5126" coordsize="30,30" path="m978,5141l1008,5141e" filled="f" stroked="t" strokecolor="black">
                <v:path arrowok="t"/>
              </v:shape>
            </v:group>
            <v:group id="_x0000_s1772" o:spid="_x0000_s1792" style="width:30;height:30;left:978;position:absolute;top:5066" coordorigin="978,5066" coordsize="30,30">
              <v:shape id="_x0000_s1773" o:spid="_x0000_s1793" style="width:30;height:30;left:978;position:absolute;top:5066" coordorigin="978,5066" coordsize="30,30" path="m978,5081l1008,5081e" filled="f" stroked="t" strokecolor="black">
                <v:path arrowok="t"/>
              </v:shape>
            </v:group>
            <v:group id="_x0000_s1774" o:spid="_x0000_s1794" style="width:30;height:30;left:978;position:absolute;top:5006" coordorigin="978,5006" coordsize="30,30">
              <v:shape id="_x0000_s1775" o:spid="_x0000_s1795" style="width:30;height:30;left:978;position:absolute;top:5006" coordorigin="978,5006" coordsize="30,30" path="m978,5021l1008,5021e" filled="f" stroked="t" strokecolor="black">
                <v:path arrowok="t"/>
              </v:shape>
            </v:group>
            <v:group id="_x0000_s1776" o:spid="_x0000_s1796" style="width:30;height:30;left:978;position:absolute;top:4946" coordorigin="978,4946" coordsize="30,30">
              <v:shape id="_x0000_s1777" o:spid="_x0000_s1797" style="width:30;height:30;left:978;position:absolute;top:4946" coordorigin="978,4946" coordsize="30,30" path="m978,4961l1008,4961e" filled="f" stroked="t" strokecolor="black">
                <v:path arrowok="t"/>
              </v:shape>
            </v:group>
            <v:group id="_x0000_s1778" o:spid="_x0000_s1798" style="width:30;height:30;left:978;position:absolute;top:4886" coordorigin="978,4886" coordsize="30,30">
              <v:shape id="_x0000_s1779" o:spid="_x0000_s1799" style="width:30;height:30;left:978;position:absolute;top:4886" coordorigin="978,4886" coordsize="30,30" path="m978,4901l1008,4901e" filled="f" stroked="t" strokecolor="black">
                <v:path arrowok="t"/>
              </v:shape>
            </v:group>
            <v:group id="_x0000_s1780" o:spid="_x0000_s1800" style="width:30;height:30;left:978;position:absolute;top:4826" coordorigin="978,4826" coordsize="30,30">
              <v:shape id="_x0000_s1781" o:spid="_x0000_s1801" style="width:30;height:30;left:978;position:absolute;top:4826" coordorigin="978,4826" coordsize="30,30" path="m978,4841l1008,4841e" filled="f" stroked="t" strokecolor="black">
                <v:path arrowok="t"/>
              </v:shape>
            </v:group>
            <v:group id="_x0000_s1782" o:spid="_x0000_s1802" style="width:30;height:30;left:978;position:absolute;top:4766" coordorigin="978,4766" coordsize="30,30">
              <v:shape id="_x0000_s1783" o:spid="_x0000_s1803" style="width:30;height:30;left:978;position:absolute;top:4766" coordorigin="978,4766" coordsize="30,30" path="m978,4781l1008,4781e" filled="f" stroked="t" strokecolor="black">
                <v:path arrowok="t"/>
              </v:shape>
            </v:group>
            <v:group id="_x0000_s1784" o:spid="_x0000_s1804" style="width:30;height:30;left:978;position:absolute;top:4706" coordorigin="978,4706" coordsize="30,30">
              <v:shape id="_x0000_s1785" o:spid="_x0000_s1805" style="width:30;height:30;left:978;position:absolute;top:4706" coordorigin="978,4706" coordsize="30,30" path="m978,4721l1008,4721e" filled="f" stroked="t" strokecolor="black">
                <v:path arrowok="t"/>
              </v:shape>
            </v:group>
            <v:group id="_x0000_s1786" o:spid="_x0000_s1806" style="width:30;height:30;left:978;position:absolute;top:4646" coordorigin="978,4646" coordsize="30,30">
              <v:shape id="_x0000_s1787" o:spid="_x0000_s1807" style="width:30;height:30;left:978;position:absolute;top:4646" coordorigin="978,4646" coordsize="30,30" path="m978,4661l1008,4661e" filled="f" stroked="t" strokecolor="black">
                <v:path arrowok="t"/>
              </v:shape>
            </v:group>
            <v:group id="_x0000_s1788" o:spid="_x0000_s1808" style="width:30;height:30;left:978;position:absolute;top:4586" coordorigin="978,4586" coordsize="30,30">
              <v:shape id="_x0000_s1789" o:spid="_x0000_s1809" style="width:30;height:30;left:978;position:absolute;top:4586" coordorigin="978,4586" coordsize="30,30" path="m978,4601l1008,4601e" filled="f" stroked="t" strokecolor="black">
                <v:path arrowok="t"/>
              </v:shape>
            </v:group>
            <v:group id="_x0000_s1790" o:spid="_x0000_s1810" style="width:30;height:30;left:978;position:absolute;top:4526" coordorigin="978,4526" coordsize="30,30">
              <v:shape id="_x0000_s1791" o:spid="_x0000_s1811" style="width:30;height:30;left:978;position:absolute;top:4526" coordorigin="978,4526" coordsize="30,30" path="m978,4541l1008,4541e" filled="f" stroked="t" strokecolor="black">
                <v:path arrowok="t"/>
              </v:shape>
            </v:group>
            <v:group id="_x0000_s1792" o:spid="_x0000_s1812" style="width:30;height:30;left:978;position:absolute;top:4466" coordorigin="978,4466" coordsize="30,30">
              <v:shape id="_x0000_s1793" o:spid="_x0000_s1813" style="width:30;height:30;left:978;position:absolute;top:4466" coordorigin="978,4466" coordsize="30,30" path="m978,4481l1008,4481e" filled="f" stroked="t" strokecolor="black">
                <v:path arrowok="t"/>
              </v:shape>
            </v:group>
            <v:group id="_x0000_s1794" o:spid="_x0000_s1814" style="width:30;height:30;left:978;position:absolute;top:4406" coordorigin="978,4406" coordsize="30,30">
              <v:shape id="_x0000_s1795" o:spid="_x0000_s1815" style="width:30;height:30;left:978;position:absolute;top:4406" coordorigin="978,4406" coordsize="30,30" path="m978,4421l1008,4421e" filled="f" stroked="t" strokecolor="black">
                <v:path arrowok="t"/>
              </v:shape>
            </v:group>
            <v:group id="_x0000_s1796" o:spid="_x0000_s1816" style="width:30;height:30;left:978;position:absolute;top:4346" coordorigin="978,4346" coordsize="30,30">
              <v:shape id="_x0000_s1797" o:spid="_x0000_s1817" style="width:30;height:30;left:978;position:absolute;top:4346" coordorigin="978,4346" coordsize="30,30" path="m978,4361l1008,4361e" filled="f" stroked="t" strokecolor="black">
                <v:path arrowok="t"/>
              </v:shape>
            </v:group>
            <v:group id="_x0000_s1798" o:spid="_x0000_s1818" style="width:30;height:30;left:978;position:absolute;top:4286" coordorigin="978,4286" coordsize="30,30">
              <v:shape id="_x0000_s1799" o:spid="_x0000_s1819" style="width:30;height:30;left:978;position:absolute;top:4286" coordorigin="978,4286" coordsize="30,30" path="m978,4301l1008,4301e" filled="f" stroked="t" strokecolor="black">
                <v:path arrowok="t"/>
              </v:shape>
            </v:group>
            <v:group id="_x0000_s1800" o:spid="_x0000_s1820" style="width:30;height:30;left:978;position:absolute;top:4226" coordorigin="978,4226" coordsize="30,30">
              <v:shape id="_x0000_s1801" o:spid="_x0000_s1821" style="width:30;height:30;left:978;position:absolute;top:4226" coordorigin="978,4226" coordsize="30,30" path="m978,4241l1008,4241e" filled="f" stroked="t" strokecolor="black">
                <v:path arrowok="t"/>
              </v:shape>
            </v:group>
            <v:group id="_x0000_s1802" o:spid="_x0000_s1822" style="width:30;height:30;left:978;position:absolute;top:4166" coordorigin="978,4166" coordsize="30,30">
              <v:shape id="_x0000_s1803" o:spid="_x0000_s1823" style="width:30;height:30;left:978;position:absolute;top:4166" coordorigin="978,4166" coordsize="30,30" path="m978,4181l1008,4181e" filled="f" stroked="t" strokecolor="black">
                <v:path arrowok="t"/>
              </v:shape>
            </v:group>
            <v:group id="_x0000_s1804" o:spid="_x0000_s1824" style="width:30;height:30;left:978;position:absolute;top:4106" coordorigin="978,4106" coordsize="30,30">
              <v:shape id="_x0000_s1805" o:spid="_x0000_s1825" style="width:30;height:30;left:978;position:absolute;top:4106" coordorigin="978,4106" coordsize="30,30" path="m978,4121l1008,4121e" filled="f" stroked="t" strokecolor="black">
                <v:path arrowok="t"/>
              </v:shape>
            </v:group>
            <v:group id="_x0000_s1806" o:spid="_x0000_s1826" style="width:30;height:30;left:978;position:absolute;top:4046" coordorigin="978,4046" coordsize="30,30">
              <v:shape id="_x0000_s1807" o:spid="_x0000_s1827" style="width:30;height:30;left:978;position:absolute;top:4046" coordorigin="978,4046" coordsize="30,30" path="m978,4061l1008,4061e" filled="f" stroked="t" strokecolor="black">
                <v:path arrowok="t"/>
              </v:shape>
            </v:group>
            <v:group id="_x0000_s1808" o:spid="_x0000_s1828" style="width:30;height:30;left:978;position:absolute;top:3986" coordorigin="978,3986" coordsize="30,30">
              <v:shape id="_x0000_s1809" o:spid="_x0000_s1829" style="width:30;height:30;left:978;position:absolute;top:3986" coordorigin="978,3986" coordsize="30,30" path="m978,4001l1008,4001e" filled="f" stroked="t" strokecolor="black">
                <v:path arrowok="t"/>
              </v:shape>
            </v:group>
            <v:group id="_x0000_s1810" o:spid="_x0000_s1830" style="width:30;height:30;left:978;position:absolute;top:3926" coordorigin="978,3926" coordsize="30,30">
              <v:shape id="_x0000_s1811" o:spid="_x0000_s1831" style="width:30;height:30;left:978;position:absolute;top:3926" coordorigin="978,3926" coordsize="30,30" path="m978,3941l1008,3941e" filled="f" stroked="t" strokecolor="black">
                <v:path arrowok="t"/>
              </v:shape>
            </v:group>
            <v:group id="_x0000_s1812" o:spid="_x0000_s1832" style="width:30;height:30;left:978;position:absolute;top:3866" coordorigin="978,3866" coordsize="30,30">
              <v:shape id="_x0000_s1813" o:spid="_x0000_s1833" style="width:30;height:30;left:978;position:absolute;top:3866" coordorigin="978,3866" coordsize="30,30" path="m978,3881l1008,3881e" filled="f" stroked="t" strokecolor="black">
                <v:path arrowok="t"/>
              </v:shape>
            </v:group>
            <v:group id="_x0000_s1814" o:spid="_x0000_s1834" style="width:30;height:30;left:978;position:absolute;top:3806" coordorigin="978,3806" coordsize="30,30">
              <v:shape id="_x0000_s1815" o:spid="_x0000_s1835" style="width:30;height:30;left:978;position:absolute;top:3806" coordorigin="978,3806" coordsize="30,30" path="m978,3821l1008,3821e" filled="f" stroked="t" strokecolor="black">
                <v:path arrowok="t"/>
              </v:shape>
            </v:group>
            <v:group id="_x0000_s1816" o:spid="_x0000_s1836" style="width:30;height:30;left:978;position:absolute;top:3746" coordorigin="978,3746" coordsize="30,30">
              <v:shape id="_x0000_s1817" o:spid="_x0000_s1837" style="width:30;height:30;left:978;position:absolute;top:3746" coordorigin="978,3746" coordsize="30,30" path="m978,3761l1008,3761e" filled="f" stroked="t" strokecolor="black">
                <v:path arrowok="t"/>
              </v:shape>
            </v:group>
            <v:group id="_x0000_s1818" o:spid="_x0000_s1838" style="width:30;height:30;left:978;position:absolute;top:3686" coordorigin="978,3686" coordsize="30,30">
              <v:shape id="_x0000_s1819" o:spid="_x0000_s1839" style="width:30;height:30;left:978;position:absolute;top:3686" coordorigin="978,3686" coordsize="30,30" path="m978,3701l1008,3701e" filled="f" stroked="t" strokecolor="black">
                <v:path arrowok="t"/>
              </v:shape>
            </v:group>
            <v:group id="_x0000_s1820" o:spid="_x0000_s1840" style="width:30;height:30;left:978;position:absolute;top:3626" coordorigin="978,3626" coordsize="30,30">
              <v:shape id="_x0000_s1821" o:spid="_x0000_s1841" style="width:30;height:30;left:978;position:absolute;top:3626" coordorigin="978,3626" coordsize="30,30" path="m978,3641l1008,3641e" filled="f" stroked="t" strokecolor="black">
                <v:path arrowok="t"/>
              </v:shape>
            </v:group>
            <v:group id="_x0000_s1822" o:spid="_x0000_s1842" style="width:30;height:30;left:978;position:absolute;top:3566" coordorigin="978,3566" coordsize="30,30">
              <v:shape id="_x0000_s1823" o:spid="_x0000_s1843" style="width:30;height:30;left:978;position:absolute;top:3566" coordorigin="978,3566" coordsize="30,30" path="m978,3581l1008,3581e" filled="f" stroked="t" strokecolor="black">
                <v:path arrowok="t"/>
              </v:shape>
            </v:group>
            <v:group id="_x0000_s1824" o:spid="_x0000_s1844" style="width:30;height:30;left:978;position:absolute;top:3506" coordorigin="978,3506" coordsize="30,30">
              <v:shape id="_x0000_s1825" o:spid="_x0000_s1845" style="width:30;height:30;left:978;position:absolute;top:3506" coordorigin="978,3506" coordsize="30,30" path="m978,3521l1008,3521e" filled="f" stroked="t" strokecolor="black">
                <v:path arrowok="t"/>
              </v:shape>
            </v:group>
            <v:group id="_x0000_s1826" o:spid="_x0000_s1846" style="width:30;height:30;left:978;position:absolute;top:3446" coordorigin="978,3446" coordsize="30,30">
              <v:shape id="_x0000_s1827" o:spid="_x0000_s1847" style="width:30;height:30;left:978;position:absolute;top:3446" coordorigin="978,3446" coordsize="30,30" path="m978,3461l1008,3461e" filled="f" stroked="t" strokecolor="black">
                <v:path arrowok="t"/>
              </v:shape>
            </v:group>
            <v:group id="_x0000_s1828" o:spid="_x0000_s1848" style="width:30;height:30;left:978;position:absolute;top:3386" coordorigin="978,3386" coordsize="30,30">
              <v:shape id="_x0000_s1829" o:spid="_x0000_s1849" style="width:30;height:30;left:978;position:absolute;top:3386" coordorigin="978,3386" coordsize="30,30" path="m978,3401l1008,3401e" filled="f" stroked="t" strokecolor="black">
                <v:path arrowok="t"/>
              </v:shape>
            </v:group>
            <v:group id="_x0000_s1830" o:spid="_x0000_s1850" style="width:30;height:30;left:978;position:absolute;top:3326" coordorigin="978,3326" coordsize="30,30">
              <v:shape id="_x0000_s1831" o:spid="_x0000_s1851" style="width:30;height:30;left:978;position:absolute;top:3326" coordorigin="978,3326" coordsize="30,30" path="m978,3341l1008,3341e" filled="f" stroked="t" strokecolor="black">
                <v:path arrowok="t"/>
              </v:shape>
            </v:group>
            <v:group id="_x0000_s1832" o:spid="_x0000_s1852" style="width:30;height:30;left:978;position:absolute;top:3266" coordorigin="978,3266" coordsize="30,30">
              <v:shape id="_x0000_s1833" o:spid="_x0000_s1853" style="width:30;height:30;left:978;position:absolute;top:3266" coordorigin="978,3266" coordsize="30,30" path="m978,3281l1008,3281e" filled="f" stroked="t" strokecolor="black">
                <v:path arrowok="t"/>
              </v:shape>
            </v:group>
            <v:group id="_x0000_s1834" o:spid="_x0000_s1854" style="width:30;height:30;left:978;position:absolute;top:3206" coordorigin="978,3206" coordsize="30,30">
              <v:shape id="_x0000_s1835" o:spid="_x0000_s1855" style="width:30;height:30;left:978;position:absolute;top:3206" coordorigin="978,3206" coordsize="30,30" path="m978,3221l1008,3221e" filled="f" stroked="t" strokecolor="black">
                <v:path arrowok="t"/>
              </v:shape>
            </v:group>
            <v:group id="_x0000_s1836" o:spid="_x0000_s1856" style="width:30;height:30;left:978;position:absolute;top:3146" coordorigin="978,3146" coordsize="30,30">
              <v:shape id="_x0000_s1837" o:spid="_x0000_s1857" style="width:30;height:30;left:978;position:absolute;top:3146" coordorigin="978,3146" coordsize="30,30" path="m978,3161l1008,3161e" filled="f" stroked="t" strokecolor="black">
                <v:path arrowok="t"/>
              </v:shape>
            </v:group>
            <v:group id="_x0000_s1838" o:spid="_x0000_s1858" style="width:30;height:30;left:978;position:absolute;top:3086" coordorigin="978,3086" coordsize="30,30">
              <v:shape id="_x0000_s1839" o:spid="_x0000_s1859" style="width:30;height:30;left:978;position:absolute;top:3086" coordorigin="978,3086" coordsize="30,30" path="m978,3101l1008,3101e" filled="f" stroked="t" strokecolor="black">
                <v:path arrowok="t"/>
              </v:shape>
            </v:group>
            <v:group id="_x0000_s1840" o:spid="_x0000_s1860" style="width:30;height:30;left:978;position:absolute;top:3026" coordorigin="978,3026" coordsize="30,30">
              <v:shape id="_x0000_s1841" o:spid="_x0000_s1861" style="width:30;height:30;left:978;position:absolute;top:3026" coordorigin="978,3026" coordsize="30,30" path="m978,3041l1008,3041e" filled="f" stroked="t" strokecolor="black">
                <v:path arrowok="t"/>
              </v:shape>
            </v:group>
            <v:group id="_x0000_s1842" o:spid="_x0000_s1862" style="width:30;height:30;left:978;position:absolute;top:2966" coordorigin="978,2966" coordsize="30,30">
              <v:shape id="_x0000_s1843" o:spid="_x0000_s1863" style="width:30;height:30;left:978;position:absolute;top:2966" coordorigin="978,2966" coordsize="30,30" path="m978,2981l1008,2981e" filled="f" stroked="t" strokecolor="black">
                <v:path arrowok="t"/>
              </v:shape>
            </v:group>
            <v:group id="_x0000_s1844" o:spid="_x0000_s1864" style="width:30;height:30;left:978;position:absolute;top:2906" coordorigin="978,2906" coordsize="30,30">
              <v:shape id="_x0000_s1845" o:spid="_x0000_s1865" style="width:30;height:30;left:978;position:absolute;top:2906" coordorigin="978,2906" coordsize="30,30" path="m978,2921l1008,2921e" filled="f" stroked="t" strokecolor="black">
                <v:path arrowok="t"/>
              </v:shape>
            </v:group>
            <v:group id="_x0000_s1846" o:spid="_x0000_s1866" style="width:30;height:30;left:978;position:absolute;top:2846" coordorigin="978,2846" coordsize="30,30">
              <v:shape id="_x0000_s1847" o:spid="_x0000_s1867" style="width:30;height:30;left:978;position:absolute;top:2846" coordorigin="978,2846" coordsize="30,30" path="m978,2861l1008,2861e" filled="f" stroked="t" strokecolor="black">
                <v:path arrowok="t"/>
              </v:shape>
            </v:group>
            <v:group id="_x0000_s1848" o:spid="_x0000_s1868" style="width:30;height:30;left:978;position:absolute;top:2786" coordorigin="978,2786" coordsize="30,30">
              <v:shape id="_x0000_s1849" o:spid="_x0000_s1869" style="width:30;height:30;left:978;position:absolute;top:2786" coordorigin="978,2786" coordsize="30,30" path="m978,2801l1008,2801e" filled="f" stroked="t" strokecolor="black">
                <v:path arrowok="t"/>
              </v:shape>
            </v:group>
            <v:group id="_x0000_s1850" o:spid="_x0000_s1870" style="width:30;height:30;left:978;position:absolute;top:2726" coordorigin="978,2726" coordsize="30,30">
              <v:shape id="_x0000_s1851" o:spid="_x0000_s1871" style="width:30;height:30;left:978;position:absolute;top:2726" coordorigin="978,2726" coordsize="30,30" path="m978,2741l1008,2741e" filled="f" stroked="t" strokecolor="black">
                <v:path arrowok="t"/>
              </v:shape>
            </v:group>
            <v:group id="_x0000_s1852" o:spid="_x0000_s1872" style="width:30;height:30;left:978;position:absolute;top:2666" coordorigin="978,2666" coordsize="30,30">
              <v:shape id="_x0000_s1853" o:spid="_x0000_s1873" style="width:30;height:30;left:978;position:absolute;top:2666" coordorigin="978,2666" coordsize="30,30" path="m978,2681l1008,2681e" filled="f" stroked="t" strokecolor="black">
                <v:path arrowok="t"/>
              </v:shape>
            </v:group>
            <v:group id="_x0000_s1854" o:spid="_x0000_s1874" style="width:30;height:30;left:978;position:absolute;top:2606" coordorigin="978,2606" coordsize="30,30">
              <v:shape id="_x0000_s1855" o:spid="_x0000_s1875" style="width:30;height:30;left:978;position:absolute;top:2606" coordorigin="978,2606" coordsize="30,30" path="m978,2621l1008,2621e" filled="f" stroked="t" strokecolor="black">
                <v:path arrowok="t"/>
              </v:shape>
            </v:group>
            <v:group id="_x0000_s1856" o:spid="_x0000_s1876" style="width:30;height:30;left:978;position:absolute;top:2546" coordorigin="978,2546" coordsize="30,30">
              <v:shape id="_x0000_s1857" o:spid="_x0000_s1877" style="width:30;height:30;left:978;position:absolute;top:2546" coordorigin="978,2546" coordsize="30,30" path="m978,2561l1008,2561e" filled="f" stroked="t" strokecolor="black">
                <v:path arrowok="t"/>
              </v:shape>
            </v:group>
            <v:group id="_x0000_s1858" o:spid="_x0000_s1878" style="width:30;height:30;left:978;position:absolute;top:2486" coordorigin="978,2486" coordsize="30,30">
              <v:shape id="_x0000_s1859" o:spid="_x0000_s1879" style="width:30;height:30;left:978;position:absolute;top:2486" coordorigin="978,2486" coordsize="30,30" path="m978,2501l1008,2501e" filled="f" stroked="t" strokecolor="black">
                <v:path arrowok="t"/>
              </v:shape>
            </v:group>
            <v:group id="_x0000_s1860" o:spid="_x0000_s1880" style="width:30;height:30;left:978;position:absolute;top:2426" coordorigin="978,2426" coordsize="30,30">
              <v:shape id="_x0000_s1861" o:spid="_x0000_s1881" style="width:30;height:30;left:978;position:absolute;top:2426" coordorigin="978,2426" coordsize="30,30" path="m978,2441l1008,2441e" filled="f" stroked="t" strokecolor="black">
                <v:path arrowok="t"/>
              </v:shape>
            </v:group>
            <v:group id="_x0000_s1862" o:spid="_x0000_s1882" style="width:30;height:30;left:978;position:absolute;top:2366" coordorigin="978,2366" coordsize="30,30">
              <v:shape id="_x0000_s1863" o:spid="_x0000_s1883" style="width:30;height:30;left:978;position:absolute;top:2366" coordorigin="978,2366" coordsize="30,30" path="m978,2381l1008,2381e" filled="f" stroked="t" strokecolor="black">
                <v:path arrowok="t"/>
              </v:shape>
            </v:group>
            <v:group id="_x0000_s1864" o:spid="_x0000_s1884" style="width:30;height:30;left:978;position:absolute;top:2306" coordorigin="978,2306" coordsize="30,30">
              <v:shape id="_x0000_s1865" o:spid="_x0000_s1885" style="width:30;height:30;left:978;position:absolute;top:2306" coordorigin="978,2306" coordsize="30,30" path="m978,2321l1008,2321e" filled="f" stroked="t" strokecolor="black">
                <v:path arrowok="t"/>
              </v:shape>
            </v:group>
            <v:group id="_x0000_s1866" o:spid="_x0000_s1886" style="width:30;height:30;left:978;position:absolute;top:2246" coordorigin="978,2246" coordsize="30,30">
              <v:shape id="_x0000_s1867" o:spid="_x0000_s1887" style="width:30;height:30;left:978;position:absolute;top:2246" coordorigin="978,2246" coordsize="30,30" path="m978,2261l1008,2261e" filled="f" stroked="t" strokecolor="black">
                <v:path arrowok="t"/>
              </v:shape>
            </v:group>
            <v:group id="_x0000_s1868" o:spid="_x0000_s1888" style="width:30;height:30;left:978;position:absolute;top:2186" coordorigin="978,2186" coordsize="30,30">
              <v:shape id="_x0000_s1869" o:spid="_x0000_s1889" style="width:30;height:30;left:978;position:absolute;top:2186" coordorigin="978,2186" coordsize="30,30" path="m978,2201l1008,2201e" filled="f" stroked="t" strokecolor="black">
                <v:path arrowok="t"/>
              </v:shape>
            </v:group>
            <v:group id="_x0000_s1870" o:spid="_x0000_s1890" style="width:30;height:30;left:978;position:absolute;top:2126" coordorigin="978,2126" coordsize="30,30">
              <v:shape id="_x0000_s1871" o:spid="_x0000_s1891" style="width:30;height:30;left:978;position:absolute;top:2126" coordorigin="978,2126" coordsize="30,30" path="m978,2141l1008,2141e" filled="f" stroked="t" strokecolor="black">
                <v:path arrowok="t"/>
              </v:shape>
            </v:group>
            <v:group id="_x0000_s1872" o:spid="_x0000_s1892" style="width:30;height:30;left:978;position:absolute;top:2066" coordorigin="978,2066" coordsize="30,30">
              <v:shape id="_x0000_s1873" o:spid="_x0000_s1893" style="width:30;height:30;left:978;position:absolute;top:2066" coordorigin="978,2066" coordsize="30,30" path="m978,2081l1008,2081e" filled="f" stroked="t" strokecolor="black">
                <v:path arrowok="t"/>
              </v:shape>
            </v:group>
            <v:group id="_x0000_s1874" o:spid="_x0000_s1894" style="width:30;height:30;left:978;position:absolute;top:2006" coordorigin="978,2006" coordsize="30,30">
              <v:shape id="_x0000_s1875" o:spid="_x0000_s1895" style="width:30;height:30;left:978;position:absolute;top:2006" coordorigin="978,2006" coordsize="30,30" path="m978,2021l1008,2021e" filled="f" stroked="t" strokecolor="black">
                <v:path arrowok="t"/>
              </v:shape>
            </v:group>
            <v:group id="_x0000_s1876" o:spid="_x0000_s1896" style="width:30;height:30;left:978;position:absolute;top:1946" coordorigin="978,1946" coordsize="30,30">
              <v:shape id="_x0000_s1877" o:spid="_x0000_s1897" style="width:30;height:30;left:978;position:absolute;top:1946" coordorigin="978,1946" coordsize="30,30" path="m978,1961l1008,1961e" filled="f" stroked="t" strokecolor="black">
                <v:path arrowok="t"/>
              </v:shape>
            </v:group>
            <v:group id="_x0000_s1878" o:spid="_x0000_s1898" style="width:30;height:30;left:978;position:absolute;top:1886" coordorigin="978,1886" coordsize="30,30">
              <v:shape id="_x0000_s1879" o:spid="_x0000_s1899" style="width:30;height:30;left:978;position:absolute;top:1886" coordorigin="978,1886" coordsize="30,30" path="m978,1901l1008,1901e" filled="f" stroked="t" strokecolor="black">
                <v:path arrowok="t"/>
              </v:shape>
            </v:group>
            <v:group id="_x0000_s1880" o:spid="_x0000_s1900" style="width:30;height:30;left:978;position:absolute;top:1826" coordorigin="978,1826" coordsize="30,30">
              <v:shape id="_x0000_s1881" o:spid="_x0000_s1901" style="width:30;height:30;left:978;position:absolute;top:1826" coordorigin="978,1826" coordsize="30,30" path="m978,1841l1008,1841e" filled="f" stroked="t" strokecolor="black">
                <v:path arrowok="t"/>
              </v:shape>
            </v:group>
            <v:group id="_x0000_s1882" o:spid="_x0000_s1902" style="width:30;height:30;left:978;position:absolute;top:1766" coordorigin="978,1766" coordsize="30,30">
              <v:shape id="_x0000_s1883" o:spid="_x0000_s1903" style="width:30;height:30;left:978;position:absolute;top:1766" coordorigin="978,1766" coordsize="30,30" path="m978,1781l1008,1781e" filled="f" stroked="t" strokecolor="black">
                <v:path arrowok="t"/>
              </v:shape>
            </v:group>
            <v:group id="_x0000_s1884" o:spid="_x0000_s1904" style="width:30;height:30;left:978;position:absolute;top:1706" coordorigin="978,1706" coordsize="30,30">
              <v:shape id="_x0000_s1885" o:spid="_x0000_s1905" style="width:30;height:30;left:978;position:absolute;top:1706" coordorigin="978,1706" coordsize="30,30" path="m978,1721l1008,1721e" filled="f" stroked="t" strokecolor="black">
                <v:path arrowok="t"/>
              </v:shape>
            </v:group>
            <v:group id="_x0000_s1886" o:spid="_x0000_s1906" style="width:30;height:30;left:978;position:absolute;top:1646" coordorigin="978,1646" coordsize="30,30">
              <v:shape id="_x0000_s1887" o:spid="_x0000_s1907" style="width:30;height:30;left:978;position:absolute;top:1646" coordorigin="978,1646" coordsize="30,30" path="m978,1661l1008,1661e" filled="f" stroked="t" strokecolor="black">
                <v:path arrowok="t"/>
              </v:shape>
            </v:group>
            <v:group id="_x0000_s1888" o:spid="_x0000_s1908" style="width:30;height:30;left:978;position:absolute;top:1586" coordorigin="978,1586" coordsize="30,30">
              <v:shape id="_x0000_s1889" o:spid="_x0000_s1909" style="width:30;height:30;left:978;position:absolute;top:1586" coordorigin="978,1586" coordsize="30,30" path="m978,1601l1008,1601e" filled="f" stroked="t" strokecolor="black">
                <v:path arrowok="t"/>
              </v:shape>
            </v:group>
            <v:group id="_x0000_s1890" o:spid="_x0000_s1910" style="width:30;height:30;left:978;position:absolute;top:1526" coordorigin="978,1526" coordsize="30,30">
              <v:shape id="_x0000_s1891" o:spid="_x0000_s1911" style="width:30;height:30;left:978;position:absolute;top:1526" coordorigin="978,1526" coordsize="30,30" path="m978,1541l1008,1541e" filled="f" stroked="t" strokecolor="black">
                <v:path arrowok="t"/>
              </v:shape>
            </v:group>
            <v:group id="_x0000_s1892" o:spid="_x0000_s1912" style="width:30;height:30;left:978;position:absolute;top:1466" coordorigin="978,1466" coordsize="30,30">
              <v:shape id="_x0000_s1893" o:spid="_x0000_s1913" style="width:30;height:30;left:978;position:absolute;top:1466" coordorigin="978,1466" coordsize="30,30" path="m978,1481l1008,1481e" filled="f" stroked="t" strokecolor="black">
                <v:path arrowok="t"/>
              </v:shape>
            </v:group>
            <v:group id="_x0000_s1894" o:spid="_x0000_s1914" style="width:30;height:30;left:978;position:absolute;top:1406" coordorigin="978,1406" coordsize="30,30">
              <v:shape id="_x0000_s1895" o:spid="_x0000_s1915" style="width:30;height:30;left:978;position:absolute;top:1406" coordorigin="978,1406" coordsize="30,30" path="m978,1421l1008,1421e" filled="f" stroked="t" strokecolor="black">
                <v:path arrowok="t"/>
              </v:shape>
            </v:group>
            <v:group id="_x0000_s1896" o:spid="_x0000_s1916" style="width:30;height:30;left:978;position:absolute;top:1346" coordorigin="978,1346" coordsize="30,30">
              <v:shape id="_x0000_s1897" o:spid="_x0000_s1917" style="width:30;height:30;left:978;position:absolute;top:1346" coordorigin="978,1346" coordsize="30,30" path="m978,1361l1008,1361e" filled="f" stroked="t" strokecolor="black">
                <v:path arrowok="t"/>
              </v:shape>
            </v:group>
            <v:group id="_x0000_s1898" o:spid="_x0000_s1918" style="width:30;height:30;left:978;position:absolute;top:1286" coordorigin="978,1286" coordsize="30,30">
              <v:shape id="_x0000_s1899" o:spid="_x0000_s1919" style="width:30;height:30;left:978;position:absolute;top:1286" coordorigin="978,1286" coordsize="30,30" path="m978,1301l1008,1301e" filled="f" stroked="t" strokecolor="black">
                <v:path arrowok="t"/>
              </v:shape>
            </v:group>
            <v:group id="_x0000_s1900" o:spid="_x0000_s1920" style="width:30;height:30;left:978;position:absolute;top:1226" coordorigin="978,1226" coordsize="30,30">
              <v:shape id="_x0000_s1901" o:spid="_x0000_s1921" style="width:30;height:30;left:978;position:absolute;top:1226" coordorigin="978,1226" coordsize="30,30" path="m978,1241l1008,1241e" filled="f" stroked="t" strokecolor="black">
                <v:path arrowok="t"/>
              </v:shape>
            </v:group>
            <v:group id="_x0000_s1902" o:spid="_x0000_s1922" style="width:30;height:30;left:978;position:absolute;top:1166" coordorigin="978,1166" coordsize="30,30">
              <v:shape id="_x0000_s1903" o:spid="_x0000_s1923" style="width:30;height:30;left:978;position:absolute;top:1166" coordorigin="978,1166" coordsize="30,30" path="m978,1181l1008,1181e" filled="f" stroked="t" strokecolor="black">
                <v:path arrowok="t"/>
              </v:shape>
            </v:group>
            <v:group id="_x0000_s1904" o:spid="_x0000_s1924" style="width:30;height:30;left:978;position:absolute;top:1106" coordorigin="978,1106" coordsize="30,30">
              <v:shape id="_x0000_s1905" o:spid="_x0000_s1925" style="width:30;height:30;left:978;position:absolute;top:1106" coordorigin="978,1106" coordsize="30,30" path="m978,1121l1008,1121e" filled="f" stroked="t" strokecolor="black">
                <v:path arrowok="t"/>
              </v:shape>
            </v:group>
            <v:group id="_x0000_s1906" o:spid="_x0000_s1926" style="width:30;height:30;left:978;position:absolute;top:1046" coordorigin="978,1046" coordsize="30,30">
              <v:shape id="_x0000_s1907" o:spid="_x0000_s1927" style="width:30;height:30;left:978;position:absolute;top:1046" coordorigin="978,1046" coordsize="30,30" path="m978,1061l1008,1061e" filled="f" stroked="t" strokecolor="black">
                <v:path arrowok="t"/>
              </v:shape>
            </v:group>
            <v:group id="_x0000_s1908" o:spid="_x0000_s1928" style="width:30;height:30;left:978;position:absolute;top:986" coordorigin="978,986" coordsize="30,30">
              <v:shape id="_x0000_s1909" o:spid="_x0000_s1929" style="width:30;height:30;left:978;position:absolute;top:986" coordorigin="978,986" coordsize="30,30" path="m978,1001l1008,1001e" filled="f" stroked="t" strokecolor="black">
                <v:path arrowok="t"/>
              </v:shape>
            </v:group>
          </v:group>
        </w:pict>
      </w:r>
      <w:r>
        <w:pict>
          <v:group id="_x0000_s1910" o:spid="_x0000_s1930" style="width:0.1pt;height:623.6pt;margin-top:48.15pt;margin-left:74.55pt;mso-height-relative:page;mso-position-horizontal-relative:page;mso-position-vertical-relative:page;mso-width-relative:page;position:absolute;z-index:-251619328" coordorigin="1491,964" coordsize="2,12472">
            <v:shape id="_x0000_s1911" o:spid="_x0000_s1931" style="width:2;height:12472;left:1491;position:absolute;top:964" coordorigin="1491,964" coordsize="0,12472" path="m1491,13436l1491,964e" filled="f" stroked="t" strokecolor="black">
              <v:path arrowok="t"/>
            </v:shape>
          </v:group>
        </w:pict>
      </w:r>
      <w:r>
        <w:pict>
          <v:shape id="_x0000_s1912" o:spid="_x0000_s1932" type="#_x0000_t202" style="width:13.25pt;height:25.85pt;margin-top:599.1pt;margin-left:27pt;mso-height-relative:page;mso-position-horizontal-relative:page;mso-position-vertical-relative:page;mso-width-relative:page;position:absolute;z-index:-251618304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50" w:lineRule="exact"/>
                    <w:ind w:left="20" w:right="-54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sz w:val="21"/>
                      <w:szCs w:val="21"/>
                    </w:rPr>
                    <w:t>学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sz w:val="21"/>
                      <w:szCs w:val="21"/>
                    </w:rPr>
                    <w:t>校</w:t>
                  </w:r>
                  <w:r>
                    <w:rPr>
                      <w:rFonts w:ascii="Times New Roman" w:eastAsia="Times New Roman" w:hAnsi="Times New Roman" w:cs="Times New Roman"/>
                      <w:spacing w:val="0"/>
                      <w:w w:val="100"/>
                      <w:sz w:val="21"/>
                      <w:szCs w:val="21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913" o:spid="_x0000_s1933" type="#_x0000_t202" style="width:12.45pt;height:33.4pt;margin-top:410.2pt;margin-left:27pt;mso-height-relative:page;mso-position-horizontal-relative:page;mso-position-vertical-relative:page;mso-width-relative:page;position:absolute;z-index:-251617280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班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级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914" o:spid="_x0000_s1934" type="#_x0000_t202" style="width:12.45pt;height:33.4pt;margin-top:273.65pt;margin-left:27pt;mso-height-relative:page;mso-position-horizontal-relative:page;mso-position-vertical-relative:page;mso-width-relative:page;position:absolute;z-index:-251616256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姓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915" o:spid="_x0000_s1935" type="#_x0000_t202" style="width:12.45pt;height:33.4pt;margin-top:137.2pt;margin-left:27pt;mso-height-relative:page;mso-position-horizontal-relative:page;mso-position-vertical-relative:page;mso-width-relative:page;position:absolute;z-index:-251615232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号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916" o:spid="_x0000_s1936" type="#_x0000_t202" style="width:12.45pt;height:12.45pt;margin-top:478.75pt;margin-left:58.9pt;mso-height-relative:page;mso-position-horizontal-relative:page;mso-position-vertical-relative:page;mso-width-relative:page;position:absolute;z-index:-251614208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弥</w:t>
                  </w:r>
                </w:p>
              </w:txbxContent>
            </v:textbox>
          </v:shape>
        </w:pict>
      </w:r>
      <w:r>
        <w:pict>
          <v:shape id="_x0000_s1917" o:spid="_x0000_s1937" type="#_x0000_t202" style="width:12.45pt;height:12.45pt;margin-top:436.75pt;margin-left:58.9pt;mso-height-relative:page;mso-position-horizontal-relative:page;mso-position-vertical-relative:page;mso-width-relative:page;position:absolute;z-index:-251613184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918" o:spid="_x0000_s1938" type="#_x0000_t202" style="width:12.45pt;height:12.45pt;margin-top:394.75pt;margin-left:58.9pt;mso-height-relative:page;mso-position-horizontal-relative:page;mso-position-vertical-relative:page;mso-width-relative:page;position:absolute;z-index:-251612160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919" o:spid="_x0000_s1939" type="#_x0000_t202" style="width:12.45pt;height:12.45pt;margin-top:352.75pt;margin-left:58.9pt;mso-height-relative:page;mso-position-horizontal-relative:page;mso-position-vertical-relative:page;mso-width-relative:page;position:absolute;z-index:-251611136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920" o:spid="_x0000_s1940" type="#_x0000_t202" style="width:12.45pt;height:12.45pt;margin-top:310.75pt;margin-left:58.9pt;mso-height-relative:page;mso-position-horizontal-relative:page;mso-position-vertical-relative:page;mso-width-relative:page;position:absolute;z-index:-251610112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pict>
          <v:shape id="_x0000_s1921" o:spid="_x0000_s1941" type="#_x0000_t202" style="width:12.45pt;height:12.45pt;margin-top:268.75pt;margin-left:58.9pt;mso-height-relative:page;mso-position-horizontal-relative:page;mso-position-vertical-relative:page;mso-width-relative:page;position:absolute;z-index:-251609088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922" o:spid="_x0000_s1942" type="#_x0000_t202" style="width:12.45pt;height:12.45pt;margin-top:226.75pt;margin-left:58.9pt;mso-height-relative:page;mso-position-horizontal-relative:page;mso-position-vertical-relative:page;mso-width-relative:page;position:absolute;z-index:-251608064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923" o:spid="_x0000_s1943" type="#_x0000_t202" style="width:12.45pt;height:12.45pt;margin-top:184.75pt;margin-left:58.9pt;mso-height-relative:page;mso-position-horizontal-relative:page;mso-position-vertical-relative:page;mso-width-relative:page;position:absolute;z-index:-251607040" coordsize="21600,21600" filled="f" stroked="f">
            <v:stroke joinstyle="miter"/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  <w:r>
        <w:pict>
          <v:shape id="_x0000_i1944" type="#_x0000_t75" style="width:213pt;height:132pt" coordsize="21600,21600" filled="f">
            <v:imagedata r:id="rId41" o:title=""/>
            <o:lock v:ext="edit" aspectratio="t"/>
            <w10:anchorlock/>
          </v:shape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2" w:after="0" w:line="200" w:lineRule="exact"/>
        <w:jc w:val="left"/>
        <w:rPr>
          <w:sz w:val="20"/>
          <w:szCs w:val="20"/>
        </w:rPr>
      </w:pPr>
    </w:p>
    <w:p>
      <w:pPr>
        <w:tabs>
          <w:tab w:val="left" w:pos="13060"/>
        </w:tabs>
        <w:spacing w:before="0" w:after="0" w:line="254" w:lineRule="exact"/>
        <w:ind w:left="3970" w:right="-20"/>
        <w:jc w:val="left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position w:val="0"/>
          <w:sz w:val="18"/>
          <w:szCs w:val="18"/>
        </w:rPr>
        <w:t>第</w:t>
      </w:r>
      <w:r>
        <w:rPr>
          <w:rFonts w:ascii="宋体" w:eastAsia="宋体" w:hAnsi="宋体" w:cs="宋体"/>
          <w:spacing w:val="-44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0"/>
          <w:sz w:val="18"/>
          <w:szCs w:val="18"/>
        </w:rPr>
        <w:t>5</w:t>
      </w:r>
      <w:r>
        <w:rPr>
          <w:rFonts w:ascii="宋体" w:eastAsia="宋体" w:hAnsi="宋体" w:cs="宋体"/>
          <w:spacing w:val="0"/>
          <w:position w:val="0"/>
          <w:sz w:val="18"/>
          <w:szCs w:val="18"/>
        </w:rPr>
        <w:t>页共</w:t>
      </w:r>
      <w:r>
        <w:rPr>
          <w:rFonts w:ascii="宋体" w:eastAsia="宋体" w:hAnsi="宋体" w:cs="宋体"/>
          <w:spacing w:val="-44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第</w:t>
      </w:r>
      <w:r>
        <w:rPr>
          <w:rFonts w:ascii="宋体" w:eastAsia="宋体" w:hAnsi="宋体" w:cs="宋体"/>
          <w:spacing w:val="-47"/>
          <w:w w:val="100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页共</w:t>
      </w:r>
      <w:r>
        <w:rPr>
          <w:rFonts w:ascii="宋体" w:eastAsia="宋体" w:hAnsi="宋体" w:cs="宋体"/>
          <w:spacing w:val="-44"/>
          <w:w w:val="100"/>
          <w:position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18"/>
          <w:szCs w:val="18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18"/>
          <w:szCs w:val="18"/>
        </w:rPr>
        <w:t>页</w:t>
      </w:r>
    </w:p>
    <w:sectPr>
      <w:type w:val="continuous"/>
      <w:pgSz w:w="20640" w:h="14580" w:orient="landscape"/>
      <w:pgMar w:top="1100" w:right="900" w:bottom="280" w:left="1600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83A3281"/>
    <w:rsid w:val="546F37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jpeg" /><Relationship Id="rId41" Type="http://schemas.openxmlformats.org/officeDocument/2006/relationships/image" Target="media/image37.jpeg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464"/>
    <customShpInfo spid="_x0000_s1465"/>
    <customShpInfo spid="_x0000_s1463"/>
    <customShpInfo spid="_x0000_s1462"/>
    <customShpInfo spid="_x0000_s1027"/>
    <customShpInfo spid="_x0000_s1028"/>
    <customShpInfo spid="_x0000_s1029"/>
    <customShpInfo spid="_x0000_s1030"/>
    <customShpInfo spid="_x0000_s1026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58"/>
    <customShpInfo spid="_x0000_s1061"/>
    <customShpInfo spid="_x0000_s1060"/>
    <customShpInfo spid="_x0000_s1063"/>
    <customShpInfo spid="_x0000_s1062"/>
    <customShpInfo spid="_x0000_s1065"/>
    <customShpInfo spid="_x0000_s1064"/>
    <customShpInfo spid="_x0000_s1067"/>
    <customShpInfo spid="_x0000_s1066"/>
    <customShpInfo spid="_x0000_s1069"/>
    <customShpInfo spid="_x0000_s1068"/>
    <customShpInfo spid="_x0000_s1071"/>
    <customShpInfo spid="_x0000_s1070"/>
    <customShpInfo spid="_x0000_s1073"/>
    <customShpInfo spid="_x0000_s1072"/>
    <customShpInfo spid="_x0000_s1075"/>
    <customShpInfo spid="_x0000_s1074"/>
    <customShpInfo spid="_x0000_s1077"/>
    <customShpInfo spid="_x0000_s1076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29"/>
    <customShpInfo spid="_x0000_s1128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49"/>
    <customShpInfo spid="_x0000_s1148"/>
    <customShpInfo spid="_x0000_s1151"/>
    <customShpInfo spid="_x0000_s115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  <customShpInfo spid="_x0000_s1161"/>
    <customShpInfo spid="_x0000_s1160"/>
    <customShpInfo spid="_x0000_s1163"/>
    <customShpInfo spid="_x0000_s1162"/>
    <customShpInfo spid="_x0000_s1165"/>
    <customShpInfo spid="_x0000_s1164"/>
    <customShpInfo spid="_x0000_s1167"/>
    <customShpInfo spid="_x0000_s1166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81"/>
    <customShpInfo spid="_x0000_s1180"/>
    <customShpInfo spid="_x0000_s1183"/>
    <customShpInfo spid="_x0000_s1182"/>
    <customShpInfo spid="_x0000_s1185"/>
    <customShpInfo spid="_x0000_s1184"/>
    <customShpInfo spid="_x0000_s1187"/>
    <customShpInfo spid="_x0000_s1186"/>
    <customShpInfo spid="_x0000_s1189"/>
    <customShpInfo spid="_x0000_s1188"/>
    <customShpInfo spid="_x0000_s1191"/>
    <customShpInfo spid="_x0000_s1190"/>
    <customShpInfo spid="_x0000_s1193"/>
    <customShpInfo spid="_x0000_s1192"/>
    <customShpInfo spid="_x0000_s1195"/>
    <customShpInfo spid="_x0000_s1194"/>
    <customShpInfo spid="_x0000_s1197"/>
    <customShpInfo spid="_x0000_s1196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11"/>
    <customShpInfo spid="_x0000_s1210"/>
    <customShpInfo spid="_x0000_s1213"/>
    <customShpInfo spid="_x0000_s1212"/>
    <customShpInfo spid="_x0000_s1215"/>
    <customShpInfo spid="_x0000_s1214"/>
    <customShpInfo spid="_x0000_s1217"/>
    <customShpInfo spid="_x0000_s1216"/>
    <customShpInfo spid="_x0000_s1219"/>
    <customShpInfo spid="_x0000_s1218"/>
    <customShpInfo spid="_x0000_s1221"/>
    <customShpInfo spid="_x0000_s1220"/>
    <customShpInfo spid="_x0000_s1223"/>
    <customShpInfo spid="_x0000_s1222"/>
    <customShpInfo spid="_x0000_s1225"/>
    <customShpInfo spid="_x0000_s1224"/>
    <customShpInfo spid="_x0000_s1227"/>
    <customShpInfo spid="_x0000_s1226"/>
    <customShpInfo spid="_x0000_s1229"/>
    <customShpInfo spid="_x0000_s1228"/>
    <customShpInfo spid="_x0000_s1231"/>
    <customShpInfo spid="_x0000_s1230"/>
    <customShpInfo spid="_x0000_s1233"/>
    <customShpInfo spid="_x0000_s1232"/>
    <customShpInfo spid="_x0000_s1235"/>
    <customShpInfo spid="_x0000_s1234"/>
    <customShpInfo spid="_x0000_s1237"/>
    <customShpInfo spid="_x0000_s1236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45"/>
    <customShpInfo spid="_x0000_s1244"/>
    <customShpInfo spid="_x0000_s1247"/>
    <customShpInfo spid="_x0000_s1246"/>
    <customShpInfo spid="_x0000_s1249"/>
    <customShpInfo spid="_x0000_s1248"/>
    <customShpInfo spid="_x0000_s1251"/>
    <customShpInfo spid="_x0000_s1250"/>
    <customShpInfo spid="_x0000_s1253"/>
    <customShpInfo spid="_x0000_s1252"/>
    <customShpInfo spid="_x0000_s1255"/>
    <customShpInfo spid="_x0000_s1254"/>
    <customShpInfo spid="_x0000_s1257"/>
    <customShpInfo spid="_x0000_s1256"/>
    <customShpInfo spid="_x0000_s1259"/>
    <customShpInfo spid="_x0000_s1258"/>
    <customShpInfo spid="_x0000_s1261"/>
    <customShpInfo spid="_x0000_s1260"/>
    <customShpInfo spid="_x0000_s1263"/>
    <customShpInfo spid="_x0000_s1262"/>
    <customShpInfo spid="_x0000_s1265"/>
    <customShpInfo spid="_x0000_s1264"/>
    <customShpInfo spid="_x0000_s1267"/>
    <customShpInfo spid="_x0000_s1266"/>
    <customShpInfo spid="_x0000_s1269"/>
    <customShpInfo spid="_x0000_s1268"/>
    <customShpInfo spid="_x0000_s1271"/>
    <customShpInfo spid="_x0000_s1270"/>
    <customShpInfo spid="_x0000_s1273"/>
    <customShpInfo spid="_x0000_s1272"/>
    <customShpInfo spid="_x0000_s1275"/>
    <customShpInfo spid="_x0000_s1274"/>
    <customShpInfo spid="_x0000_s1277"/>
    <customShpInfo spid="_x0000_s1276"/>
    <customShpInfo spid="_x0000_s1279"/>
    <customShpInfo spid="_x0000_s1278"/>
    <customShpInfo spid="_x0000_s1281"/>
    <customShpInfo spid="_x0000_s1280"/>
    <customShpInfo spid="_x0000_s1283"/>
    <customShpInfo spid="_x0000_s1282"/>
    <customShpInfo spid="_x0000_s1285"/>
    <customShpInfo spid="_x0000_s1284"/>
    <customShpInfo spid="_x0000_s1287"/>
    <customShpInfo spid="_x0000_s1286"/>
    <customShpInfo spid="_x0000_s1289"/>
    <customShpInfo spid="_x0000_s1288"/>
    <customShpInfo spid="_x0000_s1291"/>
    <customShpInfo spid="_x0000_s1290"/>
    <customShpInfo spid="_x0000_s1293"/>
    <customShpInfo spid="_x0000_s1292"/>
    <customShpInfo spid="_x0000_s1295"/>
    <customShpInfo spid="_x0000_s1294"/>
    <customShpInfo spid="_x0000_s1297"/>
    <customShpInfo spid="_x0000_s1296"/>
    <customShpInfo spid="_x0000_s1299"/>
    <customShpInfo spid="_x0000_s1298"/>
    <customShpInfo spid="_x0000_s1301"/>
    <customShpInfo spid="_x0000_s1300"/>
    <customShpInfo spid="_x0000_s1303"/>
    <customShpInfo spid="_x0000_s1302"/>
    <customShpInfo spid="_x0000_s1305"/>
    <customShpInfo spid="_x0000_s1304"/>
    <customShpInfo spid="_x0000_s1307"/>
    <customShpInfo spid="_x0000_s1306"/>
    <customShpInfo spid="_x0000_s1309"/>
    <customShpInfo spid="_x0000_s1308"/>
    <customShpInfo spid="_x0000_s1311"/>
    <customShpInfo spid="_x0000_s1310"/>
    <customShpInfo spid="_x0000_s1313"/>
    <customShpInfo spid="_x0000_s1312"/>
    <customShpInfo spid="_x0000_s1315"/>
    <customShpInfo spid="_x0000_s1314"/>
    <customShpInfo spid="_x0000_s1317"/>
    <customShpInfo spid="_x0000_s1316"/>
    <customShpInfo spid="_x0000_s1319"/>
    <customShpInfo spid="_x0000_s1318"/>
    <customShpInfo spid="_x0000_s1321"/>
    <customShpInfo spid="_x0000_s1320"/>
    <customShpInfo spid="_x0000_s1323"/>
    <customShpInfo spid="_x0000_s1322"/>
    <customShpInfo spid="_x0000_s1325"/>
    <customShpInfo spid="_x0000_s1324"/>
    <customShpInfo spid="_x0000_s1327"/>
    <customShpInfo spid="_x0000_s1326"/>
    <customShpInfo spid="_x0000_s1329"/>
    <customShpInfo spid="_x0000_s1328"/>
    <customShpInfo spid="_x0000_s1331"/>
    <customShpInfo spid="_x0000_s1330"/>
    <customShpInfo spid="_x0000_s1333"/>
    <customShpInfo spid="_x0000_s1332"/>
    <customShpInfo spid="_x0000_s1335"/>
    <customShpInfo spid="_x0000_s1334"/>
    <customShpInfo spid="_x0000_s1337"/>
    <customShpInfo spid="_x0000_s1336"/>
    <customShpInfo spid="_x0000_s1339"/>
    <customShpInfo spid="_x0000_s1338"/>
    <customShpInfo spid="_x0000_s1341"/>
    <customShpInfo spid="_x0000_s1340"/>
    <customShpInfo spid="_x0000_s1343"/>
    <customShpInfo spid="_x0000_s1342"/>
    <customShpInfo spid="_x0000_s1345"/>
    <customShpInfo spid="_x0000_s1344"/>
    <customShpInfo spid="_x0000_s1347"/>
    <customShpInfo spid="_x0000_s1346"/>
    <customShpInfo spid="_x0000_s1349"/>
    <customShpInfo spid="_x0000_s1348"/>
    <customShpInfo spid="_x0000_s1351"/>
    <customShpInfo spid="_x0000_s1350"/>
    <customShpInfo spid="_x0000_s1353"/>
    <customShpInfo spid="_x0000_s1352"/>
    <customShpInfo spid="_x0000_s1355"/>
    <customShpInfo spid="_x0000_s1354"/>
    <customShpInfo spid="_x0000_s1357"/>
    <customShpInfo spid="_x0000_s1356"/>
    <customShpInfo spid="_x0000_s1359"/>
    <customShpInfo spid="_x0000_s1358"/>
    <customShpInfo spid="_x0000_s1361"/>
    <customShpInfo spid="_x0000_s1360"/>
    <customShpInfo spid="_x0000_s1363"/>
    <customShpInfo spid="_x0000_s1362"/>
    <customShpInfo spid="_x0000_s1365"/>
    <customShpInfo spid="_x0000_s1364"/>
    <customShpInfo spid="_x0000_s1367"/>
    <customShpInfo spid="_x0000_s1366"/>
    <customShpInfo spid="_x0000_s1369"/>
    <customShpInfo spid="_x0000_s1368"/>
    <customShpInfo spid="_x0000_s1371"/>
    <customShpInfo spid="_x0000_s1370"/>
    <customShpInfo spid="_x0000_s1373"/>
    <customShpInfo spid="_x0000_s1372"/>
    <customShpInfo spid="_x0000_s1375"/>
    <customShpInfo spid="_x0000_s1374"/>
    <customShpInfo spid="_x0000_s1377"/>
    <customShpInfo spid="_x0000_s1376"/>
    <customShpInfo spid="_x0000_s1379"/>
    <customShpInfo spid="_x0000_s1378"/>
    <customShpInfo spid="_x0000_s1381"/>
    <customShpInfo spid="_x0000_s1380"/>
    <customShpInfo spid="_x0000_s1383"/>
    <customShpInfo spid="_x0000_s1382"/>
    <customShpInfo spid="_x0000_s1385"/>
    <customShpInfo spid="_x0000_s1384"/>
    <customShpInfo spid="_x0000_s1387"/>
    <customShpInfo spid="_x0000_s1386"/>
    <customShpInfo spid="_x0000_s1389"/>
    <customShpInfo spid="_x0000_s1388"/>
    <customShpInfo spid="_x0000_s1391"/>
    <customShpInfo spid="_x0000_s1390"/>
    <customShpInfo spid="_x0000_s1393"/>
    <customShpInfo spid="_x0000_s1392"/>
    <customShpInfo spid="_x0000_s1395"/>
    <customShpInfo spid="_x0000_s1394"/>
    <customShpInfo spid="_x0000_s1397"/>
    <customShpInfo spid="_x0000_s1396"/>
    <customShpInfo spid="_x0000_s1399"/>
    <customShpInfo spid="_x0000_s1398"/>
    <customShpInfo spid="_x0000_s1401"/>
    <customShpInfo spid="_x0000_s1400"/>
    <customShpInfo spid="_x0000_s1403"/>
    <customShpInfo spid="_x0000_s1402"/>
    <customShpInfo spid="_x0000_s1405"/>
    <customShpInfo spid="_x0000_s1404"/>
    <customShpInfo spid="_x0000_s1407"/>
    <customShpInfo spid="_x0000_s1406"/>
    <customShpInfo spid="_x0000_s1409"/>
    <customShpInfo spid="_x0000_s1408"/>
    <customShpInfo spid="_x0000_s1411"/>
    <customShpInfo spid="_x0000_s1410"/>
    <customShpInfo spid="_x0000_s1413"/>
    <customShpInfo spid="_x0000_s1412"/>
    <customShpInfo spid="_x0000_s1415"/>
    <customShpInfo spid="_x0000_s1414"/>
    <customShpInfo spid="_x0000_s1417"/>
    <customShpInfo spid="_x0000_s1416"/>
    <customShpInfo spid="_x0000_s1419"/>
    <customShpInfo spid="_x0000_s1418"/>
    <customShpInfo spid="_x0000_s1421"/>
    <customShpInfo spid="_x0000_s1420"/>
    <customShpInfo spid="_x0000_s1423"/>
    <customShpInfo spid="_x0000_s1422"/>
    <customShpInfo spid="_x0000_s1425"/>
    <customShpInfo spid="_x0000_s1424"/>
    <customShpInfo spid="_x0000_s1427"/>
    <customShpInfo spid="_x0000_s1426"/>
    <customShpInfo spid="_x0000_s1429"/>
    <customShpInfo spid="_x0000_s1428"/>
    <customShpInfo spid="_x0000_s1431"/>
    <customShpInfo spid="_x0000_s1430"/>
    <customShpInfo spid="_x0000_s1433"/>
    <customShpInfo spid="_x0000_s1432"/>
    <customShpInfo spid="_x0000_s1435"/>
    <customShpInfo spid="_x0000_s1434"/>
    <customShpInfo spid="_x0000_s1437"/>
    <customShpInfo spid="_x0000_s1436"/>
    <customShpInfo spid="_x0000_s1439"/>
    <customShpInfo spid="_x0000_s1438"/>
    <customShpInfo spid="_x0000_s1441"/>
    <customShpInfo spid="_x0000_s1440"/>
    <customShpInfo spid="_x0000_s1443"/>
    <customShpInfo spid="_x0000_s1442"/>
    <customShpInfo spid="_x0000_s1445"/>
    <customShpInfo spid="_x0000_s1444"/>
    <customShpInfo spid="_x0000_s1447"/>
    <customShpInfo spid="_x0000_s1446"/>
    <customShpInfo spid="_x0000_s1449"/>
    <customShpInfo spid="_x0000_s1448"/>
    <customShpInfo spid="_x0000_s1451"/>
    <customShpInfo spid="_x0000_s1450"/>
    <customShpInfo spid="_x0000_s1453"/>
    <customShpInfo spid="_x0000_s1452"/>
    <customShpInfo spid="_x0000_s1455"/>
    <customShpInfo spid="_x0000_s1454"/>
    <customShpInfo spid="_x0000_s1457"/>
    <customShpInfo spid="_x0000_s1456"/>
    <customShpInfo spid="_x0000_s1459"/>
    <customShpInfo spid="_x0000_s1458"/>
    <customShpInfo spid="_x0000_s1461"/>
    <customShpInfo spid="_x0000_s1460"/>
    <customShpInfo spid="_x0000_s104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6"/>
    <customShpInfo spid="_x0000_s1485"/>
    <customShpInfo spid="_x0000_s1488"/>
    <customShpInfo spid="_x0000_s1487"/>
    <customShpInfo spid="_x0000_s1490"/>
    <customShpInfo spid="_x0000_s1489"/>
    <customShpInfo spid="_x0000_s1492"/>
    <customShpInfo spid="_x0000_s1491"/>
    <customShpInfo spid="_x0000_s1495"/>
    <customShpInfo spid="_x0000_s1494"/>
    <customShpInfo spid="_x0000_s1497"/>
    <customShpInfo spid="_x0000_s1496"/>
    <customShpInfo spid="_x0000_s1499"/>
    <customShpInfo spid="_x0000_s1498"/>
    <customShpInfo spid="_x0000_s1501"/>
    <customShpInfo spid="_x0000_s1500"/>
    <customShpInfo spid="_x0000_s1503"/>
    <customShpInfo spid="_x0000_s1502"/>
    <customShpInfo spid="_x0000_s1505"/>
    <customShpInfo spid="_x0000_s1504"/>
    <customShpInfo spid="_x0000_s1507"/>
    <customShpInfo spid="_x0000_s1506"/>
    <customShpInfo spid="_x0000_s1509"/>
    <customShpInfo spid="_x0000_s1508"/>
    <customShpInfo spid="_x0000_s1511"/>
    <customShpInfo spid="_x0000_s1510"/>
    <customShpInfo spid="_x0000_s1513"/>
    <customShpInfo spid="_x0000_s1512"/>
    <customShpInfo spid="_x0000_s1515"/>
    <customShpInfo spid="_x0000_s1514"/>
    <customShpInfo spid="_x0000_s1517"/>
    <customShpInfo spid="_x0000_s1516"/>
    <customShpInfo spid="_x0000_s1519"/>
    <customShpInfo spid="_x0000_s1518"/>
    <customShpInfo spid="_x0000_s1521"/>
    <customShpInfo spid="_x0000_s1520"/>
    <customShpInfo spid="_x0000_s1523"/>
    <customShpInfo spid="_x0000_s1522"/>
    <customShpInfo spid="_x0000_s1525"/>
    <customShpInfo spid="_x0000_s1524"/>
    <customShpInfo spid="_x0000_s1527"/>
    <customShpInfo spid="_x0000_s1526"/>
    <customShpInfo spid="_x0000_s1529"/>
    <customShpInfo spid="_x0000_s1528"/>
    <customShpInfo spid="_x0000_s1531"/>
    <customShpInfo spid="_x0000_s1530"/>
    <customShpInfo spid="_x0000_s1533"/>
    <customShpInfo spid="_x0000_s1532"/>
    <customShpInfo spid="_x0000_s1535"/>
    <customShpInfo spid="_x0000_s1534"/>
    <customShpInfo spid="_x0000_s1537"/>
    <customShpInfo spid="_x0000_s1536"/>
    <customShpInfo spid="_x0000_s1539"/>
    <customShpInfo spid="_x0000_s1538"/>
    <customShpInfo spid="_x0000_s1541"/>
    <customShpInfo spid="_x0000_s1540"/>
    <customShpInfo spid="_x0000_s1543"/>
    <customShpInfo spid="_x0000_s1542"/>
    <customShpInfo spid="_x0000_s1545"/>
    <customShpInfo spid="_x0000_s1544"/>
    <customShpInfo spid="_x0000_s1547"/>
    <customShpInfo spid="_x0000_s1546"/>
    <customShpInfo spid="_x0000_s1549"/>
    <customShpInfo spid="_x0000_s1548"/>
    <customShpInfo spid="_x0000_s1551"/>
    <customShpInfo spid="_x0000_s1550"/>
    <customShpInfo spid="_x0000_s1553"/>
    <customShpInfo spid="_x0000_s1552"/>
    <customShpInfo spid="_x0000_s1555"/>
    <customShpInfo spid="_x0000_s1554"/>
    <customShpInfo spid="_x0000_s1557"/>
    <customShpInfo spid="_x0000_s1556"/>
    <customShpInfo spid="_x0000_s1559"/>
    <customShpInfo spid="_x0000_s1558"/>
    <customShpInfo spid="_x0000_s1561"/>
    <customShpInfo spid="_x0000_s1560"/>
    <customShpInfo spid="_x0000_s1563"/>
    <customShpInfo spid="_x0000_s1562"/>
    <customShpInfo spid="_x0000_s1565"/>
    <customShpInfo spid="_x0000_s1564"/>
    <customShpInfo spid="_x0000_s1567"/>
    <customShpInfo spid="_x0000_s1566"/>
    <customShpInfo spid="_x0000_s1569"/>
    <customShpInfo spid="_x0000_s1568"/>
    <customShpInfo spid="_x0000_s1571"/>
    <customShpInfo spid="_x0000_s1570"/>
    <customShpInfo spid="_x0000_s1573"/>
    <customShpInfo spid="_x0000_s1572"/>
    <customShpInfo spid="_x0000_s1575"/>
    <customShpInfo spid="_x0000_s1574"/>
    <customShpInfo spid="_x0000_s1577"/>
    <customShpInfo spid="_x0000_s1576"/>
    <customShpInfo spid="_x0000_s1579"/>
    <customShpInfo spid="_x0000_s1578"/>
    <customShpInfo spid="_x0000_s1581"/>
    <customShpInfo spid="_x0000_s1580"/>
    <customShpInfo spid="_x0000_s1583"/>
    <customShpInfo spid="_x0000_s1582"/>
    <customShpInfo spid="_x0000_s1585"/>
    <customShpInfo spid="_x0000_s1584"/>
    <customShpInfo spid="_x0000_s1587"/>
    <customShpInfo spid="_x0000_s1586"/>
    <customShpInfo spid="_x0000_s1589"/>
    <customShpInfo spid="_x0000_s1588"/>
    <customShpInfo spid="_x0000_s1591"/>
    <customShpInfo spid="_x0000_s1590"/>
    <customShpInfo spid="_x0000_s1593"/>
    <customShpInfo spid="_x0000_s1592"/>
    <customShpInfo spid="_x0000_s1595"/>
    <customShpInfo spid="_x0000_s1594"/>
    <customShpInfo spid="_x0000_s1597"/>
    <customShpInfo spid="_x0000_s1596"/>
    <customShpInfo spid="_x0000_s1599"/>
    <customShpInfo spid="_x0000_s1598"/>
    <customShpInfo spid="_x0000_s1601"/>
    <customShpInfo spid="_x0000_s1600"/>
    <customShpInfo spid="_x0000_s1603"/>
    <customShpInfo spid="_x0000_s1602"/>
    <customShpInfo spid="_x0000_s1605"/>
    <customShpInfo spid="_x0000_s1604"/>
    <customShpInfo spid="_x0000_s1607"/>
    <customShpInfo spid="_x0000_s1606"/>
    <customShpInfo spid="_x0000_s1609"/>
    <customShpInfo spid="_x0000_s1608"/>
    <customShpInfo spid="_x0000_s1611"/>
    <customShpInfo spid="_x0000_s1610"/>
    <customShpInfo spid="_x0000_s1613"/>
    <customShpInfo spid="_x0000_s1612"/>
    <customShpInfo spid="_x0000_s1615"/>
    <customShpInfo spid="_x0000_s1614"/>
    <customShpInfo spid="_x0000_s1617"/>
    <customShpInfo spid="_x0000_s1616"/>
    <customShpInfo spid="_x0000_s1619"/>
    <customShpInfo spid="_x0000_s1618"/>
    <customShpInfo spid="_x0000_s1621"/>
    <customShpInfo spid="_x0000_s1620"/>
    <customShpInfo spid="_x0000_s1623"/>
    <customShpInfo spid="_x0000_s1622"/>
    <customShpInfo spid="_x0000_s1625"/>
    <customShpInfo spid="_x0000_s1624"/>
    <customShpInfo spid="_x0000_s1627"/>
    <customShpInfo spid="_x0000_s1626"/>
    <customShpInfo spid="_x0000_s1629"/>
    <customShpInfo spid="_x0000_s1628"/>
    <customShpInfo spid="_x0000_s1631"/>
    <customShpInfo spid="_x0000_s1630"/>
    <customShpInfo spid="_x0000_s1633"/>
    <customShpInfo spid="_x0000_s1632"/>
    <customShpInfo spid="_x0000_s1635"/>
    <customShpInfo spid="_x0000_s1634"/>
    <customShpInfo spid="_x0000_s1637"/>
    <customShpInfo spid="_x0000_s1636"/>
    <customShpInfo spid="_x0000_s1639"/>
    <customShpInfo spid="_x0000_s1638"/>
    <customShpInfo spid="_x0000_s1641"/>
    <customShpInfo spid="_x0000_s1640"/>
    <customShpInfo spid="_x0000_s1643"/>
    <customShpInfo spid="_x0000_s1642"/>
    <customShpInfo spid="_x0000_s1645"/>
    <customShpInfo spid="_x0000_s1644"/>
    <customShpInfo spid="_x0000_s1647"/>
    <customShpInfo spid="_x0000_s1646"/>
    <customShpInfo spid="_x0000_s1649"/>
    <customShpInfo spid="_x0000_s1648"/>
    <customShpInfo spid="_x0000_s1651"/>
    <customShpInfo spid="_x0000_s1650"/>
    <customShpInfo spid="_x0000_s1653"/>
    <customShpInfo spid="_x0000_s1652"/>
    <customShpInfo spid="_x0000_s1655"/>
    <customShpInfo spid="_x0000_s1654"/>
    <customShpInfo spid="_x0000_s1657"/>
    <customShpInfo spid="_x0000_s1656"/>
    <customShpInfo spid="_x0000_s1659"/>
    <customShpInfo spid="_x0000_s1658"/>
    <customShpInfo spid="_x0000_s1661"/>
    <customShpInfo spid="_x0000_s1660"/>
    <customShpInfo spid="_x0000_s1663"/>
    <customShpInfo spid="_x0000_s1662"/>
    <customShpInfo spid="_x0000_s1665"/>
    <customShpInfo spid="_x0000_s1664"/>
    <customShpInfo spid="_x0000_s1667"/>
    <customShpInfo spid="_x0000_s1666"/>
    <customShpInfo spid="_x0000_s1669"/>
    <customShpInfo spid="_x0000_s1668"/>
    <customShpInfo spid="_x0000_s1671"/>
    <customShpInfo spid="_x0000_s1670"/>
    <customShpInfo spid="_x0000_s1673"/>
    <customShpInfo spid="_x0000_s1672"/>
    <customShpInfo spid="_x0000_s1675"/>
    <customShpInfo spid="_x0000_s1674"/>
    <customShpInfo spid="_x0000_s1677"/>
    <customShpInfo spid="_x0000_s1676"/>
    <customShpInfo spid="_x0000_s1679"/>
    <customShpInfo spid="_x0000_s1678"/>
    <customShpInfo spid="_x0000_s1681"/>
    <customShpInfo spid="_x0000_s1680"/>
    <customShpInfo spid="_x0000_s1683"/>
    <customShpInfo spid="_x0000_s1682"/>
    <customShpInfo spid="_x0000_s1685"/>
    <customShpInfo spid="_x0000_s1684"/>
    <customShpInfo spid="_x0000_s1687"/>
    <customShpInfo spid="_x0000_s1686"/>
    <customShpInfo spid="_x0000_s1689"/>
    <customShpInfo spid="_x0000_s1688"/>
    <customShpInfo spid="_x0000_s1691"/>
    <customShpInfo spid="_x0000_s1690"/>
    <customShpInfo spid="_x0000_s1693"/>
    <customShpInfo spid="_x0000_s1692"/>
    <customShpInfo spid="_x0000_s1695"/>
    <customShpInfo spid="_x0000_s1694"/>
    <customShpInfo spid="_x0000_s1697"/>
    <customShpInfo spid="_x0000_s1696"/>
    <customShpInfo spid="_x0000_s1699"/>
    <customShpInfo spid="_x0000_s1698"/>
    <customShpInfo spid="_x0000_s1701"/>
    <customShpInfo spid="_x0000_s1700"/>
    <customShpInfo spid="_x0000_s1703"/>
    <customShpInfo spid="_x0000_s1702"/>
    <customShpInfo spid="_x0000_s1705"/>
    <customShpInfo spid="_x0000_s1704"/>
    <customShpInfo spid="_x0000_s1707"/>
    <customShpInfo spid="_x0000_s1706"/>
    <customShpInfo spid="_x0000_s1709"/>
    <customShpInfo spid="_x0000_s1708"/>
    <customShpInfo spid="_x0000_s1711"/>
    <customShpInfo spid="_x0000_s1710"/>
    <customShpInfo spid="_x0000_s1713"/>
    <customShpInfo spid="_x0000_s1712"/>
    <customShpInfo spid="_x0000_s1715"/>
    <customShpInfo spid="_x0000_s1714"/>
    <customShpInfo spid="_x0000_s1717"/>
    <customShpInfo spid="_x0000_s1716"/>
    <customShpInfo spid="_x0000_s1719"/>
    <customShpInfo spid="_x0000_s1718"/>
    <customShpInfo spid="_x0000_s1721"/>
    <customShpInfo spid="_x0000_s1720"/>
    <customShpInfo spid="_x0000_s1723"/>
    <customShpInfo spid="_x0000_s1722"/>
    <customShpInfo spid="_x0000_s1725"/>
    <customShpInfo spid="_x0000_s1724"/>
    <customShpInfo spid="_x0000_s1727"/>
    <customShpInfo spid="_x0000_s1726"/>
    <customShpInfo spid="_x0000_s1729"/>
    <customShpInfo spid="_x0000_s1728"/>
    <customShpInfo spid="_x0000_s1731"/>
    <customShpInfo spid="_x0000_s1730"/>
    <customShpInfo spid="_x0000_s1733"/>
    <customShpInfo spid="_x0000_s1732"/>
    <customShpInfo spid="_x0000_s1735"/>
    <customShpInfo spid="_x0000_s1734"/>
    <customShpInfo spid="_x0000_s1737"/>
    <customShpInfo spid="_x0000_s1736"/>
    <customShpInfo spid="_x0000_s1739"/>
    <customShpInfo spid="_x0000_s1738"/>
    <customShpInfo spid="_x0000_s1741"/>
    <customShpInfo spid="_x0000_s1740"/>
    <customShpInfo spid="_x0000_s1743"/>
    <customShpInfo spid="_x0000_s1742"/>
    <customShpInfo spid="_x0000_s1745"/>
    <customShpInfo spid="_x0000_s1744"/>
    <customShpInfo spid="_x0000_s1747"/>
    <customShpInfo spid="_x0000_s1746"/>
    <customShpInfo spid="_x0000_s1749"/>
    <customShpInfo spid="_x0000_s1748"/>
    <customShpInfo spid="_x0000_s1751"/>
    <customShpInfo spid="_x0000_s1750"/>
    <customShpInfo spid="_x0000_s1753"/>
    <customShpInfo spid="_x0000_s1752"/>
    <customShpInfo spid="_x0000_s1755"/>
    <customShpInfo spid="_x0000_s1754"/>
    <customShpInfo spid="_x0000_s1757"/>
    <customShpInfo spid="_x0000_s1756"/>
    <customShpInfo spid="_x0000_s1759"/>
    <customShpInfo spid="_x0000_s1758"/>
    <customShpInfo spid="_x0000_s1761"/>
    <customShpInfo spid="_x0000_s1760"/>
    <customShpInfo spid="_x0000_s1763"/>
    <customShpInfo spid="_x0000_s1762"/>
    <customShpInfo spid="_x0000_s1765"/>
    <customShpInfo spid="_x0000_s1764"/>
    <customShpInfo spid="_x0000_s1767"/>
    <customShpInfo spid="_x0000_s1766"/>
    <customShpInfo spid="_x0000_s1769"/>
    <customShpInfo spid="_x0000_s1768"/>
    <customShpInfo spid="_x0000_s1771"/>
    <customShpInfo spid="_x0000_s1770"/>
    <customShpInfo spid="_x0000_s1773"/>
    <customShpInfo spid="_x0000_s1772"/>
    <customShpInfo spid="_x0000_s1775"/>
    <customShpInfo spid="_x0000_s1774"/>
    <customShpInfo spid="_x0000_s1777"/>
    <customShpInfo spid="_x0000_s1776"/>
    <customShpInfo spid="_x0000_s1779"/>
    <customShpInfo spid="_x0000_s1778"/>
    <customShpInfo spid="_x0000_s1781"/>
    <customShpInfo spid="_x0000_s1780"/>
    <customShpInfo spid="_x0000_s1783"/>
    <customShpInfo spid="_x0000_s1782"/>
    <customShpInfo spid="_x0000_s1785"/>
    <customShpInfo spid="_x0000_s1784"/>
    <customShpInfo spid="_x0000_s1787"/>
    <customShpInfo spid="_x0000_s1786"/>
    <customShpInfo spid="_x0000_s1789"/>
    <customShpInfo spid="_x0000_s1788"/>
    <customShpInfo spid="_x0000_s1791"/>
    <customShpInfo spid="_x0000_s1790"/>
    <customShpInfo spid="_x0000_s1793"/>
    <customShpInfo spid="_x0000_s1792"/>
    <customShpInfo spid="_x0000_s1795"/>
    <customShpInfo spid="_x0000_s1794"/>
    <customShpInfo spid="_x0000_s1797"/>
    <customShpInfo spid="_x0000_s1796"/>
    <customShpInfo spid="_x0000_s1799"/>
    <customShpInfo spid="_x0000_s1798"/>
    <customShpInfo spid="_x0000_s1801"/>
    <customShpInfo spid="_x0000_s1800"/>
    <customShpInfo spid="_x0000_s1803"/>
    <customShpInfo spid="_x0000_s1802"/>
    <customShpInfo spid="_x0000_s1805"/>
    <customShpInfo spid="_x0000_s1804"/>
    <customShpInfo spid="_x0000_s1807"/>
    <customShpInfo spid="_x0000_s1806"/>
    <customShpInfo spid="_x0000_s1809"/>
    <customShpInfo spid="_x0000_s1808"/>
    <customShpInfo spid="_x0000_s1811"/>
    <customShpInfo spid="_x0000_s1810"/>
    <customShpInfo spid="_x0000_s1813"/>
    <customShpInfo spid="_x0000_s1812"/>
    <customShpInfo spid="_x0000_s1815"/>
    <customShpInfo spid="_x0000_s1814"/>
    <customShpInfo spid="_x0000_s1817"/>
    <customShpInfo spid="_x0000_s1816"/>
    <customShpInfo spid="_x0000_s1819"/>
    <customShpInfo spid="_x0000_s1818"/>
    <customShpInfo spid="_x0000_s1821"/>
    <customShpInfo spid="_x0000_s1820"/>
    <customShpInfo spid="_x0000_s1823"/>
    <customShpInfo spid="_x0000_s1822"/>
    <customShpInfo spid="_x0000_s1825"/>
    <customShpInfo spid="_x0000_s1824"/>
    <customShpInfo spid="_x0000_s1827"/>
    <customShpInfo spid="_x0000_s1826"/>
    <customShpInfo spid="_x0000_s1829"/>
    <customShpInfo spid="_x0000_s1828"/>
    <customShpInfo spid="_x0000_s1831"/>
    <customShpInfo spid="_x0000_s1830"/>
    <customShpInfo spid="_x0000_s1833"/>
    <customShpInfo spid="_x0000_s1832"/>
    <customShpInfo spid="_x0000_s1835"/>
    <customShpInfo spid="_x0000_s1834"/>
    <customShpInfo spid="_x0000_s1837"/>
    <customShpInfo spid="_x0000_s1836"/>
    <customShpInfo spid="_x0000_s1839"/>
    <customShpInfo spid="_x0000_s1838"/>
    <customShpInfo spid="_x0000_s1841"/>
    <customShpInfo spid="_x0000_s1840"/>
    <customShpInfo spid="_x0000_s1843"/>
    <customShpInfo spid="_x0000_s1842"/>
    <customShpInfo spid="_x0000_s1845"/>
    <customShpInfo spid="_x0000_s1844"/>
    <customShpInfo spid="_x0000_s1847"/>
    <customShpInfo spid="_x0000_s1846"/>
    <customShpInfo spid="_x0000_s1849"/>
    <customShpInfo spid="_x0000_s1848"/>
    <customShpInfo spid="_x0000_s1851"/>
    <customShpInfo spid="_x0000_s1850"/>
    <customShpInfo spid="_x0000_s1853"/>
    <customShpInfo spid="_x0000_s1852"/>
    <customShpInfo spid="_x0000_s1855"/>
    <customShpInfo spid="_x0000_s1854"/>
    <customShpInfo spid="_x0000_s1857"/>
    <customShpInfo spid="_x0000_s1856"/>
    <customShpInfo spid="_x0000_s1859"/>
    <customShpInfo spid="_x0000_s1858"/>
    <customShpInfo spid="_x0000_s1861"/>
    <customShpInfo spid="_x0000_s1860"/>
    <customShpInfo spid="_x0000_s1863"/>
    <customShpInfo spid="_x0000_s1862"/>
    <customShpInfo spid="_x0000_s1865"/>
    <customShpInfo spid="_x0000_s1864"/>
    <customShpInfo spid="_x0000_s1867"/>
    <customShpInfo spid="_x0000_s1866"/>
    <customShpInfo spid="_x0000_s1869"/>
    <customShpInfo spid="_x0000_s1868"/>
    <customShpInfo spid="_x0000_s1871"/>
    <customShpInfo spid="_x0000_s1870"/>
    <customShpInfo spid="_x0000_s1873"/>
    <customShpInfo spid="_x0000_s1872"/>
    <customShpInfo spid="_x0000_s1875"/>
    <customShpInfo spid="_x0000_s1874"/>
    <customShpInfo spid="_x0000_s1877"/>
    <customShpInfo spid="_x0000_s1876"/>
    <customShpInfo spid="_x0000_s1879"/>
    <customShpInfo spid="_x0000_s1878"/>
    <customShpInfo spid="_x0000_s1881"/>
    <customShpInfo spid="_x0000_s1880"/>
    <customShpInfo spid="_x0000_s1883"/>
    <customShpInfo spid="_x0000_s1882"/>
    <customShpInfo spid="_x0000_s1885"/>
    <customShpInfo spid="_x0000_s1884"/>
    <customShpInfo spid="_x0000_s1887"/>
    <customShpInfo spid="_x0000_s1886"/>
    <customShpInfo spid="_x0000_s1889"/>
    <customShpInfo spid="_x0000_s1888"/>
    <customShpInfo spid="_x0000_s1891"/>
    <customShpInfo spid="_x0000_s1890"/>
    <customShpInfo spid="_x0000_s1893"/>
    <customShpInfo spid="_x0000_s1892"/>
    <customShpInfo spid="_x0000_s1895"/>
    <customShpInfo spid="_x0000_s1894"/>
    <customShpInfo spid="_x0000_s1897"/>
    <customShpInfo spid="_x0000_s1896"/>
    <customShpInfo spid="_x0000_s1899"/>
    <customShpInfo spid="_x0000_s1898"/>
    <customShpInfo spid="_x0000_s1901"/>
    <customShpInfo spid="_x0000_s1900"/>
    <customShpInfo spid="_x0000_s1903"/>
    <customShpInfo spid="_x0000_s1902"/>
    <customShpInfo spid="_x0000_s1905"/>
    <customShpInfo spid="_x0000_s1904"/>
    <customShpInfo spid="_x0000_s1907"/>
    <customShpInfo spid="_x0000_s1906"/>
    <customShpInfo spid="_x0000_s1909"/>
    <customShpInfo spid="_x0000_s1908"/>
    <customShpInfo spid="_x0000_s1493"/>
    <customShpInfo spid="_x0000_s1911"/>
    <customShpInfo spid="_x0000_s1910"/>
    <customShpInfo spid="_x0000_s1912"/>
    <customShpInfo spid="_x0000_s1913"/>
    <customShpInfo spid="_x0000_s1914"/>
    <customShpInfo spid="_x0000_s1915"/>
    <customShpInfo spid="_x0000_s1916"/>
    <customShpInfo spid="_x0000_s1917"/>
    <customShpInfo spid="_x0000_s1918"/>
    <customShpInfo spid="_x0000_s1919"/>
    <customShpInfo spid="_x0000_s1920"/>
    <customShpInfo spid="_x0000_s1921"/>
    <customShpInfo spid="_x0000_s1922"/>
    <customShpInfo spid="_x0000_s192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太原市第五十六中学校</dc:title>
  <dc:creator>微软用户</dc:creator>
  <cp:lastModifiedBy>DELL</cp:lastModifiedBy>
  <cp:revision>0</cp:revision>
  <dcterms:created xsi:type="dcterms:W3CDTF">2021-05-31T15:29:00Z</dcterms:created>
  <dcterms:modified xsi:type="dcterms:W3CDTF">2021-05-31T07:36:25Z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