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>
      <w:pPr>
        <w:spacing w:before="0" w:after="0" w:line="514" w:lineRule="exact"/>
        <w:ind w:left="2462" w:right="1366"/>
        <w:jc w:val="center"/>
        <w:rPr>
          <w:rFonts w:ascii="宋体" w:eastAsia="宋体" w:hAnsi="宋体" w:cs="宋体"/>
          <w:sz w:val="36"/>
          <w:szCs w:val="36"/>
        </w:rPr>
      </w:pPr>
      <w:r>
        <w:rPr>
          <w:rFonts w:ascii="宋体" w:eastAsia="宋体" w:hAnsi="宋体" w:cs="宋体"/>
          <w:spacing w:val="2"/>
          <w:w w:val="100"/>
          <w:position w:val="-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11633200</wp:posOffset>
            </wp:positionV>
            <wp:extent cx="330200" cy="393700"/>
            <wp:wrapNone/>
            <wp:docPr id="1005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1813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spacing w:val="2"/>
          <w:w w:val="100"/>
          <w:position w:val="-4"/>
          <w:sz w:val="36"/>
          <w:szCs w:val="36"/>
        </w:rPr>
        <w:t>太</w:t>
      </w:r>
      <w:r>
        <w:rPr>
          <w:rFonts w:ascii="宋体" w:eastAsia="宋体" w:hAnsi="宋体" w:cs="宋体"/>
          <w:spacing w:val="0"/>
          <w:w w:val="100"/>
          <w:position w:val="-4"/>
          <w:sz w:val="36"/>
          <w:szCs w:val="36"/>
        </w:rPr>
        <w:t>原</w:t>
      </w:r>
      <w:r>
        <w:rPr>
          <w:rFonts w:ascii="宋体" w:eastAsia="宋体" w:hAnsi="宋体" w:cs="宋体"/>
          <w:spacing w:val="2"/>
          <w:w w:val="100"/>
          <w:position w:val="-4"/>
          <w:sz w:val="36"/>
          <w:szCs w:val="36"/>
        </w:rPr>
        <w:t>市</w:t>
      </w:r>
      <w:r>
        <w:rPr>
          <w:rFonts w:ascii="宋体" w:eastAsia="宋体" w:hAnsi="宋体" w:cs="宋体"/>
          <w:spacing w:val="0"/>
          <w:w w:val="100"/>
          <w:position w:val="-4"/>
          <w:sz w:val="36"/>
          <w:szCs w:val="36"/>
        </w:rPr>
        <w:t>第</w:t>
      </w:r>
      <w:r>
        <w:rPr>
          <w:rFonts w:ascii="宋体" w:eastAsia="宋体" w:hAnsi="宋体" w:cs="宋体"/>
          <w:spacing w:val="2"/>
          <w:w w:val="100"/>
          <w:position w:val="-4"/>
          <w:sz w:val="36"/>
          <w:szCs w:val="36"/>
        </w:rPr>
        <w:t>五</w:t>
      </w:r>
      <w:r>
        <w:rPr>
          <w:rFonts w:ascii="宋体" w:eastAsia="宋体" w:hAnsi="宋体" w:cs="宋体"/>
          <w:spacing w:val="2"/>
          <w:w w:val="100"/>
          <w:position w:val="-4"/>
          <w:sz w:val="36"/>
          <w:szCs w:val="36"/>
        </w:rPr>
        <w:t>十</w:t>
      </w:r>
      <w:r>
        <w:rPr>
          <w:rFonts w:ascii="宋体" w:eastAsia="宋体" w:hAnsi="宋体" w:cs="宋体"/>
          <w:spacing w:val="0"/>
          <w:w w:val="100"/>
          <w:position w:val="-4"/>
          <w:sz w:val="36"/>
          <w:szCs w:val="36"/>
        </w:rPr>
        <w:t>六</w:t>
      </w:r>
      <w:r>
        <w:rPr>
          <w:rFonts w:ascii="宋体" w:eastAsia="宋体" w:hAnsi="宋体" w:cs="宋体"/>
          <w:spacing w:val="2"/>
          <w:w w:val="100"/>
          <w:position w:val="-4"/>
          <w:sz w:val="36"/>
          <w:szCs w:val="36"/>
        </w:rPr>
        <w:t>中</w:t>
      </w:r>
      <w:r>
        <w:rPr>
          <w:rFonts w:ascii="宋体" w:eastAsia="宋体" w:hAnsi="宋体" w:cs="宋体"/>
          <w:spacing w:val="0"/>
          <w:w w:val="100"/>
          <w:position w:val="-4"/>
          <w:sz w:val="36"/>
          <w:szCs w:val="36"/>
        </w:rPr>
        <w:t>学校</w:t>
      </w:r>
    </w:p>
    <w:p>
      <w:pPr>
        <w:spacing w:before="2" w:after="0" w:line="130" w:lineRule="exact"/>
        <w:jc w:val="left"/>
        <w:rPr>
          <w:sz w:val="13"/>
          <w:szCs w:val="13"/>
        </w:rPr>
      </w:pPr>
    </w:p>
    <w:p>
      <w:pPr>
        <w:spacing w:before="0" w:after="0" w:line="301" w:lineRule="auto"/>
        <w:ind w:left="1041" w:right="-55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Times New Roman" w:eastAsia="Times New Roman" w:hAnsi="Times New Roman" w:cs="Times New Roman"/>
          <w:spacing w:val="1"/>
          <w:w w:val="10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spacing w:val="-1"/>
          <w:w w:val="100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spacing w:val="1"/>
          <w:w w:val="10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spacing w:val="-1"/>
          <w:w w:val="100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spacing w:val="3"/>
          <w:w w:val="100"/>
          <w:sz w:val="32"/>
          <w:szCs w:val="32"/>
        </w:rPr>
        <w:t>—</w:t>
      </w:r>
      <w:r>
        <w:rPr>
          <w:rFonts w:ascii="Times New Roman" w:eastAsia="Times New Roman" w:hAnsi="Times New Roman" w:cs="Times New Roman"/>
          <w:spacing w:val="1"/>
          <w:w w:val="10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spacing w:val="-1"/>
          <w:w w:val="100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spacing w:val="1"/>
          <w:w w:val="10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spacing w:val="-16"/>
          <w:w w:val="100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0"/>
          <w:w w:val="99"/>
          <w:sz w:val="32"/>
          <w:szCs w:val="32"/>
        </w:rPr>
        <w:t>学</w:t>
      </w:r>
      <w:r>
        <w:rPr>
          <w:rFonts w:ascii="宋体" w:eastAsia="宋体" w:hAnsi="宋体" w:cs="宋体"/>
          <w:spacing w:val="3"/>
          <w:w w:val="99"/>
          <w:sz w:val="32"/>
          <w:szCs w:val="32"/>
        </w:rPr>
        <w:t>年</w:t>
      </w:r>
      <w:r>
        <w:rPr>
          <w:rFonts w:ascii="宋体" w:eastAsia="宋体" w:hAnsi="宋体" w:cs="宋体"/>
          <w:spacing w:val="0"/>
          <w:w w:val="99"/>
          <w:sz w:val="32"/>
          <w:szCs w:val="32"/>
        </w:rPr>
        <w:t>第二学</w:t>
      </w:r>
      <w:r>
        <w:rPr>
          <w:rFonts w:ascii="宋体" w:eastAsia="宋体" w:hAnsi="宋体" w:cs="宋体"/>
          <w:spacing w:val="3"/>
          <w:w w:val="99"/>
          <w:sz w:val="32"/>
          <w:szCs w:val="32"/>
        </w:rPr>
        <w:t>期</w:t>
      </w:r>
      <w:r>
        <w:rPr>
          <w:rFonts w:ascii="宋体" w:eastAsia="宋体" w:hAnsi="宋体" w:cs="宋体"/>
          <w:spacing w:val="0"/>
          <w:w w:val="99"/>
          <w:sz w:val="32"/>
          <w:szCs w:val="32"/>
        </w:rPr>
        <w:t>初一年</w:t>
      </w:r>
      <w:r>
        <w:rPr>
          <w:rFonts w:ascii="宋体" w:eastAsia="宋体" w:hAnsi="宋体" w:cs="宋体"/>
          <w:spacing w:val="3"/>
          <w:w w:val="99"/>
          <w:sz w:val="32"/>
          <w:szCs w:val="32"/>
        </w:rPr>
        <w:t>级</w:t>
      </w:r>
      <w:r>
        <w:rPr>
          <w:rFonts w:ascii="宋体" w:eastAsia="宋体" w:hAnsi="宋体" w:cs="宋体"/>
          <w:spacing w:val="0"/>
          <w:w w:val="99"/>
          <w:sz w:val="32"/>
          <w:szCs w:val="32"/>
        </w:rPr>
        <w:t>第</w:t>
      </w:r>
      <w:r>
        <w:rPr>
          <w:rFonts w:ascii="宋体" w:eastAsia="宋体" w:hAnsi="宋体" w:cs="宋体"/>
          <w:spacing w:val="3"/>
          <w:w w:val="99"/>
          <w:sz w:val="32"/>
          <w:szCs w:val="32"/>
        </w:rPr>
        <w:t>二</w:t>
      </w:r>
      <w:r>
        <w:rPr>
          <w:rFonts w:ascii="宋体" w:eastAsia="宋体" w:hAnsi="宋体" w:cs="宋体"/>
          <w:spacing w:val="0"/>
          <w:w w:val="99"/>
          <w:sz w:val="32"/>
          <w:szCs w:val="32"/>
        </w:rPr>
        <w:t>次月考</w:t>
      </w:r>
      <w:r>
        <w:rPr>
          <w:rFonts w:ascii="宋体" w:eastAsia="宋体" w:hAnsi="宋体" w:cs="宋体"/>
          <w:spacing w:val="0"/>
          <w:w w:val="99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0"/>
          <w:w w:val="99"/>
          <w:sz w:val="32"/>
          <w:szCs w:val="32"/>
        </w:rPr>
        <w:t>英</w:t>
      </w:r>
      <w:r>
        <w:rPr>
          <w:rFonts w:ascii="宋体" w:eastAsia="宋体" w:hAnsi="宋体" w:cs="宋体"/>
          <w:spacing w:val="3"/>
          <w:w w:val="99"/>
          <w:sz w:val="32"/>
          <w:szCs w:val="32"/>
        </w:rPr>
        <w:t>语</w:t>
      </w:r>
      <w:r>
        <w:rPr>
          <w:rFonts w:ascii="宋体" w:eastAsia="宋体" w:hAnsi="宋体" w:cs="宋体"/>
          <w:spacing w:val="0"/>
          <w:w w:val="99"/>
          <w:sz w:val="32"/>
          <w:szCs w:val="32"/>
        </w:rPr>
        <w:t>试卷</w:t>
      </w:r>
    </w:p>
    <w:p>
      <w:pPr>
        <w:tabs>
          <w:tab w:val="left" w:pos="4680"/>
        </w:tabs>
        <w:spacing w:before="19" w:after="0" w:line="240" w:lineRule="auto"/>
        <w:ind w:left="2755" w:right="1659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试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时间</w:t>
      </w:r>
      <w:r>
        <w:rPr>
          <w:rFonts w:ascii="宋体" w:eastAsia="宋体" w:hAnsi="宋体" w:cs="宋体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分值</w:t>
      </w:r>
      <w:r>
        <w:rPr>
          <w:rFonts w:ascii="宋体" w:eastAsia="宋体" w:hAnsi="宋体" w:cs="宋体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分</w:t>
      </w:r>
    </w:p>
    <w:p>
      <w:pPr>
        <w:spacing w:before="10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10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一</w:t>
      </w:r>
      <w:r>
        <w:rPr>
          <w:rFonts w:ascii="宋体" w:eastAsia="宋体" w:hAnsi="宋体" w:cs="宋体"/>
          <w:spacing w:val="2"/>
          <w:sz w:val="24"/>
          <w:szCs w:val="24"/>
        </w:rPr>
        <w:t>、</w:t>
      </w:r>
      <w:r>
        <w:rPr>
          <w:rFonts w:ascii="宋体" w:eastAsia="宋体" w:hAnsi="宋体" w:cs="宋体"/>
          <w:spacing w:val="0"/>
          <w:sz w:val="24"/>
          <w:szCs w:val="24"/>
        </w:rPr>
        <w:t>听</w:t>
      </w:r>
      <w:r>
        <w:rPr>
          <w:rFonts w:ascii="宋体" w:eastAsia="宋体" w:hAnsi="宋体" w:cs="宋体"/>
          <w:spacing w:val="2"/>
          <w:sz w:val="24"/>
          <w:szCs w:val="24"/>
        </w:rPr>
        <w:t>力</w:t>
      </w:r>
      <w:r>
        <w:rPr>
          <w:rFonts w:ascii="宋体" w:eastAsia="宋体" w:hAnsi="宋体" w:cs="宋体"/>
          <w:spacing w:val="0"/>
          <w:sz w:val="24"/>
          <w:szCs w:val="24"/>
        </w:rPr>
        <w:t>（共</w:t>
      </w:r>
      <w:r>
        <w:rPr>
          <w:rFonts w:ascii="宋体" w:eastAsia="宋体" w:hAnsi="宋体" w:cs="宋体"/>
          <w:spacing w:val="2"/>
          <w:sz w:val="24"/>
          <w:szCs w:val="24"/>
        </w:rPr>
        <w:t>四</w:t>
      </w:r>
      <w:r>
        <w:rPr>
          <w:rFonts w:ascii="宋体" w:eastAsia="宋体" w:hAnsi="宋体" w:cs="宋体"/>
          <w:spacing w:val="0"/>
          <w:sz w:val="24"/>
          <w:szCs w:val="24"/>
        </w:rPr>
        <w:t>节</w:t>
      </w:r>
      <w:r>
        <w:rPr>
          <w:rFonts w:ascii="宋体" w:eastAsia="宋体" w:hAnsi="宋体" w:cs="宋体"/>
          <w:spacing w:val="2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满分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分）</w:t>
      </w:r>
    </w:p>
    <w:p>
      <w:pPr>
        <w:spacing w:before="0" w:after="0" w:line="294" w:lineRule="exact"/>
        <w:ind w:left="102" w:right="-20"/>
        <w:jc w:val="left"/>
        <w:rPr>
          <w:rFonts w:ascii="宋体" w:eastAsia="宋体" w:hAnsi="宋体" w:cs="宋体"/>
          <w:sz w:val="21"/>
          <w:szCs w:val="21"/>
        </w:rPr>
      </w:pPr>
      <w:r>
        <w:pict>
          <v:group id="_x0000_s1025" style="width:368.16pt;height:215.76pt;margin-top:15.6pt;margin-left:90.48pt;mso-position-horizontal-relative:page;position:absolute;z-index:-251651072" coordorigin="1810,312" coordsize="7363,43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width:7210;height:1174;left:1906;position:absolute;top:312">
              <v:imagedata r:id="rId5" o:title=""/>
            </v:shape>
            <v:shape id="_x0000_s1027" type="#_x0000_t75" style="width:7363;height:1409;left:1810;position:absolute;top:1692">
              <v:imagedata r:id="rId6" o:title=""/>
            </v:shape>
            <v:group id="_x0000_s1028" style="width:6960;height:444;left:1987;position:absolute;top:1421" coordorigin="1987,1421" coordsize="6960,444">
              <v:shape id="_x0000_s1029" style="width:6960;height:444;left:1987;position:absolute;top:1421" coordorigin="1987,1421" coordsize="6960,444" path="m1987,1421l8947,1421,8947,1865,1987,1865,1987,1421xe" filled="t" fillcolor="white" stroked="f">
                <v:path arrowok="t"/>
              </v:shape>
            </v:group>
            <v:group id="_x0000_s1030" style="width:6975;height:458;left:1979;position:absolute;top:1413" coordorigin="1979,1413" coordsize="6975,458">
              <v:shape id="_x0000_s1031" style="width:6975;height:458;left:1979;position:absolute;top:1413" coordorigin="1979,1413" coordsize="6975,458" path="m8954,1871l1979,1871,1979,1413,8954,1413,8954,1421,1994,1421,1986,1428,1994,1428,1994,1856,1986,1856,1994,1864,8954,1864,8954,1871xe" filled="t" fillcolor="white" stroked="f">
                <v:path arrowok="t"/>
              </v:shape>
              <v:shape id="_x0000_s1032" style="width:6975;height:458;left:1979;position:absolute;top:1413" coordorigin="1979,1413" coordsize="6975,458" path="m1994,1428l1986,1428,1994,1421,1994,1428xe" filled="t" fillcolor="white" stroked="f">
                <v:path arrowok="t"/>
              </v:shape>
              <v:shape id="_x0000_s1033" style="width:6975;height:458;left:1979;position:absolute;top:1413" coordorigin="1979,1413" coordsize="6975,458" path="m8939,1428l1994,1428,1994,1421,8939,1421,8939,1428xe" filled="t" fillcolor="white" stroked="f">
                <v:path arrowok="t"/>
              </v:shape>
              <v:shape id="_x0000_s1034" style="width:6975;height:458;left:1979;position:absolute;top:1413" coordorigin="1979,1413" coordsize="6975,458" path="m8939,1864l8939,1421,8946,1428,8954,1428,8954,1856,8946,1856,8939,1864xe" filled="t" fillcolor="white" stroked="f">
                <v:path arrowok="t"/>
              </v:shape>
              <v:shape id="_x0000_s1035" style="width:6975;height:458;left:1979;position:absolute;top:1413" coordorigin="1979,1413" coordsize="6975,458" path="m8954,1428l8946,1428,8939,1421,8954,1421,8954,1428xe" filled="t" fillcolor="white" stroked="f">
                <v:path arrowok="t"/>
              </v:shape>
              <v:shape id="_x0000_s1036" style="width:6975;height:458;left:1979;position:absolute;top:1413" coordorigin="1979,1413" coordsize="6975,458" path="m1994,1864l1986,1856,1994,1856,1994,1864xe" filled="t" fillcolor="white" stroked="f">
                <v:path arrowok="t"/>
              </v:shape>
              <v:shape id="_x0000_s1037" style="width:6975;height:458;left:1979;position:absolute;top:1413" coordorigin="1979,1413" coordsize="6975,458" path="m8939,1864l1994,1864,1994,1856,8939,1856,8939,1864xe" filled="t" fillcolor="white" stroked="f">
                <v:path arrowok="t"/>
              </v:shape>
              <v:shape id="_x0000_s1038" style="width:6975;height:458;left:1979;position:absolute;top:1413" coordorigin="1979,1413" coordsize="6975,458" path="m8954,1864l8939,1864,8946,1856,8954,1856,8954,1864xe" filled="t" fillcolor="white" stroked="f">
                <v:path arrowok="t"/>
              </v:shape>
            </v:group>
            <v:group id="_x0000_s1039" style="width:6960;height:444;left:2035;position:absolute;top:3017" coordorigin="2035,3017" coordsize="6960,444">
              <v:shape id="_x0000_s1040" style="width:6960;height:444;left:2035;position:absolute;top:3017" coordorigin="2035,3017" coordsize="6960,444" path="m2035,3017l8995,3017,8995,3461,2035,3461,2035,3017xe" filled="t" fillcolor="white" stroked="f">
                <v:path arrowok="t"/>
              </v:shape>
            </v:group>
            <v:group id="_x0000_s1041" style="width:6975;height:458;left:2027;position:absolute;top:3009" coordorigin="2027,3009" coordsize="6975,458">
              <v:shape id="_x0000_s1042" style="width:6975;height:458;left:2027;position:absolute;top:3009" coordorigin="2027,3009" coordsize="6975,458" path="m9002,3467l2027,3467,2027,3009,9002,3009,9002,3017,2042,3017,2034,3024,2042,3024,2042,3452,2034,3452,2042,3460,9002,3460,9002,3467xe" filled="t" fillcolor="white" stroked="f">
                <v:path arrowok="t"/>
              </v:shape>
              <v:shape id="_x0000_s1043" style="width:6975;height:458;left:2027;position:absolute;top:3009" coordorigin="2027,3009" coordsize="6975,458" path="m2042,3024l2034,3024,2042,3017,2042,3024xe" filled="t" fillcolor="white" stroked="f">
                <v:path arrowok="t"/>
              </v:shape>
              <v:shape id="_x0000_s1044" style="width:6975;height:458;left:2027;position:absolute;top:3009" coordorigin="2027,3009" coordsize="6975,458" path="m8987,3024l2042,3024,2042,3017,8987,3017,8987,3024xe" filled="t" fillcolor="white" stroked="f">
                <v:path arrowok="t"/>
              </v:shape>
              <v:shape id="_x0000_s1045" style="width:6975;height:458;left:2027;position:absolute;top:3009" coordorigin="2027,3009" coordsize="6975,458" path="m8987,3460l8987,3017,8994,3024,9002,3024,9002,3452,8994,3452,8987,3460xe" filled="t" fillcolor="white" stroked="f">
                <v:path arrowok="t"/>
              </v:shape>
              <v:shape id="_x0000_s1046" style="width:6975;height:458;left:2027;position:absolute;top:3009" coordorigin="2027,3009" coordsize="6975,458" path="m9002,3024l8994,3024,8987,3017,9002,3017,9002,3024xe" filled="t" fillcolor="white" stroked="f">
                <v:path arrowok="t"/>
              </v:shape>
              <v:shape id="_x0000_s1047" style="width:6975;height:458;left:2027;position:absolute;top:3009" coordorigin="2027,3009" coordsize="6975,458" path="m2042,3460l2034,3452,2042,3452,2042,3460xe" filled="t" fillcolor="white" stroked="f">
                <v:path arrowok="t"/>
              </v:shape>
              <v:shape id="_x0000_s1048" style="width:6975;height:458;left:2027;position:absolute;top:3009" coordorigin="2027,3009" coordsize="6975,458" path="m8987,3460l2042,3460,2042,3452,8987,3452,8987,3460xe" filled="t" fillcolor="white" stroked="f">
                <v:path arrowok="t"/>
              </v:shape>
              <v:shape id="_x0000_s1049" style="width:6975;height:458;left:2027;position:absolute;top:3009" coordorigin="2027,3009" coordsize="6975,458" path="m9002,3460l8987,3460,8994,3452,9002,3452,9002,3460xe" filled="t" fillcolor="white" stroked="f">
                <v:path arrowok="t"/>
              </v:shape>
              <v:shape id="_x0000_s1050" type="#_x0000_t75" style="width:7099;height:1200;left:2038;position:absolute;top:3427">
                <v:imagedata r:id="rId7" o:title=""/>
              </v:shape>
            </v:group>
          </v:group>
        </w:pic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第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节</w:t>
      </w:r>
      <w:r>
        <w:rPr>
          <w:rFonts w:ascii="宋体" w:eastAsia="宋体" w:hAnsi="宋体" w:cs="宋体"/>
          <w:spacing w:val="-6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情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景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反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应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（共</w:t>
      </w:r>
      <w:r>
        <w:rPr>
          <w:rFonts w:ascii="宋体" w:eastAsia="宋体" w:hAnsi="宋体" w:cs="宋体"/>
          <w:spacing w:val="-5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每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小题</w:t>
      </w:r>
      <w:r>
        <w:rPr>
          <w:rFonts w:ascii="宋体" w:eastAsia="宋体" w:hAnsi="宋体" w:cs="宋体"/>
          <w:spacing w:val="-5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满分</w:t>
      </w:r>
      <w:r>
        <w:rPr>
          <w:rFonts w:ascii="宋体" w:eastAsia="宋体" w:hAnsi="宋体" w:cs="宋体"/>
          <w:spacing w:val="-5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分）</w:t>
      </w:r>
    </w:p>
    <w:p>
      <w:pPr>
        <w:spacing w:before="70" w:after="0" w:line="240" w:lineRule="auto"/>
        <w:ind w:left="10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0" w:after="0" w:line="120" w:lineRule="exact"/>
        <w:jc w:val="left"/>
        <w:rPr>
          <w:sz w:val="12"/>
          <w:szCs w:val="12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800"/>
          <w:tab w:val="left" w:pos="6680"/>
        </w:tabs>
        <w:spacing w:before="0" w:after="0" w:line="240" w:lineRule="auto"/>
        <w:ind w:left="841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</w:p>
    <w:p>
      <w:pPr>
        <w:spacing w:before="7" w:after="0" w:line="140" w:lineRule="exact"/>
        <w:jc w:val="left"/>
        <w:rPr>
          <w:sz w:val="14"/>
          <w:szCs w:val="14"/>
        </w:rPr>
      </w:pPr>
    </w:p>
    <w:p>
      <w:pPr>
        <w:spacing w:before="0" w:after="0" w:line="240" w:lineRule="auto"/>
        <w:ind w:left="10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6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860"/>
          <w:tab w:val="left" w:pos="6720"/>
        </w:tabs>
        <w:spacing w:before="0" w:after="0" w:line="240" w:lineRule="auto"/>
        <w:ind w:left="889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</w:p>
    <w:p>
      <w:pPr>
        <w:spacing w:before="1" w:after="0" w:line="110" w:lineRule="exact"/>
        <w:jc w:val="left"/>
        <w:rPr>
          <w:sz w:val="11"/>
          <w:szCs w:val="11"/>
        </w:rPr>
      </w:pPr>
    </w:p>
    <w:p>
      <w:pPr>
        <w:spacing w:before="0" w:after="0" w:line="240" w:lineRule="auto"/>
        <w:ind w:left="10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br w:type="column"/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2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width:379.07pt;height:100.37pt;margin-top:-98.64pt;margin-left:551.8pt;mso-position-horizontal-relative:page;position:absolute;z-index:-251648000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282"/>
                    <w:gridCol w:w="3112"/>
                    <w:gridCol w:w="2188"/>
                  </w:tblGrid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04"/>
                      <w:jc w:val="left"/>
                    </w:trPr>
                    <w:tc>
                      <w:tcPr>
                        <w:tcW w:w="22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72" w:after="0" w:line="240" w:lineRule="auto"/>
                          <w:ind w:left="40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6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6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2"/>
                            <w:w w:val="100"/>
                            <w:sz w:val="21"/>
                            <w:szCs w:val="21"/>
                          </w:rPr>
                          <w:t>’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y</w:t>
                        </w:r>
                      </w:p>
                    </w:tc>
                    <w:tc>
                      <w:tcPr>
                        <w:tcW w:w="31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72" w:after="0" w:line="240" w:lineRule="auto"/>
                          <w:ind w:left="539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B.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2"/>
                            <w:w w:val="100"/>
                            <w:sz w:val="21"/>
                            <w:szCs w:val="21"/>
                          </w:rPr>
                          <w:t>’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y</w:t>
                        </w:r>
                      </w:p>
                    </w:tc>
                    <w:tc>
                      <w:tcPr>
                        <w:tcW w:w="21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72" w:after="0" w:line="240" w:lineRule="auto"/>
                          <w:ind w:left="454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C.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2"/>
                            <w:w w:val="100"/>
                            <w:sz w:val="21"/>
                            <w:szCs w:val="21"/>
                          </w:rPr>
                          <w:t>’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y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00"/>
                      <w:jc w:val="left"/>
                    </w:trPr>
                    <w:tc>
                      <w:tcPr>
                        <w:tcW w:w="22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7" w:after="0" w:line="240" w:lineRule="auto"/>
                          <w:ind w:left="40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7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6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9"/>
                            <w:w w:val="100"/>
                            <w:sz w:val="21"/>
                            <w:szCs w:val="21"/>
                          </w:rPr>
                          <w:t>V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isiti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8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</w:t>
                        </w:r>
                      </w:p>
                    </w:tc>
                    <w:tc>
                      <w:tcPr>
                        <w:tcW w:w="31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7" w:after="0" w:line="240" w:lineRule="auto"/>
                          <w:ind w:left="499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B.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Cli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in</w:t>
                        </w:r>
                      </w:p>
                    </w:tc>
                    <w:tc>
                      <w:tcPr>
                        <w:tcW w:w="21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7" w:after="0" w:line="240" w:lineRule="auto"/>
                          <w:ind w:left="421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C.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e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01"/>
                      <w:jc w:val="left"/>
                    </w:trPr>
                    <w:tc>
                      <w:tcPr>
                        <w:tcW w:w="22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8" w:after="0" w:line="240" w:lineRule="auto"/>
                          <w:ind w:left="40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8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6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k</w:t>
                        </w:r>
                      </w:p>
                    </w:tc>
                    <w:tc>
                      <w:tcPr>
                        <w:tcW w:w="31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8" w:after="0" w:line="240" w:lineRule="auto"/>
                          <w:ind w:left="458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B.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6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l</w:t>
                        </w:r>
                      </w:p>
                    </w:tc>
                    <w:tc>
                      <w:tcPr>
                        <w:tcW w:w="21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8" w:after="0" w:line="240" w:lineRule="auto"/>
                          <w:ind w:left="476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C.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st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re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00"/>
                      <w:jc w:val="left"/>
                    </w:trPr>
                    <w:tc>
                      <w:tcPr>
                        <w:tcW w:w="22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8" w:after="0" w:line="240" w:lineRule="auto"/>
                          <w:ind w:left="40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9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6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3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rk</w:t>
                        </w:r>
                      </w:p>
                    </w:tc>
                    <w:tc>
                      <w:tcPr>
                        <w:tcW w:w="31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8" w:after="0" w:line="240" w:lineRule="auto"/>
                          <w:ind w:left="446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B.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3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ri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e</w:t>
                        </w:r>
                      </w:p>
                    </w:tc>
                    <w:tc>
                      <w:tcPr>
                        <w:tcW w:w="21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8" w:after="0" w:line="240" w:lineRule="auto"/>
                          <w:ind w:left="502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C.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3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3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04"/>
                      <w:jc w:val="left"/>
                    </w:trPr>
                    <w:tc>
                      <w:tcPr>
                        <w:tcW w:w="22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7" w:after="0" w:line="240" w:lineRule="auto"/>
                          <w:ind w:left="40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7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3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n</w:t>
                        </w:r>
                      </w:p>
                    </w:tc>
                    <w:tc>
                      <w:tcPr>
                        <w:tcW w:w="311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7" w:after="0" w:line="240" w:lineRule="auto"/>
                          <w:ind w:left="453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B.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m</w:t>
                        </w:r>
                      </w:p>
                    </w:tc>
                    <w:tc>
                      <w:tcPr>
                        <w:tcW w:w="21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7" w:after="0" w:line="240" w:lineRule="auto"/>
                          <w:ind w:left="478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C.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Bill</w:t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</w:p>
              </w:txbxContent>
            </v:textbox>
          </v:shape>
        </w:pic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第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节</w:t>
      </w:r>
      <w:r>
        <w:rPr>
          <w:rFonts w:ascii="宋体" w:eastAsia="宋体" w:hAnsi="宋体" w:cs="宋体"/>
          <w:spacing w:val="-6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语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篇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解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（共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小题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满分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分）</w:t>
      </w:r>
    </w:p>
    <w:p>
      <w:pPr>
        <w:spacing w:before="4" w:after="0" w:line="170" w:lineRule="exact"/>
        <w:jc w:val="left"/>
        <w:rPr>
          <w:sz w:val="17"/>
          <w:szCs w:val="17"/>
        </w:rPr>
      </w:pPr>
    </w:p>
    <w:p>
      <w:pPr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7" w:after="0" w:line="150" w:lineRule="exact"/>
        <w:jc w:val="left"/>
        <w:rPr>
          <w:sz w:val="15"/>
          <w:szCs w:val="15"/>
        </w:rPr>
      </w:pPr>
    </w:p>
    <w:p>
      <w:pPr>
        <w:tabs>
          <w:tab w:val="left" w:pos="2560"/>
          <w:tab w:val="left" w:pos="5680"/>
        </w:tabs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tabs>
          <w:tab w:val="left" w:pos="2580"/>
          <w:tab w:val="left" w:pos="5680"/>
        </w:tabs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</w:p>
    <w:p>
      <w:pPr>
        <w:spacing w:before="7" w:after="0" w:line="150" w:lineRule="exact"/>
        <w:jc w:val="left"/>
        <w:rPr>
          <w:sz w:val="15"/>
          <w:szCs w:val="15"/>
        </w:rPr>
      </w:pPr>
    </w:p>
    <w:p>
      <w:pPr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2"/>
          <w:w w:val="10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ll?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tabs>
          <w:tab w:val="left" w:pos="2640"/>
          <w:tab w:val="left" w:pos="5720"/>
        </w:tabs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r?</w:t>
      </w:r>
    </w:p>
    <w:p>
      <w:pPr>
        <w:spacing w:before="7" w:after="0" w:line="150" w:lineRule="exact"/>
        <w:jc w:val="left"/>
        <w:rPr>
          <w:sz w:val="15"/>
          <w:szCs w:val="15"/>
        </w:rPr>
      </w:pPr>
    </w:p>
    <w:p>
      <w:pPr>
        <w:tabs>
          <w:tab w:val="left" w:pos="2640"/>
          <w:tab w:val="left" w:pos="5680"/>
        </w:tabs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tabs>
          <w:tab w:val="left" w:pos="2720"/>
          <w:tab w:val="left" w:pos="5640"/>
        </w:tabs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ile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</w:p>
    <w:p>
      <w:pPr>
        <w:spacing w:before="58" w:after="0" w:line="321" w:lineRule="exact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第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四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节</w:t>
      </w:r>
      <w:r>
        <w:rPr>
          <w:rFonts w:ascii="宋体" w:eastAsia="宋体" w:hAnsi="宋体" w:cs="宋体"/>
          <w:spacing w:val="-6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听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力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填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空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（共</w:t>
      </w:r>
      <w:r>
        <w:rPr>
          <w:rFonts w:ascii="宋体" w:eastAsia="宋体" w:hAnsi="宋体" w:cs="宋体"/>
          <w:spacing w:val="-50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每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小题</w:t>
      </w:r>
      <w:r>
        <w:rPr>
          <w:rFonts w:ascii="宋体" w:eastAsia="宋体" w:hAnsi="宋体" w:cs="宋体"/>
          <w:spacing w:val="-52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满分</w:t>
      </w:r>
      <w:r>
        <w:rPr>
          <w:rFonts w:ascii="宋体" w:eastAsia="宋体" w:hAnsi="宋体" w:cs="宋体"/>
          <w:spacing w:val="-50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分）</w:t>
      </w:r>
    </w:p>
    <w:p>
      <w:pPr>
        <w:spacing w:after="0" w:line="321" w:lineRule="exact"/>
        <w:jc w:val="left"/>
        <w:rPr>
          <w:rFonts w:ascii="宋体" w:eastAsia="宋体" w:hAnsi="宋体" w:cs="宋体"/>
          <w:sz w:val="21"/>
          <w:szCs w:val="21"/>
        </w:rPr>
        <w:sectPr>
          <w:footerReference w:type="default" r:id="rId8"/>
          <w:headerReference w:type="first" r:id="rId9"/>
          <w:type w:val="continuous"/>
          <w:pgSz w:w="20640" w:h="14580" w:orient="landscape"/>
          <w:pgMar w:top="1100" w:right="1780" w:bottom="1180" w:left="1600" w:header="708" w:footer="997"/>
          <w:cols w:num="2" w:space="708" w:equalWidth="0">
            <w:col w:w="7554" w:space="1922"/>
            <w:col w:w="7784"/>
          </w:cols>
        </w:sectPr>
      </w:pPr>
    </w:p>
    <w:p>
      <w:pPr>
        <w:spacing w:before="7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860"/>
          <w:tab w:val="left" w:pos="6720"/>
        </w:tabs>
        <w:spacing w:before="32" w:after="0" w:line="237" w:lineRule="exact"/>
        <w:ind w:left="889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shape id="_x0000_s1052" type="#_x0000_t202" style="width:385.2pt;height:148.92pt;margin-top:-35.11pt;margin-left:553.02pt;mso-position-horizontal-relative:page;position:absolute;z-index:-251649024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52"/>
                    <w:gridCol w:w="6528"/>
                  </w:tblGrid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48"/>
                      <w:jc w:val="left"/>
                    </w:trPr>
                    <w:tc>
                      <w:tcPr>
                        <w:tcW w:w="11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spacing w:before="8" w:after="0" w:line="150" w:lineRule="exact"/>
                          <w:jc w:val="left"/>
                          <w:rPr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before="0" w:after="0" w:line="240" w:lineRule="auto"/>
                          <w:ind w:left="102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e</w:t>
                        </w:r>
                      </w:p>
                    </w:tc>
                    <w:tc>
                      <w:tcPr>
                        <w:tcW w:w="65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spacing w:before="8" w:after="0" w:line="150" w:lineRule="exact"/>
                          <w:jc w:val="left"/>
                          <w:rPr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tabs>
                            <w:tab w:val="left" w:pos="1040"/>
                          </w:tabs>
                          <w:spacing w:before="0" w:after="0" w:line="240" w:lineRule="auto"/>
                          <w:ind w:left="102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6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3"/>
                            <w:w w:val="100"/>
                            <w:sz w:val="21"/>
                            <w:szCs w:val="21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’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g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10"/>
                      <w:jc w:val="left"/>
                    </w:trPr>
                    <w:tc>
                      <w:tcPr>
                        <w:tcW w:w="11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spacing w:before="9" w:after="0" w:line="150" w:lineRule="exact"/>
                          <w:jc w:val="left"/>
                          <w:rPr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before="0" w:after="0" w:line="240" w:lineRule="auto"/>
                          <w:ind w:left="102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e</w:t>
                        </w:r>
                      </w:p>
                    </w:tc>
                    <w:tc>
                      <w:tcPr>
                        <w:tcW w:w="65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spacing w:before="9" w:after="0" w:line="150" w:lineRule="exact"/>
                          <w:jc w:val="left"/>
                          <w:rPr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before="0" w:after="0" w:line="240" w:lineRule="auto"/>
                          <w:ind w:left="102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48"/>
                      <w:jc w:val="left"/>
                    </w:trPr>
                    <w:tc>
                      <w:tcPr>
                        <w:tcW w:w="11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spacing w:before="9" w:after="0" w:line="150" w:lineRule="exact"/>
                          <w:jc w:val="left"/>
                          <w:rPr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before="0" w:after="0" w:line="240" w:lineRule="auto"/>
                          <w:ind w:left="102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2"/>
                            <w:w w:val="100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r</w:t>
                        </w:r>
                      </w:p>
                    </w:tc>
                    <w:tc>
                      <w:tcPr>
                        <w:tcW w:w="65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spacing w:before="9" w:after="0" w:line="150" w:lineRule="exact"/>
                          <w:jc w:val="left"/>
                          <w:rPr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tabs>
                            <w:tab w:val="left" w:pos="1940"/>
                          </w:tabs>
                          <w:spacing w:before="0" w:after="0" w:line="240" w:lineRule="auto"/>
                          <w:ind w:left="102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99"/>
                            <w:sz w:val="21"/>
                            <w:szCs w:val="21"/>
                          </w:rPr>
                          <w:t>wy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99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7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224"/>
                            <w:sz w:val="21"/>
                            <w:szCs w:val="21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  <w:u w:val="single" w:color="000000"/>
                          </w:rPr>
                          <w:tab/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1658"/>
                      <w:jc w:val="left"/>
                    </w:trPr>
                    <w:tc>
                      <w:tcPr>
                        <w:tcW w:w="11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spacing w:before="9" w:after="0" w:line="150" w:lineRule="exact"/>
                          <w:jc w:val="left"/>
                          <w:rPr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spacing w:before="0" w:after="0" w:line="398" w:lineRule="auto"/>
                          <w:ind w:left="102" w:right="169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&amp;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v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s</w:t>
                        </w:r>
                      </w:p>
                    </w:tc>
                    <w:tc>
                      <w:tcPr>
                        <w:tcW w:w="65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spacing w:before="6" w:after="0" w:line="140" w:lineRule="exact"/>
                          <w:jc w:val="left"/>
                          <w:rPr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tabs>
                            <w:tab w:val="left" w:pos="520"/>
                            <w:tab w:val="left" w:pos="4700"/>
                          </w:tabs>
                          <w:spacing w:before="0" w:after="0" w:line="240" w:lineRule="auto"/>
                          <w:ind w:left="102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Segoe MDL2 Assets" w:eastAsia="Segoe MDL2 Assets" w:hAnsi="Segoe MDL2 Assets" w:cs="Segoe MDL2 Assets"/>
                            <w:w w:val="88"/>
                            <w:sz w:val="21"/>
                            <w:szCs w:val="21"/>
                          </w:rPr>
                          <w:sym w:font="Segoe MDL2 Assets" w:char="F0B2"/>
                        </w:r>
                        <w:r>
                          <w:rPr>
                            <w:rFonts w:ascii="Segoe MDL2 Assets" w:eastAsia="Segoe MDL2 Assets" w:hAnsi="Segoe MDL2 Assets" w:cs="Segoe MDL2 Assets"/>
                            <w:w w:val="100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99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99"/>
                            <w:sz w:val="21"/>
                            <w:szCs w:val="21"/>
                          </w:rPr>
                          <w:t>with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99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99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99"/>
                            <w:sz w:val="21"/>
                            <w:szCs w:val="21"/>
                          </w:rPr>
                          <w:t>ss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99"/>
                            <w:sz w:val="21"/>
                            <w:szCs w:val="21"/>
                          </w:rPr>
                          <w:t>s: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99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99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99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99"/>
                            <w:sz w:val="21"/>
                            <w:szCs w:val="21"/>
                          </w:rPr>
                          <w:t>to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99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99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99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8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224"/>
                            <w:sz w:val="21"/>
                            <w:szCs w:val="21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  <w:u w:val="single" w:color="000000"/>
                          </w:rPr>
                          <w:tab/>
                        </w:r>
                      </w:p>
                      <w:p>
                        <w:pPr>
                          <w:spacing w:before="3" w:after="0" w:line="140" w:lineRule="exact"/>
                          <w:jc w:val="left"/>
                          <w:rPr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tabs>
                            <w:tab w:val="left" w:pos="520"/>
                          </w:tabs>
                          <w:spacing w:before="0" w:after="0" w:line="240" w:lineRule="auto"/>
                          <w:ind w:left="102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Segoe MDL2 Assets" w:eastAsia="Segoe MDL2 Assets" w:hAnsi="Segoe MDL2 Assets" w:cs="Segoe MDL2 Assets"/>
                            <w:spacing w:val="0"/>
                            <w:w w:val="100"/>
                            <w:sz w:val="21"/>
                            <w:szCs w:val="21"/>
                          </w:rPr>
                          <w:sym w:font="Segoe MDL2 Assets" w:char="F0B2"/>
                        </w:r>
                        <w:r>
                          <w:rPr>
                            <w:rFonts w:ascii="Segoe MDL2 Assets" w:eastAsia="Segoe MDL2 Assets" w:hAnsi="Segoe MDL2 Assets" w:cs="Segoe MDL2 Assets"/>
                            <w:spacing w:val="0"/>
                            <w:w w:val="100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3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rl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ri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6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j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fr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st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re</w:t>
                        </w:r>
                      </w:p>
                      <w:p>
                        <w:pPr>
                          <w:spacing w:before="5" w:after="0" w:line="140" w:lineRule="exact"/>
                          <w:jc w:val="left"/>
                          <w:rPr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tabs>
                            <w:tab w:val="left" w:pos="520"/>
                            <w:tab w:val="left" w:pos="3340"/>
                          </w:tabs>
                          <w:spacing w:before="0" w:after="0" w:line="240" w:lineRule="auto"/>
                          <w:ind w:left="102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Segoe MDL2 Assets" w:eastAsia="Segoe MDL2 Assets" w:hAnsi="Segoe MDL2 Assets" w:cs="Segoe MDL2 Assets"/>
                            <w:spacing w:val="0"/>
                            <w:w w:val="100"/>
                            <w:sz w:val="21"/>
                            <w:szCs w:val="21"/>
                          </w:rPr>
                          <w:sym w:font="Segoe MDL2 Assets" w:char="F0B2"/>
                        </w:r>
                        <w:r>
                          <w:rPr>
                            <w:rFonts w:ascii="Segoe MDL2 Assets" w:eastAsia="Segoe MDL2 Assets" w:hAnsi="Segoe MDL2 Assets" w:cs="Segoe MDL2 Assets"/>
                            <w:spacing w:val="0"/>
                            <w:w w:val="100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ld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with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ig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9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2"/>
                            <w:w w:val="100"/>
                            <w:sz w:val="21"/>
                            <w:szCs w:val="21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6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6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str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</w:t>
                        </w:r>
                      </w:p>
                      <w:p>
                        <w:pPr>
                          <w:spacing w:before="5" w:after="0" w:line="140" w:lineRule="exact"/>
                          <w:jc w:val="left"/>
                          <w:rPr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tabs>
                            <w:tab w:val="left" w:pos="520"/>
                            <w:tab w:val="left" w:pos="3000"/>
                          </w:tabs>
                          <w:spacing w:before="0" w:after="0" w:line="240" w:lineRule="auto"/>
                          <w:ind w:left="102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Segoe MDL2 Assets" w:eastAsia="Segoe MDL2 Assets" w:hAnsi="Segoe MDL2 Assets" w:cs="Segoe MDL2 Assets"/>
                            <w:spacing w:val="0"/>
                            <w:w w:val="100"/>
                            <w:sz w:val="21"/>
                            <w:szCs w:val="21"/>
                          </w:rPr>
                          <w:sym w:font="Segoe MDL2 Assets" w:char="F0B2"/>
                        </w:r>
                        <w:r>
                          <w:rPr>
                            <w:rFonts w:ascii="Segoe MDL2 Assets" w:eastAsia="Segoe MDL2 Assets" w:hAnsi="Segoe MDL2 Assets" w:cs="Segoe MDL2 Assets"/>
                            <w:spacing w:val="0"/>
                            <w:w w:val="100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3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ll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li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2"/>
                            <w:w w:val="100"/>
                            <w:sz w:val="21"/>
                            <w:szCs w:val="21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str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</w:t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C</w:t>
      </w:r>
    </w:p>
    <w:p>
      <w:pPr>
        <w:spacing w:before="8" w:after="0" w:line="140" w:lineRule="exact"/>
        <w:jc w:val="left"/>
        <w:rPr>
          <w:sz w:val="14"/>
          <w:szCs w:val="14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32" w:after="0" w:line="237" w:lineRule="exact"/>
        <w:ind w:left="10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group id="_x0000_s1053" style="width:349.95pt;height:168.58pt;margin-top:-7.61pt;margin-left:100.72pt;mso-position-horizontal-relative:page;position:absolute;z-index:-251650048" coordorigin="2014,-152" coordsize="6999,3372">
            <v:shape id="_x0000_s1054" type="#_x0000_t75" style="width:6847;height:1162;left:2110;position:absolute;top:-152">
              <v:imagedata r:id="rId10" o:title=""/>
            </v:shape>
            <v:group id="_x0000_s1055" style="width:6960;height:442;left:2047;position:absolute;top:993" coordorigin="2047,993" coordsize="6960,442">
              <v:shape id="_x0000_s1056" style="width:6960;height:442;left:2047;position:absolute;top:993" coordorigin="2047,993" coordsize="6960,442" path="m2047,993l9007,993,9007,1434,2047,1434,2047,993xe" filled="t" fillcolor="white" stroked="f">
                <v:path arrowok="t"/>
              </v:shape>
            </v:group>
            <v:group id="_x0000_s1057" style="width:6975;height:457;left:2038;position:absolute;top:985" coordorigin="2038,985" coordsize="6975,457">
              <v:shape id="_x0000_s1058" style="width:6975;height:457;left:2038;position:absolute;top:985" coordorigin="2038,985" coordsize="6975,457" path="m9013,1442l2038,1442,2038,985,9013,985,9013,993,2053,993,2046,1000,2053,1000,2053,1427,2046,1427,2053,1435,9013,1435,9013,1442xe" filled="t" fillcolor="white" stroked="f">
                <v:path arrowok="t"/>
              </v:shape>
              <v:shape id="_x0000_s1059" style="width:6975;height:457;left:2038;position:absolute;top:985" coordorigin="2038,985" coordsize="6975,457" path="m2053,1000l2046,1000,2053,993,2053,1000xe" filled="t" fillcolor="white" stroked="f">
                <v:path arrowok="t"/>
              </v:shape>
              <v:shape id="_x0000_s1060" style="width:6975;height:457;left:2038;position:absolute;top:985" coordorigin="2038,985" coordsize="6975,457" path="m8998,1000l2053,1000,2053,993,8998,993,8998,1000xe" filled="t" fillcolor="white" stroked="f">
                <v:path arrowok="t"/>
              </v:shape>
              <v:shape id="_x0000_s1061" style="width:6975;height:457;left:2038;position:absolute;top:985" coordorigin="2038,985" coordsize="6975,457" path="m8998,1435l8998,993,9006,1000,9013,1000,9013,1427,9006,1427,8998,1435xe" filled="t" fillcolor="white" stroked="f">
                <v:path arrowok="t"/>
              </v:shape>
              <v:shape id="_x0000_s1062" style="width:6975;height:457;left:2038;position:absolute;top:985" coordorigin="2038,985" coordsize="6975,457" path="m9013,1000l9006,1000,8998,993,9013,993,9013,1000xe" filled="t" fillcolor="white" stroked="f">
                <v:path arrowok="t"/>
              </v:shape>
              <v:shape id="_x0000_s1063" style="width:6975;height:457;left:2038;position:absolute;top:985" coordorigin="2038,985" coordsize="6975,457" path="m2053,1435l2046,1427,2053,1427,2053,1435xe" filled="t" fillcolor="white" stroked="f">
                <v:path arrowok="t"/>
              </v:shape>
              <v:shape id="_x0000_s1064" style="width:6975;height:457;left:2038;position:absolute;top:985" coordorigin="2038,985" coordsize="6975,457" path="m8998,1435l2053,1435,2053,1427,8998,1427,8998,1435xe" filled="t" fillcolor="white" stroked="f">
                <v:path arrowok="t"/>
              </v:shape>
              <v:shape id="_x0000_s1065" style="width:6975;height:457;left:2038;position:absolute;top:985" coordorigin="2038,985" coordsize="6975,457" path="m9013,1435l8998,1435,9006,1427,9013,1427,9013,1435xe" filled="t" fillcolor="white" stroked="f">
                <v:path arrowok="t"/>
              </v:shape>
              <v:shape id="_x0000_s1066" type="#_x0000_t75" style="width:6835;height:1481;left:2146;position:absolute;top:1413">
                <v:imagedata r:id="rId11" o:title=""/>
              </v:shape>
            </v:group>
            <v:group id="_x0000_s1067" style="width:6960;height:444;left:2023;position:absolute;top:2769" coordorigin="2023,2769" coordsize="6960,444">
              <v:shape id="_x0000_s1068" style="width:6960;height:444;left:2023;position:absolute;top:2769" coordorigin="2023,2769" coordsize="6960,444" path="m2023,2769l8983,2769,8983,3213,2023,3213,2023,2769xe" filled="t" fillcolor="white" stroked="f">
                <v:path arrowok="t"/>
              </v:shape>
            </v:group>
            <v:group id="_x0000_s1069" style="width:6975;height:458;left:2014;position:absolute;top:2761" coordorigin="2014,2761" coordsize="6975,458">
              <v:shape id="_x0000_s1070" style="width:6975;height:458;left:2014;position:absolute;top:2761" coordorigin="2014,2761" coordsize="6975,458" path="m8989,3219l2014,3219,2014,2761,8989,2761,8989,2769,2029,2769,2022,2776,2029,2776,2029,3204,2022,3204,2029,3212,8989,3212,8989,3219xe" filled="t" fillcolor="white" stroked="f">
                <v:path arrowok="t"/>
              </v:shape>
              <v:shape id="_x0000_s1071" style="width:6975;height:458;left:2014;position:absolute;top:2761" coordorigin="2014,2761" coordsize="6975,458" path="m2029,2776l2022,2776,2029,2769,2029,2776xe" filled="t" fillcolor="white" stroked="f">
                <v:path arrowok="t"/>
              </v:shape>
              <v:shape id="_x0000_s1072" style="width:6975;height:458;left:2014;position:absolute;top:2761" coordorigin="2014,2761" coordsize="6975,458" path="m8974,2776l2029,2776,2029,2769,8974,2769,8974,2776xe" filled="t" fillcolor="white" stroked="f">
                <v:path arrowok="t"/>
              </v:shape>
              <v:shape id="_x0000_s1073" style="width:6975;height:458;left:2014;position:absolute;top:2761" coordorigin="2014,2761" coordsize="6975,458" path="m8974,3212l8974,2769,8982,2776,8989,2776,8989,3204,8982,3204,8974,3212xe" filled="t" fillcolor="white" stroked="f">
                <v:path arrowok="t"/>
              </v:shape>
              <v:shape id="_x0000_s1074" style="width:6975;height:458;left:2014;position:absolute;top:2761" coordorigin="2014,2761" coordsize="6975,458" path="m8989,2776l8982,2776,8974,2769,8989,2769,8989,2776xe" filled="t" fillcolor="white" stroked="f">
                <v:path arrowok="t"/>
              </v:shape>
              <v:shape id="_x0000_s1075" style="width:6975;height:458;left:2014;position:absolute;top:2761" coordorigin="2014,2761" coordsize="6975,458" path="m2029,3212l2022,3204,2029,3204,2029,3212xe" filled="t" fillcolor="white" stroked="f">
                <v:path arrowok="t"/>
              </v:shape>
              <v:shape id="_x0000_s1076" style="width:6975;height:458;left:2014;position:absolute;top:2761" coordorigin="2014,2761" coordsize="6975,458" path="m8974,3212l2029,3212,2029,3204,8974,3204,8974,3212xe" filled="t" fillcolor="white" stroked="f">
                <v:path arrowok="t"/>
              </v:shape>
              <v:shape id="_x0000_s1077" style="width:6975;height:458;left:2014;position:absolute;top:2761" coordorigin="2014,2761" coordsize="6975,458" path="m8989,3212l8974,3212,8982,3204,8989,3204,8989,3212xe" filled="t" fillcolor="white" stroked="f">
                <v:path arrowok="t"/>
              </v:shape>
            </v:group>
          </v:group>
        </w:pic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6" w:after="0" w:line="200" w:lineRule="exact"/>
        <w:jc w:val="left"/>
        <w:rPr>
          <w:sz w:val="20"/>
          <w:szCs w:val="20"/>
        </w:rPr>
      </w:pPr>
    </w:p>
    <w:p>
      <w:pPr>
        <w:tabs>
          <w:tab w:val="left" w:pos="3860"/>
          <w:tab w:val="left" w:pos="6740"/>
        </w:tabs>
        <w:spacing w:before="32" w:after="0" w:line="237" w:lineRule="exact"/>
        <w:ind w:left="901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C</w:t>
      </w:r>
    </w:p>
    <w:p>
      <w:pPr>
        <w:spacing w:before="16" w:after="0" w:line="200" w:lineRule="exact"/>
        <w:jc w:val="left"/>
        <w:rPr>
          <w:sz w:val="20"/>
          <w:szCs w:val="20"/>
        </w:rPr>
      </w:pPr>
    </w:p>
    <w:p>
      <w:pPr>
        <w:spacing w:after="0" w:line="200" w:lineRule="exact"/>
        <w:jc w:val="left"/>
        <w:rPr>
          <w:sz w:val="20"/>
          <w:szCs w:val="20"/>
        </w:rPr>
        <w:sectPr>
          <w:type w:val="continuous"/>
          <w:pgSz w:w="20640" w:h="14580" w:orient="landscape"/>
          <w:pgMar w:top="1100" w:right="1780" w:bottom="1180" w:left="1600" w:header="708" w:footer="708"/>
          <w:cols w:space="708"/>
        </w:sectPr>
      </w:pPr>
    </w:p>
    <w:p>
      <w:pPr>
        <w:spacing w:before="32" w:after="0" w:line="240" w:lineRule="auto"/>
        <w:ind w:left="10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group id="_x0000_s1078" style="width:0.1pt;height:84pt;margin-top:521.8pt;margin-left:44.75pt;mso-position-horizontal-relative:page;mso-position-vertical-relative:page;position:absolute;z-index:-251657216" coordorigin="895,10436" coordsize="2,1680">
            <v:shape id="_x0000_s1079" style="width:2;height:1680;left:895;position:absolute;top:10436" coordorigin="895,10436" coordsize="0,1680" path="m895,12116l895,10436e" filled="f" stroked="t" strokecolor="black" strokeweight="0.48pt">
              <v:path arrowok="t"/>
            </v:shape>
          </v:group>
        </w:pict>
      </w:r>
      <w:r>
        <w:pict>
          <v:group id="_x0000_s1080" style="width:0.1pt;height:57.75pt;margin-top:359.05pt;margin-left:44.75pt;mso-position-horizontal-relative:page;mso-position-vertical-relative:page;position:absolute;z-index:-251656192" coordorigin="895,7181" coordsize="2,1155">
            <v:shape id="_x0000_s1081" style="width:2;height:1155;left:895;position:absolute;top:7181" coordorigin="895,7181" coordsize="0,1155" path="m895,8336l895,7181e" filled="f" stroked="t" strokecolor="black" strokeweight="0.48pt">
              <v:path arrowok="t"/>
            </v:shape>
          </v:group>
        </w:pict>
      </w:r>
      <w:r>
        <w:pict>
          <v:group id="_x0000_s1082" style="width:0.1pt;height:52.45pt;margin-top:227.8pt;margin-left:44.75pt;mso-position-horizontal-relative:page;mso-position-vertical-relative:page;position:absolute;z-index:-251655168" coordorigin="895,4556" coordsize="2,1049">
            <v:shape id="_x0000_s1083" style="width:2;height:1049;left:895;position:absolute;top:4556" coordorigin="895,4556" coordsize="0,1049" path="m895,5605l895,4556e" filled="f" stroked="t" strokecolor="black" strokeweight="0.48pt">
              <v:path arrowok="t"/>
            </v:shape>
          </v:group>
        </w:pict>
      </w:r>
      <w:r>
        <w:pict>
          <v:group id="_x0000_s1084" style="width:0.1pt;height:57.75pt;margin-top:86.05pt;margin-left:44.75pt;mso-position-horizontal-relative:page;mso-position-vertical-relative:page;position:absolute;z-index:-251654144" coordorigin="895,1721" coordsize="2,1155">
            <v:shape id="_x0000_s1085" style="width:2;height:1155;left:895;position:absolute;top:1721" coordorigin="895,1721" coordsize="0,1155" path="m895,2876l895,1721e" filled="f" stroked="t" strokecolor="black" strokeweight="0.48pt">
              <v:path arrowok="t"/>
            </v:shape>
          </v:group>
        </w:pict>
      </w:r>
      <w:r>
        <w:pict>
          <v:group id="_x0000_s1086" style="width:3.1pt;height:624.1pt;margin-top:54.1pt;margin-left:54.25pt;mso-position-horizontal-relative:page;mso-position-vertical-relative:page;position:absolute;z-index:-251653120" coordorigin="1085,1082" coordsize="62,12482">
            <v:group id="_x0000_s1087" style="width:30;height:30;left:1101;position:absolute;top:13518" coordorigin="1101,13518" coordsize="30,30">
              <v:shape id="_x0000_s1088" style="width:30;height:30;left:1101;position:absolute;top:13518" coordorigin="1101,13518" coordsize="30,30" path="m1101,13533l1131,13533e" filled="f" stroked="t" strokecolor="black" strokeweight="1.6pt">
                <v:path arrowok="t"/>
              </v:shape>
            </v:group>
            <v:group id="_x0000_s1089" style="width:30;height:30;left:1101;position:absolute;top:13458" coordorigin="1101,13458" coordsize="30,30">
              <v:shape id="_x0000_s1090" style="width:30;height:30;left:1101;position:absolute;top:13458" coordorigin="1101,13458" coordsize="30,30" path="m1101,13473l1131,13473e" filled="f" stroked="t" strokecolor="black" strokeweight="1.6pt">
                <v:path arrowok="t"/>
              </v:shape>
            </v:group>
            <v:group id="_x0000_s1091" style="width:30;height:30;left:1101;position:absolute;top:13398" coordorigin="1101,13398" coordsize="30,30">
              <v:shape id="_x0000_s1092" style="width:30;height:30;left:1101;position:absolute;top:13398" coordorigin="1101,13398" coordsize="30,30" path="m1101,13413l1131,13413e" filled="f" stroked="t" strokecolor="black" strokeweight="1.6pt">
                <v:path arrowok="t"/>
              </v:shape>
            </v:group>
            <v:group id="_x0000_s1093" style="width:30;height:30;left:1101;position:absolute;top:13338" coordorigin="1101,13338" coordsize="30,30">
              <v:shape id="_x0000_s1094" style="width:30;height:30;left:1101;position:absolute;top:13338" coordorigin="1101,13338" coordsize="30,30" path="m1101,13353l1131,13353e" filled="f" stroked="t" strokecolor="black" strokeweight="1.6pt">
                <v:path arrowok="t"/>
              </v:shape>
            </v:group>
            <v:group id="_x0000_s1095" style="width:30;height:30;left:1101;position:absolute;top:13278" coordorigin="1101,13278" coordsize="30,30">
              <v:shape id="_x0000_s1096" style="width:30;height:30;left:1101;position:absolute;top:13278" coordorigin="1101,13278" coordsize="30,30" path="m1101,13293l1131,13293e" filled="f" stroked="t" strokecolor="black" strokeweight="1.6pt">
                <v:path arrowok="t"/>
              </v:shape>
            </v:group>
            <v:group id="_x0000_s1097" style="width:30;height:30;left:1101;position:absolute;top:13218" coordorigin="1101,13218" coordsize="30,30">
              <v:shape id="_x0000_s1098" style="width:30;height:30;left:1101;position:absolute;top:13218" coordorigin="1101,13218" coordsize="30,30" path="m1101,13233l1131,13233e" filled="f" stroked="t" strokecolor="black" strokeweight="1.6pt">
                <v:path arrowok="t"/>
              </v:shape>
            </v:group>
            <v:group id="_x0000_s1099" style="width:30;height:30;left:1101;position:absolute;top:13158" coordorigin="1101,13158" coordsize="30,30">
              <v:shape id="_x0000_s1100" style="width:30;height:30;left:1101;position:absolute;top:13158" coordorigin="1101,13158" coordsize="30,30" path="m1101,13173l1131,13173e" filled="f" stroked="t" strokecolor="black" strokeweight="1.6pt">
                <v:path arrowok="t"/>
              </v:shape>
            </v:group>
            <v:group id="_x0000_s1101" style="width:30;height:30;left:1101;position:absolute;top:13098" coordorigin="1101,13098" coordsize="30,30">
              <v:shape id="_x0000_s1102" style="width:30;height:30;left:1101;position:absolute;top:13098" coordorigin="1101,13098" coordsize="30,30" path="m1101,13113l1131,13113e" filled="f" stroked="t" strokecolor="black" strokeweight="1.6pt">
                <v:path arrowok="t"/>
              </v:shape>
            </v:group>
            <v:group id="_x0000_s1103" style="width:30;height:30;left:1101;position:absolute;top:13038" coordorigin="1101,13038" coordsize="30,30">
              <v:shape id="_x0000_s1104" style="width:30;height:30;left:1101;position:absolute;top:13038" coordorigin="1101,13038" coordsize="30,30" path="m1101,13053l1131,13053e" filled="f" stroked="t" strokecolor="black" strokeweight="1.6pt">
                <v:path arrowok="t"/>
              </v:shape>
            </v:group>
            <v:group id="_x0000_s1105" style="width:30;height:30;left:1101;position:absolute;top:12978" coordorigin="1101,12978" coordsize="30,30">
              <v:shape id="_x0000_s1106" style="width:30;height:30;left:1101;position:absolute;top:12978" coordorigin="1101,12978" coordsize="30,30" path="m1101,12993l1131,12993e" filled="f" stroked="t" strokecolor="black" strokeweight="1.6pt">
                <v:path arrowok="t"/>
              </v:shape>
            </v:group>
            <v:group id="_x0000_s1107" style="width:30;height:30;left:1101;position:absolute;top:12918" coordorigin="1101,12918" coordsize="30,30">
              <v:shape id="_x0000_s1108" style="width:30;height:30;left:1101;position:absolute;top:12918" coordorigin="1101,12918" coordsize="30,30" path="m1101,12933l1131,12933e" filled="f" stroked="t" strokecolor="black" strokeweight="1.6pt">
                <v:path arrowok="t"/>
              </v:shape>
            </v:group>
            <v:group id="_x0000_s1109" style="width:30;height:30;left:1101;position:absolute;top:12858" coordorigin="1101,12858" coordsize="30,30">
              <v:shape id="_x0000_s1110" style="width:30;height:30;left:1101;position:absolute;top:12858" coordorigin="1101,12858" coordsize="30,30" path="m1101,12873l1131,12873e" filled="f" stroked="t" strokecolor="black" strokeweight="1.6pt">
                <v:path arrowok="t"/>
              </v:shape>
            </v:group>
            <v:group id="_x0000_s1111" style="width:30;height:30;left:1101;position:absolute;top:12798" coordorigin="1101,12798" coordsize="30,30">
              <v:shape id="_x0000_s1112" style="width:30;height:30;left:1101;position:absolute;top:12798" coordorigin="1101,12798" coordsize="30,30" path="m1101,12813l1131,12813e" filled="f" stroked="t" strokecolor="black" strokeweight="1.6pt">
                <v:path arrowok="t"/>
              </v:shape>
            </v:group>
            <v:group id="_x0000_s1113" style="width:30;height:30;left:1101;position:absolute;top:12738" coordorigin="1101,12738" coordsize="30,30">
              <v:shape id="_x0000_s1114" style="width:30;height:30;left:1101;position:absolute;top:12738" coordorigin="1101,12738" coordsize="30,30" path="m1101,12753l1131,12753e" filled="f" stroked="t" strokecolor="black" strokeweight="1.6pt">
                <v:path arrowok="t"/>
              </v:shape>
            </v:group>
            <v:group id="_x0000_s1115" style="width:30;height:30;left:1101;position:absolute;top:12678" coordorigin="1101,12678" coordsize="30,30">
              <v:shape id="_x0000_s1116" style="width:30;height:30;left:1101;position:absolute;top:12678" coordorigin="1101,12678" coordsize="30,30" path="m1101,12693l1131,12693e" filled="f" stroked="t" strokecolor="black" strokeweight="1.6pt">
                <v:path arrowok="t"/>
              </v:shape>
            </v:group>
            <v:group id="_x0000_s1117" style="width:30;height:30;left:1101;position:absolute;top:12618" coordorigin="1101,12618" coordsize="30,30">
              <v:shape id="_x0000_s1118" style="width:30;height:30;left:1101;position:absolute;top:12618" coordorigin="1101,12618" coordsize="30,30" path="m1101,12633l1131,12633e" filled="f" stroked="t" strokecolor="black" strokeweight="1.6pt">
                <v:path arrowok="t"/>
              </v:shape>
            </v:group>
            <v:group id="_x0000_s1119" style="width:30;height:30;left:1101;position:absolute;top:12558" coordorigin="1101,12558" coordsize="30,30">
              <v:shape id="_x0000_s1120" style="width:30;height:30;left:1101;position:absolute;top:12558" coordorigin="1101,12558" coordsize="30,30" path="m1101,12573l1131,12573e" filled="f" stroked="t" strokecolor="black" strokeweight="1.6pt">
                <v:path arrowok="t"/>
              </v:shape>
            </v:group>
            <v:group id="_x0000_s1121" style="width:30;height:30;left:1101;position:absolute;top:12498" coordorigin="1101,12498" coordsize="30,30">
              <v:shape id="_x0000_s1122" style="width:30;height:30;left:1101;position:absolute;top:12498" coordorigin="1101,12498" coordsize="30,30" path="m1101,12513l1131,12513e" filled="f" stroked="t" strokecolor="black" strokeweight="1.6pt">
                <v:path arrowok="t"/>
              </v:shape>
            </v:group>
            <v:group id="_x0000_s1123" style="width:30;height:30;left:1101;position:absolute;top:12438" coordorigin="1101,12438" coordsize="30,30">
              <v:shape id="_x0000_s1124" style="width:30;height:30;left:1101;position:absolute;top:12438" coordorigin="1101,12438" coordsize="30,30" path="m1101,12453l1131,12453e" filled="f" stroked="t" strokecolor="black" strokeweight="1.6pt">
                <v:path arrowok="t"/>
              </v:shape>
            </v:group>
            <v:group id="_x0000_s1125" style="width:30;height:30;left:1101;position:absolute;top:12378" coordorigin="1101,12378" coordsize="30,30">
              <v:shape id="_x0000_s1126" style="width:30;height:30;left:1101;position:absolute;top:12378" coordorigin="1101,12378" coordsize="30,30" path="m1101,12393l1131,12393e" filled="f" stroked="t" strokecolor="black" strokeweight="1.6pt">
                <v:path arrowok="t"/>
              </v:shape>
            </v:group>
            <v:group id="_x0000_s1127" style="width:30;height:30;left:1101;position:absolute;top:12318" coordorigin="1101,12318" coordsize="30,30">
              <v:shape id="_x0000_s1128" style="width:30;height:30;left:1101;position:absolute;top:12318" coordorigin="1101,12318" coordsize="30,30" path="m1101,12333l1131,12333e" filled="f" stroked="t" strokecolor="black" strokeweight="1.6pt">
                <v:path arrowok="t"/>
              </v:shape>
            </v:group>
            <v:group id="_x0000_s1129" style="width:30;height:30;left:1101;position:absolute;top:12258" coordorigin="1101,12258" coordsize="30,30">
              <v:shape id="_x0000_s1130" style="width:30;height:30;left:1101;position:absolute;top:12258" coordorigin="1101,12258" coordsize="30,30" path="m1101,12273l1131,12273e" filled="f" stroked="t" strokecolor="black" strokeweight="1.6pt">
                <v:path arrowok="t"/>
              </v:shape>
            </v:group>
            <v:group id="_x0000_s1131" style="width:30;height:30;left:1101;position:absolute;top:12198" coordorigin="1101,12198" coordsize="30,30">
              <v:shape id="_x0000_s1132" style="width:30;height:30;left:1101;position:absolute;top:12198" coordorigin="1101,12198" coordsize="30,30" path="m1101,12213l1131,12213e" filled="f" stroked="t" strokecolor="black" strokeweight="1.6pt">
                <v:path arrowok="t"/>
              </v:shape>
            </v:group>
            <v:group id="_x0000_s1133" style="width:30;height:30;left:1101;position:absolute;top:12138" coordorigin="1101,12138" coordsize="30,30">
              <v:shape id="_x0000_s1134" style="width:30;height:30;left:1101;position:absolute;top:12138" coordorigin="1101,12138" coordsize="30,30" path="m1101,12153l1131,12153e" filled="f" stroked="t" strokecolor="black" strokeweight="1.6pt">
                <v:path arrowok="t"/>
              </v:shape>
            </v:group>
            <v:group id="_x0000_s1135" style="width:30;height:30;left:1101;position:absolute;top:12078" coordorigin="1101,12078" coordsize="30,30">
              <v:shape id="_x0000_s1136" style="width:30;height:30;left:1101;position:absolute;top:12078" coordorigin="1101,12078" coordsize="30,30" path="m1101,12093l1131,12093e" filled="f" stroked="t" strokecolor="black" strokeweight="1.6pt">
                <v:path arrowok="t"/>
              </v:shape>
            </v:group>
            <v:group id="_x0000_s1137" style="width:30;height:30;left:1101;position:absolute;top:12018" coordorigin="1101,12018" coordsize="30,30">
              <v:shape id="_x0000_s1138" style="width:30;height:30;left:1101;position:absolute;top:12018" coordorigin="1101,12018" coordsize="30,30" path="m1101,12033l1131,12033e" filled="f" stroked="t" strokecolor="black" strokeweight="1.6pt">
                <v:path arrowok="t"/>
              </v:shape>
            </v:group>
            <v:group id="_x0000_s1139" style="width:30;height:30;left:1101;position:absolute;top:11958" coordorigin="1101,11958" coordsize="30,30">
              <v:shape id="_x0000_s1140" style="width:30;height:30;left:1101;position:absolute;top:11958" coordorigin="1101,11958" coordsize="30,30" path="m1101,11973l1131,11973e" filled="f" stroked="t" strokecolor="black" strokeweight="1.6pt">
                <v:path arrowok="t"/>
              </v:shape>
            </v:group>
            <v:group id="_x0000_s1141" style="width:30;height:30;left:1101;position:absolute;top:11898" coordorigin="1101,11898" coordsize="30,30">
              <v:shape id="_x0000_s1142" style="width:30;height:30;left:1101;position:absolute;top:11898" coordorigin="1101,11898" coordsize="30,30" path="m1101,11913l1131,11913e" filled="f" stroked="t" strokecolor="black" strokeweight="1.6pt">
                <v:path arrowok="t"/>
              </v:shape>
            </v:group>
            <v:group id="_x0000_s1143" style="width:30;height:30;left:1101;position:absolute;top:11838" coordorigin="1101,11838" coordsize="30,30">
              <v:shape id="_x0000_s1144" style="width:30;height:30;left:1101;position:absolute;top:11838" coordorigin="1101,11838" coordsize="30,30" path="m1101,11853l1131,11853e" filled="f" stroked="t" strokecolor="black" strokeweight="1.6pt">
                <v:path arrowok="t"/>
              </v:shape>
            </v:group>
            <v:group id="_x0000_s1145" style="width:30;height:30;left:1101;position:absolute;top:11778" coordorigin="1101,11778" coordsize="30,30">
              <v:shape id="_x0000_s1146" style="width:30;height:30;left:1101;position:absolute;top:11778" coordorigin="1101,11778" coordsize="30,30" path="m1101,11793l1131,11793e" filled="f" stroked="t" strokecolor="black" strokeweight="1.6pt">
                <v:path arrowok="t"/>
              </v:shape>
            </v:group>
            <v:group id="_x0000_s1147" style="width:30;height:30;left:1101;position:absolute;top:11718" coordorigin="1101,11718" coordsize="30,30">
              <v:shape id="_x0000_s1148" style="width:30;height:30;left:1101;position:absolute;top:11718" coordorigin="1101,11718" coordsize="30,30" path="m1101,11733l1131,11733e" filled="f" stroked="t" strokecolor="black" strokeweight="1.6pt">
                <v:path arrowok="t"/>
              </v:shape>
            </v:group>
            <v:group id="_x0000_s1149" style="width:30;height:30;left:1101;position:absolute;top:11658" coordorigin="1101,11658" coordsize="30,30">
              <v:shape id="_x0000_s1150" style="width:30;height:30;left:1101;position:absolute;top:11658" coordorigin="1101,11658" coordsize="30,30" path="m1101,11673l1131,11673e" filled="f" stroked="t" strokecolor="black" strokeweight="1.6pt">
                <v:path arrowok="t"/>
              </v:shape>
            </v:group>
            <v:group id="_x0000_s1151" style="width:30;height:30;left:1101;position:absolute;top:11598" coordorigin="1101,11598" coordsize="30,30">
              <v:shape id="_x0000_s1152" style="width:30;height:30;left:1101;position:absolute;top:11598" coordorigin="1101,11598" coordsize="30,30" path="m1101,11613l1131,11613e" filled="f" stroked="t" strokecolor="black" strokeweight="1.6pt">
                <v:path arrowok="t"/>
              </v:shape>
            </v:group>
            <v:group id="_x0000_s1153" style="width:30;height:30;left:1101;position:absolute;top:11538" coordorigin="1101,11538" coordsize="30,30">
              <v:shape id="_x0000_s1154" style="width:30;height:30;left:1101;position:absolute;top:11538" coordorigin="1101,11538" coordsize="30,30" path="m1101,11553l1131,11553e" filled="f" stroked="t" strokecolor="black" strokeweight="1.6pt">
                <v:path arrowok="t"/>
              </v:shape>
            </v:group>
            <v:group id="_x0000_s1155" style="width:30;height:30;left:1101;position:absolute;top:11478" coordorigin="1101,11478" coordsize="30,30">
              <v:shape id="_x0000_s1156" style="width:30;height:30;left:1101;position:absolute;top:11478" coordorigin="1101,11478" coordsize="30,30" path="m1101,11493l1131,11493e" filled="f" stroked="t" strokecolor="black" strokeweight="1.6pt">
                <v:path arrowok="t"/>
              </v:shape>
            </v:group>
            <v:group id="_x0000_s1157" style="width:30;height:30;left:1101;position:absolute;top:11418" coordorigin="1101,11418" coordsize="30,30">
              <v:shape id="_x0000_s1158" style="width:30;height:30;left:1101;position:absolute;top:11418" coordorigin="1101,11418" coordsize="30,30" path="m1101,11433l1131,11433e" filled="f" stroked="t" strokecolor="black" strokeweight="1.6pt">
                <v:path arrowok="t"/>
              </v:shape>
            </v:group>
            <v:group id="_x0000_s1159" style="width:30;height:30;left:1101;position:absolute;top:11358" coordorigin="1101,11358" coordsize="30,30">
              <v:shape id="_x0000_s1160" style="width:30;height:30;left:1101;position:absolute;top:11358" coordorigin="1101,11358" coordsize="30,30" path="m1101,11373l1131,11373e" filled="f" stroked="t" strokecolor="black" strokeweight="1.6pt">
                <v:path arrowok="t"/>
              </v:shape>
            </v:group>
            <v:group id="_x0000_s1161" style="width:30;height:30;left:1101;position:absolute;top:11298" coordorigin="1101,11298" coordsize="30,30">
              <v:shape id="_x0000_s1162" style="width:30;height:30;left:1101;position:absolute;top:11298" coordorigin="1101,11298" coordsize="30,30" path="m1101,11313l1131,11313e" filled="f" stroked="t" strokecolor="black" strokeweight="1.6pt">
                <v:path arrowok="t"/>
              </v:shape>
            </v:group>
            <v:group id="_x0000_s1163" style="width:30;height:30;left:1101;position:absolute;top:11238" coordorigin="1101,11238" coordsize="30,30">
              <v:shape id="_x0000_s1164" style="width:30;height:30;left:1101;position:absolute;top:11238" coordorigin="1101,11238" coordsize="30,30" path="m1101,11253l1131,11253e" filled="f" stroked="t" strokecolor="black" strokeweight="1.6pt">
                <v:path arrowok="t"/>
              </v:shape>
            </v:group>
            <v:group id="_x0000_s1165" style="width:30;height:30;left:1101;position:absolute;top:11178" coordorigin="1101,11178" coordsize="30,30">
              <v:shape id="_x0000_s1166" style="width:30;height:30;left:1101;position:absolute;top:11178" coordorigin="1101,11178" coordsize="30,30" path="m1101,11193l1131,11193e" filled="f" stroked="t" strokecolor="black" strokeweight="1.6pt">
                <v:path arrowok="t"/>
              </v:shape>
            </v:group>
            <v:group id="_x0000_s1167" style="width:30;height:30;left:1101;position:absolute;top:11118" coordorigin="1101,11118" coordsize="30,30">
              <v:shape id="_x0000_s1168" style="width:30;height:30;left:1101;position:absolute;top:11118" coordorigin="1101,11118" coordsize="30,30" path="m1101,11133l1131,11133e" filled="f" stroked="t" strokecolor="black" strokeweight="1.6pt">
                <v:path arrowok="t"/>
              </v:shape>
            </v:group>
            <v:group id="_x0000_s1169" style="width:30;height:30;left:1101;position:absolute;top:11058" coordorigin="1101,11058" coordsize="30,30">
              <v:shape id="_x0000_s1170" style="width:30;height:30;left:1101;position:absolute;top:11058" coordorigin="1101,11058" coordsize="30,30" path="m1101,11073l1131,11073e" filled="f" stroked="t" strokecolor="black" strokeweight="1.6pt">
                <v:path arrowok="t"/>
              </v:shape>
            </v:group>
            <v:group id="_x0000_s1171" style="width:30;height:30;left:1101;position:absolute;top:10998" coordorigin="1101,10998" coordsize="30,30">
              <v:shape id="_x0000_s1172" style="width:30;height:30;left:1101;position:absolute;top:10998" coordorigin="1101,10998" coordsize="30,30" path="m1101,11013l1131,11013e" filled="f" stroked="t" strokecolor="black" strokeweight="1.6pt">
                <v:path arrowok="t"/>
              </v:shape>
            </v:group>
            <v:group id="_x0000_s1173" style="width:30;height:30;left:1101;position:absolute;top:10938" coordorigin="1101,10938" coordsize="30,30">
              <v:shape id="_x0000_s1174" style="width:30;height:30;left:1101;position:absolute;top:10938" coordorigin="1101,10938" coordsize="30,30" path="m1101,10953l1131,10953e" filled="f" stroked="t" strokecolor="black" strokeweight="1.6pt">
                <v:path arrowok="t"/>
              </v:shape>
            </v:group>
            <v:group id="_x0000_s1175" style="width:30;height:30;left:1101;position:absolute;top:10878" coordorigin="1101,10878" coordsize="30,30">
              <v:shape id="_x0000_s1176" style="width:30;height:30;left:1101;position:absolute;top:10878" coordorigin="1101,10878" coordsize="30,30" path="m1101,10893l1131,10893e" filled="f" stroked="t" strokecolor="black" strokeweight="1.6pt">
                <v:path arrowok="t"/>
              </v:shape>
            </v:group>
            <v:group id="_x0000_s1177" style="width:30;height:30;left:1101;position:absolute;top:10818" coordorigin="1101,10818" coordsize="30,30">
              <v:shape id="_x0000_s1178" style="width:30;height:30;left:1101;position:absolute;top:10818" coordorigin="1101,10818" coordsize="30,30" path="m1101,10833l1131,10833e" filled="f" stroked="t" strokecolor="black" strokeweight="1.6pt">
                <v:path arrowok="t"/>
              </v:shape>
            </v:group>
            <v:group id="_x0000_s1179" style="width:30;height:30;left:1101;position:absolute;top:10758" coordorigin="1101,10758" coordsize="30,30">
              <v:shape id="_x0000_s1180" style="width:30;height:30;left:1101;position:absolute;top:10758" coordorigin="1101,10758" coordsize="30,30" path="m1101,10773l1131,10773e" filled="f" stroked="t" strokecolor="black" strokeweight="1.6pt">
                <v:path arrowok="t"/>
              </v:shape>
            </v:group>
            <v:group id="_x0000_s1181" style="width:30;height:30;left:1101;position:absolute;top:10698" coordorigin="1101,10698" coordsize="30,30">
              <v:shape id="_x0000_s1182" style="width:30;height:30;left:1101;position:absolute;top:10698" coordorigin="1101,10698" coordsize="30,30" path="m1101,10713l1131,10713e" filled="f" stroked="t" strokecolor="black" strokeweight="1.6pt">
                <v:path arrowok="t"/>
              </v:shape>
            </v:group>
            <v:group id="_x0000_s1183" style="width:30;height:30;left:1101;position:absolute;top:10638" coordorigin="1101,10638" coordsize="30,30">
              <v:shape id="_x0000_s1184" style="width:30;height:30;left:1101;position:absolute;top:10638" coordorigin="1101,10638" coordsize="30,30" path="m1101,10653l1131,10653e" filled="f" stroked="t" strokecolor="black" strokeweight="1.6pt">
                <v:path arrowok="t"/>
              </v:shape>
            </v:group>
            <v:group id="_x0000_s1185" style="width:30;height:30;left:1101;position:absolute;top:10578" coordorigin="1101,10578" coordsize="30,30">
              <v:shape id="_x0000_s1186" style="width:30;height:30;left:1101;position:absolute;top:10578" coordorigin="1101,10578" coordsize="30,30" path="m1101,10593l1131,10593e" filled="f" stroked="t" strokecolor="black" strokeweight="1.6pt">
                <v:path arrowok="t"/>
              </v:shape>
            </v:group>
            <v:group id="_x0000_s1187" style="width:30;height:30;left:1101;position:absolute;top:10518" coordorigin="1101,10518" coordsize="30,30">
              <v:shape id="_x0000_s1188" style="width:30;height:30;left:1101;position:absolute;top:10518" coordorigin="1101,10518" coordsize="30,30" path="m1101,10533l1131,10533e" filled="f" stroked="t" strokecolor="black" strokeweight="1.6pt">
                <v:path arrowok="t"/>
              </v:shape>
            </v:group>
            <v:group id="_x0000_s1189" style="width:30;height:30;left:1101;position:absolute;top:10458" coordorigin="1101,10458" coordsize="30,30">
              <v:shape id="_x0000_s1190" style="width:30;height:30;left:1101;position:absolute;top:10458" coordorigin="1101,10458" coordsize="30,30" path="m1101,10473l1131,10473e" filled="f" stroked="t" strokecolor="black" strokeweight="1.6pt">
                <v:path arrowok="t"/>
              </v:shape>
            </v:group>
            <v:group id="_x0000_s1191" style="width:30;height:30;left:1101;position:absolute;top:10398" coordorigin="1101,10398" coordsize="30,30">
              <v:shape id="_x0000_s1192" style="width:30;height:30;left:1101;position:absolute;top:10398" coordorigin="1101,10398" coordsize="30,30" path="m1101,10413l1131,10413e" filled="f" stroked="t" strokecolor="black" strokeweight="1.6pt">
                <v:path arrowok="t"/>
              </v:shape>
            </v:group>
            <v:group id="_x0000_s1193" style="width:30;height:30;left:1101;position:absolute;top:10338" coordorigin="1101,10338" coordsize="30,30">
              <v:shape id="_x0000_s1194" style="width:30;height:30;left:1101;position:absolute;top:10338" coordorigin="1101,10338" coordsize="30,30" path="m1101,10353l1131,10353e" filled="f" stroked="t" strokecolor="black" strokeweight="1.6pt">
                <v:path arrowok="t"/>
              </v:shape>
            </v:group>
            <v:group id="_x0000_s1195" style="width:30;height:30;left:1101;position:absolute;top:10278" coordorigin="1101,10278" coordsize="30,30">
              <v:shape id="_x0000_s1196" style="width:30;height:30;left:1101;position:absolute;top:10278" coordorigin="1101,10278" coordsize="30,30" path="m1101,10293l1131,10293e" filled="f" stroked="t" strokecolor="black" strokeweight="1.6pt">
                <v:path arrowok="t"/>
              </v:shape>
            </v:group>
            <v:group id="_x0000_s1197" style="width:30;height:30;left:1101;position:absolute;top:10218" coordorigin="1101,10218" coordsize="30,30">
              <v:shape id="_x0000_s1198" style="width:30;height:30;left:1101;position:absolute;top:10218" coordorigin="1101,10218" coordsize="30,30" path="m1101,10233l1131,10233e" filled="f" stroked="t" strokecolor="black" strokeweight="1.6pt">
                <v:path arrowok="t"/>
              </v:shape>
            </v:group>
            <v:group id="_x0000_s1199" style="width:30;height:30;left:1101;position:absolute;top:10158" coordorigin="1101,10158" coordsize="30,30">
              <v:shape id="_x0000_s1200" style="width:30;height:30;left:1101;position:absolute;top:10158" coordorigin="1101,10158" coordsize="30,30" path="m1101,10173l1131,10173e" filled="f" stroked="t" strokecolor="black" strokeweight="1.6pt">
                <v:path arrowok="t"/>
              </v:shape>
            </v:group>
            <v:group id="_x0000_s1201" style="width:30;height:30;left:1101;position:absolute;top:10098" coordorigin="1101,10098" coordsize="30,30">
              <v:shape id="_x0000_s1202" style="width:30;height:30;left:1101;position:absolute;top:10098" coordorigin="1101,10098" coordsize="30,30" path="m1101,10113l1131,10113e" filled="f" stroked="t" strokecolor="black" strokeweight="1.6pt">
                <v:path arrowok="t"/>
              </v:shape>
            </v:group>
            <v:group id="_x0000_s1203" style="width:30;height:30;left:1101;position:absolute;top:10038" coordorigin="1101,10038" coordsize="30,30">
              <v:shape id="_x0000_s1204" style="width:30;height:30;left:1101;position:absolute;top:10038" coordorigin="1101,10038" coordsize="30,30" path="m1101,10053l1131,10053e" filled="f" stroked="t" strokecolor="black" strokeweight="1.6pt">
                <v:path arrowok="t"/>
              </v:shape>
            </v:group>
            <v:group id="_x0000_s1205" style="width:30;height:30;left:1101;position:absolute;top:9978" coordorigin="1101,9978" coordsize="30,30">
              <v:shape id="_x0000_s1206" style="width:30;height:30;left:1101;position:absolute;top:9978" coordorigin="1101,9978" coordsize="30,30" path="m1101,9993l1131,9993e" filled="f" stroked="t" strokecolor="black" strokeweight="1.6pt">
                <v:path arrowok="t"/>
              </v:shape>
            </v:group>
            <v:group id="_x0000_s1207" style="width:30;height:30;left:1101;position:absolute;top:9918" coordorigin="1101,9918" coordsize="30,30">
              <v:shape id="_x0000_s1208" style="width:30;height:30;left:1101;position:absolute;top:9918" coordorigin="1101,9918" coordsize="30,30" path="m1101,9933l1131,9933e" filled="f" stroked="t" strokecolor="black" strokeweight="1.6pt">
                <v:path arrowok="t"/>
              </v:shape>
            </v:group>
            <v:group id="_x0000_s1209" style="width:30;height:30;left:1101;position:absolute;top:9858" coordorigin="1101,9858" coordsize="30,30">
              <v:shape id="_x0000_s1210" style="width:30;height:30;left:1101;position:absolute;top:9858" coordorigin="1101,9858" coordsize="30,30" path="m1101,9873l1131,9873e" filled="f" stroked="t" strokecolor="black" strokeweight="1.6pt">
                <v:path arrowok="t"/>
              </v:shape>
            </v:group>
            <v:group id="_x0000_s1211" style="width:30;height:30;left:1101;position:absolute;top:9798" coordorigin="1101,9798" coordsize="30,30">
              <v:shape id="_x0000_s1212" style="width:30;height:30;left:1101;position:absolute;top:9798" coordorigin="1101,9798" coordsize="30,30" path="m1101,9813l1131,9813e" filled="f" stroked="t" strokecolor="black" strokeweight="1.6pt">
                <v:path arrowok="t"/>
              </v:shape>
            </v:group>
            <v:group id="_x0000_s1213" style="width:30;height:30;left:1101;position:absolute;top:9738" coordorigin="1101,9738" coordsize="30,30">
              <v:shape id="_x0000_s1214" style="width:30;height:30;left:1101;position:absolute;top:9738" coordorigin="1101,9738" coordsize="30,30" path="m1101,9753l1131,9753e" filled="f" stroked="t" strokecolor="black" strokeweight="1.6pt">
                <v:path arrowok="t"/>
              </v:shape>
            </v:group>
            <v:group id="_x0000_s1215" style="width:30;height:30;left:1101;position:absolute;top:9678" coordorigin="1101,9678" coordsize="30,30">
              <v:shape id="_x0000_s1216" style="width:30;height:30;left:1101;position:absolute;top:9678" coordorigin="1101,9678" coordsize="30,30" path="m1101,9693l1131,9693e" filled="f" stroked="t" strokecolor="black" strokeweight="1.6pt">
                <v:path arrowok="t"/>
              </v:shape>
            </v:group>
            <v:group id="_x0000_s1217" style="width:30;height:30;left:1101;position:absolute;top:9618" coordorigin="1101,9618" coordsize="30,30">
              <v:shape id="_x0000_s1218" style="width:30;height:30;left:1101;position:absolute;top:9618" coordorigin="1101,9618" coordsize="30,30" path="m1101,9633l1131,9633e" filled="f" stroked="t" strokecolor="black" strokeweight="1.6pt">
                <v:path arrowok="t"/>
              </v:shape>
            </v:group>
            <v:group id="_x0000_s1219" style="width:30;height:30;left:1101;position:absolute;top:9558" coordorigin="1101,9558" coordsize="30,30">
              <v:shape id="_x0000_s1220" style="width:30;height:30;left:1101;position:absolute;top:9558" coordorigin="1101,9558" coordsize="30,30" path="m1101,9573l1131,9573e" filled="f" stroked="t" strokecolor="black" strokeweight="1.6pt">
                <v:path arrowok="t"/>
              </v:shape>
            </v:group>
            <v:group id="_x0000_s1221" style="width:30;height:30;left:1101;position:absolute;top:9498" coordorigin="1101,9498" coordsize="30,30">
              <v:shape id="_x0000_s1222" style="width:30;height:30;left:1101;position:absolute;top:9498" coordorigin="1101,9498" coordsize="30,30" path="m1101,9513l1131,9513e" filled="f" stroked="t" strokecolor="black" strokeweight="1.6pt">
                <v:path arrowok="t"/>
              </v:shape>
            </v:group>
            <v:group id="_x0000_s1223" style="width:30;height:30;left:1101;position:absolute;top:9438" coordorigin="1101,9438" coordsize="30,30">
              <v:shape id="_x0000_s1224" style="width:30;height:30;left:1101;position:absolute;top:9438" coordorigin="1101,9438" coordsize="30,30" path="m1101,9453l1131,9453e" filled="f" stroked="t" strokecolor="black" strokeweight="1.6pt">
                <v:path arrowok="t"/>
              </v:shape>
            </v:group>
            <v:group id="_x0000_s1225" style="width:30;height:30;left:1101;position:absolute;top:9378" coordorigin="1101,9378" coordsize="30,30">
              <v:shape id="_x0000_s1226" style="width:30;height:30;left:1101;position:absolute;top:9378" coordorigin="1101,9378" coordsize="30,30" path="m1101,9393l1131,9393e" filled="f" stroked="t" strokecolor="black" strokeweight="1.6pt">
                <v:path arrowok="t"/>
              </v:shape>
            </v:group>
            <v:group id="_x0000_s1227" style="width:30;height:30;left:1101;position:absolute;top:9318" coordorigin="1101,9318" coordsize="30,30">
              <v:shape id="_x0000_s1228" style="width:30;height:30;left:1101;position:absolute;top:9318" coordorigin="1101,9318" coordsize="30,30" path="m1101,9333l1131,9333e" filled="f" stroked="t" strokecolor="black" strokeweight="1.6pt">
                <v:path arrowok="t"/>
              </v:shape>
            </v:group>
            <v:group id="_x0000_s1229" style="width:30;height:30;left:1101;position:absolute;top:9258" coordorigin="1101,9258" coordsize="30,30">
              <v:shape id="_x0000_s1230" style="width:30;height:30;left:1101;position:absolute;top:9258" coordorigin="1101,9258" coordsize="30,30" path="m1101,9273l1131,9273e" filled="f" stroked="t" strokecolor="black" strokeweight="1.6pt">
                <v:path arrowok="t"/>
              </v:shape>
            </v:group>
            <v:group id="_x0000_s1231" style="width:30;height:30;left:1101;position:absolute;top:9198" coordorigin="1101,9198" coordsize="30,30">
              <v:shape id="_x0000_s1232" style="width:30;height:30;left:1101;position:absolute;top:9198" coordorigin="1101,9198" coordsize="30,30" path="m1101,9213l1131,9213e" filled="f" stroked="t" strokecolor="black" strokeweight="1.6pt">
                <v:path arrowok="t"/>
              </v:shape>
            </v:group>
            <v:group id="_x0000_s1233" style="width:30;height:30;left:1101;position:absolute;top:9138" coordorigin="1101,9138" coordsize="30,30">
              <v:shape id="_x0000_s1234" style="width:30;height:30;left:1101;position:absolute;top:9138" coordorigin="1101,9138" coordsize="30,30" path="m1101,9153l1131,9153e" filled="f" stroked="t" strokecolor="black" strokeweight="1.6pt">
                <v:path arrowok="t"/>
              </v:shape>
            </v:group>
            <v:group id="_x0000_s1235" style="width:30;height:30;left:1101;position:absolute;top:9078" coordorigin="1101,9078" coordsize="30,30">
              <v:shape id="_x0000_s1236" style="width:30;height:30;left:1101;position:absolute;top:9078" coordorigin="1101,9078" coordsize="30,30" path="m1101,9093l1131,9093e" filled="f" stroked="t" strokecolor="black" strokeweight="1.6pt">
                <v:path arrowok="t"/>
              </v:shape>
            </v:group>
            <v:group id="_x0000_s1237" style="width:30;height:30;left:1101;position:absolute;top:9018" coordorigin="1101,9018" coordsize="30,30">
              <v:shape id="_x0000_s1238" style="width:30;height:30;left:1101;position:absolute;top:9018" coordorigin="1101,9018" coordsize="30,30" path="m1101,9033l1131,9033e" filled="f" stroked="t" strokecolor="black" strokeweight="1.6pt">
                <v:path arrowok="t"/>
              </v:shape>
            </v:group>
            <v:group id="_x0000_s1239" style="width:30;height:30;left:1101;position:absolute;top:8958" coordorigin="1101,8958" coordsize="30,30">
              <v:shape id="_x0000_s1240" style="width:30;height:30;left:1101;position:absolute;top:8958" coordorigin="1101,8958" coordsize="30,30" path="m1101,8973l1131,8973e" filled="f" stroked="t" strokecolor="black" strokeweight="1.6pt">
                <v:path arrowok="t"/>
              </v:shape>
            </v:group>
            <v:group id="_x0000_s1241" style="width:30;height:30;left:1101;position:absolute;top:8898" coordorigin="1101,8898" coordsize="30,30">
              <v:shape id="_x0000_s1242" style="width:30;height:30;left:1101;position:absolute;top:8898" coordorigin="1101,8898" coordsize="30,30" path="m1101,8913l1131,8913e" filled="f" stroked="t" strokecolor="black" strokeweight="1.6pt">
                <v:path arrowok="t"/>
              </v:shape>
            </v:group>
            <v:group id="_x0000_s1243" style="width:30;height:30;left:1101;position:absolute;top:8838" coordorigin="1101,8838" coordsize="30,30">
              <v:shape id="_x0000_s1244" style="width:30;height:30;left:1101;position:absolute;top:8838" coordorigin="1101,8838" coordsize="30,30" path="m1101,8853l1131,8853e" filled="f" stroked="t" strokecolor="black" strokeweight="1.6pt">
                <v:path arrowok="t"/>
              </v:shape>
            </v:group>
            <v:group id="_x0000_s1245" style="width:30;height:30;left:1101;position:absolute;top:8778" coordorigin="1101,8778" coordsize="30,30">
              <v:shape id="_x0000_s1246" style="width:30;height:30;left:1101;position:absolute;top:8778" coordorigin="1101,8778" coordsize="30,30" path="m1101,8793l1131,8793e" filled="f" stroked="t" strokecolor="black" strokeweight="1.6pt">
                <v:path arrowok="t"/>
              </v:shape>
            </v:group>
            <v:group id="_x0000_s1247" style="width:30;height:30;left:1101;position:absolute;top:8718" coordorigin="1101,8718" coordsize="30,30">
              <v:shape id="_x0000_s1248" style="width:30;height:30;left:1101;position:absolute;top:8718" coordorigin="1101,8718" coordsize="30,30" path="m1101,8733l1131,8733e" filled="f" stroked="t" strokecolor="black" strokeweight="1.6pt">
                <v:path arrowok="t"/>
              </v:shape>
            </v:group>
            <v:group id="_x0000_s1249" style="width:30;height:30;left:1101;position:absolute;top:8658" coordorigin="1101,8658" coordsize="30,30">
              <v:shape id="_x0000_s1250" style="width:30;height:30;left:1101;position:absolute;top:8658" coordorigin="1101,8658" coordsize="30,30" path="m1101,8673l1131,8673e" filled="f" stroked="t" strokecolor="black" strokeweight="1.6pt">
                <v:path arrowok="t"/>
              </v:shape>
            </v:group>
            <v:group id="_x0000_s1251" style="width:30;height:30;left:1101;position:absolute;top:8598" coordorigin="1101,8598" coordsize="30,30">
              <v:shape id="_x0000_s1252" style="width:30;height:30;left:1101;position:absolute;top:8598" coordorigin="1101,8598" coordsize="30,30" path="m1101,8613l1131,8613e" filled="f" stroked="t" strokecolor="black" strokeweight="1.6pt">
                <v:path arrowok="t"/>
              </v:shape>
            </v:group>
            <v:group id="_x0000_s1253" style="width:30;height:30;left:1101;position:absolute;top:8538" coordorigin="1101,8538" coordsize="30,30">
              <v:shape id="_x0000_s1254" style="width:30;height:30;left:1101;position:absolute;top:8538" coordorigin="1101,8538" coordsize="30,30" path="m1101,8553l1131,8553e" filled="f" stroked="t" strokecolor="black" strokeweight="1.6pt">
                <v:path arrowok="t"/>
              </v:shape>
            </v:group>
            <v:group id="_x0000_s1255" style="width:30;height:30;left:1101;position:absolute;top:8478" coordorigin="1101,8478" coordsize="30,30">
              <v:shape id="_x0000_s1256" style="width:30;height:30;left:1101;position:absolute;top:8478" coordorigin="1101,8478" coordsize="30,30" path="m1101,8493l1131,8493e" filled="f" stroked="t" strokecolor="black" strokeweight="1.6pt">
                <v:path arrowok="t"/>
              </v:shape>
            </v:group>
            <v:group id="_x0000_s1257" style="width:30;height:30;left:1101;position:absolute;top:8418" coordorigin="1101,8418" coordsize="30,30">
              <v:shape id="_x0000_s1258" style="width:30;height:30;left:1101;position:absolute;top:8418" coordorigin="1101,8418" coordsize="30,30" path="m1101,8433l1131,8433e" filled="f" stroked="t" strokecolor="black" strokeweight="1.6pt">
                <v:path arrowok="t"/>
              </v:shape>
            </v:group>
            <v:group id="_x0000_s1259" style="width:30;height:30;left:1101;position:absolute;top:8358" coordorigin="1101,8358" coordsize="30,30">
              <v:shape id="_x0000_s1260" style="width:30;height:30;left:1101;position:absolute;top:8358" coordorigin="1101,8358" coordsize="30,30" path="m1101,8373l1131,8373e" filled="f" stroked="t" strokecolor="black" strokeweight="1.6pt">
                <v:path arrowok="t"/>
              </v:shape>
            </v:group>
            <v:group id="_x0000_s1261" style="width:30;height:30;left:1101;position:absolute;top:8298" coordorigin="1101,8298" coordsize="30,30">
              <v:shape id="_x0000_s1262" style="width:30;height:30;left:1101;position:absolute;top:8298" coordorigin="1101,8298" coordsize="30,30" path="m1101,8313l1131,8313e" filled="f" stroked="t" strokecolor="black" strokeweight="1.6pt">
                <v:path arrowok="t"/>
              </v:shape>
            </v:group>
            <v:group id="_x0000_s1263" style="width:30;height:30;left:1101;position:absolute;top:8238" coordorigin="1101,8238" coordsize="30,30">
              <v:shape id="_x0000_s1264" style="width:30;height:30;left:1101;position:absolute;top:8238" coordorigin="1101,8238" coordsize="30,30" path="m1101,8253l1131,8253e" filled="f" stroked="t" strokecolor="black" strokeweight="1.6pt">
                <v:path arrowok="t"/>
              </v:shape>
            </v:group>
            <v:group id="_x0000_s1265" style="width:30;height:30;left:1101;position:absolute;top:8178" coordorigin="1101,8178" coordsize="30,30">
              <v:shape id="_x0000_s1266" style="width:30;height:30;left:1101;position:absolute;top:8178" coordorigin="1101,8178" coordsize="30,30" path="m1101,8193l1131,8193e" filled="f" stroked="t" strokecolor="black" strokeweight="1.6pt">
                <v:path arrowok="t"/>
              </v:shape>
            </v:group>
            <v:group id="_x0000_s1267" style="width:30;height:30;left:1101;position:absolute;top:8118" coordorigin="1101,8118" coordsize="30,30">
              <v:shape id="_x0000_s1268" style="width:30;height:30;left:1101;position:absolute;top:8118" coordorigin="1101,8118" coordsize="30,30" path="m1101,8133l1131,8133e" filled="f" stroked="t" strokecolor="black" strokeweight="1.6pt">
                <v:path arrowok="t"/>
              </v:shape>
            </v:group>
            <v:group id="_x0000_s1269" style="width:30;height:30;left:1101;position:absolute;top:8058" coordorigin="1101,8058" coordsize="30,30">
              <v:shape id="_x0000_s1270" style="width:30;height:30;left:1101;position:absolute;top:8058" coordorigin="1101,8058" coordsize="30,30" path="m1101,8073l1131,8073e" filled="f" stroked="t" strokecolor="black" strokeweight="1.6pt">
                <v:path arrowok="t"/>
              </v:shape>
            </v:group>
            <v:group id="_x0000_s1271" style="width:30;height:30;left:1101;position:absolute;top:7998" coordorigin="1101,7998" coordsize="30,30">
              <v:shape id="_x0000_s1272" style="width:30;height:30;left:1101;position:absolute;top:7998" coordorigin="1101,7998" coordsize="30,30" path="m1101,8013l1131,8013e" filled="f" stroked="t" strokecolor="black" strokeweight="1.6pt">
                <v:path arrowok="t"/>
              </v:shape>
            </v:group>
            <v:group id="_x0000_s1273" style="width:30;height:30;left:1101;position:absolute;top:7938" coordorigin="1101,7938" coordsize="30,30">
              <v:shape id="_x0000_s1274" style="width:30;height:30;left:1101;position:absolute;top:7938" coordorigin="1101,7938" coordsize="30,30" path="m1101,7953l1131,7953e" filled="f" stroked="t" strokecolor="black" strokeweight="1.6pt">
                <v:path arrowok="t"/>
              </v:shape>
            </v:group>
            <v:group id="_x0000_s1275" style="width:30;height:30;left:1101;position:absolute;top:7878" coordorigin="1101,7878" coordsize="30,30">
              <v:shape id="_x0000_s1276" style="width:30;height:30;left:1101;position:absolute;top:7878" coordorigin="1101,7878" coordsize="30,30" path="m1101,7893l1131,7893e" filled="f" stroked="t" strokecolor="black" strokeweight="1.6pt">
                <v:path arrowok="t"/>
              </v:shape>
            </v:group>
            <v:group id="_x0000_s1277" style="width:30;height:30;left:1101;position:absolute;top:7818" coordorigin="1101,7818" coordsize="30,30">
              <v:shape id="_x0000_s1278" style="width:30;height:30;left:1101;position:absolute;top:7818" coordorigin="1101,7818" coordsize="30,30" path="m1101,7833l1131,7833e" filled="f" stroked="t" strokecolor="black" strokeweight="1.6pt">
                <v:path arrowok="t"/>
              </v:shape>
            </v:group>
            <v:group id="_x0000_s1279" style="width:30;height:30;left:1101;position:absolute;top:7758" coordorigin="1101,7758" coordsize="30,30">
              <v:shape id="_x0000_s1280" style="width:30;height:30;left:1101;position:absolute;top:7758" coordorigin="1101,7758" coordsize="30,30" path="m1101,7773l1131,7773e" filled="f" stroked="t" strokecolor="black" strokeweight="1.6pt">
                <v:path arrowok="t"/>
              </v:shape>
            </v:group>
            <v:group id="_x0000_s1281" style="width:30;height:30;left:1101;position:absolute;top:7698" coordorigin="1101,7698" coordsize="30,30">
              <v:shape id="_x0000_s1282" style="width:30;height:30;left:1101;position:absolute;top:7698" coordorigin="1101,7698" coordsize="30,30" path="m1101,7713l1131,7713e" filled="f" stroked="t" strokecolor="black" strokeweight="1.6pt">
                <v:path arrowok="t"/>
              </v:shape>
            </v:group>
            <v:group id="_x0000_s1283" style="width:30;height:30;left:1101;position:absolute;top:7638" coordorigin="1101,7638" coordsize="30,30">
              <v:shape id="_x0000_s1284" style="width:30;height:30;left:1101;position:absolute;top:7638" coordorigin="1101,7638" coordsize="30,30" path="m1101,7653l1131,7653e" filled="f" stroked="t" strokecolor="black" strokeweight="1.6pt">
                <v:path arrowok="t"/>
              </v:shape>
            </v:group>
            <v:group id="_x0000_s1285" style="width:30;height:30;left:1101;position:absolute;top:7578" coordorigin="1101,7578" coordsize="30,30">
              <v:shape id="_x0000_s1286" style="width:30;height:30;left:1101;position:absolute;top:7578" coordorigin="1101,7578" coordsize="30,30" path="m1101,7593l1131,7593e" filled="f" stroked="t" strokecolor="black" strokeweight="1.6pt">
                <v:path arrowok="t"/>
              </v:shape>
            </v:group>
            <v:group id="_x0000_s1287" style="width:30;height:30;left:1101;position:absolute;top:7518" coordorigin="1101,7518" coordsize="30,30">
              <v:shape id="_x0000_s1288" style="width:30;height:30;left:1101;position:absolute;top:7518" coordorigin="1101,7518" coordsize="30,30" path="m1101,7533l1131,7533e" filled="f" stroked="t" strokecolor="black" strokeweight="1.6pt">
                <v:path arrowok="t"/>
              </v:shape>
            </v:group>
            <v:group id="_x0000_s1289" style="width:30;height:30;left:1101;position:absolute;top:7458" coordorigin="1101,7458" coordsize="30,30">
              <v:shape id="_x0000_s1290" style="width:30;height:30;left:1101;position:absolute;top:7458" coordorigin="1101,7458" coordsize="30,30" path="m1101,7473l1131,7473e" filled="f" stroked="t" strokecolor="black" strokeweight="1.6pt">
                <v:path arrowok="t"/>
              </v:shape>
            </v:group>
            <v:group id="_x0000_s1291" style="width:30;height:30;left:1101;position:absolute;top:7398" coordorigin="1101,7398" coordsize="30,30">
              <v:shape id="_x0000_s1292" style="width:30;height:30;left:1101;position:absolute;top:7398" coordorigin="1101,7398" coordsize="30,30" path="m1101,7413l1131,7413e" filled="f" stroked="t" strokecolor="black" strokeweight="1.6pt">
                <v:path arrowok="t"/>
              </v:shape>
            </v:group>
            <v:group id="_x0000_s1293" style="width:30;height:30;left:1101;position:absolute;top:7338" coordorigin="1101,7338" coordsize="30,30">
              <v:shape id="_x0000_s1294" style="width:30;height:30;left:1101;position:absolute;top:7338" coordorigin="1101,7338" coordsize="30,30" path="m1101,7353l1131,7353e" filled="f" stroked="t" strokecolor="black" strokeweight="1.6pt">
                <v:path arrowok="t"/>
              </v:shape>
            </v:group>
            <v:group id="_x0000_s1295" style="width:30;height:30;left:1101;position:absolute;top:7278" coordorigin="1101,7278" coordsize="30,30">
              <v:shape id="_x0000_s1296" style="width:30;height:30;left:1101;position:absolute;top:7278" coordorigin="1101,7278" coordsize="30,30" path="m1101,7293l1131,7293e" filled="f" stroked="t" strokecolor="black" strokeweight="1.6pt">
                <v:path arrowok="t"/>
              </v:shape>
            </v:group>
            <v:group id="_x0000_s1297" style="width:30;height:30;left:1101;position:absolute;top:7218" coordorigin="1101,7218" coordsize="30,30">
              <v:shape id="_x0000_s1298" style="width:30;height:30;left:1101;position:absolute;top:7218" coordorigin="1101,7218" coordsize="30,30" path="m1101,7233l1131,7233e" filled="f" stroked="t" strokecolor="black" strokeweight="1.6pt">
                <v:path arrowok="t"/>
              </v:shape>
            </v:group>
            <v:group id="_x0000_s1299" style="width:30;height:30;left:1101;position:absolute;top:7158" coordorigin="1101,7158" coordsize="30,30">
              <v:shape id="_x0000_s1300" style="width:30;height:30;left:1101;position:absolute;top:7158" coordorigin="1101,7158" coordsize="30,30" path="m1101,7173l1131,7173e" filled="f" stroked="t" strokecolor="black" strokeweight="1.6pt">
                <v:path arrowok="t"/>
              </v:shape>
            </v:group>
            <v:group id="_x0000_s1301" style="width:30;height:30;left:1101;position:absolute;top:7098" coordorigin="1101,7098" coordsize="30,30">
              <v:shape id="_x0000_s1302" style="width:30;height:30;left:1101;position:absolute;top:7098" coordorigin="1101,7098" coordsize="30,30" path="m1101,7113l1131,7113e" filled="f" stroked="t" strokecolor="black" strokeweight="1.6pt">
                <v:path arrowok="t"/>
              </v:shape>
            </v:group>
            <v:group id="_x0000_s1303" style="width:30;height:30;left:1101;position:absolute;top:7038" coordorigin="1101,7038" coordsize="30,30">
              <v:shape id="_x0000_s1304" style="width:30;height:30;left:1101;position:absolute;top:7038" coordorigin="1101,7038" coordsize="30,30" path="m1101,7053l1131,7053e" filled="f" stroked="t" strokecolor="black" strokeweight="1.6pt">
                <v:path arrowok="t"/>
              </v:shape>
            </v:group>
            <v:group id="_x0000_s1305" style="width:30;height:30;left:1101;position:absolute;top:6978" coordorigin="1101,6978" coordsize="30,30">
              <v:shape id="_x0000_s1306" style="width:30;height:30;left:1101;position:absolute;top:6978" coordorigin="1101,6978" coordsize="30,30" path="m1101,6993l1131,6993e" filled="f" stroked="t" strokecolor="black" strokeweight="1.6pt">
                <v:path arrowok="t"/>
              </v:shape>
            </v:group>
            <v:group id="_x0000_s1307" style="width:30;height:30;left:1101;position:absolute;top:6918" coordorigin="1101,6918" coordsize="30,30">
              <v:shape id="_x0000_s1308" style="width:30;height:30;left:1101;position:absolute;top:6918" coordorigin="1101,6918" coordsize="30,30" path="m1101,6933l1131,6933e" filled="f" stroked="t" strokecolor="black" strokeweight="1.6pt">
                <v:path arrowok="t"/>
              </v:shape>
            </v:group>
            <v:group id="_x0000_s1309" style="width:30;height:30;left:1101;position:absolute;top:6858" coordorigin="1101,6858" coordsize="30,30">
              <v:shape id="_x0000_s1310" style="width:30;height:30;left:1101;position:absolute;top:6858" coordorigin="1101,6858" coordsize="30,30" path="m1101,6873l1131,6873e" filled="f" stroked="t" strokecolor="black" strokeweight="1.6pt">
                <v:path arrowok="t"/>
              </v:shape>
            </v:group>
            <v:group id="_x0000_s1311" style="width:30;height:30;left:1101;position:absolute;top:6798" coordorigin="1101,6798" coordsize="30,30">
              <v:shape id="_x0000_s1312" style="width:30;height:30;left:1101;position:absolute;top:6798" coordorigin="1101,6798" coordsize="30,30" path="m1101,6813l1131,6813e" filled="f" stroked="t" strokecolor="black" strokeweight="1.6pt">
                <v:path arrowok="t"/>
              </v:shape>
            </v:group>
            <v:group id="_x0000_s1313" style="width:30;height:30;left:1101;position:absolute;top:6738" coordorigin="1101,6738" coordsize="30,30">
              <v:shape id="_x0000_s1314" style="width:30;height:30;left:1101;position:absolute;top:6738" coordorigin="1101,6738" coordsize="30,30" path="m1101,6753l1131,6753e" filled="f" stroked="t" strokecolor="black" strokeweight="1.6pt">
                <v:path arrowok="t"/>
              </v:shape>
            </v:group>
            <v:group id="_x0000_s1315" style="width:30;height:30;left:1101;position:absolute;top:6678" coordorigin="1101,6678" coordsize="30,30">
              <v:shape id="_x0000_s1316" style="width:30;height:30;left:1101;position:absolute;top:6678" coordorigin="1101,6678" coordsize="30,30" path="m1101,6693l1131,6693e" filled="f" stroked="t" strokecolor="black" strokeweight="1.6pt">
                <v:path arrowok="t"/>
              </v:shape>
            </v:group>
            <v:group id="_x0000_s1317" style="width:30;height:30;left:1101;position:absolute;top:6618" coordorigin="1101,6618" coordsize="30,30">
              <v:shape id="_x0000_s1318" style="width:30;height:30;left:1101;position:absolute;top:6618" coordorigin="1101,6618" coordsize="30,30" path="m1101,6633l1131,6633e" filled="f" stroked="t" strokecolor="black" strokeweight="1.6pt">
                <v:path arrowok="t"/>
              </v:shape>
            </v:group>
            <v:group id="_x0000_s1319" style="width:30;height:30;left:1101;position:absolute;top:6558" coordorigin="1101,6558" coordsize="30,30">
              <v:shape id="_x0000_s1320" style="width:30;height:30;left:1101;position:absolute;top:6558" coordorigin="1101,6558" coordsize="30,30" path="m1101,6573l1131,6573e" filled="f" stroked="t" strokecolor="black" strokeweight="1.6pt">
                <v:path arrowok="t"/>
              </v:shape>
            </v:group>
            <v:group id="_x0000_s1321" style="width:30;height:30;left:1101;position:absolute;top:6498" coordorigin="1101,6498" coordsize="30,30">
              <v:shape id="_x0000_s1322" style="width:30;height:30;left:1101;position:absolute;top:6498" coordorigin="1101,6498" coordsize="30,30" path="m1101,6513l1131,6513e" filled="f" stroked="t" strokecolor="black" strokeweight="1.6pt">
                <v:path arrowok="t"/>
              </v:shape>
            </v:group>
            <v:group id="_x0000_s1323" style="width:30;height:30;left:1101;position:absolute;top:6438" coordorigin="1101,6438" coordsize="30,30">
              <v:shape id="_x0000_s1324" style="width:30;height:30;left:1101;position:absolute;top:6438" coordorigin="1101,6438" coordsize="30,30" path="m1101,6453l1131,6453e" filled="f" stroked="t" strokecolor="black" strokeweight="1.6pt">
                <v:path arrowok="t"/>
              </v:shape>
            </v:group>
            <v:group id="_x0000_s1325" style="width:30;height:30;left:1101;position:absolute;top:6378" coordorigin="1101,6378" coordsize="30,30">
              <v:shape id="_x0000_s1326" style="width:30;height:30;left:1101;position:absolute;top:6378" coordorigin="1101,6378" coordsize="30,30" path="m1101,6393l1131,6393e" filled="f" stroked="t" strokecolor="black" strokeweight="1.6pt">
                <v:path arrowok="t"/>
              </v:shape>
            </v:group>
            <v:group id="_x0000_s1327" style="width:30;height:30;left:1101;position:absolute;top:6318" coordorigin="1101,6318" coordsize="30,30">
              <v:shape id="_x0000_s1328" style="width:30;height:30;left:1101;position:absolute;top:6318" coordorigin="1101,6318" coordsize="30,30" path="m1101,6333l1131,6333e" filled="f" stroked="t" strokecolor="black" strokeweight="1.6pt">
                <v:path arrowok="t"/>
              </v:shape>
            </v:group>
            <v:group id="_x0000_s1329" style="width:30;height:30;left:1101;position:absolute;top:6258" coordorigin="1101,6258" coordsize="30,30">
              <v:shape id="_x0000_s1330" style="width:30;height:30;left:1101;position:absolute;top:6258" coordorigin="1101,6258" coordsize="30,30" path="m1101,6273l1131,6273e" filled="f" stroked="t" strokecolor="black" strokeweight="1.6pt">
                <v:path arrowok="t"/>
              </v:shape>
            </v:group>
            <v:group id="_x0000_s1331" style="width:30;height:30;left:1101;position:absolute;top:6198" coordorigin="1101,6198" coordsize="30,30">
              <v:shape id="_x0000_s1332" style="width:30;height:30;left:1101;position:absolute;top:6198" coordorigin="1101,6198" coordsize="30,30" path="m1101,6213l1131,6213e" filled="f" stroked="t" strokecolor="black" strokeweight="1.6pt">
                <v:path arrowok="t"/>
              </v:shape>
            </v:group>
            <v:group id="_x0000_s1333" style="width:30;height:30;left:1101;position:absolute;top:6138" coordorigin="1101,6138" coordsize="30,30">
              <v:shape id="_x0000_s1334" style="width:30;height:30;left:1101;position:absolute;top:6138" coordorigin="1101,6138" coordsize="30,30" path="m1101,6153l1131,6153e" filled="f" stroked="t" strokecolor="black" strokeweight="1.6pt">
                <v:path arrowok="t"/>
              </v:shape>
            </v:group>
            <v:group id="_x0000_s1335" style="width:30;height:30;left:1101;position:absolute;top:6078" coordorigin="1101,6078" coordsize="30,30">
              <v:shape id="_x0000_s1336" style="width:30;height:30;left:1101;position:absolute;top:6078" coordorigin="1101,6078" coordsize="30,30" path="m1101,6093l1131,6093e" filled="f" stroked="t" strokecolor="black" strokeweight="1.6pt">
                <v:path arrowok="t"/>
              </v:shape>
            </v:group>
            <v:group id="_x0000_s1337" style="width:30;height:30;left:1101;position:absolute;top:6018" coordorigin="1101,6018" coordsize="30,30">
              <v:shape id="_x0000_s1338" style="width:30;height:30;left:1101;position:absolute;top:6018" coordorigin="1101,6018" coordsize="30,30" path="m1101,6033l1131,6033e" filled="f" stroked="t" strokecolor="black" strokeweight="1.6pt">
                <v:path arrowok="t"/>
              </v:shape>
            </v:group>
            <v:group id="_x0000_s1339" style="width:30;height:30;left:1101;position:absolute;top:5958" coordorigin="1101,5958" coordsize="30,30">
              <v:shape id="_x0000_s1340" style="width:30;height:30;left:1101;position:absolute;top:5958" coordorigin="1101,5958" coordsize="30,30" path="m1101,5973l1131,5973e" filled="f" stroked="t" strokecolor="black" strokeweight="1.6pt">
                <v:path arrowok="t"/>
              </v:shape>
            </v:group>
            <v:group id="_x0000_s1341" style="width:30;height:30;left:1101;position:absolute;top:5898" coordorigin="1101,5898" coordsize="30,30">
              <v:shape id="_x0000_s1342" style="width:30;height:30;left:1101;position:absolute;top:5898" coordorigin="1101,5898" coordsize="30,30" path="m1101,5913l1131,5913e" filled="f" stroked="t" strokecolor="black" strokeweight="1.6pt">
                <v:path arrowok="t"/>
              </v:shape>
            </v:group>
            <v:group id="_x0000_s1343" style="width:30;height:30;left:1101;position:absolute;top:5838" coordorigin="1101,5838" coordsize="30,30">
              <v:shape id="_x0000_s1344" style="width:30;height:30;left:1101;position:absolute;top:5838" coordorigin="1101,5838" coordsize="30,30" path="m1101,5853l1131,5853e" filled="f" stroked="t" strokecolor="black" strokeweight="1.6pt">
                <v:path arrowok="t"/>
              </v:shape>
            </v:group>
            <v:group id="_x0000_s1345" style="width:30;height:30;left:1101;position:absolute;top:5778" coordorigin="1101,5778" coordsize="30,30">
              <v:shape id="_x0000_s1346" style="width:30;height:30;left:1101;position:absolute;top:5778" coordorigin="1101,5778" coordsize="30,30" path="m1101,5793l1131,5793e" filled="f" stroked="t" strokecolor="black" strokeweight="1.6pt">
                <v:path arrowok="t"/>
              </v:shape>
            </v:group>
            <v:group id="_x0000_s1347" style="width:30;height:30;left:1101;position:absolute;top:5718" coordorigin="1101,5718" coordsize="30,30">
              <v:shape id="_x0000_s1348" style="width:30;height:30;left:1101;position:absolute;top:5718" coordorigin="1101,5718" coordsize="30,30" path="m1101,5733l1131,5733e" filled="f" stroked="t" strokecolor="black" strokeweight="1.6pt">
                <v:path arrowok="t"/>
              </v:shape>
            </v:group>
            <v:group id="_x0000_s1349" style="width:30;height:30;left:1101;position:absolute;top:5658" coordorigin="1101,5658" coordsize="30,30">
              <v:shape id="_x0000_s1350" style="width:30;height:30;left:1101;position:absolute;top:5658" coordorigin="1101,5658" coordsize="30,30" path="m1101,5673l1131,5673e" filled="f" stroked="t" strokecolor="black" strokeweight="1.6pt">
                <v:path arrowok="t"/>
              </v:shape>
            </v:group>
            <v:group id="_x0000_s1351" style="width:30;height:30;left:1101;position:absolute;top:5598" coordorigin="1101,5598" coordsize="30,30">
              <v:shape id="_x0000_s1352" style="width:30;height:30;left:1101;position:absolute;top:5598" coordorigin="1101,5598" coordsize="30,30" path="m1101,5613l1131,5613e" filled="f" stroked="t" strokecolor="black" strokeweight="1.6pt">
                <v:path arrowok="t"/>
              </v:shape>
            </v:group>
            <v:group id="_x0000_s1353" style="width:30;height:30;left:1101;position:absolute;top:5538" coordorigin="1101,5538" coordsize="30,30">
              <v:shape id="_x0000_s1354" style="width:30;height:30;left:1101;position:absolute;top:5538" coordorigin="1101,5538" coordsize="30,30" path="m1101,5553l1131,5553e" filled="f" stroked="t" strokecolor="black" strokeweight="1.6pt">
                <v:path arrowok="t"/>
              </v:shape>
            </v:group>
            <v:group id="_x0000_s1355" style="width:30;height:30;left:1101;position:absolute;top:5478" coordorigin="1101,5478" coordsize="30,30">
              <v:shape id="_x0000_s1356" style="width:30;height:30;left:1101;position:absolute;top:5478" coordorigin="1101,5478" coordsize="30,30" path="m1101,5493l1131,5493e" filled="f" stroked="t" strokecolor="black" strokeweight="1.6pt">
                <v:path arrowok="t"/>
              </v:shape>
            </v:group>
            <v:group id="_x0000_s1357" style="width:30;height:30;left:1101;position:absolute;top:5418" coordorigin="1101,5418" coordsize="30,30">
              <v:shape id="_x0000_s1358" style="width:30;height:30;left:1101;position:absolute;top:5418" coordorigin="1101,5418" coordsize="30,30" path="m1101,5433l1131,5433e" filled="f" stroked="t" strokecolor="black" strokeweight="1.6pt">
                <v:path arrowok="t"/>
              </v:shape>
            </v:group>
            <v:group id="_x0000_s1359" style="width:30;height:30;left:1101;position:absolute;top:5358" coordorigin="1101,5358" coordsize="30,30">
              <v:shape id="_x0000_s1360" style="width:30;height:30;left:1101;position:absolute;top:5358" coordorigin="1101,5358" coordsize="30,30" path="m1101,5373l1131,5373e" filled="f" stroked="t" strokecolor="black" strokeweight="1.6pt">
                <v:path arrowok="t"/>
              </v:shape>
            </v:group>
            <v:group id="_x0000_s1361" style="width:30;height:30;left:1101;position:absolute;top:5298" coordorigin="1101,5298" coordsize="30,30">
              <v:shape id="_x0000_s1362" style="width:30;height:30;left:1101;position:absolute;top:5298" coordorigin="1101,5298" coordsize="30,30" path="m1101,5313l1131,5313e" filled="f" stroked="t" strokecolor="black" strokeweight="1.6pt">
                <v:path arrowok="t"/>
              </v:shape>
            </v:group>
            <v:group id="_x0000_s1363" style="width:30;height:30;left:1101;position:absolute;top:5238" coordorigin="1101,5238" coordsize="30,30">
              <v:shape id="_x0000_s1364" style="width:30;height:30;left:1101;position:absolute;top:5238" coordorigin="1101,5238" coordsize="30,30" path="m1101,5253l1131,5253e" filled="f" stroked="t" strokecolor="black" strokeweight="1.6pt">
                <v:path arrowok="t"/>
              </v:shape>
            </v:group>
            <v:group id="_x0000_s1365" style="width:30;height:30;left:1101;position:absolute;top:5178" coordorigin="1101,5178" coordsize="30,30">
              <v:shape id="_x0000_s1366" style="width:30;height:30;left:1101;position:absolute;top:5178" coordorigin="1101,5178" coordsize="30,30" path="m1101,5193l1131,5193e" filled="f" stroked="t" strokecolor="black" strokeweight="1.6pt">
                <v:path arrowok="t"/>
              </v:shape>
            </v:group>
            <v:group id="_x0000_s1367" style="width:30;height:30;left:1101;position:absolute;top:5118" coordorigin="1101,5118" coordsize="30,30">
              <v:shape id="_x0000_s1368" style="width:30;height:30;left:1101;position:absolute;top:5118" coordorigin="1101,5118" coordsize="30,30" path="m1101,5133l1131,5133e" filled="f" stroked="t" strokecolor="black" strokeweight="1.6pt">
                <v:path arrowok="t"/>
              </v:shape>
            </v:group>
            <v:group id="_x0000_s1369" style="width:30;height:30;left:1101;position:absolute;top:5058" coordorigin="1101,5058" coordsize="30,30">
              <v:shape id="_x0000_s1370" style="width:30;height:30;left:1101;position:absolute;top:5058" coordorigin="1101,5058" coordsize="30,30" path="m1101,5073l1131,5073e" filled="f" stroked="t" strokecolor="black" strokeweight="1.6pt">
                <v:path arrowok="t"/>
              </v:shape>
            </v:group>
            <v:group id="_x0000_s1371" style="width:30;height:30;left:1101;position:absolute;top:4998" coordorigin="1101,4998" coordsize="30,30">
              <v:shape id="_x0000_s1372" style="width:30;height:30;left:1101;position:absolute;top:4998" coordorigin="1101,4998" coordsize="30,30" path="m1101,5013l1131,5013e" filled="f" stroked="t" strokecolor="black" strokeweight="1.6pt">
                <v:path arrowok="t"/>
              </v:shape>
            </v:group>
            <v:group id="_x0000_s1373" style="width:30;height:30;left:1101;position:absolute;top:4938" coordorigin="1101,4938" coordsize="30,30">
              <v:shape id="_x0000_s1374" style="width:30;height:30;left:1101;position:absolute;top:4938" coordorigin="1101,4938" coordsize="30,30" path="m1101,4953l1131,4953e" filled="f" stroked="t" strokecolor="black" strokeweight="1.6pt">
                <v:path arrowok="t"/>
              </v:shape>
            </v:group>
            <v:group id="_x0000_s1375" style="width:30;height:30;left:1101;position:absolute;top:4878" coordorigin="1101,4878" coordsize="30,30">
              <v:shape id="_x0000_s1376" style="width:30;height:30;left:1101;position:absolute;top:4878" coordorigin="1101,4878" coordsize="30,30" path="m1101,4893l1131,4893e" filled="f" stroked="t" strokecolor="black" strokeweight="1.6pt">
                <v:path arrowok="t"/>
              </v:shape>
            </v:group>
            <v:group id="_x0000_s1377" style="width:30;height:30;left:1101;position:absolute;top:4818" coordorigin="1101,4818" coordsize="30,30">
              <v:shape id="_x0000_s1378" style="width:30;height:30;left:1101;position:absolute;top:4818" coordorigin="1101,4818" coordsize="30,30" path="m1101,4833l1131,4833e" filled="f" stroked="t" strokecolor="black" strokeweight="1.6pt">
                <v:path arrowok="t"/>
              </v:shape>
            </v:group>
            <v:group id="_x0000_s1379" style="width:30;height:30;left:1101;position:absolute;top:4758" coordorigin="1101,4758" coordsize="30,30">
              <v:shape id="_x0000_s1380" style="width:30;height:30;left:1101;position:absolute;top:4758" coordorigin="1101,4758" coordsize="30,30" path="m1101,4773l1131,4773e" filled="f" stroked="t" strokecolor="black" strokeweight="1.6pt">
                <v:path arrowok="t"/>
              </v:shape>
            </v:group>
            <v:group id="_x0000_s1381" style="width:30;height:30;left:1101;position:absolute;top:4698" coordorigin="1101,4698" coordsize="30,30">
              <v:shape id="_x0000_s1382" style="width:30;height:30;left:1101;position:absolute;top:4698" coordorigin="1101,4698" coordsize="30,30" path="m1101,4713l1131,4713e" filled="f" stroked="t" strokecolor="black" strokeweight="1.6pt">
                <v:path arrowok="t"/>
              </v:shape>
            </v:group>
            <v:group id="_x0000_s1383" style="width:30;height:30;left:1101;position:absolute;top:4638" coordorigin="1101,4638" coordsize="30,30">
              <v:shape id="_x0000_s1384" style="width:30;height:30;left:1101;position:absolute;top:4638" coordorigin="1101,4638" coordsize="30,30" path="m1101,4653l1131,4653e" filled="f" stroked="t" strokecolor="black" strokeweight="1.6pt">
                <v:path arrowok="t"/>
              </v:shape>
            </v:group>
            <v:group id="_x0000_s1385" style="width:30;height:30;left:1101;position:absolute;top:4578" coordorigin="1101,4578" coordsize="30,30">
              <v:shape id="_x0000_s1386" style="width:30;height:30;left:1101;position:absolute;top:4578" coordorigin="1101,4578" coordsize="30,30" path="m1101,4593l1131,4593e" filled="f" stroked="t" strokecolor="black" strokeweight="1.6pt">
                <v:path arrowok="t"/>
              </v:shape>
            </v:group>
            <v:group id="_x0000_s1387" style="width:30;height:30;left:1101;position:absolute;top:4518" coordorigin="1101,4518" coordsize="30,30">
              <v:shape id="_x0000_s1388" style="width:30;height:30;left:1101;position:absolute;top:4518" coordorigin="1101,4518" coordsize="30,30" path="m1101,4533l1131,4533e" filled="f" stroked="t" strokecolor="black" strokeweight="1.6pt">
                <v:path arrowok="t"/>
              </v:shape>
            </v:group>
            <v:group id="_x0000_s1389" style="width:30;height:30;left:1101;position:absolute;top:4458" coordorigin="1101,4458" coordsize="30,30">
              <v:shape id="_x0000_s1390" style="width:30;height:30;left:1101;position:absolute;top:4458" coordorigin="1101,4458" coordsize="30,30" path="m1101,4473l1131,4473e" filled="f" stroked="t" strokecolor="black" strokeweight="1.6pt">
                <v:path arrowok="t"/>
              </v:shape>
            </v:group>
            <v:group id="_x0000_s1391" style="width:30;height:30;left:1101;position:absolute;top:4398" coordorigin="1101,4398" coordsize="30,30">
              <v:shape id="_x0000_s1392" style="width:30;height:30;left:1101;position:absolute;top:4398" coordorigin="1101,4398" coordsize="30,30" path="m1101,4413l1131,4413e" filled="f" stroked="t" strokecolor="black" strokeweight="1.6pt">
                <v:path arrowok="t"/>
              </v:shape>
            </v:group>
            <v:group id="_x0000_s1393" style="width:30;height:30;left:1101;position:absolute;top:4338" coordorigin="1101,4338" coordsize="30,30">
              <v:shape id="_x0000_s1394" style="width:30;height:30;left:1101;position:absolute;top:4338" coordorigin="1101,4338" coordsize="30,30" path="m1101,4353l1131,4353e" filled="f" stroked="t" strokecolor="black" strokeweight="1.6pt">
                <v:path arrowok="t"/>
              </v:shape>
            </v:group>
            <v:group id="_x0000_s1395" style="width:30;height:30;left:1101;position:absolute;top:4278" coordorigin="1101,4278" coordsize="30,30">
              <v:shape id="_x0000_s1396" style="width:30;height:30;left:1101;position:absolute;top:4278" coordorigin="1101,4278" coordsize="30,30" path="m1101,4293l1131,4293e" filled="f" stroked="t" strokecolor="black" strokeweight="1.6pt">
                <v:path arrowok="t"/>
              </v:shape>
            </v:group>
            <v:group id="_x0000_s1397" style="width:30;height:30;left:1101;position:absolute;top:4218" coordorigin="1101,4218" coordsize="30,30">
              <v:shape id="_x0000_s1398" style="width:30;height:30;left:1101;position:absolute;top:4218" coordorigin="1101,4218" coordsize="30,30" path="m1101,4233l1131,4233e" filled="f" stroked="t" strokecolor="black" strokeweight="1.6pt">
                <v:path arrowok="t"/>
              </v:shape>
            </v:group>
            <v:group id="_x0000_s1399" style="width:30;height:30;left:1101;position:absolute;top:4158" coordorigin="1101,4158" coordsize="30,30">
              <v:shape id="_x0000_s1400" style="width:30;height:30;left:1101;position:absolute;top:4158" coordorigin="1101,4158" coordsize="30,30" path="m1101,4173l1131,4173e" filled="f" stroked="t" strokecolor="black" strokeweight="1.6pt">
                <v:path arrowok="t"/>
              </v:shape>
            </v:group>
            <v:group id="_x0000_s1401" style="width:30;height:30;left:1101;position:absolute;top:4098" coordorigin="1101,4098" coordsize="30,30">
              <v:shape id="_x0000_s1402" style="width:30;height:30;left:1101;position:absolute;top:4098" coordorigin="1101,4098" coordsize="30,30" path="m1101,4113l1131,4113e" filled="f" stroked="t" strokecolor="black" strokeweight="1.6pt">
                <v:path arrowok="t"/>
              </v:shape>
            </v:group>
            <v:group id="_x0000_s1403" style="width:30;height:30;left:1101;position:absolute;top:4038" coordorigin="1101,4038" coordsize="30,30">
              <v:shape id="_x0000_s1404" style="width:30;height:30;left:1101;position:absolute;top:4038" coordorigin="1101,4038" coordsize="30,30" path="m1101,4053l1131,4053e" filled="f" stroked="t" strokecolor="black" strokeweight="1.6pt">
                <v:path arrowok="t"/>
              </v:shape>
            </v:group>
            <v:group id="_x0000_s1405" style="width:30;height:30;left:1101;position:absolute;top:3978" coordorigin="1101,3978" coordsize="30,30">
              <v:shape id="_x0000_s1406" style="width:30;height:30;left:1101;position:absolute;top:3978" coordorigin="1101,3978" coordsize="30,30" path="m1101,3993l1131,3993e" filled="f" stroked="t" strokecolor="black" strokeweight="1.6pt">
                <v:path arrowok="t"/>
              </v:shape>
            </v:group>
            <v:group id="_x0000_s1407" style="width:30;height:30;left:1101;position:absolute;top:3918" coordorigin="1101,3918" coordsize="30,30">
              <v:shape id="_x0000_s1408" style="width:30;height:30;left:1101;position:absolute;top:3918" coordorigin="1101,3918" coordsize="30,30" path="m1101,3933l1131,3933e" filled="f" stroked="t" strokecolor="black" strokeweight="1.6pt">
                <v:path arrowok="t"/>
              </v:shape>
            </v:group>
            <v:group id="_x0000_s1409" style="width:30;height:30;left:1101;position:absolute;top:3858" coordorigin="1101,3858" coordsize="30,30">
              <v:shape id="_x0000_s1410" style="width:30;height:30;left:1101;position:absolute;top:3858" coordorigin="1101,3858" coordsize="30,30" path="m1101,3873l1131,3873e" filled="f" stroked="t" strokecolor="black" strokeweight="1.6pt">
                <v:path arrowok="t"/>
              </v:shape>
            </v:group>
            <v:group id="_x0000_s1411" style="width:30;height:30;left:1101;position:absolute;top:3798" coordorigin="1101,3798" coordsize="30,30">
              <v:shape id="_x0000_s1412" style="width:30;height:30;left:1101;position:absolute;top:3798" coordorigin="1101,3798" coordsize="30,30" path="m1101,3813l1131,3813e" filled="f" stroked="t" strokecolor="black" strokeweight="1.6pt">
                <v:path arrowok="t"/>
              </v:shape>
            </v:group>
            <v:group id="_x0000_s1413" style="width:30;height:30;left:1101;position:absolute;top:3738" coordorigin="1101,3738" coordsize="30,30">
              <v:shape id="_x0000_s1414" style="width:30;height:30;left:1101;position:absolute;top:3738" coordorigin="1101,3738" coordsize="30,30" path="m1101,3753l1131,3753e" filled="f" stroked="t" strokecolor="black" strokeweight="1.6pt">
                <v:path arrowok="t"/>
              </v:shape>
            </v:group>
            <v:group id="_x0000_s1415" style="width:30;height:30;left:1101;position:absolute;top:3678" coordorigin="1101,3678" coordsize="30,30">
              <v:shape id="_x0000_s1416" style="width:30;height:30;left:1101;position:absolute;top:3678" coordorigin="1101,3678" coordsize="30,30" path="m1101,3693l1131,3693e" filled="f" stroked="t" strokecolor="black" strokeweight="1.6pt">
                <v:path arrowok="t"/>
              </v:shape>
            </v:group>
            <v:group id="_x0000_s1417" style="width:30;height:30;left:1101;position:absolute;top:3618" coordorigin="1101,3618" coordsize="30,30">
              <v:shape id="_x0000_s1418" style="width:30;height:30;left:1101;position:absolute;top:3618" coordorigin="1101,3618" coordsize="30,30" path="m1101,3633l1131,3633e" filled="f" stroked="t" strokecolor="black" strokeweight="1.6pt">
                <v:path arrowok="t"/>
              </v:shape>
            </v:group>
            <v:group id="_x0000_s1419" style="width:30;height:30;left:1101;position:absolute;top:3558" coordorigin="1101,3558" coordsize="30,30">
              <v:shape id="_x0000_s1420" style="width:30;height:30;left:1101;position:absolute;top:3558" coordorigin="1101,3558" coordsize="30,30" path="m1101,3573l1131,3573e" filled="f" stroked="t" strokecolor="black" strokeweight="1.6pt">
                <v:path arrowok="t"/>
              </v:shape>
            </v:group>
            <v:group id="_x0000_s1421" style="width:30;height:30;left:1101;position:absolute;top:3498" coordorigin="1101,3498" coordsize="30,30">
              <v:shape id="_x0000_s1422" style="width:30;height:30;left:1101;position:absolute;top:3498" coordorigin="1101,3498" coordsize="30,30" path="m1101,3513l1131,3513e" filled="f" stroked="t" strokecolor="black" strokeweight="1.6pt">
                <v:path arrowok="t"/>
              </v:shape>
            </v:group>
            <v:group id="_x0000_s1423" style="width:30;height:30;left:1101;position:absolute;top:3438" coordorigin="1101,3438" coordsize="30,30">
              <v:shape id="_x0000_s1424" style="width:30;height:30;left:1101;position:absolute;top:3438" coordorigin="1101,3438" coordsize="30,30" path="m1101,3453l1131,3453e" filled="f" stroked="t" strokecolor="black" strokeweight="1.6pt">
                <v:path arrowok="t"/>
              </v:shape>
            </v:group>
            <v:group id="_x0000_s1425" style="width:30;height:30;left:1101;position:absolute;top:3378" coordorigin="1101,3378" coordsize="30,30">
              <v:shape id="_x0000_s1426" style="width:30;height:30;left:1101;position:absolute;top:3378" coordorigin="1101,3378" coordsize="30,30" path="m1101,3393l1131,3393e" filled="f" stroked="t" strokecolor="black" strokeweight="1.6pt">
                <v:path arrowok="t"/>
              </v:shape>
            </v:group>
            <v:group id="_x0000_s1427" style="width:30;height:30;left:1101;position:absolute;top:3318" coordorigin="1101,3318" coordsize="30,30">
              <v:shape id="_x0000_s1428" style="width:30;height:30;left:1101;position:absolute;top:3318" coordorigin="1101,3318" coordsize="30,30" path="m1101,3333l1131,3333e" filled="f" stroked="t" strokecolor="black" strokeweight="1.6pt">
                <v:path arrowok="t"/>
              </v:shape>
            </v:group>
            <v:group id="_x0000_s1429" style="width:30;height:30;left:1101;position:absolute;top:3258" coordorigin="1101,3258" coordsize="30,30">
              <v:shape id="_x0000_s1430" style="width:30;height:30;left:1101;position:absolute;top:3258" coordorigin="1101,3258" coordsize="30,30" path="m1101,3273l1131,3273e" filled="f" stroked="t" strokecolor="black" strokeweight="1.6pt">
                <v:path arrowok="t"/>
              </v:shape>
            </v:group>
            <v:group id="_x0000_s1431" style="width:30;height:30;left:1101;position:absolute;top:3198" coordorigin="1101,3198" coordsize="30,30">
              <v:shape id="_x0000_s1432" style="width:30;height:30;left:1101;position:absolute;top:3198" coordorigin="1101,3198" coordsize="30,30" path="m1101,3213l1131,3213e" filled="f" stroked="t" strokecolor="black" strokeweight="1.6pt">
                <v:path arrowok="t"/>
              </v:shape>
            </v:group>
            <v:group id="_x0000_s1433" style="width:30;height:30;left:1101;position:absolute;top:3138" coordorigin="1101,3138" coordsize="30,30">
              <v:shape id="_x0000_s1434" style="width:30;height:30;left:1101;position:absolute;top:3138" coordorigin="1101,3138" coordsize="30,30" path="m1101,3153l1131,3153e" filled="f" stroked="t" strokecolor="black" strokeweight="1.6pt">
                <v:path arrowok="t"/>
              </v:shape>
            </v:group>
            <v:group id="_x0000_s1435" style="width:30;height:30;left:1101;position:absolute;top:3078" coordorigin="1101,3078" coordsize="30,30">
              <v:shape id="_x0000_s1436" style="width:30;height:30;left:1101;position:absolute;top:3078" coordorigin="1101,3078" coordsize="30,30" path="m1101,3093l1131,3093e" filled="f" stroked="t" strokecolor="black" strokeweight="1.6pt">
                <v:path arrowok="t"/>
              </v:shape>
            </v:group>
            <v:group id="_x0000_s1437" style="width:30;height:30;left:1101;position:absolute;top:3018" coordorigin="1101,3018" coordsize="30,30">
              <v:shape id="_x0000_s1438" style="width:30;height:30;left:1101;position:absolute;top:3018" coordorigin="1101,3018" coordsize="30,30" path="m1101,3033l1131,3033e" filled="f" stroked="t" strokecolor="black" strokeweight="1.6pt">
                <v:path arrowok="t"/>
              </v:shape>
            </v:group>
            <v:group id="_x0000_s1439" style="width:30;height:30;left:1101;position:absolute;top:2958" coordorigin="1101,2958" coordsize="30,30">
              <v:shape id="_x0000_s1440" style="width:30;height:30;left:1101;position:absolute;top:2958" coordorigin="1101,2958" coordsize="30,30" path="m1101,2973l1131,2973e" filled="f" stroked="t" strokecolor="black" strokeweight="1.6pt">
                <v:path arrowok="t"/>
              </v:shape>
            </v:group>
            <v:group id="_x0000_s1441" style="width:30;height:30;left:1101;position:absolute;top:2898" coordorigin="1101,2898" coordsize="30,30">
              <v:shape id="_x0000_s1442" style="width:30;height:30;left:1101;position:absolute;top:2898" coordorigin="1101,2898" coordsize="30,30" path="m1101,2913l1131,2913e" filled="f" stroked="t" strokecolor="black" strokeweight="1.6pt">
                <v:path arrowok="t"/>
              </v:shape>
            </v:group>
            <v:group id="_x0000_s1443" style="width:30;height:30;left:1101;position:absolute;top:2838" coordorigin="1101,2838" coordsize="30,30">
              <v:shape id="_x0000_s1444" style="width:30;height:30;left:1101;position:absolute;top:2838" coordorigin="1101,2838" coordsize="30,30" path="m1101,2853l1131,2853e" filled="f" stroked="t" strokecolor="black" strokeweight="1.6pt">
                <v:path arrowok="t"/>
              </v:shape>
            </v:group>
            <v:group id="_x0000_s1445" style="width:30;height:30;left:1101;position:absolute;top:2778" coordorigin="1101,2778" coordsize="30,30">
              <v:shape id="_x0000_s1446" style="width:30;height:30;left:1101;position:absolute;top:2778" coordorigin="1101,2778" coordsize="30,30" path="m1101,2793l1131,2793e" filled="f" stroked="t" strokecolor="black" strokeweight="1.6pt">
                <v:path arrowok="t"/>
              </v:shape>
            </v:group>
            <v:group id="_x0000_s1447" style="width:30;height:30;left:1101;position:absolute;top:2718" coordorigin="1101,2718" coordsize="30,30">
              <v:shape id="_x0000_s1448" style="width:30;height:30;left:1101;position:absolute;top:2718" coordorigin="1101,2718" coordsize="30,30" path="m1101,2733l1131,2733e" filled="f" stroked="t" strokecolor="black" strokeweight="1.6pt">
                <v:path arrowok="t"/>
              </v:shape>
            </v:group>
            <v:group id="_x0000_s1449" style="width:30;height:30;left:1101;position:absolute;top:2658" coordorigin="1101,2658" coordsize="30,30">
              <v:shape id="_x0000_s1450" style="width:30;height:30;left:1101;position:absolute;top:2658" coordorigin="1101,2658" coordsize="30,30" path="m1101,2673l1131,2673e" filled="f" stroked="t" strokecolor="black" strokeweight="1.6pt">
                <v:path arrowok="t"/>
              </v:shape>
            </v:group>
            <v:group id="_x0000_s1451" style="width:30;height:30;left:1101;position:absolute;top:2598" coordorigin="1101,2598" coordsize="30,30">
              <v:shape id="_x0000_s1452" style="width:30;height:30;left:1101;position:absolute;top:2598" coordorigin="1101,2598" coordsize="30,30" path="m1101,2613l1131,2613e" filled="f" stroked="t" strokecolor="black" strokeweight="1.6pt">
                <v:path arrowok="t"/>
              </v:shape>
            </v:group>
            <v:group id="_x0000_s1453" style="width:30;height:30;left:1101;position:absolute;top:2538" coordorigin="1101,2538" coordsize="30,30">
              <v:shape id="_x0000_s1454" style="width:30;height:30;left:1101;position:absolute;top:2538" coordorigin="1101,2538" coordsize="30,30" path="m1101,2553l1131,2553e" filled="f" stroked="t" strokecolor="black" strokeweight="1.6pt">
                <v:path arrowok="t"/>
              </v:shape>
            </v:group>
            <v:group id="_x0000_s1455" style="width:30;height:30;left:1101;position:absolute;top:2478" coordorigin="1101,2478" coordsize="30,30">
              <v:shape id="_x0000_s1456" style="width:30;height:30;left:1101;position:absolute;top:2478" coordorigin="1101,2478" coordsize="30,30" path="m1101,2493l1131,2493e" filled="f" stroked="t" strokecolor="black" strokeweight="1.6pt">
                <v:path arrowok="t"/>
              </v:shape>
            </v:group>
            <v:group id="_x0000_s1457" style="width:30;height:30;left:1101;position:absolute;top:2418" coordorigin="1101,2418" coordsize="30,30">
              <v:shape id="_x0000_s1458" style="width:30;height:30;left:1101;position:absolute;top:2418" coordorigin="1101,2418" coordsize="30,30" path="m1101,2433l1131,2433e" filled="f" stroked="t" strokecolor="black" strokeweight="1.6pt">
                <v:path arrowok="t"/>
              </v:shape>
            </v:group>
            <v:group id="_x0000_s1459" style="width:30;height:30;left:1101;position:absolute;top:2358" coordorigin="1101,2358" coordsize="30,30">
              <v:shape id="_x0000_s1460" style="width:30;height:30;left:1101;position:absolute;top:2358" coordorigin="1101,2358" coordsize="30,30" path="m1101,2373l1131,2373e" filled="f" stroked="t" strokecolor="black" strokeweight="1.6pt">
                <v:path arrowok="t"/>
              </v:shape>
            </v:group>
            <v:group id="_x0000_s1461" style="width:30;height:30;left:1101;position:absolute;top:2298" coordorigin="1101,2298" coordsize="30,30">
              <v:shape id="_x0000_s1462" style="width:30;height:30;left:1101;position:absolute;top:2298" coordorigin="1101,2298" coordsize="30,30" path="m1101,2313l1131,2313e" filled="f" stroked="t" strokecolor="black" strokeweight="1.6pt">
                <v:path arrowok="t"/>
              </v:shape>
            </v:group>
            <v:group id="_x0000_s1463" style="width:30;height:30;left:1101;position:absolute;top:2238" coordorigin="1101,2238" coordsize="30,30">
              <v:shape id="_x0000_s1464" style="width:30;height:30;left:1101;position:absolute;top:2238" coordorigin="1101,2238" coordsize="30,30" path="m1101,2253l1131,2253e" filled="f" stroked="t" strokecolor="black" strokeweight="1.6pt">
                <v:path arrowok="t"/>
              </v:shape>
            </v:group>
            <v:group id="_x0000_s1465" style="width:30;height:30;left:1101;position:absolute;top:2178" coordorigin="1101,2178" coordsize="30,30">
              <v:shape id="_x0000_s1466" style="width:30;height:30;left:1101;position:absolute;top:2178" coordorigin="1101,2178" coordsize="30,30" path="m1101,2193l1131,2193e" filled="f" stroked="t" strokecolor="black" strokeweight="1.6pt">
                <v:path arrowok="t"/>
              </v:shape>
            </v:group>
            <v:group id="_x0000_s1467" style="width:30;height:30;left:1101;position:absolute;top:2118" coordorigin="1101,2118" coordsize="30,30">
              <v:shape id="_x0000_s1468" style="width:30;height:30;left:1101;position:absolute;top:2118" coordorigin="1101,2118" coordsize="30,30" path="m1101,2133l1131,2133e" filled="f" stroked="t" strokecolor="black" strokeweight="1.6pt">
                <v:path arrowok="t"/>
              </v:shape>
            </v:group>
            <v:group id="_x0000_s1469" style="width:30;height:30;left:1101;position:absolute;top:2058" coordorigin="1101,2058" coordsize="30,30">
              <v:shape id="_x0000_s1470" style="width:30;height:30;left:1101;position:absolute;top:2058" coordorigin="1101,2058" coordsize="30,30" path="m1101,2073l1131,2073e" filled="f" stroked="t" strokecolor="black" strokeweight="1.6pt">
                <v:path arrowok="t"/>
              </v:shape>
            </v:group>
            <v:group id="_x0000_s1471" style="width:30;height:30;left:1101;position:absolute;top:1998" coordorigin="1101,1998" coordsize="30,30">
              <v:shape id="_x0000_s1472" style="width:30;height:30;left:1101;position:absolute;top:1998" coordorigin="1101,1998" coordsize="30,30" path="m1101,2013l1131,2013e" filled="f" stroked="t" strokecolor="black" strokeweight="1.6pt">
                <v:path arrowok="t"/>
              </v:shape>
            </v:group>
            <v:group id="_x0000_s1473" style="width:30;height:30;left:1101;position:absolute;top:1938" coordorigin="1101,1938" coordsize="30,30">
              <v:shape id="_x0000_s1474" style="width:30;height:30;left:1101;position:absolute;top:1938" coordorigin="1101,1938" coordsize="30,30" path="m1101,1953l1131,1953e" filled="f" stroked="t" strokecolor="black" strokeweight="1.6pt">
                <v:path arrowok="t"/>
              </v:shape>
            </v:group>
            <v:group id="_x0000_s1475" style="width:30;height:30;left:1101;position:absolute;top:1878" coordorigin="1101,1878" coordsize="30,30">
              <v:shape id="_x0000_s1476" style="width:30;height:30;left:1101;position:absolute;top:1878" coordorigin="1101,1878" coordsize="30,30" path="m1101,1893l1131,1893e" filled="f" stroked="t" strokecolor="black" strokeweight="1.6pt">
                <v:path arrowok="t"/>
              </v:shape>
            </v:group>
            <v:group id="_x0000_s1477" style="width:30;height:30;left:1101;position:absolute;top:1818" coordorigin="1101,1818" coordsize="30,30">
              <v:shape id="_x0000_s1478" style="width:30;height:30;left:1101;position:absolute;top:1818" coordorigin="1101,1818" coordsize="30,30" path="m1101,1833l1131,1833e" filled="f" stroked="t" strokecolor="black" strokeweight="1.6pt">
                <v:path arrowok="t"/>
              </v:shape>
            </v:group>
            <v:group id="_x0000_s1479" style="width:30;height:30;left:1101;position:absolute;top:1758" coordorigin="1101,1758" coordsize="30,30">
              <v:shape id="_x0000_s1480" style="width:30;height:30;left:1101;position:absolute;top:1758" coordorigin="1101,1758" coordsize="30,30" path="m1101,1773l1131,1773e" filled="f" stroked="t" strokecolor="black" strokeweight="1.6pt">
                <v:path arrowok="t"/>
              </v:shape>
            </v:group>
            <v:group id="_x0000_s1481" style="width:30;height:30;left:1101;position:absolute;top:1698" coordorigin="1101,1698" coordsize="30,30">
              <v:shape id="_x0000_s1482" style="width:30;height:30;left:1101;position:absolute;top:1698" coordorigin="1101,1698" coordsize="30,30" path="m1101,1713l1131,1713e" filled="f" stroked="t" strokecolor="black" strokeweight="1.6pt">
                <v:path arrowok="t"/>
              </v:shape>
            </v:group>
            <v:group id="_x0000_s1483" style="width:30;height:30;left:1101;position:absolute;top:1638" coordorigin="1101,1638" coordsize="30,30">
              <v:shape id="_x0000_s1484" style="width:30;height:30;left:1101;position:absolute;top:1638" coordorigin="1101,1638" coordsize="30,30" path="m1101,1653l1131,1653e" filled="f" stroked="t" strokecolor="black" strokeweight="1.6pt">
                <v:path arrowok="t"/>
              </v:shape>
            </v:group>
            <v:group id="_x0000_s1485" style="width:30;height:30;left:1101;position:absolute;top:1578" coordorigin="1101,1578" coordsize="30,30">
              <v:shape id="_x0000_s1486" style="width:30;height:30;left:1101;position:absolute;top:1578" coordorigin="1101,1578" coordsize="30,30" path="m1101,1593l1131,1593e" filled="f" stroked="t" strokecolor="black" strokeweight="1.6pt">
                <v:path arrowok="t"/>
              </v:shape>
            </v:group>
            <v:group id="_x0000_s1487" style="width:30;height:30;left:1101;position:absolute;top:1518" coordorigin="1101,1518" coordsize="30,30">
              <v:shape id="_x0000_s1488" style="width:30;height:30;left:1101;position:absolute;top:1518" coordorigin="1101,1518" coordsize="30,30" path="m1101,1533l1131,1533e" filled="f" stroked="t" strokecolor="black" strokeweight="1.6pt">
                <v:path arrowok="t"/>
              </v:shape>
            </v:group>
            <v:group id="_x0000_s1489" style="width:30;height:30;left:1101;position:absolute;top:1458" coordorigin="1101,1458" coordsize="30,30">
              <v:shape id="_x0000_s1490" style="width:30;height:30;left:1101;position:absolute;top:1458" coordorigin="1101,1458" coordsize="30,30" path="m1101,1473l1131,1473e" filled="f" stroked="t" strokecolor="black" strokeweight="1.6pt">
                <v:path arrowok="t"/>
              </v:shape>
            </v:group>
            <v:group id="_x0000_s1491" style="width:30;height:30;left:1101;position:absolute;top:1398" coordorigin="1101,1398" coordsize="30,30">
              <v:shape id="_x0000_s1492" style="width:30;height:30;left:1101;position:absolute;top:1398" coordorigin="1101,1398" coordsize="30,30" path="m1101,1413l1131,1413e" filled="f" stroked="t" strokecolor="black" strokeweight="1.6pt">
                <v:path arrowok="t"/>
              </v:shape>
            </v:group>
            <v:group id="_x0000_s1493" style="width:30;height:30;left:1101;position:absolute;top:1338" coordorigin="1101,1338" coordsize="30,30">
              <v:shape id="_x0000_s1494" style="width:30;height:30;left:1101;position:absolute;top:1338" coordorigin="1101,1338" coordsize="30,30" path="m1101,1353l1131,1353e" filled="f" stroked="t" strokecolor="black" strokeweight="1.6pt">
                <v:path arrowok="t"/>
              </v:shape>
            </v:group>
            <v:group id="_x0000_s1495" style="width:30;height:30;left:1101;position:absolute;top:1278" coordorigin="1101,1278" coordsize="30,30">
              <v:shape id="_x0000_s1496" style="width:30;height:30;left:1101;position:absolute;top:1278" coordorigin="1101,1278" coordsize="30,30" path="m1101,1293l1131,1293e" filled="f" stroked="t" strokecolor="black" strokeweight="1.6pt">
                <v:path arrowok="t"/>
              </v:shape>
            </v:group>
            <v:group id="_x0000_s1497" style="width:30;height:30;left:1101;position:absolute;top:1218" coordorigin="1101,1218" coordsize="30,30">
              <v:shape id="_x0000_s1498" style="width:30;height:30;left:1101;position:absolute;top:1218" coordorigin="1101,1218" coordsize="30,30" path="m1101,1233l1131,1233e" filled="f" stroked="t" strokecolor="black" strokeweight="1.6pt">
                <v:path arrowok="t"/>
              </v:shape>
            </v:group>
            <v:group id="_x0000_s1499" style="width:30;height:30;left:1101;position:absolute;top:1158" coordorigin="1101,1158" coordsize="30,30">
              <v:shape id="_x0000_s1500" style="width:30;height:30;left:1101;position:absolute;top:1158" coordorigin="1101,1158" coordsize="30,30" path="m1101,1173l1131,1173e" filled="f" stroked="t" strokecolor="black" strokeweight="1.6pt">
                <v:path arrowok="t"/>
              </v:shape>
            </v:group>
            <v:group id="_x0000_s1501" style="width:30;height:30;left:1101;position:absolute;top:1098" coordorigin="1101,1098" coordsize="30,30">
              <v:shape id="_x0000_s1502" style="width:30;height:30;left:1101;position:absolute;top:1098" coordorigin="1101,1098" coordsize="30,30" path="m1101,1113l1131,1113e" filled="f" stroked="t" strokecolor="black" strokeweight="1.6pt">
                <v:path arrowok="t"/>
              </v:shape>
            </v:group>
          </v:group>
        </w:pict>
      </w:r>
      <w:r>
        <w:pict>
          <v:group id="_x0000_s1503" style="width:0.1pt;height:623.6pt;margin-top:53.8pt;margin-left:80.7pt;mso-position-horizontal-relative:page;mso-position-vertical-relative:page;position:absolute;z-index:-251652096" coordorigin="1614,1076" coordsize="2,12472">
            <v:shape id="_x0000_s1504" style="width:2;height:12472;left:1614;position:absolute;top:1076" coordorigin="1614,1076" coordsize="0,12472" path="m1614,13548l1614,1076e" filled="f" stroked="t" strokecolor="black" strokeweight="0.85pt">
              <v:path arrowok="t"/>
            </v:shape>
          </v:group>
        </w:pict>
      </w:r>
      <w:r>
        <w:pict>
          <v:shape id="_x0000_s1505" type="#_x0000_t202" style="width:13.38pt;height:25.89pt;margin-top:604.75pt;margin-left:33.15pt;mso-position-horizontal-relative:page;mso-position-vertical-relative:page;position:absolute;z-index:-251646976" filled="f" stroked="f">
            <v:textbox style="layout-flow:vertical;mso-layout-flow-alt:bottom-to-top" inset="0,0,0,0">
              <w:txbxContent>
                <w:p>
                  <w:pPr>
                    <w:spacing w:before="0" w:after="0" w:line="252" w:lineRule="exact"/>
                    <w:ind w:left="20" w:right="-54"/>
                    <w:jc w:val="left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sz w:val="21"/>
                      <w:szCs w:val="21"/>
                    </w:rPr>
                    <w:t>学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sz w:val="21"/>
                      <w:szCs w:val="21"/>
                    </w:rPr>
                    <w:t>校</w:t>
                  </w:r>
                  <w:r>
                    <w:rPr>
                      <w:rFonts w:ascii="Times New Roman" w:eastAsia="Times New Roman" w:hAnsi="Times New Roman" w:cs="Times New Roman"/>
                      <w:spacing w:val="0"/>
                      <w:w w:val="100"/>
                      <w:sz w:val="21"/>
                      <w:szCs w:val="21"/>
                    </w:rPr>
                    <w:t>:</w:t>
                  </w:r>
                </w:p>
              </w:txbxContent>
            </v:textbox>
          </v:shape>
        </w:pict>
      </w:r>
      <w:r>
        <w:pict>
          <v:shape id="_x0000_s1506" type="#_x0000_t202" style="width:12.45pt;height:33.45pt;margin-top:415.75pt;margin-left:33.15pt;mso-position-horizontal-relative:page;mso-position-vertical-relative:page;position:absolute;z-index:-251645952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班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级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：</w:t>
                  </w:r>
                </w:p>
              </w:txbxContent>
            </v:textbox>
          </v:shape>
        </w:pict>
      </w:r>
      <w:r>
        <w:pict>
          <v:shape id="_x0000_s1507" type="#_x0000_t202" style="width:12.45pt;height:33.45pt;margin-top:279.31pt;margin-left:33.15pt;mso-position-horizontal-relative:page;mso-position-vertical-relative:page;position:absolute;z-index:-251644928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姓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名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：</w:t>
                  </w:r>
                </w:p>
              </w:txbxContent>
            </v:textbox>
          </v:shape>
        </w:pict>
      </w:r>
      <w:r>
        <w:pict>
          <v:shape id="_x0000_s1508" type="#_x0000_t202" style="width:12.45pt;height:33.45pt;margin-top:142.75pt;margin-left:33.15pt;mso-position-horizontal-relative:page;mso-position-vertical-relative:page;position:absolute;z-index:-251643904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考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号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：</w:t>
                  </w:r>
                </w:p>
              </w:txbxContent>
            </v:textbox>
          </v:shape>
        </w:pict>
      </w:r>
      <w:r>
        <w:pict>
          <v:shape id="_x0000_s1509" type="#_x0000_t202" style="width:12.45pt;height:12.45pt;margin-top:484.39pt;margin-left:65.07pt;mso-position-horizontal-relative:page;mso-position-vertical-relative:page;position:absolute;z-index:-251642880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弥</w:t>
                  </w:r>
                </w:p>
              </w:txbxContent>
            </v:textbox>
          </v:shape>
        </w:pict>
      </w:r>
      <w:r>
        <w:pict>
          <v:shape id="_x0000_s1510" type="#_x0000_t202" style="width:12.45pt;height:12.45pt;margin-top:442.39pt;margin-left:65.07pt;mso-position-horizontal-relative:page;mso-position-vertical-relative:page;position:absolute;z-index:-251641856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封</w:t>
                  </w:r>
                </w:p>
              </w:txbxContent>
            </v:textbox>
          </v:shape>
        </w:pict>
      </w:r>
      <w:r>
        <w:pict>
          <v:shape id="_x0000_s1511" type="#_x0000_t202" style="width:12.45pt;height:12.45pt;margin-top:400.39pt;margin-left:65.07pt;mso-position-horizontal-relative:page;mso-position-vertical-relative:page;position:absolute;z-index:-251640832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线</w:t>
                  </w:r>
                </w:p>
              </w:txbxContent>
            </v:textbox>
          </v:shape>
        </w:pict>
      </w:r>
      <w:r>
        <w:pict>
          <v:shape id="_x0000_s1512" type="#_x0000_t202" style="width:12.45pt;height:12.45pt;margin-top:358.39pt;margin-left:65.07pt;mso-position-horizontal-relative:page;mso-position-vertical-relative:page;position:absolute;z-index:-251639808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内</w:t>
                  </w:r>
                </w:p>
              </w:txbxContent>
            </v:textbox>
          </v:shape>
        </w:pict>
      </w:r>
      <w:r>
        <w:pict>
          <v:shape id="_x0000_s1513" type="#_x0000_t202" style="width:12.45pt;height:12.45pt;margin-top:316.39pt;margin-left:65.07pt;mso-position-horizontal-relative:page;mso-position-vertical-relative:page;position:absolute;z-index:-251638784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不</w:t>
                  </w:r>
                </w:p>
              </w:txbxContent>
            </v:textbox>
          </v:shape>
        </w:pict>
      </w:r>
      <w:r>
        <w:pict>
          <v:shape id="_x0000_s1514" type="#_x0000_t202" style="width:12.45pt;height:12.45pt;margin-top:274.39pt;margin-left:65.07pt;mso-position-horizontal-relative:page;mso-position-vertical-relative:page;position:absolute;z-index:-251637760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要</w:t>
                  </w:r>
                </w:p>
              </w:txbxContent>
            </v:textbox>
          </v:shape>
        </w:pict>
      </w:r>
      <w:r>
        <w:pict>
          <v:shape id="_x0000_s1515" type="#_x0000_t202" style="width:12.45pt;height:12.45pt;margin-top:232.39pt;margin-left:65.07pt;mso-position-horizontal-relative:page;mso-position-vertical-relative:page;position:absolute;z-index:-251636736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答</w:t>
                  </w:r>
                </w:p>
              </w:txbxContent>
            </v:textbox>
          </v:shape>
        </w:pict>
      </w:r>
      <w:r>
        <w:pict>
          <v:shape id="_x0000_s1516" type="#_x0000_t202" style="width:12.45pt;height:12.45pt;margin-top:190.39pt;margin-left:65.07pt;mso-position-horizontal-relative:page;mso-position-vertical-relative:page;position:absolute;z-index:-251635712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题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0" w:after="0" w:line="240" w:lineRule="exact"/>
        <w:jc w:val="left"/>
        <w:rPr>
          <w:sz w:val="24"/>
          <w:szCs w:val="24"/>
        </w:rPr>
      </w:pPr>
    </w:p>
    <w:p>
      <w:pPr>
        <w:tabs>
          <w:tab w:val="left" w:pos="3840"/>
          <w:tab w:val="left" w:pos="6720"/>
        </w:tabs>
        <w:spacing w:before="0" w:after="0" w:line="240" w:lineRule="auto"/>
        <w:ind w:left="877" w:right="-89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</w:p>
    <w:p>
      <w:pPr>
        <w:spacing w:before="15" w:after="0" w:line="240" w:lineRule="exact"/>
        <w:jc w:val="left"/>
        <w:rPr>
          <w:sz w:val="24"/>
          <w:szCs w:val="24"/>
        </w:rPr>
      </w:pPr>
    </w:p>
    <w:p>
      <w:pPr>
        <w:spacing w:before="0" w:after="0" w:line="240" w:lineRule="auto"/>
        <w:ind w:left="102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第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节</w:t>
      </w:r>
      <w:r>
        <w:rPr>
          <w:rFonts w:ascii="宋体" w:eastAsia="宋体" w:hAnsi="宋体" w:cs="宋体"/>
          <w:spacing w:val="-6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对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话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解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（共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小题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满分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分）</w:t>
      </w:r>
    </w:p>
    <w:p>
      <w:pPr>
        <w:spacing w:before="5" w:after="0" w:line="130" w:lineRule="exact"/>
        <w:jc w:val="left"/>
        <w:rPr>
          <w:sz w:val="13"/>
          <w:szCs w:val="13"/>
        </w:rPr>
      </w:pPr>
      <w:r>
        <w:br w:type="column"/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二</w:t>
      </w:r>
      <w:r>
        <w:rPr>
          <w:rFonts w:ascii="宋体" w:eastAsia="宋体" w:hAnsi="宋体" w:cs="宋体"/>
          <w:spacing w:val="2"/>
          <w:sz w:val="24"/>
          <w:szCs w:val="24"/>
        </w:rPr>
        <w:t>、</w:t>
      </w:r>
      <w:r>
        <w:rPr>
          <w:rFonts w:ascii="宋体" w:eastAsia="宋体" w:hAnsi="宋体" w:cs="宋体"/>
          <w:spacing w:val="0"/>
          <w:sz w:val="24"/>
          <w:szCs w:val="24"/>
        </w:rPr>
        <w:t>单</w:t>
      </w:r>
      <w:r>
        <w:rPr>
          <w:rFonts w:ascii="宋体" w:eastAsia="宋体" w:hAnsi="宋体" w:cs="宋体"/>
          <w:spacing w:val="2"/>
          <w:sz w:val="24"/>
          <w:szCs w:val="24"/>
        </w:rPr>
        <w:t>项</w:t>
      </w:r>
      <w:r>
        <w:rPr>
          <w:rFonts w:ascii="宋体" w:eastAsia="宋体" w:hAnsi="宋体" w:cs="宋体"/>
          <w:spacing w:val="0"/>
          <w:sz w:val="24"/>
          <w:szCs w:val="24"/>
        </w:rPr>
        <w:t>选择</w:t>
      </w:r>
      <w:r>
        <w:rPr>
          <w:rFonts w:ascii="宋体" w:eastAsia="宋体" w:hAnsi="宋体" w:cs="宋体"/>
          <w:spacing w:val="2"/>
          <w:sz w:val="24"/>
          <w:szCs w:val="24"/>
        </w:rPr>
        <w:t>（</w:t>
      </w:r>
      <w:r>
        <w:rPr>
          <w:rFonts w:ascii="宋体" w:eastAsia="宋体" w:hAnsi="宋体" w:cs="宋体"/>
          <w:spacing w:val="0"/>
          <w:sz w:val="24"/>
          <w:szCs w:val="24"/>
        </w:rPr>
        <w:t>共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小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题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每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小题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满分</w:t>
      </w:r>
      <w:r>
        <w:rPr>
          <w:rFonts w:ascii="宋体" w:eastAsia="宋体" w:hAnsi="宋体" w:cs="宋体"/>
          <w:spacing w:val="-58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分）</w:t>
      </w:r>
    </w:p>
    <w:p>
      <w:pPr>
        <w:spacing w:before="4" w:after="0" w:line="170" w:lineRule="exact"/>
        <w:jc w:val="left"/>
        <w:rPr>
          <w:sz w:val="17"/>
          <w:szCs w:val="17"/>
        </w:rPr>
      </w:pPr>
    </w:p>
    <w:p>
      <w:pPr>
        <w:tabs>
          <w:tab w:val="left" w:pos="6180"/>
        </w:tabs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ish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stri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tabs>
          <w:tab w:val="left" w:pos="2320"/>
          <w:tab w:val="left" w:pos="4160"/>
        </w:tabs>
        <w:spacing w:before="0" w:after="0" w:line="240" w:lineRule="auto"/>
        <w:ind w:left="42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m</w:t>
      </w:r>
    </w:p>
    <w:p>
      <w:pPr>
        <w:spacing w:before="7" w:after="0" w:line="150" w:lineRule="exact"/>
        <w:jc w:val="left"/>
        <w:rPr>
          <w:sz w:val="15"/>
          <w:szCs w:val="15"/>
        </w:rPr>
      </w:pPr>
    </w:p>
    <w:p>
      <w:pPr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--Do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Jia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tabs>
          <w:tab w:val="left" w:pos="2300"/>
        </w:tabs>
        <w:spacing w:before="0" w:after="0" w:line="240" w:lineRule="auto"/>
        <w:ind w:left="314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17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Hi,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after="0" w:line="240" w:lineRule="auto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20640" w:h="14580" w:orient="landscape"/>
          <w:pgMar w:top="1100" w:right="1780" w:bottom="1180" w:left="1600" w:header="708" w:footer="708"/>
          <w:cols w:num="2" w:space="708" w:equalWidth="0">
            <w:col w:w="6860" w:space="2616"/>
            <w:col w:w="7784"/>
          </w:cols>
        </w:sectPr>
      </w:pPr>
    </w:p>
    <w:p>
      <w:pPr>
        <w:spacing w:before="1" w:after="0" w:line="100" w:lineRule="exact"/>
        <w:jc w:val="left"/>
        <w:rPr>
          <w:sz w:val="10"/>
          <w:szCs w:val="10"/>
        </w:rPr>
      </w:pPr>
    </w:p>
    <w:p>
      <w:pPr>
        <w:tabs>
          <w:tab w:val="left" w:pos="2460"/>
          <w:tab w:val="left" w:pos="4440"/>
        </w:tabs>
        <w:spacing w:before="0" w:after="0" w:line="240" w:lineRule="auto"/>
        <w:ind w:left="52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</w:p>
    <w:p>
      <w:pPr>
        <w:spacing w:before="7" w:after="0" w:line="150" w:lineRule="exact"/>
        <w:jc w:val="left"/>
        <w:rPr>
          <w:sz w:val="15"/>
          <w:szCs w:val="15"/>
        </w:rPr>
      </w:pPr>
    </w:p>
    <w:p>
      <w:pPr>
        <w:tabs>
          <w:tab w:val="left" w:pos="4280"/>
        </w:tabs>
        <w:spacing w:before="0" w:after="0" w:line="240" w:lineRule="auto"/>
        <w:ind w:left="31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--L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spacing w:before="0" w:after="0" w:line="237" w:lineRule="exact"/>
        <w:ind w:left="522" w:right="-71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’m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</w:p>
    <w:p>
      <w:pPr>
        <w:tabs>
          <w:tab w:val="left" w:pos="1640"/>
        </w:tabs>
        <w:spacing w:before="0" w:after="0" w:line="295" w:lineRule="auto"/>
        <w:ind w:right="988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y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rs?</w:t>
      </w:r>
    </w:p>
    <w:p>
      <w:pPr>
        <w:tabs>
          <w:tab w:val="left" w:pos="2120"/>
        </w:tabs>
        <w:spacing w:before="21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group id="_x0000_s1517" style="width:215.65pt;height:118.3pt;margin-top:21.94pt;margin-left:752.88pt;mso-position-horizontal-relative:page;position:absolute;z-index:-251633664" coordorigin="15058,439" coordsize="4313,2366">
            <v:shape id="_x0000_s1518" style="width:4313;height:2366;left:15058;position:absolute;top:439" coordorigin="15058,439" coordsize="4313,2366" path="m19371,2805l15058,2805,15058,439,19371,439,19371,446,15073,446,15065,454,15073,454,15073,2790,15065,2790,15073,2797,19371,2797,19371,2805xe" filled="t" fillcolor="black" stroked="f">
              <v:path arrowok="t"/>
            </v:shape>
            <v:shape id="_x0000_s1519" style="width:4313;height:2366;left:15058;position:absolute;top:439" coordorigin="15058,439" coordsize="4313,2366" path="m15073,454l15065,454,15073,446,15073,454xe" filled="t" fillcolor="black" stroked="f">
              <v:path arrowok="t"/>
            </v:shape>
            <v:shape id="_x0000_s1520" style="width:4313;height:2366;left:15058;position:absolute;top:439" coordorigin="15058,439" coordsize="4313,2366" path="m19356,454l15073,454,15073,446,19356,446,19356,454xe" filled="t" fillcolor="black" stroked="f">
              <v:path arrowok="t"/>
            </v:shape>
            <v:shape id="_x0000_s1521" style="width:4313;height:2366;left:15058;position:absolute;top:439" coordorigin="15058,439" coordsize="4313,2366" path="m19356,2797l19356,446,19363,454,19371,454,19371,2790,19363,2790,19356,2797xe" filled="t" fillcolor="black" stroked="f">
              <v:path arrowok="t"/>
            </v:shape>
            <v:shape id="_x0000_s1522" style="width:4313;height:2366;left:15058;position:absolute;top:439" coordorigin="15058,439" coordsize="4313,2366" path="m19371,454l19363,454,19356,446,19371,446,19371,454xe" filled="t" fillcolor="black" stroked="f">
              <v:path arrowok="t"/>
            </v:shape>
            <v:shape id="_x0000_s1523" style="width:4313;height:2366;left:15058;position:absolute;top:439" coordorigin="15058,439" coordsize="4313,2366" path="m15073,2797l15065,2790,15073,2790,15073,2797xe" filled="t" fillcolor="black" stroked="f">
              <v:path arrowok="t"/>
            </v:shape>
            <v:shape id="_x0000_s1524" style="width:4313;height:2366;left:15058;position:absolute;top:439" coordorigin="15058,439" coordsize="4313,2366" path="m19356,2797l15073,2797,15073,2790,19356,2790,19356,2797xe" filled="t" fillcolor="black" stroked="f">
              <v:path arrowok="t"/>
            </v:shape>
            <v:shape id="_x0000_s1525" style="width:4313;height:2366;left:15058;position:absolute;top:439" coordorigin="15058,439" coordsize="4313,2366" path="m19371,2797l19356,2797,19363,2790,19371,2790,19371,2797xe" filled="t" fillcolor="black" stroked="f">
              <v:path arrowok="t"/>
            </v:shape>
          </v:group>
        </w:pic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y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-17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7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st(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部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after="0" w:line="240" w:lineRule="auto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footerReference w:type="default" r:id="rId12"/>
          <w:pgSz w:w="20640" w:h="14580" w:orient="landscape"/>
          <w:pgMar w:top="1180" w:right="1000" w:bottom="1180" w:left="1600" w:header="0" w:footer="997"/>
          <w:cols w:num="2" w:space="708" w:equalWidth="0">
            <w:col w:w="6493" w:space="2983"/>
            <w:col w:w="8564"/>
          </w:cols>
        </w:sectPr>
      </w:pPr>
    </w:p>
    <w:p>
      <w:pPr>
        <w:spacing w:before="4" w:after="0" w:line="160" w:lineRule="exact"/>
        <w:jc w:val="left"/>
        <w:rPr>
          <w:sz w:val="16"/>
          <w:szCs w:val="16"/>
        </w:rPr>
      </w:pPr>
    </w:p>
    <w:p>
      <w:pPr>
        <w:tabs>
          <w:tab w:val="left" w:pos="2420"/>
          <w:tab w:val="left" w:pos="4400"/>
        </w:tabs>
        <w:spacing w:before="0" w:after="0" w:line="240" w:lineRule="auto"/>
        <w:ind w:left="52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</w:p>
    <w:p>
      <w:pPr>
        <w:spacing w:before="7" w:after="0" w:line="150" w:lineRule="exact"/>
        <w:jc w:val="left"/>
        <w:rPr>
          <w:sz w:val="15"/>
          <w:szCs w:val="15"/>
        </w:rPr>
      </w:pPr>
    </w:p>
    <w:p>
      <w:pPr>
        <w:spacing w:before="0" w:after="0" w:line="240" w:lineRule="auto"/>
        <w:ind w:left="31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--Is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sir?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tabs>
          <w:tab w:val="left" w:pos="2600"/>
          <w:tab w:val="left" w:pos="3280"/>
          <w:tab w:val="left" w:pos="4500"/>
        </w:tabs>
        <w:spacing w:before="0" w:after="0" w:line="398" w:lineRule="auto"/>
        <w:ind w:left="522" w:right="-56" w:firstLine="103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17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ig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tly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sily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tly</w:t>
      </w:r>
    </w:p>
    <w:p>
      <w:pPr>
        <w:tabs>
          <w:tab w:val="left" w:pos="4140"/>
        </w:tabs>
        <w:spacing w:before="0" w:after="0" w:line="231" w:lineRule="exact"/>
        <w:ind w:left="310" w:right="-66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ist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打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扰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1"/>
          <w:w w:val="9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All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ish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4" w:after="0" w:line="170" w:lineRule="exact"/>
        <w:jc w:val="left"/>
        <w:rPr>
          <w:sz w:val="17"/>
          <w:szCs w:val="17"/>
        </w:rPr>
      </w:pPr>
    </w:p>
    <w:p>
      <w:pPr>
        <w:tabs>
          <w:tab w:val="left" w:pos="2480"/>
          <w:tab w:val="left" w:pos="4300"/>
        </w:tabs>
        <w:spacing w:before="0" w:after="0" w:line="237" w:lineRule="exact"/>
        <w:ind w:left="52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g</w:t>
      </w:r>
    </w:p>
    <w:p>
      <w:pPr>
        <w:tabs>
          <w:tab w:val="left" w:pos="3900"/>
        </w:tabs>
        <w:spacing w:before="63" w:after="0" w:line="295" w:lineRule="auto"/>
        <w:ind w:right="-69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y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t.</w:t>
      </w:r>
    </w:p>
    <w:p>
      <w:pPr>
        <w:tabs>
          <w:tab w:val="left" w:pos="1480"/>
        </w:tabs>
        <w:spacing w:before="21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</w:p>
    <w:p>
      <w:pPr>
        <w:spacing w:before="72" w:after="0" w:line="368" w:lineRule="auto"/>
        <w:ind w:left="840" w:right="220" w:hanging="84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y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-17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</w:p>
    <w:p>
      <w:pPr>
        <w:spacing w:before="35" w:after="0" w:line="237" w:lineRule="exact"/>
        <w:ind w:left="84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6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</w:p>
    <w:p>
      <w:pPr>
        <w:spacing w:before="1" w:after="0" w:line="150" w:lineRule="exact"/>
        <w:jc w:val="left"/>
        <w:rPr>
          <w:sz w:val="15"/>
          <w:szCs w:val="15"/>
        </w:rPr>
      </w:pPr>
      <w:r>
        <w:br w:type="column"/>
      </w:r>
    </w:p>
    <w:p>
      <w:pPr>
        <w:spacing w:before="0" w:after="0" w:line="312" w:lineRule="exact"/>
        <w:ind w:right="1506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B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w?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rs.</w:t>
      </w:r>
    </w:p>
    <w:p>
      <w:pPr>
        <w:spacing w:before="0" w:after="0" w:line="312" w:lineRule="exact"/>
        <w:ind w:right="1064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E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0" w:after="0" w:line="312" w:lineRule="exact"/>
        <w:ind w:right="409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F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lf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after="0" w:line="312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20640" w:h="14580" w:orient="landscape"/>
          <w:pgMar w:top="1100" w:right="1000" w:bottom="1180" w:left="1600" w:header="708" w:footer="708"/>
          <w:cols w:num="3" w:space="708" w:equalWidth="0">
            <w:col w:w="5946" w:space="3530"/>
            <w:col w:w="3904" w:space="236"/>
            <w:col w:w="4424"/>
          </w:cols>
        </w:sectPr>
      </w:pPr>
    </w:p>
    <w:p>
      <w:pPr>
        <w:tabs>
          <w:tab w:val="left" w:pos="3480"/>
        </w:tabs>
        <w:spacing w:before="63" w:after="0" w:line="240" w:lineRule="auto"/>
        <w:ind w:left="310" w:right="-73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life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究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4" w:after="0" w:line="170" w:lineRule="exact"/>
        <w:jc w:val="left"/>
        <w:rPr>
          <w:sz w:val="17"/>
          <w:szCs w:val="17"/>
        </w:rPr>
      </w:pPr>
    </w:p>
    <w:p>
      <w:pPr>
        <w:spacing w:before="0" w:after="0" w:line="240" w:lineRule="auto"/>
        <w:ind w:left="529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tabs>
          <w:tab w:val="left" w:pos="2480"/>
          <w:tab w:val="left" w:pos="4280"/>
        </w:tabs>
        <w:spacing w:before="0" w:after="0" w:line="240" w:lineRule="auto"/>
        <w:ind w:left="52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sits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spacing w:before="0" w:after="0" w:line="237" w:lineRule="exact"/>
        <w:ind w:left="31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--Is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Xili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7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l,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?</w:t>
      </w:r>
    </w:p>
    <w:p>
      <w:pPr>
        <w:spacing w:before="63" w:after="0" w:line="295" w:lineRule="auto"/>
        <w:ind w:right="3215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OK.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irt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y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OK.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0" w:after="0" w:line="344" w:lineRule="exact"/>
        <w:ind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position w:val="-1"/>
          <w:sz w:val="24"/>
          <w:szCs w:val="24"/>
        </w:rPr>
        <w:t>四</w:t>
      </w:r>
      <w:r>
        <w:rPr>
          <w:rFonts w:ascii="宋体" w:eastAsia="宋体" w:hAnsi="宋体" w:cs="宋体"/>
          <w:spacing w:val="2"/>
          <w:position w:val="-1"/>
          <w:sz w:val="24"/>
          <w:szCs w:val="24"/>
        </w:rPr>
        <w:t>、</w:t>
      </w:r>
      <w:r>
        <w:rPr>
          <w:rFonts w:ascii="宋体" w:eastAsia="宋体" w:hAnsi="宋体" w:cs="宋体"/>
          <w:spacing w:val="0"/>
          <w:position w:val="-1"/>
          <w:sz w:val="24"/>
          <w:szCs w:val="24"/>
        </w:rPr>
        <w:t>完</w:t>
      </w:r>
      <w:r>
        <w:rPr>
          <w:rFonts w:ascii="宋体" w:eastAsia="宋体" w:hAnsi="宋体" w:cs="宋体"/>
          <w:spacing w:val="2"/>
          <w:position w:val="-1"/>
          <w:sz w:val="24"/>
          <w:szCs w:val="24"/>
        </w:rPr>
        <w:t>形</w:t>
      </w:r>
      <w:r>
        <w:rPr>
          <w:rFonts w:ascii="宋体" w:eastAsia="宋体" w:hAnsi="宋体" w:cs="宋体"/>
          <w:spacing w:val="0"/>
          <w:position w:val="-1"/>
          <w:sz w:val="24"/>
          <w:szCs w:val="24"/>
        </w:rPr>
        <w:t>填空</w:t>
      </w:r>
      <w:r>
        <w:rPr>
          <w:rFonts w:ascii="宋体" w:eastAsia="宋体" w:hAnsi="宋体" w:cs="宋体"/>
          <w:spacing w:val="2"/>
          <w:position w:val="-1"/>
          <w:sz w:val="24"/>
          <w:szCs w:val="24"/>
        </w:rPr>
        <w:t>（</w:t>
      </w:r>
      <w:r>
        <w:rPr>
          <w:rFonts w:ascii="宋体" w:eastAsia="宋体" w:hAnsi="宋体" w:cs="宋体"/>
          <w:spacing w:val="0"/>
          <w:position w:val="-1"/>
          <w:sz w:val="24"/>
          <w:szCs w:val="24"/>
        </w:rPr>
        <w:t>共</w:t>
      </w:r>
      <w:r>
        <w:rPr>
          <w:rFonts w:ascii="宋体" w:eastAsia="宋体" w:hAnsi="宋体" w:cs="宋体"/>
          <w:spacing w:val="-6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-1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小</w:t>
      </w:r>
      <w:r>
        <w:rPr>
          <w:rFonts w:ascii="宋体" w:eastAsia="宋体" w:hAnsi="宋体" w:cs="宋体"/>
          <w:spacing w:val="2"/>
          <w:w w:val="100"/>
          <w:position w:val="-1"/>
          <w:sz w:val="24"/>
          <w:szCs w:val="24"/>
        </w:rPr>
        <w:t>题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w w:val="100"/>
          <w:position w:val="-1"/>
          <w:sz w:val="24"/>
          <w:szCs w:val="24"/>
        </w:rPr>
        <w:t>每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小题</w:t>
      </w:r>
      <w:r>
        <w:rPr>
          <w:rFonts w:ascii="宋体" w:eastAsia="宋体" w:hAnsi="宋体" w:cs="宋体"/>
          <w:spacing w:val="-60"/>
          <w:w w:val="10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分</w:t>
      </w:r>
      <w:r>
        <w:rPr>
          <w:rFonts w:ascii="宋体" w:eastAsia="宋体" w:hAnsi="宋体" w:cs="宋体"/>
          <w:spacing w:val="2"/>
          <w:w w:val="100"/>
          <w:position w:val="-1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满分</w:t>
      </w:r>
      <w:r>
        <w:rPr>
          <w:rFonts w:ascii="宋体" w:eastAsia="宋体" w:hAnsi="宋体" w:cs="宋体"/>
          <w:spacing w:val="-58"/>
          <w:w w:val="10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-1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分）</w:t>
      </w:r>
    </w:p>
    <w:p>
      <w:pPr>
        <w:spacing w:before="76" w:after="0" w:line="240" w:lineRule="auto"/>
        <w:ind w:left="42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lif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3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6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</w:p>
    <w:p>
      <w:pPr>
        <w:spacing w:after="0" w:line="240" w:lineRule="auto"/>
        <w:jc w:val="left"/>
        <w:rPr>
          <w:rFonts w:ascii="宋体" w:eastAsia="宋体" w:hAnsi="宋体" w:cs="宋体"/>
          <w:sz w:val="21"/>
          <w:szCs w:val="21"/>
        </w:rPr>
        <w:sectPr>
          <w:type w:val="continuous"/>
          <w:pgSz w:w="20640" w:h="14580" w:orient="landscape"/>
          <w:pgMar w:top="1100" w:right="1000" w:bottom="1180" w:left="1600" w:header="708" w:footer="708"/>
          <w:cols w:num="2" w:space="708" w:equalWidth="0">
            <w:col w:w="8559" w:space="917"/>
            <w:col w:w="8564"/>
          </w:cols>
        </w:sectPr>
      </w:pPr>
    </w:p>
    <w:p>
      <w:pPr>
        <w:spacing w:before="2" w:after="0" w:line="160" w:lineRule="exact"/>
        <w:jc w:val="left"/>
        <w:rPr>
          <w:sz w:val="16"/>
          <w:szCs w:val="16"/>
        </w:rPr>
      </w:pPr>
    </w:p>
    <w:p>
      <w:pPr>
        <w:tabs>
          <w:tab w:val="left" w:pos="1960"/>
        </w:tabs>
        <w:spacing w:before="0" w:after="0" w:line="237" w:lineRule="exact"/>
        <w:ind w:left="625" w:right="-71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--N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w w:val="100"/>
          <w:position w:val="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l,</w:t>
      </w:r>
      <w:r>
        <w:rPr>
          <w:rFonts w:ascii="Times New Roman" w:eastAsia="Times New Roman" w:hAnsi="Times New Roman" w:cs="Times New Roman"/>
          <w:spacing w:val="-8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6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t.</w:t>
      </w:r>
    </w:p>
    <w:p>
      <w:pPr>
        <w:spacing w:before="2" w:after="0" w:line="160" w:lineRule="exact"/>
        <w:jc w:val="left"/>
        <w:rPr>
          <w:sz w:val="16"/>
          <w:szCs w:val="16"/>
        </w:rPr>
      </w:pPr>
      <w:r>
        <w:br w:type="column"/>
      </w:r>
    </w:p>
    <w:p>
      <w:pPr>
        <w:spacing w:before="0" w:after="0" w:line="237" w:lineRule="exact"/>
        <w:ind w:right="-71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ie</w:t>
      </w:r>
      <w:r>
        <w:rPr>
          <w:rFonts w:ascii="Times New Roman" w:eastAsia="Times New Roman" w:hAnsi="Times New Roman" w:cs="Times New Roman"/>
          <w:spacing w:val="18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rry</w:t>
      </w:r>
      <w:r>
        <w:rPr>
          <w:rFonts w:ascii="Times New Roman" w:eastAsia="Times New Roman" w:hAnsi="Times New Roman" w:cs="Times New Roman"/>
          <w:spacing w:val="1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8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rs,</w:t>
      </w:r>
      <w:r>
        <w:rPr>
          <w:rFonts w:ascii="Times New Roman" w:eastAsia="Times New Roman" w:hAnsi="Times New Roman" w:cs="Times New Roman"/>
          <w:spacing w:val="1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6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7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</w:p>
    <w:p>
      <w:pPr>
        <w:spacing w:before="2" w:after="0" w:line="160" w:lineRule="exact"/>
        <w:jc w:val="left"/>
        <w:rPr>
          <w:sz w:val="16"/>
          <w:szCs w:val="16"/>
        </w:rPr>
      </w:pPr>
      <w:r>
        <w:br w:type="column"/>
      </w:r>
    </w:p>
    <w:p>
      <w:pPr>
        <w:spacing w:before="0" w:after="0" w:line="237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224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w w:val="100"/>
          <w:position w:val="0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-26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  <w:u w:val="single" w:color="000000"/>
        </w:rPr>
        <w:t>3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>7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10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ie</w:t>
      </w:r>
      <w:r>
        <w:rPr>
          <w:rFonts w:ascii="Times New Roman" w:eastAsia="Times New Roman" w:hAnsi="Times New Roman" w:cs="Times New Roman"/>
          <w:spacing w:val="18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litt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8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</w:p>
    <w:p>
      <w:pPr>
        <w:spacing w:after="0" w:line="237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20640" w:h="14580" w:orient="landscape"/>
          <w:pgMar w:top="1100" w:right="1000" w:bottom="1180" w:left="1600" w:header="708" w:footer="708"/>
          <w:cols w:num="3" w:space="708" w:equalWidth="0">
            <w:col w:w="5331" w:space="4565"/>
            <w:col w:w="4575" w:space="124"/>
            <w:col w:w="3445"/>
          </w:cols>
        </w:sectPr>
      </w:pPr>
    </w:p>
    <w:p>
      <w:pPr>
        <w:spacing w:before="4" w:after="0" w:line="160" w:lineRule="exact"/>
        <w:jc w:val="left"/>
        <w:rPr>
          <w:sz w:val="16"/>
          <w:szCs w:val="16"/>
        </w:rPr>
      </w:pPr>
    </w:p>
    <w:p>
      <w:pPr>
        <w:tabs>
          <w:tab w:val="left" w:pos="2480"/>
          <w:tab w:val="left" w:pos="4260"/>
        </w:tabs>
        <w:spacing w:before="0" w:after="0" w:line="240" w:lineRule="auto"/>
        <w:ind w:left="522" w:right="-71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spacing w:before="0" w:after="0" w:line="237" w:lineRule="exact"/>
        <w:ind w:left="31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’m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ij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</w:p>
    <w:p>
      <w:pPr>
        <w:spacing w:before="4" w:after="0" w:line="160" w:lineRule="exact"/>
        <w:jc w:val="left"/>
        <w:rPr>
          <w:sz w:val="16"/>
          <w:szCs w:val="16"/>
        </w:rPr>
      </w:pPr>
      <w:r>
        <w:br w:type="column"/>
      </w:r>
    </w:p>
    <w:p>
      <w:pPr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rry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3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8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spacing w:before="0" w:after="0" w:line="237" w:lineRule="exact"/>
        <w:ind w:left="42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ie</w:t>
      </w:r>
      <w:r>
        <w:rPr>
          <w:rFonts w:ascii="Times New Roman" w:eastAsia="Times New Roman" w:hAnsi="Times New Roman" w:cs="Times New Roman"/>
          <w:spacing w:val="2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rry</w:t>
      </w:r>
      <w:r>
        <w:rPr>
          <w:rFonts w:ascii="Times New Roman" w:eastAsia="Times New Roman" w:hAnsi="Times New Roman" w:cs="Times New Roman"/>
          <w:spacing w:val="26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6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6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7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30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  <w:u w:val="single" w:color="000000"/>
        </w:rPr>
        <w:t>3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>9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11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</w:p>
    <w:p>
      <w:pPr>
        <w:spacing w:after="0" w:line="237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20640" w:h="14580" w:orient="landscape"/>
          <w:pgMar w:top="1100" w:right="1000" w:bottom="1180" w:left="1600" w:header="708" w:footer="708"/>
          <w:cols w:num="2" w:space="708" w:equalWidth="0">
            <w:col w:w="5098" w:space="4378"/>
            <w:col w:w="8564"/>
          </w:cols>
        </w:sectPr>
      </w:pPr>
    </w:p>
    <w:p>
      <w:pPr>
        <w:spacing w:before="2" w:after="0" w:line="160" w:lineRule="exact"/>
        <w:jc w:val="left"/>
        <w:rPr>
          <w:sz w:val="16"/>
          <w:szCs w:val="16"/>
        </w:rPr>
      </w:pPr>
    </w:p>
    <w:p>
      <w:pPr>
        <w:tabs>
          <w:tab w:val="left" w:pos="1280"/>
        </w:tabs>
        <w:spacing w:before="0" w:after="0" w:line="237" w:lineRule="exact"/>
        <w:ind w:left="625" w:right="-71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</w:p>
    <w:p>
      <w:pPr>
        <w:spacing w:before="63" w:after="0" w:line="240" w:lineRule="auto"/>
        <w:ind w:right="-73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>y</w:t>
      </w:r>
      <w:r>
        <w:rPr>
          <w:rFonts w:ascii="宋体" w:eastAsia="宋体" w:hAnsi="宋体" w:cs="宋体"/>
          <w:spacing w:val="-19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sk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</w:p>
    <w:p>
      <w:pPr>
        <w:spacing w:before="63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0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94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12"/>
          <w:w w:val="100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rry</w:t>
      </w:r>
    </w:p>
    <w:p>
      <w:pPr>
        <w:spacing w:after="0" w:line="240" w:lineRule="auto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20640" w:h="14580" w:orient="landscape"/>
          <w:pgMar w:top="1100" w:right="1000" w:bottom="1180" w:left="1600" w:header="708" w:footer="708"/>
          <w:cols w:num="3" w:space="708" w:equalWidth="0">
            <w:col w:w="1345" w:space="8131"/>
            <w:col w:w="6964" w:space="106"/>
            <w:col w:w="1494"/>
          </w:cols>
        </w:sectPr>
      </w:pPr>
    </w:p>
    <w:p>
      <w:pPr>
        <w:spacing w:before="4" w:after="0" w:line="160" w:lineRule="exact"/>
        <w:jc w:val="left"/>
        <w:rPr>
          <w:sz w:val="16"/>
          <w:szCs w:val="16"/>
        </w:rPr>
      </w:pPr>
    </w:p>
    <w:p>
      <w:pPr>
        <w:tabs>
          <w:tab w:val="left" w:pos="2980"/>
          <w:tab w:val="left" w:pos="5280"/>
        </w:tabs>
        <w:spacing w:before="0" w:after="0" w:line="237" w:lineRule="exact"/>
        <w:ind w:left="522" w:right="-71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’m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rry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6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u</w:t>
      </w:r>
    </w:p>
    <w:p>
      <w:pPr>
        <w:spacing w:before="65" w:after="0" w:line="240" w:lineRule="auto"/>
        <w:ind w:right="-73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8"/>
          <w:w w:val="100"/>
          <w:sz w:val="21"/>
          <w:szCs w:val="21"/>
        </w:rPr>
        <w:t>s</w:t>
      </w:r>
      <w:r>
        <w:rPr>
          <w:rFonts w:ascii="宋体" w:eastAsia="宋体" w:hAnsi="宋体" w:cs="宋体"/>
          <w:spacing w:val="-159"/>
          <w:w w:val="100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</w:p>
    <w:p>
      <w:pPr>
        <w:tabs>
          <w:tab w:val="left" w:pos="5600"/>
        </w:tabs>
        <w:spacing w:before="65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>y</w:t>
      </w:r>
      <w:r>
        <w:rPr>
          <w:rFonts w:ascii="宋体" w:eastAsia="宋体" w:hAnsi="宋体" w:cs="宋体"/>
          <w:spacing w:val="-103"/>
          <w:w w:val="100"/>
          <w:sz w:val="21"/>
          <w:szCs w:val="21"/>
        </w:rPr>
        <w:t>！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?</w:t>
      </w:r>
      <w:r>
        <w:rPr>
          <w:rFonts w:ascii="宋体" w:eastAsia="宋体" w:hAnsi="宋体" w:cs="宋体"/>
          <w:spacing w:val="-101"/>
          <w:w w:val="100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y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</w:p>
    <w:p>
      <w:pPr>
        <w:spacing w:after="0" w:line="240" w:lineRule="auto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20640" w:h="14580" w:orient="landscape"/>
          <w:pgMar w:top="1100" w:right="1000" w:bottom="1180" w:left="1600" w:header="708" w:footer="708"/>
          <w:cols w:num="3" w:space="708" w:equalWidth="0">
            <w:col w:w="6435" w:space="3041"/>
            <w:col w:w="2455" w:space="108"/>
            <w:col w:w="6001"/>
          </w:cols>
        </w:sectPr>
      </w:pPr>
    </w:p>
    <w:p>
      <w:pPr>
        <w:spacing w:before="4" w:after="0" w:line="160" w:lineRule="exact"/>
        <w:jc w:val="left"/>
        <w:rPr>
          <w:sz w:val="16"/>
          <w:szCs w:val="16"/>
        </w:rPr>
      </w:pPr>
    </w:p>
    <w:p>
      <w:pPr>
        <w:spacing w:before="0" w:after="0" w:line="237" w:lineRule="exact"/>
        <w:ind w:left="310" w:right="-71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group id="_x0000_s1526" style="width:31.8pt;height:0.1pt;margin-top:-9.45pt;margin-left:930.8pt;mso-position-horizontal-relative:page;position:absolute;z-index:-251634688" coordorigin="18616,-189" coordsize="636,2">
            <v:shape id="_x0000_s1527" style="width:636;height:2;left:18616;position:absolute;top:-189" coordorigin="18616,-189" coordsize="636,0" path="m18616,-189l19252,-189e" filled="f" stroked="t" strokecolor="black" strokeweight="0.48pt">
              <v:path arrowok="t"/>
            </v:shape>
          </v:group>
        </w:pic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--C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6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?</w:t>
      </w:r>
    </w:p>
    <w:p>
      <w:pPr>
        <w:spacing w:before="63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rry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,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r(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听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到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)</w:t>
      </w:r>
      <w:r>
        <w:rPr>
          <w:rFonts w:ascii="宋体" w:eastAsia="宋体" w:hAnsi="宋体" w:cs="宋体"/>
          <w:spacing w:val="-7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</w:p>
    <w:p>
      <w:pPr>
        <w:spacing w:after="0" w:line="240" w:lineRule="auto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20640" w:h="14580" w:orient="landscape"/>
          <w:pgMar w:top="1100" w:right="1000" w:bottom="1180" w:left="1600" w:header="708" w:footer="708"/>
          <w:cols w:num="2" w:space="708" w:equalWidth="0">
            <w:col w:w="5026" w:space="4450"/>
            <w:col w:w="8564"/>
          </w:cols>
        </w:sectPr>
      </w:pPr>
    </w:p>
    <w:p>
      <w:pPr>
        <w:spacing w:before="2" w:after="0" w:line="160" w:lineRule="exact"/>
        <w:jc w:val="left"/>
        <w:rPr>
          <w:sz w:val="16"/>
          <w:szCs w:val="16"/>
        </w:rPr>
      </w:pPr>
    </w:p>
    <w:p>
      <w:pPr>
        <w:tabs>
          <w:tab w:val="left" w:pos="1480"/>
        </w:tabs>
        <w:spacing w:before="0" w:after="0" w:line="240" w:lineRule="auto"/>
        <w:ind w:left="62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’m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tabs>
          <w:tab w:val="left" w:pos="4220"/>
          <w:tab w:val="left" w:pos="6180"/>
        </w:tabs>
        <w:spacing w:before="0" w:after="0" w:line="237" w:lineRule="exact"/>
        <w:ind w:left="522" w:right="-71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7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8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9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w</w:t>
      </w:r>
    </w:p>
    <w:p>
      <w:pPr>
        <w:spacing w:before="7" w:after="0" w:line="140" w:lineRule="exact"/>
        <w:jc w:val="left"/>
        <w:rPr>
          <w:sz w:val="14"/>
          <w:szCs w:val="14"/>
        </w:rPr>
      </w:pPr>
      <w:r>
        <w:br w:type="column"/>
      </w:r>
    </w:p>
    <w:p>
      <w:pPr>
        <w:spacing w:before="0" w:after="0" w:line="240" w:lineRule="auto"/>
        <w:ind w:right="-71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sk</w:t>
      </w:r>
    </w:p>
    <w:p>
      <w:pPr>
        <w:spacing w:before="63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”</w:t>
      </w:r>
    </w:p>
    <w:p>
      <w:pPr>
        <w:spacing w:before="75" w:after="0" w:line="240" w:lineRule="auto"/>
        <w:ind w:left="36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ie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</w:rPr>
        <w:t>,</w:t>
      </w:r>
      <w:r>
        <w:rPr>
          <w:rFonts w:ascii="宋体" w:eastAsia="宋体" w:hAnsi="宋体" w:cs="宋体"/>
          <w:spacing w:val="12"/>
          <w:w w:val="100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6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3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4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</w:p>
    <w:p>
      <w:pPr>
        <w:spacing w:after="0" w:line="240" w:lineRule="auto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20640" w:h="14580" w:orient="landscape"/>
          <w:pgMar w:top="1100" w:right="1000" w:bottom="1180" w:left="1600" w:header="708" w:footer="708"/>
          <w:cols w:num="3" w:space="708" w:equalWidth="0">
            <w:col w:w="8063" w:space="1413"/>
            <w:col w:w="280" w:space="104"/>
            <w:col w:w="8180"/>
          </w:cols>
        </w:sectPr>
      </w:pPr>
    </w:p>
    <w:p>
      <w:pPr>
        <w:spacing w:before="4" w:after="0" w:line="160" w:lineRule="exact"/>
        <w:jc w:val="left"/>
        <w:rPr>
          <w:sz w:val="16"/>
          <w:szCs w:val="16"/>
        </w:rPr>
      </w:pPr>
    </w:p>
    <w:p>
      <w:pPr>
        <w:spacing w:before="0" w:after="0" w:line="237" w:lineRule="exact"/>
        <w:ind w:left="310" w:right="-71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--W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?</w:t>
      </w:r>
    </w:p>
    <w:p>
      <w:pPr>
        <w:spacing w:before="63" w:after="0" w:line="240" w:lineRule="auto"/>
        <w:ind w:right="-73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?</w:t>
      </w:r>
      <w:r>
        <w:rPr>
          <w:rFonts w:ascii="宋体" w:eastAsia="宋体" w:hAnsi="宋体" w:cs="宋体"/>
          <w:spacing w:val="-67"/>
          <w:w w:val="100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笑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</w:rPr>
        <w:t>s</w:t>
      </w:r>
      <w:r>
        <w:rPr>
          <w:rFonts w:ascii="宋体" w:eastAsia="宋体" w:hAnsi="宋体" w:cs="宋体"/>
          <w:spacing w:val="-192"/>
          <w:w w:val="100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</w:p>
    <w:p>
      <w:pPr>
        <w:spacing w:before="63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>e</w:t>
      </w:r>
      <w:r>
        <w:rPr>
          <w:rFonts w:ascii="宋体" w:eastAsia="宋体" w:hAnsi="宋体" w:cs="宋体"/>
          <w:spacing w:val="-70"/>
          <w:w w:val="100"/>
          <w:sz w:val="21"/>
          <w:szCs w:val="21"/>
        </w:rPr>
        <w:t>！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</w:p>
    <w:p>
      <w:pPr>
        <w:spacing w:after="0" w:line="240" w:lineRule="auto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20640" w:h="14580" w:orient="landscape"/>
          <w:pgMar w:top="1100" w:right="1000" w:bottom="1180" w:left="1600" w:header="708" w:footer="708"/>
          <w:cols w:num="3" w:space="708" w:equalWidth="0">
            <w:col w:w="3521" w:space="5955"/>
            <w:col w:w="5376" w:space="142"/>
            <w:col w:w="3046"/>
          </w:cols>
        </w:sectPr>
      </w:pPr>
    </w:p>
    <w:p>
      <w:pPr>
        <w:spacing w:before="2" w:after="0" w:line="160" w:lineRule="exact"/>
        <w:jc w:val="left"/>
        <w:rPr>
          <w:sz w:val="16"/>
          <w:szCs w:val="16"/>
        </w:rPr>
      </w:pPr>
    </w:p>
    <w:p>
      <w:pPr>
        <w:tabs>
          <w:tab w:val="left" w:pos="1600"/>
        </w:tabs>
        <w:spacing w:before="0" w:after="0" w:line="237" w:lineRule="exact"/>
        <w:ind w:left="625" w:right="-71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</w:p>
    <w:p>
      <w:pPr>
        <w:spacing w:before="2" w:after="0" w:line="160" w:lineRule="exact"/>
        <w:jc w:val="left"/>
        <w:rPr>
          <w:sz w:val="16"/>
          <w:szCs w:val="16"/>
        </w:rPr>
      </w:pPr>
      <w:r>
        <w:br w:type="column"/>
      </w:r>
    </w:p>
    <w:p>
      <w:pPr>
        <w:spacing w:before="0" w:after="0" w:line="237" w:lineRule="exact"/>
        <w:ind w:right="-71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ssi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w w:val="100"/>
          <w:position w:val="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lk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</w:p>
    <w:p>
      <w:pPr>
        <w:spacing w:before="2" w:after="0" w:line="160" w:lineRule="exact"/>
        <w:jc w:val="left"/>
        <w:rPr>
          <w:sz w:val="16"/>
          <w:szCs w:val="16"/>
        </w:rPr>
      </w:pPr>
      <w:r>
        <w:br w:type="column"/>
      </w:r>
    </w:p>
    <w:p>
      <w:pPr>
        <w:spacing w:before="0" w:after="0" w:line="237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224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  <w:u w:val="single" w:color="000000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is</w:t>
      </w:r>
    </w:p>
    <w:p>
      <w:pPr>
        <w:spacing w:after="0" w:line="237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20640" w:h="14580" w:orient="landscape"/>
          <w:pgMar w:top="1100" w:right="1000" w:bottom="1180" w:left="1600" w:header="708" w:footer="708"/>
          <w:cols w:num="3" w:space="708" w:equalWidth="0">
            <w:col w:w="1659" w:space="7817"/>
            <w:col w:w="7559" w:space="109"/>
            <w:col w:w="896"/>
          </w:cols>
        </w:sectPr>
      </w:pPr>
    </w:p>
    <w:p>
      <w:pPr>
        <w:spacing w:before="8" w:after="0" w:line="110" w:lineRule="exact"/>
        <w:jc w:val="left"/>
        <w:rPr>
          <w:sz w:val="11"/>
          <w:szCs w:val="11"/>
        </w:rPr>
      </w:pPr>
    </w:p>
    <w:p>
      <w:pPr>
        <w:tabs>
          <w:tab w:val="left" w:pos="3080"/>
          <w:tab w:val="left" w:pos="5380"/>
        </w:tabs>
        <w:spacing w:before="0" w:after="0" w:line="240" w:lineRule="auto"/>
        <w:ind w:left="52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</w:p>
    <w:p>
      <w:pPr>
        <w:spacing w:before="4" w:after="0" w:line="110" w:lineRule="exact"/>
        <w:jc w:val="left"/>
        <w:rPr>
          <w:sz w:val="11"/>
          <w:szCs w:val="11"/>
        </w:rPr>
      </w:pPr>
    </w:p>
    <w:p>
      <w:pPr>
        <w:spacing w:before="0" w:after="0" w:line="240" w:lineRule="auto"/>
        <w:ind w:left="10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三</w:t>
      </w:r>
      <w:r>
        <w:rPr>
          <w:rFonts w:ascii="宋体" w:eastAsia="宋体" w:hAnsi="宋体" w:cs="宋体"/>
          <w:spacing w:val="2"/>
          <w:sz w:val="24"/>
          <w:szCs w:val="24"/>
        </w:rPr>
        <w:t>、</w:t>
      </w:r>
      <w:r>
        <w:rPr>
          <w:rFonts w:ascii="宋体" w:eastAsia="宋体" w:hAnsi="宋体" w:cs="宋体"/>
          <w:spacing w:val="0"/>
          <w:sz w:val="24"/>
          <w:szCs w:val="24"/>
        </w:rPr>
        <w:t>补</w:t>
      </w:r>
      <w:r>
        <w:rPr>
          <w:rFonts w:ascii="宋体" w:eastAsia="宋体" w:hAnsi="宋体" w:cs="宋体"/>
          <w:spacing w:val="2"/>
          <w:sz w:val="24"/>
          <w:szCs w:val="24"/>
        </w:rPr>
        <w:t>全</w:t>
      </w:r>
      <w:r>
        <w:rPr>
          <w:rFonts w:ascii="宋体" w:eastAsia="宋体" w:hAnsi="宋体" w:cs="宋体"/>
          <w:spacing w:val="0"/>
          <w:sz w:val="24"/>
          <w:szCs w:val="24"/>
        </w:rPr>
        <w:t>对话</w:t>
      </w:r>
      <w:r>
        <w:rPr>
          <w:rFonts w:ascii="宋体" w:eastAsia="宋体" w:hAnsi="宋体" w:cs="宋体"/>
          <w:spacing w:val="2"/>
          <w:sz w:val="24"/>
          <w:szCs w:val="24"/>
        </w:rPr>
        <w:t>（</w:t>
      </w:r>
      <w:r>
        <w:rPr>
          <w:rFonts w:ascii="宋体" w:eastAsia="宋体" w:hAnsi="宋体" w:cs="宋体"/>
          <w:spacing w:val="0"/>
          <w:sz w:val="24"/>
          <w:szCs w:val="24"/>
        </w:rPr>
        <w:t>共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小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题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每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小题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满分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分）</w:t>
      </w:r>
    </w:p>
    <w:p>
      <w:pPr>
        <w:spacing w:before="47" w:after="0" w:line="241" w:lineRule="auto"/>
        <w:ind w:left="102" w:right="-66" w:firstLine="4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请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话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能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白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9" w:after="0" w:line="100" w:lineRule="exact"/>
        <w:jc w:val="left"/>
        <w:rPr>
          <w:sz w:val="10"/>
          <w:szCs w:val="10"/>
        </w:rPr>
      </w:pPr>
    </w:p>
    <w:p>
      <w:pPr>
        <w:spacing w:before="0" w:after="0" w:line="240" w:lineRule="auto"/>
        <w:ind w:left="10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n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tabs>
          <w:tab w:val="left" w:pos="5940"/>
        </w:tabs>
        <w:spacing w:before="72" w:after="0" w:line="240" w:lineRule="auto"/>
        <w:ind w:left="10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0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4"/>
          <w:w w:val="99"/>
          <w:sz w:val="21"/>
          <w:szCs w:val="21"/>
        </w:rPr>
        <w:t>y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</w:p>
    <w:p>
      <w:pPr>
        <w:spacing w:before="75" w:after="0" w:line="240" w:lineRule="auto"/>
        <w:ind w:left="10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n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TV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still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65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ie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13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,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7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</w:p>
    <w:p>
      <w:pPr>
        <w:spacing w:before="72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pict>
          <v:shape id="_x0000_s1528" type="#_x0000_t202" style="width:251.02pt;height:100.49pt;margin-top:24.96pt;margin-left:551.8pt;mso-position-horizontal-relative:page;position:absolute;z-index:-251632640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60"/>
                    <w:gridCol w:w="2011"/>
                    <w:gridCol w:w="1350"/>
                  </w:tblGrid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05"/>
                      <w:jc w:val="left"/>
                    </w:trPr>
                    <w:tc>
                      <w:tcPr>
                        <w:tcW w:w="16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72" w:after="0" w:line="240" w:lineRule="auto"/>
                          <w:ind w:left="40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>6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4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st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ry</w:t>
                        </w:r>
                      </w:p>
                    </w:tc>
                    <w:tc>
                      <w:tcPr>
                        <w:tcW w:w="20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72" w:after="0" w:line="240" w:lineRule="auto"/>
                          <w:ind w:left="516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B.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le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72" w:after="0" w:line="240" w:lineRule="auto"/>
                          <w:ind w:left="440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ss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01"/>
                      <w:jc w:val="left"/>
                    </w:trPr>
                    <w:tc>
                      <w:tcPr>
                        <w:tcW w:w="16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8" w:after="0" w:line="240" w:lineRule="auto"/>
                          <w:ind w:left="40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>7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4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s</w:t>
                        </w:r>
                      </w:p>
                    </w:tc>
                    <w:tc>
                      <w:tcPr>
                        <w:tcW w:w="20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8" w:after="0" w:line="240" w:lineRule="auto"/>
                          <w:ind w:left="492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B.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s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8" w:after="0" w:line="240" w:lineRule="auto"/>
                          <w:ind w:left="440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fri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s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00"/>
                      <w:jc w:val="left"/>
                    </w:trPr>
                    <w:tc>
                      <w:tcPr>
                        <w:tcW w:w="16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8" w:after="0" w:line="240" w:lineRule="auto"/>
                          <w:ind w:left="40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>8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4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sily</w:t>
                        </w:r>
                      </w:p>
                    </w:tc>
                    <w:tc>
                      <w:tcPr>
                        <w:tcW w:w="20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8" w:after="0" w:line="240" w:lineRule="auto"/>
                          <w:ind w:left="480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B.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tly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8" w:after="0" w:line="240" w:lineRule="auto"/>
                          <w:ind w:left="437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C.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q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ly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00"/>
                      <w:jc w:val="left"/>
                    </w:trPr>
                    <w:tc>
                      <w:tcPr>
                        <w:tcW w:w="16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7" w:after="0" w:line="240" w:lineRule="auto"/>
                          <w:ind w:left="40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>9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4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w</w:t>
                        </w:r>
                      </w:p>
                    </w:tc>
                    <w:tc>
                      <w:tcPr>
                        <w:tcW w:w="20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7" w:after="0" w:line="240" w:lineRule="auto"/>
                          <w:ind w:left="456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B.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n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7" w:after="0" w:line="240" w:lineRule="auto"/>
                          <w:ind w:left="406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C.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y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05"/>
                      <w:jc w:val="left"/>
                    </w:trPr>
                    <w:tc>
                      <w:tcPr>
                        <w:tcW w:w="16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8" w:after="0" w:line="240" w:lineRule="auto"/>
                          <w:ind w:left="40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4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4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A.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e</w:t>
                        </w:r>
                      </w:p>
                    </w:tc>
                    <w:tc>
                      <w:tcPr>
                        <w:tcW w:w="20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8" w:after="0" w:line="240" w:lineRule="auto"/>
                          <w:ind w:left="468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B.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r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before="68" w:after="0" w:line="240" w:lineRule="auto"/>
                          <w:ind w:left="416" w:right="-20"/>
                          <w:jc w:val="left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0"/>
                            <w:w w:val="100"/>
                            <w:sz w:val="21"/>
                            <w:szCs w:val="21"/>
                          </w:rPr>
                          <w:t>y</w:t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比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”</w:t>
      </w:r>
    </w:p>
    <w:p>
      <w:pPr>
        <w:spacing w:after="0" w:line="240" w:lineRule="auto"/>
        <w:jc w:val="left"/>
        <w:rPr>
          <w:rFonts w:ascii="宋体" w:eastAsia="宋体" w:hAnsi="宋体" w:cs="宋体"/>
          <w:sz w:val="21"/>
          <w:szCs w:val="21"/>
        </w:rPr>
        <w:sectPr>
          <w:type w:val="continuous"/>
          <w:pgSz w:w="20640" w:h="14580" w:orient="landscape"/>
          <w:pgMar w:top="1100" w:right="1000" w:bottom="1180" w:left="1600" w:header="708" w:footer="708"/>
          <w:cols w:num="2" w:space="708" w:equalWidth="0">
            <w:col w:w="8529" w:space="947"/>
            <w:col w:w="8564"/>
          </w:cols>
        </w:sectPr>
      </w:pPr>
    </w:p>
    <w:p>
      <w:pPr>
        <w:tabs>
          <w:tab w:val="left" w:pos="2560"/>
          <w:tab w:val="left" w:pos="4540"/>
        </w:tabs>
        <w:spacing w:before="81" w:after="0" w:line="240" w:lineRule="auto"/>
        <w:ind w:left="24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</w:p>
    <w:p>
      <w:pPr>
        <w:spacing w:before="7" w:after="0" w:line="150" w:lineRule="exact"/>
        <w:jc w:val="left"/>
        <w:rPr>
          <w:sz w:val="15"/>
          <w:szCs w:val="15"/>
        </w:rPr>
      </w:pPr>
    </w:p>
    <w:p>
      <w:pPr>
        <w:tabs>
          <w:tab w:val="left" w:pos="2560"/>
          <w:tab w:val="left" w:pos="4540"/>
        </w:tabs>
        <w:spacing w:before="0" w:after="0" w:line="240" w:lineRule="auto"/>
        <w:ind w:left="24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m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tabs>
          <w:tab w:val="left" w:pos="2600"/>
          <w:tab w:val="left" w:pos="4600"/>
        </w:tabs>
        <w:spacing w:before="0" w:after="0" w:line="240" w:lineRule="auto"/>
        <w:ind w:left="24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rry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tabs>
          <w:tab w:val="left" w:pos="2560"/>
          <w:tab w:val="left" w:pos="4600"/>
        </w:tabs>
        <w:spacing w:before="0" w:after="0" w:line="240" w:lineRule="auto"/>
        <w:ind w:left="24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p</w:t>
      </w:r>
    </w:p>
    <w:p>
      <w:pPr>
        <w:spacing w:before="7" w:after="0" w:line="150" w:lineRule="exact"/>
        <w:jc w:val="left"/>
        <w:rPr>
          <w:sz w:val="15"/>
          <w:szCs w:val="15"/>
        </w:rPr>
      </w:pPr>
    </w:p>
    <w:p>
      <w:pPr>
        <w:tabs>
          <w:tab w:val="left" w:pos="2620"/>
          <w:tab w:val="left" w:pos="4580"/>
        </w:tabs>
        <w:spacing w:before="0" w:after="0" w:line="240" w:lineRule="auto"/>
        <w:ind w:left="24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</w:p>
    <w:p>
      <w:pPr>
        <w:spacing w:before="11" w:after="0" w:line="240" w:lineRule="auto"/>
        <w:ind w:left="242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五</w:t>
      </w:r>
      <w:r>
        <w:rPr>
          <w:rFonts w:ascii="宋体" w:eastAsia="宋体" w:hAnsi="宋体" w:cs="宋体"/>
          <w:spacing w:val="2"/>
          <w:sz w:val="24"/>
          <w:szCs w:val="24"/>
        </w:rPr>
        <w:t>、</w:t>
      </w:r>
      <w:r>
        <w:rPr>
          <w:rFonts w:ascii="宋体" w:eastAsia="宋体" w:hAnsi="宋体" w:cs="宋体"/>
          <w:spacing w:val="0"/>
          <w:sz w:val="24"/>
          <w:szCs w:val="24"/>
        </w:rPr>
        <w:t>阅</w:t>
      </w:r>
      <w:r>
        <w:rPr>
          <w:rFonts w:ascii="宋体" w:eastAsia="宋体" w:hAnsi="宋体" w:cs="宋体"/>
          <w:spacing w:val="2"/>
          <w:sz w:val="24"/>
          <w:szCs w:val="24"/>
        </w:rPr>
        <w:t>读</w:t>
      </w:r>
      <w:r>
        <w:rPr>
          <w:rFonts w:ascii="宋体" w:eastAsia="宋体" w:hAnsi="宋体" w:cs="宋体"/>
          <w:spacing w:val="0"/>
          <w:sz w:val="24"/>
          <w:szCs w:val="24"/>
        </w:rPr>
        <w:t>理解</w:t>
      </w:r>
      <w:r>
        <w:rPr>
          <w:rFonts w:ascii="宋体" w:eastAsia="宋体" w:hAnsi="宋体" w:cs="宋体"/>
          <w:spacing w:val="2"/>
          <w:sz w:val="24"/>
          <w:szCs w:val="24"/>
        </w:rPr>
        <w:t>（</w:t>
      </w:r>
      <w:r>
        <w:rPr>
          <w:rFonts w:ascii="宋体" w:eastAsia="宋体" w:hAnsi="宋体" w:cs="宋体"/>
          <w:spacing w:val="0"/>
          <w:sz w:val="24"/>
          <w:szCs w:val="24"/>
        </w:rPr>
        <w:t>一</w:t>
      </w:r>
      <w:r>
        <w:rPr>
          <w:rFonts w:ascii="宋体" w:eastAsia="宋体" w:hAnsi="宋体" w:cs="宋体"/>
          <w:spacing w:val="2"/>
          <w:sz w:val="24"/>
          <w:szCs w:val="24"/>
        </w:rPr>
        <w:t>）</w:t>
      </w:r>
      <w:r>
        <w:rPr>
          <w:rFonts w:ascii="宋体" w:eastAsia="宋体" w:hAnsi="宋体" w:cs="宋体"/>
          <w:spacing w:val="0"/>
          <w:sz w:val="24"/>
          <w:szCs w:val="24"/>
        </w:rPr>
        <w:t>（共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小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题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每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小题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满分</w:t>
      </w:r>
      <w:r>
        <w:rPr>
          <w:rFonts w:ascii="宋体" w:eastAsia="宋体" w:hAnsi="宋体" w:cs="宋体"/>
          <w:spacing w:val="-58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分）</w:t>
      </w:r>
    </w:p>
    <w:p>
      <w:pPr>
        <w:spacing w:before="52" w:after="0" w:line="240" w:lineRule="auto"/>
        <w:ind w:left="4555" w:right="2515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0"/>
          <w:w w:val="99"/>
          <w:sz w:val="21"/>
          <w:szCs w:val="21"/>
        </w:rPr>
        <w:t>A</w:t>
      </w:r>
    </w:p>
    <w:p>
      <w:pPr>
        <w:spacing w:before="0" w:after="0" w:line="312" w:lineRule="exact"/>
        <w:ind w:left="662" w:right="-5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</w:rPr>
        <w:t>请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阅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读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面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文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章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从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每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小题</w:t>
      </w:r>
      <w:r>
        <w:rPr>
          <w:rFonts w:ascii="宋体" w:eastAsia="宋体" w:hAnsi="宋体" w:cs="宋体"/>
          <w:spacing w:val="-52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100"/>
          <w:position w:val="-1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2"/>
          <w:w w:val="100"/>
          <w:position w:val="-1"/>
          <w:sz w:val="21"/>
          <w:szCs w:val="21"/>
        </w:rPr>
        <w:t>B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9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三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个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选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项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选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出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个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最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佳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选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项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。</w:t>
      </w:r>
    </w:p>
    <w:p>
      <w:pPr>
        <w:spacing w:before="70" w:after="0" w:line="240" w:lineRule="auto"/>
        <w:ind w:left="66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tabs>
          <w:tab w:val="left" w:pos="2400"/>
          <w:tab w:val="left" w:pos="4780"/>
        </w:tabs>
        <w:spacing w:before="81" w:after="0" w:line="240" w:lineRule="auto"/>
        <w:ind w:left="42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swi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</w:p>
    <w:p>
      <w:pPr>
        <w:spacing w:before="7" w:after="0" w:line="150" w:lineRule="exact"/>
        <w:jc w:val="left"/>
        <w:rPr>
          <w:sz w:val="15"/>
          <w:szCs w:val="15"/>
        </w:rPr>
      </w:pPr>
    </w:p>
    <w:p>
      <w:pPr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spacing w:before="0" w:after="0" w:line="240" w:lineRule="auto"/>
        <w:ind w:left="42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58" w:after="0" w:line="240" w:lineRule="auto"/>
        <w:ind w:left="42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</w:p>
    <w:p>
      <w:pPr>
        <w:spacing w:before="4" w:after="0" w:line="170" w:lineRule="exact"/>
        <w:jc w:val="left"/>
        <w:rPr>
          <w:sz w:val="17"/>
          <w:szCs w:val="17"/>
        </w:rPr>
      </w:pPr>
    </w:p>
    <w:p>
      <w:pPr>
        <w:spacing w:before="0" w:after="0" w:line="240" w:lineRule="auto"/>
        <w:ind w:left="42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s.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tabs>
          <w:tab w:val="left" w:pos="2100"/>
        </w:tabs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tabs>
          <w:tab w:val="left" w:pos="2640"/>
          <w:tab w:val="left" w:pos="4660"/>
        </w:tabs>
        <w:spacing w:before="0" w:after="0" w:line="240" w:lineRule="auto"/>
        <w:ind w:left="42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trip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</w:p>
    <w:p>
      <w:pPr>
        <w:spacing w:before="2" w:after="0" w:line="260" w:lineRule="exact"/>
        <w:jc w:val="left"/>
        <w:rPr>
          <w:sz w:val="26"/>
          <w:szCs w:val="26"/>
        </w:rPr>
      </w:pPr>
    </w:p>
    <w:p>
      <w:pPr>
        <w:spacing w:before="0" w:after="0" w:line="325" w:lineRule="auto"/>
        <w:ind w:left="420" w:right="1588" w:firstLine="3953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B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5" w:after="0" w:line="110" w:lineRule="exact"/>
        <w:jc w:val="left"/>
        <w:rPr>
          <w:sz w:val="11"/>
          <w:szCs w:val="11"/>
        </w:rPr>
      </w:pPr>
    </w:p>
    <w:p>
      <w:pPr>
        <w:tabs>
          <w:tab w:val="left" w:pos="2980"/>
          <w:tab w:val="left" w:pos="5240"/>
        </w:tabs>
        <w:spacing w:before="0" w:after="0" w:line="298" w:lineRule="auto"/>
        <w:ind w:right="57" w:firstLine="4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City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sit.</w:t>
      </w:r>
      <w:r>
        <w:rPr>
          <w:rFonts w:ascii="Times New Roman" w:eastAsia="Times New Roman" w:hAnsi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2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lk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38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7"/>
          <w:w w:val="100"/>
          <w:sz w:val="21"/>
          <w:szCs w:val="21"/>
        </w:rPr>
        <w:t>角</w:t>
      </w:r>
      <w:r>
        <w:rPr>
          <w:rFonts w:ascii="宋体" w:eastAsia="宋体" w:hAnsi="宋体" w:cs="宋体"/>
          <w:spacing w:val="14"/>
          <w:w w:val="100"/>
          <w:sz w:val="21"/>
          <w:szCs w:val="21"/>
        </w:rPr>
        <w:t>落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</w:p>
    <w:p>
      <w:pPr>
        <w:spacing w:before="7" w:after="0" w:line="110" w:lineRule="exact"/>
        <w:jc w:val="left"/>
        <w:rPr>
          <w:sz w:val="11"/>
          <w:szCs w:val="11"/>
        </w:rPr>
      </w:pPr>
    </w:p>
    <w:p>
      <w:pPr>
        <w:tabs>
          <w:tab w:val="left" w:pos="5040"/>
          <w:tab w:val="left" w:pos="5540"/>
        </w:tabs>
        <w:spacing w:before="0" w:after="0" w:line="398" w:lineRule="auto"/>
        <w:ind w:right="68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still</w:t>
      </w:r>
      <w:r>
        <w:rPr>
          <w:rFonts w:ascii="Times New Roman" w:eastAsia="Times New Roman" w:hAnsi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  <w:tab/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1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</w:p>
    <w:p>
      <w:pPr>
        <w:tabs>
          <w:tab w:val="left" w:pos="5780"/>
        </w:tabs>
        <w:spacing w:before="0" w:after="0" w:line="231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9"/>
          <w:w w:val="100"/>
          <w:sz w:val="21"/>
          <w:szCs w:val="21"/>
        </w:rPr>
        <w:t>长</w:t>
      </w:r>
      <w:r>
        <w:rPr>
          <w:rFonts w:ascii="宋体" w:eastAsia="宋体" w:hAnsi="宋体" w:cs="宋体"/>
          <w:spacing w:val="12"/>
          <w:w w:val="100"/>
          <w:sz w:val="21"/>
          <w:szCs w:val="21"/>
        </w:rPr>
        <w:t>凳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9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lk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wn</w:t>
      </w:r>
    </w:p>
    <w:p>
      <w:pPr>
        <w:spacing w:before="4" w:after="0" w:line="170" w:lineRule="exact"/>
        <w:jc w:val="left"/>
        <w:rPr>
          <w:sz w:val="17"/>
          <w:szCs w:val="17"/>
        </w:rPr>
      </w:pPr>
    </w:p>
    <w:p>
      <w:pPr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group id="_x0000_s1529" style="width:304pt;height:108.95pt;margin-top:20.26pt;margin-left:603.78pt;mso-position-horizontal-relative:page;position:absolute;z-index:-251631616" coordorigin="12076,405" coordsize="6080,2179">
            <v:shape id="_x0000_s1530" type="#_x0000_t75" style="width:6046;height:2143;left:12094;position:absolute;top:423">
              <v:imagedata r:id="rId13" o:title=""/>
            </v:shape>
            <v:group id="_x0000_s1531" style="width:6060;height:2159;left:12086;position:absolute;top:415" coordorigin="12086,415" coordsize="6060,2159">
              <v:shape id="_x0000_s1532" style="width:6060;height:2159;left:12086;position:absolute;top:415" coordorigin="12086,415" coordsize="6060,2159" path="m18146,2574l12086,2574,12086,415,18146,415,18146,423,12101,423,12093,430,12101,430,12101,2559,12093,2559,12101,2567,18146,2567,18146,2574xe" filled="t" fillcolor="black" stroked="f">
                <v:path arrowok="t"/>
              </v:shape>
              <v:shape id="_x0000_s1533" style="width:6060;height:2159;left:12086;position:absolute;top:415" coordorigin="12086,415" coordsize="6060,2159" path="m12101,430l12093,430,12101,423,12101,430xe" filled="t" fillcolor="black" stroked="f">
                <v:path arrowok="t"/>
              </v:shape>
              <v:shape id="_x0000_s1534" style="width:6060;height:2159;left:12086;position:absolute;top:415" coordorigin="12086,415" coordsize="6060,2159" path="m18131,430l12101,430,12101,423,18131,423,18131,430xe" filled="t" fillcolor="black" stroked="f">
                <v:path arrowok="t"/>
              </v:shape>
              <v:shape id="_x0000_s1535" style="width:6060;height:2159;left:12086;position:absolute;top:415" coordorigin="12086,415" coordsize="6060,2159" path="m18131,2567l18131,423,18138,430,18146,430,18146,2559,18138,2559,18131,2567xe" filled="t" fillcolor="black" stroked="f">
                <v:path arrowok="t"/>
              </v:shape>
              <v:shape id="_x0000_s1536" style="width:6060;height:2159;left:12086;position:absolute;top:415" coordorigin="12086,415" coordsize="6060,2159" path="m18146,430l18138,430,18131,423,18146,423,18146,430xe" filled="t" fillcolor="black" stroked="f">
                <v:path arrowok="t"/>
              </v:shape>
              <v:shape id="_x0000_s1537" style="width:6060;height:2159;left:12086;position:absolute;top:415" coordorigin="12086,415" coordsize="6060,2159" path="m12101,2567l12093,2559,12101,2559,12101,2567xe" filled="t" fillcolor="black" stroked="f">
                <v:path arrowok="t"/>
              </v:shape>
              <v:shape id="_x0000_s1538" style="width:6060;height:2159;left:12086;position:absolute;top:415" coordorigin="12086,415" coordsize="6060,2159" path="m18131,2567l12101,2567,12101,2559,18131,2559,18131,2567xe" filled="t" fillcolor="black" stroked="f">
                <v:path arrowok="t"/>
              </v:shape>
              <v:shape id="_x0000_s1539" style="width:6060;height:2159;left:12086;position:absolute;top:415" coordorigin="12086,415" coordsize="6060,2159" path="m18146,2567l18131,2567,18138,2559,18146,2559,18146,2567xe" filled="t" fillcolor="black" stroked="f">
                <v:path arrowok="t"/>
              </v:shape>
            </v:group>
          </v:group>
        </w:pic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t.</w:t>
      </w:r>
    </w:p>
    <w:p>
      <w:pPr>
        <w:spacing w:before="16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1169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5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City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first.</w:t>
      </w:r>
    </w:p>
    <w:p>
      <w:pPr>
        <w:spacing w:before="3" w:after="0" w:line="190" w:lineRule="exact"/>
        <w:jc w:val="left"/>
        <w:rPr>
          <w:sz w:val="19"/>
          <w:szCs w:val="19"/>
        </w:rPr>
      </w:pPr>
    </w:p>
    <w:p>
      <w:pPr>
        <w:spacing w:before="0" w:after="0" w:line="398" w:lineRule="auto"/>
        <w:ind w:left="1169" w:right="2319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5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5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tif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s.</w:t>
      </w:r>
    </w:p>
    <w:p>
      <w:pPr>
        <w:spacing w:before="6" w:after="0" w:line="240" w:lineRule="auto"/>
        <w:ind w:left="1169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5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rs.</w:t>
      </w:r>
    </w:p>
    <w:p>
      <w:pPr>
        <w:spacing w:before="7" w:after="0" w:line="150" w:lineRule="exact"/>
        <w:jc w:val="left"/>
        <w:rPr>
          <w:sz w:val="15"/>
          <w:szCs w:val="15"/>
        </w:rPr>
      </w:pPr>
    </w:p>
    <w:p>
      <w:pPr>
        <w:spacing w:before="0" w:after="0" w:line="237" w:lineRule="exact"/>
        <w:ind w:left="1169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5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6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s.</w:t>
      </w:r>
    </w:p>
    <w:p>
      <w:pPr>
        <w:spacing w:after="0" w:line="237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footerReference w:type="default" r:id="rId14"/>
          <w:pgSz w:w="20640" w:h="14580" w:orient="landscape"/>
          <w:pgMar w:top="1200" w:right="980" w:bottom="1080" w:left="1460" w:header="0" w:footer="892"/>
          <w:cols w:num="2" w:space="708" w:equalWidth="0">
            <w:col w:w="7312" w:space="2303"/>
            <w:col w:w="8585"/>
          </w:cols>
        </w:sectPr>
      </w:pPr>
    </w:p>
    <w:p>
      <w:pPr>
        <w:spacing w:before="10" w:after="0" w:line="150" w:lineRule="exact"/>
        <w:jc w:val="left"/>
        <w:rPr>
          <w:sz w:val="15"/>
          <w:szCs w:val="15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after="0" w:line="200" w:lineRule="exact"/>
        <w:jc w:val="left"/>
        <w:rPr>
          <w:sz w:val="20"/>
          <w:szCs w:val="20"/>
        </w:rPr>
        <w:sectPr>
          <w:type w:val="continuous"/>
          <w:pgSz w:w="20640" w:h="14580" w:orient="landscape"/>
          <w:pgMar w:top="1100" w:right="980" w:bottom="1180" w:left="1460" w:header="708" w:footer="708"/>
          <w:cols w:space="708"/>
        </w:sectPr>
      </w:pPr>
    </w:p>
    <w:p>
      <w:pPr>
        <w:tabs>
          <w:tab w:val="left" w:pos="1140"/>
        </w:tabs>
        <w:spacing w:before="32" w:after="0" w:line="237" w:lineRule="exact"/>
        <w:ind w:right="-20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shape id="_x0000_s1540" type="#_x0000_t75" style="width:360.6pt;height:334.92pt;margin-top:-268.61pt;margin-left:78pt;mso-position-horizontal-relative:page;position:absolute;z-index:-251630592">
            <v:imagedata r:id="rId15" o:title=""/>
          </v:shape>
        </w:pict>
      </w:r>
      <w:r>
        <w:rPr>
          <w:rFonts w:ascii="Times New Roman" w:eastAsia="Times New Roman" w:hAnsi="Times New Roman" w:cs="Times New Roman"/>
          <w:spacing w:val="1"/>
          <w:w w:val="99"/>
          <w:position w:val="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99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99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224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ab/>
      </w:r>
    </w:p>
    <w:p>
      <w:pPr>
        <w:tabs>
          <w:tab w:val="left" w:pos="1140"/>
        </w:tabs>
        <w:spacing w:before="32" w:after="0" w:line="237" w:lineRule="exact"/>
        <w:ind w:right="-71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1"/>
          <w:w w:val="99"/>
          <w:position w:val="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99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99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224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ab/>
      </w:r>
    </w:p>
    <w:p>
      <w:pPr>
        <w:tabs>
          <w:tab w:val="left" w:pos="1200"/>
        </w:tabs>
        <w:spacing w:before="32" w:after="0" w:line="237" w:lineRule="exact"/>
        <w:ind w:right="-71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1"/>
          <w:w w:val="99"/>
          <w:position w:val="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99"/>
          <w:position w:val="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1"/>
          <w:w w:val="99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224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ab/>
      </w:r>
    </w:p>
    <w:p>
      <w:pPr>
        <w:tabs>
          <w:tab w:val="left" w:pos="1260"/>
          <w:tab w:val="left" w:pos="2520"/>
        </w:tabs>
        <w:spacing w:before="32" w:after="0" w:line="237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1"/>
          <w:w w:val="99"/>
          <w:position w:val="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99"/>
          <w:position w:val="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0"/>
          <w:w w:val="99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224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w w:val="99"/>
          <w:position w:val="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99"/>
          <w:position w:val="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99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224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  <w:u w:val="single" w:color="000000"/>
        </w:rPr>
        <w:tab/>
      </w:r>
    </w:p>
    <w:p>
      <w:pPr>
        <w:spacing w:after="0" w:line="237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20640" w:h="14580" w:orient="landscape"/>
          <w:pgMar w:top="1100" w:right="980" w:bottom="1180" w:left="1460" w:header="708" w:footer="708"/>
          <w:cols w:num="4" w:space="708" w:equalWidth="0">
            <w:col w:w="10981" w:space="209"/>
            <w:col w:w="1156" w:space="209"/>
            <w:col w:w="1209" w:space="207"/>
            <w:col w:w="4229"/>
          </w:cols>
        </w:sectPr>
      </w:pPr>
    </w:p>
    <w:p>
      <w:pPr>
        <w:spacing w:before="16" w:after="0" w:line="400" w:lineRule="exact"/>
        <w:ind w:left="9616" w:right="52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2"/>
          <w:sz w:val="24"/>
          <w:szCs w:val="24"/>
        </w:rPr>
        <w:t>六</w:t>
      </w:r>
      <w:r>
        <w:rPr>
          <w:rFonts w:ascii="宋体" w:eastAsia="宋体" w:hAnsi="宋体" w:cs="宋体"/>
          <w:spacing w:val="2"/>
          <w:sz w:val="24"/>
          <w:szCs w:val="24"/>
        </w:rPr>
        <w:t>、</w:t>
      </w:r>
      <w:r>
        <w:rPr>
          <w:rFonts w:ascii="宋体" w:eastAsia="宋体" w:hAnsi="宋体" w:cs="宋体"/>
          <w:spacing w:val="2"/>
          <w:sz w:val="24"/>
          <w:szCs w:val="24"/>
        </w:rPr>
        <w:t>阅</w:t>
      </w:r>
      <w:r>
        <w:rPr>
          <w:rFonts w:ascii="宋体" w:eastAsia="宋体" w:hAnsi="宋体" w:cs="宋体"/>
          <w:spacing w:val="2"/>
          <w:sz w:val="24"/>
          <w:szCs w:val="24"/>
        </w:rPr>
        <w:t>读</w:t>
      </w:r>
      <w:r>
        <w:rPr>
          <w:rFonts w:ascii="宋体" w:eastAsia="宋体" w:hAnsi="宋体" w:cs="宋体"/>
          <w:spacing w:val="2"/>
          <w:sz w:val="24"/>
          <w:szCs w:val="24"/>
        </w:rPr>
        <w:t>理</w:t>
      </w:r>
      <w:r>
        <w:rPr>
          <w:rFonts w:ascii="宋体" w:eastAsia="宋体" w:hAnsi="宋体" w:cs="宋体"/>
          <w:spacing w:val="2"/>
          <w:sz w:val="24"/>
          <w:szCs w:val="24"/>
        </w:rPr>
        <w:t>解</w:t>
      </w:r>
      <w:r>
        <w:rPr>
          <w:rFonts w:ascii="宋体" w:eastAsia="宋体" w:hAnsi="宋体" w:cs="宋体"/>
          <w:spacing w:val="2"/>
          <w:sz w:val="24"/>
          <w:szCs w:val="24"/>
        </w:rPr>
        <w:t>（</w:t>
      </w:r>
      <w:r>
        <w:rPr>
          <w:rFonts w:ascii="宋体" w:eastAsia="宋体" w:hAnsi="宋体" w:cs="宋体"/>
          <w:spacing w:val="0"/>
          <w:sz w:val="24"/>
          <w:szCs w:val="24"/>
        </w:rPr>
        <w:t>二</w:t>
      </w:r>
      <w:r>
        <w:rPr>
          <w:rFonts w:ascii="宋体" w:eastAsia="宋体" w:hAnsi="宋体" w:cs="宋体"/>
          <w:spacing w:val="2"/>
          <w:sz w:val="24"/>
          <w:szCs w:val="24"/>
        </w:rPr>
        <w:t>）</w:t>
      </w:r>
      <w:r>
        <w:rPr>
          <w:rFonts w:ascii="宋体" w:eastAsia="宋体" w:hAnsi="宋体" w:cs="宋体"/>
          <w:spacing w:val="2"/>
          <w:sz w:val="24"/>
          <w:szCs w:val="24"/>
        </w:rPr>
        <w:t>（</w:t>
      </w:r>
      <w:r>
        <w:rPr>
          <w:rFonts w:ascii="宋体" w:eastAsia="宋体" w:hAnsi="宋体" w:cs="宋体"/>
          <w:spacing w:val="0"/>
          <w:sz w:val="24"/>
          <w:szCs w:val="24"/>
        </w:rPr>
        <w:t>共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小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题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阅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读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理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解</w:t>
      </w:r>
      <w:r>
        <w:rPr>
          <w:rFonts w:ascii="宋体" w:eastAsia="宋体" w:hAnsi="宋体" w:cs="宋体"/>
          <w:spacing w:val="-58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篇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每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小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题</w:t>
      </w:r>
      <w:r>
        <w:rPr>
          <w:rFonts w:ascii="宋体" w:eastAsia="宋体" w:hAnsi="宋体" w:cs="宋体"/>
          <w:spacing w:val="-58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分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阅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读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理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解</w:t>
      </w:r>
      <w:r>
        <w:rPr>
          <w:rFonts w:ascii="宋体" w:eastAsia="宋体" w:hAnsi="宋体" w:cs="宋体"/>
          <w:spacing w:val="-58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篇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每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小题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满分</w:t>
      </w:r>
      <w:r>
        <w:rPr>
          <w:rFonts w:ascii="宋体" w:eastAsia="宋体" w:hAnsi="宋体" w:cs="宋体"/>
          <w:spacing w:val="-58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分）</w:t>
      </w:r>
    </w:p>
    <w:p>
      <w:pPr>
        <w:spacing w:after="0" w:line="400" w:lineRule="exact"/>
        <w:jc w:val="left"/>
        <w:rPr>
          <w:rFonts w:ascii="宋体" w:eastAsia="宋体" w:hAnsi="宋体" w:cs="宋体"/>
          <w:sz w:val="24"/>
          <w:szCs w:val="24"/>
        </w:rPr>
        <w:sectPr>
          <w:type w:val="continuous"/>
          <w:pgSz w:w="20640" w:h="14580" w:orient="landscape"/>
          <w:pgMar w:top="1100" w:right="980" w:bottom="1180" w:left="1460" w:header="708" w:footer="708"/>
          <w:cols w:space="708"/>
        </w:sect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5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24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w?</w:t>
      </w:r>
    </w:p>
    <w:p>
      <w:pPr>
        <w:spacing w:before="7" w:after="0" w:line="150" w:lineRule="exact"/>
        <w:jc w:val="left"/>
        <w:rPr>
          <w:sz w:val="15"/>
          <w:szCs w:val="15"/>
        </w:rPr>
      </w:pPr>
    </w:p>
    <w:p>
      <w:pPr>
        <w:tabs>
          <w:tab w:val="left" w:pos="2620"/>
          <w:tab w:val="left" w:pos="5000"/>
        </w:tabs>
        <w:spacing w:before="0" w:after="0" w:line="240" w:lineRule="auto"/>
        <w:ind w:left="66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Asi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spacing w:before="0" w:after="0" w:line="240" w:lineRule="auto"/>
        <w:ind w:left="24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tabs>
          <w:tab w:val="left" w:pos="2660"/>
          <w:tab w:val="left" w:pos="4960"/>
        </w:tabs>
        <w:spacing w:before="0" w:after="0" w:line="240" w:lineRule="auto"/>
        <w:ind w:left="66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7" w:after="0" w:line="150" w:lineRule="exact"/>
        <w:jc w:val="left"/>
        <w:rPr>
          <w:sz w:val="15"/>
          <w:szCs w:val="15"/>
        </w:rPr>
      </w:pPr>
    </w:p>
    <w:p>
      <w:pPr>
        <w:tabs>
          <w:tab w:val="left" w:pos="2880"/>
        </w:tabs>
        <w:spacing w:before="0" w:after="0" w:line="240" w:lineRule="auto"/>
        <w:ind w:left="24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6" w:after="0" w:line="140" w:lineRule="exact"/>
        <w:jc w:val="left"/>
        <w:rPr>
          <w:sz w:val="14"/>
          <w:szCs w:val="14"/>
        </w:rPr>
      </w:pPr>
      <w:r>
        <w:br w:type="column"/>
      </w:r>
    </w:p>
    <w:p>
      <w:pPr>
        <w:spacing w:before="0" w:after="0" w:line="240" w:lineRule="auto"/>
        <w:ind w:left="4097" w:right="4229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0"/>
          <w:w w:val="99"/>
          <w:sz w:val="21"/>
          <w:szCs w:val="21"/>
        </w:rPr>
        <w:t>C</w:t>
      </w:r>
    </w:p>
    <w:p>
      <w:pPr>
        <w:spacing w:before="58" w:after="0" w:line="310" w:lineRule="auto"/>
        <w:ind w:right="90" w:firstLine="4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请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读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面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章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思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单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29" w:after="0" w:line="240" w:lineRule="auto"/>
        <w:ind w:left="42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4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3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3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s(</w:t>
      </w:r>
      <w:r>
        <w:rPr>
          <w:rFonts w:ascii="Times New Roman" w:eastAsia="Times New Roman" w:hAnsi="Times New Roman" w:cs="Times New Roman"/>
          <w:spacing w:val="-16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表</w:t>
      </w:r>
      <w:r>
        <w:rPr>
          <w:rFonts w:ascii="宋体" w:eastAsia="宋体" w:hAnsi="宋体" w:cs="宋体"/>
          <w:spacing w:val="-6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现</w:t>
      </w:r>
      <w:r>
        <w:rPr>
          <w:rFonts w:ascii="宋体" w:eastAsia="宋体" w:hAnsi="宋体" w:cs="宋体"/>
          <w:spacing w:val="-6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</w:p>
    <w:p>
      <w:pPr>
        <w:spacing w:before="72" w:after="0" w:line="240" w:lineRule="auto"/>
        <w:ind w:left="-37" w:right="62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tl</w:t>
      </w:r>
      <w:r>
        <w:rPr>
          <w:rFonts w:ascii="Times New Roman" w:eastAsia="Times New Roman" w:hAnsi="Times New Roman" w:cs="Times New Roman"/>
          <w:spacing w:val="-9"/>
          <w:w w:val="9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3"/>
          <w:w w:val="9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Aft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>n</w:t>
      </w:r>
      <w:r>
        <w:rPr>
          <w:rFonts w:ascii="宋体" w:eastAsia="宋体" w:hAnsi="宋体" w:cs="宋体"/>
          <w:spacing w:val="-94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is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20640" w:h="14580" w:orient="landscape"/>
          <w:pgMar w:top="1100" w:right="980" w:bottom="1180" w:left="1460" w:header="708" w:footer="708"/>
          <w:cols w:num="2" w:space="708" w:equalWidth="0">
            <w:col w:w="7312" w:space="2303"/>
            <w:col w:w="8585"/>
          </w:cols>
        </w:sectPr>
      </w:pPr>
    </w:p>
    <w:p>
      <w:pPr>
        <w:spacing w:before="81" w:after="0" w:line="396" w:lineRule="auto"/>
        <w:ind w:left="102" w:right="-56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rite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3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8" w:after="0" w:line="237" w:lineRule="exact"/>
        <w:ind w:left="522" w:right="-59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ie</w:t>
      </w:r>
      <w:r>
        <w:rPr>
          <w:rFonts w:ascii="Times New Roman" w:eastAsia="Times New Roman" w:hAnsi="Times New Roman" w:cs="Times New Roman"/>
          <w:spacing w:val="2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2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9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to</w:t>
      </w:r>
    </w:p>
    <w:p>
      <w:pPr>
        <w:spacing w:before="81" w:after="0" w:line="298" w:lineRule="auto"/>
        <w:ind w:right="34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  <w:u w:val="single" w:color="000000"/>
        </w:rPr>
        <w:t>’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  <w:u w:val="single" w:color="000000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,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  <w:u w:val="single" w:color="000000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  <w:u w:val="single" w:color="000000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.</w:t>
      </w:r>
      <w:r>
        <w:rPr>
          <w:rFonts w:ascii="Times New Roman" w:eastAsia="Times New Roman" w:hAnsi="Times New Roman" w:cs="Times New Roman"/>
          <w:spacing w:val="-1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swi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7"/>
          <w:w w:val="100"/>
          <w:sz w:val="21"/>
          <w:szCs w:val="21"/>
        </w:rPr>
        <w:t>舒</w:t>
      </w:r>
      <w:r>
        <w:rPr>
          <w:rFonts w:ascii="宋体" w:eastAsia="宋体" w:hAnsi="宋体" w:cs="宋体"/>
          <w:spacing w:val="7"/>
          <w:w w:val="100"/>
          <w:sz w:val="21"/>
          <w:szCs w:val="21"/>
        </w:rPr>
        <w:t>适</w:t>
      </w:r>
      <w:r>
        <w:rPr>
          <w:rFonts w:ascii="宋体" w:eastAsia="宋体" w:hAnsi="宋体" w:cs="宋体"/>
          <w:spacing w:val="9"/>
          <w:w w:val="100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-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</w:p>
    <w:p>
      <w:pPr>
        <w:spacing w:before="7" w:after="0" w:line="110" w:lineRule="exact"/>
        <w:jc w:val="left"/>
        <w:rPr>
          <w:sz w:val="11"/>
          <w:szCs w:val="11"/>
        </w:rPr>
      </w:pPr>
    </w:p>
    <w:p>
      <w:pPr>
        <w:spacing w:before="0" w:after="0" w:line="237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7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Aft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wf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ll,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2"/>
          <w:w w:val="100"/>
          <w:position w:val="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ild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w</w:t>
      </w:r>
    </w:p>
    <w:p>
      <w:pPr>
        <w:spacing w:after="0" w:line="237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footerReference w:type="default" r:id="rId16"/>
          <w:pgSz w:w="20640" w:h="14580" w:orient="landscape"/>
          <w:pgMar w:top="1200" w:right="1000" w:bottom="1080" w:left="1600" w:header="0" w:footer="892"/>
          <w:cols w:num="2" w:space="708" w:equalWidth="0">
            <w:col w:w="8563" w:space="913"/>
            <w:col w:w="8564"/>
          </w:cols>
        </w:sectPr>
      </w:pPr>
    </w:p>
    <w:p>
      <w:pPr>
        <w:spacing w:before="63" w:after="0" w:line="240" w:lineRule="auto"/>
        <w:ind w:left="102" w:right="-63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6"/>
          <w:w w:val="100"/>
          <w:sz w:val="21"/>
          <w:szCs w:val="21"/>
        </w:rPr>
        <w:t>s</w:t>
      </w:r>
      <w:r>
        <w:rPr>
          <w:rFonts w:ascii="宋体" w:eastAsia="宋体" w:hAnsi="宋体" w:cs="宋体"/>
          <w:spacing w:val="-190"/>
          <w:w w:val="100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</w:p>
    <w:p>
      <w:pPr>
        <w:spacing w:before="75" w:after="0" w:line="240" w:lineRule="auto"/>
        <w:ind w:left="102" w:right="-73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-63"/>
          <w:w w:val="100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>s</w:t>
      </w:r>
      <w:r>
        <w:rPr>
          <w:rFonts w:ascii="宋体" w:eastAsia="宋体" w:hAnsi="宋体" w:cs="宋体"/>
          <w:spacing w:val="-202"/>
          <w:w w:val="100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</w:p>
    <w:p>
      <w:pPr>
        <w:spacing w:before="7" w:after="0" w:line="140" w:lineRule="exact"/>
        <w:jc w:val="left"/>
        <w:rPr>
          <w:sz w:val="14"/>
          <w:szCs w:val="14"/>
        </w:rPr>
      </w:pPr>
      <w:r>
        <w:br w:type="column"/>
      </w:r>
    </w:p>
    <w:p>
      <w:pPr>
        <w:spacing w:before="0" w:after="0" w:line="240" w:lineRule="auto"/>
        <w:ind w:right="-76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pacing w:val="-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spacing w:before="0" w:after="0" w:line="240" w:lineRule="auto"/>
        <w:ind w:left="22" w:right="-7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7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</w:p>
    <w:p>
      <w:pPr>
        <w:spacing w:before="4" w:after="0" w:line="160" w:lineRule="exact"/>
        <w:jc w:val="left"/>
        <w:rPr>
          <w:sz w:val="16"/>
          <w:szCs w:val="16"/>
        </w:rPr>
      </w:pPr>
      <w:r>
        <w:br w:type="column"/>
      </w:r>
    </w:p>
    <w:p>
      <w:pPr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</w:p>
    <w:p>
      <w:pPr>
        <w:spacing w:before="7" w:after="0" w:line="150" w:lineRule="exact"/>
        <w:jc w:val="left"/>
        <w:rPr>
          <w:sz w:val="15"/>
          <w:szCs w:val="15"/>
        </w:rPr>
      </w:pPr>
    </w:p>
    <w:p>
      <w:pPr>
        <w:spacing w:before="0" w:after="0" w:line="237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</w:p>
    <w:p>
      <w:pPr>
        <w:spacing w:after="0" w:line="237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20640" w:h="14580" w:orient="landscape"/>
          <w:pgMar w:top="1100" w:right="1000" w:bottom="1180" w:left="1600" w:header="708" w:footer="708"/>
          <w:cols w:num="3" w:space="708" w:equalWidth="0">
            <w:col w:w="6522" w:space="127"/>
            <w:col w:w="1916" w:space="912"/>
            <w:col w:w="8563"/>
          </w:cols>
        </w:sectPr>
      </w:pPr>
    </w:p>
    <w:p>
      <w:pPr>
        <w:spacing w:before="65" w:after="0" w:line="293" w:lineRule="auto"/>
        <w:ind w:left="102" w:right="-69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7"/>
          <w:w w:val="100"/>
          <w:sz w:val="21"/>
          <w:szCs w:val="21"/>
        </w:rPr>
        <w:t>危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险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wl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7"/>
          <w:w w:val="100"/>
          <w:sz w:val="21"/>
          <w:szCs w:val="21"/>
        </w:rPr>
        <w:t>慢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慢</w:t>
      </w:r>
      <w:r>
        <w:rPr>
          <w:rFonts w:ascii="宋体" w:eastAsia="宋体" w:hAnsi="宋体" w:cs="宋体"/>
          <w:spacing w:val="7"/>
          <w:w w:val="100"/>
          <w:sz w:val="21"/>
          <w:szCs w:val="21"/>
        </w:rPr>
        <w:t>地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,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?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”</w:t>
      </w:r>
    </w:p>
    <w:p>
      <w:pPr>
        <w:spacing w:before="23" w:after="0" w:line="295" w:lineRule="auto"/>
        <w:ind w:left="102" w:right="-66" w:firstLine="420"/>
        <w:jc w:val="left"/>
        <w:rPr>
          <w:rFonts w:ascii="宋体" w:eastAsia="宋体" w:hAnsi="宋体" w:cs="宋体"/>
          <w:sz w:val="21"/>
          <w:szCs w:val="21"/>
        </w:rPr>
      </w:pPr>
      <w:r>
        <w:pict>
          <v:group id="_x0000_s1541" style="width:424.35pt;height:131.45pt;margin-top:40.28pt;margin-left:82.12pt;mso-position-horizontal-relative:page;position:absolute;z-index:-251629568" coordorigin="1643,806" coordsize="8487,2629">
            <v:shape id="_x0000_s1542" style="width:8487;height:2629;left:1643;position:absolute;top:806" coordorigin="1643,806" coordsize="8487,2629" path="m10130,3435l1643,3435,1643,806,10130,806,10130,813,1658,813,1650,821,1658,821,1658,3420,1650,3420,1658,3427,10130,3427,10130,3435xe" filled="t" fillcolor="black" stroked="f">
              <v:path arrowok="t"/>
            </v:shape>
            <v:shape id="_x0000_s1543" style="width:8487;height:2629;left:1643;position:absolute;top:806" coordorigin="1643,806" coordsize="8487,2629" path="m1658,821l1650,821,1658,813,1658,821xe" filled="t" fillcolor="black" stroked="f">
              <v:path arrowok="t"/>
            </v:shape>
            <v:shape id="_x0000_s1544" style="width:8487;height:2629;left:1643;position:absolute;top:806" coordorigin="1643,806" coordsize="8487,2629" path="m10115,821l1658,821,1658,813,10115,813,10115,821xe" filled="t" fillcolor="black" stroked="f">
              <v:path arrowok="t"/>
            </v:shape>
            <v:shape id="_x0000_s1545" style="width:8487;height:2629;left:1643;position:absolute;top:806" coordorigin="1643,806" coordsize="8487,2629" path="m10115,3427l10115,813,10122,821,10130,821,10130,3420,10122,3420,10115,3427xe" filled="t" fillcolor="black" stroked="f">
              <v:path arrowok="t"/>
            </v:shape>
            <v:shape id="_x0000_s1546" style="width:8487;height:2629;left:1643;position:absolute;top:806" coordorigin="1643,806" coordsize="8487,2629" path="m10130,821l10122,821,10115,813,10130,813,10130,821xe" filled="t" fillcolor="black" stroked="f">
              <v:path arrowok="t"/>
            </v:shape>
            <v:shape id="_x0000_s1547" style="width:8487;height:2629;left:1643;position:absolute;top:806" coordorigin="1643,806" coordsize="8487,2629" path="m1658,3427l1650,3420,1658,3420,1658,3427xe" filled="t" fillcolor="black" stroked="f">
              <v:path arrowok="t"/>
            </v:shape>
            <v:shape id="_x0000_s1548" style="width:8487;height:2629;left:1643;position:absolute;top:806" coordorigin="1643,806" coordsize="8487,2629" path="m10115,3427l1658,3427,1658,3420,10115,3420,10115,3427xe" filled="t" fillcolor="black" stroked="f">
              <v:path arrowok="t"/>
            </v:shape>
            <v:shape id="_x0000_s1549" style="width:8487;height:2629;left:1643;position:absolute;top:806" coordorigin="1643,806" coordsize="8487,2629" path="m10130,3427l10115,3427,10122,3420,10130,3420,10130,3427xe" filled="t" fillcolor="black" stroked="f">
              <v:path arrowok="t"/>
            </v:shape>
          </v:group>
        </w:pic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宋体" w:eastAsia="宋体" w:hAnsi="宋体" w:cs="宋体"/>
          <w:spacing w:val="-17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>,</w:t>
      </w:r>
      <w:r>
        <w:rPr>
          <w:rFonts w:ascii="宋体" w:eastAsia="宋体" w:hAnsi="宋体" w:cs="宋体"/>
          <w:spacing w:val="-17"/>
          <w:w w:val="100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丈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夫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”</w:t>
      </w:r>
    </w:p>
    <w:p>
      <w:pPr>
        <w:spacing w:before="7" w:after="0" w:line="240" w:lineRule="exact"/>
        <w:jc w:val="left"/>
        <w:rPr>
          <w:sz w:val="24"/>
          <w:szCs w:val="24"/>
        </w:rPr>
      </w:pPr>
    </w:p>
    <w:p>
      <w:pPr>
        <w:spacing w:before="0" w:after="0" w:line="240" w:lineRule="auto"/>
        <w:ind w:left="587" w:right="103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4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4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3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Aft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e</w:t>
      </w:r>
    </w:p>
    <w:p>
      <w:pPr>
        <w:spacing w:before="61" w:after="0" w:line="294" w:lineRule="auto"/>
        <w:ind w:left="202" w:right="8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          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47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1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ie</w:t>
      </w:r>
      <w:r>
        <w:rPr>
          <w:rFonts w:ascii="Times New Roman" w:eastAsia="Times New Roman" w:hAnsi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          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48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1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7"/>
          <w:w w:val="10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wly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if(</w:t>
      </w:r>
      <w:r>
        <w:rPr>
          <w:rFonts w:ascii="Times New Roman" w:eastAsia="Times New Roman" w:hAnsi="Times New Roman" w:cs="Times New Roman"/>
          <w:spacing w:val="-20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是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否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        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lls</w:t>
      </w:r>
      <w:r>
        <w:rPr>
          <w:rFonts w:ascii="Times New Roman" w:eastAsia="Times New Roman" w:hAnsi="Times New Roman" w:cs="Times New Roman"/>
          <w:spacing w:val="2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2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</w:p>
    <w:p>
      <w:pPr>
        <w:spacing w:before="1" w:after="0" w:line="120" w:lineRule="exact"/>
        <w:jc w:val="left"/>
        <w:rPr>
          <w:sz w:val="12"/>
          <w:szCs w:val="12"/>
        </w:rPr>
      </w:pPr>
    </w:p>
    <w:p>
      <w:pPr>
        <w:spacing w:before="0" w:after="0" w:line="398" w:lineRule="auto"/>
        <w:ind w:left="202" w:right="10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          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2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4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4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3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s.</w:t>
      </w:r>
    </w:p>
    <w:p>
      <w:pPr>
        <w:spacing w:before="8" w:after="0" w:line="240" w:lineRule="exact"/>
        <w:jc w:val="left"/>
        <w:rPr>
          <w:sz w:val="24"/>
          <w:szCs w:val="24"/>
        </w:rPr>
      </w:pPr>
    </w:p>
    <w:p>
      <w:pPr>
        <w:spacing w:before="0" w:after="0" w:line="240" w:lineRule="auto"/>
        <w:ind w:left="4196" w:right="4102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0"/>
          <w:w w:val="99"/>
          <w:sz w:val="21"/>
          <w:szCs w:val="21"/>
        </w:rPr>
        <w:t>D</w:t>
      </w:r>
    </w:p>
    <w:p>
      <w:pPr>
        <w:spacing w:before="94" w:after="0" w:line="240" w:lineRule="auto"/>
        <w:ind w:left="522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请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读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面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91" w:after="0" w:line="240" w:lineRule="auto"/>
        <w:ind w:left="522" w:right="-75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isti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s(</w:t>
      </w:r>
      <w:r>
        <w:rPr>
          <w:rFonts w:ascii="Times New Roman" w:eastAsia="Times New Roman" w:hAnsi="Times New Roman" w:cs="Times New Roman"/>
          <w:spacing w:val="-2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明</w:t>
      </w:r>
      <w:r>
        <w:rPr>
          <w:rFonts w:ascii="宋体" w:eastAsia="宋体" w:hAnsi="宋体" w:cs="宋体"/>
          <w:spacing w:val="-7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显</w:t>
      </w:r>
      <w:r>
        <w:rPr>
          <w:rFonts w:ascii="宋体" w:eastAsia="宋体" w:hAnsi="宋体" w:cs="宋体"/>
          <w:spacing w:val="-7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-7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四</w:t>
      </w:r>
      <w:r>
        <w:rPr>
          <w:rFonts w:ascii="宋体" w:eastAsia="宋体" w:hAnsi="宋体" w:cs="宋体"/>
          <w:spacing w:val="-7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季</w:t>
      </w:r>
      <w:r>
        <w:rPr>
          <w:rFonts w:ascii="宋体" w:eastAsia="宋体" w:hAnsi="宋体" w:cs="宋体"/>
          <w:spacing w:val="-7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3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ig</w:t>
      </w:r>
      <w:r>
        <w:rPr>
          <w:rFonts w:ascii="Times New Roman" w:eastAsia="Times New Roman" w:hAnsi="Times New Roman" w:cs="Times New Roman"/>
          <w:spacing w:val="3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3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20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温</w:t>
      </w:r>
      <w:r>
        <w:rPr>
          <w:rFonts w:ascii="宋体" w:eastAsia="宋体" w:hAnsi="宋体" w:cs="宋体"/>
          <w:spacing w:val="-7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度</w:t>
      </w:r>
      <w:r>
        <w:rPr>
          <w:rFonts w:ascii="宋体" w:eastAsia="宋体" w:hAnsi="宋体" w:cs="宋体"/>
          <w:spacing w:val="-7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</w:p>
    <w:p>
      <w:pPr>
        <w:spacing w:before="4" w:after="0" w:line="170" w:lineRule="exact"/>
        <w:jc w:val="left"/>
        <w:rPr>
          <w:sz w:val="17"/>
          <w:szCs w:val="17"/>
        </w:rPr>
      </w:pPr>
    </w:p>
    <w:p>
      <w:pPr>
        <w:spacing w:before="0" w:after="0" w:line="240" w:lineRule="auto"/>
        <w:ind w:left="102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t.</w:t>
      </w:r>
    </w:p>
    <w:p>
      <w:pPr>
        <w:spacing w:before="58" w:after="0" w:line="295" w:lineRule="auto"/>
        <w:ind w:left="102" w:right="-69" w:firstLine="4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7"/>
          <w:w w:val="100"/>
          <w:sz w:val="21"/>
          <w:szCs w:val="21"/>
        </w:rPr>
        <w:t>湿</w:t>
      </w:r>
      <w:r>
        <w:rPr>
          <w:rFonts w:ascii="宋体" w:eastAsia="宋体" w:hAnsi="宋体" w:cs="宋体"/>
          <w:spacing w:val="7"/>
          <w:w w:val="100"/>
          <w:sz w:val="21"/>
          <w:szCs w:val="21"/>
        </w:rPr>
        <w:t>润</w:t>
      </w:r>
      <w:r>
        <w:rPr>
          <w:rFonts w:ascii="宋体" w:eastAsia="宋体" w:hAnsi="宋体" w:cs="宋体"/>
          <w:spacing w:val="7"/>
          <w:w w:val="100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ile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l.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%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年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2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22" w:after="0" w:line="240" w:lineRule="auto"/>
        <w:ind w:left="157" w:right="-2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550" type="#_x0000_t75" style="width:409.59pt;height:121.28pt;mso-position-horizontal-relative:char;mso-position-vertical-relative:line">
            <v:imagedata r:id="rId17" o:title=""/>
            <w10:wrap type="none"/>
          </v:shape>
        </w:pict>
      </w:r>
    </w:p>
    <w:p>
      <w:pPr>
        <w:spacing w:before="72" w:after="0" w:line="396" w:lineRule="auto"/>
        <w:ind w:left="102" w:right="-56" w:firstLine="4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4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Bir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4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4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4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  <w:u w:val="single" w:color="000000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d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  <w:u w:val="single" w:color="000000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>e</w:t>
      </w:r>
    </w:p>
    <w:p>
      <w:pPr>
        <w:spacing w:before="65" w:after="0" w:line="240" w:lineRule="auto"/>
        <w:ind w:left="42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4" w:after="0" w:line="170" w:lineRule="exact"/>
        <w:jc w:val="left"/>
        <w:rPr>
          <w:sz w:val="17"/>
          <w:szCs w:val="17"/>
        </w:rPr>
      </w:pPr>
    </w:p>
    <w:p>
      <w:pPr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2"/>
          <w:w w:val="10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58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冷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75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4" w:after="0" w:line="170" w:lineRule="exact"/>
        <w:jc w:val="left"/>
        <w:rPr>
          <w:sz w:val="17"/>
          <w:szCs w:val="17"/>
        </w:rPr>
      </w:pPr>
    </w:p>
    <w:p>
      <w:pPr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rli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" w:after="0" w:line="190" w:lineRule="exact"/>
        <w:jc w:val="left"/>
        <w:rPr>
          <w:sz w:val="19"/>
          <w:szCs w:val="19"/>
        </w:rPr>
      </w:pPr>
    </w:p>
    <w:p>
      <w:pPr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3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right="-20"/>
        <w:jc w:val="left"/>
        <w:rPr>
          <w:rFonts w:ascii="宋体" w:eastAsia="宋体" w:hAnsi="宋体" w:cs="宋体"/>
          <w:sz w:val="24"/>
          <w:szCs w:val="24"/>
        </w:rPr>
      </w:pPr>
      <w:r>
        <w:pict>
          <v:group id="_x0000_s1551" style="width:428.5pt;height:22.35pt;margin-top:20.49pt;margin-left:546.03pt;mso-position-horizontal-relative:page;position:absolute;z-index:-251628544" coordorigin="10921,410" coordsize="8570,447">
            <v:shape id="_x0000_s1552" style="width:8570;height:447;left:10921;position:absolute;top:410" coordorigin="10921,410" coordsize="8570,447" path="m19491,857l10921,857,10921,410,19491,410,19491,417,10936,417,10928,425,10936,425,10936,842,10928,842,10936,849,19491,849,19491,857xe" filled="t" fillcolor="black" stroked="f">
              <v:path arrowok="t"/>
            </v:shape>
            <v:shape id="_x0000_s1553" style="width:8570;height:447;left:10921;position:absolute;top:410" coordorigin="10921,410" coordsize="8570,447" path="m10936,425l10928,425,10936,417,10936,425xe" filled="t" fillcolor="black" stroked="f">
              <v:path arrowok="t"/>
            </v:shape>
            <v:shape id="_x0000_s1554" style="width:8570;height:447;left:10921;position:absolute;top:410" coordorigin="10921,410" coordsize="8570,447" path="m19476,425l10936,425,10936,417,19476,417,19476,425xe" filled="t" fillcolor="black" stroked="f">
              <v:path arrowok="t"/>
            </v:shape>
            <v:shape id="_x0000_s1555" style="width:8570;height:447;left:10921;position:absolute;top:410" coordorigin="10921,410" coordsize="8570,447" path="m19476,849l19476,417,19483,425,19491,425,19491,842,19483,842,19476,849xe" filled="t" fillcolor="black" stroked="f">
              <v:path arrowok="t"/>
            </v:shape>
            <v:shape id="_x0000_s1556" style="width:8570;height:447;left:10921;position:absolute;top:410" coordorigin="10921,410" coordsize="8570,447" path="m19491,425l19483,425,19476,417,19491,417,19491,425xe" filled="t" fillcolor="black" stroked="f">
              <v:path arrowok="t"/>
            </v:shape>
            <v:shape id="_x0000_s1557" style="width:8570;height:447;left:10921;position:absolute;top:410" coordorigin="10921,410" coordsize="8570,447" path="m10936,849l10928,842,10936,842,10936,849xe" filled="t" fillcolor="black" stroked="f">
              <v:path arrowok="t"/>
            </v:shape>
            <v:shape id="_x0000_s1558" style="width:8570;height:447;left:10921;position:absolute;top:410" coordorigin="10921,410" coordsize="8570,447" path="m19476,849l10936,849,10936,842,19476,842,19476,849xe" filled="t" fillcolor="black" stroked="f">
              <v:path arrowok="t"/>
            </v:shape>
            <v:shape id="_x0000_s1559" style="width:8570;height:447;left:10921;position:absolute;top:410" coordorigin="10921,410" coordsize="8570,447" path="m19491,849l19476,849,19483,842,19491,842,19491,849xe" filled="t" fillcolor="black" stroked="f">
              <v:path arrowok="t"/>
            </v:shape>
          </v:group>
        </w:pict>
      </w:r>
      <w:r>
        <w:rPr>
          <w:rFonts w:ascii="宋体" w:eastAsia="宋体" w:hAnsi="宋体" w:cs="宋体"/>
          <w:sz w:val="24"/>
          <w:szCs w:val="24"/>
        </w:rPr>
        <w:t>七</w:t>
      </w:r>
      <w:r>
        <w:rPr>
          <w:rFonts w:ascii="宋体" w:eastAsia="宋体" w:hAnsi="宋体" w:cs="宋体"/>
          <w:spacing w:val="2"/>
          <w:sz w:val="24"/>
          <w:szCs w:val="24"/>
        </w:rPr>
        <w:t>、</w:t>
      </w:r>
      <w:r>
        <w:rPr>
          <w:rFonts w:ascii="宋体" w:eastAsia="宋体" w:hAnsi="宋体" w:cs="宋体"/>
          <w:spacing w:val="0"/>
          <w:sz w:val="24"/>
          <w:szCs w:val="24"/>
        </w:rPr>
        <w:t>词</w:t>
      </w:r>
      <w:r>
        <w:rPr>
          <w:rFonts w:ascii="宋体" w:eastAsia="宋体" w:hAnsi="宋体" w:cs="宋体"/>
          <w:spacing w:val="2"/>
          <w:sz w:val="24"/>
          <w:szCs w:val="24"/>
        </w:rPr>
        <w:t>语</w:t>
      </w:r>
      <w:r>
        <w:rPr>
          <w:rFonts w:ascii="宋体" w:eastAsia="宋体" w:hAnsi="宋体" w:cs="宋体"/>
          <w:spacing w:val="0"/>
          <w:sz w:val="24"/>
          <w:szCs w:val="24"/>
        </w:rPr>
        <w:t>运用</w:t>
      </w:r>
      <w:r>
        <w:rPr>
          <w:rFonts w:ascii="宋体" w:eastAsia="宋体" w:hAnsi="宋体" w:cs="宋体"/>
          <w:spacing w:val="2"/>
          <w:sz w:val="24"/>
          <w:szCs w:val="24"/>
        </w:rPr>
        <w:t>（</w:t>
      </w:r>
      <w:r>
        <w:rPr>
          <w:rFonts w:ascii="宋体" w:eastAsia="宋体" w:hAnsi="宋体" w:cs="宋体"/>
          <w:spacing w:val="0"/>
          <w:sz w:val="24"/>
          <w:szCs w:val="24"/>
        </w:rPr>
        <w:t>共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小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题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每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小题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满分</w:t>
      </w:r>
      <w:r>
        <w:rPr>
          <w:rFonts w:ascii="宋体" w:eastAsia="宋体" w:hAnsi="宋体" w:cs="宋体"/>
          <w:spacing w:val="-58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分）</w:t>
      </w:r>
    </w:p>
    <w:p>
      <w:pPr>
        <w:spacing w:before="0" w:after="0" w:line="160" w:lineRule="exact"/>
        <w:jc w:val="left"/>
        <w:rPr>
          <w:sz w:val="16"/>
          <w:szCs w:val="16"/>
        </w:rPr>
      </w:pPr>
    </w:p>
    <w:p>
      <w:pPr>
        <w:tabs>
          <w:tab w:val="left" w:pos="640"/>
          <w:tab w:val="left" w:pos="1360"/>
          <w:tab w:val="left" w:pos="2220"/>
          <w:tab w:val="left" w:pos="2900"/>
          <w:tab w:val="left" w:pos="3780"/>
          <w:tab w:val="left" w:pos="4600"/>
          <w:tab w:val="left" w:pos="5380"/>
          <w:tab w:val="left" w:pos="6500"/>
          <w:tab w:val="left" w:pos="7300"/>
        </w:tabs>
        <w:spacing w:before="0" w:after="0" w:line="240" w:lineRule="auto"/>
        <w:ind w:left="5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</w:p>
    <w:p>
      <w:pPr>
        <w:spacing w:before="72" w:after="0" w:line="240" w:lineRule="auto"/>
        <w:ind w:left="42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wife</w:t>
      </w:r>
      <w:r>
        <w:rPr>
          <w:rFonts w:ascii="Times New Roman" w:eastAsia="Times New Roman" w:hAnsi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3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9"/>
          <w:w w:val="100"/>
          <w:sz w:val="21"/>
          <w:szCs w:val="21"/>
        </w:rPr>
        <w:t>妻</w:t>
      </w:r>
      <w:r>
        <w:rPr>
          <w:rFonts w:ascii="宋体" w:eastAsia="宋体" w:hAnsi="宋体" w:cs="宋体"/>
          <w:spacing w:val="21"/>
          <w:w w:val="100"/>
          <w:sz w:val="21"/>
          <w:szCs w:val="21"/>
        </w:rPr>
        <w:t>子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ll.</w:t>
      </w:r>
      <w:r>
        <w:rPr>
          <w:rFonts w:ascii="Times New Roman" w:eastAsia="Times New Roman" w:hAnsi="Times New Roman" w:cs="Times New Roman"/>
          <w:spacing w:val="1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</w:p>
    <w:p>
      <w:pPr>
        <w:tabs>
          <w:tab w:val="left" w:pos="780"/>
          <w:tab w:val="left" w:pos="4500"/>
        </w:tabs>
        <w:spacing w:before="75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7"/>
          <w:w w:val="100"/>
          <w:sz w:val="21"/>
          <w:szCs w:val="21"/>
        </w:rPr>
        <w:t>丈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夫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</w:p>
    <w:p>
      <w:pPr>
        <w:spacing w:before="4" w:after="0" w:line="170" w:lineRule="exact"/>
        <w:jc w:val="left"/>
        <w:rPr>
          <w:sz w:val="17"/>
          <w:szCs w:val="17"/>
        </w:rPr>
      </w:pPr>
    </w:p>
    <w:p>
      <w:pPr>
        <w:tabs>
          <w:tab w:val="left" w:pos="1160"/>
          <w:tab w:val="left" w:pos="7160"/>
        </w:tabs>
        <w:spacing w:before="0" w:after="0" w:line="298" w:lineRule="auto"/>
        <w:ind w:right="33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9"/>
          <w:w w:val="100"/>
          <w:sz w:val="21"/>
          <w:szCs w:val="21"/>
        </w:rPr>
        <w:t>工</w:t>
      </w:r>
      <w:r>
        <w:rPr>
          <w:rFonts w:ascii="宋体" w:eastAsia="宋体" w:hAnsi="宋体" w:cs="宋体"/>
          <w:spacing w:val="9"/>
          <w:w w:val="100"/>
          <w:sz w:val="21"/>
          <w:szCs w:val="21"/>
        </w:rPr>
        <w:t>资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</w:p>
    <w:p>
      <w:pPr>
        <w:spacing w:before="7" w:after="0" w:line="110" w:lineRule="exact"/>
        <w:jc w:val="left"/>
        <w:rPr>
          <w:sz w:val="11"/>
          <w:szCs w:val="11"/>
        </w:rPr>
      </w:pPr>
    </w:p>
    <w:p>
      <w:pPr>
        <w:tabs>
          <w:tab w:val="left" w:pos="3320"/>
          <w:tab w:val="left" w:pos="5240"/>
        </w:tabs>
        <w:spacing w:before="0" w:after="0" w:line="398" w:lineRule="auto"/>
        <w:ind w:right="55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wife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litt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still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tabs>
          <w:tab w:val="left" w:pos="3680"/>
        </w:tabs>
        <w:spacing w:before="0" w:after="0" w:line="231" w:lineRule="exact"/>
        <w:ind w:left="42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彩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票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is</w:t>
      </w:r>
    </w:p>
    <w:p>
      <w:pPr>
        <w:spacing w:before="4" w:after="0" w:line="170" w:lineRule="exact"/>
        <w:jc w:val="left"/>
        <w:rPr>
          <w:sz w:val="17"/>
          <w:szCs w:val="17"/>
        </w:rPr>
      </w:pPr>
    </w:p>
    <w:p>
      <w:pPr>
        <w:tabs>
          <w:tab w:val="left" w:pos="2640"/>
        </w:tabs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wife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"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"</w:t>
      </w:r>
    </w:p>
    <w:p>
      <w:pPr>
        <w:spacing w:before="61" w:after="0" w:line="240" w:lineRule="auto"/>
        <w:ind w:left="42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"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赢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$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"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s.</w:t>
      </w:r>
    </w:p>
    <w:p>
      <w:pPr>
        <w:spacing w:before="4" w:after="0" w:line="170" w:lineRule="exact"/>
        <w:jc w:val="left"/>
        <w:rPr>
          <w:sz w:val="17"/>
          <w:szCs w:val="17"/>
        </w:rPr>
      </w:pPr>
    </w:p>
    <w:p>
      <w:pPr>
        <w:tabs>
          <w:tab w:val="left" w:pos="4480"/>
        </w:tabs>
        <w:spacing w:before="0" w:after="0" w:line="240" w:lineRule="auto"/>
        <w:ind w:left="42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"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t!"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wife</w:t>
      </w:r>
      <w:r>
        <w:rPr>
          <w:rFonts w:ascii="Times New Roman" w:eastAsia="Times New Roman" w:hAnsi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"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</w:p>
    <w:p>
      <w:pPr>
        <w:spacing w:before="7" w:after="0" w:line="150" w:lineRule="exact"/>
        <w:jc w:val="left"/>
        <w:rPr>
          <w:sz w:val="15"/>
          <w:szCs w:val="15"/>
        </w:rPr>
      </w:pPr>
    </w:p>
    <w:p>
      <w:pPr>
        <w:tabs>
          <w:tab w:val="left" w:pos="880"/>
        </w:tabs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"</w:t>
      </w:r>
    </w:p>
    <w:p>
      <w:pPr>
        <w:spacing w:before="9" w:after="0" w:line="150" w:lineRule="exact"/>
        <w:jc w:val="left"/>
        <w:rPr>
          <w:sz w:val="15"/>
          <w:szCs w:val="15"/>
        </w:rPr>
      </w:pPr>
    </w:p>
    <w:p>
      <w:pPr>
        <w:spacing w:before="0" w:after="0" w:line="240" w:lineRule="auto"/>
        <w:ind w:left="42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"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"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1" w:after="0" w:line="240" w:lineRule="auto"/>
        <w:ind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八</w:t>
      </w:r>
      <w:r>
        <w:rPr>
          <w:rFonts w:ascii="宋体" w:eastAsia="宋体" w:hAnsi="宋体" w:cs="宋体"/>
          <w:spacing w:val="2"/>
          <w:sz w:val="24"/>
          <w:szCs w:val="24"/>
        </w:rPr>
        <w:t>、</w:t>
      </w:r>
      <w:r>
        <w:rPr>
          <w:rFonts w:ascii="宋体" w:eastAsia="宋体" w:hAnsi="宋体" w:cs="宋体"/>
          <w:spacing w:val="0"/>
          <w:sz w:val="24"/>
          <w:szCs w:val="24"/>
        </w:rPr>
        <w:t>书</w:t>
      </w:r>
      <w:r>
        <w:rPr>
          <w:rFonts w:ascii="宋体" w:eastAsia="宋体" w:hAnsi="宋体" w:cs="宋体"/>
          <w:spacing w:val="2"/>
          <w:sz w:val="24"/>
          <w:szCs w:val="24"/>
        </w:rPr>
        <w:t>面</w:t>
      </w:r>
      <w:r>
        <w:rPr>
          <w:rFonts w:ascii="宋体" w:eastAsia="宋体" w:hAnsi="宋体" w:cs="宋体"/>
          <w:spacing w:val="0"/>
          <w:sz w:val="24"/>
          <w:szCs w:val="24"/>
        </w:rPr>
        <w:t>表达</w:t>
      </w:r>
      <w:r>
        <w:rPr>
          <w:rFonts w:ascii="宋体" w:eastAsia="宋体" w:hAnsi="宋体" w:cs="宋体"/>
          <w:spacing w:val="2"/>
          <w:sz w:val="24"/>
          <w:szCs w:val="24"/>
        </w:rPr>
        <w:t>（</w:t>
      </w:r>
      <w:r>
        <w:rPr>
          <w:rFonts w:ascii="宋体" w:eastAsia="宋体" w:hAnsi="宋体" w:cs="宋体"/>
          <w:spacing w:val="0"/>
          <w:sz w:val="24"/>
          <w:szCs w:val="24"/>
        </w:rPr>
        <w:t>满分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分）</w:t>
      </w:r>
    </w:p>
    <w:p>
      <w:pPr>
        <w:spacing w:before="0" w:after="0" w:line="294" w:lineRule="exact"/>
        <w:ind w:left="42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每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位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同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学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都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自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己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喜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欢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老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师</w:t>
      </w:r>
      <w:r>
        <w:rPr>
          <w:rFonts w:ascii="宋体" w:eastAsia="宋体" w:hAnsi="宋体" w:cs="宋体"/>
          <w:spacing w:val="-10"/>
          <w:w w:val="99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请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你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根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据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列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提示</w:t>
      </w:r>
      <w:r>
        <w:rPr>
          <w:rFonts w:ascii="宋体" w:eastAsia="宋体" w:hAnsi="宋体" w:cs="宋体"/>
          <w:spacing w:val="-7"/>
          <w:w w:val="99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以</w:t>
      </w:r>
      <w:r>
        <w:rPr>
          <w:rFonts w:ascii="Times New Roman" w:eastAsia="Times New Roman" w:hAnsi="Times New Roman" w:cs="Times New Roman"/>
          <w:spacing w:val="1"/>
          <w:w w:val="99"/>
          <w:position w:val="0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"/>
          <w:w w:val="99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99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w w:val="99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rite</w:t>
      </w:r>
      <w:r>
        <w:rPr>
          <w:rFonts w:ascii="Times New Roman" w:eastAsia="Times New Roman" w:hAnsi="Times New Roman" w:cs="Times New Roman"/>
          <w:spacing w:val="-8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”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为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题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介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绍一</w:t>
      </w:r>
    </w:p>
    <w:p>
      <w:pPr>
        <w:spacing w:before="17" w:after="0" w:line="312" w:lineRule="exact"/>
        <w:ind w:left="420" w:right="2196" w:hanging="4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喜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师。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兴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爱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格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你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他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她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情。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于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；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、校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sectPr>
      <w:type w:val="continuous"/>
      <w:pgSz w:w="20640" w:h="14580" w:orient="landscape"/>
      <w:pgMar w:top="1100" w:right="1000" w:bottom="1180" w:left="1600" w:header="708" w:footer="708"/>
      <w:cols w:num="2" w:space="708" w:equalWidth="0">
        <w:col w:w="8556" w:space="920"/>
        <w:col w:w="856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0"/>
    <w:family w:val="roman"/>
    <w:pitch w:val="variable"/>
  </w:font>
  <w:font w:name="Arial">
    <w:altName w:val="Arial"/>
    <w:charset w:val="00"/>
    <w:family w:val="swiss"/>
    <w:pitch w:val="variable"/>
  </w:font>
  <w:font w:name="宋体">
    <w:altName w:val="宋体"/>
    <w:charset w:val="86"/>
    <w:family w:val="auto"/>
    <w:pitch w:val="variable"/>
  </w:font>
  <w:font w:name="Segoe MDL2 Assets">
    <w:altName w:val="Segoe MDL2 Assets"/>
    <w:charset w:val="0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51.56pt;height:11.37pt;margin-top:667.76pt;margin-left:277.52pt;mso-position-horizontal-relative:page;mso-position-vertical-relative:page;position:absolute;z-index:-251658240" filled="f" stroked="f">
          <v:textbox inset="0,0,0,0">
            <w:txbxContent>
              <w:p>
                <w:pPr>
                  <w:spacing w:before="0" w:after="0" w:line="214" w:lineRule="exact"/>
                  <w:ind w:left="20" w:right="-48"/>
                  <w:jc w:val="left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1</w:t>
                </w:r>
                <w:r>
                  <w:rPr>
                    <w:rFonts w:ascii="宋体" w:eastAsia="宋体" w:hAnsi="宋体" w:cs="宋体"/>
                    <w:spacing w:val="0"/>
                    <w:sz w:val="18"/>
                    <w:szCs w:val="18"/>
                  </w:rPr>
                  <w:t>页共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00"/>
                    <w:sz w:val="18"/>
                    <w:szCs w:val="18"/>
                  </w:rPr>
                  <w:t>8</w:t>
                </w:r>
                <w:r>
                  <w:rPr>
                    <w:rFonts w:ascii="宋体" w:eastAsia="宋体" w:hAnsi="宋体" w:cs="宋体"/>
                    <w:spacing w:val="0"/>
                    <w:w w:val="100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  <w:r>
      <w:pict>
        <v:shape id="_x0000_s2050" type="#_x0000_t202" style="width:51.44pt;height:11.37pt;margin-top:667.76pt;margin-left:732.08pt;mso-position-horizontal-relative:page;mso-position-vertical-relative:page;position:absolute;z-index:-251656192" filled="f" stroked="f">
          <v:textbox inset="0,0,0,0">
            <w:txbxContent>
              <w:p>
                <w:pPr>
                  <w:spacing w:before="0" w:after="0" w:line="214" w:lineRule="exact"/>
                  <w:ind w:left="20" w:right="-48"/>
                  <w:jc w:val="left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2</w:t>
                </w:r>
                <w:r>
                  <w:rPr>
                    <w:rFonts w:ascii="宋体" w:eastAsia="宋体" w:hAnsi="宋体" w:cs="宋体"/>
                    <w:spacing w:val="0"/>
                    <w:sz w:val="18"/>
                    <w:szCs w:val="18"/>
                  </w:rPr>
                  <w:t>页共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w w:val="100"/>
                    <w:sz w:val="18"/>
                    <w:szCs w:val="18"/>
                  </w:rPr>
                  <w:t>8</w:t>
                </w:r>
                <w:r>
                  <w:rPr>
                    <w:rFonts w:ascii="宋体" w:eastAsia="宋体" w:hAnsi="宋体" w:cs="宋体"/>
                    <w:spacing w:val="0"/>
                    <w:w w:val="100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width:51.56pt;height:11.37pt;margin-top:667.76pt;margin-left:277.52pt;mso-position-horizontal-relative:page;mso-position-vertical-relative:page;position:absolute;z-index:-251655168" filled="f" stroked="f">
          <v:textbox inset="0,0,0,0">
            <w:txbxContent>
              <w:p>
                <w:pPr>
                  <w:spacing w:before="0" w:after="0" w:line="214" w:lineRule="exact"/>
                  <w:ind w:left="20" w:right="-48"/>
                  <w:jc w:val="left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3</w:t>
                </w:r>
                <w:r>
                  <w:rPr>
                    <w:rFonts w:ascii="宋体" w:eastAsia="宋体" w:hAnsi="宋体" w:cs="宋体"/>
                    <w:spacing w:val="0"/>
                    <w:sz w:val="18"/>
                    <w:szCs w:val="18"/>
                  </w:rPr>
                  <w:t>页共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00"/>
                    <w:sz w:val="18"/>
                    <w:szCs w:val="18"/>
                  </w:rPr>
                  <w:t>8</w:t>
                </w:r>
                <w:r>
                  <w:rPr>
                    <w:rFonts w:ascii="宋体" w:eastAsia="宋体" w:hAnsi="宋体" w:cs="宋体"/>
                    <w:spacing w:val="0"/>
                    <w:w w:val="100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  <w:r>
      <w:pict>
        <v:shape id="_x0000_s2052" type="#_x0000_t202" style="width:51.44pt;height:11.37pt;margin-top:667.76pt;margin-left:732.08pt;mso-position-horizontal-relative:page;mso-position-vertical-relative:page;position:absolute;z-index:-251654144" filled="f" stroked="f">
          <v:textbox inset="0,0,0,0">
            <w:txbxContent>
              <w:p>
                <w:pPr>
                  <w:spacing w:before="0" w:after="0" w:line="214" w:lineRule="exact"/>
                  <w:ind w:left="20" w:right="-48"/>
                  <w:jc w:val="left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4</w:t>
                </w:r>
                <w:r>
                  <w:rPr>
                    <w:rFonts w:ascii="宋体" w:eastAsia="宋体" w:hAnsi="宋体" w:cs="宋体"/>
                    <w:spacing w:val="0"/>
                    <w:sz w:val="18"/>
                    <w:szCs w:val="18"/>
                  </w:rPr>
                  <w:t>页共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w w:val="100"/>
                    <w:sz w:val="18"/>
                    <w:szCs w:val="18"/>
                  </w:rPr>
                  <w:t>8</w:t>
                </w:r>
                <w:r>
                  <w:rPr>
                    <w:rFonts w:ascii="宋体" w:eastAsia="宋体" w:hAnsi="宋体" w:cs="宋体"/>
                    <w:spacing w:val="0"/>
                    <w:w w:val="100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width:51.56pt;height:11.37pt;margin-top:667.76pt;margin-left:277.52pt;mso-position-horizontal-relative:page;mso-position-vertical-relative:page;position:absolute;z-index:-251653120" filled="f" stroked="f">
          <v:textbox inset="0,0,0,0">
            <w:txbxContent>
              <w:p>
                <w:pPr>
                  <w:spacing w:before="0" w:after="0" w:line="214" w:lineRule="exact"/>
                  <w:ind w:left="20" w:right="-48"/>
                  <w:jc w:val="left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5</w:t>
                </w:r>
                <w:r>
                  <w:rPr>
                    <w:rFonts w:ascii="宋体" w:eastAsia="宋体" w:hAnsi="宋体" w:cs="宋体"/>
                    <w:spacing w:val="0"/>
                    <w:sz w:val="18"/>
                    <w:szCs w:val="18"/>
                  </w:rPr>
                  <w:t>页共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00"/>
                    <w:sz w:val="18"/>
                    <w:szCs w:val="18"/>
                  </w:rPr>
                  <w:t>8</w:t>
                </w:r>
                <w:r>
                  <w:rPr>
                    <w:rFonts w:ascii="宋体" w:eastAsia="宋体" w:hAnsi="宋体" w:cs="宋体"/>
                    <w:spacing w:val="0"/>
                    <w:w w:val="100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  <w:r>
      <w:pict>
        <v:shape id="_x0000_s2054" type="#_x0000_t202" style="width:51.44pt;height:11.37pt;margin-top:667.76pt;margin-left:732.08pt;mso-position-horizontal-relative:page;mso-position-vertical-relative:page;position:absolute;z-index:-251652096" filled="f" stroked="f">
          <v:textbox inset="0,0,0,0">
            <w:txbxContent>
              <w:p>
                <w:pPr>
                  <w:spacing w:before="0" w:after="0" w:line="214" w:lineRule="exact"/>
                  <w:ind w:left="20" w:right="-48"/>
                  <w:jc w:val="left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6</w:t>
                </w:r>
                <w:r>
                  <w:rPr>
                    <w:rFonts w:ascii="宋体" w:eastAsia="宋体" w:hAnsi="宋体" w:cs="宋体"/>
                    <w:spacing w:val="0"/>
                    <w:sz w:val="18"/>
                    <w:szCs w:val="18"/>
                  </w:rPr>
                  <w:t>页共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w w:val="100"/>
                    <w:sz w:val="18"/>
                    <w:szCs w:val="18"/>
                  </w:rPr>
                  <w:t>8</w:t>
                </w:r>
                <w:r>
                  <w:rPr>
                    <w:rFonts w:ascii="宋体" w:eastAsia="宋体" w:hAnsi="宋体" w:cs="宋体"/>
                    <w:spacing w:val="0"/>
                    <w:w w:val="100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width:51.56pt;height:11.37pt;margin-top:667.76pt;margin-left:277.52pt;mso-position-horizontal-relative:page;mso-position-vertical-relative:page;position:absolute;z-index:-251651072" filled="f" stroked="f">
          <v:textbox inset="0,0,0,0">
            <w:txbxContent>
              <w:p>
                <w:pPr>
                  <w:spacing w:before="0" w:after="0" w:line="214" w:lineRule="exact"/>
                  <w:ind w:left="20" w:right="-48"/>
                  <w:jc w:val="left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7</w:t>
                </w:r>
                <w:r>
                  <w:rPr>
                    <w:rFonts w:ascii="宋体" w:eastAsia="宋体" w:hAnsi="宋体" w:cs="宋体"/>
                    <w:spacing w:val="0"/>
                    <w:sz w:val="18"/>
                    <w:szCs w:val="18"/>
                  </w:rPr>
                  <w:t>页共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00"/>
                    <w:sz w:val="18"/>
                    <w:szCs w:val="18"/>
                  </w:rPr>
                  <w:t>8</w:t>
                </w:r>
                <w:r>
                  <w:rPr>
                    <w:rFonts w:ascii="宋体" w:eastAsia="宋体" w:hAnsi="宋体" w:cs="宋体"/>
                    <w:spacing w:val="0"/>
                    <w:w w:val="100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  <w:r>
      <w:pict>
        <v:shape id="_x0000_s2056" type="#_x0000_t202" style="width:51.44pt;height:11.37pt;margin-top:667.76pt;margin-left:732.08pt;mso-position-horizontal-relative:page;mso-position-vertical-relative:page;position:absolute;z-index:-251650048" filled="f" stroked="f">
          <v:textbox inset="0,0,0,0">
            <w:txbxContent>
              <w:p>
                <w:pPr>
                  <w:spacing w:before="0" w:after="0" w:line="214" w:lineRule="exact"/>
                  <w:ind w:left="20" w:right="-48"/>
                  <w:jc w:val="left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8</w:t>
                </w:r>
                <w:r>
                  <w:rPr>
                    <w:rFonts w:ascii="宋体" w:eastAsia="宋体" w:hAnsi="宋体" w:cs="宋体"/>
                    <w:spacing w:val="0"/>
                    <w:sz w:val="18"/>
                    <w:szCs w:val="18"/>
                  </w:rPr>
                  <w:t>页共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w w:val="100"/>
                    <w:sz w:val="18"/>
                    <w:szCs w:val="18"/>
                  </w:rPr>
                  <w:t>8</w:t>
                </w:r>
                <w:r>
                  <w:rPr>
                    <w:rFonts w:ascii="宋体" w:eastAsia="宋体" w:hAnsi="宋体" w:cs="宋体"/>
                    <w:spacing w:val="0"/>
                    <w:w w:val="100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54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275732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footer" Target="footer2.xml" /><Relationship Id="rId13" Type="http://schemas.openxmlformats.org/officeDocument/2006/relationships/image" Target="media/image8.png" /><Relationship Id="rId14" Type="http://schemas.openxmlformats.org/officeDocument/2006/relationships/footer" Target="footer3.xml" /><Relationship Id="rId15" Type="http://schemas.openxmlformats.org/officeDocument/2006/relationships/image" Target="media/image9.jpeg" /><Relationship Id="rId16" Type="http://schemas.openxmlformats.org/officeDocument/2006/relationships/footer" Target="footer4.xml" /><Relationship Id="rId17" Type="http://schemas.openxmlformats.org/officeDocument/2006/relationships/image" Target="media/image10.jpeg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footer" Target="footer1.xml" /><Relationship Id="rId9" Type="http://schemas.openxmlformats.org/officeDocument/2006/relationships/header" Target="head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太原市第五十六中学校</dc:title>
  <dc:creator>微软用户</dc:creator>
  <cp:revision>0</cp:revision>
  <dcterms:created xsi:type="dcterms:W3CDTF">2021-05-31T15:27:41Z</dcterms:created>
  <dcterms:modified xsi:type="dcterms:W3CDTF">2021-05-31T15:27:41Z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