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3160F9" w:rsidRPr="00BE6C9C" w:rsidP="00766E01">
      <w:pPr>
        <w:spacing w:line="500" w:lineRule="exact"/>
        <w:jc w:val="center"/>
        <w:rPr>
          <w:rFonts w:ascii="宋体"/>
          <w:bCs/>
          <w:szCs w:val="21"/>
        </w:rPr>
      </w:pPr>
      <w:r>
        <w:rPr>
          <w:rFonts w:ascii="宋体" w:hAnsi="宋体" w:hint="eastAsia"/>
          <w:bCs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11938000</wp:posOffset>
            </wp:positionV>
            <wp:extent cx="393700" cy="431800"/>
            <wp:wrapNone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2063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bCs/>
          <w:color w:val="000000"/>
          <w:sz w:val="32"/>
          <w:szCs w:val="32"/>
        </w:rPr>
        <w:t>丰南区</w:t>
      </w:r>
      <w:r>
        <w:rPr>
          <w:rFonts w:ascii="宋体" w:hAnsi="宋体"/>
          <w:bCs/>
          <w:color w:val="000000"/>
          <w:sz w:val="32"/>
          <w:szCs w:val="32"/>
        </w:rPr>
        <w:t>2020—2</w:t>
      </w:r>
      <w:r w:rsidRPr="00CF4274">
        <w:rPr>
          <w:rFonts w:ascii="宋体"/>
          <w:bCs/>
          <w:sz w:val="32"/>
          <w:szCs w:val="32"/>
        </w:rPr>
        <w:t>0</w:t>
      </w:r>
      <w:r>
        <w:rPr>
          <w:rFonts w:ascii="宋体" w:hAnsi="宋体"/>
          <w:bCs/>
          <w:sz w:val="32"/>
          <w:szCs w:val="32"/>
        </w:rPr>
        <w:t>21</w:t>
      </w:r>
      <w:r w:rsidRPr="00CF4274">
        <w:rPr>
          <w:rFonts w:ascii="宋体" w:hAnsi="宋体" w:hint="eastAsia"/>
          <w:bCs/>
          <w:sz w:val="32"/>
          <w:szCs w:val="32"/>
        </w:rPr>
        <w:t>学年</w:t>
      </w:r>
      <w:r w:rsidRPr="00975218">
        <w:rPr>
          <w:rFonts w:ascii="宋体" w:hAnsi="宋体" w:hint="eastAsia"/>
          <w:bCs/>
          <w:color w:val="000000"/>
          <w:sz w:val="32"/>
          <w:szCs w:val="32"/>
        </w:rPr>
        <w:t>第一学期期中质量检测</w:t>
      </w:r>
    </w:p>
    <w:p w:rsidR="003160F9" w:rsidRPr="00BE6C9C" w:rsidP="007C2A99">
      <w:pPr>
        <w:spacing w:after="62" w:afterLines="20" w:line="500" w:lineRule="exact"/>
        <w:jc w:val="center"/>
        <w:rPr>
          <w:rFonts w:ascii="宋体"/>
          <w:bCs/>
          <w:szCs w:val="21"/>
        </w:rPr>
      </w:pPr>
      <w:r w:rsidRPr="00BE6C9C">
        <w:rPr>
          <w:rFonts w:ascii="宋体" w:hAnsi="宋体" w:hint="eastAsia"/>
          <w:bCs/>
          <w:szCs w:val="21"/>
        </w:rPr>
        <w:t>九年级物理试卷答案</w:t>
      </w:r>
    </w:p>
    <w:p w:rsidR="003160F9" w:rsidRPr="00BE6C9C" w:rsidP="00766E01">
      <w:pPr>
        <w:rPr>
          <w:rFonts w:ascii="宋体"/>
          <w:b/>
          <w:szCs w:val="21"/>
        </w:rPr>
      </w:pPr>
      <w:r w:rsidRPr="00BE6C9C">
        <w:rPr>
          <w:rFonts w:ascii="宋体" w:hAnsi="宋体" w:hint="eastAsia"/>
          <w:b/>
          <w:szCs w:val="21"/>
        </w:rPr>
        <w:t>一、选择题：</w:t>
      </w:r>
      <w:r w:rsidRPr="00DC5515">
        <w:rPr>
          <w:rFonts w:hAnsi="宋体" w:hint="eastAsia"/>
          <w:b/>
        </w:rPr>
        <w:t>（本大题共</w:t>
      </w:r>
      <w:r w:rsidRPr="00DC5515">
        <w:rPr>
          <w:rFonts w:hAnsi="宋体"/>
          <w:b/>
        </w:rPr>
        <w:t>20</w:t>
      </w:r>
      <w:r w:rsidRPr="00DC5515">
        <w:rPr>
          <w:rFonts w:hAnsi="宋体" w:hint="eastAsia"/>
          <w:b/>
        </w:rPr>
        <w:t>个小题，</w:t>
      </w:r>
      <w:r w:rsidRPr="00DC5515">
        <w:rPr>
          <w:rFonts w:hAnsi="宋体"/>
          <w:b/>
        </w:rPr>
        <w:t>1-17</w:t>
      </w:r>
      <w:r w:rsidRPr="00DC5515">
        <w:rPr>
          <w:rFonts w:hAnsi="宋体" w:hint="eastAsia"/>
          <w:b/>
        </w:rPr>
        <w:t>为单选题每小题</w:t>
      </w:r>
      <w:r w:rsidRPr="00DC5515">
        <w:rPr>
          <w:rFonts w:hAnsi="宋体"/>
          <w:b/>
        </w:rPr>
        <w:t>2</w:t>
      </w:r>
      <w:r w:rsidRPr="00DC5515">
        <w:rPr>
          <w:rFonts w:hAnsi="宋体" w:hint="eastAsia"/>
          <w:b/>
        </w:rPr>
        <w:t>分，</w:t>
      </w:r>
      <w:r w:rsidRPr="00DC5515">
        <w:rPr>
          <w:rFonts w:hAnsi="宋体"/>
          <w:b/>
        </w:rPr>
        <w:t>18</w:t>
      </w:r>
      <w:r w:rsidRPr="00DC5515">
        <w:rPr>
          <w:rFonts w:hAnsi="宋体" w:hint="eastAsia"/>
          <w:b/>
        </w:rPr>
        <w:t>、</w:t>
      </w:r>
      <w:r w:rsidRPr="00DC5515">
        <w:rPr>
          <w:rFonts w:hAnsi="宋体"/>
          <w:b/>
        </w:rPr>
        <w:t>19</w:t>
      </w:r>
      <w:r w:rsidRPr="00DC5515">
        <w:rPr>
          <w:rFonts w:hAnsi="宋体" w:hint="eastAsia"/>
          <w:b/>
        </w:rPr>
        <w:t>、</w:t>
      </w:r>
      <w:r w:rsidRPr="00DC5515">
        <w:rPr>
          <w:rFonts w:hAnsi="宋体"/>
          <w:b/>
        </w:rPr>
        <w:t>20</w:t>
      </w:r>
      <w:r w:rsidRPr="00DC5515">
        <w:rPr>
          <w:rFonts w:hAnsi="宋体" w:hint="eastAsia"/>
          <w:b/>
        </w:rPr>
        <w:t>题为多选题，四个选项中至少有两个选项符合题意，每小题</w:t>
      </w:r>
      <w:r w:rsidRPr="00DC5515">
        <w:rPr>
          <w:rFonts w:hAnsi="宋体"/>
          <w:b/>
        </w:rPr>
        <w:t>3</w:t>
      </w:r>
      <w:r w:rsidRPr="00DC5515">
        <w:rPr>
          <w:rFonts w:hAnsi="宋体" w:hint="eastAsia"/>
          <w:b/>
        </w:rPr>
        <w:t>分，全对得</w:t>
      </w:r>
      <w:r w:rsidRPr="00DC5515">
        <w:rPr>
          <w:rFonts w:hAnsi="宋体"/>
          <w:b/>
        </w:rPr>
        <w:t>3</w:t>
      </w:r>
      <w:r w:rsidRPr="00DC5515">
        <w:rPr>
          <w:rFonts w:hAnsi="宋体" w:hint="eastAsia"/>
          <w:b/>
        </w:rPr>
        <w:t>分，选对不全得</w:t>
      </w:r>
      <w:r w:rsidRPr="00DC5515">
        <w:rPr>
          <w:rFonts w:hAnsi="宋体"/>
          <w:b/>
        </w:rPr>
        <w:t>2</w:t>
      </w:r>
      <w:r w:rsidRPr="00DC5515">
        <w:rPr>
          <w:rFonts w:hAnsi="宋体" w:hint="eastAsia"/>
          <w:b/>
        </w:rPr>
        <w:t>分。共</w:t>
      </w:r>
      <w:r w:rsidRPr="00DC5515">
        <w:rPr>
          <w:rFonts w:hAnsi="宋体"/>
          <w:b/>
        </w:rPr>
        <w:t>43</w:t>
      </w:r>
      <w:r w:rsidRPr="00DC5515">
        <w:rPr>
          <w:rFonts w:hAnsi="宋体" w:hint="eastAsia"/>
          <w:b/>
        </w:rPr>
        <w:t>分。）</w:t>
      </w:r>
    </w:p>
    <w:p w:rsidR="003160F9" w:rsidRPr="00BE6C9C" w:rsidP="00766E01">
      <w:pPr>
        <w:rPr>
          <w:rFonts w:ascii="宋体"/>
          <w:szCs w:val="21"/>
        </w:rPr>
      </w:pPr>
      <w:r w:rsidRPr="00BE6C9C">
        <w:rPr>
          <w:rFonts w:ascii="宋体" w:hAnsi="宋体"/>
          <w:szCs w:val="21"/>
        </w:rPr>
        <w:t>1-5ACACC   6-10CCBBC  11-15BBDBC  16.C  17</w:t>
      </w:r>
      <w:r w:rsidRPr="00BE6C9C">
        <w:rPr>
          <w:rFonts w:ascii="宋体"/>
          <w:szCs w:val="21"/>
        </w:rPr>
        <w:t>.</w:t>
      </w:r>
      <w:r w:rsidRPr="00BE6C9C">
        <w:rPr>
          <w:rFonts w:ascii="宋体" w:hAnsi="宋体"/>
          <w:szCs w:val="21"/>
        </w:rPr>
        <w:t>B  18</w:t>
      </w:r>
      <w:r w:rsidRPr="00BE6C9C">
        <w:rPr>
          <w:rFonts w:ascii="宋体"/>
          <w:szCs w:val="21"/>
        </w:rPr>
        <w:t>.</w:t>
      </w:r>
      <w:r w:rsidRPr="00BE6C9C">
        <w:rPr>
          <w:rFonts w:ascii="宋体" w:hAnsi="宋体"/>
          <w:szCs w:val="21"/>
        </w:rPr>
        <w:t>BC                                                                                               19.AD   20.ACD</w:t>
      </w:r>
    </w:p>
    <w:p w:rsidR="003160F9" w:rsidRPr="00BE6C9C" w:rsidP="00766E01">
      <w:pPr>
        <w:rPr>
          <w:rFonts w:ascii="宋体" w:cs="宋体"/>
          <w:b/>
          <w:szCs w:val="21"/>
        </w:rPr>
      </w:pPr>
      <w:r w:rsidRPr="00BE6C9C">
        <w:rPr>
          <w:rFonts w:ascii="宋体" w:hAnsi="宋体" w:cs="宋体" w:hint="eastAsia"/>
          <w:b/>
          <w:szCs w:val="21"/>
        </w:rPr>
        <w:t>二、填空题</w:t>
      </w:r>
      <w:r w:rsidRPr="00DC5515">
        <w:rPr>
          <w:rFonts w:hAnsi="宋体" w:cs="宋体" w:hint="eastAsia"/>
          <w:b/>
        </w:rPr>
        <w:t>（本大题共</w:t>
      </w:r>
      <w:r w:rsidRPr="00DC5515">
        <w:rPr>
          <w:rFonts w:hAnsi="宋体" w:cs="宋体"/>
          <w:b/>
        </w:rPr>
        <w:t>8</w:t>
      </w:r>
      <w:r w:rsidRPr="00DC5515">
        <w:rPr>
          <w:rFonts w:hAnsi="宋体" w:cs="宋体" w:hint="eastAsia"/>
          <w:b/>
        </w:rPr>
        <w:t>个小题；每空</w:t>
      </w:r>
      <w:r w:rsidRPr="00DC5515">
        <w:rPr>
          <w:rFonts w:hAnsi="宋体" w:cs="宋体"/>
          <w:b/>
        </w:rPr>
        <w:t>1</w:t>
      </w:r>
      <w:r w:rsidRPr="00DC5515">
        <w:rPr>
          <w:rFonts w:hAnsi="宋体" w:cs="宋体" w:hint="eastAsia"/>
          <w:b/>
        </w:rPr>
        <w:t>分，共</w:t>
      </w:r>
      <w:r w:rsidRPr="00DC5515">
        <w:rPr>
          <w:rFonts w:hAnsi="宋体" w:cs="宋体"/>
          <w:b/>
        </w:rPr>
        <w:t>21</w:t>
      </w:r>
      <w:r>
        <w:rPr>
          <w:rFonts w:hAnsi="宋体" w:cs="宋体" w:hint="eastAsia"/>
          <w:b/>
        </w:rPr>
        <w:t>分</w:t>
      </w:r>
      <w:r w:rsidRPr="00DC5515">
        <w:rPr>
          <w:rFonts w:hAnsi="宋体" w:cs="宋体" w:hint="eastAsia"/>
          <w:b/>
        </w:rPr>
        <w:t>）</w:t>
      </w:r>
    </w:p>
    <w:p w:rsidR="003160F9" w:rsidRPr="00BE6C9C" w:rsidP="00766E01">
      <w:pPr>
        <w:rPr>
          <w:rFonts w:ascii="宋体" w:cs="宋体"/>
          <w:szCs w:val="21"/>
        </w:rPr>
      </w:pPr>
      <w:r w:rsidRPr="00BE6C9C">
        <w:rPr>
          <w:rFonts w:ascii="宋体" w:hAnsi="宋体" w:cs="宋体"/>
          <w:szCs w:val="21"/>
        </w:rPr>
        <w:t>21.</w:t>
      </w:r>
      <w:r w:rsidRPr="00BE6C9C">
        <w:rPr>
          <w:rFonts w:ascii="宋体" w:hAnsi="宋体" w:cs="宋体" w:hint="eastAsia"/>
          <w:szCs w:val="21"/>
        </w:rPr>
        <w:t>小于</w:t>
      </w:r>
      <w:r w:rsidRPr="00BE6C9C">
        <w:rPr>
          <w:rFonts w:ascii="宋体" w:hAnsi="宋体" w:cs="宋体"/>
          <w:szCs w:val="21"/>
        </w:rPr>
        <w:t xml:space="preserve">    </w:t>
      </w:r>
      <w:r w:rsidRPr="00BE6C9C">
        <w:rPr>
          <w:rFonts w:ascii="宋体" w:hAnsi="宋体" w:cs="宋体" w:hint="eastAsia"/>
          <w:szCs w:val="21"/>
        </w:rPr>
        <w:t>间隔</w:t>
      </w:r>
    </w:p>
    <w:p w:rsidR="003160F9" w:rsidRPr="00BE6C9C" w:rsidP="00766E01">
      <w:pPr>
        <w:rPr>
          <w:rFonts w:ascii="宋体" w:cs="宋体"/>
          <w:szCs w:val="21"/>
        </w:rPr>
      </w:pPr>
      <w:r w:rsidRPr="00BE6C9C">
        <w:rPr>
          <w:rFonts w:ascii="宋体" w:hAnsi="宋体" w:cs="宋体"/>
          <w:szCs w:val="21"/>
        </w:rPr>
        <w:t>22.</w:t>
      </w:r>
      <w:r w:rsidRPr="00BE6C9C">
        <w:rPr>
          <w:rFonts w:ascii="宋体" w:hAnsi="宋体" w:cs="宋体" w:hint="eastAsia"/>
          <w:szCs w:val="21"/>
        </w:rPr>
        <w:t>做功</w:t>
      </w:r>
      <w:r w:rsidRPr="00BE6C9C">
        <w:rPr>
          <w:rFonts w:ascii="宋体" w:hAnsi="宋体" w:cs="宋体"/>
          <w:szCs w:val="21"/>
        </w:rPr>
        <w:t xml:space="preserve">    </w:t>
      </w:r>
      <w:r w:rsidRPr="00BE6C9C">
        <w:rPr>
          <w:rFonts w:ascii="宋体" w:hAnsi="宋体" w:cs="宋体" w:hint="eastAsia"/>
          <w:szCs w:val="21"/>
        </w:rPr>
        <w:t>比热容</w:t>
      </w:r>
    </w:p>
    <w:p w:rsidR="003160F9" w:rsidRPr="00BE6C9C" w:rsidP="00766E01">
      <w:pPr>
        <w:rPr>
          <w:rFonts w:ascii="宋体" w:cs="宋体"/>
          <w:szCs w:val="21"/>
        </w:rPr>
      </w:pPr>
      <w:r w:rsidRPr="00BE6C9C">
        <w:rPr>
          <w:rFonts w:ascii="宋体" w:hAnsi="宋体" w:cs="宋体"/>
          <w:szCs w:val="21"/>
        </w:rPr>
        <w:t>23.</w:t>
      </w:r>
      <w:r w:rsidRPr="00BE6C9C">
        <w:rPr>
          <w:rFonts w:ascii="宋体" w:hAnsi="宋体" w:cs="宋体" w:hint="eastAsia"/>
          <w:szCs w:val="21"/>
        </w:rPr>
        <w:t>做功</w:t>
      </w:r>
      <w:r w:rsidRPr="00BE6C9C">
        <w:rPr>
          <w:rFonts w:ascii="宋体" w:hAnsi="宋体" w:cs="宋体"/>
          <w:szCs w:val="21"/>
        </w:rPr>
        <w:t xml:space="preserve">   </w:t>
      </w:r>
      <w:r w:rsidRPr="00BE6C9C">
        <w:rPr>
          <w:rFonts w:ascii="宋体" w:hAnsi="宋体" w:cs="宋体" w:hint="eastAsia"/>
          <w:szCs w:val="21"/>
        </w:rPr>
        <w:t>内</w:t>
      </w:r>
      <w:r w:rsidRPr="00BE6C9C">
        <w:rPr>
          <w:rFonts w:ascii="宋体" w:hAnsi="宋体" w:cs="宋体"/>
          <w:szCs w:val="21"/>
        </w:rPr>
        <w:t xml:space="preserve"> </w:t>
      </w:r>
      <w:r w:rsidRPr="00BE6C9C">
        <w:rPr>
          <w:rFonts w:ascii="宋体" w:hAnsi="宋体" w:cs="宋体" w:hint="eastAsia"/>
          <w:szCs w:val="21"/>
        </w:rPr>
        <w:t>机械能</w:t>
      </w:r>
      <w:r w:rsidRPr="00BE6C9C">
        <w:rPr>
          <w:rFonts w:ascii="宋体" w:hAnsi="宋体" w:cs="宋体"/>
          <w:szCs w:val="21"/>
        </w:rPr>
        <w:t xml:space="preserve">  2</w:t>
      </w:r>
    </w:p>
    <w:p w:rsidR="003160F9" w:rsidRPr="00BE6C9C" w:rsidP="00A42C61">
      <w:pPr>
        <w:spacing w:line="360" w:lineRule="auto"/>
        <w:textAlignment w:val="center"/>
        <w:rPr>
          <w:rFonts w:ascii="宋体" w:cs="宋体"/>
          <w:szCs w:val="21"/>
        </w:rPr>
      </w:pPr>
      <w:r w:rsidRPr="00BE6C9C">
        <w:rPr>
          <w:rFonts w:ascii="宋体" w:hAnsi="宋体" w:cs="宋体"/>
          <w:szCs w:val="21"/>
        </w:rPr>
        <w:t>24.6</w:t>
      </w:r>
      <w:r w:rsidRPr="00BE6C9C">
        <w:rPr>
          <w:rFonts w:ascii="宋体" w:hAnsi="宋体" w:cs="宋体" w:hint="eastAsia"/>
          <w:szCs w:val="21"/>
        </w:rPr>
        <w:t>×</w:t>
      </w:r>
      <w:r w:rsidRPr="00BE6C9C">
        <w:rPr>
          <w:rFonts w:ascii="宋体" w:hAnsi="宋体" w:cs="宋体"/>
          <w:szCs w:val="21"/>
        </w:rPr>
        <w:t>10</w:t>
      </w:r>
      <w:r w:rsidRPr="00BE6C9C">
        <w:rPr>
          <w:rFonts w:ascii="宋体" w:hAnsi="宋体" w:cs="宋体"/>
          <w:szCs w:val="21"/>
          <w:vertAlign w:val="superscript"/>
        </w:rPr>
        <w:t xml:space="preserve">6 </w:t>
      </w:r>
      <w:r w:rsidRPr="00BE6C9C">
        <w:rPr>
          <w:rFonts w:ascii="宋体" w:hAnsi="宋体" w:cs="宋体"/>
          <w:szCs w:val="21"/>
        </w:rPr>
        <w:t xml:space="preserve">   3</w:t>
      </w:r>
      <w:r w:rsidRPr="00BE6C9C">
        <w:rPr>
          <w:rFonts w:ascii="宋体" w:cs="宋体"/>
          <w:szCs w:val="21"/>
        </w:rPr>
        <w:t>0</w:t>
      </w:r>
    </w:p>
    <w:p w:rsidR="003160F9" w:rsidRPr="00BE6C9C" w:rsidP="00A42C61">
      <w:pPr>
        <w:spacing w:line="360" w:lineRule="auto"/>
        <w:textAlignment w:val="center"/>
        <w:rPr>
          <w:rFonts w:ascii="宋体"/>
          <w:szCs w:val="21"/>
        </w:rPr>
      </w:pPr>
      <w:r w:rsidRPr="00BE6C9C">
        <w:rPr>
          <w:rFonts w:ascii="宋体" w:hAnsi="宋体" w:cs="宋体"/>
          <w:szCs w:val="21"/>
        </w:rPr>
        <w:t>25.</w:t>
      </w:r>
      <w:r w:rsidRPr="00BE6C9C">
        <w:rPr>
          <w:rFonts w:ascii="宋体" w:hAnsi="宋体"/>
          <w:szCs w:val="21"/>
        </w:rPr>
        <w:t xml:space="preserve"> (1). </w:t>
      </w:r>
      <w:r w:rsidRPr="00BE6C9C">
        <w:rPr>
          <w:rFonts w:ascii="宋体" w:hAnsi="宋体" w:hint="eastAsia"/>
          <w:szCs w:val="21"/>
        </w:rPr>
        <w:t>正</w:t>
      </w:r>
      <w:r w:rsidRPr="00BE6C9C">
        <w:rPr>
          <w:rFonts w:ascii="宋体" w:hAnsi="宋体"/>
          <w:szCs w:val="21"/>
        </w:rPr>
        <w:t xml:space="preserve">    (2). </w:t>
      </w:r>
      <w:r w:rsidRPr="00BE6C9C">
        <w:rPr>
          <w:rFonts w:ascii="宋体" w:hAnsi="宋体" w:hint="eastAsia"/>
          <w:szCs w:val="21"/>
        </w:rPr>
        <w:t>吸引力</w:t>
      </w:r>
      <w:r w:rsidRPr="00BE6C9C">
        <w:rPr>
          <w:rFonts w:ascii="宋体" w:hAnsi="宋体"/>
          <w:szCs w:val="21"/>
        </w:rPr>
        <w:t xml:space="preserve">    (3). </w:t>
      </w:r>
      <w:r w:rsidRPr="00BE6C9C">
        <w:rPr>
          <w:rFonts w:ascii="宋体" w:hAnsi="宋体" w:hint="eastAsia"/>
          <w:szCs w:val="21"/>
        </w:rPr>
        <w:t>电子</w:t>
      </w:r>
    </w:p>
    <w:p w:rsidR="003160F9" w:rsidRPr="00BE6C9C" w:rsidP="00766E01">
      <w:pPr>
        <w:rPr>
          <w:rFonts w:ascii="宋体" w:cs="宋体"/>
          <w:szCs w:val="21"/>
        </w:rPr>
      </w:pPr>
      <w:r w:rsidRPr="00BE6C9C">
        <w:rPr>
          <w:rFonts w:ascii="宋体" w:hAnsi="宋体" w:cs="宋体"/>
          <w:szCs w:val="21"/>
        </w:rPr>
        <w:t>26.D     E     L</w:t>
      </w:r>
      <w:r w:rsidRPr="00BE6C9C">
        <w:rPr>
          <w:rFonts w:ascii="宋体" w:hAnsi="宋体" w:cs="宋体"/>
          <w:szCs w:val="21"/>
          <w:vertAlign w:val="subscript"/>
        </w:rPr>
        <w:t>1</w:t>
      </w:r>
      <w:r w:rsidRPr="00BE6C9C">
        <w:rPr>
          <w:rFonts w:ascii="宋体" w:hAnsi="宋体" w:cs="宋体" w:hint="eastAsia"/>
          <w:szCs w:val="21"/>
        </w:rPr>
        <w:t>和</w:t>
      </w:r>
      <w:r w:rsidRPr="00BE6C9C">
        <w:rPr>
          <w:rFonts w:ascii="宋体" w:hAnsi="宋体" w:cs="宋体"/>
          <w:szCs w:val="21"/>
        </w:rPr>
        <w:t>L</w:t>
      </w:r>
      <w:r w:rsidRPr="00BE6C9C">
        <w:rPr>
          <w:rFonts w:ascii="宋体" w:hAnsi="宋体" w:cs="宋体"/>
          <w:szCs w:val="21"/>
          <w:vertAlign w:val="subscript"/>
        </w:rPr>
        <w:t>2</w:t>
      </w:r>
    </w:p>
    <w:p w:rsidR="003160F9" w:rsidRPr="00BE6C9C">
      <w:pPr>
        <w:rPr>
          <w:rFonts w:ascii="宋体"/>
          <w:szCs w:val="21"/>
        </w:rPr>
      </w:pPr>
      <w:r w:rsidRPr="00BE6C9C">
        <w:rPr>
          <w:rFonts w:ascii="宋体" w:hAnsi="宋体" w:cs="宋体"/>
          <w:szCs w:val="21"/>
        </w:rPr>
        <w:t>27.</w:t>
      </w:r>
      <w:r w:rsidRPr="00BE6C9C">
        <w:rPr>
          <w:rFonts w:ascii="宋体" w:hAnsi="宋体"/>
          <w:szCs w:val="21"/>
        </w:rPr>
        <w:t xml:space="preserve"> 6       4</w:t>
      </w:r>
    </w:p>
    <w:p w:rsidR="003160F9" w:rsidRPr="00BE6C9C">
      <w:pPr>
        <w:rPr>
          <w:rFonts w:ascii="宋体" w:cs="宋体"/>
          <w:szCs w:val="21"/>
        </w:rPr>
      </w:pPr>
      <w:r w:rsidRPr="00BE6C9C">
        <w:rPr>
          <w:rFonts w:ascii="宋体" w:hAnsi="宋体" w:cs="宋体"/>
          <w:szCs w:val="21"/>
        </w:rPr>
        <w:t>28.10   30  0.5</w:t>
      </w:r>
    </w:p>
    <w:p w:rsidR="003160F9" w:rsidRPr="00BE6C9C">
      <w:pPr>
        <w:rPr>
          <w:rFonts w:ascii="宋体"/>
          <w:szCs w:val="21"/>
        </w:rPr>
      </w:pPr>
      <w:r w:rsidRPr="00BE6C9C">
        <w:rPr>
          <w:rFonts w:ascii="宋体" w:hAnsi="宋体" w:cs="宋体" w:hint="eastAsia"/>
          <w:b/>
          <w:bCs/>
          <w:szCs w:val="21"/>
        </w:rPr>
        <w:t>三、作图与实验探究题</w:t>
      </w:r>
      <w:r w:rsidRPr="00DC5515">
        <w:rPr>
          <w:rFonts w:hAnsi="宋体" w:cs="宋体"/>
          <w:b/>
          <w:bCs/>
        </w:rPr>
        <w:t>(</w:t>
      </w:r>
      <w:r w:rsidRPr="00DC5515">
        <w:rPr>
          <w:rFonts w:hAnsi="宋体" w:cs="宋体" w:hint="eastAsia"/>
          <w:b/>
          <w:bCs/>
        </w:rPr>
        <w:t>本大题共</w:t>
      </w:r>
      <w:r w:rsidRPr="00DC5515">
        <w:rPr>
          <w:rFonts w:hAnsi="宋体" w:cs="宋体"/>
          <w:b/>
          <w:bCs/>
        </w:rPr>
        <w:t>3</w:t>
      </w:r>
      <w:r w:rsidRPr="00DC5515">
        <w:rPr>
          <w:rFonts w:hAnsi="宋体" w:cs="宋体" w:hint="eastAsia"/>
          <w:b/>
          <w:bCs/>
        </w:rPr>
        <w:t>个小题，每空</w:t>
      </w:r>
      <w:r w:rsidRPr="00DC5515">
        <w:rPr>
          <w:rFonts w:hAnsi="宋体" w:cs="宋体"/>
          <w:b/>
          <w:bCs/>
        </w:rPr>
        <w:t>1</w:t>
      </w:r>
      <w:r w:rsidRPr="00DC5515">
        <w:rPr>
          <w:rFonts w:hAnsi="宋体" w:cs="宋体" w:hint="eastAsia"/>
          <w:b/>
          <w:bCs/>
        </w:rPr>
        <w:t>分，共</w:t>
      </w:r>
      <w:r w:rsidRPr="00DC5515">
        <w:rPr>
          <w:rFonts w:hAnsi="宋体" w:cs="宋体"/>
          <w:b/>
          <w:bCs/>
        </w:rPr>
        <w:t>23</w:t>
      </w:r>
      <w:r>
        <w:rPr>
          <w:rFonts w:hAnsi="宋体" w:cs="宋体" w:hint="eastAsia"/>
          <w:b/>
          <w:bCs/>
        </w:rPr>
        <w:t>分</w:t>
      </w:r>
      <w:r w:rsidRPr="00DC5515">
        <w:rPr>
          <w:rFonts w:hAnsi="宋体" w:cs="宋体"/>
          <w:b/>
          <w:bCs/>
        </w:rPr>
        <w:t>)</w:t>
      </w:r>
    </w:p>
    <w:p w:rsidR="003160F9" w:rsidRPr="00BE6C9C" w:rsidP="002C17B0">
      <w:pPr>
        <w:spacing w:line="360" w:lineRule="auto"/>
        <w:rPr>
          <w:rFonts w:ascii="宋体"/>
          <w:szCs w:val="21"/>
        </w:rPr>
      </w:pPr>
      <w:r w:rsidRPr="00BE6C9C">
        <w:rPr>
          <w:rFonts w:ascii="宋体" w:hAnsi="宋体"/>
          <w:szCs w:val="21"/>
        </w:rPr>
        <w:t xml:space="preserve">29. </w:t>
      </w: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）自下而上；（</w:t>
      </w:r>
      <w:r w:rsidRPr="00BE6C9C">
        <w:rPr>
          <w:rFonts w:ascii="宋体" w:hAnsi="宋体"/>
          <w:szCs w:val="21"/>
        </w:rPr>
        <w:t>2</w:t>
      </w:r>
      <w:r w:rsidRPr="00BE6C9C">
        <w:rPr>
          <w:rFonts w:ascii="宋体" w:hAnsi="宋体" w:hint="eastAsia"/>
          <w:szCs w:val="21"/>
        </w:rPr>
        <w:t>）易拉罐；搅拌使液体受热均匀；（</w:t>
      </w:r>
      <w:r w:rsidRPr="00BE6C9C">
        <w:rPr>
          <w:rFonts w:ascii="宋体" w:hAnsi="宋体"/>
          <w:szCs w:val="21"/>
        </w:rPr>
        <w:t>3</w:t>
      </w:r>
      <w:r w:rsidRPr="00BE6C9C">
        <w:rPr>
          <w:rFonts w:ascii="宋体" w:hAnsi="宋体" w:hint="eastAsia"/>
          <w:szCs w:val="21"/>
        </w:rPr>
        <w:t>）相同；小于；大于；（</w:t>
      </w:r>
      <w:r w:rsidRPr="00BE6C9C">
        <w:rPr>
          <w:rFonts w:ascii="宋体" w:hAnsi="宋体"/>
          <w:szCs w:val="21"/>
        </w:rPr>
        <w:t>4</w:t>
      </w:r>
      <w:r w:rsidRPr="00BE6C9C">
        <w:rPr>
          <w:rFonts w:ascii="宋体" w:hAnsi="宋体" w:hint="eastAsia"/>
          <w:szCs w:val="21"/>
        </w:rPr>
        <w:t>）甲</w:t>
      </w:r>
    </w:p>
    <w:p w:rsidR="003160F9" w:rsidRPr="00BE6C9C" w:rsidP="00742110">
      <w:pPr>
        <w:spacing w:line="360" w:lineRule="auto"/>
        <w:rPr>
          <w:rFonts w:ascii="宋体"/>
          <w:szCs w:val="21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24" o:spid="_x0000_s1025" type="#_x0000_t75" alt="菁优网：http://www.jyeoo.com" style="width:139.5pt;height:77.25pt;margin-top:37.35pt;margin-left:261pt;position:absolute;visibility:visible;z-index:251659264">
            <v:imagedata r:id="rId5" o:title=""/>
            <w10:wrap type="square"/>
          </v:shape>
        </w:pict>
      </w:r>
      <w:r w:rsidRPr="00BE6C9C">
        <w:rPr>
          <w:rFonts w:ascii="宋体" w:hAnsi="宋体"/>
          <w:szCs w:val="21"/>
        </w:rPr>
        <w:t xml:space="preserve">30. </w:t>
      </w: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）材料；小于；（</w:t>
      </w:r>
      <w:r w:rsidRPr="00BE6C9C">
        <w:rPr>
          <w:rFonts w:ascii="宋体" w:hAnsi="宋体"/>
          <w:szCs w:val="21"/>
        </w:rPr>
        <w:t>2</w:t>
      </w:r>
      <w:r w:rsidRPr="00BE6C9C">
        <w:rPr>
          <w:rFonts w:ascii="宋体" w:hAnsi="宋体" w:hint="eastAsia"/>
          <w:szCs w:val="21"/>
        </w:rPr>
        <w:t>）</w:t>
      </w:r>
      <w:r w:rsidRPr="00BE6C9C">
        <w:rPr>
          <w:rFonts w:ascii="宋体" w:hAnsi="宋体"/>
          <w:szCs w:val="21"/>
        </w:rPr>
        <w:t>cd</w:t>
      </w:r>
      <w:r w:rsidRPr="00BE6C9C">
        <w:rPr>
          <w:rFonts w:ascii="宋体" w:hAnsi="宋体" w:hint="eastAsia"/>
          <w:szCs w:val="21"/>
        </w:rPr>
        <w:t>；大；</w:t>
      </w:r>
    </w:p>
    <w:p w:rsidR="003160F9" w:rsidRPr="00BE6C9C" w:rsidP="00742110">
      <w:pPr>
        <w:spacing w:line="360" w:lineRule="auto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 w:rsidRPr="00BE6C9C">
        <w:rPr>
          <w:rFonts w:ascii="宋体" w:hAnsi="宋体" w:hint="eastAsia"/>
          <w:szCs w:val="21"/>
        </w:rPr>
        <w:t>）错误</w:t>
      </w:r>
      <w:r w:rsidRPr="00BE6C9C">
        <w:rPr>
          <w:rFonts w:ascii="宋体" w:hAnsi="宋体"/>
          <w:szCs w:val="21"/>
        </w:rPr>
        <w:t xml:space="preserve">   </w:t>
      </w:r>
      <w:r w:rsidRPr="00BE6C9C">
        <w:rPr>
          <w:rFonts w:ascii="宋体" w:hAnsi="宋体" w:hint="eastAsia"/>
          <w:szCs w:val="21"/>
        </w:rPr>
        <w:t>没有控制导体长度一定。（</w:t>
      </w:r>
      <w:r>
        <w:rPr>
          <w:rFonts w:ascii="宋体" w:hAnsi="宋体"/>
          <w:szCs w:val="21"/>
        </w:rPr>
        <w:t>4</w:t>
      </w:r>
      <w:r w:rsidRPr="00BE6C9C">
        <w:rPr>
          <w:rFonts w:ascii="宋体" w:hAnsi="宋体" w:hint="eastAsia"/>
          <w:szCs w:val="21"/>
        </w:rPr>
        <w:t>）</w:t>
      </w:r>
      <w:r w:rsidRPr="00BE6C9C">
        <w:rPr>
          <w:rFonts w:ascii="宋体" w:hAnsi="宋体"/>
          <w:szCs w:val="21"/>
        </w:rPr>
        <w:t>R</w:t>
      </w:r>
      <w:r w:rsidRPr="00BE6C9C">
        <w:rPr>
          <w:rFonts w:ascii="宋体" w:hAnsi="宋体" w:hint="eastAsia"/>
          <w:szCs w:val="21"/>
        </w:rPr>
        <w:t>＝</w:t>
      </w:r>
      <w:r>
        <w:rPr>
          <w:rFonts w:ascii="宋体"/>
          <w:noProof/>
          <w:position w:val="-22"/>
          <w:szCs w:val="21"/>
        </w:rPr>
        <w:pict>
          <v:shape id="图片 1" o:spid="_x0000_i1026" type="#_x0000_t75" alt="菁优网-jyeoo" style="width:9.75pt;height:26.25pt;visibility:visible">
            <v:imagedata r:id="rId6" o:title=""/>
          </v:shape>
        </w:pict>
      </w:r>
      <w:r w:rsidRPr="00BE6C9C">
        <w:rPr>
          <w:rFonts w:ascii="宋体" w:hAnsi="宋体" w:hint="eastAsia"/>
          <w:szCs w:val="21"/>
        </w:rPr>
        <w:t>；见下图；（</w:t>
      </w:r>
      <w:r w:rsidRPr="00BE6C9C">
        <w:rPr>
          <w:rFonts w:ascii="宋体" w:hAnsi="宋体"/>
          <w:szCs w:val="21"/>
        </w:rPr>
        <w:t>5</w:t>
      </w:r>
      <w:r w:rsidRPr="00BE6C9C">
        <w:rPr>
          <w:rFonts w:ascii="宋体" w:hAnsi="宋体" w:hint="eastAsia"/>
          <w:szCs w:val="21"/>
        </w:rPr>
        <w:t>）</w:t>
      </w:r>
      <w:r>
        <w:rPr>
          <w:rFonts w:ascii="宋体"/>
          <w:noProof/>
          <w:position w:val="-30"/>
          <w:szCs w:val="21"/>
        </w:rPr>
        <w:pict>
          <v:shape id="图片 2" o:spid="_x0000_i1027" type="#_x0000_t75" alt="菁优网-jyeoo" style="width:37.5pt;height:34.5pt;visibility:visible">
            <v:imagedata r:id="rId7" o:title=""/>
          </v:shape>
        </w:pict>
      </w:r>
    </w:p>
    <w:p w:rsidR="003160F9" w:rsidRPr="00BE6C9C" w:rsidP="00937449">
      <w:pPr>
        <w:spacing w:line="360" w:lineRule="auto"/>
        <w:rPr>
          <w:rFonts w:ascii="宋体"/>
          <w:szCs w:val="21"/>
        </w:rPr>
      </w:pPr>
      <w:r w:rsidRPr="00BE6C9C">
        <w:rPr>
          <w:rFonts w:ascii="宋体" w:hAnsi="宋体"/>
          <w:szCs w:val="21"/>
        </w:rPr>
        <w:t xml:space="preserve">31. </w:t>
      </w: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）右；滑动变阻器</w:t>
      </w:r>
      <w:r w:rsidRPr="00BE6C9C">
        <w:rPr>
          <w:rFonts w:ascii="宋体" w:hAnsi="宋体"/>
          <w:szCs w:val="21"/>
        </w:rPr>
        <w:t>R</w:t>
      </w:r>
      <w:r w:rsidRPr="00BE6C9C">
        <w:rPr>
          <w:rFonts w:ascii="宋体" w:hAnsi="宋体"/>
          <w:szCs w:val="21"/>
          <w:vertAlign w:val="subscript"/>
        </w:rPr>
        <w:t>P</w:t>
      </w: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cd</w:t>
      </w:r>
      <w:r>
        <w:rPr>
          <w:rFonts w:ascii="宋体" w:hAnsi="宋体" w:hint="eastAsia"/>
          <w:szCs w:val="21"/>
        </w:rPr>
        <w:t>间）断路，</w:t>
      </w:r>
      <w:r w:rsidRPr="00BE6C9C">
        <w:rPr>
          <w:rFonts w:ascii="宋体" w:hAnsi="宋体" w:hint="eastAsia"/>
          <w:szCs w:val="21"/>
        </w:rPr>
        <w:t>电阻</w:t>
      </w:r>
      <w:r w:rsidRPr="00BE6C9C">
        <w:rPr>
          <w:rFonts w:ascii="宋体" w:hAnsi="宋体"/>
          <w:szCs w:val="21"/>
        </w:rPr>
        <w:t>R</w:t>
      </w:r>
      <w:r w:rsidRPr="00BE6C9C">
        <w:rPr>
          <w:rFonts w:ascii="宋体" w:hAnsi="宋体" w:hint="eastAsia"/>
          <w:szCs w:val="21"/>
        </w:rPr>
        <w:t>断路；（</w:t>
      </w:r>
      <w:r w:rsidRPr="00BE6C9C">
        <w:rPr>
          <w:rFonts w:ascii="宋体" w:hAnsi="宋体"/>
          <w:szCs w:val="21"/>
        </w:rPr>
        <w:t>2</w:t>
      </w:r>
      <w:r w:rsidRPr="00BE6C9C">
        <w:rPr>
          <w:rFonts w:ascii="宋体" w:hAnsi="宋体" w:hint="eastAsia"/>
          <w:szCs w:val="21"/>
        </w:rPr>
        <w:t>）</w:t>
      </w:r>
      <w:r w:rsidRPr="00BE6C9C">
        <w:rPr>
          <w:rFonts w:ascii="宋体" w:hAnsi="宋体"/>
          <w:szCs w:val="21"/>
        </w:rPr>
        <w:t>0.4</w:t>
      </w:r>
      <w:r w:rsidRPr="00BE6C9C">
        <w:rPr>
          <w:rFonts w:ascii="宋体" w:hAnsi="宋体" w:hint="eastAsia"/>
          <w:szCs w:val="21"/>
        </w:rPr>
        <w:t>；右；（</w:t>
      </w:r>
      <w:r w:rsidRPr="00BE6C9C">
        <w:rPr>
          <w:rFonts w:ascii="宋体" w:hAnsi="宋体"/>
          <w:szCs w:val="21"/>
        </w:rPr>
        <w:t>3</w:t>
      </w:r>
      <w:r w:rsidRPr="00BE6C9C">
        <w:rPr>
          <w:rFonts w:ascii="宋体" w:hAnsi="宋体" w:hint="eastAsia"/>
          <w:szCs w:val="21"/>
        </w:rPr>
        <w:t>）反比；不可行；（</w:t>
      </w:r>
      <w:r w:rsidRPr="00BE6C9C">
        <w:rPr>
          <w:rFonts w:ascii="宋体" w:hAnsi="宋体"/>
          <w:szCs w:val="21"/>
        </w:rPr>
        <w:t>4</w:t>
      </w:r>
      <w:r w:rsidRPr="00BE6C9C">
        <w:rPr>
          <w:rFonts w:ascii="宋体" w:hAnsi="宋体" w:hint="eastAsia"/>
          <w:szCs w:val="21"/>
        </w:rPr>
        <w:t>）</w:t>
      </w:r>
      <w:r w:rsidRPr="00BE6C9C">
        <w:rPr>
          <w:rFonts w:ascii="宋体" w:hAnsi="宋体"/>
          <w:szCs w:val="21"/>
        </w:rPr>
        <w:t>C</w:t>
      </w:r>
      <w:r w:rsidRPr="00BE6C9C">
        <w:rPr>
          <w:rFonts w:ascii="宋体" w:hAnsi="宋体" w:hint="eastAsia"/>
          <w:szCs w:val="21"/>
        </w:rPr>
        <w:t>。</w:t>
      </w:r>
    </w:p>
    <w:p w:rsidR="003160F9" w:rsidRPr="00BE6C9C" w:rsidP="00937449">
      <w:pPr>
        <w:rPr>
          <w:rFonts w:ascii="宋体"/>
          <w:szCs w:val="21"/>
        </w:rPr>
      </w:pPr>
    </w:p>
    <w:p w:rsidR="003160F9" w:rsidRPr="00BE789B" w:rsidP="00F917C6">
      <w:pPr>
        <w:spacing w:line="400" w:lineRule="exact"/>
        <w:rPr>
          <w:rFonts w:ascii="宋体"/>
          <w:b/>
          <w:szCs w:val="21"/>
        </w:rPr>
      </w:pPr>
      <w:r w:rsidRPr="00BE6C9C">
        <w:rPr>
          <w:rFonts w:ascii="宋体" w:hAnsi="宋体" w:hint="eastAsia"/>
          <w:b/>
          <w:szCs w:val="21"/>
        </w:rPr>
        <w:t>四、计算与应用</w:t>
      </w:r>
      <w:r w:rsidRPr="00DC5515">
        <w:rPr>
          <w:rFonts w:ascii="宋体" w:hAnsi="宋体" w:hint="eastAsia"/>
          <w:b/>
          <w:szCs w:val="21"/>
        </w:rPr>
        <w:t>（本大题共</w:t>
      </w:r>
      <w:r w:rsidRPr="00DC5515">
        <w:rPr>
          <w:rFonts w:ascii="宋体" w:hAnsi="宋体"/>
          <w:b/>
          <w:szCs w:val="21"/>
        </w:rPr>
        <w:t>2</w:t>
      </w:r>
      <w:r w:rsidRPr="00DC5515">
        <w:rPr>
          <w:rFonts w:ascii="宋体" w:hAnsi="宋体" w:hint="eastAsia"/>
          <w:b/>
          <w:szCs w:val="21"/>
        </w:rPr>
        <w:t>个小题，</w:t>
      </w:r>
      <w:r w:rsidRPr="00DC5515">
        <w:rPr>
          <w:rFonts w:ascii="宋体" w:hAnsi="宋体"/>
          <w:b/>
          <w:szCs w:val="21"/>
        </w:rPr>
        <w:t>32</w:t>
      </w:r>
      <w:r w:rsidRPr="00DC5515">
        <w:rPr>
          <w:rFonts w:ascii="宋体" w:hAnsi="宋体" w:hint="eastAsia"/>
          <w:b/>
          <w:szCs w:val="21"/>
        </w:rPr>
        <w:t>题</w:t>
      </w:r>
      <w:r w:rsidRPr="00DC5515">
        <w:rPr>
          <w:rFonts w:ascii="宋体" w:hAnsi="宋体"/>
          <w:b/>
          <w:szCs w:val="21"/>
        </w:rPr>
        <w:t>6</w:t>
      </w:r>
      <w:r w:rsidRPr="00DC5515">
        <w:rPr>
          <w:rFonts w:ascii="宋体" w:hAnsi="宋体" w:hint="eastAsia"/>
          <w:b/>
          <w:szCs w:val="21"/>
        </w:rPr>
        <w:t>分，</w:t>
      </w:r>
      <w:r w:rsidRPr="00DC5515">
        <w:rPr>
          <w:rFonts w:ascii="宋体" w:hAnsi="宋体"/>
          <w:b/>
          <w:szCs w:val="21"/>
        </w:rPr>
        <w:t>33</w:t>
      </w:r>
      <w:r w:rsidRPr="00DC5515">
        <w:rPr>
          <w:rFonts w:ascii="宋体" w:hAnsi="宋体" w:hint="eastAsia"/>
          <w:b/>
          <w:szCs w:val="21"/>
        </w:rPr>
        <w:t>题</w:t>
      </w:r>
      <w:r w:rsidRPr="00DC5515">
        <w:rPr>
          <w:rFonts w:ascii="宋体" w:hAnsi="宋体"/>
          <w:b/>
          <w:szCs w:val="21"/>
        </w:rPr>
        <w:t>7</w:t>
      </w:r>
      <w:r w:rsidRPr="00DC5515">
        <w:rPr>
          <w:rFonts w:ascii="宋体" w:hAnsi="宋体" w:hint="eastAsia"/>
          <w:b/>
          <w:szCs w:val="21"/>
        </w:rPr>
        <w:t>分</w:t>
      </w:r>
      <w:r w:rsidRPr="00DC5515">
        <w:rPr>
          <w:rFonts w:ascii="宋体"/>
          <w:b/>
          <w:szCs w:val="21"/>
        </w:rPr>
        <w:t>,</w:t>
      </w:r>
      <w:r w:rsidRPr="00DC5515">
        <w:rPr>
          <w:rFonts w:ascii="宋体" w:hAnsi="宋体" w:hint="eastAsia"/>
          <w:b/>
          <w:szCs w:val="21"/>
        </w:rPr>
        <w:t>共</w:t>
      </w:r>
      <w:r>
        <w:rPr>
          <w:rFonts w:ascii="宋体" w:hAnsi="宋体"/>
          <w:b/>
          <w:szCs w:val="21"/>
        </w:rPr>
        <w:t>13</w:t>
      </w:r>
      <w:r w:rsidRPr="00DC5515">
        <w:rPr>
          <w:rFonts w:ascii="宋体" w:hAnsi="宋体" w:hint="eastAsia"/>
          <w:b/>
          <w:szCs w:val="21"/>
        </w:rPr>
        <w:t>分。解答时，要求有必要的文字说明、公式和计算步骤等，只写最后结果不得分）</w:t>
      </w:r>
    </w:p>
    <w:p w:rsidR="003160F9" w:rsidRPr="00F917C6" w:rsidP="007162C8">
      <w:pPr>
        <w:rPr>
          <w:rFonts w:ascii="宋体"/>
          <w:szCs w:val="21"/>
        </w:rPr>
      </w:pPr>
    </w:p>
    <w:p w:rsidR="003160F9" w:rsidRPr="00BE6C9C" w:rsidP="007162C8">
      <w:pPr>
        <w:rPr>
          <w:rFonts w:ascii="宋体"/>
          <w:szCs w:val="21"/>
        </w:rPr>
      </w:pP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/>
          <w:szCs w:val="21"/>
        </w:rPr>
        <w:t>32</w:t>
      </w:r>
      <w:r w:rsidRPr="00BE6C9C">
        <w:rPr>
          <w:rFonts w:ascii="宋体"/>
          <w:szCs w:val="21"/>
        </w:rPr>
        <w:t>.</w:t>
      </w:r>
      <w:r w:rsidRPr="00BE6C9C">
        <w:rPr>
          <w:rFonts w:ascii="宋体" w:hAnsi="宋体" w:hint="eastAsia"/>
          <w:szCs w:val="21"/>
        </w:rPr>
        <w:t>解：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解：（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）满负荷工作时做功冲程燃气的平均压力为：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/>
          <w:szCs w:val="21"/>
        </w:rPr>
        <w:t>F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pS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9.0</w:t>
      </w:r>
      <w:r w:rsidRPr="00BE6C9C">
        <w:rPr>
          <w:rFonts w:ascii="宋体" w:hAnsi="宋体" w:hint="eastAsia"/>
          <w:szCs w:val="21"/>
        </w:rPr>
        <w:t>×</w:t>
      </w:r>
      <w:r w:rsidRPr="00BE6C9C">
        <w:rPr>
          <w:rFonts w:ascii="宋体" w:hAnsi="宋体"/>
          <w:szCs w:val="21"/>
        </w:rPr>
        <w:t>10</w:t>
      </w:r>
      <w:r w:rsidRPr="00BE6C9C">
        <w:rPr>
          <w:rFonts w:ascii="宋体" w:hAnsi="宋体"/>
          <w:szCs w:val="21"/>
          <w:vertAlign w:val="superscript"/>
        </w:rPr>
        <w:t>5</w:t>
      </w:r>
      <w:r w:rsidRPr="00BE6C9C">
        <w:rPr>
          <w:rFonts w:ascii="宋体" w:hAnsi="宋体"/>
          <w:szCs w:val="21"/>
        </w:rPr>
        <w:t>Pa</w:t>
      </w:r>
      <w:r w:rsidRPr="00BE6C9C">
        <w:rPr>
          <w:rFonts w:ascii="宋体" w:hAnsi="宋体" w:hint="eastAsia"/>
          <w:szCs w:val="21"/>
        </w:rPr>
        <w:t>×</w:t>
      </w:r>
      <w:r w:rsidRPr="00BE6C9C">
        <w:rPr>
          <w:rFonts w:ascii="宋体" w:hAnsi="宋体"/>
          <w:szCs w:val="21"/>
        </w:rPr>
        <w:t>30</w:t>
      </w:r>
      <w:r w:rsidRPr="00BE6C9C">
        <w:rPr>
          <w:rFonts w:ascii="宋体" w:hAnsi="宋体" w:hint="eastAsia"/>
          <w:szCs w:val="21"/>
        </w:rPr>
        <w:t>×</w:t>
      </w:r>
      <w:r w:rsidRPr="00BE6C9C">
        <w:rPr>
          <w:rFonts w:ascii="宋体" w:hAnsi="宋体"/>
          <w:szCs w:val="21"/>
        </w:rPr>
        <w:t>10</w:t>
      </w:r>
      <w:r w:rsidRPr="00BE6C9C">
        <w:rPr>
          <w:rFonts w:ascii="宋体" w:hAnsi="宋体" w:hint="eastAsia"/>
          <w:szCs w:val="21"/>
          <w:vertAlign w:val="superscript"/>
        </w:rPr>
        <w:t>﹣</w:t>
      </w:r>
      <w:r w:rsidRPr="00BE6C9C">
        <w:rPr>
          <w:rFonts w:ascii="宋体" w:hAnsi="宋体"/>
          <w:szCs w:val="21"/>
          <w:vertAlign w:val="superscript"/>
        </w:rPr>
        <w:t>4</w:t>
      </w:r>
      <w:r w:rsidRPr="00BE6C9C">
        <w:rPr>
          <w:rFonts w:ascii="宋体" w:hAnsi="宋体"/>
          <w:szCs w:val="21"/>
        </w:rPr>
        <w:t>m</w:t>
      </w:r>
      <w:r w:rsidRPr="00BE6C9C">
        <w:rPr>
          <w:rFonts w:ascii="宋体" w:hAnsi="宋体"/>
          <w:szCs w:val="21"/>
          <w:vertAlign w:val="superscript"/>
        </w:rPr>
        <w:t>2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2700N</w:t>
      </w: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分）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2</w:t>
      </w:r>
      <w:r w:rsidRPr="00BE6C9C">
        <w:rPr>
          <w:rFonts w:ascii="宋体" w:hAnsi="宋体" w:hint="eastAsia"/>
          <w:szCs w:val="21"/>
        </w:rPr>
        <w:t>）气缸的容积为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/>
          <w:szCs w:val="21"/>
        </w:rPr>
        <w:t>V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150mL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150cm</w:t>
      </w:r>
      <w:r w:rsidRPr="00BE6C9C">
        <w:rPr>
          <w:rFonts w:ascii="宋体" w:hAnsi="宋体"/>
          <w:szCs w:val="21"/>
          <w:vertAlign w:val="superscript"/>
        </w:rPr>
        <w:t>3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则活塞运动距离为：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/>
          <w:szCs w:val="21"/>
        </w:rPr>
        <w:t>L</w:t>
      </w:r>
      <w:r w:rsidRPr="00BE6C9C">
        <w:rPr>
          <w:rFonts w:ascii="宋体" w:hAnsi="宋体" w:hint="eastAsia"/>
          <w:szCs w:val="21"/>
        </w:rPr>
        <w:t>＝</w:t>
      </w:r>
      <w:r>
        <w:rPr>
          <w:rFonts w:ascii="宋体"/>
          <w:noProof/>
          <w:position w:val="-22"/>
          <w:szCs w:val="21"/>
        </w:rPr>
        <w:pict>
          <v:shape id="_x0000_i1028" type="#_x0000_t75" alt="菁优网-jyeoo" style="width:9.75pt;height:26.25pt;visibility:visible">
            <v:imagedata r:id="rId8" o:title=""/>
          </v:shape>
        </w:pict>
      </w:r>
      <w:r w:rsidRPr="00BE6C9C">
        <w:rPr>
          <w:rFonts w:ascii="宋体" w:hAnsi="宋体" w:hint="eastAsia"/>
          <w:szCs w:val="21"/>
        </w:rPr>
        <w:t>＝</w:t>
      </w:r>
      <w:r>
        <w:rPr>
          <w:rFonts w:ascii="宋体"/>
          <w:noProof/>
          <w:position w:val="-30"/>
          <w:szCs w:val="21"/>
        </w:rPr>
        <w:pict>
          <v:shape id="_x0000_i1029" type="#_x0000_t75" alt="菁优网-jyeoo" style="width:42pt;height:34.5pt;visibility:visible">
            <v:imagedata r:id="rId9" o:title=""/>
          </v:shape>
        </w:pic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5cm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0.05m</w:t>
      </w:r>
      <w:r w:rsidRPr="00BE6C9C">
        <w:rPr>
          <w:rFonts w:ascii="宋体" w:hAnsi="宋体" w:hint="eastAsia"/>
          <w:szCs w:val="21"/>
        </w:rPr>
        <w:t>，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则一个做功冲程中燃气对活塞做的功为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/>
          <w:szCs w:val="21"/>
        </w:rPr>
        <w:t>W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FL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2700N</w:t>
      </w:r>
      <w:r w:rsidRPr="00BE6C9C">
        <w:rPr>
          <w:rFonts w:ascii="宋体" w:hAnsi="宋体" w:hint="eastAsia"/>
          <w:szCs w:val="21"/>
        </w:rPr>
        <w:t>×</w:t>
      </w:r>
      <w:r w:rsidRPr="00BE6C9C">
        <w:rPr>
          <w:rFonts w:ascii="宋体" w:hAnsi="宋体"/>
          <w:szCs w:val="21"/>
        </w:rPr>
        <w:t>0.05m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135J</w:t>
      </w: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分）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3</w:t>
      </w:r>
      <w:r w:rsidRPr="00BE6C9C">
        <w:rPr>
          <w:rFonts w:ascii="宋体" w:hAnsi="宋体" w:hint="eastAsia"/>
          <w:szCs w:val="21"/>
        </w:rPr>
        <w:t>）因飞轮每转两圈对外做功一次，所以飞轮</w:t>
      </w:r>
      <w:r w:rsidRPr="00BE6C9C">
        <w:rPr>
          <w:rFonts w:ascii="宋体" w:hAnsi="宋体"/>
          <w:szCs w:val="21"/>
        </w:rPr>
        <w:t>1min</w:t>
      </w:r>
      <w:r w:rsidRPr="00BE6C9C">
        <w:rPr>
          <w:rFonts w:ascii="宋体" w:hAnsi="宋体" w:hint="eastAsia"/>
          <w:szCs w:val="21"/>
        </w:rPr>
        <w:t>转动</w:t>
      </w:r>
      <w:r w:rsidRPr="00BE6C9C">
        <w:rPr>
          <w:rFonts w:ascii="宋体" w:hAnsi="宋体"/>
          <w:szCs w:val="21"/>
        </w:rPr>
        <w:t>1800</w:t>
      </w:r>
      <w:r w:rsidRPr="00BE6C9C">
        <w:rPr>
          <w:rFonts w:ascii="宋体" w:hAnsi="宋体" w:hint="eastAsia"/>
          <w:szCs w:val="21"/>
        </w:rPr>
        <w:t>周，做功</w:t>
      </w:r>
      <w:r w:rsidRPr="00BE6C9C">
        <w:rPr>
          <w:rFonts w:ascii="宋体" w:hAnsi="宋体"/>
          <w:szCs w:val="21"/>
        </w:rPr>
        <w:t>900</w:t>
      </w:r>
      <w:r w:rsidRPr="00BE6C9C">
        <w:rPr>
          <w:rFonts w:ascii="宋体" w:hAnsi="宋体" w:hint="eastAsia"/>
          <w:szCs w:val="21"/>
        </w:rPr>
        <w:t>次，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则燃气对活塞做的总功为：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/>
          <w:szCs w:val="21"/>
        </w:rPr>
        <w:t>W</w:t>
      </w:r>
      <w:r w:rsidRPr="00BE6C9C">
        <w:rPr>
          <w:rFonts w:ascii="宋体" w:hAnsi="宋体" w:hint="eastAsia"/>
          <w:szCs w:val="21"/>
          <w:vertAlign w:val="subscript"/>
        </w:rPr>
        <w:t>总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W</w:t>
      </w:r>
      <w:r w:rsidRPr="00BE6C9C">
        <w:rPr>
          <w:rFonts w:ascii="宋体" w:hAnsi="宋体" w:hint="eastAsia"/>
          <w:szCs w:val="21"/>
        </w:rPr>
        <w:t>×</w:t>
      </w:r>
      <w:r w:rsidRPr="00BE6C9C">
        <w:rPr>
          <w:rFonts w:ascii="宋体" w:hAnsi="宋体"/>
          <w:szCs w:val="21"/>
        </w:rPr>
        <w:t>900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135J</w:t>
      </w:r>
      <w:r w:rsidRPr="00BE6C9C">
        <w:rPr>
          <w:rFonts w:ascii="宋体" w:hAnsi="宋体" w:hint="eastAsia"/>
          <w:szCs w:val="21"/>
        </w:rPr>
        <w:t>×</w:t>
      </w:r>
      <w:r w:rsidRPr="00BE6C9C">
        <w:rPr>
          <w:rFonts w:ascii="宋体" w:hAnsi="宋体"/>
          <w:szCs w:val="21"/>
        </w:rPr>
        <w:t>900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1.215</w:t>
      </w:r>
      <w:r w:rsidRPr="00BE6C9C">
        <w:rPr>
          <w:rFonts w:ascii="宋体" w:hAnsi="宋体" w:hint="eastAsia"/>
          <w:szCs w:val="21"/>
        </w:rPr>
        <w:t>×</w:t>
      </w:r>
      <w:r w:rsidRPr="00BE6C9C">
        <w:rPr>
          <w:rFonts w:ascii="宋体" w:hAnsi="宋体"/>
          <w:szCs w:val="21"/>
        </w:rPr>
        <w:t>10</w:t>
      </w:r>
      <w:r w:rsidRPr="00BE6C9C">
        <w:rPr>
          <w:rFonts w:ascii="宋体" w:hAnsi="宋体"/>
          <w:szCs w:val="21"/>
          <w:vertAlign w:val="superscript"/>
        </w:rPr>
        <w:t>5</w:t>
      </w:r>
      <w:r w:rsidRPr="00BE6C9C">
        <w:rPr>
          <w:rFonts w:ascii="宋体" w:hAnsi="宋体"/>
          <w:szCs w:val="21"/>
        </w:rPr>
        <w:t>J</w:t>
      </w: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分）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/>
          <w:szCs w:val="21"/>
        </w:rPr>
        <w:t>P=</w:t>
      </w:r>
      <w:r w:rsidRPr="0039008E">
        <w:rPr>
          <w:rFonts w:ascii="宋体" w:hAnsi="宋体"/>
          <w:szCs w:val="21"/>
        </w:rPr>
        <w:fldChar w:fldCharType="begin"/>
      </w:r>
      <w:r w:rsidRPr="0039008E">
        <w:rPr>
          <w:rFonts w:ascii="宋体" w:hAnsi="宋体"/>
          <w:szCs w:val="21"/>
        </w:rPr>
        <w:instrText xml:space="preserve"> QUOTE </w:instrText>
      </w:r>
      <w:r>
        <w:pict>
          <v:shape id="_x0000_i1030" type="#_x0000_t75" style="width:12pt;height:26.2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57BA5&quot;/&gt;&lt;wsp:rsid wsp:val=&quot;0000269A&quot;/&gt;&lt;wsp:rsid wsp:val=&quot;0000274B&quot;/&gt;&lt;wsp:rsid wsp:val=&quot;00003E2E&quot;/&gt;&lt;wsp:rsid wsp:val=&quot;000447E9&quot;/&gt;&lt;wsp:rsid wsp:val=&quot;000804B2&quot;/&gt;&lt;wsp:rsid wsp:val=&quot;000D0603&quot;/&gt;&lt;wsp:rsid wsp:val=&quot;000E6C07&quot;/&gt;&lt;wsp:rsid wsp:val=&quot;001034D2&quot;/&gt;&lt;wsp:rsid wsp:val=&quot;00112688&quot;/&gt;&lt;wsp:rsid wsp:val=&quot;0017214F&quot;/&gt;&lt;wsp:rsid wsp:val=&quot;002577F3&quot;/&gt;&lt;wsp:rsid wsp:val=&quot;00292F36&quot;/&gt;&lt;wsp:rsid wsp:val=&quot;002B1A21&quot;/&gt;&lt;wsp:rsid wsp:val=&quot;002C17B0&quot;/&gt;&lt;wsp:rsid wsp:val=&quot;00340263&quot;/&gt;&lt;wsp:rsid wsp:val=&quot;00346D46&quot;/&gt;&lt;wsp:rsid wsp:val=&quot;0038160D&quot;/&gt;&lt;wsp:rsid wsp:val=&quot;0039008E&quot;/&gt;&lt;wsp:rsid wsp:val=&quot;003F0F8F&quot;/&gt;&lt;wsp:rsid wsp:val=&quot;003F437D&quot;/&gt;&lt;wsp:rsid wsp:val=&quot;00407FBA&quot;/&gt;&lt;wsp:rsid wsp:val=&quot;0043124E&quot;/&gt;&lt;wsp:rsid wsp:val=&quot;00431E2E&quot;/&gt;&lt;wsp:rsid wsp:val=&quot;004609A3&quot;/&gt;&lt;wsp:rsid wsp:val=&quot;004802B0&quot;/&gt;&lt;wsp:rsid wsp:val=&quot;00493BE8&quot;/&gt;&lt;wsp:rsid wsp:val=&quot;004A08A5&quot;/&gt;&lt;wsp:rsid wsp:val=&quot;00592D11&quot;/&gt;&lt;wsp:rsid wsp:val=&quot;00597992&quot;/&gt;&lt;wsp:rsid wsp:val=&quot;006A6677&quot;/&gt;&lt;wsp:rsid wsp:val=&quot;006D4710&quot;/&gt;&lt;wsp:rsid wsp:val=&quot;006F4D5F&quot;/&gt;&lt;wsp:rsid wsp:val=&quot;00712285&quot;/&gt;&lt;wsp:rsid wsp:val=&quot;007162C8&quot;/&gt;&lt;wsp:rsid wsp:val=&quot;00733CD4&quot;/&gt;&lt;wsp:rsid wsp:val=&quot;00742110&quot;/&gt;&lt;wsp:rsid wsp:val=&quot;0076362B&quot;/&gt;&lt;wsp:rsid wsp:val=&quot;00766E01&quot;/&gt;&lt;wsp:rsid wsp:val=&quot;0076788B&quot;/&gt;&lt;wsp:rsid wsp:val=&quot;007740D3&quot;/&gt;&lt;wsp:rsid wsp:val=&quot;00780B36&quot;/&gt;&lt;wsp:rsid wsp:val=&quot;00814B70&quot;/&gt;&lt;wsp:rsid wsp:val=&quot;00937449&quot;/&gt;&lt;wsp:rsid wsp:val=&quot;0094614E&quot;/&gt;&lt;wsp:rsid wsp:val=&quot;009619B2&quot;/&gt;&lt;wsp:rsid wsp:val=&quot;00992DE3&quot;/&gt;&lt;wsp:rsid wsp:val=&quot;009B0BC4&quot;/&gt;&lt;wsp:rsid wsp:val=&quot;009B62E6&quot;/&gt;&lt;wsp:rsid wsp:val=&quot;009C3E30&quot;/&gt;&lt;wsp:rsid wsp:val=&quot;00A06904&quot;/&gt;&lt;wsp:rsid wsp:val=&quot;00A338D4&quot;/&gt;&lt;wsp:rsid wsp:val=&quot;00A42C61&quot;/&gt;&lt;wsp:rsid wsp:val=&quot;00A57BA5&quot;/&gt;&lt;wsp:rsid wsp:val=&quot;00A66443&quot;/&gt;&lt;wsp:rsid wsp:val=&quot;00AB313D&quot;/&gt;&lt;wsp:rsid wsp:val=&quot;00AC3730&quot;/&gt;&lt;wsp:rsid wsp:val=&quot;00B028D8&quot;/&gt;&lt;wsp:rsid wsp:val=&quot;00BE6C9C&quot;/&gt;&lt;wsp:rsid wsp:val=&quot;00C21D4A&quot;/&gt;&lt;wsp:rsid wsp:val=&quot;00CA4416&quot;/&gt;&lt;wsp:rsid wsp:val=&quot;00CE5835&quot;/&gt;&lt;wsp:rsid wsp:val=&quot;00D3184D&quot;/&gt;&lt;wsp:rsid wsp:val=&quot;00D36B64&quot;/&gt;&lt;wsp:rsid wsp:val=&quot;00D430AE&quot;/&gt;&lt;wsp:rsid wsp:val=&quot;00D66C41&quot;/&gt;&lt;wsp:rsid wsp:val=&quot;00D712D9&quot;/&gt;&lt;wsp:rsid wsp:val=&quot;00D75DBD&quot;/&gt;&lt;wsp:rsid wsp:val=&quot;00D75FFB&quot;/&gt;&lt;wsp:rsid wsp:val=&quot;00DC1C12&quot;/&gt;&lt;wsp:rsid wsp:val=&quot;00E216B3&quot;/&gt;&lt;wsp:rsid wsp:val=&quot;00E36D6D&quot;/&gt;&lt;wsp:rsid wsp:val=&quot;00E53C5C&quot;/&gt;&lt;wsp:rsid wsp:val=&quot;00E64934&quot;/&gt;&lt;wsp:rsid wsp:val=&quot;00E64B30&quot;/&gt;&lt;wsp:rsid wsp:val=&quot;00E75692&quot;/&gt;&lt;wsp:rsid wsp:val=&quot;00E874C6&quot;/&gt;&lt;wsp:rsid wsp:val=&quot;00F0185C&quot;/&gt;&lt;wsp:rsid wsp:val=&quot;00F24D7E&quot;/&gt;&lt;/wsp:rsids&gt;&lt;/w:docPr&gt;&lt;w:body&gt;&lt;w:p wsp:rsidR=&quot;00000000&quot; wsp:rsidRDefault=&quot;00592D11&quot;&gt;&lt;m:oMathPara&gt;&lt;m:oMath&gt;&lt;m:f&gt;&lt;m:fPr&gt;&lt;m:ctrlPr&gt;&lt;w:rPr&gt;&lt;w:rFonts w:ascii=&quot;Cambria Math&quot; w:h-ansi=&quot;瀹嬩綋&quot;/&gt;&lt;wx:font wx:val=&quot;Cambria Math&quot;/&gt;&lt;w:sz-cs w:val=&quot;21&quot;/&gt;&lt;/w:rPr&gt;&lt;/m:ctrlPr&gt;&lt;/m:fPr&gt;&lt;m:num&gt;&lt;m:r&gt;&lt;m:rPr&gt;&lt;m:sty m:val=idR&quot;p&quot;/&gt;&lt;/m:rPr&gt;&lt;w:sp:rPr&gt;&lt;w:rDefFontults w:ascii=&quot;Cambria Math&quot; w:h-ansi=&quot;瀹嬩綋&quot;/&gt;&lt;wx:font wx:val=&quot;Cambria Math&quot;/&gt;&lt;w:sz-cs w:val=&quot;21&quot;/&gt;&lt;/w:rPr&gt;&lt;m:t&gt;W&lt;/m:t&gt;&lt;/m:r&gt;&lt;/m:num&gt;&lt;m:den&gt;&lt;m:r&gt;&lt;m:rPr&gt;&lt;m:sty m:val=&quot;p&quot;/&gt;&lt;/m:rPr&gt;&lt;w:rPr&gt;&lt;w:rFonts w:ascii=&quot;Cambria Math&quot; w:idRh-ansi=&quot;瀹嬩綋&quot;/&gt;&lt;w&lt;w:sp:x:font wx:vw:rDefal=&quot;Camontultbria Math&quot;/&gt;&lt;w:sz-cs w:val=&quot;21&quot;/&gt;&lt;/w:rPr&gt;&lt;m:t&gt;t&lt;/m:t&gt;&lt;/m:r&gt;&lt;/m:den&gt;&lt;/m:f&gt;&lt;/m:oMath&gt;&lt;/m:oMathPara&gt;&lt;/w:p&gt;&lt;w:sectPr wsp:rsidR=&quot;00000000&quot;&gt;&lt;w:pgSz w:w=&quot;12240&quot; w:h=&quot;15840&quot;/&gt;&lt;w:pgMar w:top=&quot;1440&quot; w:right=&quot;18idR00&quot; w:bottom=&quot;1440&quot; w:left=&quot;1800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39008E">
        <w:rPr>
          <w:rFonts w:ascii="宋体" w:hAnsi="宋体"/>
          <w:szCs w:val="21"/>
        </w:rPr>
        <w:instrText xml:space="preserve"> </w:instrText>
      </w:r>
      <w:r w:rsidRPr="0039008E">
        <w:rPr>
          <w:rFonts w:ascii="宋体" w:hAnsi="宋体"/>
          <w:szCs w:val="21"/>
        </w:rPr>
        <w:fldChar w:fldCharType="separate"/>
      </w:r>
      <w:r>
        <w:pict>
          <v:shape id="_x0000_i1031" type="#_x0000_t75" style="width:12pt;height:26.2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57BA5&quot;/&gt;&lt;wsp:rsid wsp:val=&quot;0000269A&quot;/&gt;&lt;wsp:rsid wsp:val=&quot;0000274B&quot;/&gt;&lt;wsp:rsid wsp:val=&quot;00003E2E&quot;/&gt;&lt;wsp:rsid wsp:val=&quot;000447E9&quot;/&gt;&lt;wsp:rsid wsp:val=&quot;000804B2&quot;/&gt;&lt;wsp:rsid wsp:val=&quot;000D0603&quot;/&gt;&lt;wsp:rsid wsp:val=&quot;000E6C07&quot;/&gt;&lt;wsp:rsid wsp:val=&quot;001034D2&quot;/&gt;&lt;wsp:rsid wsp:val=&quot;00112688&quot;/&gt;&lt;wsp:rsid wsp:val=&quot;0017214F&quot;/&gt;&lt;wsp:rsid wsp:val=&quot;002577F3&quot;/&gt;&lt;wsp:rsid wsp:val=&quot;00292F36&quot;/&gt;&lt;wsp:rsid wsp:val=&quot;002B1A21&quot;/&gt;&lt;wsp:rsid wsp:val=&quot;002C17B0&quot;/&gt;&lt;wsp:rsid wsp:val=&quot;00340263&quot;/&gt;&lt;wsp:rsid wsp:val=&quot;00346D46&quot;/&gt;&lt;wsp:rsid wsp:val=&quot;0038160D&quot;/&gt;&lt;wsp:rsid wsp:val=&quot;0039008E&quot;/&gt;&lt;wsp:rsid wsp:val=&quot;003F0F8F&quot;/&gt;&lt;wsp:rsid wsp:val=&quot;003F437D&quot;/&gt;&lt;wsp:rsid wsp:val=&quot;00407FBA&quot;/&gt;&lt;wsp:rsid wsp:val=&quot;0043124E&quot;/&gt;&lt;wsp:rsid wsp:val=&quot;00431E2E&quot;/&gt;&lt;wsp:rsid wsp:val=&quot;004609A3&quot;/&gt;&lt;wsp:rsid wsp:val=&quot;004802B0&quot;/&gt;&lt;wsp:rsid wsp:val=&quot;00493BE8&quot;/&gt;&lt;wsp:rsid wsp:val=&quot;004A08A5&quot;/&gt;&lt;wsp:rsid wsp:val=&quot;00592D11&quot;/&gt;&lt;wsp:rsid wsp:val=&quot;00597992&quot;/&gt;&lt;wsp:rsid wsp:val=&quot;006A6677&quot;/&gt;&lt;wsp:rsid wsp:val=&quot;006D4710&quot;/&gt;&lt;wsp:rsid wsp:val=&quot;006F4D5F&quot;/&gt;&lt;wsp:rsid wsp:val=&quot;00712285&quot;/&gt;&lt;wsp:rsid wsp:val=&quot;007162C8&quot;/&gt;&lt;wsp:rsid wsp:val=&quot;00733CD4&quot;/&gt;&lt;wsp:rsid wsp:val=&quot;00742110&quot;/&gt;&lt;wsp:rsid wsp:val=&quot;0076362B&quot;/&gt;&lt;wsp:rsid wsp:val=&quot;00766E01&quot;/&gt;&lt;wsp:rsid wsp:val=&quot;0076788B&quot;/&gt;&lt;wsp:rsid wsp:val=&quot;007740D3&quot;/&gt;&lt;wsp:rsid wsp:val=&quot;00780B36&quot;/&gt;&lt;wsp:rsid wsp:val=&quot;00814B70&quot;/&gt;&lt;wsp:rsid wsp:val=&quot;00937449&quot;/&gt;&lt;wsp:rsid wsp:val=&quot;0094614E&quot;/&gt;&lt;wsp:rsid wsp:val=&quot;009619B2&quot;/&gt;&lt;wsp:rsid wsp:val=&quot;00992DE3&quot;/&gt;&lt;wsp:rsid wsp:val=&quot;009B0BC4&quot;/&gt;&lt;wsp:rsid wsp:val=&quot;009B62E6&quot;/&gt;&lt;wsp:rsid wsp:val=&quot;009C3E30&quot;/&gt;&lt;wsp:rsid wsp:val=&quot;00A06904&quot;/&gt;&lt;wsp:rsid wsp:val=&quot;00A338D4&quot;/&gt;&lt;wsp:rsid wsp:val=&quot;00A42C61&quot;/&gt;&lt;wsp:rsid wsp:val=&quot;00A57BA5&quot;/&gt;&lt;wsp:rsid wsp:val=&quot;00A66443&quot;/&gt;&lt;wsp:rsid wsp:val=&quot;00AB313D&quot;/&gt;&lt;wsp:rsid wsp:val=&quot;00AC3730&quot;/&gt;&lt;wsp:rsid wsp:val=&quot;00B028D8&quot;/&gt;&lt;wsp:rsid wsp:val=&quot;00BE6C9C&quot;/&gt;&lt;wsp:rsid wsp:val=&quot;00C21D4A&quot;/&gt;&lt;wsp:rsid wsp:val=&quot;00CA4416&quot;/&gt;&lt;wsp:rsid wsp:val=&quot;00CE5835&quot;/&gt;&lt;wsp:rsid wsp:val=&quot;00D3184D&quot;/&gt;&lt;wsp:rsid wsp:val=&quot;00D36B64&quot;/&gt;&lt;wsp:rsid wsp:val=&quot;00D430AE&quot;/&gt;&lt;wsp:rsid wsp:val=&quot;00D66C41&quot;/&gt;&lt;wsp:rsid wsp:val=&quot;00D712D9&quot;/&gt;&lt;wsp:rsid wsp:val=&quot;00D75DBD&quot;/&gt;&lt;wsp:rsid wsp:val=&quot;00D75FFB&quot;/&gt;&lt;wsp:rsid wsp:val=&quot;00DC1C12&quot;/&gt;&lt;wsp:rsid wsp:val=&quot;00E216B3&quot;/&gt;&lt;wsp:rsid wsp:val=&quot;00E36D6D&quot;/&gt;&lt;wsp:rsid wsp:val=&quot;00E53C5C&quot;/&gt;&lt;wsp:rsid wsp:val=&quot;00E64934&quot;/&gt;&lt;wsp:rsid wsp:val=&quot;00E64B30&quot;/&gt;&lt;wsp:rsid wsp:val=&quot;00E75692&quot;/&gt;&lt;wsp:rsid wsp:val=&quot;00E874C6&quot;/&gt;&lt;wsp:rsid wsp:val=&quot;00F0185C&quot;/&gt;&lt;wsp:rsid wsp:val=&quot;00F24D7E&quot;/&gt;&lt;/wsp:rsids&gt;&lt;/w:docPr&gt;&lt;w:body&gt;&lt;w:p wsp:rsidR=&quot;00000000&quot; wsp:rsidRDefault=&quot;00592D11&quot;&gt;&lt;m:oMathPara&gt;&lt;m:oMath&gt;&lt;m:f&gt;&lt;m:fPr&gt;&lt;m:ctrlPr&gt;&lt;w:rPr&gt;&lt;w:rFonts w:ascii=&quot;Cambria Math&quot; w:h-ansi=&quot;瀹嬩綋&quot;/&gt;&lt;wx:font wx:val=&quot;Cambria Math&quot;/&gt;&lt;w:sz-cs w:val=&quot;21&quot;/&gt;&lt;/w:rPr&gt;&lt;/m:ctrlPr&gt;&lt;/m:fPr&gt;&lt;m:num&gt;&lt;m:r&gt;&lt;m:rPr&gt;&lt;m:sty m:val=idR&quot;p&quot;/&gt;&lt;/m:rPr&gt;&lt;w:sp:rPr&gt;&lt;w:rDefFontults w:ascii=&quot;Cambria Math&quot; w:h-ansi=&quot;瀹嬩綋&quot;/&gt;&lt;wx:font wx:val=&quot;Cambria Math&quot;/&gt;&lt;w:sz-cs w:val=&quot;21&quot;/&gt;&lt;/w:rPr&gt;&lt;m:t&gt;W&lt;/m:t&gt;&lt;/m:r&gt;&lt;/m:num&gt;&lt;m:den&gt;&lt;m:r&gt;&lt;m:rPr&gt;&lt;m:sty m:val=&quot;p&quot;/&gt;&lt;/m:rPr&gt;&lt;w:rPr&gt;&lt;w:rFonts w:ascii=&quot;Cambria Math&quot; w:idRh-ansi=&quot;瀹嬩綋&quot;/&gt;&lt;w&lt;w:sp:x:font wx:vw:rDefal=&quot;Camontultbria Math&quot;/&gt;&lt;w:sz-cs w:val=&quot;21&quot;/&gt;&lt;/w:rPr&gt;&lt;m:t&gt;t&lt;/m:t&gt;&lt;/m:r&gt;&lt;/m:den&gt;&lt;/m:f&gt;&lt;/m:oMath&gt;&lt;/m:oMathPara&gt;&lt;/w:p&gt;&lt;w:sectPr wsp:rsidR=&quot;00000000&quot;&gt;&lt;w:pgSz w:w=&quot;12240&quot; w:h=&quot;15840&quot;/&gt;&lt;w:pgMar w:top=&quot;1440&quot; w:right=&quot;18idR00&quot; w:bottom=&quot;1440&quot; w:left=&quot;1800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39008E">
        <w:rPr>
          <w:rFonts w:ascii="宋体" w:hAnsi="宋体"/>
          <w:szCs w:val="21"/>
        </w:rPr>
        <w:fldChar w:fldCharType="end"/>
      </w:r>
      <w:r w:rsidRPr="00BE6C9C">
        <w:rPr>
          <w:rFonts w:ascii="宋体" w:hAnsi="宋体"/>
          <w:szCs w:val="21"/>
        </w:rPr>
        <w:t>=1.215</w:t>
      </w:r>
      <w:r w:rsidRPr="00BE6C9C">
        <w:rPr>
          <w:rFonts w:ascii="宋体" w:hAnsi="宋体" w:hint="eastAsia"/>
          <w:szCs w:val="21"/>
        </w:rPr>
        <w:t>×</w:t>
      </w:r>
      <w:r w:rsidRPr="00BE6C9C">
        <w:rPr>
          <w:rFonts w:ascii="宋体" w:hAnsi="宋体"/>
          <w:szCs w:val="21"/>
        </w:rPr>
        <w:t>10</w:t>
      </w:r>
      <w:r w:rsidRPr="00BE6C9C">
        <w:rPr>
          <w:rFonts w:ascii="宋体" w:hAnsi="宋体"/>
          <w:szCs w:val="21"/>
          <w:vertAlign w:val="superscript"/>
        </w:rPr>
        <w:t>5</w:t>
      </w:r>
      <w:r w:rsidRPr="00BE6C9C">
        <w:rPr>
          <w:rFonts w:ascii="宋体" w:hAnsi="宋体"/>
          <w:szCs w:val="21"/>
        </w:rPr>
        <w:t>J/60s=2025W</w:t>
      </w: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分）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3</w:t>
      </w:r>
      <w:r w:rsidRPr="00BE6C9C">
        <w:rPr>
          <w:rFonts w:ascii="宋体" w:hAnsi="宋体" w:hint="eastAsia"/>
          <w:szCs w:val="21"/>
        </w:rPr>
        <w:t>）</w:t>
      </w:r>
      <w:r w:rsidRPr="00BE6C9C">
        <w:rPr>
          <w:rFonts w:ascii="宋体" w:hAnsi="宋体"/>
          <w:szCs w:val="21"/>
        </w:rPr>
        <w:t>1min</w:t>
      </w:r>
      <w:r w:rsidRPr="00BE6C9C">
        <w:rPr>
          <w:rFonts w:ascii="宋体" w:hAnsi="宋体" w:hint="eastAsia"/>
          <w:szCs w:val="21"/>
        </w:rPr>
        <w:t>消耗汽油完全燃烧释放的热量为：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/>
          <w:szCs w:val="21"/>
        </w:rPr>
        <w:t>Q</w:t>
      </w:r>
      <w:r w:rsidRPr="00BE6C9C">
        <w:rPr>
          <w:rFonts w:ascii="宋体" w:hAnsi="宋体" w:hint="eastAsia"/>
          <w:szCs w:val="21"/>
          <w:vertAlign w:val="subscript"/>
        </w:rPr>
        <w:t>放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mq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10</w:t>
      </w:r>
      <w:r w:rsidRPr="00BE6C9C">
        <w:rPr>
          <w:rFonts w:ascii="宋体" w:hAnsi="宋体" w:hint="eastAsia"/>
          <w:szCs w:val="21"/>
        </w:rPr>
        <w:t>×</w:t>
      </w:r>
      <w:r w:rsidRPr="00BE6C9C">
        <w:rPr>
          <w:rFonts w:ascii="宋体" w:hAnsi="宋体"/>
          <w:szCs w:val="21"/>
        </w:rPr>
        <w:t>10</w:t>
      </w:r>
      <w:r w:rsidRPr="00BE6C9C">
        <w:rPr>
          <w:rFonts w:ascii="宋体" w:hAnsi="宋体" w:hint="eastAsia"/>
          <w:szCs w:val="21"/>
          <w:vertAlign w:val="superscript"/>
        </w:rPr>
        <w:t>﹣</w:t>
      </w:r>
      <w:r w:rsidRPr="00BE6C9C">
        <w:rPr>
          <w:rFonts w:ascii="宋体" w:hAnsi="宋体"/>
          <w:szCs w:val="21"/>
          <w:vertAlign w:val="superscript"/>
        </w:rPr>
        <w:t>3</w:t>
      </w:r>
      <w:r w:rsidRPr="00D11017">
        <w:rPr>
          <w:rFonts w:ascii="宋体" w:hAnsi="宋体"/>
          <w:szCs w:val="21"/>
        </w:rPr>
        <w:t xml:space="preserve"> </w:t>
      </w:r>
      <w:r w:rsidRPr="00BE6C9C">
        <w:rPr>
          <w:rFonts w:ascii="宋体" w:hAnsi="宋体"/>
          <w:szCs w:val="21"/>
        </w:rPr>
        <w:t>kg</w:t>
      </w:r>
      <w:r w:rsidRPr="00BE6C9C">
        <w:rPr>
          <w:rFonts w:ascii="宋体" w:hAnsi="宋体" w:hint="eastAsia"/>
          <w:szCs w:val="21"/>
        </w:rPr>
        <w:t>×</w:t>
      </w:r>
      <w:r w:rsidRPr="00BE6C9C">
        <w:rPr>
          <w:rFonts w:ascii="宋体" w:hAnsi="宋体"/>
          <w:szCs w:val="21"/>
        </w:rPr>
        <w:t>4.5</w:t>
      </w:r>
      <w:r w:rsidRPr="00BE6C9C">
        <w:rPr>
          <w:rFonts w:ascii="宋体" w:hAnsi="宋体" w:hint="eastAsia"/>
          <w:szCs w:val="21"/>
        </w:rPr>
        <w:t>×</w:t>
      </w:r>
      <w:r w:rsidRPr="00BE6C9C">
        <w:rPr>
          <w:rFonts w:ascii="宋体" w:hAnsi="宋体"/>
          <w:szCs w:val="21"/>
        </w:rPr>
        <w:t>10</w:t>
      </w:r>
      <w:r w:rsidRPr="00BE6C9C">
        <w:rPr>
          <w:rFonts w:ascii="宋体" w:hAnsi="宋体"/>
          <w:szCs w:val="21"/>
          <w:vertAlign w:val="superscript"/>
        </w:rPr>
        <w:t>7</w:t>
      </w:r>
      <w:r w:rsidRPr="00BE6C9C">
        <w:rPr>
          <w:rFonts w:ascii="宋体" w:hAnsi="宋体"/>
          <w:szCs w:val="21"/>
        </w:rPr>
        <w:t>J/kg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4.5</w:t>
      </w:r>
      <w:r w:rsidRPr="00BE6C9C">
        <w:rPr>
          <w:rFonts w:ascii="宋体" w:hAnsi="宋体" w:hint="eastAsia"/>
          <w:szCs w:val="21"/>
        </w:rPr>
        <w:t>×</w:t>
      </w:r>
      <w:r w:rsidRPr="00BE6C9C">
        <w:rPr>
          <w:rFonts w:ascii="宋体" w:hAnsi="宋体"/>
          <w:szCs w:val="21"/>
        </w:rPr>
        <w:t>10</w:t>
      </w:r>
      <w:r w:rsidRPr="00BE6C9C">
        <w:rPr>
          <w:rFonts w:ascii="宋体" w:hAnsi="宋体"/>
          <w:szCs w:val="21"/>
          <w:vertAlign w:val="superscript"/>
        </w:rPr>
        <w:t>5</w:t>
      </w:r>
      <w:r w:rsidRPr="00BE6C9C">
        <w:rPr>
          <w:rFonts w:ascii="宋体" w:hAnsi="宋体"/>
          <w:szCs w:val="21"/>
        </w:rPr>
        <w:t>J</w:t>
      </w: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分）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则汽油机的效率为：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int="eastAsia"/>
          <w:szCs w:val="21"/>
        </w:rPr>
        <w:t>η</w:t>
      </w:r>
      <w:r w:rsidRPr="00BE6C9C">
        <w:rPr>
          <w:rFonts w:ascii="宋体" w:hAnsi="宋体" w:hint="eastAsia"/>
          <w:szCs w:val="21"/>
        </w:rPr>
        <w:t>＝</w:t>
      </w:r>
      <w:r>
        <w:rPr>
          <w:rFonts w:ascii="宋体"/>
          <w:noProof/>
          <w:position w:val="-30"/>
          <w:szCs w:val="21"/>
        </w:rPr>
        <w:pict>
          <v:shape id="图片 3" o:spid="_x0000_i1032" type="#_x0000_t75" alt="菁优网-jyeoo" style="width:21pt;height:35.25pt;visibility:visible">
            <v:imagedata r:id="rId11" o:title=""/>
          </v:shape>
        </w:pict>
      </w:r>
      <w:r w:rsidRPr="00BE6C9C">
        <w:rPr>
          <w:rFonts w:ascii="宋体" w:hAnsi="宋体" w:hint="eastAsia"/>
          <w:szCs w:val="21"/>
        </w:rPr>
        <w:t>×</w:t>
      </w:r>
      <w:r w:rsidRPr="00BE6C9C">
        <w:rPr>
          <w:rFonts w:ascii="宋体" w:hAnsi="宋体"/>
          <w:szCs w:val="21"/>
        </w:rPr>
        <w:t>100%</w:t>
      </w:r>
      <w:r w:rsidRPr="00BE6C9C">
        <w:rPr>
          <w:rFonts w:ascii="宋体" w:hAnsi="宋体" w:hint="eastAsia"/>
          <w:szCs w:val="21"/>
        </w:rPr>
        <w:t>＝</w:t>
      </w:r>
      <w:r>
        <w:rPr>
          <w:rFonts w:ascii="宋体"/>
          <w:noProof/>
          <w:position w:val="-30"/>
          <w:szCs w:val="21"/>
        </w:rPr>
        <w:pict>
          <v:shape id="_x0000_i1033" type="#_x0000_t75" style="width:78pt;height:35.25pt;visibility:visible">
            <v:imagedata r:id="rId12" o:title=""/>
          </v:shape>
        </w:pict>
      </w:r>
      <w:r w:rsidRPr="00BE6C9C">
        <w:rPr>
          <w:rFonts w:ascii="宋体" w:hAnsi="宋体" w:hint="eastAsia"/>
          <w:szCs w:val="21"/>
        </w:rPr>
        <w:t>×</w:t>
      </w:r>
      <w:r w:rsidRPr="00BE6C9C">
        <w:rPr>
          <w:rFonts w:ascii="宋体" w:hAnsi="宋体"/>
          <w:szCs w:val="21"/>
        </w:rPr>
        <w:t>100%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27%</w:t>
      </w: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分）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答：（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）平均压力为</w:t>
      </w:r>
      <w:r w:rsidRPr="00BE6C9C">
        <w:rPr>
          <w:rFonts w:ascii="宋体" w:hAnsi="宋体"/>
          <w:szCs w:val="21"/>
        </w:rPr>
        <w:t>2700N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2</w:t>
      </w:r>
      <w:r w:rsidRPr="00BE6C9C">
        <w:rPr>
          <w:rFonts w:ascii="宋体" w:hAnsi="宋体" w:hint="eastAsia"/>
          <w:szCs w:val="21"/>
        </w:rPr>
        <w:t>）一个做功冲程中燃气对活塞做的功为</w:t>
      </w:r>
      <w:r w:rsidRPr="00BE6C9C">
        <w:rPr>
          <w:rFonts w:ascii="宋体" w:hAnsi="宋体"/>
          <w:szCs w:val="21"/>
        </w:rPr>
        <w:t>135J</w:t>
      </w:r>
      <w:r w:rsidRPr="00BE6C9C">
        <w:rPr>
          <w:rFonts w:ascii="宋体" w:hAnsi="宋体" w:hint="eastAsia"/>
          <w:szCs w:val="21"/>
        </w:rPr>
        <w:t>；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3</w:t>
      </w:r>
      <w:r w:rsidRPr="00BE6C9C">
        <w:rPr>
          <w:rFonts w:ascii="宋体" w:hAnsi="宋体" w:hint="eastAsia"/>
          <w:szCs w:val="21"/>
        </w:rPr>
        <w:t>）燃气对活塞做功的功率为</w:t>
      </w:r>
      <w:r w:rsidRPr="00BE6C9C">
        <w:rPr>
          <w:rFonts w:ascii="宋体" w:hAnsi="宋体"/>
          <w:szCs w:val="21"/>
        </w:rPr>
        <w:t>2025W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4</w:t>
      </w:r>
      <w:r w:rsidRPr="00BE6C9C">
        <w:rPr>
          <w:rFonts w:ascii="宋体" w:hAnsi="宋体" w:hint="eastAsia"/>
          <w:szCs w:val="21"/>
        </w:rPr>
        <w:t>）该汽油机的效率为</w:t>
      </w:r>
      <w:r w:rsidRPr="00BE6C9C">
        <w:rPr>
          <w:rFonts w:ascii="宋体" w:hAnsi="宋体"/>
          <w:szCs w:val="21"/>
        </w:rPr>
        <w:t>27%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/>
          <w:szCs w:val="21"/>
        </w:rPr>
        <w:t>33</w:t>
      </w:r>
      <w:r w:rsidRPr="00BE6C9C">
        <w:rPr>
          <w:rFonts w:ascii="宋体"/>
          <w:szCs w:val="21"/>
        </w:rPr>
        <w:t>.</w:t>
      </w:r>
      <w:r w:rsidRPr="00BE6C9C">
        <w:rPr>
          <w:rFonts w:ascii="宋体" w:hAnsi="宋体"/>
          <w:szCs w:val="21"/>
        </w:rPr>
        <w:t xml:space="preserve"> </w:t>
      </w:r>
      <w:r w:rsidRPr="00BE6C9C">
        <w:rPr>
          <w:rFonts w:ascii="宋体" w:hAnsi="宋体" w:hint="eastAsia"/>
          <w:szCs w:val="21"/>
        </w:rPr>
        <w:t>解：（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）</w:t>
      </w:r>
      <w:r w:rsidRPr="00BE6C9C">
        <w:rPr>
          <w:rFonts w:ascii="宋体" w:hAnsi="宋体"/>
          <w:szCs w:val="21"/>
        </w:rPr>
        <w:t>S</w:t>
      </w:r>
      <w:r w:rsidRPr="00BE6C9C">
        <w:rPr>
          <w:rFonts w:ascii="宋体" w:hAnsi="宋体"/>
          <w:szCs w:val="21"/>
          <w:vertAlign w:val="subscript"/>
        </w:rPr>
        <w:t>1</w:t>
      </w:r>
      <w:r w:rsidRPr="00BE6C9C">
        <w:rPr>
          <w:rFonts w:ascii="宋体" w:hAnsi="宋体" w:hint="eastAsia"/>
          <w:szCs w:val="21"/>
        </w:rPr>
        <w:t>、</w:t>
      </w:r>
      <w:r w:rsidRPr="00BE6C9C">
        <w:rPr>
          <w:rFonts w:ascii="宋体" w:hAnsi="宋体"/>
          <w:szCs w:val="21"/>
        </w:rPr>
        <w:t>S</w:t>
      </w:r>
      <w:r w:rsidRPr="00BE6C9C">
        <w:rPr>
          <w:rFonts w:ascii="宋体" w:hAnsi="宋体"/>
          <w:szCs w:val="21"/>
          <w:vertAlign w:val="subscript"/>
        </w:rPr>
        <w:t>2</w:t>
      </w:r>
      <w:r w:rsidRPr="00BE6C9C">
        <w:rPr>
          <w:rFonts w:ascii="宋体" w:hAnsi="宋体" w:hint="eastAsia"/>
          <w:szCs w:val="21"/>
        </w:rPr>
        <w:t>、</w:t>
      </w:r>
      <w:r w:rsidRPr="00BE6C9C">
        <w:rPr>
          <w:rFonts w:ascii="宋体" w:hAnsi="宋体"/>
          <w:szCs w:val="21"/>
        </w:rPr>
        <w:t>S</w:t>
      </w:r>
      <w:r w:rsidRPr="00BE6C9C">
        <w:rPr>
          <w:rFonts w:ascii="宋体" w:hAnsi="宋体"/>
          <w:szCs w:val="21"/>
          <w:vertAlign w:val="subscript"/>
        </w:rPr>
        <w:t>3</w:t>
      </w:r>
      <w:r w:rsidRPr="00BE6C9C">
        <w:rPr>
          <w:rFonts w:ascii="宋体" w:hAnsi="宋体" w:hint="eastAsia"/>
          <w:szCs w:val="21"/>
        </w:rPr>
        <w:t>均闭合时，电阻</w:t>
      </w:r>
      <w:r w:rsidRPr="00BE6C9C">
        <w:rPr>
          <w:rFonts w:ascii="宋体" w:hAnsi="宋体"/>
          <w:szCs w:val="21"/>
        </w:rPr>
        <w:t>R</w:t>
      </w:r>
      <w:r w:rsidRPr="00BE6C9C">
        <w:rPr>
          <w:rFonts w:ascii="宋体" w:hAnsi="宋体"/>
          <w:szCs w:val="21"/>
          <w:vertAlign w:val="subscript"/>
        </w:rPr>
        <w:t>1</w:t>
      </w:r>
      <w:r w:rsidRPr="00BE6C9C">
        <w:rPr>
          <w:rFonts w:ascii="宋体" w:hAnsi="宋体" w:hint="eastAsia"/>
          <w:szCs w:val="21"/>
        </w:rPr>
        <w:t>、</w:t>
      </w:r>
      <w:r w:rsidRPr="00BE6C9C">
        <w:rPr>
          <w:rFonts w:ascii="宋体" w:hAnsi="宋体"/>
          <w:szCs w:val="21"/>
        </w:rPr>
        <w:t>R</w:t>
      </w:r>
      <w:r w:rsidRPr="00BE6C9C">
        <w:rPr>
          <w:rFonts w:ascii="宋体" w:hAnsi="宋体"/>
          <w:szCs w:val="21"/>
          <w:vertAlign w:val="subscript"/>
        </w:rPr>
        <w:t>2</w:t>
      </w:r>
      <w:r w:rsidRPr="00BE6C9C">
        <w:rPr>
          <w:rFonts w:ascii="宋体" w:hAnsi="宋体" w:hint="eastAsia"/>
          <w:szCs w:val="21"/>
        </w:rPr>
        <w:t>并联，小灯泡没有接入电路，电流表</w:t>
      </w:r>
      <w:r w:rsidRPr="00BE6C9C">
        <w:rPr>
          <w:rFonts w:ascii="宋体" w:hAnsi="宋体"/>
          <w:szCs w:val="21"/>
        </w:rPr>
        <w:t>A</w:t>
      </w:r>
      <w:r w:rsidRPr="00BE6C9C">
        <w:rPr>
          <w:rFonts w:ascii="宋体" w:hAnsi="宋体"/>
          <w:szCs w:val="21"/>
          <w:vertAlign w:val="subscript"/>
        </w:rPr>
        <w:t>1</w:t>
      </w:r>
      <w:r w:rsidRPr="00BE6C9C">
        <w:rPr>
          <w:rFonts w:ascii="宋体" w:hAnsi="宋体" w:hint="eastAsia"/>
          <w:szCs w:val="21"/>
        </w:rPr>
        <w:t>测干路电流，电流表</w:t>
      </w:r>
      <w:r w:rsidRPr="00BE6C9C">
        <w:rPr>
          <w:rFonts w:ascii="宋体" w:hAnsi="宋体"/>
          <w:szCs w:val="21"/>
        </w:rPr>
        <w:t>A</w:t>
      </w:r>
      <w:r w:rsidRPr="00BE6C9C">
        <w:rPr>
          <w:rFonts w:ascii="宋体" w:hAnsi="宋体"/>
          <w:szCs w:val="21"/>
          <w:vertAlign w:val="subscript"/>
        </w:rPr>
        <w:t>2</w:t>
      </w:r>
      <w:r w:rsidRPr="00BE6C9C">
        <w:rPr>
          <w:rFonts w:ascii="宋体" w:hAnsi="宋体" w:hint="eastAsia"/>
          <w:szCs w:val="21"/>
        </w:rPr>
        <w:t>测</w:t>
      </w:r>
      <w:r w:rsidRPr="00BE6C9C">
        <w:rPr>
          <w:rFonts w:ascii="宋体" w:hAnsi="宋体"/>
          <w:szCs w:val="21"/>
        </w:rPr>
        <w:t>R</w:t>
      </w:r>
      <w:r w:rsidRPr="00BE6C9C">
        <w:rPr>
          <w:rFonts w:ascii="宋体" w:hAnsi="宋体"/>
          <w:szCs w:val="21"/>
          <w:vertAlign w:val="subscript"/>
        </w:rPr>
        <w:t>2</w:t>
      </w:r>
      <w:r w:rsidRPr="00BE6C9C">
        <w:rPr>
          <w:rFonts w:ascii="宋体" w:hAnsi="宋体" w:hint="eastAsia"/>
          <w:szCs w:val="21"/>
        </w:rPr>
        <w:t>的电流，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根据并联电路干路电流等于各支路电流之和可得：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通过电阻</w:t>
      </w:r>
      <w:r w:rsidRPr="00BE6C9C">
        <w:rPr>
          <w:rFonts w:ascii="宋体" w:hAnsi="宋体"/>
          <w:szCs w:val="21"/>
        </w:rPr>
        <w:t>R</w:t>
      </w:r>
      <w:r w:rsidRPr="00BE6C9C">
        <w:rPr>
          <w:rFonts w:ascii="宋体" w:hAnsi="宋体"/>
          <w:szCs w:val="21"/>
          <w:vertAlign w:val="subscript"/>
        </w:rPr>
        <w:t>1</w:t>
      </w:r>
      <w:r w:rsidRPr="00BE6C9C">
        <w:rPr>
          <w:rFonts w:ascii="宋体" w:hAnsi="宋体" w:hint="eastAsia"/>
          <w:szCs w:val="21"/>
        </w:rPr>
        <w:t>的电流</w:t>
      </w:r>
      <w:r w:rsidRPr="00BE6C9C">
        <w:rPr>
          <w:rFonts w:ascii="宋体" w:hAnsi="宋体"/>
          <w:szCs w:val="21"/>
        </w:rPr>
        <w:t>I</w:t>
      </w:r>
      <w:r w:rsidRPr="00BE6C9C">
        <w:rPr>
          <w:rFonts w:ascii="宋体" w:hAnsi="宋体"/>
          <w:szCs w:val="21"/>
          <w:vertAlign w:val="subscript"/>
        </w:rPr>
        <w:t>1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I</w:t>
      </w:r>
      <w:r w:rsidRPr="00BE6C9C">
        <w:rPr>
          <w:rFonts w:ascii="宋体" w:hAnsi="宋体" w:hint="eastAsia"/>
          <w:szCs w:val="21"/>
        </w:rPr>
        <w:t>﹣</w:t>
      </w:r>
      <w:r w:rsidRPr="00BE6C9C">
        <w:rPr>
          <w:rFonts w:ascii="宋体" w:hAnsi="宋体"/>
          <w:szCs w:val="21"/>
        </w:rPr>
        <w:t>I</w:t>
      </w:r>
      <w:r w:rsidRPr="00BE6C9C">
        <w:rPr>
          <w:rFonts w:ascii="宋体" w:hAnsi="宋体"/>
          <w:szCs w:val="21"/>
          <w:vertAlign w:val="subscript"/>
        </w:rPr>
        <w:t>2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0.55A</w:t>
      </w:r>
      <w:r w:rsidRPr="00BE6C9C">
        <w:rPr>
          <w:rFonts w:ascii="宋体" w:hAnsi="宋体" w:hint="eastAsia"/>
          <w:szCs w:val="21"/>
        </w:rPr>
        <w:t>﹣</w:t>
      </w:r>
      <w:r w:rsidRPr="00BE6C9C">
        <w:rPr>
          <w:rFonts w:ascii="宋体" w:hAnsi="宋体"/>
          <w:szCs w:val="21"/>
        </w:rPr>
        <w:t>0.1A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0.45A</w:t>
      </w:r>
      <w:r w:rsidRPr="00BE6C9C">
        <w:rPr>
          <w:rFonts w:ascii="宋体" w:hAnsi="宋体" w:hint="eastAsia"/>
          <w:szCs w:val="21"/>
        </w:rPr>
        <w:t>，（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分）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根据根据</w:t>
      </w:r>
      <w:r w:rsidRPr="00BE6C9C">
        <w:rPr>
          <w:rFonts w:ascii="宋体" w:hAnsi="宋体"/>
          <w:szCs w:val="21"/>
        </w:rPr>
        <w:t>I</w:t>
      </w:r>
      <w:r w:rsidRPr="00BE6C9C">
        <w:rPr>
          <w:rFonts w:ascii="宋体" w:hAnsi="宋体" w:hint="eastAsia"/>
          <w:szCs w:val="21"/>
        </w:rPr>
        <w:t>＝</w:t>
      </w:r>
      <w:r>
        <w:rPr>
          <w:rFonts w:ascii="宋体"/>
          <w:noProof/>
          <w:position w:val="-22"/>
          <w:szCs w:val="21"/>
        </w:rPr>
        <w:pict>
          <v:shape id="图片 24" o:spid="_x0000_i1034" type="#_x0000_t75" alt="菁优网-jyeoo" style="width:9.75pt;height:26.25pt;visibility:visible">
            <v:imagedata r:id="rId13" o:title=""/>
          </v:shape>
        </w:pict>
      </w:r>
      <w:r w:rsidRPr="00BE6C9C">
        <w:rPr>
          <w:rFonts w:ascii="宋体" w:hAnsi="宋体" w:hint="eastAsia"/>
          <w:szCs w:val="21"/>
        </w:rPr>
        <w:t>可</w:t>
      </w:r>
      <w:r w:rsidRPr="00BE6C9C">
        <w:rPr>
          <w:rFonts w:ascii="宋体" w:hAnsi="宋体"/>
          <w:szCs w:val="21"/>
        </w:rPr>
        <w:t>R</w:t>
      </w:r>
      <w:r w:rsidRPr="00BE6C9C">
        <w:rPr>
          <w:rFonts w:ascii="宋体" w:hAnsi="宋体"/>
          <w:szCs w:val="21"/>
          <w:vertAlign w:val="subscript"/>
        </w:rPr>
        <w:t>1</w:t>
      </w:r>
      <w:r w:rsidRPr="00515E14">
        <w:rPr>
          <w:rFonts w:ascii="宋体" w:hAnsi="宋体"/>
          <w:color w:val="000000"/>
          <w:szCs w:val="21"/>
        </w:rPr>
        <w:t>=U/I</w:t>
      </w:r>
      <w:r w:rsidRPr="00515E14">
        <w:rPr>
          <w:rFonts w:ascii="宋体" w:hAnsi="宋体"/>
          <w:color w:val="000000"/>
          <w:szCs w:val="21"/>
          <w:vertAlign w:val="subscript"/>
        </w:rPr>
        <w:t>1</w:t>
      </w:r>
      <w:r w:rsidRPr="00BE6C9C">
        <w:rPr>
          <w:rFonts w:ascii="宋体" w:hAnsi="宋体"/>
          <w:szCs w:val="21"/>
        </w:rPr>
        <w:t>=10</w:t>
      </w:r>
      <w:r w:rsidRPr="00BE6C9C">
        <w:rPr>
          <w:rFonts w:ascii="宋体" w:hint="eastAsia"/>
          <w:szCs w:val="21"/>
        </w:rPr>
        <w:t>Ω</w:t>
      </w: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分）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根据</w:t>
      </w:r>
      <w:r w:rsidRPr="00BE6C9C">
        <w:rPr>
          <w:rFonts w:ascii="宋体" w:hAnsi="宋体"/>
          <w:szCs w:val="21"/>
        </w:rPr>
        <w:t>I</w:t>
      </w:r>
      <w:r w:rsidRPr="00BE6C9C">
        <w:rPr>
          <w:rFonts w:ascii="宋体" w:hAnsi="宋体" w:hint="eastAsia"/>
          <w:szCs w:val="21"/>
        </w:rPr>
        <w:t>＝</w:t>
      </w:r>
      <w:r>
        <w:rPr>
          <w:rFonts w:ascii="宋体"/>
          <w:noProof/>
          <w:position w:val="-22"/>
          <w:szCs w:val="21"/>
        </w:rPr>
        <w:pict>
          <v:shape id="_x0000_i1035" type="#_x0000_t75" alt="菁优网-jyeoo" style="width:9.75pt;height:26.25pt;visibility:visible">
            <v:imagedata r:id="rId13" o:title=""/>
          </v:shape>
        </w:pict>
      </w:r>
      <w:r w:rsidRPr="00BE6C9C">
        <w:rPr>
          <w:rFonts w:ascii="宋体" w:hAnsi="宋体" w:hint="eastAsia"/>
          <w:szCs w:val="21"/>
        </w:rPr>
        <w:t>可得：</w:t>
      </w:r>
      <w:r w:rsidRPr="00BE6C9C">
        <w:rPr>
          <w:rFonts w:ascii="宋体" w:hAnsi="宋体"/>
          <w:szCs w:val="21"/>
        </w:rPr>
        <w:t>R</w:t>
      </w:r>
      <w:r w:rsidRPr="00BE6C9C">
        <w:rPr>
          <w:rFonts w:ascii="宋体" w:hAnsi="宋体"/>
          <w:szCs w:val="21"/>
          <w:vertAlign w:val="subscript"/>
        </w:rPr>
        <w:t>2</w:t>
      </w:r>
      <w:r w:rsidRPr="00BE6C9C">
        <w:rPr>
          <w:rFonts w:ascii="宋体" w:hAnsi="宋体" w:hint="eastAsia"/>
          <w:szCs w:val="21"/>
        </w:rPr>
        <w:t>＝</w:t>
      </w:r>
      <w:r>
        <w:rPr>
          <w:rFonts w:ascii="宋体"/>
          <w:noProof/>
          <w:position w:val="-30"/>
          <w:szCs w:val="21"/>
        </w:rPr>
        <w:pict>
          <v:shape id="图片 25" o:spid="_x0000_i1036" type="#_x0000_t75" alt="菁优网-jyeoo" style="width:16.5pt;height:30.75pt;visibility:visible">
            <v:imagedata r:id="rId14" o:title=""/>
          </v:shape>
        </w:pict>
      </w:r>
      <w:r w:rsidRPr="00BE6C9C">
        <w:rPr>
          <w:rFonts w:ascii="宋体" w:hAnsi="宋体" w:hint="eastAsia"/>
          <w:szCs w:val="21"/>
        </w:rPr>
        <w:t>＝</w:t>
      </w:r>
      <w:r>
        <w:rPr>
          <w:rFonts w:ascii="宋体"/>
          <w:noProof/>
          <w:position w:val="-22"/>
          <w:szCs w:val="21"/>
        </w:rPr>
        <w:pict>
          <v:shape id="图片 26" o:spid="_x0000_i1037" type="#_x0000_t75" alt="菁优网-jyeoo" style="width:27.75pt;height:26.25pt;visibility:visible">
            <v:imagedata r:id="rId15" o:title=""/>
          </v:shape>
        </w:pic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45</w:t>
      </w:r>
      <w:r w:rsidRPr="00BE6C9C">
        <w:rPr>
          <w:rFonts w:ascii="宋体" w:hint="eastAsia"/>
          <w:szCs w:val="21"/>
        </w:rPr>
        <w:t>Ω</w:t>
      </w:r>
      <w:r w:rsidRPr="00BE6C9C">
        <w:rPr>
          <w:rFonts w:ascii="宋体" w:hAnsi="宋体" w:hint="eastAsia"/>
          <w:szCs w:val="21"/>
        </w:rPr>
        <w:t>。（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分）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3</w:t>
      </w:r>
      <w:r w:rsidRPr="00BE6C9C">
        <w:rPr>
          <w:rFonts w:ascii="宋体" w:hAnsi="宋体" w:hint="eastAsia"/>
          <w:szCs w:val="21"/>
        </w:rPr>
        <w:t>）保持</w:t>
      </w:r>
      <w:r w:rsidRPr="00BE6C9C">
        <w:rPr>
          <w:rFonts w:ascii="宋体" w:hAnsi="宋体"/>
          <w:szCs w:val="21"/>
        </w:rPr>
        <w:t>S</w:t>
      </w:r>
      <w:r w:rsidRPr="00BE6C9C">
        <w:rPr>
          <w:rFonts w:ascii="宋体" w:hAnsi="宋体"/>
          <w:szCs w:val="21"/>
          <w:vertAlign w:val="subscript"/>
        </w:rPr>
        <w:t>1</w:t>
      </w:r>
      <w:r w:rsidRPr="00BE6C9C">
        <w:rPr>
          <w:rFonts w:ascii="宋体" w:hAnsi="宋体" w:hint="eastAsia"/>
          <w:szCs w:val="21"/>
        </w:rPr>
        <w:t>闭合、断开</w:t>
      </w:r>
      <w:r w:rsidRPr="00BE6C9C">
        <w:rPr>
          <w:rFonts w:ascii="宋体" w:hAnsi="宋体"/>
          <w:szCs w:val="21"/>
        </w:rPr>
        <w:t>S</w:t>
      </w:r>
      <w:r w:rsidRPr="00BE6C9C">
        <w:rPr>
          <w:rFonts w:ascii="宋体" w:hAnsi="宋体"/>
          <w:szCs w:val="21"/>
          <w:vertAlign w:val="subscript"/>
        </w:rPr>
        <w:t>2</w:t>
      </w:r>
      <w:r w:rsidRPr="00BE6C9C">
        <w:rPr>
          <w:rFonts w:ascii="宋体" w:hAnsi="宋体" w:hint="eastAsia"/>
          <w:szCs w:val="21"/>
        </w:rPr>
        <w:t>、</w:t>
      </w:r>
      <w:r w:rsidRPr="00BE6C9C">
        <w:rPr>
          <w:rFonts w:ascii="宋体" w:hAnsi="宋体"/>
          <w:szCs w:val="21"/>
        </w:rPr>
        <w:t>S</w:t>
      </w:r>
      <w:r w:rsidRPr="00BE6C9C">
        <w:rPr>
          <w:rFonts w:ascii="宋体" w:hAnsi="宋体"/>
          <w:szCs w:val="21"/>
          <w:vertAlign w:val="subscript"/>
        </w:rPr>
        <w:t>3</w:t>
      </w:r>
      <w:r w:rsidRPr="00BE6C9C">
        <w:rPr>
          <w:rFonts w:ascii="宋体" w:hAnsi="宋体" w:hint="eastAsia"/>
          <w:szCs w:val="21"/>
        </w:rPr>
        <w:t>时，</w:t>
      </w:r>
      <w:r w:rsidRPr="00BE6C9C">
        <w:rPr>
          <w:rFonts w:ascii="宋体" w:hAnsi="宋体"/>
          <w:szCs w:val="21"/>
        </w:rPr>
        <w:t>R</w:t>
      </w:r>
      <w:r w:rsidRPr="00BE6C9C">
        <w:rPr>
          <w:rFonts w:ascii="宋体" w:hAnsi="宋体"/>
          <w:szCs w:val="21"/>
          <w:vertAlign w:val="subscript"/>
        </w:rPr>
        <w:t>1</w:t>
      </w:r>
      <w:r w:rsidRPr="00BE6C9C">
        <w:rPr>
          <w:rFonts w:ascii="宋体" w:hAnsi="宋体" w:hint="eastAsia"/>
          <w:szCs w:val="21"/>
        </w:rPr>
        <w:t>与小灯泡串联，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由于灯泡两端电压为</w:t>
      </w:r>
      <w:r w:rsidRPr="00BE6C9C">
        <w:rPr>
          <w:rFonts w:ascii="宋体" w:hAnsi="宋体"/>
          <w:szCs w:val="21"/>
        </w:rPr>
        <w:t xml:space="preserve">2.5V  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/>
          <w:szCs w:val="21"/>
        </w:rPr>
        <w:t xml:space="preserve">  </w:t>
      </w:r>
      <w:r w:rsidRPr="00BE6C9C">
        <w:rPr>
          <w:rFonts w:ascii="宋体" w:hAnsi="宋体" w:hint="eastAsia"/>
          <w:szCs w:val="21"/>
        </w:rPr>
        <w:t>由</w:t>
      </w:r>
      <w:r w:rsidRPr="00BE6C9C">
        <w:rPr>
          <w:rFonts w:ascii="宋体" w:hAnsi="宋体"/>
          <w:szCs w:val="21"/>
        </w:rPr>
        <w:t>U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U</w:t>
      </w:r>
      <w:r w:rsidRPr="00BE6C9C">
        <w:rPr>
          <w:rFonts w:ascii="宋体" w:hAnsi="宋体"/>
          <w:szCs w:val="21"/>
          <w:vertAlign w:val="subscript"/>
        </w:rPr>
        <w:t>L</w:t>
      </w:r>
      <w:r w:rsidRPr="00BE6C9C">
        <w:rPr>
          <w:rFonts w:ascii="宋体" w:hAnsi="宋体"/>
          <w:szCs w:val="21"/>
        </w:rPr>
        <w:t>+U</w:t>
      </w:r>
      <w:r w:rsidRPr="00BE6C9C">
        <w:rPr>
          <w:rFonts w:ascii="宋体" w:hAnsi="宋体"/>
          <w:szCs w:val="21"/>
          <w:vertAlign w:val="subscript"/>
        </w:rPr>
        <w:t>1</w:t>
      </w:r>
      <w:r w:rsidRPr="00BE6C9C">
        <w:rPr>
          <w:rFonts w:ascii="宋体" w:hAnsi="宋体" w:hint="eastAsia"/>
          <w:szCs w:val="21"/>
        </w:rPr>
        <w:t>得</w:t>
      </w:r>
      <w:r w:rsidRPr="00BE6C9C">
        <w:rPr>
          <w:rFonts w:ascii="宋体" w:hAnsi="宋体"/>
          <w:szCs w:val="21"/>
        </w:rPr>
        <w:t>U</w:t>
      </w:r>
      <w:r w:rsidRPr="00BE6C9C">
        <w:rPr>
          <w:rFonts w:ascii="宋体" w:hAnsi="宋体"/>
          <w:szCs w:val="21"/>
          <w:vertAlign w:val="subscript"/>
        </w:rPr>
        <w:t>1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U -U</w:t>
      </w:r>
      <w:r w:rsidRPr="00BE6C9C">
        <w:rPr>
          <w:rFonts w:ascii="宋体" w:hAnsi="宋体"/>
          <w:szCs w:val="21"/>
          <w:vertAlign w:val="subscript"/>
        </w:rPr>
        <w:t>L</w:t>
      </w:r>
      <w:r w:rsidRPr="00BE6C9C">
        <w:rPr>
          <w:rFonts w:ascii="宋体" w:hAnsi="宋体"/>
          <w:szCs w:val="21"/>
        </w:rPr>
        <w:t>=4.5V-2.5V=2V</w:t>
      </w: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分）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通过</w:t>
      </w:r>
      <w:r w:rsidRPr="00BE6C9C">
        <w:rPr>
          <w:rFonts w:ascii="宋体" w:hAnsi="宋体"/>
          <w:szCs w:val="21"/>
        </w:rPr>
        <w:t>R</w:t>
      </w:r>
      <w:r w:rsidRPr="00BE6C9C">
        <w:rPr>
          <w:rFonts w:ascii="宋体" w:hAnsi="宋体"/>
          <w:szCs w:val="21"/>
          <w:vertAlign w:val="subscript"/>
        </w:rPr>
        <w:t>1</w:t>
      </w:r>
      <w:r w:rsidRPr="00BE6C9C">
        <w:rPr>
          <w:rFonts w:ascii="宋体" w:hAnsi="宋体" w:hint="eastAsia"/>
          <w:szCs w:val="21"/>
        </w:rPr>
        <w:t>的电流为</w:t>
      </w:r>
      <w:r w:rsidRPr="00BE6C9C">
        <w:rPr>
          <w:rFonts w:ascii="宋体" w:hAnsi="宋体"/>
          <w:szCs w:val="21"/>
        </w:rPr>
        <w:t>I</w:t>
      </w:r>
      <w:r w:rsidRPr="00BE6C9C">
        <w:rPr>
          <w:rFonts w:ascii="宋体" w:hAnsi="宋体"/>
          <w:szCs w:val="21"/>
          <w:vertAlign w:val="subscript"/>
        </w:rPr>
        <w:t>1</w:t>
      </w:r>
      <w:r w:rsidRPr="00BE6C9C">
        <w:rPr>
          <w:rFonts w:ascii="宋体" w:hAnsi="宋体"/>
          <w:szCs w:val="21"/>
        </w:rPr>
        <w:t>=</w:t>
      </w:r>
      <w:r w:rsidRPr="0039008E">
        <w:rPr>
          <w:rFonts w:ascii="宋体" w:hAnsi="宋体"/>
          <w:szCs w:val="21"/>
        </w:rPr>
        <w:fldChar w:fldCharType="begin"/>
      </w:r>
      <w:r w:rsidRPr="0039008E">
        <w:rPr>
          <w:rFonts w:ascii="宋体" w:hAnsi="宋体"/>
          <w:szCs w:val="21"/>
        </w:rPr>
        <w:instrText xml:space="preserve"> QUOTE </w:instrText>
      </w:r>
      <w:r>
        <w:pict>
          <v:shape id="_x0000_i1038" type="#_x0000_t75" style="width:17.25pt;height:26.2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57BA5&quot;/&gt;&lt;wsp:rsid wsp:val=&quot;0000269A&quot;/&gt;&lt;wsp:rsid wsp:val=&quot;0000274B&quot;/&gt;&lt;wsp:rsid wsp:val=&quot;00003E2E&quot;/&gt;&lt;wsp:rsid wsp:val=&quot;000447E9&quot;/&gt;&lt;wsp:rsid wsp:val=&quot;000804B2&quot;/&gt;&lt;wsp:rsid wsp:val=&quot;000D0603&quot;/&gt;&lt;wsp:rsid wsp:val=&quot;000E6C07&quot;/&gt;&lt;wsp:rsid wsp:val=&quot;001034D2&quot;/&gt;&lt;wsp:rsid wsp:val=&quot;00112688&quot;/&gt;&lt;wsp:rsid wsp:val=&quot;0017214F&quot;/&gt;&lt;wsp:rsid wsp:val=&quot;002577F3&quot;/&gt;&lt;wsp:rsid wsp:val=&quot;00292F36&quot;/&gt;&lt;wsp:rsid wsp:val=&quot;002B1A21&quot;/&gt;&lt;wsp:rsid wsp:val=&quot;002C17B0&quot;/&gt;&lt;wsp:rsid wsp:val=&quot;00340263&quot;/&gt;&lt;wsp:rsid wsp:val=&quot;00346D46&quot;/&gt;&lt;wsp:rsid wsp:val=&quot;0038160D&quot;/&gt;&lt;wsp:rsid wsp:val=&quot;0039008E&quot;/&gt;&lt;wsp:rsid wsp:val=&quot;003F0F8F&quot;/&gt;&lt;wsp:rsid wsp:val=&quot;003F437D&quot;/&gt;&lt;wsp:rsid wsp:val=&quot;00407FBA&quot;/&gt;&lt;wsp:rsid wsp:val=&quot;0043124E&quot;/&gt;&lt;wsp:rsid wsp:val=&quot;00431E2E&quot;/&gt;&lt;wsp:rsid wsp:val=&quot;0044023F&quot;/&gt;&lt;wsp:rsid wsp:val=&quot;004609A3&quot;/&gt;&lt;wsp:rsid wsp:val=&quot;004802B0&quot;/&gt;&lt;wsp:rsid wsp:val=&quot;00493BE8&quot;/&gt;&lt;wsp:rsid wsp:val=&quot;004A08A5&quot;/&gt;&lt;wsp:rsid wsp:val=&quot;00597992&quot;/&gt;&lt;wsp:rsid wsp:val=&quot;006A6677&quot;/&gt;&lt;wsp:rsid wsp:val=&quot;006D4710&quot;/&gt;&lt;wsp:rsid wsp:val=&quot;006F4D5F&quot;/&gt;&lt;wsp:rsid wsp:val=&quot;00712285&quot;/&gt;&lt;wsp:rsid wsp:val=&quot;007162C8&quot;/&gt;&lt;wsp:rsid wsp:val=&quot;00733CD4&quot;/&gt;&lt;wsp:rsid wsp:val=&quot;00742110&quot;/&gt;&lt;wsp:rsid wsp:val=&quot;0076362B&quot;/&gt;&lt;wsp:rsid wsp:val=&quot;00766E01&quot;/&gt;&lt;wsp:rsid wsp:val=&quot;0076788B&quot;/&gt;&lt;wsp:rsid wsp:val=&quot;007740D3&quot;/&gt;&lt;wsp:rsid wsp:val=&quot;00780B36&quot;/&gt;&lt;wsp:rsid wsp:val=&quot;00814B70&quot;/&gt;&lt;wsp:rsid wsp:val=&quot;00937449&quot;/&gt;&lt;wsp:rsid wsp:val=&quot;0094614E&quot;/&gt;&lt;wsp:rsid wsp:val=&quot;009619B2&quot;/&gt;&lt;wsp:rsid wsp:val=&quot;00992DE3&quot;/&gt;&lt;wsp:rsid wsp:val=&quot;009B0BC4&quot;/&gt;&lt;wsp:rsid wsp:val=&quot;009B62E6&quot;/&gt;&lt;wsp:rsid wsp:val=&quot;009C3E30&quot;/&gt;&lt;wsp:rsid wsp:val=&quot;00A06904&quot;/&gt;&lt;wsp:rsid wsp:val=&quot;00A338D4&quot;/&gt;&lt;wsp:rsid wsp:val=&quot;00A42C61&quot;/&gt;&lt;wsp:rsid wsp:val=&quot;00A57BA5&quot;/&gt;&lt;wsp:rsid wsp:val=&quot;00A66443&quot;/&gt;&lt;wsp:rsid wsp:val=&quot;00AB313D&quot;/&gt;&lt;wsp:rsid wsp:val=&quot;00AC3730&quot;/&gt;&lt;wsp:rsid wsp:val=&quot;00B028D8&quot;/&gt;&lt;wsp:rsid wsp:val=&quot;00BE6C9C&quot;/&gt;&lt;wsp:rsid wsp:val=&quot;00C21D4A&quot;/&gt;&lt;wsp:rsid wsp:val=&quot;00CA4416&quot;/&gt;&lt;wsp:rsid wsp:val=&quot;00CE5835&quot;/&gt;&lt;wsp:rsid wsp:val=&quot;00D3184D&quot;/&gt;&lt;wsp:rsid wsp:val=&quot;00D36B64&quot;/&gt;&lt;wsp:rsid wsp:val=&quot;00D430AE&quot;/&gt;&lt;wsp:rsid wsp:val=&quot;00D66C41&quot;/&gt;&lt;wsp:rsid wsp:val=&quot;00D712D9&quot;/&gt;&lt;wsp:rsid wsp:val=&quot;00D75DBD&quot;/&gt;&lt;wsp:rsid wsp:val=&quot;00D75FFB&quot;/&gt;&lt;wsp:rsid wsp:val=&quot;00DC1C12&quot;/&gt;&lt;wsp:rsid wsp:val=&quot;00E216B3&quot;/&gt;&lt;wsp:rsid wsp:val=&quot;00E36D6D&quot;/&gt;&lt;wsp:rsid wsp:val=&quot;00E53C5C&quot;/&gt;&lt;wsp:rsid wsp:val=&quot;00E64934&quot;/&gt;&lt;wsp:rsid wsp:val=&quot;00E64B30&quot;/&gt;&lt;wsp:rsid wsp:val=&quot;00E75692&quot;/&gt;&lt;wsp:rsid wsp:val=&quot;00E874C6&quot;/&gt;&lt;wsp:rsid wsp:val=&quot;00F0185C&quot;/&gt;&lt;wsp:rsid wsp:val=&quot;00F24D7E&quot;/&gt;&lt;/wsp:rsids&gt;&lt;/w:docPr&gt;&lt;w:body&gt;&lt;w:p wsp:rsidR=&quot;00000000&quot; wsp:rsidRDefault=&quot;0044023F&quot;&gt;&lt;m:oMathPara&gt;&lt;m:oMath&gt;&lt;m:f&gt;&lt;m:fPr&gt;&lt;m:ctrlPr&gt;&lt;w:rPr&gt;&lt;w:rFonts w:ascii=&quot;Cambria Math&quot; w:h-ansi=&quot;瀹嬩綋&quot;/&gt;&lt;wx:font wx:val=&quot;Cambria Math&quot;/&gt;&lt;w:sz-cs w:val=&quot;21&quot;/&gt;&lt;/w:rPr&gt;&lt;/m:ctrlPr&gt;&lt;/m:fPr&gt;&lt;m:num&gt;&lt;m:r&gt;&lt;m:rPr&gt;&lt;m:sty m:val=idR&quot;p&quot;/&gt;&lt;/m:rPr&gt;&lt;w:sp:rPr&gt;&lt;w:rDefFontults w:ascii=&quot;Cambria Math&quot; w:h-ansi=&quot;瀹嬩綋&quot;/&gt;&lt;wx:font wx:val=&quot;Cambria Math&quot;/&gt;&lt;w:sz-cs w:val=&quot;21&quot;/&gt;&lt;/w:rPr&gt;&lt;m:t&gt;U1&lt;/m:t&gt;&lt;/m:r&gt;&lt;/m:num&gt;&lt;m:den&gt;&lt;m:r&gt;&lt;m:rPr&gt;&lt;m:sty m:val=&quot;p&quot;/&gt;&lt;/m:rPr&gt;&lt;w:rPr&gt;&lt;w:rFonts w:ascii=&quot;Cambria Math&quot; widR:h-ansi=&quot;瀹嬩綋&quot;/&gt;&lt;&lt;w:sp:wx:font wx:w:rDefval=&quot;Caontultmbria Math&quot;/&gt;&lt;w:sz-cs w:val=&quot;21&quot;/&gt;&lt;/w:rPr&gt;&lt;m:t&gt;R1&lt;/m:t&gt;&lt;/m:r&gt;&lt;/m:den&gt;&lt;/m:f&gt;&lt;/m:oMath&gt;&lt;/m:oMathPara&gt;&lt;/w:p&gt;&lt;w:sectPr wsp:rsidR=&quot;00000000&quot;&gt;&lt;w:pgSz w:w=&quot;12240&quot; w:h=&quot;15840&quot;/&gt;&lt;w:pgMar w:top=&quot;1440&quot; w:right=&quot;idR1800&quot; w:bottom=&quot;1440&quot; w:left=&quot;1800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39008E">
        <w:rPr>
          <w:rFonts w:ascii="宋体" w:hAnsi="宋体"/>
          <w:szCs w:val="21"/>
        </w:rPr>
        <w:instrText xml:space="preserve"> </w:instrText>
      </w:r>
      <w:r w:rsidRPr="0039008E">
        <w:rPr>
          <w:rFonts w:ascii="宋体" w:hAnsi="宋体"/>
          <w:szCs w:val="21"/>
        </w:rPr>
        <w:fldChar w:fldCharType="separate"/>
      </w:r>
      <w:r>
        <w:pict>
          <v:shape id="_x0000_i1039" type="#_x0000_t75" style="width:17.25pt;height:26.25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57BA5&quot;/&gt;&lt;wsp:rsid wsp:val=&quot;0000269A&quot;/&gt;&lt;wsp:rsid wsp:val=&quot;0000274B&quot;/&gt;&lt;wsp:rsid wsp:val=&quot;00003E2E&quot;/&gt;&lt;wsp:rsid wsp:val=&quot;000447E9&quot;/&gt;&lt;wsp:rsid wsp:val=&quot;000804B2&quot;/&gt;&lt;wsp:rsid wsp:val=&quot;000D0603&quot;/&gt;&lt;wsp:rsid wsp:val=&quot;000E6C07&quot;/&gt;&lt;wsp:rsid wsp:val=&quot;001034D2&quot;/&gt;&lt;wsp:rsid wsp:val=&quot;00112688&quot;/&gt;&lt;wsp:rsid wsp:val=&quot;0017214F&quot;/&gt;&lt;wsp:rsid wsp:val=&quot;002577F3&quot;/&gt;&lt;wsp:rsid wsp:val=&quot;00292F36&quot;/&gt;&lt;wsp:rsid wsp:val=&quot;002B1A21&quot;/&gt;&lt;wsp:rsid wsp:val=&quot;002C17B0&quot;/&gt;&lt;wsp:rsid wsp:val=&quot;00340263&quot;/&gt;&lt;wsp:rsid wsp:val=&quot;00346D46&quot;/&gt;&lt;wsp:rsid wsp:val=&quot;0038160D&quot;/&gt;&lt;wsp:rsid wsp:val=&quot;0039008E&quot;/&gt;&lt;wsp:rsid wsp:val=&quot;003F0F8F&quot;/&gt;&lt;wsp:rsid wsp:val=&quot;003F437D&quot;/&gt;&lt;wsp:rsid wsp:val=&quot;00407FBA&quot;/&gt;&lt;wsp:rsid wsp:val=&quot;0043124E&quot;/&gt;&lt;wsp:rsid wsp:val=&quot;00431E2E&quot;/&gt;&lt;wsp:rsid wsp:val=&quot;0044023F&quot;/&gt;&lt;wsp:rsid wsp:val=&quot;004609A3&quot;/&gt;&lt;wsp:rsid wsp:val=&quot;004802B0&quot;/&gt;&lt;wsp:rsid wsp:val=&quot;00493BE8&quot;/&gt;&lt;wsp:rsid wsp:val=&quot;004A08A5&quot;/&gt;&lt;wsp:rsid wsp:val=&quot;00597992&quot;/&gt;&lt;wsp:rsid wsp:val=&quot;006A6677&quot;/&gt;&lt;wsp:rsid wsp:val=&quot;006D4710&quot;/&gt;&lt;wsp:rsid wsp:val=&quot;006F4D5F&quot;/&gt;&lt;wsp:rsid wsp:val=&quot;00712285&quot;/&gt;&lt;wsp:rsid wsp:val=&quot;007162C8&quot;/&gt;&lt;wsp:rsid wsp:val=&quot;00733CD4&quot;/&gt;&lt;wsp:rsid wsp:val=&quot;00742110&quot;/&gt;&lt;wsp:rsid wsp:val=&quot;0076362B&quot;/&gt;&lt;wsp:rsid wsp:val=&quot;00766E01&quot;/&gt;&lt;wsp:rsid wsp:val=&quot;0076788B&quot;/&gt;&lt;wsp:rsid wsp:val=&quot;007740D3&quot;/&gt;&lt;wsp:rsid wsp:val=&quot;00780B36&quot;/&gt;&lt;wsp:rsid wsp:val=&quot;00814B70&quot;/&gt;&lt;wsp:rsid wsp:val=&quot;00937449&quot;/&gt;&lt;wsp:rsid wsp:val=&quot;0094614E&quot;/&gt;&lt;wsp:rsid wsp:val=&quot;009619B2&quot;/&gt;&lt;wsp:rsid wsp:val=&quot;00992DE3&quot;/&gt;&lt;wsp:rsid wsp:val=&quot;009B0BC4&quot;/&gt;&lt;wsp:rsid wsp:val=&quot;009B62E6&quot;/&gt;&lt;wsp:rsid wsp:val=&quot;009C3E30&quot;/&gt;&lt;wsp:rsid wsp:val=&quot;00A06904&quot;/&gt;&lt;wsp:rsid wsp:val=&quot;00A338D4&quot;/&gt;&lt;wsp:rsid wsp:val=&quot;00A42C61&quot;/&gt;&lt;wsp:rsid wsp:val=&quot;00A57BA5&quot;/&gt;&lt;wsp:rsid wsp:val=&quot;00A66443&quot;/&gt;&lt;wsp:rsid wsp:val=&quot;00AB313D&quot;/&gt;&lt;wsp:rsid wsp:val=&quot;00AC3730&quot;/&gt;&lt;wsp:rsid wsp:val=&quot;00B028D8&quot;/&gt;&lt;wsp:rsid wsp:val=&quot;00BE6C9C&quot;/&gt;&lt;wsp:rsid wsp:val=&quot;00C21D4A&quot;/&gt;&lt;wsp:rsid wsp:val=&quot;00CA4416&quot;/&gt;&lt;wsp:rsid wsp:val=&quot;00CE5835&quot;/&gt;&lt;wsp:rsid wsp:val=&quot;00D3184D&quot;/&gt;&lt;wsp:rsid wsp:val=&quot;00D36B64&quot;/&gt;&lt;wsp:rsid wsp:val=&quot;00D430AE&quot;/&gt;&lt;wsp:rsid wsp:val=&quot;00D66C41&quot;/&gt;&lt;wsp:rsid wsp:val=&quot;00D712D9&quot;/&gt;&lt;wsp:rsid wsp:val=&quot;00D75DBD&quot;/&gt;&lt;wsp:rsid wsp:val=&quot;00D75FFB&quot;/&gt;&lt;wsp:rsid wsp:val=&quot;00DC1C12&quot;/&gt;&lt;wsp:rsid wsp:val=&quot;00E216B3&quot;/&gt;&lt;wsp:rsid wsp:val=&quot;00E36D6D&quot;/&gt;&lt;wsp:rsid wsp:val=&quot;00E53C5C&quot;/&gt;&lt;wsp:rsid wsp:val=&quot;00E64934&quot;/&gt;&lt;wsp:rsid wsp:val=&quot;00E64B30&quot;/&gt;&lt;wsp:rsid wsp:val=&quot;00E75692&quot;/&gt;&lt;wsp:rsid wsp:val=&quot;00E874C6&quot;/&gt;&lt;wsp:rsid wsp:val=&quot;00F0185C&quot;/&gt;&lt;wsp:rsid wsp:val=&quot;00F24D7E&quot;/&gt;&lt;/wsp:rsids&gt;&lt;/w:docPr&gt;&lt;w:body&gt;&lt;w:p wsp:rsidR=&quot;00000000&quot; wsp:rsidRDefault=&quot;0044023F&quot;&gt;&lt;m:oMathPara&gt;&lt;m:oMath&gt;&lt;m:f&gt;&lt;m:fPr&gt;&lt;m:ctrlPr&gt;&lt;w:rPr&gt;&lt;w:rFonts w:ascii=&quot;Cambria Math&quot; w:h-ansi=&quot;瀹嬩綋&quot;/&gt;&lt;wx:font wx:val=&quot;Cambria Math&quot;/&gt;&lt;w:sz-cs w:val=&quot;21&quot;/&gt;&lt;/w:rPr&gt;&lt;/m:ctrlPr&gt;&lt;/m:fPr&gt;&lt;m:num&gt;&lt;m:r&gt;&lt;m:rPr&gt;&lt;m:sty m:val=idR&quot;p&quot;/&gt;&lt;/m:rPr&gt;&lt;w:sp:rPr&gt;&lt;w:rDefFontults w:ascii=&quot;Cambria Math&quot; w:h-ansi=&quot;瀹嬩綋&quot;/&gt;&lt;wx:font wx:val=&quot;Cambria Math&quot;/&gt;&lt;w:sz-cs w:val=&quot;21&quot;/&gt;&lt;/w:rPr&gt;&lt;m:t&gt;U1&lt;/m:t&gt;&lt;/m:r&gt;&lt;/m:num&gt;&lt;m:den&gt;&lt;m:r&gt;&lt;m:rPr&gt;&lt;m:sty m:val=&quot;p&quot;/&gt;&lt;/m:rPr&gt;&lt;w:rPr&gt;&lt;w:rFonts w:ascii=&quot;Cambria Math&quot; widR:h-ansi=&quot;瀹嬩綋&quot;/&gt;&lt;&lt;w:sp:wx:font wx:w:rDefval=&quot;Caontultmbria Math&quot;/&gt;&lt;w:sz-cs w:val=&quot;21&quot;/&gt;&lt;/w:rPr&gt;&lt;m:t&gt;R1&lt;/m:t&gt;&lt;/m:r&gt;&lt;/m:den&gt;&lt;/m:f&gt;&lt;/m:oMath&gt;&lt;/m:oMathPara&gt;&lt;/w:p&gt;&lt;w:sectPr wsp:rsidR=&quot;00000000&quot;&gt;&lt;w:pgSz w:w=&quot;12240&quot; w:h=&quot;15840&quot;/&gt;&lt;w:pgMar w:top=&quot;1440&quot; w:right=&quot;idR1800&quot; w:bottom=&quot;1440&quot; w:left=&quot;1800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39008E">
        <w:rPr>
          <w:rFonts w:ascii="宋体" w:hAnsi="宋体"/>
          <w:szCs w:val="21"/>
        </w:rPr>
        <w:fldChar w:fldCharType="end"/>
      </w:r>
      <w:r w:rsidRPr="00BE6C9C">
        <w:rPr>
          <w:rFonts w:ascii="宋体" w:hAnsi="宋体"/>
          <w:szCs w:val="21"/>
        </w:rPr>
        <w:t>=</w:t>
      </w:r>
      <w:r w:rsidRPr="0039008E">
        <w:rPr>
          <w:rFonts w:ascii="宋体" w:hAnsi="宋体"/>
          <w:szCs w:val="21"/>
        </w:rPr>
        <w:fldChar w:fldCharType="begin"/>
      </w:r>
      <w:r w:rsidRPr="0039008E">
        <w:rPr>
          <w:rFonts w:ascii="宋体" w:hAnsi="宋体"/>
          <w:szCs w:val="21"/>
        </w:rPr>
        <w:instrText xml:space="preserve"> QUOTE </w:instrText>
      </w:r>
      <w:r>
        <w:pict>
          <v:shape id="_x0000_i1040" type="#_x0000_t75" style="width:21pt;height:24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57BA5&quot;/&gt;&lt;wsp:rsid wsp:val=&quot;0000269A&quot;/&gt;&lt;wsp:rsid wsp:val=&quot;0000274B&quot;/&gt;&lt;wsp:rsid wsp:val=&quot;00003E2E&quot;/&gt;&lt;wsp:rsid wsp:val=&quot;000447E9&quot;/&gt;&lt;wsp:rsid wsp:val=&quot;000804B2&quot;/&gt;&lt;wsp:rsid wsp:val=&quot;000D0603&quot;/&gt;&lt;wsp:rsid wsp:val=&quot;000E6C07&quot;/&gt;&lt;wsp:rsid wsp:val=&quot;001034D2&quot;/&gt;&lt;wsp:rsid wsp:val=&quot;00112688&quot;/&gt;&lt;wsp:rsid wsp:val=&quot;0017214F&quot;/&gt;&lt;wsp:rsid wsp:val=&quot;002577F3&quot;/&gt;&lt;wsp:rsid wsp:val=&quot;00292F36&quot;/&gt;&lt;wsp:rsid wsp:val=&quot;002B1A21&quot;/&gt;&lt;wsp:rsid wsp:val=&quot;002C17B0&quot;/&gt;&lt;wsp:rsid wsp:val=&quot;00340263&quot;/&gt;&lt;wsp:rsid wsp:val=&quot;00346D46&quot;/&gt;&lt;wsp:rsid wsp:val=&quot;0038160D&quot;/&gt;&lt;wsp:rsid wsp:val=&quot;0039008E&quot;/&gt;&lt;wsp:rsid wsp:val=&quot;003F0F8F&quot;/&gt;&lt;wsp:rsid wsp:val=&quot;003F437D&quot;/&gt;&lt;wsp:rsid wsp:val=&quot;00407FBA&quot;/&gt;&lt;wsp:rsid wsp:val=&quot;0043124E&quot;/&gt;&lt;wsp:rsid wsp:val=&quot;00431E2E&quot;/&gt;&lt;wsp:rsid wsp:val=&quot;004609A3&quot;/&gt;&lt;wsp:rsid wsp:val=&quot;004802B0&quot;/&gt;&lt;wsp:rsid wsp:val=&quot;00493BE8&quot;/&gt;&lt;wsp:rsid wsp:val=&quot;004A08A5&quot;/&gt;&lt;wsp:rsid wsp:val=&quot;00597992&quot;/&gt;&lt;wsp:rsid wsp:val=&quot;006A6677&quot;/&gt;&lt;wsp:rsid wsp:val=&quot;006D4710&quot;/&gt;&lt;wsp:rsid wsp:val=&quot;006F4D5F&quot;/&gt;&lt;wsp:rsid wsp:val=&quot;00712285&quot;/&gt;&lt;wsp:rsid wsp:val=&quot;007162C8&quot;/&gt;&lt;wsp:rsid wsp:val=&quot;00733CD4&quot;/&gt;&lt;wsp:rsid wsp:val=&quot;00742110&quot;/&gt;&lt;wsp:rsid wsp:val=&quot;0076362B&quot;/&gt;&lt;wsp:rsid wsp:val=&quot;00766E01&quot;/&gt;&lt;wsp:rsid wsp:val=&quot;0076788B&quot;/&gt;&lt;wsp:rsid wsp:val=&quot;007740D3&quot;/&gt;&lt;wsp:rsid wsp:val=&quot;00780B36&quot;/&gt;&lt;wsp:rsid wsp:val=&quot;008071E7&quot;/&gt;&lt;wsp:rsid wsp:val=&quot;00814B70&quot;/&gt;&lt;wsp:rsid wsp:val=&quot;00937449&quot;/&gt;&lt;wsp:rsid wsp:val=&quot;0094614E&quot;/&gt;&lt;wsp:rsid wsp:val=&quot;009619B2&quot;/&gt;&lt;wsp:rsid wsp:val=&quot;00992DE3&quot;/&gt;&lt;wsp:rsid wsp:val=&quot;009B0BC4&quot;/&gt;&lt;wsp:rsid wsp:val=&quot;009B62E6&quot;/&gt;&lt;wsp:rsid wsp:val=&quot;009C3E30&quot;/&gt;&lt;wsp:rsid wsp:val=&quot;00A06904&quot;/&gt;&lt;wsp:rsid wsp:val=&quot;00A338D4&quot;/&gt;&lt;wsp:rsid wsp:val=&quot;00A42C61&quot;/&gt;&lt;wsp:rsid wsp:val=&quot;00A57BA5&quot;/&gt;&lt;wsp:rsid wsp:val=&quot;00A66443&quot;/&gt;&lt;wsp:rsid wsp:val=&quot;00AB313D&quot;/&gt;&lt;wsp:rsid wsp:val=&quot;00AC3730&quot;/&gt;&lt;wsp:rsid wsp:val=&quot;00B028D8&quot;/&gt;&lt;wsp:rsid wsp:val=&quot;00BE6C9C&quot;/&gt;&lt;wsp:rsid wsp:val=&quot;00C21D4A&quot;/&gt;&lt;wsp:rsid wsp:val=&quot;00CA4416&quot;/&gt;&lt;wsp:rsid wsp:val=&quot;00CE5835&quot;/&gt;&lt;wsp:rsid wsp:val=&quot;00D3184D&quot;/&gt;&lt;wsp:rsid wsp:val=&quot;00D36B64&quot;/&gt;&lt;wsp:rsid wsp:val=&quot;00D430AE&quot;/&gt;&lt;wsp:rsid wsp:val=&quot;00D66C41&quot;/&gt;&lt;wsp:rsid wsp:val=&quot;00D712D9&quot;/&gt;&lt;wsp:rsid wsp:val=&quot;00D75DBD&quot;/&gt;&lt;wsp:rsid wsp:val=&quot;00D75FFB&quot;/&gt;&lt;wsp:rsid wsp:val=&quot;00DC1C12&quot;/&gt;&lt;wsp:rsid wsp:val=&quot;00E216B3&quot;/&gt;&lt;wsp:rsid wsp:val=&quot;00E36D6D&quot;/&gt;&lt;wsp:rsid wsp:val=&quot;00E53C5C&quot;/&gt;&lt;wsp:rsid wsp:val=&quot;00E64934&quot;/&gt;&lt;wsp:rsid wsp:val=&quot;00E64B30&quot;/&gt;&lt;wsp:rsid wsp:val=&quot;00E75692&quot;/&gt;&lt;wsp:rsid wsp:val=&quot;00E874C6&quot;/&gt;&lt;wsp:rsid wsp:val=&quot;00F0185C&quot;/&gt;&lt;wsp:rsid wsp:val=&quot;00F24D7E&quot;/&gt;&lt;/wsp:rsids&gt;&lt;/w:docPr&gt;&lt;w:body&gt;&lt;w:p wsp:rsidR=&quot;00000000&quot; wsp:rsidRDefault=&quot;008071E7&quot;&gt;&lt;m:oMathPara&gt;&lt;m:oMath&gt;&lt;m:f&gt;&lt;m:fPr&gt;&lt;m:ctrlPr&gt;&lt;w:rPr&gt;&lt;w:rFonts w:ascii=&quot;Cambria Math&quot; w:h-ansi=&quot;瀹嬩綋&quot;/&gt;&lt;wx:font wx:val=&quot;Cambria Math&quot;/&gt;&lt;w:sz-cs w:val=&quot;21&quot;/&gt;&lt;/w:rPr&gt;&lt;/m:ctrlPr&gt;&lt;/m:fPr&gt;&lt;m:num&gt;&lt;m:r&gt;&lt;m:rPr&gt;&lt;m:sty m:val=idR&quot;p&quot;/&gt;&lt;/m:rPr&gt;&lt;w:sp:rPr&gt;&lt;w:rDefFontults w:ascii=&quot;Cambria Math&quot; w:h-ansi=&quot;瀹嬩綋&quot;/&gt;&lt;wx:font wx:val=&quot;Cambria Math&quot;/&gt;&lt;w:sz-cs w:val=&quot;21&quot;/&gt;&lt;/w:rPr&gt;&lt;m:t&gt;2V&lt;/m:t&gt;&lt;/m:r&gt;&lt;/m:num&gt;&lt;m:den&gt;&lt;m:r&gt;&lt;m:rPr&gt;&lt;m:sty m:val=&quot;p&quot;/&gt;&lt;/m:rPr&gt;&lt;w:rPr&gt;&lt;w:rFonts w:ascii=&quot;Cambria Math&quot; widR:h-ansi=&quot;瀹嬩綋&quot;/&gt;&lt;&lt;w:sp:wx:font wx:w:rDefval=&quot;Caontultmbria Math&quot;/&gt;&lt;w:sz-cs w:val=&quot;21&quot;/&gt;&lt;/w:rPr&gt;&lt;m:t&gt;10&lt;/m:t&gt;&lt;/m:r&gt;&lt;m:r&gt;&lt;m:rPr&gt;&lt;m:sty m:val=&quot;p&quot;/&gt;&lt;/m:rPr&gt;&lt;w:rPr&gt;&lt;w:rFonts w:ascii=&quot;Cambria Math&quot; w:h-ansi=&quot;瀹嬩綋&quot;/&gt;&lt;wx:font wx:val=&quot;瀹嬩綋&quot;/&gt;&lt;w:sz-cs w:val=&quot;ath&quot; widR21&quot;/&gt;&lt;/w:rPr&gt;&lt;m:t&gt;惟&lt;/m:t&lt;&lt;w:sp:&gt;&lt;/m:r&gt;&lt;/m:den&gt;&lt;/:w:rDefm:f&gt;&lt;/m:oMathaontult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R0&quot; w:gutter=&quot;0&quot;/&gt;&lt;w:cols w:space=&quot;720&quot;/&gt;&lt;/w:sectPr&gt;&lt;/w:body&gt;&lt;/w:wordDocument&gt;">
            <v:imagedata r:id="rId17" o:title="" chromakey="white"/>
          </v:shape>
        </w:pict>
      </w:r>
      <w:r w:rsidRPr="0039008E">
        <w:rPr>
          <w:rFonts w:ascii="宋体" w:hAnsi="宋体"/>
          <w:szCs w:val="21"/>
        </w:rPr>
        <w:instrText xml:space="preserve"> </w:instrText>
      </w:r>
      <w:r w:rsidRPr="0039008E">
        <w:rPr>
          <w:rFonts w:ascii="宋体" w:hAnsi="宋体"/>
          <w:szCs w:val="21"/>
        </w:rPr>
        <w:fldChar w:fldCharType="separate"/>
      </w:r>
      <w:r>
        <w:pict>
          <v:shape id="_x0000_i1041" type="#_x0000_t75" style="width:21pt;height:24pt" equationxml="&lt;?xml version=&quot;1.0&quot; encoding=&quot;UTF-8&quot; standalone=&quot;yes&quot;?&gt;&#10;&#10;&#10;&#10;&#10;&#10;&#10;&#10;&#10;&#10;&#10;&#10;&#10;&#10;&#10;&#10;&lt;?mso-application progid=&quot;Word.Document&quot;?&gt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57BA5&quot;/&gt;&lt;wsp:rsid wsp:val=&quot;0000269A&quot;/&gt;&lt;wsp:rsid wsp:val=&quot;0000274B&quot;/&gt;&lt;wsp:rsid wsp:val=&quot;00003E2E&quot;/&gt;&lt;wsp:rsid wsp:val=&quot;000447E9&quot;/&gt;&lt;wsp:rsid wsp:val=&quot;000804B2&quot;/&gt;&lt;wsp:rsid wsp:val=&quot;000D0603&quot;/&gt;&lt;wsp:rsid wsp:val=&quot;000E6C07&quot;/&gt;&lt;wsp:rsid wsp:val=&quot;001034D2&quot;/&gt;&lt;wsp:rsid wsp:val=&quot;00112688&quot;/&gt;&lt;wsp:rsid wsp:val=&quot;0017214F&quot;/&gt;&lt;wsp:rsid wsp:val=&quot;002577F3&quot;/&gt;&lt;wsp:rsid wsp:val=&quot;00292F36&quot;/&gt;&lt;wsp:rsid wsp:val=&quot;002B1A21&quot;/&gt;&lt;wsp:rsid wsp:val=&quot;002C17B0&quot;/&gt;&lt;wsp:rsid wsp:val=&quot;00340263&quot;/&gt;&lt;wsp:rsid wsp:val=&quot;00346D46&quot;/&gt;&lt;wsp:rsid wsp:val=&quot;0038160D&quot;/&gt;&lt;wsp:rsid wsp:val=&quot;0039008E&quot;/&gt;&lt;wsp:rsid wsp:val=&quot;003F0F8F&quot;/&gt;&lt;wsp:rsid wsp:val=&quot;003F437D&quot;/&gt;&lt;wsp:rsid wsp:val=&quot;00407FBA&quot;/&gt;&lt;wsp:rsid wsp:val=&quot;0043124E&quot;/&gt;&lt;wsp:rsid wsp:val=&quot;00431E2E&quot;/&gt;&lt;wsp:rsid wsp:val=&quot;004609A3&quot;/&gt;&lt;wsp:rsid wsp:val=&quot;004802B0&quot;/&gt;&lt;wsp:rsid wsp:val=&quot;00493BE8&quot;/&gt;&lt;wsp:rsid wsp:val=&quot;004A08A5&quot;/&gt;&lt;wsp:rsid wsp:val=&quot;00597992&quot;/&gt;&lt;wsp:rsid wsp:val=&quot;006A6677&quot;/&gt;&lt;wsp:rsid wsp:val=&quot;006D4710&quot;/&gt;&lt;wsp:rsid wsp:val=&quot;006F4D5F&quot;/&gt;&lt;wsp:rsid wsp:val=&quot;00712285&quot;/&gt;&lt;wsp:rsid wsp:val=&quot;007162C8&quot;/&gt;&lt;wsp:rsid wsp:val=&quot;00733CD4&quot;/&gt;&lt;wsp:rsid wsp:val=&quot;00742110&quot;/&gt;&lt;wsp:rsid wsp:val=&quot;0076362B&quot;/&gt;&lt;wsp:rsid wsp:val=&quot;00766E01&quot;/&gt;&lt;wsp:rsid wsp:val=&quot;0076788B&quot;/&gt;&lt;wsp:rsid wsp:val=&quot;007740D3&quot;/&gt;&lt;wsp:rsid wsp:val=&quot;00780B36&quot;/&gt;&lt;wsp:rsid wsp:val=&quot;008071E7&quot;/&gt;&lt;wsp:rsid wsp:val=&quot;00814B70&quot;/&gt;&lt;wsp:rsid wsp:val=&quot;00937449&quot;/&gt;&lt;wsp:rsid wsp:val=&quot;0094614E&quot;/&gt;&lt;wsp:rsid wsp:val=&quot;009619B2&quot;/&gt;&lt;wsp:rsid wsp:val=&quot;00992DE3&quot;/&gt;&lt;wsp:rsid wsp:val=&quot;009B0BC4&quot;/&gt;&lt;wsp:rsid wsp:val=&quot;009B62E6&quot;/&gt;&lt;wsp:rsid wsp:val=&quot;009C3E30&quot;/&gt;&lt;wsp:rsid wsp:val=&quot;00A06904&quot;/&gt;&lt;wsp:rsid wsp:val=&quot;00A338D4&quot;/&gt;&lt;wsp:rsid wsp:val=&quot;00A42C61&quot;/&gt;&lt;wsp:rsid wsp:val=&quot;00A57BA5&quot;/&gt;&lt;wsp:rsid wsp:val=&quot;00A66443&quot;/&gt;&lt;wsp:rsid wsp:val=&quot;00AB313D&quot;/&gt;&lt;wsp:rsid wsp:val=&quot;00AC3730&quot;/&gt;&lt;wsp:rsid wsp:val=&quot;00B028D8&quot;/&gt;&lt;wsp:rsid wsp:val=&quot;00BE6C9C&quot;/&gt;&lt;wsp:rsid wsp:val=&quot;00C21D4A&quot;/&gt;&lt;wsp:rsid wsp:val=&quot;00CA4416&quot;/&gt;&lt;wsp:rsid wsp:val=&quot;00CE5835&quot;/&gt;&lt;wsp:rsid wsp:val=&quot;00D3184D&quot;/&gt;&lt;wsp:rsid wsp:val=&quot;00D36B64&quot;/&gt;&lt;wsp:rsid wsp:val=&quot;00D430AE&quot;/&gt;&lt;wsp:rsid wsp:val=&quot;00D66C41&quot;/&gt;&lt;wsp:rsid wsp:val=&quot;00D712D9&quot;/&gt;&lt;wsp:rsid wsp:val=&quot;00D75DBD&quot;/&gt;&lt;wsp:rsid wsp:val=&quot;00D75FFB&quot;/&gt;&lt;wsp:rsid wsp:val=&quot;00DC1C12&quot;/&gt;&lt;wsp:rsid wsp:val=&quot;00E216B3&quot;/&gt;&lt;wsp:rsid wsp:val=&quot;00E36D6D&quot;/&gt;&lt;wsp:rsid wsp:val=&quot;00E53C5C&quot;/&gt;&lt;wsp:rsid wsp:val=&quot;00E64934&quot;/&gt;&lt;wsp:rsid wsp:val=&quot;00E64B30&quot;/&gt;&lt;wsp:rsid wsp:val=&quot;00E75692&quot;/&gt;&lt;wsp:rsid wsp:val=&quot;00E874C6&quot;/&gt;&lt;wsp:rsid wsp:val=&quot;00F0185C&quot;/&gt;&lt;wsp:rsid wsp:val=&quot;00F24D7E&quot;/&gt;&lt;/wsp:rsids&gt;&lt;/w:docPr&gt;&lt;w:body&gt;&lt;w:p wsp:rsidR=&quot;00000000&quot; wsp:rsidRDefault=&quot;008071E7&quot;&gt;&lt;m:oMathPara&gt;&lt;m:oMath&gt;&lt;m:f&gt;&lt;m:fPr&gt;&lt;m:ctrlPr&gt;&lt;w:rPr&gt;&lt;w:rFonts w:ascii=&quot;Cambria Math&quot; w:h-ansi=&quot;瀹嬩綋&quot;/&gt;&lt;wx:font wx:val=&quot;Cambria Math&quot;/&gt;&lt;w:sz-cs w:val=&quot;21&quot;/&gt;&lt;/w:rPr&gt;&lt;/m:ctrlPr&gt;&lt;/m:fPr&gt;&lt;m:num&gt;&lt;m:r&gt;&lt;m:rPr&gt;&lt;m:sty m:val=idR&quot;p&quot;/&gt;&lt;/m:rPr&gt;&lt;w:sp:rPr&gt;&lt;w:rDefFontults w:ascii=&quot;Cambria Math&quot; w:h-ansi=&quot;瀹嬩綋&quot;/&gt;&lt;wx:font wx:val=&quot;Cambria Math&quot;/&gt;&lt;w:sz-cs w:val=&quot;21&quot;/&gt;&lt;/w:rPr&gt;&lt;m:t&gt;2V&lt;/m:t&gt;&lt;/m:r&gt;&lt;/m:num&gt;&lt;m:den&gt;&lt;m:r&gt;&lt;m:rPr&gt;&lt;m:sty m:val=&quot;p&quot;/&gt;&lt;/m:rPr&gt;&lt;w:rPr&gt;&lt;w:rFonts w:ascii=&quot;Cambria Math&quot; widR:h-ansi=&quot;瀹嬩綋&quot;/&gt;&lt;&lt;w:sp:wx:font wx:w:rDefval=&quot;Caontultmbria Math&quot;/&gt;&lt;w:sz-cs w:val=&quot;21&quot;/&gt;&lt;/w:rPr&gt;&lt;m:t&gt;10&lt;/m:t&gt;&lt;/m:r&gt;&lt;m:r&gt;&lt;m:rPr&gt;&lt;m:sty m:val=&quot;p&quot;/&gt;&lt;/m:rPr&gt;&lt;w:rPr&gt;&lt;w:rFonts w:ascii=&quot;Cambria Math&quot; w:h-ansi=&quot;瀹嬩綋&quot;/&gt;&lt;wx:font wx:val=&quot;瀹嬩綋&quot;/&gt;&lt;w:sz-cs w:val=&quot;ath&quot; widR21&quot;/&gt;&lt;/w:rPr&gt;&lt;m:t&gt;惟&lt;/m:t&lt;&lt;w:sp:&gt;&lt;/m:r&gt;&lt;/m:den&gt;&lt;/:w:rDefm:f&gt;&lt;/m:oMathaontult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R0&quot; w:gutter=&quot;0&quot;/&gt;&lt;w:cols w:space=&quot;720&quot;/&gt;&lt;/w:sectPr&gt;&lt;/w:body&gt;&lt;/w:wordDocument&gt;">
            <v:imagedata r:id="rId17" o:title="" chromakey="white"/>
          </v:shape>
        </w:pict>
      </w:r>
      <w:r w:rsidRPr="0039008E">
        <w:rPr>
          <w:rFonts w:ascii="宋体" w:hAnsi="宋体"/>
          <w:szCs w:val="21"/>
        </w:rPr>
        <w:fldChar w:fldCharType="end"/>
      </w:r>
      <w:r w:rsidRPr="00BE6C9C">
        <w:rPr>
          <w:rFonts w:ascii="宋体" w:hAnsi="宋体"/>
          <w:szCs w:val="21"/>
        </w:rPr>
        <w:t xml:space="preserve">=0.2A </w:t>
      </w: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分）</w:t>
      </w:r>
      <w:r w:rsidRPr="00BE6C9C">
        <w:rPr>
          <w:rFonts w:ascii="宋体" w:hAnsi="宋体"/>
          <w:szCs w:val="21"/>
        </w:rPr>
        <w:t xml:space="preserve">                                       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则通过小灯泡电流为</w:t>
      </w:r>
      <w:r w:rsidRPr="00BE6C9C">
        <w:rPr>
          <w:rFonts w:ascii="宋体" w:hAnsi="宋体"/>
          <w:szCs w:val="21"/>
        </w:rPr>
        <w:t>I</w:t>
      </w:r>
      <w:r w:rsidRPr="00BE6C9C">
        <w:rPr>
          <w:rFonts w:ascii="宋体" w:hAnsi="宋体"/>
          <w:szCs w:val="21"/>
          <w:vertAlign w:val="subscript"/>
        </w:rPr>
        <w:t>L=</w:t>
      </w:r>
      <w:r w:rsidRPr="00BE6C9C">
        <w:rPr>
          <w:rFonts w:ascii="宋体" w:hAnsi="宋体"/>
          <w:szCs w:val="21"/>
        </w:rPr>
        <w:t>I</w:t>
      </w:r>
      <w:r w:rsidRPr="00BE6C9C">
        <w:rPr>
          <w:rFonts w:ascii="宋体" w:hAnsi="宋体"/>
          <w:szCs w:val="21"/>
          <w:vertAlign w:val="subscript"/>
        </w:rPr>
        <w:t>1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0.2A</w:t>
      </w:r>
      <w:r w:rsidRPr="00BE6C9C">
        <w:rPr>
          <w:rFonts w:ascii="宋体" w:hAnsi="宋体" w:hint="eastAsia"/>
          <w:szCs w:val="21"/>
        </w:rPr>
        <w:t>，（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分）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据</w:t>
      </w:r>
      <w:r w:rsidRPr="00BE6C9C">
        <w:rPr>
          <w:rFonts w:ascii="宋体" w:hAnsi="宋体"/>
          <w:szCs w:val="21"/>
        </w:rPr>
        <w:t>I</w:t>
      </w:r>
      <w:r w:rsidRPr="00BE6C9C">
        <w:rPr>
          <w:rFonts w:ascii="宋体" w:hAnsi="宋体" w:hint="eastAsia"/>
          <w:szCs w:val="21"/>
        </w:rPr>
        <w:t>＝</w:t>
      </w:r>
      <w:r>
        <w:rPr>
          <w:rFonts w:ascii="宋体"/>
          <w:noProof/>
          <w:position w:val="-22"/>
          <w:szCs w:val="21"/>
        </w:rPr>
        <w:pict>
          <v:shape id="_x0000_i1042" type="#_x0000_t75" alt="菁优网-jyeoo" style="width:9.75pt;height:26.25pt;visibility:visible">
            <v:imagedata r:id="rId13" o:title=""/>
          </v:shape>
        </w:pict>
      </w:r>
      <w:r w:rsidRPr="00BE6C9C">
        <w:rPr>
          <w:rFonts w:ascii="宋体" w:hAnsi="宋体" w:hint="eastAsia"/>
          <w:szCs w:val="21"/>
        </w:rPr>
        <w:t>可得灯泡电阻：</w:t>
      </w:r>
      <w:r w:rsidRPr="00BE6C9C">
        <w:rPr>
          <w:rFonts w:ascii="宋体" w:hAnsi="宋体"/>
          <w:szCs w:val="21"/>
        </w:rPr>
        <w:t>R</w:t>
      </w:r>
      <w:r w:rsidRPr="00BE6C9C">
        <w:rPr>
          <w:rFonts w:ascii="宋体" w:hAnsi="宋体"/>
          <w:szCs w:val="21"/>
          <w:vertAlign w:val="subscript"/>
        </w:rPr>
        <w:t>L</w:t>
      </w:r>
      <w:r w:rsidRPr="00BE6C9C">
        <w:rPr>
          <w:rFonts w:ascii="宋体" w:hAnsi="宋体" w:hint="eastAsia"/>
          <w:szCs w:val="21"/>
        </w:rPr>
        <w:t>＝</w:t>
      </w:r>
      <w:r>
        <w:rPr>
          <w:rFonts w:ascii="宋体"/>
          <w:noProof/>
          <w:position w:val="-30"/>
          <w:szCs w:val="21"/>
        </w:rPr>
        <w:pict>
          <v:shape id="图片 207" o:spid="_x0000_i1043" type="#_x0000_t75" style="width:24pt;height:32.25pt;visibility:visible">
            <v:imagedata r:id="rId18" o:title=""/>
          </v:shape>
        </w:pict>
      </w:r>
      <w:r w:rsidRPr="00BE6C9C">
        <w:rPr>
          <w:rFonts w:ascii="宋体" w:hAnsi="宋体" w:hint="eastAsia"/>
          <w:szCs w:val="21"/>
        </w:rPr>
        <w:t>＝</w:t>
      </w:r>
      <w:r>
        <w:rPr>
          <w:rFonts w:ascii="宋体"/>
          <w:noProof/>
          <w:position w:val="-22"/>
          <w:szCs w:val="21"/>
        </w:rPr>
        <w:pict>
          <v:shape id="图片 208" o:spid="_x0000_i1044" type="#_x0000_t75" style="width:33.75pt;height:31.5pt;visibility:visible">
            <v:imagedata r:id="rId19" o:title=""/>
          </v:shape>
        </w:pic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12.5</w:t>
      </w:r>
      <w:r w:rsidRPr="00BE6C9C">
        <w:rPr>
          <w:rFonts w:ascii="宋体" w:hint="eastAsia"/>
          <w:szCs w:val="21"/>
        </w:rPr>
        <w:t>Ω</w:t>
      </w:r>
      <w:r w:rsidRPr="00BE6C9C">
        <w:rPr>
          <w:rFonts w:ascii="宋体" w:hAnsi="宋体" w:hint="eastAsia"/>
          <w:szCs w:val="21"/>
        </w:rPr>
        <w:t>。（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分）</w:t>
      </w:r>
    </w:p>
    <w:p w:rsidR="003160F9" w:rsidRPr="00BE6C9C" w:rsidP="00B553B4">
      <w:pPr>
        <w:spacing w:line="360" w:lineRule="auto"/>
        <w:ind w:left="260" w:leftChars="130"/>
        <w:rPr>
          <w:rFonts w:ascii="宋体"/>
          <w:szCs w:val="21"/>
        </w:rPr>
      </w:pPr>
      <w:r w:rsidRPr="00BE6C9C">
        <w:rPr>
          <w:rFonts w:ascii="宋体" w:hAnsi="宋体" w:hint="eastAsia"/>
          <w:szCs w:val="21"/>
        </w:rPr>
        <w:t>答：（</w:t>
      </w:r>
      <w:r w:rsidRPr="00BE6C9C">
        <w:rPr>
          <w:rFonts w:ascii="宋体" w:hAnsi="宋体"/>
          <w:szCs w:val="21"/>
        </w:rPr>
        <w:t>1</w:t>
      </w:r>
      <w:r w:rsidRPr="00BE6C9C">
        <w:rPr>
          <w:rFonts w:ascii="宋体" w:hAnsi="宋体" w:hint="eastAsia"/>
          <w:szCs w:val="21"/>
        </w:rPr>
        <w:t>）电阻</w:t>
      </w:r>
      <w:r w:rsidRPr="00BE6C9C">
        <w:rPr>
          <w:rFonts w:ascii="宋体" w:hAnsi="宋体"/>
          <w:szCs w:val="21"/>
        </w:rPr>
        <w:t>R</w:t>
      </w:r>
      <w:r w:rsidRPr="00BE6C9C">
        <w:rPr>
          <w:rFonts w:ascii="宋体" w:hAnsi="宋体"/>
          <w:szCs w:val="21"/>
          <w:vertAlign w:val="subscript"/>
        </w:rPr>
        <w:t>1</w:t>
      </w:r>
      <w:r w:rsidRPr="00BE6C9C">
        <w:rPr>
          <w:rFonts w:ascii="宋体" w:hAnsi="宋体" w:hint="eastAsia"/>
          <w:szCs w:val="21"/>
        </w:rPr>
        <w:t>、</w:t>
      </w:r>
      <w:r w:rsidRPr="00BE6C9C">
        <w:rPr>
          <w:rFonts w:ascii="宋体" w:hAnsi="宋体"/>
          <w:szCs w:val="21"/>
        </w:rPr>
        <w:t>R</w:t>
      </w:r>
      <w:r w:rsidRPr="00BE6C9C">
        <w:rPr>
          <w:rFonts w:ascii="宋体" w:hAnsi="宋体"/>
          <w:szCs w:val="21"/>
          <w:vertAlign w:val="subscript"/>
        </w:rPr>
        <w:t>2</w:t>
      </w:r>
      <w:r w:rsidRPr="00BE6C9C">
        <w:rPr>
          <w:rFonts w:ascii="宋体" w:hAnsi="宋体" w:hint="eastAsia"/>
          <w:szCs w:val="21"/>
        </w:rPr>
        <w:t>的阻值分别为</w:t>
      </w:r>
      <w:r w:rsidRPr="00BE6C9C">
        <w:rPr>
          <w:rFonts w:ascii="宋体" w:hAnsi="宋体"/>
          <w:szCs w:val="21"/>
        </w:rPr>
        <w:t>10</w:t>
      </w:r>
      <w:r w:rsidRPr="00BE6C9C">
        <w:rPr>
          <w:rFonts w:ascii="宋体" w:hint="eastAsia"/>
          <w:szCs w:val="21"/>
        </w:rPr>
        <w:t>Ω</w:t>
      </w:r>
      <w:r w:rsidRPr="00BE6C9C">
        <w:rPr>
          <w:rFonts w:ascii="宋体" w:hAnsi="宋体" w:hint="eastAsia"/>
          <w:szCs w:val="21"/>
        </w:rPr>
        <w:t>、</w:t>
      </w:r>
      <w:r w:rsidRPr="00BE6C9C">
        <w:rPr>
          <w:rFonts w:ascii="宋体" w:hAnsi="宋体"/>
          <w:szCs w:val="21"/>
        </w:rPr>
        <w:t>45</w:t>
      </w:r>
      <w:r w:rsidRPr="00BE6C9C">
        <w:rPr>
          <w:rFonts w:ascii="宋体" w:hint="eastAsia"/>
          <w:szCs w:val="21"/>
        </w:rPr>
        <w:t>Ω</w:t>
      </w:r>
      <w:r w:rsidRPr="00BE6C9C">
        <w:rPr>
          <w:rFonts w:ascii="宋体" w:hAnsi="宋体" w:hint="eastAsia"/>
          <w:szCs w:val="21"/>
        </w:rPr>
        <w:t>；</w:t>
      </w:r>
    </w:p>
    <w:p w:rsidR="003160F9" w:rsidRPr="00C21D4A" w:rsidP="002B5F60">
      <w:pPr>
        <w:spacing w:line="360" w:lineRule="auto"/>
        <w:ind w:left="260" w:leftChars="130"/>
        <w:rPr>
          <w:rFonts w:ascii="宋体"/>
          <w:szCs w:val="21"/>
        </w:rPr>
        <w:sectPr w:rsidSect="007740D3">
          <w:headerReference w:type="first" r:id="rId20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BE6C9C">
        <w:rPr>
          <w:rFonts w:ascii="宋体" w:hAnsi="宋体" w:hint="eastAsia"/>
          <w:szCs w:val="21"/>
        </w:rPr>
        <w:t>（</w:t>
      </w:r>
      <w:r w:rsidRPr="00BE6C9C">
        <w:rPr>
          <w:rFonts w:ascii="宋体" w:hAnsi="宋体"/>
          <w:szCs w:val="21"/>
        </w:rPr>
        <w:t>2</w:t>
      </w:r>
      <w:r w:rsidRPr="00BE6C9C">
        <w:rPr>
          <w:rFonts w:ascii="宋体" w:hAnsi="宋体" w:hint="eastAsia"/>
          <w:szCs w:val="21"/>
        </w:rPr>
        <w:t>）小灯泡的阻值</w:t>
      </w:r>
      <w:r w:rsidRPr="00BE6C9C">
        <w:rPr>
          <w:rFonts w:ascii="宋体" w:hAnsi="宋体"/>
          <w:szCs w:val="21"/>
        </w:rPr>
        <w:t>R</w:t>
      </w:r>
      <w:r w:rsidRPr="00BE6C9C">
        <w:rPr>
          <w:rFonts w:ascii="宋体" w:hAnsi="宋体"/>
          <w:szCs w:val="21"/>
          <w:vertAlign w:val="subscript"/>
        </w:rPr>
        <w:t>L</w:t>
      </w:r>
      <w:r w:rsidRPr="00BE6C9C">
        <w:rPr>
          <w:rFonts w:ascii="宋体" w:hAnsi="宋体" w:hint="eastAsia"/>
          <w:szCs w:val="21"/>
        </w:rPr>
        <w:t>＝</w:t>
      </w:r>
      <w:r w:rsidRPr="00BE6C9C">
        <w:rPr>
          <w:rFonts w:ascii="宋体" w:hAnsi="宋体"/>
          <w:szCs w:val="21"/>
        </w:rPr>
        <w:t>12.5</w:t>
      </w:r>
      <w:r w:rsidRPr="00BE6C9C">
        <w:rPr>
          <w:rFonts w:ascii="宋体" w:hint="eastAsia"/>
          <w:szCs w:val="21"/>
        </w:rPr>
        <w:t>Ω</w:t>
      </w:r>
      <w:r w:rsidRPr="00BE6C9C">
        <w:rPr>
          <w:rFonts w:ascii="宋体" w:hAnsi="宋体" w:hint="eastAsia"/>
          <w:szCs w:val="21"/>
        </w:rPr>
        <w:t>。</w:t>
      </w:r>
    </w:p>
    <w:p>
      <w:r w:rsidRPr="00C21D4A" w:rsidR="003160F9">
        <w:rPr>
          <w:rFonts w:ascii="宋体"/>
          <w:szCs w:val="21"/>
        </w:rPr>
        <w:drawing>
          <wp:inline>
            <wp:extent cx="5274310" cy="8530317"/>
            <wp:docPr id="10002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4513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F42DE4"/>
    <w:multiLevelType w:val="hybridMultilevel"/>
    <w:tmpl w:val="1A9E8726"/>
    <w:lvl w:ilvl="0">
      <w:start w:val="1"/>
      <w:numFmt w:val="japaneseCounting"/>
      <w:lvlText w:val="%1、"/>
      <w:lvlJc w:val="left"/>
      <w:pPr>
        <w:ind w:left="450" w:hanging="45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7AF26F51"/>
    <w:multiLevelType w:val="hybridMultilevel"/>
    <w:tmpl w:val="D28AB210"/>
    <w:lvl w:ilvl="0">
      <w:start w:val="1"/>
      <w:numFmt w:val="decimal"/>
      <w:lvlText w:val="(%1)"/>
      <w:lvlJc w:val="left"/>
      <w:pPr>
        <w:ind w:left="780" w:hanging="360"/>
      </w:pPr>
      <w:rPr>
        <w:rFonts w:cs="Times New Roman"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7BA5"/>
    <w:rsid w:val="0000269A"/>
    <w:rsid w:val="0000274B"/>
    <w:rsid w:val="00003E2E"/>
    <w:rsid w:val="000447E9"/>
    <w:rsid w:val="000804B2"/>
    <w:rsid w:val="000D0603"/>
    <w:rsid w:val="000E6C07"/>
    <w:rsid w:val="001034D2"/>
    <w:rsid w:val="00112688"/>
    <w:rsid w:val="0017214F"/>
    <w:rsid w:val="00177D9D"/>
    <w:rsid w:val="001B464B"/>
    <w:rsid w:val="002577F3"/>
    <w:rsid w:val="00292F36"/>
    <w:rsid w:val="002B1A21"/>
    <w:rsid w:val="002B2157"/>
    <w:rsid w:val="002B5F60"/>
    <w:rsid w:val="002C17B0"/>
    <w:rsid w:val="003160F9"/>
    <w:rsid w:val="00340263"/>
    <w:rsid w:val="00346D46"/>
    <w:rsid w:val="0036049F"/>
    <w:rsid w:val="0038160D"/>
    <w:rsid w:val="0039008E"/>
    <w:rsid w:val="003F0F8F"/>
    <w:rsid w:val="003F437D"/>
    <w:rsid w:val="00407FBA"/>
    <w:rsid w:val="0043124E"/>
    <w:rsid w:val="00431E2E"/>
    <w:rsid w:val="004609A3"/>
    <w:rsid w:val="004802B0"/>
    <w:rsid w:val="00493BE8"/>
    <w:rsid w:val="004A08A5"/>
    <w:rsid w:val="004C61C2"/>
    <w:rsid w:val="00515E14"/>
    <w:rsid w:val="0059780C"/>
    <w:rsid w:val="00597992"/>
    <w:rsid w:val="006A6677"/>
    <w:rsid w:val="006D4710"/>
    <w:rsid w:val="006F4D5F"/>
    <w:rsid w:val="00712285"/>
    <w:rsid w:val="007162C8"/>
    <w:rsid w:val="00733CD4"/>
    <w:rsid w:val="00742110"/>
    <w:rsid w:val="0076362B"/>
    <w:rsid w:val="00766E01"/>
    <w:rsid w:val="0076788B"/>
    <w:rsid w:val="007740D3"/>
    <w:rsid w:val="00780B36"/>
    <w:rsid w:val="007B6C44"/>
    <w:rsid w:val="007C2A99"/>
    <w:rsid w:val="00814B70"/>
    <w:rsid w:val="0085732D"/>
    <w:rsid w:val="008B2897"/>
    <w:rsid w:val="00923C73"/>
    <w:rsid w:val="00936FB1"/>
    <w:rsid w:val="00937449"/>
    <w:rsid w:val="0094614E"/>
    <w:rsid w:val="00956BA8"/>
    <w:rsid w:val="009619B2"/>
    <w:rsid w:val="00975218"/>
    <w:rsid w:val="00992DE3"/>
    <w:rsid w:val="009B0BC4"/>
    <w:rsid w:val="009B62E6"/>
    <w:rsid w:val="009C3E30"/>
    <w:rsid w:val="009F6DF4"/>
    <w:rsid w:val="00A06904"/>
    <w:rsid w:val="00A338D4"/>
    <w:rsid w:val="00A42C61"/>
    <w:rsid w:val="00A57BA5"/>
    <w:rsid w:val="00A66443"/>
    <w:rsid w:val="00A850DF"/>
    <w:rsid w:val="00AB313D"/>
    <w:rsid w:val="00AC3730"/>
    <w:rsid w:val="00B028D8"/>
    <w:rsid w:val="00B553B4"/>
    <w:rsid w:val="00BE6C9C"/>
    <w:rsid w:val="00BE789B"/>
    <w:rsid w:val="00C21D4A"/>
    <w:rsid w:val="00CA4416"/>
    <w:rsid w:val="00CE5835"/>
    <w:rsid w:val="00CF4274"/>
    <w:rsid w:val="00D11017"/>
    <w:rsid w:val="00D3184D"/>
    <w:rsid w:val="00D36B64"/>
    <w:rsid w:val="00D430AE"/>
    <w:rsid w:val="00D66C41"/>
    <w:rsid w:val="00D712D9"/>
    <w:rsid w:val="00D75DBD"/>
    <w:rsid w:val="00D75FFB"/>
    <w:rsid w:val="00DC1C12"/>
    <w:rsid w:val="00DC5515"/>
    <w:rsid w:val="00E216B3"/>
    <w:rsid w:val="00E36D6D"/>
    <w:rsid w:val="00E53C5C"/>
    <w:rsid w:val="00E64934"/>
    <w:rsid w:val="00E64B30"/>
    <w:rsid w:val="00E75692"/>
    <w:rsid w:val="00E874C6"/>
    <w:rsid w:val="00EF66BF"/>
    <w:rsid w:val="00F0185C"/>
    <w:rsid w:val="00F24D7E"/>
    <w:rsid w:val="00F917C6"/>
    <w:rsid w:val="00FC543C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0D3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00269A"/>
    <w:rPr>
      <w:rFonts w:ascii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0269A"/>
    <w:rPr>
      <w:rFonts w:ascii="宋体" w:eastAsia="宋体" w:hAnsi="Courier New" w:cs="Courier New"/>
      <w:sz w:val="21"/>
      <w:szCs w:val="21"/>
    </w:rPr>
  </w:style>
  <w:style w:type="paragraph" w:styleId="ListParagraph">
    <w:name w:val="List Paragraph"/>
    <w:basedOn w:val="Normal"/>
    <w:uiPriority w:val="99"/>
    <w:qFormat/>
    <w:rsid w:val="00766E01"/>
    <w:pPr>
      <w:ind w:firstLine="420" w:firstLineChars="200"/>
    </w:pPr>
  </w:style>
  <w:style w:type="paragraph" w:styleId="BalloonText">
    <w:name w:val="Balloon Text"/>
    <w:basedOn w:val="Normal"/>
    <w:link w:val="BalloonTextChar"/>
    <w:uiPriority w:val="99"/>
    <w:semiHidden/>
    <w:rsid w:val="004609A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09A3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003E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03E2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003E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03E2E"/>
    <w:rPr>
      <w:rFonts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75FFB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image" Target="media/image17.jpeg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671</TotalTime>
  <Pages>3</Pages>
  <Words>242</Words>
  <Characters>1384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User</cp:lastModifiedBy>
  <cp:revision>60</cp:revision>
  <dcterms:created xsi:type="dcterms:W3CDTF">2019-10-28T11:09:00Z</dcterms:created>
  <dcterms:modified xsi:type="dcterms:W3CDTF">2020-11-09T06:10:00Z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