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71515" cy="7708265"/>
            <wp:effectExtent l="0" t="0" r="6985" b="63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1515" cy="770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43550" cy="6851650"/>
            <wp:effectExtent l="0" t="0" r="6350" b="635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rcRect b="7459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685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4145" cy="6142990"/>
            <wp:effectExtent l="0" t="0" r="8255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rcRect b="11964"/>
                    <a:stretch>
                      <a:fillRect/>
                    </a:stretch>
                  </pic:blipFill>
                  <pic:spPr>
                    <a:xfrm>
                      <a:off x="0" y="0"/>
                      <a:ext cx="5224145" cy="614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6108065"/>
            <wp:effectExtent l="0" t="0" r="3175" b="6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rcRect b="11912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10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6900" cy="4663440"/>
            <wp:effectExtent l="0" t="0" r="0" b="1016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rcRect t="22587" b="15911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0965" cy="6246495"/>
            <wp:effectExtent l="0" t="0" r="635" b="1905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rcRect b="9727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624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B03C8"/>
    <w:rsid w:val="10AB03C8"/>
    <w:rsid w:val="50D906D2"/>
    <w:rsid w:val="60E8175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4420;&#24420;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2018-07-08T01:40:00Z</dcterms:created>
  <dc:creator>师大博雅教育资讯</dc:creator>
  <cp:lastModifiedBy>qwe</cp:lastModifiedBy>
  <dcterms:modified xsi:type="dcterms:W3CDTF">2021-12-24T11:19:45Z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DB76237E980C408E8B6ED83943A70360</vt:lpwstr>
  </property>
</Properties>
</file>