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Unit 1 Welcome back to school!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第四课时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一、</w:t>
      </w:r>
      <w:r>
        <w:rPr>
          <w:rFonts w:hint="default" w:ascii="Times New Roman" w:hAnsi="Times New Roman" w:cs="Times New Roman"/>
          <w:sz w:val="24"/>
          <w:szCs w:val="24"/>
        </w:rPr>
        <w:t>将动物与对应的国旗连起来。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>1.</w:t>
      </w:r>
      <w:r>
        <w:rPr>
          <w:rFonts w:hint="eastAsia" w:cs="Times New Roman"/>
          <w:sz w:val="24"/>
          <w:szCs w:val="24"/>
          <w:lang w:val="en-US" w:eastAsia="zh-CN"/>
        </w:rPr>
        <w:drawing>
          <wp:inline distT="0" distB="0" distL="114300" distR="114300">
            <wp:extent cx="770255" cy="720090"/>
            <wp:effectExtent l="0" t="0" r="10795" b="3810"/>
            <wp:docPr id="3" name="图片 1" descr="大熊猫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大熊猫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7025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>2.</w:t>
      </w:r>
      <w:r>
        <w:rPr>
          <w:rFonts w:hint="eastAsia" w:cs="Times New Roman"/>
          <w:sz w:val="24"/>
          <w:szCs w:val="24"/>
          <w:lang w:val="en-US" w:eastAsia="zh-CN"/>
        </w:rPr>
        <w:drawing>
          <wp:inline distT="0" distB="0" distL="114300" distR="114300">
            <wp:extent cx="875030" cy="720090"/>
            <wp:effectExtent l="0" t="0" r="1270" b="3810"/>
            <wp:docPr id="9" name="图片 2" descr="河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 descr="河狸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7503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4"/>
          <w:szCs w:val="24"/>
          <w:lang w:val="en-US" w:eastAsia="zh-CN"/>
        </w:rPr>
        <w:t xml:space="preserve">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>3.</w:t>
      </w:r>
      <w:r>
        <w:rPr>
          <w:rFonts w:hint="eastAsia" w:cs="Times New Roman"/>
          <w:sz w:val="24"/>
          <w:szCs w:val="24"/>
          <w:lang w:val="en-US" w:eastAsia="zh-CN"/>
        </w:rPr>
        <w:drawing>
          <wp:inline distT="0" distB="0" distL="114300" distR="114300">
            <wp:extent cx="550545" cy="720090"/>
            <wp:effectExtent l="0" t="0" r="1905" b="3810"/>
            <wp:docPr id="10" name="图片 3" descr="白头鹰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 descr="白头鹰图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054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>4.</w:t>
      </w:r>
      <w:r>
        <w:rPr>
          <w:rFonts w:hint="eastAsia" w:cs="Times New Roman"/>
          <w:sz w:val="24"/>
          <w:szCs w:val="24"/>
          <w:lang w:val="en-US" w:eastAsia="zh-CN"/>
        </w:rPr>
        <w:drawing>
          <wp:inline distT="0" distB="0" distL="114300" distR="114300">
            <wp:extent cx="496570" cy="720090"/>
            <wp:effectExtent l="0" t="0" r="17780" b="3810"/>
            <wp:docPr id="12" name="图片 4" descr="袋鼠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" descr="袋鼠图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657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 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 xml:space="preserve">A.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810260" cy="539750"/>
            <wp:effectExtent l="0" t="0" r="8890" b="12700"/>
            <wp:docPr id="14" name="图片 5" descr="中国国旗(去网址，3比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" descr="中国国旗(去网址，3比2)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10260" cy="539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>B.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1026160" cy="539750"/>
            <wp:effectExtent l="0" t="0" r="2540" b="12700"/>
            <wp:docPr id="8" name="图片 6" descr="美国国旗（去网址，1.9比1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 descr="美国国旗（去网址，1.9比1）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26160" cy="539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 xml:space="preserve">C.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799465" cy="539750"/>
            <wp:effectExtent l="0" t="0" r="635" b="12700"/>
            <wp:docPr id="7" name="图片 7" descr="加拿大国旗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加拿大国旗图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99465" cy="539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4"/>
          <w:szCs w:val="24"/>
          <w:lang w:val="en-US" w:eastAsia="zh-CN"/>
        </w:rPr>
        <w:t xml:space="preserve"> D. </w:t>
      </w:r>
      <w:r>
        <w:rPr>
          <w:rFonts w:hint="eastAsia" w:cs="Times New Roman"/>
          <w:sz w:val="24"/>
          <w:szCs w:val="24"/>
          <w:lang w:val="en-US" w:eastAsia="zh-CN"/>
        </w:rPr>
        <w:drawing>
          <wp:inline distT="0" distB="0" distL="114300" distR="114300">
            <wp:extent cx="1080135" cy="539750"/>
            <wp:effectExtent l="0" t="0" r="5715" b="12700"/>
            <wp:docPr id="11" name="图片 8" descr="澳大利亚（2比1去网址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8" descr="澳大利亚（2比1去网址）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539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4"/>
          <w:szCs w:val="24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cs="Times New Roman"/>
          <w:sz w:val="24"/>
          <w:szCs w:val="24"/>
          <w:lang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二</w:t>
      </w:r>
      <w:r>
        <w:rPr>
          <w:rFonts w:hint="eastAsia" w:cs="Times New Roman"/>
          <w:sz w:val="24"/>
          <w:szCs w:val="24"/>
          <w:lang w:eastAsia="zh-CN"/>
        </w:rPr>
        <w:t>、判断图片与句子是（</w:t>
      </w:r>
      <w:r>
        <w:rPr>
          <w:rFonts w:hint="eastAsia" w:cs="Times New Roman"/>
          <w:sz w:val="24"/>
          <w:szCs w:val="24"/>
          <w:lang w:val="en-US" w:eastAsia="zh-CN"/>
        </w:rPr>
        <w:t>T</w:t>
      </w:r>
      <w:r>
        <w:rPr>
          <w:rFonts w:hint="eastAsia" w:cs="Times New Roman"/>
          <w:sz w:val="24"/>
          <w:szCs w:val="24"/>
          <w:lang w:eastAsia="zh-CN"/>
        </w:rPr>
        <w:t>）否（</w:t>
      </w:r>
      <w:r>
        <w:rPr>
          <w:rFonts w:hint="eastAsia" w:cs="Times New Roman"/>
          <w:sz w:val="24"/>
          <w:szCs w:val="24"/>
          <w:lang w:val="en-US" w:eastAsia="zh-CN"/>
        </w:rPr>
        <w:t>F</w:t>
      </w:r>
      <w:r>
        <w:rPr>
          <w:rFonts w:hint="eastAsia" w:cs="Times New Roman"/>
          <w:sz w:val="24"/>
          <w:szCs w:val="24"/>
          <w:lang w:eastAsia="zh-CN"/>
        </w:rPr>
        <w:t>）相符。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 xml:space="preserve">1. 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drawing>
          <wp:inline distT="0" distB="0" distL="114300" distR="114300">
            <wp:extent cx="802640" cy="720090"/>
            <wp:effectExtent l="0" t="0" r="16510" b="3810"/>
            <wp:docPr id="13" name="图片 9" descr="微信图片_20180823092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9" descr="微信图片_201808230923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0264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810260" cy="539750"/>
            <wp:effectExtent l="0" t="0" r="8890" b="12700"/>
            <wp:docPr id="2" name="图片 10" descr="中国国旗(去网址，3比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0" descr="中国国旗(去网址，3比2)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10260" cy="539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Wu Yifan is from China.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 xml:space="preserve">2. 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drawing>
          <wp:inline distT="0" distB="0" distL="114300" distR="114300">
            <wp:extent cx="694690" cy="720090"/>
            <wp:effectExtent l="0" t="0" r="10160" b="3810"/>
            <wp:docPr id="4" name="图片 11" descr="微信图片_20180823092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1" descr="微信图片_2018082309230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9469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1026160" cy="539750"/>
            <wp:effectExtent l="0" t="0" r="2540" b="12700"/>
            <wp:docPr id="1" name="图片 12" descr="美国国旗（去网址，1.9比1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2" descr="美国国旗（去网址，1.9比1）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26160" cy="539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Mike is from the USA.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 xml:space="preserve">3. 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drawing>
          <wp:inline distT="0" distB="0" distL="114300" distR="114300">
            <wp:extent cx="575945" cy="720090"/>
            <wp:effectExtent l="0" t="0" r="14605" b="3810"/>
            <wp:docPr id="5" name="图片 13" descr="微信图片_20180823092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3" descr="微信图片_2018082309232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594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799465" cy="539750"/>
            <wp:effectExtent l="0" t="0" r="635" b="12700"/>
            <wp:docPr id="6" name="图片 14" descr="加拿大国旗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4" descr="加拿大国旗图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99465" cy="539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Sarah is from Canada.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三</w:t>
      </w:r>
      <w:r>
        <w:rPr>
          <w:rFonts w:hint="eastAsia" w:cs="Times New Roman"/>
          <w:sz w:val="24"/>
          <w:szCs w:val="24"/>
          <w:lang w:eastAsia="zh-CN"/>
        </w:rPr>
        <w:t>、</w:t>
      </w:r>
      <w:r>
        <w:rPr>
          <w:rFonts w:hint="default" w:ascii="Times New Roman" w:hAnsi="Times New Roman" w:cs="Times New Roman"/>
          <w:sz w:val="24"/>
          <w:szCs w:val="24"/>
        </w:rPr>
        <w:t>给下</w:t>
      </w:r>
      <w:r>
        <w:rPr>
          <w:rFonts w:hint="eastAsia" w:cs="Times New Roman"/>
          <w:sz w:val="24"/>
          <w:szCs w:val="24"/>
          <w:lang w:eastAsia="zh-CN"/>
        </w:rPr>
        <w:t>列</w:t>
      </w:r>
      <w:r>
        <w:rPr>
          <w:rFonts w:hint="default" w:ascii="Times New Roman" w:hAnsi="Times New Roman" w:cs="Times New Roman"/>
          <w:sz w:val="24"/>
          <w:szCs w:val="24"/>
        </w:rPr>
        <w:t>句子</w:t>
      </w:r>
      <w:r>
        <w:rPr>
          <w:rFonts w:hint="eastAsia" w:cs="Times New Roman"/>
          <w:sz w:val="24"/>
          <w:szCs w:val="24"/>
          <w:lang w:eastAsia="zh-CN"/>
        </w:rPr>
        <w:t>选出合适的翻译。</w:t>
      </w:r>
      <w:r>
        <w:rPr>
          <w:rFonts w:hint="default" w:ascii="Times New Roman" w:hAnsi="Times New Roman" w:cs="Times New Roman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 xml:space="preserve">1. We have a new friend today.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 xml:space="preserve">A. 她是一名新学生。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eastAsia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 xml:space="preserve">. She is a new student.     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我叫</w:t>
      </w:r>
      <w:r>
        <w:rPr>
          <w:rFonts w:hint="eastAsia" w:cs="Times New Roman"/>
          <w:sz w:val="24"/>
          <w:szCs w:val="24"/>
          <w:lang w:eastAsia="zh-CN"/>
        </w:rPr>
        <w:t>埃米</w:t>
      </w:r>
      <w:r>
        <w:rPr>
          <w:rFonts w:hint="default" w:ascii="Times New Roman" w:hAnsi="Times New Roman" w:cs="Times New Roman"/>
          <w:sz w:val="24"/>
          <w:szCs w:val="24"/>
        </w:rPr>
        <w:t>。我来自美国。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eastAsia" w:cs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cs="Times New Roman"/>
          <w:sz w:val="24"/>
          <w:szCs w:val="24"/>
        </w:rPr>
        <w:t xml:space="preserve">. Where are you from?     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今天我们有一个新朋友。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eastAsia" w:cs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t xml:space="preserve">. Nice to meet you!      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D. 你从哪里来？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eastAsia" w:cs="Times New Roman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cs="Times New Roman"/>
          <w:sz w:val="24"/>
          <w:szCs w:val="24"/>
        </w:rPr>
        <w:t xml:space="preserve">. I’m Amy. I’m from The USA.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E.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很高兴认识你！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>一、1— A  2— C  3— B  4— 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二</w:t>
      </w:r>
      <w:r>
        <w:rPr>
          <w:rFonts w:hint="eastAsia" w:cs="Times New Roman"/>
          <w:sz w:val="24"/>
          <w:szCs w:val="24"/>
          <w:lang w:eastAsia="zh-CN"/>
        </w:rPr>
        <w:t>、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T  2.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F  3.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三</w:t>
      </w:r>
      <w:r>
        <w:rPr>
          <w:rFonts w:hint="eastAsia" w:cs="Times New Roman"/>
          <w:sz w:val="24"/>
          <w:szCs w:val="24"/>
          <w:lang w:eastAsia="zh-CN"/>
        </w:rPr>
        <w:t>、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C  2.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A  3.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D  4.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E  5.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98352B"/>
    <w:rsid w:val="2298352B"/>
    <w:rsid w:val="44D01E90"/>
    <w:rsid w:val="6D535020"/>
    <w:rsid w:val="737F3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png"/><Relationship Id="rId12" Type="http://schemas.openxmlformats.org/officeDocument/2006/relationships/image" Target="media/image7.jpeg"/><Relationship Id="rId11" Type="http://schemas.openxmlformats.org/officeDocument/2006/relationships/image" Target="media/image6.pn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2018-09-05T06:14:00Z</dcterms:created>
  <dc:creator>Administrator</dc:creator>
  <cp:lastModifiedBy>。</cp:lastModifiedBy>
  <dcterms:modified xsi:type="dcterms:W3CDTF">2022-02-18T12:11:08Z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77728915D86640758CD43D059E4D4912</vt:lpwstr>
  </property>
</Properties>
</file>