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1 Welcome back to school!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第五课时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看图</w:t>
      </w:r>
      <w:r>
        <w:rPr>
          <w:rFonts w:hint="eastAsia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把有关系的单词和图片连线。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1242060</wp:posOffset>
            </wp:positionH>
            <wp:positionV relativeFrom="paragraph">
              <wp:posOffset>143510</wp:posOffset>
            </wp:positionV>
            <wp:extent cx="572135" cy="720090"/>
            <wp:effectExtent l="0" t="0" r="18415" b="3810"/>
            <wp:wrapNone/>
            <wp:docPr id="9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19685</wp:posOffset>
            </wp:positionV>
            <wp:extent cx="572135" cy="720090"/>
            <wp:effectExtent l="0" t="0" r="18415" b="3810"/>
            <wp:wrapNone/>
            <wp:docPr id="4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he         girl        pupil        </w:t>
      </w:r>
      <w:r>
        <w:rPr>
          <w:rFonts w:hint="eastAsia" w:cs="Times New Roman"/>
          <w:sz w:val="24"/>
          <w:szCs w:val="24"/>
          <w:lang w:val="en-US" w:eastAsia="zh-CN"/>
        </w:rPr>
        <w:t>Mr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teacher        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二、给下列单词选出合适的翻译。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teacher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学生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妈妈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student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男孩       B. 学生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pupil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男孩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女孩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小学生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三、选出不同类的一项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 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he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boy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girl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 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one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student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two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teacher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Canada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UK  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USA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boy 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cat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girl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给下列句子选出合适的翻译。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This is Miss White.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 他是我的朋友。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He’s my friend.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我叫迈克。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She’s a teacher.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我来自加拿大。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My name’s Mike.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这位是怀特老师。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I’m from Canada. 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E. 她是一位老师。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1242060</wp:posOffset>
            </wp:positionH>
            <wp:positionV relativeFrom="paragraph">
              <wp:posOffset>143510</wp:posOffset>
            </wp:positionV>
            <wp:extent cx="781050" cy="981075"/>
            <wp:effectExtent l="0" t="0" r="0" b="9525"/>
            <wp:wrapNone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19685</wp:posOffset>
            </wp:positionV>
            <wp:extent cx="933450" cy="1171575"/>
            <wp:effectExtent l="0" t="0" r="0" b="9525"/>
            <wp:wrapNone/>
            <wp:docPr id="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255270</wp:posOffset>
                </wp:positionV>
                <wp:extent cx="85725" cy="533400"/>
                <wp:effectExtent l="4445" t="635" r="5080" b="18415"/>
                <wp:wrapNone/>
                <wp:docPr id="3" name="直接箭头连接符 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5334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289.8pt;margin-top:20.1pt;height:42pt;width:6.75pt;z-index:251668480;mso-width-relative:page;mso-height-relative:page;" filled="f" stroked="t" coordsize="21600,21600" o:gfxdata="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PGIUgHYAAAACgEAAA8AAAAAAAAA&#10;AQAgAAAAIgAAAGRycy9kb3ducmV2LnhtbFBLAQIUABQAAAAIAIdO4kB1WTv3vAIAAKsEAAAOAAAA&#10;AAAAAAEAIAAAACcBAABkcnMvZTJvRG9jLnhtbFBLBQYAAAAABgAGAFkBAABVBg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255270</wp:posOffset>
                </wp:positionV>
                <wp:extent cx="1131570" cy="589915"/>
                <wp:effectExtent l="1905" t="4445" r="9525" b="15240"/>
                <wp:wrapNone/>
                <wp:docPr id="1" name="直接箭头连接符 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1570" cy="5899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207.45pt;margin-top:20.1pt;height:46.45pt;width:89.1pt;z-index:251667456;mso-width-relative:page;mso-height-relative:page;" filled="f" stroked="t" coordsize="21600,21600" o:gfxdata="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012antcAAAAKAQAADwAAAAAAAAAB&#10;ACAAAAAiAAAAZHJzL2Rvd25yZXYueG1sUEsBAhQAFAAAAAgAh07iQHEJKny8AgAArQQAAA4AAAAA&#10;AAAAAQAgAAAAJgEAAGRycy9lMm9Eb2MueG1sUEsFBgAAAAAGAAYAWQEAAFQG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140970</wp:posOffset>
                </wp:positionV>
                <wp:extent cx="2800350" cy="723900"/>
                <wp:effectExtent l="1270" t="4445" r="17780" b="14605"/>
                <wp:wrapNone/>
                <wp:docPr id="8" name="直接箭头连接符 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00350" cy="7239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x y;margin-left:124.05pt;margin-top:11.1pt;height:57pt;width:220.5pt;z-index:251666432;mso-width-relative:page;mso-height-relative:page;" filled="f" stroked="t" coordsize="21600,21600" o:gfxdata="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LvQ0cTZAAAACgEAAA8A&#10;AAAAAAAAAQAgAAAAIgAAAGRycy9kb3ducmV2LnhtbFBLAQIUABQAAAAIAIdO4kArMjEowQIAALcE&#10;AAAOAAAAAAAAAAEAIAAAACgBAABkcnMvZTJvRG9jLnhtbFBLBQYAAAAABgAGAFkBAABbBg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140970</wp:posOffset>
                </wp:positionV>
                <wp:extent cx="347345" cy="683260"/>
                <wp:effectExtent l="4445" t="1905" r="10160" b="19685"/>
                <wp:wrapNone/>
                <wp:docPr id="6" name="直接箭头连接符 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7345" cy="6832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x y;margin-left:120.3pt;margin-top:11.1pt;height:53.8pt;width:27.35pt;z-index:251665408;mso-width-relative:page;mso-height-relative:page;" filled="f" stroked="t" coordsize="21600,21600" o:gfxdata="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AJIAkz2gAAAAoBAAAP&#10;AAAAAAAAAAEAIAAAACIAAABkcnMvZG93bnJldi54bWxQSwECFAAUAAAACACHTuJA/eFTKMECAAC2&#10;BAAADgAAAAAAAAABACAAAAApAQAAZHJzL2Uyb0RvYy54bWxQSwUGAAAAAAYABgBZAQAAXAY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970915</wp:posOffset>
                </wp:positionH>
                <wp:positionV relativeFrom="paragraph">
                  <wp:posOffset>140970</wp:posOffset>
                </wp:positionV>
                <wp:extent cx="556895" cy="683260"/>
                <wp:effectExtent l="3810" t="3175" r="10795" b="18415"/>
                <wp:wrapNone/>
                <wp:docPr id="7" name="直接箭头连接符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895" cy="6832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76.45pt;margin-top:11.1pt;height:53.8pt;width:43.85pt;z-index:251664384;mso-width-relative:page;mso-height-relative:page;" filled="f" stroked="t" coordsize="21600,21600" o:gfxdata="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DveTUm1wAAAAoBAAAPAAAAAAAA&#10;AAEAIAAAACIAAABkcnMvZG93bnJldi54bWxQSwECFAAUAAAACACHTuJAtZ1loL4CAACsBAAADgAA&#10;AAAAAAABACAAAAAmAQAAZHJzL2Uyb0RvYy54bWxQSwUGAAAAAAYABgBZAQAAVgY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64770</wp:posOffset>
                </wp:positionV>
                <wp:extent cx="3451860" cy="773430"/>
                <wp:effectExtent l="1270" t="4445" r="13970" b="22225"/>
                <wp:wrapNone/>
                <wp:docPr id="10" name="直接箭头连接符 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1860" cy="7734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11.25pt;margin-top:5.1pt;height:60.9pt;width:271.8pt;z-index:251663360;mso-width-relative:page;mso-height-relative:page;" filled="f" stroked="t" coordsize="21600,21600" o:gfxdata="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BmHaRA1gAAAAkBAAAPAAAAAAAA&#10;AAEAIAAAACIAAABkcnMvZG93bnJldi54bWxQSwECFAAUAAAACACHTuJAKKAh6r8CAACvBAAADgAA&#10;AAAAAAABACAAAAAlAQAAZHJzL2Uyb0RvYy54bWxQSwUGAAAAAAYABgBZAQAAVgY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he         girl        pupil        </w:t>
      </w:r>
      <w:r>
        <w:rPr>
          <w:rFonts w:hint="eastAsia" w:cs="Times New Roman"/>
          <w:sz w:val="24"/>
          <w:szCs w:val="24"/>
          <w:lang w:val="en-US" w:eastAsia="zh-CN"/>
        </w:rPr>
        <w:t>Mr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teacher        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  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  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77CCF"/>
    <w:multiLevelType w:val="singleLevel"/>
    <w:tmpl w:val="A4477CC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E0774"/>
    <w:rsid w:val="0D860C74"/>
    <w:rsid w:val="128259E9"/>
    <w:rsid w:val="4FFE077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2018-09-05T06:15:00Z</dcterms:created>
  <dc:creator>Administrator</dc:creator>
  <cp:lastModifiedBy>。</cp:lastModifiedBy>
  <dcterms:modified xsi:type="dcterms:W3CDTF">2022-02-18T12:16:53Z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A5341A3A6E8846FA8819EFE57FD7AC00</vt:lpwstr>
  </property>
</Properties>
</file>