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2 My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</w:t>
      </w:r>
      <w:r>
        <w:rPr>
          <w:rFonts w:hint="eastAsia" w:cs="Times New Roman"/>
          <w:sz w:val="24"/>
          <w:szCs w:val="24"/>
          <w:lang w:val="en-US" w:eastAsia="zh-CN"/>
        </w:rPr>
        <w:t>、选词填空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tbl>
      <w:tblPr>
        <w:tblStyle w:val="3"/>
        <w:tblW w:w="48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2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baseline"/>
              <w:outlineLvl w:val="9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too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B.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She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girl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E.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man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Who’s this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is my father.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Who’s that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 is Amy.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Nice to meet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—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Nice to meet you,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给下</w:t>
      </w:r>
      <w:r>
        <w:rPr>
          <w:rFonts w:hint="eastAsia" w:cs="Times New Roman"/>
          <w:sz w:val="24"/>
          <w:szCs w:val="24"/>
          <w:lang w:eastAsia="zh-CN"/>
        </w:rPr>
        <w:t>列</w:t>
      </w:r>
      <w:r>
        <w:rPr>
          <w:rFonts w:hint="default" w:ascii="Times New Roman" w:hAnsi="Times New Roman" w:cs="Times New Roman"/>
          <w:sz w:val="24"/>
          <w:szCs w:val="24"/>
        </w:rPr>
        <w:t>句子</w:t>
      </w:r>
      <w:r>
        <w:rPr>
          <w:rFonts w:hint="eastAsia" w:cs="Times New Roman"/>
          <w:sz w:val="24"/>
          <w:szCs w:val="24"/>
          <w:lang w:eastAsia="zh-CN"/>
        </w:rPr>
        <w:t>选出合适的翻译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</w:rPr>
        <w:t xml:space="preserve">Nice to meet you.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他是我的爸爸。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</w:rPr>
        <w:t xml:space="preserve">Who’s that girl?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这是我的朋友</w:t>
      </w:r>
      <w:r>
        <w:rPr>
          <w:rFonts w:hint="eastAsia" w:cs="Times New Roman"/>
          <w:sz w:val="24"/>
          <w:szCs w:val="24"/>
          <w:lang w:eastAsia="zh-CN"/>
        </w:rPr>
        <w:t>埃米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</w:rPr>
        <w:t xml:space="preserve">He’s my father.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见到你很高兴</w:t>
      </w:r>
      <w:r>
        <w:rPr>
          <w:rFonts w:hint="eastAsia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</w:rPr>
        <w:t>This is my friend,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Amy.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那个女孩是谁？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三、给下列句子选出合适的图片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This is my family.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979170" cy="720090"/>
            <wp:effectExtent l="0" t="0" r="11430" b="3810"/>
            <wp:docPr id="3" name="图片 1" descr="上课图（矢量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上课图（矢量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756285" cy="720090"/>
            <wp:effectExtent l="0" t="0" r="5715" b="3810"/>
            <wp:docPr id="1" name="图片 2" descr="全家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全家福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This is my father.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302260" cy="720090"/>
            <wp:effectExtent l="0" t="0" r="2540" b="3810"/>
            <wp:docPr id="2" name="图片 3" descr="爸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爸爸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26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inline distT="0" distB="0" distL="114300" distR="114300">
            <wp:extent cx="334645" cy="720090"/>
            <wp:effectExtent l="0" t="0" r="8255" b="3810"/>
            <wp:docPr id="4" name="图片 4" descr="妈妈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妈妈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464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一</w:t>
      </w:r>
      <w:r>
        <w:rPr>
          <w:rFonts w:hint="eastAsia" w:cs="Times New Roman"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 B  2. D C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 D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B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04D303"/>
    <w:multiLevelType w:val="singleLevel"/>
    <w:tmpl w:val="B704D30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6F94819"/>
    <w:multiLevelType w:val="singleLevel"/>
    <w:tmpl w:val="26F94819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4ABD7190"/>
    <w:multiLevelType w:val="singleLevel"/>
    <w:tmpl w:val="4ABD7190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75786"/>
    <w:rsid w:val="06575786"/>
    <w:rsid w:val="27B8643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tif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2018-09-05T06:16:00Z</dcterms:created>
  <dc:creator>Administrator</dc:creator>
  <cp:lastModifiedBy>。</cp:lastModifiedBy>
  <dcterms:modified xsi:type="dcterms:W3CDTF">2022-02-18T13:23:33Z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6DDCBA28FC0B4438819C3B467ACA4AC4</vt:lpwstr>
  </property>
</Properties>
</file>