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北师大版八年级数学下册第五章分式与分式方程   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同步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．下列四个式子中是分式的是（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．使分式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129" name="图片 1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有意义的x的取值范围是（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A．x≠1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B．x≠2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C．x≠1且x≠2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D．x可为任何数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．若分式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的值为0，则x的值应为（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B．﹣1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．已知x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﹣5x﹣2012＝0，则代数式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130" name="图片 1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A．2013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B．2015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C．2016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．下列运算中，错误的是（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8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7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9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0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1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2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．下列约分正确的是（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44" name="图片 1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33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40" name="图片 1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34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41" name="图片 1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5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42" name="图片 1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36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381000" cy="409575"/>
            <wp:effectExtent l="0" t="0" r="0" b="9525"/>
            <wp:docPr id="143" name="图片 1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37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00025" cy="342900"/>
            <wp:effectExtent l="0" t="0" r="9525" b="0"/>
            <wp:docPr id="133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8" descr="http://www.zxxk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457200" cy="400050"/>
            <wp:effectExtent l="0" t="0" r="0" b="0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2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3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52425" cy="400050"/>
            <wp:effectExtent l="0" t="0" r="9525" b="0"/>
            <wp:docPr id="24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中，最简分式有（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A．1个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C．3个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8．下列各选项中，所求的最简公分母错误的是（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7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的最简公分母是6x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36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71500" cy="390525"/>
            <wp:effectExtent l="0" t="0" r="0" b="9525"/>
            <wp:docPr id="38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最简公分母是3a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40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的最简公分母是ab（x﹣y）（y﹣x）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1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42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的最简公分母是m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﹣n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﹣2x+1＝0，那么代数式（x﹣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6" name="图片 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）÷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67" name="图片 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D．﹣1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10．若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\f(3,1－x)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互为相反数，则x的值是(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 xml:space="preserve">  A．1              B．2               C．3              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．若xy＝a，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147" name="图片 1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5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（b＞0），则（x+y）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A．b（ab﹣2）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B．a（ab+2）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C．a（ab﹣2）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D．b（ab+2）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．某次列车平均提速vkm/h，用相同的时间，列车提速前行驶skm，提速后比提速前多行驶50km，提速前列车的平均速度是（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2" name="图片 1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48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56" name="图片 1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49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5" name="图片 1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0" descr="http://www.zxxk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53" name="图片 1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1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57" name="图片 1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http://www.zxxk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的值是0，那么x的值是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﹣4xy+4y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＝0，那么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73" name="图片 7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http://www.zxxk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．下列4个分式：①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78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；②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80" name="图片 7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9" descr="http://www.zxxk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79" name="图片 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0" descr="http://www.zxxk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1" name="图片 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http://www.zxxk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，中最简分式有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．计算：（1﹣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89" name="图片 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http://www.zxxk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91" name="图片 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0" descr="http://www.zxxk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17．当x＝2时，分式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\f(x－k,x＋m)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2700" cy="15240"/>
            <wp:effectExtent l="0" t="0" r="0" b="0"/>
            <wp:docPr id="198" name="图片 1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http://www.zxxk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为0，则k、m必须满足的条件是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．关于x的方程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\f(ax＋1,x－1)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－1＝0有增根，则a＝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．（1）约分：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438150"/>
            <wp:effectExtent l="0" t="0" r="0" b="0"/>
            <wp:docPr id="99" name="图片 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5" descr="http://www.zxxk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（2）通分：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01" name="图片 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6" descr="http://www.zxxk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0" name="图片 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7" descr="http://www.zxxk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87" name="图片 18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http://www.zxxk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188" name="图片 18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http://www.zxxk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74" name="图片 1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 descr="http://www.zxxk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175" name="图片 1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http://www.zxxk.com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．先化简再求值：（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106" name="图片 1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http://www.zxxk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108" name="图片 1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7" descr="http://www.zxxk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107" name="图片 1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8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，其中x＝﹣3．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．解下列方程：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(1)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\f(4,2x＋1)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\f(x,2x＋1)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＋1；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(2)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\f(4,x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instrText xml:space="preserve">2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－1)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\f(x＋2,1－x)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＝－1.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．一辆货车从甲地运送货物到乙地，速度为a千米/小时，然后空车按原路返回时速度为b千米/小时，求货车从送货到返回原地的平均速度．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24．当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9050" cy="15240"/>
            <wp:effectExtent l="0" t="0" r="0" b="0"/>
            <wp:docPr id="199" name="图片 1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http://www.zxxk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m为何值时，关于x的方程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\f(m,x－2)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＋3＝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\f(1－x,2－x)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无解？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问题情境：在高邮高铁站上车的小明发现：坐在匀速行驶动车上经过一座大桥时，他从刚上桥到离桥共需要150秒；而从动车车尾上桥开始到车头离桥结束，整列动车完全在挢上的时间是148秒．已知该列动车长为120米，求动车经过的这座大桥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合作探究：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（1）请补全下列探究过程：小明的思路是设这座大桥的长度为x米，则坐在动车上的小明从刚上桥到离桥的路程为x米，所以动车的平均速度可表示为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米/秒；从动车车尾上桥开始到车头离桥结束的路程为（x﹣120）米，所以动车的平均速度还可以表示为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米/秒．再根据火车的平均速度不变，可列方程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（2）小颖认为：也可以设动车的平均速度为v米/秒，列出方程解决问题．请你按照小颖的思路求动车经过的这座大桥的长度．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北师大版八年级数学下册第五章分式与分式方程   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答案提示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．下列四个式子中是分式的是（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52" name="图片 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解：A、它的分母中不含有字母，是整式，故本选项错误．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B、它的分母中不含有字母，是整式，故本选项错误．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C、它是分数，故本选项错误．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D、它符合分式定义，故本选项正确．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．使分式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55" name="图片 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有意义的x的取值范围是（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A．x≠1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B．x≠2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C．x≠1且x≠2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D．x可为任何数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解：∵x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﹣3x+2≠0即（x﹣1）（x﹣2）≠0，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∴x﹣1≠0且x﹣2≠0，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∴x≠1且x≠2．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．若分式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56" name="图片 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的值为0，则x的值应为（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B．﹣1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解：由题意知x﹣1＝0且x﹣3≠0，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解得：x＝1，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．已知x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﹣5x﹣2012＝0，则代数式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1276350" cy="390525"/>
            <wp:effectExtent l="0" t="0" r="0" b="9525"/>
            <wp:docPr id="57" name="图片 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A．2013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B．2015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C．2016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解：原式＝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1428750" cy="390525"/>
            <wp:effectExtent l="0" t="0" r="0" b="9525"/>
            <wp:docPr id="58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http://www.zxxk.com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1085850" cy="390525"/>
            <wp:effectExtent l="0" t="0" r="0" b="9525"/>
            <wp:docPr id="59" name="图片 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http://www.zxxk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＝（x﹣2）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﹣x＝x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﹣4x+4﹣x＝x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﹣5x+4．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∵x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﹣5x﹣2012＝0，即x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﹣5x＝2012，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∴原式＝2012+4＝2016．故选：C．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．下列运算中，错误的是（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60" name="图片 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61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62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63" name="图片 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64" name="图片 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65" name="图片 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58" name="图片 1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解：∵c＝0时，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59" name="图片 1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http://www.zxxk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160" name="图片 1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http://www.zxxk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不成立，∴选项A符合题意；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61" name="图片 1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 descr="http://www.zxxk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62" name="图片 1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 descr="http://www.zxxk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＝﹣1，∴选项B不符合题意；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733425" cy="333375"/>
            <wp:effectExtent l="0" t="0" r="9525" b="9525"/>
            <wp:docPr id="163" name="图片 1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164" name="图片 1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，∴选项C不符合题意；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65" name="图片 1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 descr="http://www.zxxk.com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66" name="图片 1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http://www.zxxk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，∴选项D不符合题意．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．下列约分正确的是（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67" name="图片 1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3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68" name="图片 1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4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69" name="图片 1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5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70" name="图片 1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6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381000" cy="409575"/>
            <wp:effectExtent l="0" t="0" r="0" b="9525"/>
            <wp:docPr id="171" name="图片 1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7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00025" cy="342900"/>
            <wp:effectExtent l="0" t="0" r="9525" b="0"/>
            <wp:docPr id="172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8" descr="http://www.zxxk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438150"/>
            <wp:effectExtent l="0" t="0" r="0" b="0"/>
            <wp:docPr id="173" name="图片 1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39" descr="http://www.zxxk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4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，此选项错误；B．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176" name="图片 1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0" descr="http://www.zxxk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＝1，此选项错误；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183" name="图片 1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41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4" name="图片 1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42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，此选项正确；D．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381000" cy="409575"/>
            <wp:effectExtent l="0" t="0" r="0" b="9525"/>
            <wp:docPr id="185" name="图片 1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43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186" name="图片 1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44" descr="http://www.zxxk.com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，此选项错误；故选：C．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457200" cy="400050"/>
            <wp:effectExtent l="0" t="0" r="0" b="0"/>
            <wp:docPr id="189" name="图片 1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190" name="图片 1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191" name="图片 1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52425" cy="400050"/>
            <wp:effectExtent l="0" t="0" r="9525" b="0"/>
            <wp:docPr id="201" name="图片 20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01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中，最简分式有（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A．1个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C．3个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解：∵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457200" cy="400050"/>
            <wp:effectExtent l="0" t="0" r="0" b="0"/>
            <wp:docPr id="202" name="图片 2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http://www.zxxk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123825" cy="342900"/>
            <wp:effectExtent l="0" t="0" r="9525" b="0"/>
            <wp:docPr id="203" name="图片 2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203" descr="http://www.zxxk.com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52425" cy="400050"/>
            <wp:effectExtent l="0" t="0" r="9525" b="0"/>
            <wp:docPr id="204" name="图片 2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 descr="http://www.zxxk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04800" cy="400050"/>
            <wp:effectExtent l="0" t="0" r="0" b="0"/>
            <wp:docPr id="205" name="图片 2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http://www.zxxk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4"/>
          <w:sz w:val="24"/>
          <w:szCs w:val="24"/>
        </w:rPr>
        <w:drawing>
          <wp:inline distT="0" distB="0" distL="114300" distR="114300">
            <wp:extent cx="457200" cy="400050"/>
            <wp:effectExtent l="0" t="0" r="0" b="0"/>
            <wp:docPr id="206" name="图片 2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206" descr="http://www.zxxk.com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07" name="图片 2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 descr="http://www.zxxk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08" name="图片 2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http://www.zxxk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52425" cy="400050"/>
            <wp:effectExtent l="0" t="0" r="9525" b="0"/>
            <wp:docPr id="209" name="图片 2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209" descr="http://www.zxxk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中，最简分式有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10" name="图片 2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210" descr="http://www.zxxk.com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11" name="图片 2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211" descr="http://www.zxxk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，一共2个．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8．下列各选项中，所求的最简公分母错误的是（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2" name="图片 2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12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13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的最简公分母是6x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14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71500" cy="390525"/>
            <wp:effectExtent l="0" t="0" r="0" b="9525"/>
            <wp:docPr id="215" name="图片 2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15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最简公分母是3a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216" name="图片 2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16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217" name="图片 2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17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的最简公分母是ab（x﹣y）（y﹣x）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8" name="图片 2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18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19" name="图片 2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19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的最简公分母是m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﹣n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解：A、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0" name="图片 2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20" descr="http://www.zxxk.com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21" name="图片 2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21" descr="http://www.zxxk.com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的最简公分母是6x，此选项正确；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76250" cy="390525"/>
            <wp:effectExtent l="0" t="0" r="0" b="9525"/>
            <wp:docPr id="222" name="图片 2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22" descr="http://www.zxxk.com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71500" cy="390525"/>
            <wp:effectExtent l="0" t="0" r="0" b="9525"/>
            <wp:docPr id="223" name="图片 2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 descr="http://www.zxxk.com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最简公分母是3a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c，此选项正确；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224" name="图片 2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 descr="http://www.zxxk.com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504825" cy="342900"/>
            <wp:effectExtent l="0" t="0" r="9525" b="0"/>
            <wp:docPr id="225" name="图片 2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25" descr="http://www.zxxk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的最简公分母是ab（x﹣y）或ab（y﹣x），此选项错误；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26" name="图片 2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26" descr="http://www.zxxk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27" name="图片 2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27" descr="http://www.zxxk.com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的最简公分母是m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﹣n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，此选项正确；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﹣2x+1＝0，那么代数式（x﹣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28" name="图片 2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28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）÷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229" name="图片 2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解：原式＝（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09550" cy="390525"/>
            <wp:effectExtent l="0" t="0" r="0" b="9525"/>
            <wp:docPr id="230" name="图片 2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 descr="http://www.zxxk.com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31" name="图片 2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http://www.zxxk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232" name="图片 2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32" descr="http://www.zxxk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33" name="图片 2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33" descr="http://www.zxxk.com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90525"/>
            <wp:effectExtent l="0" t="0" r="9525" b="9525"/>
            <wp:docPr id="234" name="图片 2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34" descr="http://www.zxxk.com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＝x（x﹣2）＝x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﹣2x，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∵x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﹣2x+1＝0，∴x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﹣2x＝﹣1，即原式＝﹣1，故选：D．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10．若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\f(3,1－x)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互为相反数，则x的值是(D)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 xml:space="preserve">  A．1              B．2               C．3              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．若xy＝a，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235" name="图片 1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45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（b＞0），则（x+y）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A．b（ab﹣2）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B．a（ab+2）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C．a（ab﹣2）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D．b（ab+2）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解：∵xy＝a，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676275" cy="400050"/>
            <wp:effectExtent l="0" t="0" r="9525" b="0"/>
            <wp:docPr id="236" name="图片 1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46" descr="http://www.zxxk.com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（b＞0），∴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476250" cy="457200"/>
            <wp:effectExtent l="0" t="0" r="0" b="0"/>
            <wp:docPr id="237" name="图片 1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47" descr="http://www.zxxk.com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＝b，即x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+y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＝a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∴（x+y）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+2xy+y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＝a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b+2a＝a（ab+2）．故选B．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．某次列车平均提速vkm/h，用相同的时间，列车提速前行驶skm，提速后比提速前多行驶50km，提速前列车的平均速度是（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38" name="图片 1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48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39" name="图片 1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49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0" name="图片 1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50" descr="http://www.zxxk.com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1" name="图片 1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51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解：设提速前这次列车的平均速度xkm/h．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由题意得，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2" name="图片 1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52" descr="http://www.zxxk.com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43" name="图片 1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53" descr="http://www.zxxk.com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方程两边乘x（x+v），得s（x+v）＝x（s+50）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解得：x＝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4" name="图片 1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54" descr="http://www.zxxk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经检验：由v，s都是正数，得x＝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5" name="图片 1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55" descr="http://www.zxxk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是原方程的解．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∴提速前这次列车的平均速度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46" name="图片 1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56" descr="http://www.zxxk.com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km/h，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47" name="图片 2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7" descr="http://www.zxxk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的值是0，那么x的值是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0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解：由题意得，x＝0，故答案是：0．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．如果x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﹣4xy+4y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＝0，那么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52425"/>
            <wp:effectExtent l="0" t="0" r="9525" b="9525"/>
            <wp:docPr id="248" name="图片 2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http://www.zxxk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49" name="图片 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74" descr="http://www.zxxk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解：∵x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﹣4xy+4y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＝0，∴（x﹣2y）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∴x﹣2y＝0，即x＝2y，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当x＝2y时，原式＝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352425" cy="352425"/>
            <wp:effectExtent l="0" t="0" r="9525" b="9525"/>
            <wp:docPr id="250" name="图片 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75" descr="http://www.zxxk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1" name="图片 2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51" descr="http://www.zxxk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．故答案为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52" name="图片 2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http://www.zxxk.com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．下列4个分式：①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53" name="图片 2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53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；②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254" name="图片 7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79" descr="http://www.zxxk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255" name="图片 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80" descr="http://www.zxxk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56" name="图片 2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6" descr="http://www.zxxk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，中最简分式有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2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解：①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57" name="图片 2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7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是最简分式；②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1"/>
          <w:sz w:val="24"/>
          <w:szCs w:val="24"/>
        </w:rPr>
        <w:drawing>
          <wp:inline distT="0" distB="0" distL="114300" distR="114300">
            <wp:extent cx="476250" cy="409575"/>
            <wp:effectExtent l="0" t="0" r="0" b="9525"/>
            <wp:docPr id="258" name="图片 2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8" descr="http://www.zxxk.com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809625" cy="352425"/>
            <wp:effectExtent l="0" t="0" r="9525" b="9525"/>
            <wp:docPr id="259" name="图片 2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9" descr="http://www.zxxk.com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276225" cy="342900"/>
            <wp:effectExtent l="0" t="0" r="9525" b="0"/>
            <wp:docPr id="260" name="图片 2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60" descr="http://www.zxxk.com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，不是最简分式；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390525"/>
            <wp:effectExtent l="0" t="0" r="0" b="9525"/>
            <wp:docPr id="261" name="图片 2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61" descr="http://www.zxxk.com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2" name="图片 2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2" descr="http://www.zxxk.com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，不是最简分式；④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3" name="图片 2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3" descr="http://www.zxxk.com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是最简分式；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最简分式有①④，共2个；故答案为：2．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．计算：（1﹣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4" name="图片 2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4" descr="http://www.zxxk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5" name="图片 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90" descr="http://www.zxxk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2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解：（1﹣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66" name="图片 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91" descr="http://www.zxxk.com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67" name="图片 2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7" descr="http://www.zxxk.com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028700" cy="333375"/>
            <wp:effectExtent l="0" t="0" r="0" b="9525"/>
            <wp:docPr id="268" name="图片 26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 descr="http://www.zxxk.com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1104900" cy="333375"/>
            <wp:effectExtent l="0" t="0" r="0" b="9525"/>
            <wp:docPr id="269" name="图片 26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9" descr="http://www.zxxk.com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＝2，故答案为：2．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17．当x＝2时，分式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\f(x－k,x＋m)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的值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2700" cy="15240"/>
            <wp:effectExtent l="0" t="0" r="0" b="0"/>
            <wp:docPr id="270" name="图片 27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 descr="http://www.zxxk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为0，则k、m必须满足的条件是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k＝2且m≠－2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．关于x的方程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\f(ax＋1,x－1)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－1＝0有增根，则a＝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－1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b/>
          <w:sz w:val="24"/>
          <w:szCs w:val="24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．（1）约分：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438150"/>
            <wp:effectExtent l="0" t="0" r="0" b="0"/>
            <wp:docPr id="271" name="图片 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95" descr="http://www.zxxk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（2）通分：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72" name="图片 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96" descr="http://www.zxxk.com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3" name="图片 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97" descr="http://www.zxxk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解：（1）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00050" cy="438150"/>
            <wp:effectExtent l="0" t="0" r="0" b="0"/>
            <wp:docPr id="274" name="图片 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98" descr="http://www.zxxk.com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275" name="图片 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99" descr="http://www.zxxk.com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76" name="图片 1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00" descr="http://www.zxxk.com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77" name="图片 10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01" descr="http://www.zxxk.com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278" name="图片 1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02" descr="http://www.zxxk.com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80" w:firstLineChars="20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279" name="图片 1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03" descr="http://www.zxxk.com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80" name="图片 1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04" descr="http://www.zxxk.com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85825" cy="333375"/>
            <wp:effectExtent l="0" t="0" r="9525" b="9525"/>
            <wp:docPr id="281" name="图片 1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05" descr="http://www.zxxk.com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3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82" name="图片 2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82" descr="http://www.zxxk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704850" cy="438150"/>
            <wp:effectExtent l="0" t="0" r="0" b="0"/>
            <wp:docPr id="283" name="图片 28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3" descr="http://www.zxxk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84" name="图片 28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http://www.zxxk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85" name="图片 28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http://www.zxxk.com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解：（1）原式＝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86" name="图片 28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http://www.zxxk.com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87" name="图片 28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87" descr="http://www.zxxk.com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）解：原式＝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88" name="图片 28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http://www.zxxk.com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04825" cy="390525"/>
            <wp:effectExtent l="0" t="0" r="9525" b="9525"/>
            <wp:docPr id="289" name="图片 2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http://www.zxxk.com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81025" cy="390525"/>
            <wp:effectExtent l="0" t="0" r="9525" b="9525"/>
            <wp:docPr id="290" name="图片 2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http://www.zxxk.com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381000" cy="390525"/>
            <wp:effectExtent l="0" t="0" r="0" b="9525"/>
            <wp:docPr id="291" name="图片 2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 descr="http://www.zxxk.com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9625" cy="333375"/>
            <wp:effectExtent l="0" t="0" r="9525" b="9525"/>
            <wp:docPr id="292" name="图片 29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 descr="http://www.zxxk.com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3" name="图片 29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93" descr="http://www.zxxk.com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．先化简再求值：（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457200" cy="390525"/>
            <wp:effectExtent l="0" t="0" r="0" b="9525"/>
            <wp:docPr id="294" name="图片 29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 descr="http://www.zxxk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704850" cy="390525"/>
            <wp:effectExtent l="0" t="0" r="0" b="9525"/>
            <wp:docPr id="295" name="图片 1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07" descr="http://www.zxxk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447675" cy="333375"/>
            <wp:effectExtent l="0" t="0" r="9525" b="9525"/>
            <wp:docPr id="296" name="图片 1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108" descr="http://www.zxxk.com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，其中x＝﹣3．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解：原式＝[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504825" cy="333375"/>
            <wp:effectExtent l="0" t="0" r="9525" b="9525"/>
            <wp:docPr id="297" name="图片 2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7" descr="http://www.zxxk.com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298" name="图片 2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98" descr="http://www.zxxk.com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]•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299" name="图片 2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 descr="http://www.zxxk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＝[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300" name="图片 3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00" descr="http://www.zxxk.com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438150"/>
            <wp:effectExtent l="0" t="0" r="0" b="0"/>
            <wp:docPr id="301" name="图片 30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http://www.zxxk.com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]•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2" name="图片 3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 descr="http://www.zxxk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303" name="图片 3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 descr="http://www.zxxk.com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•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04" name="图片 3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http://www.zxxk.com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533400" cy="390525"/>
            <wp:effectExtent l="0" t="0" r="0" b="9525"/>
            <wp:docPr id="305" name="图片 3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 descr="http://www.zxxk.com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当x＝﹣3时，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原式＝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30"/>
          <w:sz w:val="24"/>
          <w:szCs w:val="24"/>
        </w:rPr>
        <w:drawing>
          <wp:inline distT="0" distB="0" distL="114300" distR="114300">
            <wp:extent cx="609600" cy="390525"/>
            <wp:effectExtent l="0" t="0" r="0" b="9525"/>
            <wp:docPr id="306" name="图片 3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 descr="http://www.zxxk.com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307" name="图片 3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 descr="http://www.zxxk.com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．解下列方程：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(1)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\f(4,2x＋1)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\f(x,2x＋1)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＋1；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解：方程两边同乘(2x＋1)，得4＝x＋2x＋1，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解得x＝1.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检验：把x＝1代入2x＋1＝3≠0，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∴原方程的解是x＝1.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(2)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\f(4,x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vertAlign w:val="superscript"/>
        </w:rPr>
        <w:instrText xml:space="preserve">2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－1)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\f(x＋2,1－x)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＝－1.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解：方程两边都乘以(x＋1)(x－1)，得4－(x＋1)(x＋2)＝－(x＋1)(x－1)．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\f(1,3)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经检验，x＝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\f(1,3)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是原方程的解．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∴原方程的解是x＝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\f(1,3)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．一辆货车从甲地运送货物到乙地，速度为a千米/小时，然后空车按原路返回时速度为b千米/小时，求货车从送货到返回原地的平均速度．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解：设甲乙两地的路程为S千米，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46"/>
          <w:sz w:val="24"/>
          <w:szCs w:val="24"/>
        </w:rPr>
        <w:drawing>
          <wp:inline distT="0" distB="0" distL="114300" distR="114300">
            <wp:extent cx="371475" cy="514350"/>
            <wp:effectExtent l="0" t="0" r="9525" b="0"/>
            <wp:docPr id="308" name="图片 3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 descr="http://www.zxxk.com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46"/>
          <w:sz w:val="24"/>
          <w:szCs w:val="24"/>
        </w:rPr>
        <w:drawing>
          <wp:inline distT="0" distB="0" distL="114300" distR="114300">
            <wp:extent cx="457200" cy="514350"/>
            <wp:effectExtent l="0" t="0" r="0" b="0"/>
            <wp:docPr id="309" name="图片 3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 descr="http://www.zxxk.com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0" name="图片 3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 descr="http://www.zxxk.com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即货车从送货到返回原地的平均速度为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1" name="图片 3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11" descr="http://www.zxxk.com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千米/小时．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24．当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9050" cy="15240"/>
            <wp:effectExtent l="0" t="0" r="0" b="0"/>
            <wp:docPr id="312" name="图片 3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12" descr="http://www.zxxk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m为何值时，关于x的方程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\f(m,x－2)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＋3＝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\f(1－x,2－x)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无解？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解：方程两边同时乘以(x－2)，得m＋3(x－2)＝x－1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21590" cy="13970"/>
            <wp:effectExtent l="0" t="0" r="0" b="0"/>
            <wp:docPr id="313" name="图片 3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13" descr="http://www.zxxk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去括号，得m＋3x－6＝x－1.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移项，得3x－x＝6－1－m.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即2x＝5－m，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系数化为1，得x＝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\f(5－m,2)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因为方程无解，所以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begin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instrText xml:space="preserve">eq \f(5－m,2)</w:instrTex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fldChar w:fldCharType="end"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＝2，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解得m＝1.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25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问题情境：在高邮高铁站上车的小明发现：坐在匀速行驶动车上经过一座大桥时，他从刚上桥到离桥共需要150秒；而从动车车尾上桥开始到车头离桥结束，整列动车完全在挢上的时间是148秒．已知该列动车长为120米，求动车经过的这座大桥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合作探究：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（1）请补全下列探究过程：小明的思路是设这座大桥的长度为x米，则坐在动车上的小明从刚上桥到离桥的路程为x米，所以动车的平均速度可表示为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4" name="图片 3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4" descr="http://www.zxxk.com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米/秒；从动车车尾上桥开始到车头离桥结束的路程为（x﹣120）米，所以动车的平均速度还可以表示为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15" name="图片 1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121" descr="http://www.zxxk.com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米/秒．再根据火车的平均速度不变，可列方程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16" name="图片 1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122" descr="http://www.zxxk.com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（2）小颖认为：也可以设动车的平均速度为v米/秒，列出方程解决问题．请你按照小颖的思路求动车经过的这座大桥的长度．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解：（1）设这座大桥的长度为x米，则坐在动车上的小明从刚上桥到离桥的路程为x米，所以动车的平均速度可表示为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17" name="图片 3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17" descr="http://www.zxxk.com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从动车车尾上桥开始到车头离桥结束的路程为（x﹣120）米，所以动车的平均速度还可以表示为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18" name="图片 3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18" descr="http://www.zxxk.com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火车的平均速度不变，可列方程：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19" name="图片 3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9" descr="http://www.zxxk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故答案为：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76225" cy="333375"/>
            <wp:effectExtent l="0" t="0" r="9525" b="9525"/>
            <wp:docPr id="320" name="图片 3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20" descr="http://www.zxxk.com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428625" cy="333375"/>
            <wp:effectExtent l="0" t="0" r="9525" b="9525"/>
            <wp:docPr id="321" name="图片 3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21" descr="http://www.zxxk.com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；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800100" cy="333375"/>
            <wp:effectExtent l="0" t="0" r="0" b="9525"/>
            <wp:docPr id="322" name="图片 3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22" descr="http://www.zxxk.com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（2）设动车的平均速度为v米/秒．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∴150v＝148v+120．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解得：v＝60m/s．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∴动车经过的这座大桥的长度：150×60＝9000m．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3" name="文本框 3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AKfgfQSAgAAC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223" name="图片 100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23" name="图片 10022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3636661"/>
    <w:rsid w:val="64020817"/>
    <w:rsid w:val="6597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pn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pn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png"/><Relationship Id="rId92" Type="http://schemas.openxmlformats.org/officeDocument/2006/relationships/image" Target="media/image87.png"/><Relationship Id="rId91" Type="http://schemas.openxmlformats.org/officeDocument/2006/relationships/image" Target="media/image86.png"/><Relationship Id="rId90" Type="http://schemas.openxmlformats.org/officeDocument/2006/relationships/image" Target="media/image85.png"/><Relationship Id="rId9" Type="http://schemas.openxmlformats.org/officeDocument/2006/relationships/image" Target="media/image4.png"/><Relationship Id="rId89" Type="http://schemas.openxmlformats.org/officeDocument/2006/relationships/image" Target="media/image84.png"/><Relationship Id="rId88" Type="http://schemas.openxmlformats.org/officeDocument/2006/relationships/image" Target="media/image83.png"/><Relationship Id="rId87" Type="http://schemas.openxmlformats.org/officeDocument/2006/relationships/image" Target="media/image82.png"/><Relationship Id="rId86" Type="http://schemas.openxmlformats.org/officeDocument/2006/relationships/image" Target="media/image81.png"/><Relationship Id="rId85" Type="http://schemas.openxmlformats.org/officeDocument/2006/relationships/image" Target="media/image80.png"/><Relationship Id="rId84" Type="http://schemas.openxmlformats.org/officeDocument/2006/relationships/image" Target="media/image79.png"/><Relationship Id="rId83" Type="http://schemas.openxmlformats.org/officeDocument/2006/relationships/image" Target="media/image78.pn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pn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theme" Target="theme/theme1.xml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footer" Target="footer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8" Type="http://schemas.openxmlformats.org/officeDocument/2006/relationships/fontTable" Target="fontTable.xml"/><Relationship Id="rId147" Type="http://schemas.openxmlformats.org/officeDocument/2006/relationships/customXml" Target="../customXml/item1.xml"/><Relationship Id="rId146" Type="http://schemas.openxmlformats.org/officeDocument/2006/relationships/image" Target="media/image141.png"/><Relationship Id="rId145" Type="http://schemas.openxmlformats.org/officeDocument/2006/relationships/image" Target="media/image140.png"/><Relationship Id="rId144" Type="http://schemas.openxmlformats.org/officeDocument/2006/relationships/image" Target="media/image139.png"/><Relationship Id="rId143" Type="http://schemas.openxmlformats.org/officeDocument/2006/relationships/image" Target="media/image138.png"/><Relationship Id="rId142" Type="http://schemas.openxmlformats.org/officeDocument/2006/relationships/image" Target="media/image137.png"/><Relationship Id="rId141" Type="http://schemas.openxmlformats.org/officeDocument/2006/relationships/image" Target="media/image136.png"/><Relationship Id="rId140" Type="http://schemas.openxmlformats.org/officeDocument/2006/relationships/image" Target="media/image135.png"/><Relationship Id="rId14" Type="http://schemas.openxmlformats.org/officeDocument/2006/relationships/image" Target="media/image9.png"/><Relationship Id="rId139" Type="http://schemas.openxmlformats.org/officeDocument/2006/relationships/image" Target="media/image134.png"/><Relationship Id="rId138" Type="http://schemas.openxmlformats.org/officeDocument/2006/relationships/image" Target="media/image133.png"/><Relationship Id="rId137" Type="http://schemas.openxmlformats.org/officeDocument/2006/relationships/image" Target="media/image132.png"/><Relationship Id="rId136" Type="http://schemas.openxmlformats.org/officeDocument/2006/relationships/image" Target="media/image131.png"/><Relationship Id="rId135" Type="http://schemas.openxmlformats.org/officeDocument/2006/relationships/image" Target="media/image130.png"/><Relationship Id="rId134" Type="http://schemas.openxmlformats.org/officeDocument/2006/relationships/image" Target="media/image129.png"/><Relationship Id="rId133" Type="http://schemas.openxmlformats.org/officeDocument/2006/relationships/image" Target="media/image128.png"/><Relationship Id="rId132" Type="http://schemas.openxmlformats.org/officeDocument/2006/relationships/image" Target="media/image127.png"/><Relationship Id="rId131" Type="http://schemas.openxmlformats.org/officeDocument/2006/relationships/image" Target="media/image126.png"/><Relationship Id="rId130" Type="http://schemas.openxmlformats.org/officeDocument/2006/relationships/image" Target="media/image125.png"/><Relationship Id="rId13" Type="http://schemas.openxmlformats.org/officeDocument/2006/relationships/image" Target="media/image8.png"/><Relationship Id="rId129" Type="http://schemas.openxmlformats.org/officeDocument/2006/relationships/image" Target="media/image124.png"/><Relationship Id="rId128" Type="http://schemas.openxmlformats.org/officeDocument/2006/relationships/image" Target="media/image123.png"/><Relationship Id="rId127" Type="http://schemas.openxmlformats.org/officeDocument/2006/relationships/image" Target="media/image122.png"/><Relationship Id="rId126" Type="http://schemas.openxmlformats.org/officeDocument/2006/relationships/image" Target="media/image121.png"/><Relationship Id="rId125" Type="http://schemas.openxmlformats.org/officeDocument/2006/relationships/image" Target="media/image120.png"/><Relationship Id="rId124" Type="http://schemas.openxmlformats.org/officeDocument/2006/relationships/image" Target="media/image119.png"/><Relationship Id="rId123" Type="http://schemas.openxmlformats.org/officeDocument/2006/relationships/image" Target="media/image118.png"/><Relationship Id="rId122" Type="http://schemas.openxmlformats.org/officeDocument/2006/relationships/image" Target="media/image117.png"/><Relationship Id="rId121" Type="http://schemas.openxmlformats.org/officeDocument/2006/relationships/image" Target="media/image116.png"/><Relationship Id="rId120" Type="http://schemas.openxmlformats.org/officeDocument/2006/relationships/image" Target="media/image115.png"/><Relationship Id="rId12" Type="http://schemas.openxmlformats.org/officeDocument/2006/relationships/image" Target="media/image7.png"/><Relationship Id="rId119" Type="http://schemas.openxmlformats.org/officeDocument/2006/relationships/image" Target="media/image114.png"/><Relationship Id="rId118" Type="http://schemas.openxmlformats.org/officeDocument/2006/relationships/image" Target="media/image113.png"/><Relationship Id="rId117" Type="http://schemas.openxmlformats.org/officeDocument/2006/relationships/image" Target="media/image112.png"/><Relationship Id="rId116" Type="http://schemas.openxmlformats.org/officeDocument/2006/relationships/image" Target="media/image111.png"/><Relationship Id="rId115" Type="http://schemas.openxmlformats.org/officeDocument/2006/relationships/image" Target="media/image110.png"/><Relationship Id="rId114" Type="http://schemas.openxmlformats.org/officeDocument/2006/relationships/image" Target="media/image109.png"/><Relationship Id="rId113" Type="http://schemas.openxmlformats.org/officeDocument/2006/relationships/image" Target="media/image108.png"/><Relationship Id="rId112" Type="http://schemas.openxmlformats.org/officeDocument/2006/relationships/image" Target="media/image107.png"/><Relationship Id="rId111" Type="http://schemas.openxmlformats.org/officeDocument/2006/relationships/image" Target="media/image106.png"/><Relationship Id="rId110" Type="http://schemas.openxmlformats.org/officeDocument/2006/relationships/image" Target="media/image105.png"/><Relationship Id="rId11" Type="http://schemas.openxmlformats.org/officeDocument/2006/relationships/image" Target="media/image6.pn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pn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pn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5.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5.1.docx</Template>
  <Pages>8</Pages>
  <Words>2402</Words>
  <Characters>2662</Characters>
  <Lines>0</Lines>
  <Paragraphs>0</Paragraphs>
  <TotalTime>7</TotalTime>
  <ScaleCrop>false</ScaleCrop>
  <LinksUpToDate>false</LinksUpToDate>
  <CharactersWithSpaces>2815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2021-05-27T22:40:00Z</dcterms:created>
  <dc:creator>Administrator</dc:creator>
  <cp:lastModifiedBy>老倪膏药(招代理)</cp:lastModifiedBy>
  <dcterms:modified xsi:type="dcterms:W3CDTF">2022-02-18T13:28:45Z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