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3 At the zoo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第四课时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eastAsia="zh-CN"/>
        </w:rPr>
        <w:t>children</w:t>
      </w:r>
      <w:r>
        <w:rPr>
          <w:rFonts w:hint="default" w:ascii="Times New Roman" w:hAnsi="Times New Roman" w:cs="Times New Roman"/>
          <w:sz w:val="24"/>
          <w:szCs w:val="24"/>
        </w:rPr>
        <w:t>　　　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nose　　　　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eye　　　　D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ear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）1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10590" cy="720090"/>
            <wp:effectExtent l="0" t="0" r="3810" b="3810"/>
            <wp:docPr id="15" name="图片 11" descr="眼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眼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（　　）2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253615" cy="720090"/>
            <wp:effectExtent l="0" t="0" r="13335" b="3810"/>
            <wp:docPr id="14" name="图片 12" descr="小朋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小朋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89585" cy="720090"/>
            <wp:effectExtent l="0" t="0" r="5715" b="3810"/>
            <wp:docPr id="13" name="图片 13" descr="耳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耳朵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（　　）4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474980" cy="720090"/>
            <wp:effectExtent l="0" t="0" r="1270" b="3810"/>
            <wp:docPr id="12" name="图片 14" descr="鼻子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鼻子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二、给下列句子选出合适的翻译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到这里来！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Come here!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Go to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看这只猫。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 at the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1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cat.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Look at the pig.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他们是一群孩子。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They’re children.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They are boys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　　）4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它有个短尾巴。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 has a long nose.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 has a short tail.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选</w:t>
      </w:r>
      <w:r>
        <w:rPr>
          <w:rFonts w:hint="eastAsia" w:cs="Times New Roman"/>
          <w:sz w:val="24"/>
          <w:szCs w:val="24"/>
          <w:lang w:eastAsia="zh-CN"/>
        </w:rPr>
        <w:t>词</w:t>
      </w:r>
      <w:r>
        <w:rPr>
          <w:rFonts w:hint="default" w:ascii="Times New Roman" w:hAnsi="Times New Roman" w:cs="Times New Roman"/>
          <w:sz w:val="24"/>
          <w:szCs w:val="24"/>
        </w:rPr>
        <w:t>填空。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here　　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ha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9525" cy="13970"/>
                  <wp:effectExtent l="0" t="0" r="0" b="0"/>
                  <wp:docPr id="10" name="图片 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　　C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and　　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short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Come ______, children! Look at the pandas.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 bear’s tail is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 ______ a short tail and a fat body.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 cat has a long tail ______ two big eyes.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>C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A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D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>A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A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A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>A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D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B　　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84108"/>
    <w:rsid w:val="609853A1"/>
    <w:rsid w:val="61884108"/>
    <w:rsid w:val="68202A1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2018-09-05T06:19:00Z</dcterms:created>
  <dc:creator>Administrator</dc:creator>
  <cp:lastModifiedBy>。</cp:lastModifiedBy>
  <dcterms:modified xsi:type="dcterms:W3CDTF">2022-02-18T14:20:36Z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1355271377744EE5870E9FEEEAAD17C6</vt:lpwstr>
  </property>
</Properties>
</file>