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4 Where is my car?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第六课时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一、给下列单词选出合适的图片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desk　</w:t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map　</w:t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bag　　</w:t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chair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018540" cy="720090"/>
            <wp:effectExtent l="0" t="0" r="10160" b="3810"/>
            <wp:docPr id="6" name="图片 1" descr="地图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地图3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80085" cy="720090"/>
            <wp:effectExtent l="0" t="0" r="5715" b="3810"/>
            <wp:docPr id="5" name="图片 2" descr="书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书包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8625" cy="720090"/>
            <wp:effectExtent l="0" t="0" r="9525" b="3810"/>
            <wp:docPr id="7" name="图片 3" descr="椅子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椅子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D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680085" cy="720090"/>
            <wp:effectExtent l="0" t="0" r="5715" b="3810"/>
            <wp:docPr id="4" name="图片 4" descr="书桌 去网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书桌 去网址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情景选择。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你想知道你的铅笔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盒在哪里，你这样问：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Where’s my car?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Where’s my pencil</w:t>
      </w:r>
      <w:r>
        <w:rPr>
          <w:rFonts w:hint="eastAsia" w:cs="Times New Roman"/>
          <w:sz w:val="24"/>
          <w:szCs w:val="24"/>
          <w:lang w:eastAsia="zh-CN"/>
        </w:rPr>
        <w:t xml:space="preserve">— </w:t>
      </w:r>
      <w:r>
        <w:rPr>
          <w:rFonts w:hint="default" w:ascii="Times New Roman" w:hAnsi="Times New Roman" w:cs="Times New Roman"/>
          <w:sz w:val="24"/>
          <w:szCs w:val="24"/>
        </w:rPr>
        <w:t>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你想知道小猫是不是在盒子里面，你这样问：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Is it in the box?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Is it under the desk?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你想告诉同桌他的钢笔在椅子下面，你说：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on the desk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Your pen is under the c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hair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你祝朋友玩得开心，你说：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Good morning!　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Have a good time!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78105</wp:posOffset>
            </wp:positionV>
            <wp:extent cx="1781810" cy="1369695"/>
            <wp:effectExtent l="0" t="0" r="8890" b="1905"/>
            <wp:wrapSquare wrapText="bothSides"/>
            <wp:docPr id="2" name="图片 2" descr="房间物品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房间物品图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1369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sz w:val="24"/>
          <w:szCs w:val="24"/>
          <w:lang w:eastAsia="zh-CN"/>
        </w:rPr>
        <w:t>三、看图，判断句子正（</w:t>
      </w:r>
      <w:r>
        <w:rPr>
          <w:rFonts w:hint="default" w:ascii="Times New Roman" w:hAnsi="Times New Roman" w:cs="Times New Roman"/>
          <w:sz w:val="24"/>
          <w:szCs w:val="24"/>
        </w:rPr>
        <w:t>√</w:t>
      </w:r>
      <w:r>
        <w:rPr>
          <w:rFonts w:hint="eastAsia" w:cs="Times New Roman"/>
          <w:sz w:val="24"/>
          <w:szCs w:val="24"/>
          <w:lang w:eastAsia="zh-CN"/>
        </w:rPr>
        <w:t>）误（</w:t>
      </w:r>
      <w:r>
        <w:rPr>
          <w:rFonts w:hint="default" w:ascii="Times New Roman" w:hAnsi="Times New Roman" w:cs="Times New Roman"/>
          <w:sz w:val="24"/>
          <w:szCs w:val="24"/>
        </w:rPr>
        <w:t>×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boat is on the map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cap is under the 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esk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car is in the toy box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ball is on the floor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B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×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√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√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D4455"/>
    <w:rsid w:val="66DD4455"/>
    <w:rsid w:val="6D535020"/>
    <w:rsid w:val="7FF9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tiff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2018-09-05T06:23:00Z</dcterms:created>
  <dc:creator>Administrator</dc:creator>
  <cp:lastModifiedBy>。</cp:lastModifiedBy>
  <dcterms:modified xsi:type="dcterms:W3CDTF">2022-02-20T07:59:54Z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B37247DF5CB1446B9E5032BE758302D6</vt:lpwstr>
  </property>
</Properties>
</file>