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5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一、给下列单词选出合适的翻译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喜欢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like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橙子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orange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cs="Times New Roman"/>
          <w:sz w:val="24"/>
          <w:szCs w:val="24"/>
          <w:lang w:val="en-US" w:eastAsia="zh-CN"/>
        </w:rPr>
        <w:t>yell</w:t>
      </w:r>
      <w:r>
        <w:rPr>
          <w:rFonts w:hint="default" w:ascii="Times New Roman" w:hAnsi="Times New Roman" w:cs="Times New Roman"/>
          <w:sz w:val="24"/>
          <w:szCs w:val="24"/>
        </w:rPr>
        <w:t>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一些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do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梨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pencil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pear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 让我们</w:t>
      </w:r>
      <w:r>
        <w:rPr>
          <w:rFonts w:hint="eastAsia" w:cs="Times New Roman"/>
          <w:sz w:val="24"/>
          <w:szCs w:val="24"/>
          <w:lang w:eastAsia="zh-CN"/>
        </w:rPr>
        <w:t>……</w:t>
      </w:r>
      <w:r>
        <w:rPr>
          <w:rFonts w:hint="default" w:ascii="Times New Roman" w:hAnsi="Times New Roman" w:cs="Times New Roman"/>
          <w:sz w:val="24"/>
          <w:szCs w:val="24"/>
        </w:rPr>
        <w:t>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let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let’s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二、给下列图片选出合适的句子或对话。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822960" cy="596265"/>
            <wp:effectExtent l="0" t="0" r="15240" b="13335"/>
            <wp:docPr id="4" name="图片 1" descr="梨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梨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1324610" cy="720090"/>
            <wp:effectExtent l="0" t="0" r="8890" b="3810"/>
            <wp:docPr id="5" name="图片 2" descr="橙子 卡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橙子 卡通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1050925" cy="720090"/>
            <wp:effectExtent l="0" t="0" r="15875" b="3810"/>
            <wp:docPr id="3" name="图片 3" descr="苹果一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苹果一些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 you like apples?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 you like pears?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 like oranges. Let’s</w:t>
      </w:r>
      <w:r>
        <w:rPr>
          <w:rFonts w:hint="eastAsia" w:cs="Times New Roman"/>
          <w:sz w:val="24"/>
          <w:szCs w:val="24"/>
          <w:lang w:val="en-US" w:eastAsia="zh-CN"/>
        </w:rPr>
        <w:t xml:space="preserve"> h</w:t>
      </w:r>
      <w:r>
        <w:rPr>
          <w:rFonts w:hint="default" w:ascii="Times New Roman" w:hAnsi="Times New Roman" w:cs="Times New Roman"/>
          <w:sz w:val="24"/>
          <w:szCs w:val="24"/>
        </w:rPr>
        <w:t>ave some oranges.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三、单项</w:t>
      </w:r>
      <w:r>
        <w:rPr>
          <w:rFonts w:hint="default" w:ascii="Times New Roman" w:hAnsi="Times New Roman" w:cs="Times New Roman"/>
          <w:sz w:val="24"/>
          <w:szCs w:val="24"/>
        </w:rPr>
        <w:t>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______ you like oranges?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Do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______ like pears.　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isn’t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don’t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______ have some apples.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Let’s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Let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I ______ like apples.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am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don’t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情景选择。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你想知道好朋友喜不喜欢梨，你这样问：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Do you like apples?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你告诉妈妈你喜欢苹果，你这样说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 like apples, Mum.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 like pears, Mum.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你告诉妈妈你不喜欢橙子，你这样说：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 like oranges, Mum.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 don’t like oranges, Mum.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1.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1C86"/>
    <w:multiLevelType w:val="singleLevel"/>
    <w:tmpl w:val="F0931C86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13355FE5"/>
    <w:multiLevelType w:val="singleLevel"/>
    <w:tmpl w:val="13355FE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9614B"/>
    <w:rsid w:val="29107036"/>
    <w:rsid w:val="35C9614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2018-09-05T06:24:00Z</dcterms:created>
  <dc:creator>Administrator</dc:creator>
  <cp:lastModifiedBy>。</cp:lastModifiedBy>
  <dcterms:modified xsi:type="dcterms:W3CDTF">2022-02-20T08:03:58Z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CF1A3D85B1734E0DA24EFF7DBE96C0C5</vt:lpwstr>
  </property>
</Properties>
</file>