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5 Do you like pears?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第二课时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一、给下列图片选出合适的单词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535305" cy="504825"/>
            <wp:effectExtent l="0" t="0" r="17145" b="9525"/>
            <wp:docPr id="2" name="图片 1" descr="橙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橙子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2.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490855" cy="557530"/>
            <wp:effectExtent l="0" t="0" r="4445" b="13970"/>
            <wp:docPr id="1" name="图片 2" descr="梨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梨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855" cy="557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3.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610870" cy="598805"/>
            <wp:effectExtent l="0" t="0" r="17780" b="10795"/>
            <wp:docPr id="8" name="图片 3" descr="西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西瓜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0870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4.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536575" cy="587375"/>
            <wp:effectExtent l="0" t="0" r="15875" b="3175"/>
            <wp:docPr id="4" name="图片 4" descr="草莓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草莓0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58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watermelon　　B. orange　　C. pear　　D. strawberry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二、给下列短语选出合适的翻译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 一个大西瓜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A. a big watermelon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a tall watermelon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 两个小梨子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A. two short pears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two small pears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 一些草莓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A. some strawberries　　B. some strawberry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4. 很多橘子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A. an orange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many oranges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三、圈出合适的一项，</w:t>
      </w:r>
      <w:r>
        <w:rPr>
          <w:rFonts w:hint="default" w:ascii="Times New Roman" w:hAnsi="Times New Roman" w:cs="Times New Roman"/>
          <w:sz w:val="24"/>
          <w:szCs w:val="24"/>
        </w:rPr>
        <w:t>补全句子。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______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Do/Are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you like pears?　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Yes, I do.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I like ______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they/them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Let’s ______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have/like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some strawberries.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______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Who/How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about you?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四</w:t>
      </w:r>
      <w:r>
        <w:rPr>
          <w:rFonts w:hint="eastAsia" w:cs="Times New Roman"/>
          <w:sz w:val="24"/>
          <w:szCs w:val="24"/>
          <w:lang w:eastAsia="zh-CN"/>
        </w:rPr>
        <w:t>. 给下列句子选出合适的图片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A.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996950" cy="720090"/>
            <wp:effectExtent l="0" t="0" r="12700" b="3810"/>
            <wp:docPr id="6" name="图片 5" descr="两个西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两个西瓜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B.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1220470" cy="720090"/>
            <wp:effectExtent l="0" t="0" r="17780" b="3810"/>
            <wp:docPr id="3" name="图片 6" descr="一些草莓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一些草莓图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2047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C. 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1083310" cy="720090"/>
            <wp:effectExtent l="0" t="0" r="2540" b="3810"/>
            <wp:docPr id="7" name="图片 7" descr="香蕉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香蕉图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331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D. 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1119505" cy="720090"/>
            <wp:effectExtent l="0" t="0" r="4445" b="3810"/>
            <wp:docPr id="5" name="图片 8" descr="一些苹果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一些苹果图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1950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1.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Do you like bananas?　　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Yes, I do.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2.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Do you like watermelons?　　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>Yes, I do.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3.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Do you like apples?　　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Yes, I do.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4.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Do you like strawberries?　　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>Yes, I do.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1. 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2. C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3. 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4.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1. 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2. 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3. 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4.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三、提示：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lang w:eastAsia="zh-CN"/>
        </w:rPr>
        <w:t>圈出</w:t>
      </w:r>
      <w:r>
        <w:rPr>
          <w:rFonts w:hint="default" w:ascii="Times New Roman" w:hAnsi="Times New Roman" w:cs="Times New Roman"/>
          <w:sz w:val="24"/>
          <w:szCs w:val="24"/>
        </w:rPr>
        <w:t>Do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2. </w:t>
      </w:r>
      <w:r>
        <w:rPr>
          <w:rFonts w:hint="eastAsia" w:cs="Times New Roman"/>
          <w:sz w:val="24"/>
          <w:szCs w:val="24"/>
          <w:lang w:eastAsia="zh-CN"/>
        </w:rPr>
        <w:t>圈出</w:t>
      </w:r>
      <w:r>
        <w:rPr>
          <w:rFonts w:hint="default" w:ascii="Times New Roman" w:hAnsi="Times New Roman" w:cs="Times New Roman"/>
          <w:sz w:val="24"/>
          <w:szCs w:val="24"/>
        </w:rPr>
        <w:t>them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3. </w:t>
      </w:r>
      <w:r>
        <w:rPr>
          <w:rFonts w:hint="eastAsia" w:cs="Times New Roman"/>
          <w:sz w:val="24"/>
          <w:szCs w:val="24"/>
          <w:lang w:eastAsia="zh-CN"/>
        </w:rPr>
        <w:t>圈出</w:t>
      </w:r>
      <w:r>
        <w:rPr>
          <w:rFonts w:hint="default" w:ascii="Times New Roman" w:hAnsi="Times New Roman" w:cs="Times New Roman"/>
          <w:sz w:val="24"/>
          <w:szCs w:val="24"/>
        </w:rPr>
        <w:t>have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4. </w:t>
      </w:r>
      <w:r>
        <w:rPr>
          <w:rFonts w:hint="eastAsia" w:cs="Times New Roman"/>
          <w:sz w:val="24"/>
          <w:szCs w:val="24"/>
          <w:lang w:eastAsia="zh-CN"/>
        </w:rPr>
        <w:t>圈出</w:t>
      </w:r>
      <w:r>
        <w:rPr>
          <w:rFonts w:hint="default" w:ascii="Times New Roman" w:hAnsi="Times New Roman" w:cs="Times New Roman"/>
          <w:sz w:val="24"/>
          <w:szCs w:val="24"/>
        </w:rPr>
        <w:t>How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四</w:t>
      </w:r>
      <w:r>
        <w:rPr>
          <w:rFonts w:hint="eastAsia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2. 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3. D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4.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B3D5C"/>
    <w:rsid w:val="13A530F7"/>
    <w:rsid w:val="613B3D5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1.tiff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2018-09-05T06:25:00Z</dcterms:created>
  <dc:creator>Administrator</dc:creator>
  <cp:lastModifiedBy>。</cp:lastModifiedBy>
  <dcterms:modified xsi:type="dcterms:W3CDTF">2022-02-20T08:07:50Z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344841AC98934D75A754F730702F3ED3</vt:lpwstr>
  </property>
</Properties>
</file>