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>Recycle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第二课时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给下列图片选出正确的单词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604520" cy="539750"/>
            <wp:effectExtent l="0" t="0" r="5080" b="12700"/>
            <wp:docPr id="7" name="图片 1" descr="数字15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数字15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452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A. sixteen  B. fifteen 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795655" cy="539750"/>
            <wp:effectExtent l="0" t="0" r="4445" b="12700"/>
            <wp:docPr id="2" name="图片 2" descr="数字20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数字20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>A. twenty  B. twelve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539750" cy="539750"/>
            <wp:effectExtent l="0" t="0" r="12700" b="12700"/>
            <wp:docPr id="1" name="图片 3" descr="数字17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数字17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A. seventeen  B. seven 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550545" cy="539750"/>
            <wp:effectExtent l="0" t="0" r="1905" b="12700"/>
            <wp:docPr id="3" name="图片 4" descr="数字16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数字16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>A. sixteen  B. eighteen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5.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698500" cy="539750"/>
            <wp:effectExtent l="0" t="0" r="6350" b="12700"/>
            <wp:docPr id="6" name="图片 5" descr="数字13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数字13图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A. thirty  B. thirteen 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6.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374650" cy="539750"/>
            <wp:effectExtent l="0" t="0" r="6350" b="12700"/>
            <wp:docPr id="4" name="图片 6" descr="数字19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数字19图"/>
                    <pic:cNvPicPr>
                      <a:picLocks noChangeAspect="1"/>
                    </pic:cNvPicPr>
                  </pic:nvPicPr>
                  <pic:blipFill>
                    <a:blip r:embed="rId11"/>
                    <a:srcRect l="34006"/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>A. nine  B. nineteen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算一算，连一连。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057140" cy="2058670"/>
            <wp:effectExtent l="0" t="0" r="10160" b="1778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2058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三、单项选择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How many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can you see?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cat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cats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I see five</w:t>
      </w:r>
      <w:r>
        <w:rPr>
          <w:rFonts w:hint="eastAsia" w:cs="Times New Roman"/>
          <w:sz w:val="24"/>
          <w:szCs w:val="24"/>
          <w:lang w:val="en-US" w:eastAsia="zh-CN"/>
        </w:rPr>
        <w:t xml:space="preserve"> _______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fingers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finger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You have a nice</w:t>
      </w:r>
      <w:r>
        <w:rPr>
          <w:rFonts w:hint="eastAsia" w:cs="Times New Roman"/>
          <w:sz w:val="24"/>
          <w:szCs w:val="24"/>
          <w:lang w:val="en-US" w:eastAsia="zh-CN"/>
        </w:rPr>
        <w:t xml:space="preserve"> _______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bag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bags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4. I have 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new books.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one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参考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6.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二、连线略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3. A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9B016F"/>
    <w:multiLevelType w:val="singleLevel"/>
    <w:tmpl w:val="879B01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D1248"/>
    <w:rsid w:val="2BED1248"/>
    <w:rsid w:val="574B66A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tiff"/><Relationship Id="rId8" Type="http://schemas.openxmlformats.org/officeDocument/2006/relationships/image" Target="media/image1.tiff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tiff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2018-09-05T06:29:00Z</dcterms:created>
  <dc:creator>Administrator</dc:creator>
  <cp:lastModifiedBy>。</cp:lastModifiedBy>
  <dcterms:modified xsi:type="dcterms:W3CDTF">2022-02-20T13:58:48Z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848237E66967410BAC276B9D444490BD</vt:lpwstr>
  </property>
</Properties>
</file>