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第六课时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一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、单项选择。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(     )1. I’m 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at a bear. 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look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looking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)2. He is eating__________ a rabbit.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like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on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(     )3. She is looking at _________ elephant.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an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a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)4. It’s _______ like a bear.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dancing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dance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)5. I like ________.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fly    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flying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)6. I’m _______ like a tiger.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running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run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)7. I want to ______ a bird.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/      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be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252730</wp:posOffset>
                </wp:positionV>
                <wp:extent cx="2018030" cy="1452880"/>
                <wp:effectExtent l="4445" t="5080" r="15875" b="889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14528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 xml:space="preserve">A. Yes, they are.           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B. No, he isn’t 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He’s eating.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 xml:space="preserve">C. He’s in the kitchen.       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D. It’s Mike’s.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E. Of course.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29.5pt;margin-top:19.9pt;height:114.4pt;width:158.9pt;z-index:251659264;mso-width-relative:margin;mso-height-relative:margin;" filled="f" stroked="t" coordsize="21600,21600" o:gfxdata="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oCWjLYAAAACgEAAA8AAAAAAAAAAQAgAAAAIgAAAGRy&#10;cy9kb3ducmV2LnhtbFBLAQIUABQAAAAIAIdO4kBuvv4tBQIAAA4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 xml:space="preserve">A. Yes, they are.           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B. No, he isn’t .</w:t>
                      </w:r>
                      <w:r>
                        <w:rPr>
                          <w:rFonts w:hint="eastAsia" w:ascii="Times New Roman" w:hAnsi="Times New Roman" w:cs="Times New Roman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</w:rPr>
                        <w:t>He’s eating.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 xml:space="preserve">C. He’s in the kitchen.       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D. It’s Mike’s.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E. Of course.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二</w:t>
      </w:r>
      <w:r>
        <w:rPr>
          <w:rFonts w:ascii="Times New Roman" w:hAnsi="Times New Roman" w:cs="Times New Roman" w:eastAsiaTheme="minorEastAsia"/>
          <w:sz w:val="24"/>
          <w:szCs w:val="24"/>
        </w:rPr>
        <w:t>、给下列句子选择正确的答语。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）1. Is he drinking water?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）2. Can you take him to the park?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）3. Whose book is this?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）4. Are these all ours?   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）5. Where is Fido now?                    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三、</w:t>
      </w:r>
      <w:r>
        <w:rPr>
          <w:rFonts w:cs="Times New Roman" w:asciiTheme="minorEastAsia" w:hAnsiTheme="minorEastAsia" w:eastAsiaTheme="minorEastAsia"/>
          <w:sz w:val="24"/>
          <w:szCs w:val="24"/>
        </w:rPr>
        <w:t>根据汉语提示补全对话。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Chen Jie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Whose book is this?   </w:t>
      </w:r>
    </w:p>
    <w:p>
      <w:pPr>
        <w:spacing w:after="0" w:line="384" w:lineRule="auto"/>
        <w:ind w:firstLine="240" w:firstLineChars="10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(我的).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Lily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This is Yifan’s picture.     </w:t>
      </w:r>
    </w:p>
    <w:p>
      <w:pPr>
        <w:spacing w:after="0" w:line="384" w:lineRule="auto"/>
        <w:ind w:firstLine="240" w:firstLineChars="10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Yes,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/>
          <w:sz w:val="24"/>
          <w:szCs w:val="24"/>
        </w:rPr>
        <w:t>t’s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(他的).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Amy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Look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That’s my dog.   </w:t>
      </w:r>
    </w:p>
    <w:p>
      <w:pPr>
        <w:spacing w:after="0" w:line="384" w:lineRule="auto"/>
        <w:ind w:firstLine="240" w:firstLineChars="10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Zhang Peng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Yes,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/>
          <w:sz w:val="24"/>
          <w:szCs w:val="24"/>
        </w:rPr>
        <w:t>t’s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(你的).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Mike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Whose rabbits are these?   </w:t>
      </w:r>
    </w:p>
    <w:p>
      <w:pPr>
        <w:spacing w:after="0" w:line="384" w:lineRule="auto"/>
        <w:ind w:firstLine="240" w:firstLineChars="10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These are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吴</w:t>
      </w:r>
      <w:r>
        <w:rPr>
          <w:rFonts w:cs="Times New Roman" w:asciiTheme="minorEastAsia" w:hAnsiTheme="minorEastAsia" w:eastAsiaTheme="minorEastAsia"/>
          <w:sz w:val="24"/>
          <w:szCs w:val="24"/>
        </w:rPr>
        <w:t>一凡的).</w:t>
      </w:r>
    </w:p>
    <w:p>
      <w:pPr>
        <w:spacing w:after="0" w:line="384" w:lineRule="auto"/>
        <w:jc w:val="both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238760</wp:posOffset>
                </wp:positionV>
                <wp:extent cx="4282440" cy="321310"/>
                <wp:effectExtent l="4445" t="5080" r="18415" b="1651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244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after="0" w:line="384" w:lineRule="auto"/>
                              <w:jc w:val="both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jumping, are,flying, are, is, swimming, tigers, in,birds,climbing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2.3pt;margin-top:18.8pt;height:25.3pt;width:337.2pt;z-index:251660288;mso-width-relative:page;mso-height-relative:page;" fillcolor="#FFFFFF" filled="t" stroked="t" coordsize="21600,21600" o:gfxdata="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z7QXNgAAAAIAQAADwAAAAAAAAABACAA&#10;AAAiAAAAZHJzL2Rvd25yZXYueG1sUEsBAhQAFAAAAAgAh07iQAw13cQNAgAANgQAAA4AAAAAAAAA&#10;AQAgAAAAJw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0" w:line="384" w:lineRule="auto"/>
                        <w:jc w:val="both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jumping, are,flying, are, is, swimming, tigers, in,birds,climbing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四</w:t>
      </w:r>
      <w:r>
        <w:rPr>
          <w:rFonts w:cs="Times New Roman" w:asciiTheme="minorEastAsia" w:hAnsiTheme="minorEastAsia" w:eastAsiaTheme="minorEastAsia"/>
          <w:sz w:val="24"/>
          <w:szCs w:val="24"/>
        </w:rPr>
        <w:t>、选词填空。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hint="eastAsia" w:cs="Times New Roman" w:asciiTheme="minorEastAsia" w:hAnsiTheme="minorEastAsia" w:eastAsiaTheme="minorEastAsia"/>
          <w:sz w:val="24"/>
          <w:szCs w:val="24"/>
        </w:rPr>
      </w:pP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______ many animals in the zoo. Look!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______ are running. The two lions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fighting. The monkeys are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______.The fish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______ the river. Many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______ are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9.</w:t>
      </w:r>
      <w:r>
        <w:rPr>
          <w:rFonts w:ascii="Times New Roman" w:hAnsi="Times New Roman" w:cs="Times New Roman"/>
          <w:sz w:val="24"/>
          <w:szCs w:val="24"/>
        </w:rPr>
        <w:t>______ in the sky. Look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! I</w:t>
      </w:r>
      <w:r>
        <w:rPr>
          <w:rFonts w:ascii="Times New Roman" w:hAnsi="Times New Roman" w:cs="Times New Roman"/>
          <w:sz w:val="24"/>
          <w:szCs w:val="24"/>
        </w:rPr>
        <w:t>t’s a rabbit,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it’s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10.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B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7.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mine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his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yours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Wu Yifan’s</w:t>
      </w:r>
    </w:p>
    <w:p>
      <w:pPr>
        <w:spacing w:after="0" w:line="384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are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tigers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are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climbing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6. </w:t>
      </w:r>
      <w:r>
        <w:rPr>
          <w:rFonts w:ascii="Times New Roman" w:hAnsi="Times New Roman" w:cs="Times New Roman"/>
          <w:sz w:val="24"/>
          <w:szCs w:val="24"/>
        </w:rPr>
        <w:t xml:space="preserve">swimming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in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birds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9. </w:t>
      </w:r>
      <w:r>
        <w:rPr>
          <w:rFonts w:ascii="Times New Roman" w:hAnsi="Times New Roman" w:cs="Times New Roman"/>
          <w:sz w:val="24"/>
          <w:szCs w:val="24"/>
        </w:rPr>
        <w:t xml:space="preserve">flying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jumping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340E3"/>
    <w:rsid w:val="006C4B27"/>
    <w:rsid w:val="006E0FB7"/>
    <w:rsid w:val="007017F6"/>
    <w:rsid w:val="008B3A44"/>
    <w:rsid w:val="00A31441"/>
    <w:rsid w:val="0B334919"/>
    <w:rsid w:val="1AF03A2A"/>
    <w:rsid w:val="2EEF5086"/>
    <w:rsid w:val="45D1054A"/>
    <w:rsid w:val="4E1340E3"/>
    <w:rsid w:val="58575155"/>
    <w:rsid w:val="6D535020"/>
    <w:rsid w:val="72452202"/>
    <w:rsid w:val="72F0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300</Words>
  <Characters>1131</Characters>
  <Lines>9</Lines>
  <Paragraphs>2</Paragraphs>
  <TotalTime>0</TotalTime>
  <ScaleCrop>false</ScaleCrop>
  <LinksUpToDate>false</LinksUpToDate>
  <CharactersWithSpaces>1429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2018-07-16T03:01:00Z</dcterms:created>
  <dc:creator>宾琳</dc:creator>
  <cp:lastModifiedBy>。</cp:lastModifiedBy>
  <dcterms:modified xsi:type="dcterms:W3CDTF">2022-02-21T13:15:47Z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F8BEAF9131524F6EB4A9C59397AACF8B</vt:lpwstr>
  </property>
</Properties>
</file>