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第二课时</w:t>
      </w:r>
    </w:p>
    <w:p>
      <w:pPr>
        <w:spacing w:after="0" w:line="384" w:lineRule="auto"/>
        <w:rPr>
          <w:rFonts w:ascii="Times New Roman" w:hAnsi="Times New Roman" w:cs="Times New Roman" w:eastAsiaTheme="minorEastAsia"/>
          <w:color w:val="FFFFFF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选出正确的一项补全单词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。</w:t>
      </w:r>
      <w:r>
        <w:rPr>
          <w:rFonts w:hint="eastAsia" w:ascii="Times New Roman" w:hAnsi="Times New Roman" w:cs="Times New Roman" w:eastAsiaTheme="minorEastAsia"/>
          <w:color w:val="FFFFFF"/>
          <w:kern w:val="10"/>
          <w:sz w:val="24"/>
          <w:szCs w:val="24"/>
        </w:rPr>
        <w:t xml:space="preserve"> </w:t>
      </w:r>
    </w:p>
    <w:p>
      <w:pPr>
        <w:spacing w:after="0" w:line="384" w:lineRule="auto"/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（   ）1.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wh_n      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a    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i   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C.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e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（   ）2. d_nner    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i      B.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e    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C.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o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</w:pP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>（   ）3.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>br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>_ _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>kfast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 xml:space="preserve">  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 xml:space="preserve"> A.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 xml:space="preserve">oo 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 xml:space="preserve">  B.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 xml:space="preserve">ee   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>C.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>ea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（   ）4.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_sually    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A.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u   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B.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i    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C.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e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（   ）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</w:rPr>
        <w:t>exerci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  <w:lang w:val="pt-BR"/>
        </w:rPr>
        <w:t>_ _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    A.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</w:rPr>
        <w:t>ee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B.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</w:rPr>
        <w:t>se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kern w:val="10"/>
          <w:sz w:val="24"/>
          <w:szCs w:val="24"/>
        </w:rPr>
        <w:t>C.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color w:val="auto"/>
          <w:kern w:val="10"/>
          <w:sz w:val="24"/>
          <w:szCs w:val="24"/>
        </w:rPr>
        <w:t>es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352425</wp:posOffset>
            </wp:positionV>
            <wp:extent cx="742950" cy="866775"/>
            <wp:effectExtent l="0" t="0" r="0" b="9525"/>
            <wp:wrapNone/>
            <wp:docPr id="4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10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将图片与对应的短语连线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2863850</wp:posOffset>
                </wp:positionH>
                <wp:positionV relativeFrom="paragraph">
                  <wp:posOffset>78105</wp:posOffset>
                </wp:positionV>
                <wp:extent cx="1388745" cy="458470"/>
                <wp:effectExtent l="4445" t="4445" r="16510" b="1333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45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  <w:lang w:val="en-US" w:eastAsia="zh-CN"/>
                              </w:rPr>
                              <w:t xml:space="preserve">A. 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</w:rPr>
                              <w:t>eat breakfast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25.5pt;margin-top:6.15pt;height:36.1pt;width:109.35pt;z-index:251663360;mso-width-relative:page;mso-height-relative:margin;mso-height-percent:200;" fillcolor="#FFFFFF" filled="t" stroked="t" coordsize="21600,21600" o:gfxdata="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I7D04tcAAAAJ&#10;AQAADwAAAAAAAAABACAAAAAiAAAAZHJzL2Rvd25yZXYueG1sUEsBAhQAFAAAAAgAh07iQH6gPogd&#10;AgAAXgQAAA4AAAAAAAAAAQAgAAAAJg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kern w:val="10"/>
                          <w:sz w:val="24"/>
                          <w:szCs w:val="24"/>
                          <w:lang w:val="en-US" w:eastAsia="zh-CN"/>
                        </w:rPr>
                        <w:t xml:space="preserve">A. </w:t>
                      </w:r>
                      <w:r>
                        <w:rPr>
                          <w:rFonts w:ascii="Times New Roman" w:hAnsi="Times New Roman" w:eastAsia="黑体" w:cs="Times New Roman"/>
                          <w:kern w:val="10"/>
                          <w:sz w:val="24"/>
                          <w:szCs w:val="24"/>
                        </w:rPr>
                        <w:t>eat breakfast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1.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278130</wp:posOffset>
            </wp:positionH>
            <wp:positionV relativeFrom="paragraph">
              <wp:posOffset>226060</wp:posOffset>
            </wp:positionV>
            <wp:extent cx="809625" cy="752475"/>
            <wp:effectExtent l="0" t="0" r="9525" b="9525"/>
            <wp:wrapNone/>
            <wp:docPr id="39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10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2850515</wp:posOffset>
                </wp:positionH>
                <wp:positionV relativeFrom="paragraph">
                  <wp:posOffset>140335</wp:posOffset>
                </wp:positionV>
                <wp:extent cx="984250" cy="458470"/>
                <wp:effectExtent l="4445" t="4445" r="20955" b="13335"/>
                <wp:wrapNone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45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  <w:lang w:val="en-US" w:eastAsia="zh-CN"/>
                              </w:rPr>
                              <w:t xml:space="preserve">B. 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</w:rPr>
                              <w:t>at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</w:rPr>
                              <w:t xml:space="preserve">dinner   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4" o:spid="_x0000_s1026" o:spt="202" type="#_x0000_t202" style="position:absolute;left:0pt;margin-left:224.45pt;margin-top:11.05pt;height:36.1pt;width:77.5pt;z-index:251665408;mso-width-relative:page;mso-height-relative:margin;mso-height-percent:200;" fillcolor="#FFFFFF" filled="t" stroked="t" coordsize="21600,21600" o:gfxdata="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78FV3dcAAAAJAQAADwAA&#10;AAAAAAABACAAAAAiAAAAZHJzL2Rvd25yZXYueG1sUEsBAhQAFAAAAAgAh07iQJq0bVgXAgAATwQA&#10;AA4AAAAAAAAAAQAgAAAAJg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kern w:val="10"/>
                          <w:sz w:val="24"/>
                          <w:szCs w:val="24"/>
                          <w:lang w:val="en-US" w:eastAsia="zh-CN"/>
                        </w:rPr>
                        <w:t xml:space="preserve">B. </w:t>
                      </w:r>
                      <w:r>
                        <w:rPr>
                          <w:rFonts w:hint="eastAsia" w:ascii="Times New Roman" w:hAnsi="Times New Roman" w:eastAsia="黑体" w:cs="Times New Roman"/>
                          <w:kern w:val="10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hAnsi="Times New Roman" w:eastAsia="黑体" w:cs="Times New Roman"/>
                          <w:kern w:val="10"/>
                          <w:sz w:val="24"/>
                          <w:szCs w:val="24"/>
                        </w:rPr>
                        <w:t>at</w:t>
                      </w:r>
                      <w:r>
                        <w:rPr>
                          <w:rFonts w:hint="eastAsia" w:ascii="Times New Roman" w:hAnsi="Times New Roman" w:eastAsia="黑体" w:cs="Times New Roman"/>
                          <w:kern w:val="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黑体" w:cs="Times New Roman"/>
                          <w:kern w:val="10"/>
                          <w:sz w:val="24"/>
                          <w:szCs w:val="24"/>
                        </w:rPr>
                        <w:t xml:space="preserve">dinner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2.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       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62865</wp:posOffset>
            </wp:positionV>
            <wp:extent cx="792480" cy="762000"/>
            <wp:effectExtent l="0" t="0" r="7620" b="0"/>
            <wp:wrapNone/>
            <wp:docPr id="28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1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2843530</wp:posOffset>
                </wp:positionH>
                <wp:positionV relativeFrom="paragraph">
                  <wp:posOffset>184785</wp:posOffset>
                </wp:positionV>
                <wp:extent cx="1780540" cy="350520"/>
                <wp:effectExtent l="4445" t="4445" r="5715" b="6985"/>
                <wp:wrapNone/>
                <wp:docPr id="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after="0" w:line="384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  <w:lang w:val="en-US" w:eastAsia="zh-CN"/>
                              </w:rPr>
                              <w:t xml:space="preserve">C. 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</w:rPr>
                              <w:t xml:space="preserve">do morning exercises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223.9pt;margin-top:14.55pt;height:27.6pt;width:140.2pt;z-index:251666432;mso-width-relative:page;mso-height-relative:margin;" fillcolor="#FFFFFF" filled="t" stroked="t" coordsize="21600,21600" o:gfxdata="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rptMRNkAAAAJAQAADwAAAAAAAAABACAA&#10;AAAiAAAAZHJzL2Rvd25yZXYueG1sUEsBAhQAFAAAAAgAh07iQNHpMAkMAgAANgQAAA4AAAAAAAAA&#10;AQAgAAAAKA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0" w:line="384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kern w:val="10"/>
                          <w:sz w:val="24"/>
                          <w:szCs w:val="24"/>
                          <w:lang w:val="en-US" w:eastAsia="zh-CN"/>
                        </w:rPr>
                        <w:t xml:space="preserve">C. </w:t>
                      </w:r>
                      <w:r>
                        <w:rPr>
                          <w:rFonts w:ascii="Times New Roman" w:hAnsi="Times New Roman" w:eastAsia="黑体" w:cs="Times New Roman"/>
                          <w:kern w:val="10"/>
                          <w:sz w:val="24"/>
                          <w:szCs w:val="24"/>
                        </w:rPr>
                        <w:t xml:space="preserve">do morning exercises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            </w:t>
      </w:r>
    </w:p>
    <w:p>
      <w:pPr>
        <w:spacing w:after="0" w:line="384" w:lineRule="auto"/>
        <w:ind w:firstLine="240" w:firstLineChars="100"/>
        <w:jc w:val="left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3.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322580</wp:posOffset>
            </wp:positionH>
            <wp:positionV relativeFrom="paragraph">
              <wp:posOffset>150495</wp:posOffset>
            </wp:positionV>
            <wp:extent cx="902335" cy="681990"/>
            <wp:effectExtent l="0" t="0" r="12065" b="3810"/>
            <wp:wrapNone/>
            <wp:docPr id="45" name="图片 15" descr="C:\Users\Emily\Desktop\我的图库\五E课堂湘少版图片\吃饭.jpg吃饭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5" descr="C:\Users\Emily\Desktop\我的图库\五E课堂湘少版图片\吃饭.jpg吃饭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233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2853055</wp:posOffset>
                </wp:positionH>
                <wp:positionV relativeFrom="paragraph">
                  <wp:posOffset>227330</wp:posOffset>
                </wp:positionV>
                <wp:extent cx="1123950" cy="458470"/>
                <wp:effectExtent l="4445" t="4445" r="14605" b="1333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45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  <w:lang w:val="en-US" w:eastAsia="zh-CN"/>
                              </w:rPr>
                              <w:t xml:space="preserve">D. 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</w:rPr>
                              <w:t>lay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黑体" w:cs="Times New Roman"/>
                                <w:kern w:val="10"/>
                                <w:sz w:val="24"/>
                                <w:szCs w:val="24"/>
                              </w:rPr>
                              <w:t>sports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24.65pt;margin-top:17.9pt;height:36.1pt;width:88.5pt;z-index:251664384;mso-width-relative:page;mso-height-relative:margin;mso-height-percent:200;" fillcolor="#FFFFFF" filled="t" stroked="t" coordsize="21600,21600" o:gfxdata="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deZgjXAAAACgEAAA8A&#10;AAAAAAAAAQAgAAAAIgAAAGRycy9kb3ducmV2LnhtbFBLAQIUABQAAAAIAIdO4kCQPiUpGAIAAFAE&#10;AAAOAAAAAAAAAAEAIAAAACY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kern w:val="10"/>
                          <w:sz w:val="24"/>
                          <w:szCs w:val="24"/>
                          <w:lang w:val="en-US" w:eastAsia="zh-CN"/>
                        </w:rPr>
                        <w:t xml:space="preserve">D. </w:t>
                      </w:r>
                      <w:r>
                        <w:rPr>
                          <w:rFonts w:hint="eastAsia" w:ascii="Times New Roman" w:hAnsi="Times New Roman" w:eastAsia="黑体" w:cs="Times New Roman"/>
                          <w:kern w:val="10"/>
                          <w:sz w:val="24"/>
                          <w:szCs w:val="24"/>
                        </w:rPr>
                        <w:t>p</w:t>
                      </w:r>
                      <w:r>
                        <w:rPr>
                          <w:rFonts w:ascii="Times New Roman" w:hAnsi="Times New Roman" w:eastAsia="黑体" w:cs="Times New Roman"/>
                          <w:kern w:val="10"/>
                          <w:sz w:val="24"/>
                          <w:szCs w:val="24"/>
                        </w:rPr>
                        <w:t>lay</w:t>
                      </w:r>
                      <w:r>
                        <w:rPr>
                          <w:rFonts w:hint="eastAsia" w:ascii="Times New Roman" w:hAnsi="Times New Roman" w:eastAsia="黑体" w:cs="Times New Roman"/>
                          <w:kern w:val="1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黑体" w:cs="Times New Roman"/>
                          <w:kern w:val="10"/>
                          <w:sz w:val="24"/>
                          <w:szCs w:val="24"/>
                        </w:rPr>
                        <w:t>sports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 w:line="384" w:lineRule="auto"/>
        <w:ind w:firstLine="240" w:firstLineChars="100"/>
        <w:jc w:val="both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4.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选择正确的译文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。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（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）1. 你们常常三点钟上英语课吗？ A. Let`s eat breakfast.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（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）2. 我通常六点钟进行体育运动。 B. When do you do morning exercises?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（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sz w:val="24"/>
          <w:szCs w:val="24"/>
        </w:rPr>
        <w:t>）3. 我们一起吃早饭吧。         C. Usually I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play sports at 6 o`clock.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>）4. 你什么时候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做早操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？    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D. We eat dinner at 8 o`clock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spacing w:after="0" w:line="384" w:lineRule="auto"/>
        <w:ind w:left="4560" w:hanging="4560" w:hangingChars="1900"/>
        <w:jc w:val="lef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）5. 我们晚上八点吃晚饭。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E. Do you often have English class at </w:t>
      </w:r>
    </w:p>
    <w:p>
      <w:pPr>
        <w:spacing w:after="0" w:line="384" w:lineRule="auto"/>
        <w:ind w:firstLine="4800" w:firstLineChars="2000"/>
        <w:jc w:val="left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3 o`clock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?</w:t>
      </w:r>
    </w:p>
    <w:p>
      <w:pPr>
        <w:spacing w:after="0" w:line="384" w:lineRule="auto"/>
        <w:ind w:firstLine="720" w:firstLineChars="3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</w:p>
    <w:p>
      <w:pPr>
        <w:spacing w:after="0" w:line="384" w:lineRule="auto"/>
        <w:jc w:val="both"/>
        <w:rPr>
          <w:rFonts w:hint="eastAsia" w:ascii="Times New Roman" w:hAnsi="Times New Roman" w:cs="Times New Roman"/>
          <w:color w:val="FF0000"/>
          <w:sz w:val="24"/>
          <w:szCs w:val="24"/>
          <w:lang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B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二、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1—D   2—C   3—A    4—B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kern w:val="10"/>
          <w:sz w:val="28"/>
          <w:szCs w:val="28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三、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1. E   2. C   3. A   4. B   5. D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5662D"/>
    <w:rsid w:val="00367D9E"/>
    <w:rsid w:val="004B0932"/>
    <w:rsid w:val="00671C30"/>
    <w:rsid w:val="006E3EB4"/>
    <w:rsid w:val="008E5789"/>
    <w:rsid w:val="00B16B1B"/>
    <w:rsid w:val="00B33434"/>
    <w:rsid w:val="00B92296"/>
    <w:rsid w:val="00D91BD2"/>
    <w:rsid w:val="00E75FAB"/>
    <w:rsid w:val="05B0489D"/>
    <w:rsid w:val="165D2E27"/>
    <w:rsid w:val="1BF22BA6"/>
    <w:rsid w:val="224A7303"/>
    <w:rsid w:val="24131C65"/>
    <w:rsid w:val="2465662D"/>
    <w:rsid w:val="2F6A310F"/>
    <w:rsid w:val="67C014AD"/>
    <w:rsid w:val="6C8D03BC"/>
    <w:rsid w:val="6C9401C7"/>
    <w:rsid w:val="6D535020"/>
    <w:rsid w:val="744D1A76"/>
    <w:rsid w:val="774060F8"/>
    <w:rsid w:val="78FB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  <w:style w:type="paragraph" w:styleId="3">
    <w:name w:val="Balloon Text"/>
    <w:basedOn w:val="1"/>
    <w:link w:val="9"/>
    <w:qFormat/>
    <w:uiPriority w:val="0"/>
    <w:pPr>
      <w:spacing w:after="0"/>
    </w:pPr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框文本 Char"/>
    <w:basedOn w:val="7"/>
    <w:link w:val="3"/>
    <w:qFormat/>
    <w:uiPriority w:val="0"/>
    <w:rPr>
      <w:rFonts w:ascii="Tahoma" w:hAnsi="Tahoma"/>
      <w:sz w:val="18"/>
      <w:szCs w:val="18"/>
    </w:rPr>
  </w:style>
  <w:style w:type="character" w:customStyle="1" w:styleId="10">
    <w:name w:val="页眉 Char"/>
    <w:basedOn w:val="7"/>
    <w:link w:val="5"/>
    <w:qFormat/>
    <w:uiPriority w:val="0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247</Words>
  <Characters>1012</Characters>
  <Lines>8</Lines>
  <Paragraphs>2</Paragraphs>
  <TotalTime>1</TotalTime>
  <ScaleCrop>false</ScaleCrop>
  <LinksUpToDate>false</LinksUpToDate>
  <CharactersWithSpaces>1257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2018-07-16T02:33:00Z</dcterms:created>
  <dc:creator>宾琳</dc:creator>
  <cp:lastModifiedBy>。</cp:lastModifiedBy>
  <dcterms:modified xsi:type="dcterms:W3CDTF">2022-02-22T07:11:38Z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CFB946EB6B4C429FBF2D8AE91AC7A4A4</vt:lpwstr>
  </property>
</Properties>
</file>