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第六课时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一、给下列单词分类。</w:t>
      </w:r>
    </w:p>
    <w:p>
      <w:pPr>
        <w:spacing w:after="0" w:line="384" w:lineRule="auto"/>
        <w:ind w:firstLine="240" w:firstLine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autumn  swim  sky  skate  leaves  summer  sea  winter  paint</w:t>
      </w:r>
    </w:p>
    <w:p>
      <w:pPr>
        <w:spacing w:after="0" w:line="384" w:lineRule="auto"/>
        <w:ind w:firstLine="120" w:firstLineChars="50"/>
        <w:jc w:val="both"/>
        <w:rPr>
          <w:rFonts w:ascii="Times New Roman" w:hAnsi="Times New Roman" w:cs="Times New Roman" w:eastAsiaTheme="minorEastAsia"/>
          <w:bCs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自然景观：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  <w:u w:val="single"/>
        </w:rPr>
        <w:t xml:space="preserve">                                 </w:t>
      </w:r>
    </w:p>
    <w:p>
      <w:pPr>
        <w:spacing w:after="0" w:line="384" w:lineRule="auto"/>
        <w:ind w:firstLine="120" w:firstLineChars="50"/>
        <w:jc w:val="both"/>
        <w:rPr>
          <w:rFonts w:ascii="Times New Roman" w:hAnsi="Times New Roman" w:cs="Times New Roman" w:eastAsiaTheme="minorEastAsia"/>
          <w:bCs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活动：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  <w:u w:val="single"/>
        </w:rPr>
        <w:t xml:space="preserve">                                    </w:t>
      </w:r>
    </w:p>
    <w:p>
      <w:pPr>
        <w:spacing w:after="0" w:line="384" w:lineRule="auto"/>
        <w:ind w:firstLine="120" w:firstLineChars="50"/>
        <w:jc w:val="both"/>
        <w:rPr>
          <w:rFonts w:ascii="Times New Roman" w:hAnsi="Times New Roman" w:cs="Times New Roman" w:eastAsiaTheme="minorEastAsia"/>
          <w:bCs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季节：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  <w:u w:val="single"/>
        </w:rPr>
        <w:t xml:space="preserve">            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二、</w:t>
      </w:r>
      <w:r>
        <w:rPr>
          <w:rFonts w:ascii="Times New Roman" w:hAnsi="Times New Roman" w:cs="Times New Roman" w:eastAsiaTheme="minorEastAsia"/>
          <w:sz w:val="24"/>
          <w:szCs w:val="24"/>
        </w:rPr>
        <w:t>选词填空。</w:t>
      </w:r>
    </w:p>
    <w:p>
      <w:pPr>
        <w:spacing w:after="0" w:line="384" w:lineRule="auto"/>
        <w:ind w:firstLine="840" w:firstLineChars="350"/>
        <w:jc w:val="both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     What    Where     Which    Why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_________ do you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do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on the weekend?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I often go for a walk.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2.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_________ is your pencil?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It’s on the desk.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3.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_________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do you like winter?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Because I can sleep all day.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_________ do you go to school?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I often go to school at 7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o’clock.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5.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_________ season do you like best?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I like spring best.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三、选择正确的选项补全对话。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Amy: I have a new friend. Her name is Lily.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>Tom: 1. ________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248285</wp:posOffset>
                </wp:positionV>
                <wp:extent cx="2628900" cy="1586865"/>
                <wp:effectExtent l="4445" t="4445" r="14605" b="889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58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360" w:lineRule="auto"/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A. Why?</w:t>
                            </w:r>
                            <w:r>
                              <w:rPr>
                                <w:rFonts w:ascii="Times New Roman" w:cs="Times New Roman" w:hAnsiTheme="minorEastAsia" w:eastAsiaTheme="minorEastAsia"/>
                                <w:sz w:val="24"/>
                                <w:szCs w:val="24"/>
                              </w:rPr>
                              <w:t>　</w:t>
                            </w: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B. What's her favourite season?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rPr>
                                <w:rFonts w:hint="eastAsia"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 xml:space="preserve">C. Where is she now?  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D. What's the weather like in spring?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E. What does she often do in spring?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3" o:spid="_x0000_s1026" o:spt="202" type="#_x0000_t202" style="position:absolute;left:0pt;margin-left:240pt;margin-top:19.55pt;height:124.95pt;width:207pt;z-index:251659264;mso-width-relative:margin;mso-height-relative:margin;mso-height-percent:200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line="360" w:lineRule="auto"/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A. Why?</w:t>
                      </w:r>
                      <w:r>
                        <w:rPr>
                          <w:rFonts w:ascii="Times New Roman" w:cs="Times New Roman" w:hAnsiTheme="minorEastAsia" w:eastAsiaTheme="minorEastAsia"/>
                          <w:sz w:val="24"/>
                          <w:szCs w:val="24"/>
                        </w:rPr>
                        <w:t>　</w:t>
                      </w: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 xml:space="preserve">          </w:t>
                      </w:r>
                    </w:p>
                    <w:p>
                      <w:pPr>
                        <w:pStyle w:val="2"/>
                        <w:spacing w:line="360" w:lineRule="auto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B. What's her favourite season?</w:t>
                      </w:r>
                    </w:p>
                    <w:p>
                      <w:pPr>
                        <w:pStyle w:val="2"/>
                        <w:spacing w:line="360" w:lineRule="auto"/>
                        <w:rPr>
                          <w:rFonts w:hint="eastAsia"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 xml:space="preserve">C. Where is she now?  </w:t>
                      </w:r>
                    </w:p>
                    <w:p>
                      <w:pPr>
                        <w:pStyle w:val="2"/>
                        <w:spacing w:line="360" w:lineRule="auto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D. What's the weather like in spring?</w:t>
                      </w:r>
                    </w:p>
                    <w:p>
                      <w:pPr>
                        <w:pStyle w:val="2"/>
                        <w:spacing w:line="360" w:lineRule="auto"/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E. What does she often do in spring?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Amy: She likes spring best.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Tom: 2. ________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Amy: Because there are lots of beautiful flowers.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Tom: 3. ________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Amy: It's warm.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Tom: 4. ________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Amy: She often plants flowers.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Tom: 5. ________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Amy: She is in the classroom. </w:t>
      </w:r>
    </w:p>
    <w:p>
      <w:pPr>
        <w:pStyle w:val="2"/>
        <w:spacing w:line="384" w:lineRule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 xml:space="preserve"> sky   leaves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sea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/>
          <w:bCs/>
          <w:sz w:val="24"/>
          <w:szCs w:val="24"/>
        </w:rPr>
        <w:t xml:space="preserve"> swim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skate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paint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/>
          <w:bCs/>
          <w:sz w:val="24"/>
          <w:szCs w:val="24"/>
        </w:rPr>
        <w:t xml:space="preserve"> autumn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summer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winter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What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Where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Why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When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Which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pStyle w:val="2"/>
        <w:spacing w:line="384" w:lineRule="auto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E2A81"/>
    <w:rsid w:val="00086FAD"/>
    <w:rsid w:val="000E1A97"/>
    <w:rsid w:val="00AB122A"/>
    <w:rsid w:val="09DE2A81"/>
    <w:rsid w:val="6D535020"/>
    <w:rsid w:val="76055F58"/>
    <w:rsid w:val="768C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176</Words>
  <Characters>728</Characters>
  <Lines>6</Lines>
  <Paragraphs>1</Paragraphs>
  <TotalTime>0</TotalTime>
  <ScaleCrop>false</ScaleCrop>
  <LinksUpToDate>false</LinksUpToDate>
  <CharactersWithSpaces>903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2018-07-16T02:43:00Z</dcterms:created>
  <dc:creator>宾琳</dc:creator>
  <cp:lastModifiedBy>。</cp:lastModifiedBy>
  <dcterms:modified xsi:type="dcterms:W3CDTF">2022-02-22T09:26:38Z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541E6CE8843B43DE853DA9F6F95F9419</vt:lpwstr>
  </property>
</Properties>
</file>