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第四课时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一、用单词的适当形式填空。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（I）favourite season is autumn.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I’ll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(make)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 card for my mother on Mother’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Day.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My favourite season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(be)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autumn.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The colours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(be)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very beautiful.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What will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do for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 xml:space="preserve"> (you)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mum on Mother’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Day?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二、单项选择。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 like autumn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,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________ .  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to                  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too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 We usually have a school trip_______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autumn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in                  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on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 We’ll go to the_________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great wall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Great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W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all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 I’ll cook_______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my mother.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for                 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to</w:t>
      </w:r>
    </w:p>
    <w:p>
      <w:pPr>
        <w:spacing w:after="0" w:line="384" w:lineRule="auto"/>
        <w:ind w:left="480" w:hanging="480" w:hanging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5. What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about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you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your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partner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？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and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  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三、按要求改写句子。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The school trip is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in October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.(对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画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线部分提问)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the school trip 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2.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Spring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is my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favourite season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.(对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画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线部分提问)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favourite season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Oliver will have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a birthday cake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.(对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画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线部分提问)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Oliver have?</w:t>
      </w:r>
    </w:p>
    <w:p>
      <w:pPr>
        <w:spacing w:after="0" w:line="384" w:lineRule="auto"/>
        <w:ind w:left="480" w:hanging="480" w:hanging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What will you do for your mum on Mother’s Day？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(根据实际情况回答)</w:t>
      </w:r>
    </w:p>
    <w:p>
      <w:pPr>
        <w:spacing w:after="0" w:line="384" w:lineRule="auto"/>
        <w:ind w:left="480" w:leftChars="109" w:hanging="240" w:hanging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I will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>.</w:t>
      </w:r>
    </w:p>
    <w:p>
      <w:pPr>
        <w:spacing w:after="0" w:line="384" w:lineRule="auto"/>
        <w:ind w:left="480" w:hanging="480" w:hanging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What will you do for your dad on Father’s Day？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(根据实际情况回答)</w:t>
      </w:r>
    </w:p>
    <w:p>
      <w:pPr>
        <w:spacing w:after="0" w:line="384" w:lineRule="auto"/>
        <w:ind w:left="480" w:leftChars="109" w:hanging="240" w:hanging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 will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none"/>
        </w:rPr>
        <w:t>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>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My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make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are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you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your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When   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What’s  your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 will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make a card for my mum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cook noodles for my dad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B6481"/>
    <w:rsid w:val="000C2D50"/>
    <w:rsid w:val="00350262"/>
    <w:rsid w:val="00834516"/>
    <w:rsid w:val="00B44405"/>
    <w:rsid w:val="00CB7DB3"/>
    <w:rsid w:val="00E155CE"/>
    <w:rsid w:val="368B6481"/>
    <w:rsid w:val="3B5B4CFB"/>
    <w:rsid w:val="401E13CA"/>
    <w:rsid w:val="67431483"/>
    <w:rsid w:val="6D535020"/>
    <w:rsid w:val="737565D7"/>
    <w:rsid w:val="7C25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213</Words>
  <Characters>871</Characters>
  <Lines>7</Lines>
  <Paragraphs>2</Paragraphs>
  <TotalTime>0</TotalTime>
  <ScaleCrop>false</ScaleCrop>
  <LinksUpToDate>false</LinksUpToDate>
  <CharactersWithSpaces>1082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2018-07-16T02:48:00Z</dcterms:created>
  <dc:creator>宾琳</dc:creator>
  <cp:lastModifiedBy>。</cp:lastModifiedBy>
  <dcterms:modified xsi:type="dcterms:W3CDTF">2022-02-22T09:52:26Z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A91B39BF03A44F8F88B0DC15DC3253E6</vt:lpwstr>
  </property>
</Properties>
</file>