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第六课时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一、选词填空。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78105</wp:posOffset>
                </wp:positionV>
                <wp:extent cx="447675" cy="935355"/>
                <wp:effectExtent l="4445" t="4445" r="508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5pt;margin-top:6.15pt;height:73.65pt;width:35.25pt;z-index:251659264;mso-width-relative:page;mso-height-relative:page;" fillcolor="#FFFFFF" filled="t" stroked="t" coordsize="21600,21600" o:gfxdata="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66MWdkAAAAKAQAADwAAAAAAAAAB&#10;ACAAAAAiAAAAZHJzL2Rvd25yZXYueG1sUEsBAhQAFAAAAAgAh07iQE5gluAPAgAARA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on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at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China’s National Day is ______ October.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Let’s have lunch ______ 12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 w:eastAsiaTheme="minorEastAsia"/>
          <w:sz w:val="24"/>
          <w:szCs w:val="24"/>
        </w:rPr>
        <w:t>00.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 often watch TV ______ the weekend.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What do you have ______ Sundays?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 can make a snowman ______ winter.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二、连词成句。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December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is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it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25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( .)</w:t>
      </w:r>
    </w:p>
    <w:p>
      <w:pPr>
        <w:spacing w:after="0" w:line="384" w:lineRule="auto"/>
        <w:ind w:left="480" w:leftChars="109" w:hanging="240" w:hanging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>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>__                         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her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birthday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is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June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in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( .)</w:t>
      </w:r>
    </w:p>
    <w:p>
      <w:pPr>
        <w:spacing w:after="0" w:line="384" w:lineRule="auto"/>
        <w:ind w:left="480" w:leftChars="109" w:hanging="240" w:hanging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what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May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in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will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do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students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the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(?)</w:t>
      </w:r>
    </w:p>
    <w:p>
      <w:pPr>
        <w:spacing w:after="0" w:line="384" w:lineRule="auto"/>
        <w:ind w:left="480" w:leftChars="109" w:hanging="240" w:hanging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__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三、阅读理解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，选择正确答案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Chen Jie. My birthday is July 20th. I usually get up early on my birthday. I am too excited to sleep. My parents and friends give me many presents. I don’t go to school on my birthday, because I am on summer holiday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(假期)</w:t>
      </w:r>
      <w:r>
        <w:rPr>
          <w:rFonts w:ascii="Times New Roman" w:hAnsi="Times New Roman" w:cs="Times New Roman"/>
          <w:sz w:val="24"/>
          <w:szCs w:val="24"/>
        </w:rPr>
        <w:t>. Usually I have a birthday party. We have a big dinner and eat a birthday cake and ice-cream. We sing, dance, watch TV and play computer games at the party. In the evening, my family goes to the beach because it’s usually very hot. I have a good time on my birthday.</w:t>
      </w:r>
    </w:p>
    <w:p>
      <w:pPr>
        <w:spacing w:after="0" w:line="384" w:lineRule="auto"/>
        <w:jc w:val="both"/>
        <w:rPr>
          <w:rFonts w:hint="eastAsia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)1. Chen Jie’s birthday is in______.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A. spring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B. summer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autumn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)2. Chen Jie usually gets up early on______.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Monday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B. July 20th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C. July 12th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)3. Chen Jie usually 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her birthday.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goes to school B. has English class C. has a birthday party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)4. Chen Jie doesn’t 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the party.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play sports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 watch TV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C. play computer games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)5. Chen Jie goes to the beach with her______.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family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B. friends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C. classmates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in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It is December 25th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Her  birthday  is in June.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What will the students do in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May?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spacing w:after="0" w:line="384" w:lineRule="auto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C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A 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F7C83"/>
    <w:rsid w:val="000945C8"/>
    <w:rsid w:val="002A68A5"/>
    <w:rsid w:val="00413984"/>
    <w:rsid w:val="00434336"/>
    <w:rsid w:val="00D04EB5"/>
    <w:rsid w:val="00D87269"/>
    <w:rsid w:val="00EF0B86"/>
    <w:rsid w:val="1B2B37F2"/>
    <w:rsid w:val="1CBF7C83"/>
    <w:rsid w:val="1CC23148"/>
    <w:rsid w:val="590022D3"/>
    <w:rsid w:val="68AF4ECF"/>
    <w:rsid w:val="6B37592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270</Words>
  <Characters>1182</Characters>
  <Lines>9</Lines>
  <Paragraphs>2</Paragraphs>
  <TotalTime>0</TotalTime>
  <ScaleCrop>false</ScaleCrop>
  <LinksUpToDate>false</LinksUpToDate>
  <CharactersWithSpaces>1450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2018-07-16T02:50:00Z</dcterms:created>
  <dc:creator>宾琳</dc:creator>
  <cp:lastModifiedBy>。</cp:lastModifiedBy>
  <dcterms:modified xsi:type="dcterms:W3CDTF">2022-02-22T09:59:46Z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16AABFFF0454465BAC7921F454DC3C05</vt:lpwstr>
  </property>
</Properties>
</file>