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第三课时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一、选出与所给单词画线部分发音相同的一项。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）1.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lo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thi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si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）2.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si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so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）3.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tru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dri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ri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）4.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you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pi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thi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）5.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tha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ra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morni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u w:val="single"/>
        </w:rPr>
        <w:t>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、给下列单词归类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trunk song ring think sing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thing drink thank morning long bank</w:t>
      </w:r>
    </w:p>
    <w:tbl>
      <w:tblPr>
        <w:tblStyle w:val="5"/>
        <w:tblW w:w="6840" w:type="dxa"/>
        <w:tblInd w:w="3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9"/>
        <w:gridCol w:w="3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3469" w:type="dxa"/>
          </w:tcPr>
          <w:p>
            <w:pPr>
              <w:spacing w:after="0" w:line="384" w:lineRule="auto"/>
              <w:jc w:val="both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 xml:space="preserve">    -ng</w:t>
            </w:r>
          </w:p>
        </w:tc>
        <w:tc>
          <w:tcPr>
            <w:tcW w:w="3371" w:type="dxa"/>
          </w:tcPr>
          <w:p>
            <w:pPr>
              <w:spacing w:after="0" w:line="384" w:lineRule="auto"/>
              <w:jc w:val="both"/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kern w:val="10"/>
                <w:sz w:val="24"/>
                <w:szCs w:val="24"/>
              </w:rPr>
              <w:t xml:space="preserve">      -nk</w:t>
            </w:r>
          </w:p>
        </w:tc>
      </w:tr>
    </w:tbl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、给下列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单词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加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ing。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eat _________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write _________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swim __________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dance __________    5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walk ________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6.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shop_____________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7.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drink___________    8. sing____________    9.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fly_____________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288290</wp:posOffset>
            </wp:positionV>
            <wp:extent cx="633730" cy="733425"/>
            <wp:effectExtent l="9525" t="0" r="12065" b="19050"/>
            <wp:wrapNone/>
            <wp:docPr id="5" name="图片 1" descr="C:\Users\Emily\Desktop\我的图库\老虎跑.jpg老虎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Emily\Desktop\我的图库\老虎跑.jpg老虎跑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733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259715</wp:posOffset>
            </wp:positionV>
            <wp:extent cx="732790" cy="733425"/>
            <wp:effectExtent l="9525" t="9525" r="19685" b="19050"/>
            <wp:wrapNone/>
            <wp:docPr id="18" name="图片 4" descr="C:\Users\Emily\Desktop\我的图库\七彩练霸五上（R）图片\小鸟.jpg小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C:\Users\Emily\Desktop\我的图库\七彩练霸五上（R）图片\小鸟.jpg小鸟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33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四、看图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补全句子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numPr>
          <w:ilvl w:val="0"/>
          <w:numId w:val="1"/>
        </w:num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318770</wp:posOffset>
            </wp:positionV>
            <wp:extent cx="665480" cy="714375"/>
            <wp:effectExtent l="9525" t="9525" r="10795" b="22860"/>
            <wp:wrapNone/>
            <wp:docPr id="20" name="图片 7" descr="C:\Users\Emily\Desktop\我的图库\兔子跳.jpg兔子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C:\Users\Emily\Desktop\我的图库\兔子跳.jpg兔子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714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328930</wp:posOffset>
            </wp:positionV>
            <wp:extent cx="714375" cy="714375"/>
            <wp:effectExtent l="9525" t="9525" r="22860" b="22860"/>
            <wp:wrapNone/>
            <wp:docPr id="15" name="图片 10" descr="D:\卫婧\17秋\七彩练霸·冀教三上\冀三练霸图 电子稿\鱼图.jpg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D:\卫婧\17秋\七彩练霸·冀教三上\冀三练霸图 电子稿\鱼图.jpg鱼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The tiger is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The bird is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br w:type="textWrapping" w:clear="all"/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numPr>
          <w:ilvl w:val="0"/>
          <w:numId w:val="0"/>
        </w:numPr>
        <w:spacing w:after="0" w:line="384" w:lineRule="auto"/>
        <w:ind w:left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3.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The rabbit is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4.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The fish is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、仿写句子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例：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Zoom, eat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>Zoom is eating.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Sarah, sing    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84" w:lineRule="auto"/>
        <w:ind w:left="0" w:leftChars="0" w:firstLine="0" w:firstLineChars="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John, jump      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Zip, drink      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______ </w:t>
      </w:r>
    </w:p>
    <w:p>
      <w:pPr>
        <w:widowControl w:val="0"/>
        <w:adjustRightInd/>
        <w:snapToGrid/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答案：</w:t>
      </w:r>
    </w:p>
    <w:p>
      <w:pPr>
        <w:spacing w:after="0" w:line="384" w:lineRule="auto"/>
        <w:ind w:left="5760" w:hanging="5760" w:hangingChars="24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</w:p>
    <w:p>
      <w:pPr>
        <w:spacing w:after="0" w:line="384" w:lineRule="auto"/>
        <w:ind w:left="5760" w:hanging="5760" w:hangingChars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ng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song  ring    sing thing   morning long      nk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trunk think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drink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thank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bank</w:t>
      </w:r>
    </w:p>
    <w:p>
      <w:pPr>
        <w:spacing w:after="0" w:line="384" w:lineRule="auto"/>
        <w:ind w:left="480" w:hanging="480" w:hangingChars="200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eating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writing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swimming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dancing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walking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left="480" w:leftChars="218"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6.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shopping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7.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drinking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8. </w:t>
      </w:r>
      <w:r>
        <w:rPr>
          <w:rFonts w:ascii="Times New Roman" w:hAnsi="Times New Roman" w:cs="Times New Roman" w:eastAsiaTheme="minorEastAsia"/>
          <w:sz w:val="24"/>
          <w:szCs w:val="24"/>
        </w:rPr>
        <w:t>singing  9.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flying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running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flying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jumping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swimming</w:t>
      </w:r>
    </w:p>
    <w:p>
      <w:pPr>
        <w:spacing w:after="0" w:line="384" w:lineRule="auto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五、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Sarah is singing.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John is jumping.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Zip is drinking.</w:t>
      </w:r>
    </w:p>
    <w:p>
      <w:pPr>
        <w:widowControl w:val="0"/>
        <w:adjustRightInd/>
        <w:snapToGrid/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6DA930"/>
    <w:multiLevelType w:val="singleLevel"/>
    <w:tmpl w:val="F26DA93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FA104A4"/>
    <w:multiLevelType w:val="singleLevel"/>
    <w:tmpl w:val="6FA104A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22D69"/>
    <w:rsid w:val="00695193"/>
    <w:rsid w:val="006D0C56"/>
    <w:rsid w:val="00865457"/>
    <w:rsid w:val="00B619F1"/>
    <w:rsid w:val="00E87139"/>
    <w:rsid w:val="16F646BB"/>
    <w:rsid w:val="32656B48"/>
    <w:rsid w:val="3A27753E"/>
    <w:rsid w:val="3D855280"/>
    <w:rsid w:val="53A002E3"/>
    <w:rsid w:val="615C2DAD"/>
    <w:rsid w:val="6D535020"/>
    <w:rsid w:val="6D822D69"/>
    <w:rsid w:val="78C0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148</Words>
  <Characters>704</Characters>
  <Lines>5</Lines>
  <Paragraphs>1</Paragraphs>
  <TotalTime>0</TotalTime>
  <ScaleCrop>false</ScaleCrop>
  <LinksUpToDate>false</LinksUpToDate>
  <CharactersWithSpaces>851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2018-07-16T03:00:00Z</dcterms:created>
  <dc:creator>宾琳</dc:creator>
  <cp:lastModifiedBy>。</cp:lastModifiedBy>
  <dcterms:modified xsi:type="dcterms:W3CDTF">2022-02-22T11:00:32Z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B8E110DF85E84B8289A53D705A65D19B</vt:lpwstr>
  </property>
</Properties>
</file>