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第五课时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一、写出下列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单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词的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ing的形式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climb_______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2.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eat___________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  3.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play__________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jump__________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 5.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run___________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   6.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drink___________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sleep__________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8.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read__________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二、看下表，仿写句子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Mike is sleeping at school.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2._____________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_______________</w:t>
      </w:r>
    </w:p>
    <w:tbl>
      <w:tblPr>
        <w:tblStyle w:val="4"/>
        <w:tblW w:w="7942" w:type="dxa"/>
        <w:tblInd w:w="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22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Mike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Chen</w:t>
            </w:r>
            <w:r>
              <w:rPr>
                <w:rFonts w:hint="eastAsia" w:ascii="Times New Roman" w:hAnsi="Times New Roman" w:cs="Times New Roman" w:eastAsiaTheme="minorEastAsia"/>
                <w:kern w:val="10"/>
                <w:sz w:val="24"/>
                <w:szCs w:val="24"/>
              </w:rPr>
              <w:t xml:space="preserve"> J</w:t>
            </w: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Oliver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Wu Yifan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John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 xml:space="preserve">is sleeping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is listening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is running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is reading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is jumping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at school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 xml:space="preserve">with </w:t>
            </w:r>
            <w:r>
              <w:rPr>
                <w:rFonts w:hint="eastAsia" w:ascii="Times New Roman" w:hAnsi="Times New Roman" w:cs="Times New Roman" w:eastAsiaTheme="minorEastAsia"/>
                <w:kern w:val="10"/>
                <w:sz w:val="24"/>
                <w:szCs w:val="24"/>
                <w:lang w:val="en-US" w:eastAsia="zh-CN"/>
              </w:rPr>
              <w:t xml:space="preserve">her </w:t>
            </w: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friend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in the park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under the tree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both"/>
              <w:textAlignment w:val="auto"/>
              <w:outlineLvl w:val="9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in the living</w:t>
            </w:r>
            <w:r>
              <w:rPr>
                <w:rFonts w:hint="eastAsia" w:ascii="Times New Roman" w:hAnsi="Times New Roman" w:cs="Times New Roman" w:eastAsiaTheme="minorEastAsia"/>
                <w:kern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>room</w:t>
            </w:r>
          </w:p>
        </w:tc>
      </w:tr>
    </w:tbl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阅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读短文，选择正确答案。 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Today is Sunday. Mike’s family is at home.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His father Mr Black is reading a book in the living room. His mother is cooking in the kitchen. His brother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Tom and his friend John are playing chess in the bedroom. His grandpa and grandma are watching TV in the living room.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Where is Mike?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   ）1.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It’s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_______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today.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Sunday      B.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sunny      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Saturday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   ）2. Mr Black is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_________.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cooking      B.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watching TV      C.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reading a book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  ）3.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_________ is cooking in the kitchen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>A. Mike        B.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Mike’s father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Mike’s mother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  ）4.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Tom and John are _______ in the bedroom.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A. sleeping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playing chess 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watching TV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  ）5. Mike’s grandpa is in the _______.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kitchen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study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living room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climbing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eating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playing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jumping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5.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running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6.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drinking  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7.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sleeping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8.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reading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Chen Jie is listening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with her friend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.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Oliver is running in the park.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3.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Wu Yifan is reading under the tree.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John is jumping in the living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room.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5568B"/>
    <w:rsid w:val="002B3FA7"/>
    <w:rsid w:val="00A96D9D"/>
    <w:rsid w:val="00C7565E"/>
    <w:rsid w:val="00E77264"/>
    <w:rsid w:val="1503301B"/>
    <w:rsid w:val="1AC5568B"/>
    <w:rsid w:val="33F442BD"/>
    <w:rsid w:val="33FD23C2"/>
    <w:rsid w:val="6C19091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205</Words>
  <Characters>1026</Characters>
  <Lines>8</Lines>
  <Paragraphs>2</Paragraphs>
  <TotalTime>0</TotalTime>
  <ScaleCrop>false</ScaleCrop>
  <LinksUpToDate>false</LinksUpToDate>
  <CharactersWithSpaces>1229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2018-07-16T03:01:00Z</dcterms:created>
  <dc:creator>宾琳</dc:creator>
  <cp:lastModifiedBy>。</cp:lastModifiedBy>
  <dcterms:modified xsi:type="dcterms:W3CDTF">2022-02-22T11:12:40Z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7C8279667BE14C1AAEDFAAE4A66866C8</vt:lpwstr>
  </property>
</Properties>
</file>