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第五课时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一、英汉互译。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靠右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2.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in the library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按顺序来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4.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work quietly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小声讲话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6.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play a game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二、读句子，为下列句子选择相应的选项。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1.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They are play a game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She is colouring at the desk.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They are doing homework in the class.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We are walking in the street.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She is talking in the library.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A. Keep to the right.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B. Talk quietly.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C. Take turns.              D. Keep your desk clean.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E. Work quietly.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三、情景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交际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。</w:t>
      </w:r>
    </w:p>
    <w:p>
      <w:pPr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 ) 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当你想告诉别人在图书馆的时候要小声说话，应该说：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Talk quietly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when you are in the library.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Talk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loudly when you are in the library.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当你想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借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别人的蜡笔时，应该说：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Can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use your crayons?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Can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give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your crayons? -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当你想告诉别人保持桌面整洁时，应该说：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Keep your desk clean.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Keep your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room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clean.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(     )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当你想告诉别人“他们在桥上走路”时，应该说：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They are running on the bridge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</w:p>
    <w:p>
      <w:pPr>
        <w:ind w:firstLine="1200" w:firstLineChars="5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They are walking on the bridge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</w:p>
    <w:p/>
    <w:p/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k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eep to the right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在图书馆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ake turns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安静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地</w:t>
      </w:r>
      <w:r>
        <w:rPr>
          <w:rFonts w:ascii="Times New Roman" w:hAnsi="Times New Roman" w:cs="Times New Roman" w:eastAsiaTheme="minorEastAsia"/>
          <w:sz w:val="24"/>
          <w:szCs w:val="24"/>
        </w:rPr>
        <w:t>工作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</w:rPr>
        <w:t>alk quietly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6. </w:t>
      </w:r>
      <w:r>
        <w:rPr>
          <w:rFonts w:ascii="Times New Roman" w:hAnsi="Times New Roman" w:cs="Times New Roman" w:eastAsiaTheme="minorEastAsia"/>
          <w:sz w:val="24"/>
          <w:szCs w:val="24"/>
        </w:rPr>
        <w:t>做游戏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56B08"/>
    <w:rsid w:val="00076968"/>
    <w:rsid w:val="001E37FB"/>
    <w:rsid w:val="007223C6"/>
    <w:rsid w:val="00B8021C"/>
    <w:rsid w:val="00C07D0C"/>
    <w:rsid w:val="00CF0985"/>
    <w:rsid w:val="06DB14F5"/>
    <w:rsid w:val="20E56B08"/>
    <w:rsid w:val="2BB00C86"/>
    <w:rsid w:val="3C9351C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293</Words>
  <Characters>712</Characters>
  <Lines>5</Lines>
  <Paragraphs>2</Paragraphs>
  <TotalTime>0</TotalTime>
  <ScaleCrop>false</ScaleCrop>
  <LinksUpToDate>false</LinksUpToDate>
  <CharactersWithSpaces>1003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2018-07-16T03:05:00Z</dcterms:created>
  <dc:creator>宾琳</dc:creator>
  <cp:lastModifiedBy>。</cp:lastModifiedBy>
  <dcterms:modified xsi:type="dcterms:W3CDTF">2022-02-22T11:46:56Z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27FCDA9E50B94982A4B04158BB875B17</vt:lpwstr>
  </property>
</Properties>
</file>