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hint="eastAsia" w:ascii="Times New Roman" w:hAnsi="Times New Roman" w:cs="Times New Roman"/>
          <w:sz w:val="24"/>
          <w:szCs w:val="24"/>
        </w:rPr>
        <w:t xml:space="preserve">ecycle 1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第二课时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261620</wp:posOffset>
            </wp:positionV>
            <wp:extent cx="963930" cy="864870"/>
            <wp:effectExtent l="9525" t="9525" r="17145" b="20955"/>
            <wp:wrapNone/>
            <wp:docPr id="13" name="图片 13" descr="http://thumbs.dreamstime.com/z/%E5%9D%A1%E9%81%93%E6%BB%91%E9%9B%AA%E5%86%AC%E5%A4%A9-20462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http://thumbs.dreamstime.com/z/%E5%9D%A1%E9%81%93%E6%BB%91%E9%9B%AA%E5%86%AC%E5%A4%A9-204628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2952" b="1108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8648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4508500</wp:posOffset>
            </wp:positionH>
            <wp:positionV relativeFrom="paragraph">
              <wp:posOffset>221615</wp:posOffset>
            </wp:positionV>
            <wp:extent cx="641350" cy="888365"/>
            <wp:effectExtent l="0" t="0" r="6350" b="6985"/>
            <wp:wrapNone/>
            <wp:docPr id="25" name="图片 25" descr="http://imgsrc.baidu.com/image/c0%3Dshijue1%2C0%2C0%2C294%2C40/sign=eb6140c92d7f9e2f6438154b77598351/060828381f30e924f2736e1e46086e061c95f7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http://imgsrc.baidu.com/image/c0%3Dshijue1%2C0%2C0%2C294%2C40/sign=eb6140c92d7f9e2f6438154b77598351/060828381f30e924f2736e1e46086e061c95f7c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0334"/>
                    <a:stretch>
                      <a:fillRect/>
                    </a:stretch>
                  </pic:blipFill>
                  <pic:spPr>
                    <a:xfrm>
                      <a:off x="0" y="0"/>
                      <a:ext cx="641374" cy="888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1437640</wp:posOffset>
            </wp:positionH>
            <wp:positionV relativeFrom="paragraph">
              <wp:posOffset>261620</wp:posOffset>
            </wp:positionV>
            <wp:extent cx="546100" cy="845185"/>
            <wp:effectExtent l="0" t="0" r="6350" b="12065"/>
            <wp:wrapNone/>
            <wp:docPr id="16" name="图片 16" descr="http://imgsrc.baidu.com/imgad/pic/item/d058ccbf6c81800a4307fb28bb3533fa828b4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http://imgsrc.baidu.com/imgad/pic/item/d058ccbf6c81800a4307fb28bb3533fa828b4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1087" r="51943" b="3106"/>
                    <a:stretch>
                      <a:fillRect/>
                    </a:stretch>
                  </pic:blipFill>
                  <pic:spPr>
                    <a:xfrm>
                      <a:off x="0" y="0"/>
                      <a:ext cx="548005" cy="848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一、读句子，选出对应的图片。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3666490</wp:posOffset>
            </wp:positionH>
            <wp:positionV relativeFrom="paragraph">
              <wp:posOffset>66040</wp:posOffset>
            </wp:positionV>
            <wp:extent cx="550545" cy="724535"/>
            <wp:effectExtent l="0" t="0" r="13335" b="6985"/>
            <wp:wrapNone/>
            <wp:docPr id="22" name="图片 22" descr="C:\Users\Emily\Desktop\我的图库\练霸四上（J）图片\放风筝.jpg放风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Emily\Desktop\我的图库\练霸四上（J）图片\放风筝.jpg放风筝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72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2369185</wp:posOffset>
            </wp:positionH>
            <wp:positionV relativeFrom="paragraph">
              <wp:posOffset>31750</wp:posOffset>
            </wp:positionV>
            <wp:extent cx="758825" cy="758825"/>
            <wp:effectExtent l="0" t="0" r="3175" b="3175"/>
            <wp:wrapNone/>
            <wp:docPr id="19" name="图片 19" descr="C:\Users\Emily\Desktop\七彩人五下修订（录排）\七彩人教五下图片\秋天图.tif秋天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Emily\Desktop\七彩人五下修订（录排）\七彩人教五下图片\秋天图.tif秋天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9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>
      <w:pPr>
        <w:adjustRightInd w:val="0"/>
        <w:snapToGrid w:val="0"/>
        <w:spacing w:line="384" w:lineRule="auto"/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C             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E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 </w:t>
      </w:r>
      <w:r>
        <w:rPr>
          <w:rFonts w:ascii="Times New Roman" w:hAnsi="Times New Roman" w:cs="Times New Roman"/>
          <w:sz w:val="24"/>
          <w:szCs w:val="24"/>
        </w:rPr>
        <w:t>)1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like spring. Because I can fly kites in the wind.</w:t>
      </w:r>
      <w:r>
        <w:t xml:space="preserve">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 </w:t>
      </w:r>
      <w:r>
        <w:rPr>
          <w:rFonts w:ascii="Times New Roman" w:hAnsi="Times New Roman" w:cs="Times New Roman"/>
          <w:sz w:val="24"/>
          <w:szCs w:val="24"/>
        </w:rPr>
        <w:t>)2.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like winter. Because 1 like to ski on the snow.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 </w:t>
      </w:r>
      <w:r>
        <w:rPr>
          <w:rFonts w:ascii="Times New Roman" w:hAnsi="Times New Roman" w:cs="Times New Roman"/>
          <w:sz w:val="24"/>
          <w:szCs w:val="24"/>
        </w:rPr>
        <w:t>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like summer. Because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can wear my T-shirt and my sh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or</w:t>
      </w:r>
      <w:r>
        <w:rPr>
          <w:rFonts w:ascii="Times New Roman" w:hAnsi="Times New Roman" w:cs="Times New Roman"/>
          <w:sz w:val="24"/>
          <w:szCs w:val="24"/>
        </w:rPr>
        <w:t>ts.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 </w:t>
      </w:r>
      <w:r>
        <w:rPr>
          <w:rFonts w:ascii="Times New Roman" w:hAnsi="Times New Roman" w:cs="Times New Roman"/>
          <w:sz w:val="24"/>
          <w:szCs w:val="24"/>
        </w:rPr>
        <w:t>)4.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like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autumn and </w:t>
      </w:r>
      <w:r>
        <w:rPr>
          <w:rFonts w:ascii="Times New Roman" w:hAnsi="Times New Roman" w:cs="Times New Roman"/>
          <w:sz w:val="24"/>
          <w:szCs w:val="24"/>
        </w:rPr>
        <w:t>it's windy. Yellow leaves are falling down.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 </w:t>
      </w:r>
      <w:r>
        <w:rPr>
          <w:rFonts w:ascii="Times New Roman" w:hAnsi="Times New Roman" w:cs="Times New Roman"/>
          <w:sz w:val="24"/>
          <w:szCs w:val="24"/>
        </w:rPr>
        <w:t>)5.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like summer, because I can wear my favourite dress.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单项选择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Teachers'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Day is</w:t>
      </w:r>
      <w:r>
        <w:rPr>
          <w:rFonts w:hint="eastAsia" w:ascii="Times New Roman" w:hAnsi="Times New Roman" w:cs="Times New Roman"/>
          <w:sz w:val="24"/>
          <w:szCs w:val="24"/>
        </w:rPr>
        <w:t>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September.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My birthday is in May.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yours?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How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about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go back home after school?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Who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Whose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When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summer, but Mike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autumn.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likes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likes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三、选择合适的句子，补全对话(有两项多余)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67310</wp:posOffset>
                </wp:positionV>
                <wp:extent cx="2656840" cy="2044700"/>
                <wp:effectExtent l="4445" t="4445" r="5715" b="825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6840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A. Why do you like spring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 you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 you do in win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er?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D. What about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you?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E. Why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 you like winter?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F. What's the weather like today, Helen?</w:t>
                            </w:r>
                          </w:p>
                          <w:p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G. Which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season do you like best?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2.05pt;margin-top:5.3pt;height:161pt;width:209.2pt;z-index:251664384;mso-width-relative:page;mso-height-relative:page;" fillcolor="#FFFFFF" filled="t" stroked="t" coordsize="21600,21600" o:gfxdata="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aGVnQ2AAAAAoBAAAPAAAAAAAAAAEAIAAAACIAAABkcnMv&#10;ZG93bnJldi54bWxQSwECFAAUAAAACACHTuJAB7ckfA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A. Why do you like spring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 you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 you do in win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er?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D. What about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you?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E. Why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 you like winter?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F. What's the weather like today, Helen?</w:t>
                      </w:r>
                    </w:p>
                    <w:p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G. Which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season do you like best?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Amy: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>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It's windy and warm.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Helen: Spring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. 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Helen: Because I can plant trees.4.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</w:t>
      </w:r>
      <w:r>
        <w:rPr>
          <w:rFonts w:hint="eastAsia"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like winter best.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Helen: 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</w:t>
      </w:r>
      <w:r>
        <w:rPr>
          <w:rFonts w:hint="eastAsia"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Because I can play in the snow.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</w:p>
    <w:p>
      <w:pPr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2.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3.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4.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5. </w:t>
      </w:r>
      <w:r>
        <w:rPr>
          <w:rFonts w:hint="eastAsia" w:ascii="Times New Roman" w:hAnsi="Times New Roman" w:cs="Times New Roman"/>
          <w:sz w:val="24"/>
          <w:szCs w:val="24"/>
        </w:rPr>
        <w:t>E</w:t>
      </w:r>
    </w:p>
    <w:p>
      <w:pPr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2.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3.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4.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spacing w:line="384" w:lineRule="auto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2. </w:t>
      </w:r>
      <w:r>
        <w:rPr>
          <w:rFonts w:hint="eastAsia" w:ascii="Times New Roman" w:hAnsi="Times New Roman" w:cs="Times New Roman"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3.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4.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5. </w:t>
      </w:r>
      <w:r>
        <w:rPr>
          <w:rFonts w:hint="eastAsia" w:ascii="Times New Roman" w:hAnsi="Times New Roman" w:cs="Times New Roman"/>
          <w:sz w:val="24"/>
          <w:szCs w:val="24"/>
        </w:rPr>
        <w:t>E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A3E"/>
    <w:rsid w:val="006D7A3E"/>
    <w:rsid w:val="188C35B9"/>
    <w:rsid w:val="3BB60E70"/>
    <w:rsid w:val="52A54475"/>
    <w:rsid w:val="6D535020"/>
    <w:rsid w:val="7A6E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tiff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2018-07-30T05:37:00Z</dcterms:created>
  <dc:creator>宾琳</dc:creator>
  <cp:lastModifiedBy>。</cp:lastModifiedBy>
  <dcterms:modified xsi:type="dcterms:W3CDTF">2022-02-22T12:04:54Z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D9FD974C839E48C2A0A10B507781C3B3</vt:lpwstr>
  </property>
</Properties>
</file>