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</w:rPr>
        <w:t xml:space="preserve">ecycle 2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第二课时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单项选择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cs="Times New Roman"/>
          <w:sz w:val="24"/>
          <w:szCs w:val="24"/>
        </w:rPr>
        <w:t>1. August is the_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month of the year.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seven</w:t>
      </w:r>
      <w:r>
        <w:rPr>
          <w:rFonts w:hint="eastAsia"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B. ninth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C. eighth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一________?         一</w:t>
      </w:r>
      <w:r>
        <w:rPr>
          <w:rFonts w:ascii="Times New Roman" w:hAnsi="Times New Roman" w:cs="Times New Roman"/>
          <w:sz w:val="24"/>
          <w:szCs w:val="24"/>
        </w:rPr>
        <w:t>They are swimming.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What do they do?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B. What are you doing?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What are the monkeys doing?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一Why do you like summer best?     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colors are pretty. 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With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Because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Which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My pen is red .________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is yellow.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You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Yours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Your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二、补全对话。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Hey,Kate.</w:t>
      </w:r>
      <w:r>
        <w:rPr>
          <w:rFonts w:hint="eastAsia" w:ascii="Times New Roman" w:hAnsi="Times New Roman" w:cs="Times New Roman"/>
          <w:sz w:val="24"/>
          <w:szCs w:val="24"/>
        </w:rPr>
        <w:t>1.______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252730</wp:posOffset>
                </wp:positionV>
                <wp:extent cx="2519045" cy="1414780"/>
                <wp:effectExtent l="4445" t="5080" r="10160" b="88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045" cy="141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A.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like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winter very much.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When is your birthday?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What's the date today?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D. What do you do on your birthday?</w:t>
                            </w:r>
                          </w:p>
                          <w:p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you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like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winter?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9.9pt;height:111.4pt;width:198.35pt;z-index:251659264;mso-width-relative:page;mso-height-relative:page;" fillcolor="#FFFFFF" filled="t" stroked="t" coordsize="21600,21600" o:gfxdata="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+gfFtkAAAAKAQAADwAAAAAAAAABACAAAAAiAAAAZHJz&#10;L2Rvd25yZXYueG1sUEsBAhQAFAAAAAgAh07iQCR2/osDAgAAKg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A.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like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winter very much.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When is your birthday?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What's the date today?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D. What do you do on your birthday?</w:t>
                      </w:r>
                    </w:p>
                    <w:p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you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like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winter?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  <w:szCs w:val="24"/>
        </w:rPr>
        <w:t>Kate: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It's December lst. It's winter now. 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Kate: No, I don' t. What about you?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Alex: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3._______Because my birthday is in winter.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Alex: It' </w:t>
      </w:r>
      <w:r>
        <w:rPr>
          <w:rFonts w:hint="eastAsia"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on December 28th.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5._______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 often have a birthday party.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三、选词填空。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The children are making a snowman.  They are_____ (happy/sad) 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The singing contest will be__________(at/on)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May 4th.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Do you see__________(some /any)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pandas in the zoo?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 Listen!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 boy___________(sing/is singi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g) in his room.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—Can we play music with the robot?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—Sure.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P1ease take__________ (turn/turns).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2.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3.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4.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2. 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3.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4.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5. 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 happy   2. on   3. any   4. is singing   5. turns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46B3E"/>
    <w:rsid w:val="069E353B"/>
    <w:rsid w:val="0D697F5C"/>
    <w:rsid w:val="162E4C58"/>
    <w:rsid w:val="1BCC78E8"/>
    <w:rsid w:val="6D535020"/>
    <w:rsid w:val="78165242"/>
    <w:rsid w:val="79E4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2018-07-30T05:39:00Z</dcterms:created>
  <dc:creator>宾琳</dc:creator>
  <cp:lastModifiedBy>。</cp:lastModifiedBy>
  <dcterms:modified xsi:type="dcterms:W3CDTF">2022-02-22T12:17:43Z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6B7C3F91C1C34CEBAA43542042358AF1</vt:lpwstr>
  </property>
</Properties>
</file>