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10502900</wp:posOffset>
            </wp:positionV>
            <wp:extent cx="431800" cy="4826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第二单元   百分数</w:t>
      </w:r>
      <w:r>
        <w:rPr>
          <w:b/>
          <w:bCs/>
          <w:sz w:val="28"/>
          <w:szCs w:val="28"/>
        </w:rPr>
        <w:t>(</w:t>
      </w:r>
      <w:r>
        <w:rPr>
          <w:rFonts w:hint="eastAsia"/>
          <w:b/>
          <w:bCs/>
          <w:sz w:val="28"/>
          <w:szCs w:val="28"/>
        </w:rPr>
        <w:t>二</w:t>
      </w:r>
      <w:r>
        <w:rPr>
          <w:b/>
          <w:bCs/>
          <w:sz w:val="28"/>
          <w:szCs w:val="28"/>
        </w:rPr>
        <w:t>)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）—</w:t>
      </w:r>
      <w:r>
        <w:rPr>
          <w:rFonts w:hint="eastAsia"/>
          <w:b/>
          <w:bCs/>
          <w:sz w:val="28"/>
          <w:szCs w:val="28"/>
          <w:lang w:eastAsia="zh-CN"/>
        </w:rPr>
        <w:t>整理复习</w:t>
      </w:r>
    </w:p>
    <w:p>
      <w:pPr>
        <w:spacing w:line="360" w:lineRule="auto"/>
        <w:rPr>
          <w:rFonts w:hint="eastAsia" w:asciiTheme="minorEastAsia" w:hAnsiTheme="minorEastAsia"/>
          <w:b/>
          <w:bCs/>
          <w:sz w:val="24"/>
        </w:rPr>
      </w:pP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一、填一填。（请在横线上写出算式）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/>
          <w:color w:val="000000"/>
          <w:sz w:val="24"/>
        </w:rPr>
        <w:t>（1）</w:t>
      </w:r>
      <w:r>
        <w:rPr>
          <w:rFonts w:hint="eastAsia"/>
          <w:color w:val="000000"/>
          <w:position w:val="-24"/>
          <w:sz w:val="24"/>
        </w:rPr>
        <w:object>
          <v:shape id="_x0000_i1025" o:spt="75" type="#_x0000_t75" style="height:33.75pt;width:490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（2） 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一件商品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lang w:bidi="ar"/>
        </w:rPr>
        <w:t>打九折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销售，就是现价是原价的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   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％，比原价便宜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   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％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。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）</w:t>
      </w:r>
      <w:r>
        <w:rPr>
          <w:rFonts w:hint="eastAsia"/>
          <w:color w:val="000000"/>
          <w:sz w:val="24"/>
        </w:rPr>
        <w:t>商品打六折销售，现价是原价的（       ）%，现价比原价便宜（       ）%。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（</w:t>
      </w:r>
      <w:r>
        <w:rPr>
          <w:rFonts w:ascii="宋体" w:hAnsi="宋体" w:eastAsia="宋体" w:cs="宋体"/>
          <w:bCs/>
          <w:color w:val="000000"/>
          <w:sz w:val="24"/>
        </w:rPr>
        <w:t>4</w:t>
      </w:r>
      <w:r>
        <w:rPr>
          <w:rFonts w:hint="eastAsia" w:ascii="宋体" w:hAnsi="宋体" w:eastAsia="宋体" w:cs="宋体"/>
          <w:bCs/>
          <w:color w:val="000000"/>
          <w:sz w:val="24"/>
        </w:rPr>
        <w:t>）商品打七折销售，就是按原价的（     ）</w:t>
      </w:r>
      <w:r>
        <w:rPr>
          <w:rFonts w:hint="eastAsia"/>
          <w:color w:val="000000"/>
          <w:sz w:val="24"/>
        </w:rPr>
        <w:t>%</w:t>
      </w:r>
      <w:r>
        <w:rPr>
          <w:rFonts w:hint="eastAsia" w:ascii="宋体" w:hAnsi="宋体" w:eastAsia="宋体" w:cs="宋体"/>
          <w:bCs/>
          <w:color w:val="000000"/>
          <w:sz w:val="24"/>
        </w:rPr>
        <w:t>出售，现价比原价便宜（     ）</w:t>
      </w:r>
      <w:r>
        <w:rPr>
          <w:rFonts w:hint="eastAsia"/>
          <w:color w:val="000000"/>
          <w:sz w:val="24"/>
        </w:rPr>
        <w:t>%</w:t>
      </w:r>
      <w:r>
        <w:rPr>
          <w:rFonts w:hint="eastAsia" w:ascii="宋体" w:hAnsi="宋体" w:eastAsia="宋体" w:cs="宋体"/>
          <w:bCs/>
          <w:color w:val="000000"/>
          <w:sz w:val="24"/>
        </w:rPr>
        <w:t>。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）一条裙子原价430元，现在打八折出售，比原价便宜（        ）元。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dotted"/>
        </w:rPr>
        <w:t xml:space="preserve">                                                                                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☆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原价为40元的商品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lang w:bidi="ar"/>
        </w:rPr>
        <w:t>打七五折，</w:t>
      </w:r>
      <w:r>
        <w:rPr>
          <w:rFonts w:hint="eastAsia"/>
          <w:color w:val="000000"/>
          <w:sz w:val="24"/>
        </w:rPr>
        <w:t>比原价便宜（    ）%，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相当于降价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元。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br w:type="textWrapping"/>
      </w:r>
      <w:r>
        <w:rPr>
          <w:rFonts w:hint="eastAsia"/>
          <w:color w:val="000000"/>
          <w:sz w:val="24"/>
          <w:u w:val="dotted"/>
        </w:rPr>
        <w:t xml:space="preserve">                                                                                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7</w:t>
      </w:r>
      <w:r>
        <w:rPr>
          <w:rFonts w:hint="eastAsia"/>
          <w:color w:val="000000"/>
          <w:sz w:val="24"/>
        </w:rPr>
        <w:t>）某企业的总产值比去年增加了</w:t>
      </w:r>
      <w:r>
        <w:rPr>
          <w:rFonts w:hint="eastAsia"/>
          <w:color w:val="000000"/>
          <w:position w:val="-24"/>
          <w:sz w:val="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000000"/>
          <w:sz w:val="24"/>
        </w:rPr>
        <w:t xml:space="preserve">，就是比去年增加了（       ）成，即（       ）%。                    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8</w:t>
      </w:r>
      <w:r>
        <w:rPr>
          <w:rFonts w:hint="eastAsia"/>
          <w:color w:val="000000"/>
          <w:sz w:val="24"/>
        </w:rPr>
        <w:t>）一种书包，原价是80元，现在降价16元出售，是打（        ）折销售的。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dotted"/>
        </w:rPr>
        <w:t xml:space="preserve">                                                                                </w:t>
      </w:r>
      <w:r>
        <w:rPr>
          <w:rFonts w:hint="eastAsia"/>
          <w:color w:val="000000"/>
          <w:sz w:val="24"/>
        </w:rPr>
        <w:t xml:space="preserve">                                             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今年稻谷产量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lang w:bidi="ar"/>
        </w:rPr>
        <w:t>是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去年的120％，今年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lang w:bidi="ar"/>
        </w:rPr>
        <w:t>比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去年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增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产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   ）。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（10）</w:t>
      </w:r>
      <w:r>
        <w:rPr>
          <w:rFonts w:hint="eastAsia" w:ascii="宋体" w:hAnsi="宋体" w:eastAsia="宋体" w:cs="宋体"/>
          <w:bCs/>
          <w:color w:val="000000"/>
          <w:sz w:val="24"/>
        </w:rPr>
        <w:t>今年的粮食产量</w:t>
      </w:r>
      <w:r>
        <w:rPr>
          <w:rFonts w:hint="eastAsia" w:ascii="宋体" w:hAnsi="宋体" w:eastAsia="宋体" w:cs="宋体"/>
          <w:b/>
          <w:color w:val="000000"/>
          <w:sz w:val="24"/>
        </w:rPr>
        <w:t>比</w:t>
      </w:r>
      <w:r>
        <w:rPr>
          <w:rFonts w:hint="eastAsia" w:ascii="宋体" w:hAnsi="宋体" w:eastAsia="宋体" w:cs="宋体"/>
          <w:bCs/>
          <w:color w:val="000000"/>
          <w:sz w:val="24"/>
        </w:rPr>
        <w:t>去年增加二成，就是说今年的产量</w:t>
      </w:r>
      <w:r>
        <w:rPr>
          <w:rFonts w:hint="eastAsia" w:ascii="宋体" w:hAnsi="宋体" w:eastAsia="宋体" w:cs="宋体"/>
          <w:b/>
          <w:color w:val="000000"/>
          <w:sz w:val="24"/>
        </w:rPr>
        <w:t>相当于</w:t>
      </w:r>
      <w:r>
        <w:rPr>
          <w:rFonts w:hint="eastAsia" w:ascii="宋体" w:hAnsi="宋体" w:eastAsia="宋体" w:cs="宋体"/>
          <w:bCs/>
          <w:color w:val="000000"/>
          <w:sz w:val="24"/>
        </w:rPr>
        <w:t>去年的（     ）%。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甲数是5，乙数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是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4，甲数比乙数多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  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％，乙数比甲数少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      ）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％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。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u w:val="dotted"/>
        </w:rPr>
        <w:t xml:space="preserve">                                                                                </w:t>
      </w:r>
      <w:r>
        <w:rPr>
          <w:rFonts w:hint="eastAsia"/>
          <w:color w:val="000000"/>
          <w:sz w:val="24"/>
        </w:rPr>
        <w:t xml:space="preserve">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12</w:t>
      </w:r>
      <w:r>
        <w:rPr>
          <w:rFonts w:hint="eastAsia" w:asciiTheme="minorEastAsia" w:hAnsiTheme="minorEastAsia"/>
          <w:color w:val="000000"/>
          <w:sz w:val="24"/>
        </w:rPr>
        <w:t xml:space="preserve">）赵先生2018年5月的月工资是4800元，扣除3500元个税免征额后的部分需要按3%的税率缴纳个人所得税，赵先生这个月应缴纳个人所得税（         ）元。 </w:t>
      </w:r>
    </w:p>
    <w:p>
      <w:pPr>
        <w:spacing w:line="360" w:lineRule="auto"/>
        <w:rPr>
          <w:rFonts w:asciiTheme="minorEastAsia" w:hAnsiTheme="minorEastAsia"/>
          <w:color w:val="000000"/>
          <w:sz w:val="24"/>
          <w:u w:val="dotted"/>
        </w:rPr>
      </w:pPr>
      <w:r>
        <w:rPr>
          <w:rFonts w:hint="eastAsia" w:asciiTheme="minorEastAsia" w:hAnsiTheme="minorEastAsia"/>
          <w:color w:val="000000"/>
          <w:sz w:val="24"/>
          <w:u w:val="dotted"/>
        </w:rPr>
        <w:t xml:space="preserve">                                                               </w:t>
      </w:r>
      <w:r>
        <w:rPr>
          <w:rFonts w:asciiTheme="minorEastAsia" w:hAnsiTheme="minorEastAsia"/>
          <w:color w:val="000000"/>
          <w:sz w:val="24"/>
          <w:u w:val="dotted"/>
        </w:rPr>
        <w:t xml:space="preserve">        </w:t>
      </w:r>
      <w:r>
        <w:rPr>
          <w:rFonts w:hint="eastAsia" w:asciiTheme="minorEastAsia" w:hAnsiTheme="minorEastAsia"/>
          <w:color w:val="000000"/>
          <w:sz w:val="24"/>
          <w:u w:val="dotted"/>
        </w:rPr>
        <w:t xml:space="preserve">               </w:t>
      </w:r>
    </w:p>
    <w:p>
      <w:pPr>
        <w:spacing w:line="360" w:lineRule="auto"/>
        <w:rPr>
          <w:rFonts w:asciiTheme="minorEastAsia" w:hAnsiTheme="minorEastAsia"/>
          <w:color w:val="000000"/>
          <w:sz w:val="24"/>
          <w:u w:val="dotted"/>
        </w:rPr>
      </w:pP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13</w:t>
      </w:r>
      <w:r>
        <w:rPr>
          <w:rFonts w:hint="eastAsia" w:asciiTheme="minorEastAsia" w:hAnsiTheme="minorEastAsia"/>
          <w:color w:val="000000"/>
          <w:sz w:val="24"/>
        </w:rPr>
        <w:t>）</w:t>
      </w:r>
      <w:r>
        <w:rPr>
          <w:rFonts w:hint="eastAsia" w:cs="宋体" w:asciiTheme="minorEastAsia" w:hAnsiTheme="minorEastAsia"/>
          <w:sz w:val="24"/>
        </w:rPr>
        <w:t>南门街九牧王服装店搞促销活动，某款衣服可享受“折上折”优惠，就是先打九折，在此基础上再打八折。原价500元一件的衣服，现在买只需要（      ）元。</w:t>
      </w:r>
      <w:r>
        <w:rPr>
          <w:rFonts w:hint="eastAsia" w:cs="宋体" w:asciiTheme="minorEastAsia" w:hAnsiTheme="minorEastAsia"/>
          <w:sz w:val="24"/>
          <w:u w:val="dotted"/>
        </w:rPr>
        <w:t xml:space="preserve">     </w:t>
      </w:r>
      <w:r>
        <w:rPr>
          <w:rFonts w:cs="宋体" w:asciiTheme="minorEastAsia" w:hAnsiTheme="minorEastAsia"/>
          <w:sz w:val="24"/>
          <w:u w:val="dotted"/>
        </w:rPr>
        <w:t xml:space="preserve">                                                 </w:t>
      </w:r>
      <w:r>
        <w:rPr>
          <w:rFonts w:hint="eastAsia" w:cs="宋体" w:asciiTheme="minorEastAsia" w:hAnsiTheme="minorEastAsia"/>
          <w:sz w:val="24"/>
        </w:rPr>
        <w:t xml:space="preserve">      </w:t>
      </w:r>
      <w:r>
        <w:rPr>
          <w:rFonts w:cs="宋体" w:asciiTheme="minorEastAsia" w:hAnsiTheme="minorEastAsia"/>
          <w:sz w:val="24"/>
        </w:rPr>
        <w:t xml:space="preserve">             </w:t>
      </w:r>
    </w:p>
    <w:p>
      <w:pPr>
        <w:spacing w:line="360" w:lineRule="auto"/>
        <w:rPr>
          <w:rFonts w:ascii="宋体" w:hAnsi="宋体" w:eastAsia="宋体" w:cs="宋体"/>
          <w:u w:val="dotted"/>
        </w:rPr>
      </w:pP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14</w:t>
      </w:r>
      <w:r>
        <w:rPr>
          <w:rFonts w:hint="eastAsia" w:asciiTheme="minorEastAsia" w:hAnsiTheme="minorEastAsia"/>
          <w:color w:val="000000"/>
          <w:sz w:val="24"/>
        </w:rPr>
        <w:t>）</w:t>
      </w:r>
      <w:r>
        <w:rPr>
          <w:rFonts w:hint="eastAsia" w:cs="宋体" w:asciiTheme="minorEastAsia" w:hAnsiTheme="minorEastAsia"/>
          <w:sz w:val="24"/>
        </w:rPr>
        <w:t>一台电脑的原价是8800元，降低440元出售，这台电脑打了（      ）折。</w:t>
      </w:r>
      <w:r>
        <w:rPr>
          <w:rFonts w:hint="eastAsia" w:cs="宋体" w:asciiTheme="minorEastAsia" w:hAnsiTheme="minorEastAsia"/>
          <w:sz w:val="24"/>
          <w:u w:val="dotted"/>
        </w:rPr>
        <w:t xml:space="preserve">  </w:t>
      </w:r>
      <w:r>
        <w:rPr>
          <w:rFonts w:cs="宋体" w:asciiTheme="minorEastAsia" w:hAnsiTheme="minorEastAsia"/>
          <w:sz w:val="24"/>
          <w:u w:val="dotted"/>
        </w:rPr>
        <w:t xml:space="preserve">                          </w:t>
      </w:r>
      <w:r>
        <w:rPr>
          <w:rFonts w:ascii="宋体" w:hAnsi="宋体" w:eastAsia="宋体" w:cs="宋体"/>
          <w:u w:val="dotted"/>
        </w:rPr>
        <w:t xml:space="preserve">      </w:t>
      </w: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二、判断</w:t>
      </w:r>
      <w:r>
        <w:rPr>
          <w:rFonts w:asciiTheme="minorEastAsia" w:hAnsiTheme="minorEastAsia"/>
          <w:b/>
          <w:bCs/>
          <w:sz w:val="24"/>
        </w:rPr>
        <w:t>。</w:t>
      </w:r>
      <w:r>
        <w:rPr>
          <w:rFonts w:hint="eastAsia" w:asciiTheme="minorEastAsia" w:hAnsiTheme="minorEastAsia"/>
          <w:b/>
          <w:bCs/>
          <w:sz w:val="24"/>
        </w:rPr>
        <w:t>（请</w:t>
      </w:r>
      <w:r>
        <w:rPr>
          <w:rFonts w:asciiTheme="minorEastAsia" w:hAnsiTheme="minorEastAsia"/>
          <w:b/>
          <w:bCs/>
          <w:sz w:val="24"/>
        </w:rPr>
        <w:t>写出错误的</w:t>
      </w:r>
      <w:r>
        <w:rPr>
          <w:rFonts w:hint="eastAsia" w:asciiTheme="minorEastAsia" w:hAnsiTheme="minorEastAsia"/>
          <w:b/>
          <w:bCs/>
          <w:sz w:val="24"/>
        </w:rPr>
        <w:t>理由）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/>
          <w:bCs/>
          <w:sz w:val="24"/>
        </w:rPr>
        <w:t>（1）</w:t>
      </w:r>
      <w:r>
        <w:rPr>
          <w:rFonts w:hint="eastAsia" w:ascii="宋体" w:hAnsi="宋体" w:eastAsia="宋体" w:cs="宋体"/>
          <w:sz w:val="24"/>
        </w:rPr>
        <w:t xml:space="preserve">各种收入与应纳税额的比率叫做税率。  </w:t>
      </w:r>
      <w:r>
        <w:rPr>
          <w:rFonts w:ascii="宋体" w:hAnsi="宋体" w:eastAsia="宋体" w:cs="宋体"/>
          <w:sz w:val="24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</w:rPr>
        <w:t xml:space="preserve">（  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（2）今年的水稻产量比去年增产二成五，就是增产2.5%。       </w:t>
      </w:r>
      <w:r>
        <w:rPr>
          <w:rFonts w:ascii="宋体" w:hAnsi="宋体" w:eastAsia="宋体" w:cs="宋体"/>
          <w:sz w:val="24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 xml:space="preserve">（ 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（3）某厂今年的产值是去年的130%，则今年的产值比去年增长三成。   </w:t>
      </w:r>
      <w:r>
        <w:rPr>
          <w:rFonts w:ascii="宋体" w:hAnsi="宋体" w:eastAsia="宋体" w:cs="宋体"/>
          <w:sz w:val="24"/>
        </w:rPr>
        <w:t xml:space="preserve">         </w:t>
      </w:r>
      <w:r>
        <w:rPr>
          <w:rFonts w:hint="eastAsia" w:ascii="宋体" w:hAnsi="宋体" w:eastAsia="宋体" w:cs="宋体"/>
          <w:sz w:val="24"/>
        </w:rPr>
        <w:t>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（4）四成五就是百分之四十五。     </w:t>
      </w:r>
      <w:r>
        <w:rPr>
          <w:rFonts w:ascii="宋体" w:hAnsi="宋体" w:eastAsia="宋体" w:cs="宋体"/>
          <w:sz w:val="24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</w:rPr>
        <w:t>（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（5）1吨煤</w:t>
      </w:r>
      <w:r>
        <w:rPr>
          <w:rFonts w:ascii="宋体" w:hAnsi="宋体" w:eastAsia="宋体" w:cs="宋体"/>
          <w:sz w:val="24"/>
        </w:rPr>
        <w:t>，用去</w:t>
      </w:r>
      <m:oMath>
        <m:f>
          <m:fPr>
            <m:ctrlPr>
              <w:rPr>
                <w:rFonts w:ascii="Cambria Math" w:hAnsi="Cambria Math" w:eastAsia="宋体" w:cs="宋体"/>
                <w:sz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</w:rPr>
              <m:t>4</m:t>
            </m:r>
            <m:ctrlPr>
              <w:rPr>
                <w:rFonts w:ascii="Cambria Math" w:hAnsi="Cambria Math" w:eastAsia="宋体" w:cs="宋体"/>
                <w:sz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</w:rPr>
              <m:t>5</m:t>
            </m:r>
            <m:ctrlPr>
              <w:rPr>
                <w:rFonts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还剩</w:t>
      </w:r>
      <w:r>
        <w:rPr>
          <w:rFonts w:hint="eastAsia" w:ascii="宋体" w:hAnsi="宋体" w:eastAsia="宋体" w:cs="宋体"/>
          <w:sz w:val="24"/>
        </w:rPr>
        <w:t>20</w:t>
      </w:r>
      <w:r>
        <w:rPr>
          <w:rFonts w:ascii="宋体" w:hAnsi="宋体" w:eastAsia="宋体" w:cs="宋体"/>
          <w:sz w:val="24"/>
        </w:rPr>
        <w:t>%吨。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 xml:space="preserve">                                           </w:t>
      </w:r>
      <w:r>
        <w:rPr>
          <w:rFonts w:hint="eastAsia" w:ascii="宋体" w:hAnsi="宋体" w:eastAsia="宋体" w:cs="宋体"/>
          <w:sz w:val="24"/>
        </w:rPr>
        <w:t xml:space="preserve">（   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）</w:t>
      </w:r>
    </w:p>
    <w:p>
      <w:pPr>
        <w:tabs>
          <w:tab w:val="left" w:pos="291"/>
        </w:tabs>
        <w:spacing w:line="360" w:lineRule="auto"/>
        <w:jc w:val="lef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三、解方程</w:t>
      </w:r>
    </w:p>
    <w:p>
      <w:pPr>
        <w:tabs>
          <w:tab w:val="left" w:pos="291"/>
        </w:tabs>
        <w:spacing w:line="360" w:lineRule="auto"/>
        <w:jc w:val="left"/>
        <w:rPr>
          <w:rFonts w:ascii="Times New Roman" w:hAnsi="Times New Roman" w:eastAsia="宋体" w:cs="Times New Roman"/>
          <w:position w:val="-6"/>
          <w:sz w:val="24"/>
        </w:rPr>
      </w:pPr>
      <w:r>
        <w:rPr>
          <w:rFonts w:ascii="Times New Roman" w:hAnsi="Times New Roman" w:eastAsia="宋体" w:cs="Times New Roman"/>
          <w:position w:val="-24"/>
          <w:sz w:val="24"/>
        </w:rPr>
        <w:object>
          <v:shape id="_x0000_i1027" o:spt="75" type="#_x0000_t75" style="height:33.75pt;width:7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24"/>
          <w:sz w:val="24"/>
        </w:rPr>
        <w:t xml:space="preserve"> </w:t>
      </w:r>
      <w:r>
        <w:rPr>
          <w:rFonts w:ascii="Times New Roman" w:hAnsi="Times New Roman" w:eastAsia="宋体" w:cs="Times New Roman"/>
          <w:position w:val="-24"/>
          <w:sz w:val="24"/>
        </w:rPr>
        <w:t xml:space="preserve">   </w:t>
      </w:r>
      <w:r>
        <w:rPr>
          <w:rFonts w:hint="eastAsia" w:ascii="Times New Roman" w:hAnsi="Times New Roman" w:eastAsia="宋体" w:cs="Times New Roman"/>
          <w:position w:val="-24"/>
          <w:sz w:val="24"/>
        </w:rPr>
        <w:t xml:space="preserve">    </w:t>
      </w:r>
      <w:r>
        <w:rPr>
          <w:rFonts w:ascii="Times New Roman" w:hAnsi="Times New Roman" w:eastAsia="宋体" w:cs="Times New Roman"/>
          <w:position w:val="-6"/>
          <w:sz w:val="24"/>
        </w:rPr>
        <w:object>
          <v:shape id="_x0000_i1028" o:spt="75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 w:val="24"/>
        </w:rPr>
        <w:t xml:space="preserve">        </w:t>
      </w:r>
      <w:r>
        <w:rPr>
          <w:rFonts w:ascii="Times New Roman" w:hAnsi="Times New Roman" w:eastAsia="宋体" w:cs="Times New Roman"/>
          <w:position w:val="-4"/>
          <w:sz w:val="24"/>
        </w:rPr>
        <w:object>
          <v:shape id="_x0000_i1029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  <w:sz w:val="24"/>
        </w:rPr>
        <w:t xml:space="preserve">        </w:t>
      </w:r>
      <w:r>
        <w:rPr>
          <w:rFonts w:ascii="Times New Roman" w:hAnsi="Times New Roman" w:eastAsia="宋体" w:cs="Times New Roman"/>
          <w:position w:val="-24"/>
          <w:sz w:val="24"/>
        </w:rPr>
        <w:object>
          <v:shape id="_x0000_i1030" o:spt="75" type="#_x0000_t75" style="height:33.75pt;width:8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</w:p>
    <w:p>
      <w:pPr>
        <w:tabs>
          <w:tab w:val="left" w:pos="291"/>
        </w:tabs>
        <w:spacing w:line="360" w:lineRule="auto"/>
        <w:jc w:val="left"/>
        <w:rPr>
          <w:rFonts w:ascii="宋体" w:hAnsi="宋体" w:cs="宋体"/>
          <w:b/>
          <w:bCs/>
          <w:sz w:val="24"/>
        </w:rPr>
      </w:pPr>
    </w:p>
    <w:p>
      <w:pPr>
        <w:tabs>
          <w:tab w:val="left" w:pos="291"/>
        </w:tabs>
        <w:spacing w:line="360" w:lineRule="auto"/>
        <w:jc w:val="left"/>
        <w:rPr>
          <w:rFonts w:ascii="宋体" w:hAnsi="宋体" w:cs="宋体"/>
          <w:b/>
          <w:bCs/>
          <w:sz w:val="24"/>
        </w:rPr>
      </w:pPr>
    </w:p>
    <w:p>
      <w:pPr>
        <w:tabs>
          <w:tab w:val="left" w:pos="291"/>
        </w:tabs>
        <w:spacing w:line="360" w:lineRule="auto"/>
        <w:jc w:val="left"/>
        <w:rPr>
          <w:rFonts w:ascii="宋体" w:hAnsi="宋体" w:cs="宋体"/>
          <w:b/>
          <w:bCs/>
          <w:sz w:val="24"/>
        </w:rPr>
      </w:pPr>
    </w:p>
    <w:p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</w:t>
      </w:r>
      <w:r>
        <w:rPr>
          <w:rFonts w:ascii="宋体" w:hAnsi="宋体" w:cs="宋体"/>
          <w:b/>
          <w:bCs/>
          <w:sz w:val="24"/>
        </w:rPr>
        <w:t>、</w:t>
      </w:r>
      <w:r>
        <w:rPr>
          <w:rFonts w:asciiTheme="minorEastAsia" w:hAnsiTheme="minorEastAsia"/>
          <w:b/>
          <w:bCs/>
          <w:sz w:val="24"/>
        </w:rPr>
        <w:t>解决问题</w:t>
      </w:r>
    </w:p>
    <w:p>
      <w:pPr>
        <w:jc w:val="left"/>
        <w:rPr>
          <w:rFonts w:hint="eastAsia" w:ascii="宋体" w:hAnsi="宋体" w:eastAsia="宋体" w:cs="仿宋"/>
          <w:b/>
          <w:bCs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（1）有个种粮大户，前年收稻谷26000kg，去年比</w:t>
      </w:r>
      <w:r>
        <w:rPr>
          <w:rFonts w:hint="eastAsia" w:ascii="宋体" w:hAnsi="宋体" w:eastAsia="宋体"/>
          <w:b/>
          <w:bCs/>
          <w:color w:val="000000"/>
          <w:sz w:val="24"/>
        </w:rPr>
        <w:t>前年</w:t>
      </w:r>
      <w:r>
        <w:rPr>
          <w:rFonts w:hint="eastAsia" w:ascii="宋体" w:hAnsi="宋体" w:eastAsia="宋体"/>
          <w:color w:val="000000"/>
          <w:sz w:val="24"/>
        </w:rPr>
        <w:t>增产了一成五。这个种粮大户去年收了多少kg稻谷？</w:t>
      </w:r>
      <w:r>
        <w:rPr>
          <w:rFonts w:hint="eastAsia" w:ascii="宋体" w:hAnsi="宋体" w:eastAsia="宋体" w:cs="仿宋"/>
          <w:b/>
          <w:bCs/>
          <w:color w:val="000000"/>
          <w:sz w:val="24"/>
        </w:rPr>
        <w:t>（圈出单位“1”）</w:t>
      </w: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jc w:val="left"/>
        <w:rPr>
          <w:rFonts w:hint="eastAsia" w:ascii="宋体" w:hAnsi="宋体" w:eastAsia="宋体" w:cs="仿宋"/>
          <w:b/>
          <w:bCs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（2）某电水壶生产厂商，今年共生产电水壶390万个，今年的产量比</w:t>
      </w:r>
      <w:r>
        <w:rPr>
          <w:rFonts w:hint="eastAsia" w:ascii="宋体" w:hAnsi="宋体" w:eastAsia="宋体"/>
          <w:b/>
          <w:bCs/>
          <w:color w:val="000000"/>
          <w:sz w:val="24"/>
        </w:rPr>
        <w:t>去年</w:t>
      </w:r>
      <w:r>
        <w:rPr>
          <w:rFonts w:hint="eastAsia" w:ascii="宋体" w:hAnsi="宋体" w:eastAsia="宋体"/>
          <w:color w:val="000000"/>
          <w:sz w:val="24"/>
        </w:rPr>
        <w:t>增加了三成。去年生产电水壶多少万个？</w:t>
      </w:r>
      <w:r>
        <w:rPr>
          <w:rFonts w:hint="eastAsia" w:ascii="宋体" w:hAnsi="宋体" w:eastAsia="宋体" w:cs="仿宋"/>
          <w:b/>
          <w:bCs/>
          <w:color w:val="000000"/>
          <w:sz w:val="24"/>
        </w:rPr>
        <w:t>（圈出单位“1”）</w:t>
      </w:r>
    </w:p>
    <w:p>
      <w:pPr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jc w:val="left"/>
        <w:rPr>
          <w:rFonts w:ascii="宋体" w:hAnsi="宋体" w:eastAsia="宋体"/>
          <w:color w:val="000000"/>
          <w:sz w:val="24"/>
        </w:rPr>
      </w:pPr>
    </w:p>
    <w:p>
      <w:pPr>
        <w:jc w:val="left"/>
        <w:rPr>
          <w:rFonts w:ascii="宋体" w:hAnsi="宋体" w:eastAsia="宋体"/>
          <w:color w:val="000000"/>
          <w:sz w:val="24"/>
        </w:rPr>
      </w:pPr>
    </w:p>
    <w:p>
      <w:pPr>
        <w:jc w:val="left"/>
        <w:rPr>
          <w:rFonts w:ascii="宋体" w:hAnsi="宋体" w:eastAsia="宋体"/>
          <w:color w:val="000000"/>
          <w:sz w:val="24"/>
        </w:rPr>
      </w:pPr>
    </w:p>
    <w:p>
      <w:pPr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（3）</w:t>
      </w:r>
      <w:r>
        <w:rPr>
          <w:rFonts w:hint="eastAsia" w:ascii="宋体" w:hAnsi="宋体" w:eastAsia="宋体" w:cs="宋体"/>
        </w:rPr>
        <w:t>中介公司为顾客出售房屋收取2%的中介费，该公司为李先生出售房屋一套，收取中介费4700元。李先生卖房还要缴纳1.5%的契税，李先生缴纳契税要多少元？</w:t>
      </w: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（4）2018年8月1日，赵阿姨把5万元存入建设银行，定期三年，到期后打算用得到的利息买一台价值4000元的彩色电视，钱够吗？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108585</wp:posOffset>
            </wp:positionV>
            <wp:extent cx="1057275" cy="1561465"/>
            <wp:effectExtent l="0" t="0" r="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798" cy="15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 w:cs="仿宋"/>
          <w:b/>
          <w:bCs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（5）某超市九月份的全部收入按5%缴纳营业税，共缴纳税款4000元，该超市九月份的营业额是多少元？</w:t>
      </w:r>
      <w:r>
        <w:rPr>
          <w:rFonts w:hint="eastAsia" w:ascii="宋体" w:hAnsi="宋体" w:eastAsia="宋体" w:cs="仿宋"/>
          <w:b/>
          <w:bCs/>
          <w:color w:val="000000"/>
          <w:sz w:val="24"/>
        </w:rPr>
        <w:t>（你想到方程了吗？）</w:t>
      </w:r>
    </w:p>
    <w:p>
      <w:pPr>
        <w:rPr>
          <w:rFonts w:hint="eastAsia" w:ascii="宋体" w:hAnsi="宋体" w:eastAsia="宋体"/>
          <w:i/>
          <w:iCs/>
          <w:color w:val="000000"/>
          <w:sz w:val="24"/>
        </w:rPr>
      </w:pPr>
    </w:p>
    <w:p>
      <w:pPr>
        <w:rPr>
          <w:rFonts w:ascii="宋体" w:hAnsi="宋体" w:eastAsia="宋体"/>
          <w:i/>
          <w:iCs/>
          <w:color w:val="000000"/>
          <w:sz w:val="24"/>
        </w:rPr>
      </w:pPr>
    </w:p>
    <w:p>
      <w:pPr>
        <w:rPr>
          <w:rFonts w:ascii="宋体" w:hAnsi="宋体" w:eastAsia="宋体"/>
          <w:i/>
          <w:iCs/>
          <w:color w:val="000000"/>
          <w:sz w:val="24"/>
        </w:rPr>
      </w:pPr>
    </w:p>
    <w:p>
      <w:pPr>
        <w:rPr>
          <w:rFonts w:ascii="宋体" w:hAnsi="宋体" w:eastAsia="宋体"/>
          <w:i/>
          <w:iCs/>
          <w:color w:val="000000"/>
          <w:sz w:val="24"/>
        </w:rPr>
      </w:pPr>
    </w:p>
    <w:p>
      <w:pPr>
        <w:rPr>
          <w:rFonts w:ascii="宋体" w:hAnsi="宋体" w:eastAsia="宋体"/>
          <w:i/>
          <w:iCs/>
          <w:color w:val="000000"/>
          <w:sz w:val="24"/>
        </w:rPr>
      </w:pPr>
    </w:p>
    <w:p>
      <w:pPr>
        <w:rPr>
          <w:rFonts w:hint="eastAsia" w:ascii="宋体" w:hAnsi="宋体" w:eastAsia="宋体"/>
          <w:i/>
          <w:iCs/>
          <w:color w:val="000000"/>
          <w:sz w:val="24"/>
        </w:rPr>
      </w:pPr>
    </w:p>
    <w:p>
      <w:pPr>
        <w:rPr>
          <w:rFonts w:hint="eastAsia" w:ascii="宋体" w:hAnsi="宋体" w:eastAsia="宋体"/>
          <w:i/>
          <w:iCs/>
          <w:color w:val="000000"/>
          <w:sz w:val="24"/>
        </w:rPr>
      </w:pPr>
    </w:p>
    <w:p>
      <w:pPr>
        <w:rPr>
          <w:rFonts w:hint="eastAsia" w:ascii="宋体" w:hAnsi="宋体" w:eastAsia="宋体"/>
          <w:i/>
          <w:iCs/>
          <w:color w:val="000000"/>
          <w:sz w:val="24"/>
        </w:rPr>
      </w:pPr>
    </w:p>
    <w:p>
      <w:pPr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（6）某品牌电脑搞促销活动，在A商场打八折销售，在B商场按“</w:t>
      </w:r>
      <w:r>
        <w:rPr>
          <w:rFonts w:hint="eastAsia" w:ascii="宋体" w:hAnsi="宋体" w:eastAsia="宋体"/>
          <w:b/>
          <w:bCs/>
          <w:color w:val="000000"/>
          <w:sz w:val="24"/>
        </w:rPr>
        <w:t>每满</w:t>
      </w:r>
      <w:r>
        <w:rPr>
          <w:rFonts w:hint="eastAsia" w:ascii="宋体" w:hAnsi="宋体" w:eastAsia="宋体"/>
          <w:color w:val="000000"/>
          <w:sz w:val="24"/>
        </w:rPr>
        <w:t>1000元减200元”的方式销售。爸爸要买一台标价5680元的该品牌电脑，选择哪个商场更省钱?</w:t>
      </w:r>
    </w:p>
    <w:p>
      <w:pPr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</w:t>
      </w: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color w:val="000000"/>
          <w:sz w:val="24"/>
        </w:rPr>
      </w:pPr>
    </w:p>
    <w:p>
      <w:pPr>
        <w:rPr>
          <w:rFonts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rPr>
          <w:rFonts w:hint="eastAsia" w:ascii="宋体" w:hAnsi="宋体" w:eastAsia="宋体"/>
          <w:color w:val="000000"/>
          <w:sz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（7）一种瓶装饮料，每瓶售价4.5元。现有三家网店进行促销，A：店打七六折销售。B店“买三送一”。C店“</w:t>
      </w:r>
      <w:r>
        <w:rPr>
          <w:rFonts w:hint="eastAsia" w:ascii="宋体" w:hAnsi="宋体" w:eastAsia="宋体" w:cs="宋体"/>
          <w:b/>
          <w:sz w:val="24"/>
        </w:rPr>
        <w:t>满</w:t>
      </w:r>
      <w:r>
        <w:rPr>
          <w:rFonts w:hint="eastAsia" w:ascii="宋体" w:hAnsi="宋体" w:eastAsia="宋体" w:cs="宋体"/>
          <w:bCs/>
          <w:sz w:val="24"/>
        </w:rPr>
        <w:t>50元减15元”。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妈妈准备购买16瓶这种饮料，到哪家网店购买合算？可以节省多少钱？</w:t>
      </w:r>
    </w:p>
    <w:p>
      <w:pPr>
        <w:rPr>
          <w:rFonts w:hint="eastAsia"/>
          <w:color w:val="000000"/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E64ED8"/>
    <w:rsid w:val="00042A33"/>
    <w:rsid w:val="00046A11"/>
    <w:rsid w:val="0006241D"/>
    <w:rsid w:val="000909F9"/>
    <w:rsid w:val="000A03C6"/>
    <w:rsid w:val="000B38D9"/>
    <w:rsid w:val="000C5720"/>
    <w:rsid w:val="0013381D"/>
    <w:rsid w:val="00153377"/>
    <w:rsid w:val="0016254C"/>
    <w:rsid w:val="00163656"/>
    <w:rsid w:val="001A687F"/>
    <w:rsid w:val="001B2F6D"/>
    <w:rsid w:val="001C74A8"/>
    <w:rsid w:val="00203CA3"/>
    <w:rsid w:val="00205CBD"/>
    <w:rsid w:val="00226D1F"/>
    <w:rsid w:val="002507B6"/>
    <w:rsid w:val="002628AA"/>
    <w:rsid w:val="00294A20"/>
    <w:rsid w:val="002B48C4"/>
    <w:rsid w:val="002C7703"/>
    <w:rsid w:val="002D7619"/>
    <w:rsid w:val="002F7F0B"/>
    <w:rsid w:val="00356E66"/>
    <w:rsid w:val="003623AE"/>
    <w:rsid w:val="003906E3"/>
    <w:rsid w:val="004534FD"/>
    <w:rsid w:val="004713A2"/>
    <w:rsid w:val="00493A8A"/>
    <w:rsid w:val="004B3507"/>
    <w:rsid w:val="004B4822"/>
    <w:rsid w:val="004B76D1"/>
    <w:rsid w:val="004C0F42"/>
    <w:rsid w:val="004C387F"/>
    <w:rsid w:val="004C3B48"/>
    <w:rsid w:val="0052240C"/>
    <w:rsid w:val="005906EA"/>
    <w:rsid w:val="005C128D"/>
    <w:rsid w:val="005D32BE"/>
    <w:rsid w:val="005E2A41"/>
    <w:rsid w:val="005F7B23"/>
    <w:rsid w:val="00603259"/>
    <w:rsid w:val="006234B4"/>
    <w:rsid w:val="0062594B"/>
    <w:rsid w:val="00654D17"/>
    <w:rsid w:val="00670B90"/>
    <w:rsid w:val="00670D41"/>
    <w:rsid w:val="00690478"/>
    <w:rsid w:val="00693A16"/>
    <w:rsid w:val="006A1C54"/>
    <w:rsid w:val="006E1078"/>
    <w:rsid w:val="00713E7E"/>
    <w:rsid w:val="00741DA1"/>
    <w:rsid w:val="00751C6A"/>
    <w:rsid w:val="007545BC"/>
    <w:rsid w:val="00794484"/>
    <w:rsid w:val="007A25F0"/>
    <w:rsid w:val="007D3D2C"/>
    <w:rsid w:val="007F5804"/>
    <w:rsid w:val="00802E3D"/>
    <w:rsid w:val="00805D5D"/>
    <w:rsid w:val="0083619F"/>
    <w:rsid w:val="00861EBE"/>
    <w:rsid w:val="008776A2"/>
    <w:rsid w:val="00897EA7"/>
    <w:rsid w:val="008A6671"/>
    <w:rsid w:val="008B306B"/>
    <w:rsid w:val="008C470F"/>
    <w:rsid w:val="008E6061"/>
    <w:rsid w:val="00912DBB"/>
    <w:rsid w:val="009157E4"/>
    <w:rsid w:val="009315E2"/>
    <w:rsid w:val="00942B30"/>
    <w:rsid w:val="00956D86"/>
    <w:rsid w:val="00962123"/>
    <w:rsid w:val="00962565"/>
    <w:rsid w:val="00977F05"/>
    <w:rsid w:val="00981C83"/>
    <w:rsid w:val="009A4175"/>
    <w:rsid w:val="009C5876"/>
    <w:rsid w:val="009C63F2"/>
    <w:rsid w:val="009D15F8"/>
    <w:rsid w:val="009E3EBE"/>
    <w:rsid w:val="00A102E1"/>
    <w:rsid w:val="00A12531"/>
    <w:rsid w:val="00A223B3"/>
    <w:rsid w:val="00A413C2"/>
    <w:rsid w:val="00A41E9A"/>
    <w:rsid w:val="00A53F32"/>
    <w:rsid w:val="00A943FF"/>
    <w:rsid w:val="00AB2730"/>
    <w:rsid w:val="00AD6A9E"/>
    <w:rsid w:val="00AE1E99"/>
    <w:rsid w:val="00B32187"/>
    <w:rsid w:val="00B81B80"/>
    <w:rsid w:val="00BA1AF3"/>
    <w:rsid w:val="00BB28EE"/>
    <w:rsid w:val="00BD2515"/>
    <w:rsid w:val="00BE5926"/>
    <w:rsid w:val="00BF795F"/>
    <w:rsid w:val="00C22355"/>
    <w:rsid w:val="00C55C91"/>
    <w:rsid w:val="00C72709"/>
    <w:rsid w:val="00C95E4D"/>
    <w:rsid w:val="00CA669C"/>
    <w:rsid w:val="00CB5D12"/>
    <w:rsid w:val="00CB70E7"/>
    <w:rsid w:val="00CE0CE7"/>
    <w:rsid w:val="00D17AFF"/>
    <w:rsid w:val="00D6291B"/>
    <w:rsid w:val="00D64542"/>
    <w:rsid w:val="00D9521A"/>
    <w:rsid w:val="00D97678"/>
    <w:rsid w:val="00DB28A2"/>
    <w:rsid w:val="00DB52C8"/>
    <w:rsid w:val="00DD47EC"/>
    <w:rsid w:val="00DE2DA1"/>
    <w:rsid w:val="00E24E79"/>
    <w:rsid w:val="00E263E7"/>
    <w:rsid w:val="00E50E62"/>
    <w:rsid w:val="00E63C6D"/>
    <w:rsid w:val="00E64F4D"/>
    <w:rsid w:val="00E94098"/>
    <w:rsid w:val="00EB0930"/>
    <w:rsid w:val="00EB3FDC"/>
    <w:rsid w:val="00EB747A"/>
    <w:rsid w:val="00EC5D03"/>
    <w:rsid w:val="00EC65CF"/>
    <w:rsid w:val="00ED6582"/>
    <w:rsid w:val="00F243DB"/>
    <w:rsid w:val="00F43A53"/>
    <w:rsid w:val="00F535CA"/>
    <w:rsid w:val="00F557CD"/>
    <w:rsid w:val="00F61C3A"/>
    <w:rsid w:val="00F73306"/>
    <w:rsid w:val="00F76347"/>
    <w:rsid w:val="00FA6EF0"/>
    <w:rsid w:val="00FF67C3"/>
    <w:rsid w:val="03FB344B"/>
    <w:rsid w:val="08152819"/>
    <w:rsid w:val="0BD70F26"/>
    <w:rsid w:val="0D011E4E"/>
    <w:rsid w:val="0F680051"/>
    <w:rsid w:val="104D396F"/>
    <w:rsid w:val="12B1025D"/>
    <w:rsid w:val="144D4751"/>
    <w:rsid w:val="15B06D27"/>
    <w:rsid w:val="189F58E8"/>
    <w:rsid w:val="19305DFA"/>
    <w:rsid w:val="1AB02787"/>
    <w:rsid w:val="1B1A5D11"/>
    <w:rsid w:val="1B3E56BB"/>
    <w:rsid w:val="1EED2C2D"/>
    <w:rsid w:val="21B43704"/>
    <w:rsid w:val="22731682"/>
    <w:rsid w:val="245B1258"/>
    <w:rsid w:val="27324C9C"/>
    <w:rsid w:val="28274775"/>
    <w:rsid w:val="2993121D"/>
    <w:rsid w:val="2F9B758A"/>
    <w:rsid w:val="2FDA0462"/>
    <w:rsid w:val="31BF64AF"/>
    <w:rsid w:val="32530D27"/>
    <w:rsid w:val="334A37B9"/>
    <w:rsid w:val="33AD306C"/>
    <w:rsid w:val="33E64ED8"/>
    <w:rsid w:val="36447890"/>
    <w:rsid w:val="367A2B8C"/>
    <w:rsid w:val="3C9F3D3B"/>
    <w:rsid w:val="3D676137"/>
    <w:rsid w:val="3F232E9E"/>
    <w:rsid w:val="40866202"/>
    <w:rsid w:val="43D82B99"/>
    <w:rsid w:val="48C262C8"/>
    <w:rsid w:val="4D897471"/>
    <w:rsid w:val="4E9F1938"/>
    <w:rsid w:val="4F625FE5"/>
    <w:rsid w:val="4FC56D58"/>
    <w:rsid w:val="500D2F64"/>
    <w:rsid w:val="54B10A23"/>
    <w:rsid w:val="56310D87"/>
    <w:rsid w:val="56E8191A"/>
    <w:rsid w:val="58390B68"/>
    <w:rsid w:val="597F210E"/>
    <w:rsid w:val="59A356AE"/>
    <w:rsid w:val="5A6C04D8"/>
    <w:rsid w:val="5F804A49"/>
    <w:rsid w:val="601A6DEE"/>
    <w:rsid w:val="66286B33"/>
    <w:rsid w:val="66A760C5"/>
    <w:rsid w:val="68953DDC"/>
    <w:rsid w:val="69BF65FC"/>
    <w:rsid w:val="6CCF042B"/>
    <w:rsid w:val="6D2B0311"/>
    <w:rsid w:val="6D535020"/>
    <w:rsid w:val="6EC841BD"/>
    <w:rsid w:val="71013A0C"/>
    <w:rsid w:val="723F7F46"/>
    <w:rsid w:val="73D82ABD"/>
    <w:rsid w:val="751D027D"/>
    <w:rsid w:val="778F75C2"/>
    <w:rsid w:val="785B5323"/>
    <w:rsid w:val="7BA447A8"/>
    <w:rsid w:val="7C4E00A0"/>
    <w:rsid w:val="7CDB0016"/>
    <w:rsid w:val="7F055F45"/>
    <w:rsid w:val="7F570613"/>
    <w:rsid w:val="7F5D64D0"/>
    <w:rsid w:val="7FE7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2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2"/>
    <w:uiPriority w:val="0"/>
    <w:rPr>
      <w:kern w:val="2"/>
      <w:sz w:val="18"/>
      <w:szCs w:val="18"/>
    </w:rPr>
  </w:style>
  <w:style w:type="paragraph" w:customStyle="1" w:styleId="9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_Style 0"/>
    <w:qFormat/>
    <w:uiPriority w:val="19"/>
    <w:rPr>
      <w:i/>
      <w:iCs/>
      <w:color w:val="808080"/>
    </w:rPr>
  </w:style>
  <w:style w:type="paragraph" w:styleId="1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3</Pages>
  <Words>1125</Words>
  <Characters>1202</Characters>
  <Lines>17</Lines>
  <Paragraphs>4</Paragraphs>
  <TotalTime>0</TotalTime>
  <ScaleCrop>false</ScaleCrop>
  <LinksUpToDate>false</LinksUpToDate>
  <CharactersWithSpaces>2189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2021-03-10T15:01:00Z</dcterms:created>
  <dc:creator>恩恩爸爸</dc:creator>
  <cp:lastModifiedBy>。</cp:lastModifiedBy>
  <cp:lastPrinted>2021-03-04T13:15:00Z</cp:lastPrinted>
  <dcterms:modified xsi:type="dcterms:W3CDTF">2022-03-14T06:28:59Z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BA2314BFD3CF4689817ED0B536D459E8</vt:lpwstr>
  </property>
</Properties>
</file>