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7218C1">
      <w:pPr>
        <w:jc w:val="center"/>
        <w:rPr>
          <w:rFonts w:ascii="宋体" w:hAnsi="宋体" w:hint="eastAsia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11366500</wp:posOffset>
            </wp:positionV>
            <wp:extent cx="4064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7375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36"/>
          <w:szCs w:val="36"/>
        </w:rPr>
        <w:t>2021-2022学年下学期七年级第一次月水平测试</w:t>
      </w:r>
    </w:p>
    <w:p w:rsidR="007218C1">
      <w:pPr>
        <w:jc w:val="center"/>
        <w:rPr>
          <w:rFonts w:ascii="宋体" w:hAnsi="宋体" w:hint="eastAsia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英语试卷</w:t>
      </w:r>
    </w:p>
    <w:p w:rsidR="007218C1" w:rsidRPr="00B70428">
      <w:pPr>
        <w:pStyle w:val="4"/>
        <w:tabs>
          <w:tab w:val="left" w:pos="1162"/>
        </w:tabs>
        <w:rPr>
          <w:rFonts w:ascii="宋体" w:eastAsia="宋体" w:hAnsi="宋体" w:hint="eastAsia"/>
          <w:b/>
        </w:rPr>
      </w:pPr>
      <w:r w:rsidRPr="00B70428">
        <w:rPr>
          <w:rFonts w:ascii="宋体" w:eastAsia="宋体" w:hAnsi="宋体" w:hint="eastAsia"/>
          <w:b/>
        </w:rPr>
        <w:t>第一部分  听力部分（20分）</w:t>
      </w:r>
    </w:p>
    <w:p w:rsidR="007218C1">
      <w:pPr>
        <w:pStyle w:val="4"/>
        <w:tabs>
          <w:tab w:val="left" w:pos="1162"/>
        </w:tabs>
        <w:jc w:val="lef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第一节</w:t>
      </w:r>
      <w:r w:rsidR="00B70428">
        <w:rPr>
          <w:rFonts w:ascii="宋体" w:eastAsia="宋体" w:hAnsi="宋体" w:hint="eastAsia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听下面5段对话，每段对话后有一个小题，从题中所给的A</w:t>
      </w:r>
      <w:r w:rsidR="00B70428">
        <w:rPr>
          <w:rFonts w:ascii="宋体" w:eastAsia="宋体" w:hAnsi="宋体" w:hint="eastAsia"/>
          <w:sz w:val="21"/>
          <w:szCs w:val="21"/>
        </w:rPr>
        <w:t>、</w:t>
      </w:r>
      <w:r>
        <w:rPr>
          <w:rFonts w:ascii="宋体" w:eastAsia="宋体" w:hAnsi="宋体" w:hint="eastAsia"/>
          <w:sz w:val="21"/>
          <w:szCs w:val="21"/>
        </w:rPr>
        <w:t>B</w:t>
      </w:r>
      <w:r w:rsidR="00B70428">
        <w:rPr>
          <w:rFonts w:ascii="宋体" w:eastAsia="宋体" w:hAnsi="宋体" w:hint="eastAsia"/>
          <w:sz w:val="21"/>
          <w:szCs w:val="21"/>
        </w:rPr>
        <w:t>、</w:t>
      </w:r>
      <w:r>
        <w:rPr>
          <w:rFonts w:ascii="宋体" w:eastAsia="宋体" w:hAnsi="宋体" w:hint="eastAsia"/>
          <w:sz w:val="21"/>
          <w:szCs w:val="21"/>
        </w:rPr>
        <w:t>C三个选项中选出最佳答案。每段对话读两遍（5分）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(</w:t>
      </w:r>
      <w:r>
        <w:rPr>
          <w:rFonts w:eastAsia="宋体" w:cs="Times New Roman" w:hint="eastAsia"/>
          <w:sz w:val="21"/>
          <w:szCs w:val="21"/>
        </w:rPr>
        <w:t xml:space="preserve">    </w:t>
      </w:r>
      <w:r>
        <w:rPr>
          <w:rFonts w:eastAsia="Times New Roman" w:cs="Times New Roman" w:hint="eastAsia"/>
          <w:sz w:val="21"/>
          <w:szCs w:val="21"/>
        </w:rPr>
        <w:t>)1. What's Jim doing?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A. He is watching TV at home.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B. He is making cards at home.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C.He is watching TV at his friend's home.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 xml:space="preserve">( </w:t>
      </w:r>
      <w:r>
        <w:rPr>
          <w:rFonts w:eastAsia="宋体" w:cs="Times New Roman" w:hint="eastAsia"/>
          <w:sz w:val="21"/>
          <w:szCs w:val="21"/>
        </w:rPr>
        <w:t xml:space="preserve">   </w:t>
      </w:r>
      <w:r>
        <w:rPr>
          <w:rFonts w:eastAsia="Times New Roman" w:cs="Times New Roman" w:hint="eastAsia"/>
          <w:sz w:val="21"/>
          <w:szCs w:val="21"/>
        </w:rPr>
        <w:t>)2. Where is Jan</w:t>
      </w:r>
      <w:r>
        <w:rPr>
          <w:rFonts w:eastAsia="Times New Roman" w:cs="Times New Roman" w:hint="eastAsia"/>
          <w:sz w:val="21"/>
          <w:szCs w:val="21"/>
        </w:rPr>
        <w:t>e now?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A. She is in the library.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 xml:space="preserve">B. She is in the computer room. 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C. She is in the classroom.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 xml:space="preserve">( </w:t>
      </w:r>
      <w:r>
        <w:rPr>
          <w:rFonts w:eastAsia="宋体" w:cs="Times New Roman" w:hint="eastAsia"/>
          <w:sz w:val="21"/>
          <w:szCs w:val="21"/>
        </w:rPr>
        <w:t xml:space="preserve">   </w:t>
      </w:r>
      <w:r>
        <w:rPr>
          <w:rFonts w:eastAsia="Times New Roman" w:cs="Times New Roman" w:hint="eastAsia"/>
          <w:sz w:val="21"/>
          <w:szCs w:val="21"/>
        </w:rPr>
        <w:t>)3. What is Tom doing now?</w:t>
      </w:r>
    </w:p>
    <w:p w:rsidR="007218C1" w:rsidP="00B70428">
      <w:pPr>
        <w:pStyle w:val="4"/>
        <w:numPr>
          <w:ilvl w:val="0"/>
          <w:numId w:val="2"/>
        </w:numPr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 xml:space="preserve">He is cleaning classroom. 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B.He is cleaning his bedroom.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C. He is doing his homework in the classroom.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(</w:t>
      </w:r>
      <w:r>
        <w:rPr>
          <w:rFonts w:eastAsia="宋体" w:cs="Times New Roman" w:hint="eastAsia"/>
          <w:sz w:val="21"/>
          <w:szCs w:val="21"/>
        </w:rPr>
        <w:t xml:space="preserve">   </w:t>
      </w:r>
      <w:r>
        <w:rPr>
          <w:rFonts w:eastAsia="Times New Roman" w:cs="Times New Roman" w:hint="eastAsia"/>
          <w:sz w:val="21"/>
          <w:szCs w:val="21"/>
        </w:rPr>
        <w:t xml:space="preserve"> )4. How long can the woman keep the book?</w:t>
      </w:r>
    </w:p>
    <w:p w:rsidR="007218C1" w:rsidP="00B70428">
      <w:pPr>
        <w:pStyle w:val="4"/>
        <w:numPr>
          <w:ilvl w:val="0"/>
          <w:numId w:val="3"/>
        </w:numPr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 xml:space="preserve">Two weeks. </w:t>
      </w:r>
      <w:r>
        <w:rPr>
          <w:rFonts w:eastAsia="宋体" w:cs="Times New Roman" w:hint="eastAsia"/>
          <w:sz w:val="21"/>
          <w:szCs w:val="21"/>
        </w:rPr>
        <w:t xml:space="preserve">  </w:t>
      </w:r>
      <w:r>
        <w:rPr>
          <w:rFonts w:eastAsia="Times New Roman" w:cs="Times New Roman" w:hint="eastAsia"/>
          <w:sz w:val="21"/>
          <w:szCs w:val="21"/>
        </w:rPr>
        <w:t>B.A week.</w:t>
      </w:r>
      <w:r>
        <w:rPr>
          <w:rFonts w:eastAsia="宋体" w:cs="Times New Roman" w:hint="eastAsia"/>
          <w:sz w:val="21"/>
          <w:szCs w:val="21"/>
        </w:rPr>
        <w:t xml:space="preserve">   </w:t>
      </w:r>
      <w:r>
        <w:rPr>
          <w:rFonts w:eastAsia="Times New Roman" w:cs="Times New Roman" w:hint="eastAsia"/>
          <w:sz w:val="21"/>
          <w:szCs w:val="21"/>
        </w:rPr>
        <w:t>C. Three weeks.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(</w:t>
      </w:r>
      <w:r>
        <w:rPr>
          <w:rFonts w:eastAsia="宋体" w:cs="Times New Roman" w:hint="eastAsia"/>
          <w:sz w:val="21"/>
          <w:szCs w:val="21"/>
        </w:rPr>
        <w:t xml:space="preserve">    </w:t>
      </w:r>
      <w:r>
        <w:rPr>
          <w:rFonts w:eastAsia="Times New Roman" w:cs="Times New Roman" w:hint="eastAsia"/>
          <w:sz w:val="21"/>
          <w:szCs w:val="21"/>
        </w:rPr>
        <w:t>)5. What is in the woman's wallet?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A. Her cards and photos.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B. Her ID card and some money.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567" w:firstLineChars="270"/>
        <w:jc w:val="left"/>
        <w:rPr>
          <w:rFonts w:eastAsia="Times New Roman" w:cs="Times New Roman" w:hint="eastAsia"/>
          <w:sz w:val="21"/>
          <w:szCs w:val="21"/>
        </w:rPr>
      </w:pPr>
      <w:r>
        <w:rPr>
          <w:rFonts w:eastAsia="Times New Roman" w:cs="Times New Roman" w:hint="eastAsia"/>
          <w:sz w:val="21"/>
          <w:szCs w:val="21"/>
        </w:rPr>
        <w:t>C. Some money and her photos.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ascii="宋体" w:eastAsia="宋体" w:hAnsi="宋体" w:hint="eastAsia"/>
          <w:sz w:val="21"/>
          <w:szCs w:val="21"/>
        </w:rPr>
      </w:pPr>
      <w:r w:rsidR="000567E4">
        <w:rPr>
          <w:rFonts w:ascii="宋体" w:eastAsia="宋体" w:hAnsi="宋体" w:hint="eastAsia"/>
          <w:sz w:val="21"/>
          <w:szCs w:val="21"/>
        </w:rPr>
        <w:t>第二节.</w:t>
      </w:r>
      <w:r>
        <w:rPr>
          <w:rFonts w:ascii="宋体" w:eastAsia="宋体" w:hAnsi="宋体" w:hint="eastAsia"/>
          <w:sz w:val="21"/>
          <w:szCs w:val="21"/>
        </w:rPr>
        <w:t>听下面几段对话或独白。每段对话或独白后有几个小题，从题中所给的A</w:t>
      </w:r>
      <w:r w:rsidR="000567E4">
        <w:rPr>
          <w:rFonts w:ascii="宋体" w:eastAsia="宋体" w:hAnsi="宋体" w:hint="eastAsia"/>
          <w:sz w:val="21"/>
          <w:szCs w:val="21"/>
        </w:rPr>
        <w:t>、</w:t>
      </w:r>
      <w:r>
        <w:rPr>
          <w:rFonts w:ascii="宋体" w:eastAsia="宋体" w:hAnsi="宋体" w:hint="eastAsia"/>
          <w:sz w:val="21"/>
          <w:szCs w:val="21"/>
        </w:rPr>
        <w:t>B</w:t>
      </w:r>
      <w:r w:rsidR="000567E4">
        <w:rPr>
          <w:rFonts w:ascii="宋体" w:eastAsia="宋体" w:hAnsi="宋体" w:hint="eastAsia"/>
          <w:sz w:val="21"/>
          <w:szCs w:val="21"/>
        </w:rPr>
        <w:t>、</w:t>
      </w:r>
      <w:r>
        <w:rPr>
          <w:rFonts w:ascii="宋体" w:eastAsia="宋体" w:hAnsi="宋体" w:hint="eastAsia"/>
          <w:sz w:val="21"/>
          <w:szCs w:val="21"/>
        </w:rPr>
        <w:t>C三个选项中选出最佳答案。每段对话或独白读两遍（10分）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听下面一段对话，回答第6至第7两个小题。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)6. What day is it today?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Thursday.</w:t>
        <w:tab/>
        <w:t>B. Tuesday</w:t>
        <w:tab/>
        <w:t>C. Wednesday.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)7. Why does the girl like Thursday?</w:t>
      </w:r>
    </w:p>
    <w:p w:rsidR="007218C1" w:rsidP="00B70428">
      <w:pPr>
        <w:pStyle w:val="4"/>
        <w:tabs>
          <w:tab w:val="left" w:pos="1162"/>
        </w:tabs>
        <w:spacing w:line="340" w:lineRule="exact"/>
        <w:ind w:left="850"/>
        <w:jc w:val="left"/>
        <w:rPr>
          <w:rFonts w:hint="eastAsia"/>
          <w:sz w:val="21"/>
          <w:szCs w:val="21"/>
        </w:rPr>
      </w:pPr>
      <w:r w:rsidR="000567E4">
        <w:rPr>
          <w:rFonts w:hint="eastAsia"/>
          <w:sz w:val="21"/>
          <w:szCs w:val="21"/>
        </w:rPr>
        <w:t>A.</w:t>
      </w:r>
      <w:r>
        <w:rPr>
          <w:rFonts w:hint="eastAsia"/>
          <w:sz w:val="21"/>
          <w:szCs w:val="21"/>
        </w:rPr>
        <w:t>Because she has an art class.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B. Because she has a P.E</w:t>
      </w:r>
      <w:r>
        <w:rPr>
          <w:rFonts w:hint="eastAsia"/>
          <w:sz w:val="21"/>
          <w:szCs w:val="21"/>
        </w:rPr>
        <w:t>.class.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 Because she has a Chinese class.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听下面一段对话,回答第8至第9两个小题。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)8. What class does Jerry have today?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English.     B.Geography.</w:t>
        <w:tab/>
        <w:t xml:space="preserve">    C.Math.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)9.How many English classes does Lisa have</w:t>
        <w:tab/>
        <w:t>every week?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F</w:t>
      </w:r>
      <w:r w:rsidR="00B70428">
        <w:rPr>
          <w:rFonts w:hint="eastAsia"/>
          <w:sz w:val="21"/>
          <w:szCs w:val="21"/>
        </w:rPr>
        <w:t>i</w:t>
      </w:r>
      <w:r>
        <w:rPr>
          <w:rFonts w:hint="eastAsia"/>
          <w:sz w:val="21"/>
          <w:szCs w:val="21"/>
        </w:rPr>
        <w:t>ve.</w:t>
        <w:tab/>
      </w:r>
      <w:r w:rsidR="00B70428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B. Four</w:t>
      </w:r>
      <w:r w:rsidR="00B70428">
        <w:rPr>
          <w:rFonts w:hint="eastAsia"/>
          <w:sz w:val="21"/>
          <w:szCs w:val="21"/>
        </w:rPr>
        <w:t xml:space="preserve">     C. Three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听下面一段独白,回答第10至第12三个小题。</w:t>
        <w:tab/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)10. What time do the classes begin?</w:t>
        <w:tab/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A.At 8:30 a.m.</w:t>
        <w:tab/>
        <w:t>B.At.8:00 a.m.</w:t>
        <w:tab/>
        <w:t xml:space="preserve"> </w:t>
      </w:r>
      <w:r w:rsidR="000567E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C.At 4:30p.m.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)11.How many classes does Bill have every weekdays?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A. Three. </w:t>
      </w:r>
      <w:r w:rsidR="000567E4"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B.Four.</w:t>
      </w:r>
      <w:r w:rsidR="000567E4"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t>C. Seven.</w:t>
        <w:tab/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)12. What does he often do after school?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Plays basketba</w:t>
      </w:r>
      <w:r>
        <w:rPr>
          <w:rFonts w:hint="eastAsia"/>
          <w:sz w:val="21"/>
          <w:szCs w:val="21"/>
        </w:rPr>
        <w:t>ll.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B. Plays different sports. 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 Plays football.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听下面一段对话,回答第13</w:t>
      </w:r>
      <w:r w:rsidR="00B70428">
        <w:rPr>
          <w:rFonts w:hint="eastAsia"/>
          <w:sz w:val="21"/>
          <w:szCs w:val="21"/>
        </w:rPr>
        <w:t>至</w:t>
      </w:r>
      <w:r>
        <w:rPr>
          <w:rFonts w:hint="eastAsia"/>
          <w:sz w:val="21"/>
          <w:szCs w:val="21"/>
        </w:rPr>
        <w:t>15三个小题。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)13. What is the girl reading?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An English book.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B.A Chinese history book.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 A book about Chinese word.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)14.Does the girl like the book?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Yes. Because it is interesting</w:t>
      </w:r>
      <w:r>
        <w:rPr>
          <w:rFonts w:hint="eastAsia"/>
          <w:sz w:val="21"/>
          <w:szCs w:val="21"/>
        </w:rPr>
        <w:t xml:space="preserve"> and</w:t>
      </w:r>
      <w:r w:rsidR="00B70428">
        <w:rPr>
          <w:rFonts w:hint="eastAsia"/>
          <w:sz w:val="21"/>
          <w:szCs w:val="21"/>
        </w:rPr>
        <w:t xml:space="preserve"> help</w:t>
      </w:r>
      <w:r>
        <w:rPr>
          <w:rFonts w:hint="eastAsia"/>
          <w:sz w:val="21"/>
          <w:szCs w:val="21"/>
        </w:rPr>
        <w:t>ful.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B.No. Because it's too difficult.   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 We have no idea.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210" w:firstLineChars="1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    )15. What does the boy think of history?</w:t>
      </w:r>
    </w:p>
    <w:p w:rsidR="007218C1" w:rsidP="00B70428">
      <w:pPr>
        <w:pStyle w:val="4"/>
        <w:tabs>
          <w:tab w:val="left" w:pos="1162"/>
        </w:tabs>
        <w:spacing w:line="340" w:lineRule="exact"/>
        <w:ind w:firstLine="850" w:firstLineChars="405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Difficult.</w:t>
        <w:tab/>
        <w:t xml:space="preserve">   B. Boring.</w:t>
        <w:tab/>
        <w:t xml:space="preserve">   C. Both A and B.</w:t>
      </w:r>
    </w:p>
    <w:p w:rsidR="007218C1" w:rsidP="00B70428">
      <w:pPr>
        <w:pStyle w:val="4"/>
        <w:tabs>
          <w:tab w:val="left" w:pos="1162"/>
        </w:tabs>
        <w:spacing w:line="340" w:lineRule="exact"/>
        <w:jc w:val="left"/>
        <w:rPr>
          <w:rFonts w:ascii="宋体" w:eastAsia="宋体" w:hAnsi="宋体" w:hint="eastAsia"/>
          <w:sz w:val="21"/>
          <w:szCs w:val="21"/>
        </w:rPr>
      </w:pPr>
      <w:r w:rsidR="000567E4">
        <w:rPr>
          <w:rFonts w:ascii="宋体" w:eastAsia="宋体" w:hAnsi="宋体" w:hint="eastAsia"/>
          <w:sz w:val="21"/>
          <w:szCs w:val="21"/>
        </w:rPr>
        <w:t>第三节</w:t>
      </w:r>
      <w:r>
        <w:rPr>
          <w:rFonts w:ascii="宋体" w:eastAsia="宋体" w:hAnsi="宋体" w:hint="eastAsia"/>
          <w:sz w:val="21"/>
          <w:szCs w:val="21"/>
        </w:rPr>
        <w:t>.听下面一篇短文，按照你所听到的先后顺序将下列图片排序。短文读两遍。（5分）</w:t>
      </w:r>
    </w:p>
    <w:p w:rsidR="007218C1">
      <w:pPr>
        <w:pStyle w:val="4"/>
        <w:tabs>
          <w:tab w:val="left" w:pos="1162"/>
        </w:tabs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1" o:spid="_x0000_i1026" type="#_x0000_t75" alt="ff16624df0cd9e8f4daa7c65448c172" style="width:78.75pt;height:99.81pt" o:preferrelative="t" filled="f" stroked="f">
            <v:fill o:detectmouseclick="t"/>
            <v:imagedata r:id="rId5" o:title="ff16624df0cd9e8f4daa7c65448c172" gain="109227f" blacklevel="6554f" grayscale="t"/>
            <v:path o:extrusionok="f"/>
            <o:lock v:ext="edit" aspectratio="t"/>
          </v:shape>
        </w:pic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pict>
          <v:shape id="图片 12" o:spid="_x0000_i1027" type="#_x0000_t75" alt="e2a796580d4ac66e930100d7267e0a7" style="width:72.75pt;height:101.31pt" o:preferrelative="t" filled="f" stroked="f">
            <v:fill o:detectmouseclick="t"/>
            <v:imagedata r:id="rId6" o:title="e2a796580d4ac66e930100d7267e0a7" gain="109227f" blacklevel="6554f" grayscale="t"/>
            <v:path o:extrusionok="f"/>
            <o:lock v:ext="edit" aspectratio="t"/>
          </v:shape>
        </w:pic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pict>
          <v:shape id="图片 13" o:spid="_x0000_i1028" type="#_x0000_t75" alt="a82eac613d068bc362661950833379d" style="width:75.05pt;height:101.29pt" o:preferrelative="t" filled="f" stroked="f">
            <v:fill o:detectmouseclick="t"/>
            <v:imagedata r:id="rId7" o:title="a82eac613d068bc362661950833379d" gain="109227f" blacklevel="6554f" grayscale="t"/>
            <v:path o:extrusionok="f"/>
            <o:lock v:ext="edit" aspectratio="t"/>
          </v:shape>
        </w:pic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pict>
          <v:shape id="图片 14" o:spid="_x0000_i1029" type="#_x0000_t75" alt="908a4b75a5aa07c3675c6db44fb462e" style="width:74.25pt;height:102.05pt" o:preferrelative="t" filled="f" stroked="f">
            <v:fill o:detectmouseclick="t"/>
            <v:imagedata r:id="rId8" o:title="908a4b75a5aa07c3675c6db44fb462e" gain="109227f" blacklevel="6554f" grayscale="t"/>
            <v:path o:extrusionok="f"/>
            <o:lock v:ext="edit" aspectratio="t"/>
          </v:shape>
        </w:pic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pict>
          <v:shape id="图片 16" o:spid="_x0000_i1030" type="#_x0000_t75" alt="6208c9a4b7fd82c9f58c023be65f7fd" style="width:81.75pt;height:102.74pt" o:preferrelative="t" filled="f" stroked="f">
            <v:fill o:detectmouseclick="t"/>
            <v:imagedata r:id="rId9" o:title="6208c9a4b7fd82c9f58c023be65f7fd" gain="109227f" blacklevel="6554f" grayscale="t"/>
            <v:path o:extrusionok="f"/>
            <o:lock v:ext="edit" aspectratio="t"/>
          </v:shape>
        </w:pict>
      </w:r>
      <w:r>
        <w:rPr>
          <w:rFonts w:hint="eastAsia"/>
          <w:sz w:val="21"/>
          <w:szCs w:val="21"/>
        </w:rPr>
        <w:t xml:space="preserve">           </w:t>
      </w:r>
    </w:p>
    <w:p w:rsidR="007218C1">
      <w:pPr>
        <w:pStyle w:val="4"/>
        <w:tabs>
          <w:tab w:val="left" w:pos="1162"/>
        </w:tabs>
        <w:ind w:firstLine="960" w:firstLineChars="400"/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A          B            C  </w:t>
      </w:r>
      <w:r>
        <w:rPr>
          <w:rFonts w:ascii="宋体" w:eastAsia="宋体" w:hAnsi="宋体" w:hint="eastAsia"/>
          <w:b/>
          <w:sz w:val="24"/>
          <w:szCs w:val="24"/>
        </w:rPr>
        <w:t xml:space="preserve">           D            E</w:t>
      </w:r>
    </w:p>
    <w:p w:rsidR="007218C1" w:rsidP="00B70428">
      <w:pPr>
        <w:pStyle w:val="4"/>
        <w:tabs>
          <w:tab w:val="left" w:pos="1162"/>
        </w:tabs>
        <w:spacing w:before="313" w:beforeLines="100"/>
        <w:ind w:firstLine="482"/>
        <w:jc w:val="left"/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16.______ 17._______ 18.________ 19.________ 20.________</w:t>
      </w:r>
    </w:p>
    <w:p w:rsidR="00B70428">
      <w:pPr>
        <w:pStyle w:val="4"/>
        <w:tabs>
          <w:tab w:val="left" w:pos="1162"/>
        </w:tabs>
        <w:spacing w:line="400" w:lineRule="exact"/>
        <w:rPr>
          <w:rFonts w:ascii="宋体" w:eastAsia="宋体" w:hAnsi="宋体" w:hint="eastAsia"/>
          <w:sz w:val="21"/>
          <w:szCs w:val="21"/>
        </w:rPr>
      </w:pPr>
    </w:p>
    <w:p w:rsidR="007218C1" w:rsidRPr="00B70428">
      <w:pPr>
        <w:pStyle w:val="4"/>
        <w:tabs>
          <w:tab w:val="left" w:pos="1162"/>
        </w:tabs>
        <w:spacing w:line="400" w:lineRule="exact"/>
        <w:rPr>
          <w:rFonts w:ascii="宋体" w:eastAsia="宋体" w:hAnsi="宋体" w:hint="eastAsia"/>
          <w:b/>
        </w:rPr>
      </w:pPr>
      <w:r w:rsidRPr="00B70428">
        <w:rPr>
          <w:rFonts w:ascii="宋体" w:eastAsia="宋体" w:hAnsi="宋体" w:hint="eastAsia"/>
          <w:b/>
        </w:rPr>
        <w:t>第二部分  笔试部分（100分）</w:t>
      </w:r>
    </w:p>
    <w:p w:rsidR="007218C1">
      <w:pPr>
        <w:tabs>
          <w:tab w:val="left" w:pos="301"/>
          <w:tab w:val="left" w:pos="660"/>
          <w:tab w:val="left" w:pos="1162"/>
          <w:tab w:val="left" w:pos="2445"/>
          <w:tab w:val="left" w:pos="4455"/>
        </w:tabs>
        <w:rPr>
          <w:rFonts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Ⅰ</w:t>
      </w:r>
      <w:r>
        <w:rPr>
          <w:rFonts w:ascii="宋体" w:hAnsi="宋体" w:hint="eastAsia"/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阅读理解。（每小题2分,共40分）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                            A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567" w:firstLineChars="27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It's 8:00 a.m. Saturday morning in China. Let's look at what they are doing at the same time.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 I’m Zhou Y</w:t>
      </w:r>
      <w:r w:rsidRPr="000567E4">
        <w:rPr>
          <w:rFonts w:eastAsia="宋体" w:cs="Times New Roman"/>
          <w:sz w:val="21"/>
          <w:szCs w:val="21"/>
        </w:rPr>
        <w:t>ang.I'm a boy student from Wuhan,China.I'm doing my homework at home. I want to play basketball with my friends</w:t>
      </w:r>
      <w:r w:rsidR="00B70428">
        <w:rPr>
          <w:rFonts w:eastAsia="宋体" w:cs="Times New Roman" w:hint="eastAsia"/>
          <w:sz w:val="21"/>
          <w:szCs w:val="21"/>
        </w:rPr>
        <w:t>,</w:t>
      </w:r>
      <w:r w:rsidRPr="000567E4">
        <w:rPr>
          <w:rFonts w:eastAsia="宋体" w:cs="Times New Roman"/>
          <w:sz w:val="21"/>
          <w:szCs w:val="21"/>
        </w:rPr>
        <w:t xml:space="preserve"> but I can't today. I have much homework to do.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I'm Nancy. I'm from New York My home is near a big park. I often go for a walk there. It's 8:00 p.m. now and I'm listening to music in the park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My name is Linda.I'm an English girl.It’s 12:00p.m.But I am not sleeping now. I'm taking Nick,my pet dog, to the hospital, because he is </w:t>
      </w:r>
      <w:r w:rsidRPr="00FA4BF2">
        <w:rPr>
          <w:rFonts w:eastAsia="宋体" w:cs="Times New Roman"/>
          <w:sz w:val="21"/>
          <w:szCs w:val="21"/>
          <w:u w:val="single"/>
        </w:rPr>
        <w:t>ill</w:t>
      </w:r>
      <w:r w:rsidRPr="000567E4">
        <w:rPr>
          <w:rFonts w:eastAsia="宋体" w:cs="Times New Roman"/>
          <w:sz w:val="21"/>
          <w:szCs w:val="21"/>
        </w:rPr>
        <w:t xml:space="preserve"> and needs to see a doctor.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Hello,I'm Takeru Sat from Japan</w:t>
      </w:r>
      <w:r w:rsidR="00B70428">
        <w:rPr>
          <w:rFonts w:eastAsia="宋体" w:cs="Times New Roman" w:hint="eastAsia"/>
          <w:sz w:val="21"/>
          <w:szCs w:val="21"/>
        </w:rPr>
        <w:t>.</w:t>
      </w:r>
      <w:r w:rsidRPr="000567E4">
        <w:rPr>
          <w:rFonts w:eastAsia="宋体" w:cs="Times New Roman"/>
          <w:sz w:val="21"/>
          <w:szCs w:val="21"/>
        </w:rPr>
        <w:t xml:space="preserve"> It’s 9:</w:t>
      </w:r>
      <w:r w:rsidRPr="000567E4">
        <w:rPr>
          <w:rFonts w:eastAsia="宋体" w:cs="Times New Roman"/>
          <w:sz w:val="21"/>
          <w:szCs w:val="21"/>
        </w:rPr>
        <w:t>00 am. I'm playing soccer with my friends. I can play it very well</w:t>
      </w:r>
      <w:r w:rsidR="00B70428">
        <w:rPr>
          <w:rFonts w:eastAsia="宋体" w:cs="Times New Roman" w:hint="eastAsia"/>
          <w:sz w:val="21"/>
          <w:szCs w:val="21"/>
        </w:rPr>
        <w:t>.</w:t>
      </w:r>
      <w:r w:rsidRPr="000567E4">
        <w:rPr>
          <w:rFonts w:eastAsia="宋体" w:cs="Times New Roman"/>
          <w:sz w:val="21"/>
          <w:szCs w:val="21"/>
        </w:rPr>
        <w:t xml:space="preserve"> And I'm the captain(队长)of</w:t>
      </w:r>
      <w:r w:rsidR="00B70428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the school soccer team.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根据短文内容，选择最佳答案。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)21.What is Zhou Yang doing at 8:00 a.m?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60" w:firstLineChars="50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Doing his homework.</w:t>
        <w:tab/>
        <w:t>B. Listening to music.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60" w:firstLineChars="50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 Sleeping in bed.</w:t>
        <w:tab/>
        <w:t xml:space="preserve">     D. Pl</w:t>
      </w:r>
      <w:r w:rsidRPr="000567E4">
        <w:rPr>
          <w:rFonts w:eastAsia="宋体" w:cs="Times New Roman"/>
          <w:sz w:val="21"/>
          <w:szCs w:val="21"/>
        </w:rPr>
        <w:t>aying soccer.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)22.When it's 8:00 a.m. in China, what time is it in Japan?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60" w:firstLineChars="50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A.It's 8:00 a.m.</w:t>
        <w:tab/>
        <w:t>B.It’s 8:00p.m.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60" w:firstLineChars="50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C.It's 12:00 p.m.</w:t>
        <w:tab/>
        <w:t>D.It’s 9:00 a.m.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)23.Nancy is from__________________.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60" w:firstLineChars="50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China</w:t>
        <w:tab/>
        <w:t>B. America</w:t>
        <w:tab/>
        <w:t>C. England</w:t>
        <w:tab/>
        <w:t>D.Japan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24.The underlined word 'ill’means“</w:t>
      </w:r>
      <w:r w:rsidRPr="000567E4" w:rsidR="00B70428">
        <w:rPr>
          <w:rFonts w:eastAsia="宋体" w:cs="Times New Roman"/>
          <w:sz w:val="21"/>
          <w:szCs w:val="21"/>
        </w:rPr>
        <w:t>____________</w:t>
      </w:r>
      <w:r w:rsidRPr="000567E4">
        <w:rPr>
          <w:rFonts w:eastAsia="宋体" w:cs="Times New Roman"/>
          <w:sz w:val="21"/>
          <w:szCs w:val="21"/>
        </w:rPr>
        <w:t>”in Chinese.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50" w:firstLineChars="5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A.聪明的</w:t>
        <w:tab/>
      </w:r>
      <w:r w:rsidR="00B70428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B.害羞的</w:t>
      </w:r>
      <w:r w:rsidR="00B70428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>C.生病的</w:t>
      </w:r>
      <w:r w:rsidR="00B70428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>D.粗鲁的</w:t>
      </w:r>
      <w:r w:rsidR="00B70428">
        <w:rPr>
          <w:rFonts w:eastAsia="宋体" w:cs="Times New Roman" w:hint="eastAsia"/>
          <w:sz w:val="21"/>
          <w:szCs w:val="21"/>
        </w:rPr>
        <w:t xml:space="preserve">  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3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)25.Which of the following is TRUE according to the passage?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50" w:firstLineChars="5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Nancy often reads an English book in the park.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50" w:firstLineChars="5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 B. Nick is a name of Nancy's pet dog.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50" w:firstLineChars="5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C. Zhou Yang often plays soccer with his friends.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1060" w:firstLineChars="505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D. Takeru Sat is h</w:t>
      </w:r>
      <w:r w:rsidRPr="000567E4">
        <w:rPr>
          <w:rFonts w:eastAsia="宋体" w:cs="Times New Roman"/>
          <w:sz w:val="21"/>
          <w:szCs w:val="21"/>
        </w:rPr>
        <w:t>is school soccer team's captain.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                                     B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4" w:firstLineChars="202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Today is a fine day. There are some clouds in the sky, but the sun is shining. We are having a sports meet(运动会)on the playground in our school. Now you can see Ann und Sally are playin</w:t>
      </w:r>
      <w:r w:rsidRPr="000567E4">
        <w:rPr>
          <w:rFonts w:eastAsia="宋体" w:cs="Times New Roman"/>
          <w:sz w:val="21"/>
          <w:szCs w:val="21"/>
        </w:rPr>
        <w:t>g ping-pong over there. and they are happy. Jeff, Peter and Tim are running on the racew</w:t>
      </w:r>
      <w:r w:rsidR="00FA4BF2">
        <w:rPr>
          <w:rFonts w:eastAsia="宋体" w:cs="Times New Roman" w:hint="eastAsia"/>
          <w:sz w:val="21"/>
          <w:szCs w:val="21"/>
        </w:rPr>
        <w:t>a</w:t>
      </w:r>
      <w:r w:rsidRPr="000567E4">
        <w:rPr>
          <w:rFonts w:eastAsia="宋体" w:cs="Times New Roman"/>
          <w:sz w:val="21"/>
          <w:szCs w:val="21"/>
        </w:rPr>
        <w:t>y. They are having a running game, Look! Tim is running fast, and he will</w:t>
      </w:r>
      <w:r w:rsidRPr="000567E4">
        <w:rPr>
          <w:rFonts w:eastAsia="宋体" w:cs="Times New Roman"/>
          <w:sz w:val="21"/>
          <w:szCs w:val="21"/>
          <w:u w:val="single"/>
        </w:rPr>
        <w:t xml:space="preserve"> win </w:t>
      </w:r>
      <w:r w:rsidRPr="000567E4">
        <w:rPr>
          <w:rFonts w:eastAsia="宋体" w:cs="Times New Roman"/>
          <w:sz w:val="21"/>
          <w:szCs w:val="21"/>
        </w:rPr>
        <w:t>in the game. Other students are standing there and shouting, “Come on, come on"! They are all happy.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4" w:firstLineChars="202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It's a wonderful sports meet.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)26.Students are  ______________________on the playground.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having a sports meet.</w:t>
        <w:tab/>
        <w:t>B.  playing football.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 running.</w:t>
        <w:tab/>
        <w:t xml:space="preserve">            D. shouting.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)27. Ann and Sally are playing ping-pong_____________.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I</w:t>
      </w:r>
      <w:r w:rsidRPr="000567E4">
        <w:rPr>
          <w:rFonts w:eastAsia="宋体" w:cs="Times New Roman"/>
          <w:sz w:val="21"/>
          <w:szCs w:val="21"/>
        </w:rPr>
        <w:t>n the park.</w:t>
        <w:tab/>
        <w:t xml:space="preserve"> B. On the playground.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 On the raceway.</w:t>
        <w:tab/>
        <w:t>D. In the gym.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)28. The underlined word “win"means__________________.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A.完成</w:t>
      </w:r>
      <w:r w:rsidR="000567E4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ab/>
        <w:t>B.得到</w:t>
        <w:tab/>
        <w:t>C.努力</w:t>
        <w:tab/>
        <w:t>D.获胜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)29. The students are___________on the sports meet.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A.fine</w:t>
        <w:tab/>
        <w:t xml:space="preserve">   B.happy</w:t>
        <w:tab/>
        <w:t>C. sad</w:t>
        <w:tab/>
        <w:t xml:space="preserve"> D.bored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)30.</w:t>
      </w:r>
      <w:r w:rsidRPr="000567E4">
        <w:rPr>
          <w:rFonts w:eastAsia="宋体" w:cs="Times New Roman"/>
          <w:sz w:val="21"/>
          <w:szCs w:val="21"/>
        </w:rPr>
        <w:t>Other students are shouting “__________ ”when Jeff, Peter and Tim are nmning on the raceway.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A. Today is a fine day. </w:t>
        <w:tab/>
      </w:r>
      <w:r w:rsidR="000567E4">
        <w:rPr>
          <w:rFonts w:eastAsia="宋体" w:cs="Times New Roman" w:hint="eastAsia"/>
          <w:sz w:val="21"/>
          <w:szCs w:val="21"/>
        </w:rPr>
        <w:t xml:space="preserve">    </w:t>
      </w:r>
      <w:r w:rsidRPr="000567E4">
        <w:rPr>
          <w:rFonts w:eastAsia="宋体" w:cs="Times New Roman"/>
          <w:sz w:val="21"/>
          <w:szCs w:val="21"/>
        </w:rPr>
        <w:t>B. They are all happy.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C.Come on, come on!  </w:t>
        <w:tab/>
        <w:t xml:space="preserve">    D. It's a wonderful sports meet.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                                 C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4" w:firstLineChars="202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I am a junior high school student now. I have classes on weekdays, so I am busy with my subjects. I don't have much time to play in school. But my life after class is colorful!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On weekends,I often go to the park near my home to play with my friends happily after I finish</w:t>
      </w:r>
      <w:r w:rsidRPr="000567E4">
        <w:rPr>
          <w:rFonts w:eastAsia="宋体" w:cs="Times New Roman"/>
          <w:sz w:val="21"/>
          <w:szCs w:val="21"/>
        </w:rPr>
        <w:t>(完成)my homework. Now,I am flying kites with my cousin Jack. Some children are taking photos. Some are having a picnic. Look at those women. They are dancing to the music. It is called square dancing(广场舞).Square dancing is very popular all over China. Everyone in the park is very happy.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)31. My life on weekends is______________.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A.busy</w:t>
        <w:tab/>
        <w:t>B. colorful</w:t>
        <w:tab/>
      </w:r>
      <w:r w:rsidR="000567E4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>C.boring</w:t>
        <w:tab/>
      </w:r>
      <w:r w:rsidR="00B70428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D.sad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)32.The writer _____________ on weekdays.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studies at school.</w:t>
        <w:tab/>
      </w:r>
      <w:r w:rsidR="000567E4">
        <w:rPr>
          <w:rFonts w:eastAsia="宋体" w:cs="Times New Roman" w:hint="eastAsia"/>
          <w:sz w:val="21"/>
          <w:szCs w:val="21"/>
        </w:rPr>
        <w:t xml:space="preserve">      </w:t>
      </w:r>
      <w:r w:rsidRPr="000567E4">
        <w:rPr>
          <w:rFonts w:eastAsia="宋体" w:cs="Times New Roman"/>
          <w:sz w:val="21"/>
          <w:szCs w:val="21"/>
        </w:rPr>
        <w:t>B. plays in the park.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 flies kites with his cousin.</w:t>
        <w:tab/>
      </w:r>
      <w:r w:rsidR="000567E4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>D. tak</w:t>
      </w:r>
      <w:r w:rsidRPr="000567E4">
        <w:rPr>
          <w:rFonts w:eastAsia="宋体" w:cs="Times New Roman"/>
          <w:sz w:val="21"/>
          <w:szCs w:val="21"/>
        </w:rPr>
        <w:t>es photos.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(    )33.The women are ___________________.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A. having a picnic. </w:t>
        <w:tab/>
        <w:t>B. taking photos.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 flying kites.</w:t>
        <w:tab/>
        <w:t xml:space="preserve">    D. dancing to the music.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)34. From the passage, we know that_______________.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the writer is studying now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B. the writer's life after class is very busy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C. square dancing is popular in many cities in China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D. square dancing is popular among children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)3</w:t>
      </w:r>
      <w:r w:rsidRPr="000567E4">
        <w:rPr>
          <w:rFonts w:eastAsia="宋体" w:cs="Times New Roman"/>
          <w:sz w:val="21"/>
          <w:szCs w:val="21"/>
        </w:rPr>
        <w:t>5. What's the best title(标题)for the passage?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A.My Life after Class</w:t>
        <w:tab/>
        <w:t>B.My Weekdays</w:t>
        <w:tab/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C.Square Dancing</w:t>
        <w:tab/>
        <w:t xml:space="preserve">    D. School Life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                                     D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  <w:u w:val="single"/>
        </w:rPr>
      </w:pPr>
      <w:r w:rsidRPr="000567E4">
        <w:rPr>
          <w:rFonts w:eastAsia="宋体" w:cs="Times New Roman"/>
          <w:sz w:val="21"/>
          <w:szCs w:val="21"/>
        </w:rPr>
        <w:t>Peter is a smart boy ,but he doesn't do well at school.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36   </w:t>
      </w:r>
      <w:r w:rsidRPr="000567E4">
        <w:rPr>
          <w:rFonts w:eastAsia="宋体" w:cs="Times New Roman"/>
          <w:sz w:val="21"/>
          <w:szCs w:val="21"/>
        </w:rPr>
        <w:t>Sometimes he brings food from the school dining room(食堂)to the classroom. He is noisy and doesn't always listen to teachers in class. His head teacher,Ms. Smart,is not happy.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 37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She knows Peter wants to be the monitor(班长)of the class. So she asks Peter to be the monitor for a week. Peter </w:t>
      </w:r>
      <w:r w:rsidRPr="000567E4">
        <w:rPr>
          <w:rFonts w:eastAsia="宋体" w:cs="Times New Roman"/>
          <w:sz w:val="21"/>
          <w:szCs w:val="21"/>
        </w:rPr>
        <w:t>is very happy. He gets up and arrives at school early every morning.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4" w:firstLineChars="202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  <w:u w:val="single"/>
        </w:rPr>
        <w:t xml:space="preserve">38    </w:t>
      </w:r>
      <w:r w:rsidRPr="000567E4">
        <w:rPr>
          <w:rFonts w:eastAsia="宋体" w:cs="Times New Roman"/>
          <w:sz w:val="21"/>
          <w:szCs w:val="21"/>
        </w:rPr>
        <w:t>He doesn't run in the hallways.He wears a uniform at school and keeps it tidy.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  <w:u w:val="single"/>
        </w:rPr>
        <w:t xml:space="preserve">39    </w:t>
      </w:r>
      <w:r w:rsidRPr="000567E4">
        <w:rPr>
          <w:rFonts w:eastAsia="宋体" w:cs="Times New Roman"/>
          <w:sz w:val="21"/>
          <w:szCs w:val="21"/>
        </w:rPr>
        <w:t>He does his homework first after school and helps to do the dishes after dinner.On the weekend, he helps his mother clean the house.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40    </w:t>
      </w:r>
      <w:r w:rsidRPr="000567E4">
        <w:rPr>
          <w:rFonts w:eastAsia="宋体" w:cs="Times New Roman"/>
          <w:sz w:val="21"/>
          <w:szCs w:val="21"/>
        </w:rPr>
        <w:t>But Peter doesn't feel happy. Can he be the monitor next week?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根据材料内容,从下面五个选项中选出能填入文中空缺处的最佳选项,使短文意思通顺、内容完整。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A. He follows the school rules.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B. Then she thinks of a good idea.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C. Peter's teachers and parents are happy with him.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D. At home he is also strict with himself. </w:t>
      </w:r>
    </w:p>
    <w:p w:rsidR="007218C1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 w:hint="eastAsia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E. He likes eating in class.</w:t>
      </w:r>
    </w:p>
    <w:p w:rsidR="00B70428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 w:hint="eastAsia"/>
          <w:sz w:val="21"/>
          <w:szCs w:val="21"/>
        </w:rPr>
      </w:pPr>
    </w:p>
    <w:p w:rsidR="00B70428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>
        <w:rPr>
          <w:rFonts w:eastAsia="宋体" w:cs="Times New Roman" w:hint="eastAsia"/>
          <w:sz w:val="21"/>
          <w:szCs w:val="21"/>
        </w:rPr>
        <w:t>3</w:t>
      </w:r>
      <w:r w:rsidRPr="000567E4">
        <w:rPr>
          <w:rFonts w:eastAsia="宋体" w:cs="Times New Roman"/>
          <w:sz w:val="21"/>
          <w:szCs w:val="21"/>
        </w:rPr>
        <w:t xml:space="preserve">6_________ </w:t>
      </w:r>
      <w:r>
        <w:rPr>
          <w:rFonts w:eastAsia="宋体" w:cs="Times New Roman" w:hint="eastAsia"/>
          <w:sz w:val="21"/>
          <w:szCs w:val="21"/>
        </w:rPr>
        <w:t xml:space="preserve"> 3</w:t>
      </w:r>
      <w:r>
        <w:rPr>
          <w:rFonts w:eastAsia="宋体" w:cs="Times New Roman"/>
          <w:sz w:val="21"/>
          <w:szCs w:val="21"/>
        </w:rPr>
        <w:t>7___</w:t>
      </w:r>
      <w:r>
        <w:rPr>
          <w:rFonts w:eastAsia="宋体" w:cs="Times New Roman"/>
          <w:sz w:val="21"/>
          <w:szCs w:val="21"/>
        </w:rPr>
        <w:t>___</w:t>
      </w:r>
      <w:r w:rsidRPr="000567E4">
        <w:rPr>
          <w:rFonts w:eastAsia="宋体" w:cs="Times New Roman"/>
          <w:sz w:val="21"/>
          <w:szCs w:val="21"/>
        </w:rPr>
        <w:t xml:space="preserve">______ </w:t>
      </w:r>
      <w:r>
        <w:rPr>
          <w:rFonts w:eastAsia="宋体" w:cs="Times New Roman" w:hint="eastAsia"/>
          <w:sz w:val="21"/>
          <w:szCs w:val="21"/>
        </w:rPr>
        <w:t xml:space="preserve"> 3</w:t>
      </w:r>
      <w:r w:rsidRPr="000567E4">
        <w:rPr>
          <w:rFonts w:eastAsia="宋体" w:cs="Times New Roman"/>
          <w:sz w:val="21"/>
          <w:szCs w:val="21"/>
        </w:rPr>
        <w:t xml:space="preserve">8 ___________  </w:t>
      </w:r>
      <w:r>
        <w:rPr>
          <w:rFonts w:eastAsia="宋体" w:cs="Times New Roman" w:hint="eastAsia"/>
          <w:sz w:val="21"/>
          <w:szCs w:val="21"/>
        </w:rPr>
        <w:t>3</w:t>
      </w:r>
      <w:r w:rsidRPr="000567E4">
        <w:rPr>
          <w:rFonts w:eastAsia="宋体" w:cs="Times New Roman"/>
          <w:sz w:val="21"/>
          <w:szCs w:val="21"/>
        </w:rPr>
        <w:t>9___________</w:t>
      </w:r>
      <w:r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 </w:t>
      </w:r>
      <w:r>
        <w:rPr>
          <w:rFonts w:eastAsia="宋体" w:cs="Times New Roman" w:hint="eastAsia"/>
          <w:sz w:val="21"/>
          <w:szCs w:val="21"/>
        </w:rPr>
        <w:t>4</w:t>
      </w:r>
      <w:r>
        <w:rPr>
          <w:rFonts w:eastAsia="宋体" w:cs="Times New Roman"/>
          <w:sz w:val="21"/>
          <w:szCs w:val="21"/>
        </w:rPr>
        <w:t>0_______</w:t>
      </w:r>
      <w:r w:rsidRPr="000567E4">
        <w:rPr>
          <w:rFonts w:eastAsia="宋体" w:cs="Times New Roman"/>
          <w:sz w:val="21"/>
          <w:szCs w:val="21"/>
        </w:rPr>
        <w:t>______</w:t>
      </w:r>
    </w:p>
    <w:p w:rsidR="00B70428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 w:hint="eastAsia"/>
          <w:b/>
          <w:sz w:val="24"/>
          <w:szCs w:val="24"/>
        </w:rPr>
      </w:pP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b/>
          <w:sz w:val="24"/>
          <w:szCs w:val="24"/>
        </w:rPr>
      </w:pPr>
      <w:r w:rsidRPr="000567E4" w:rsidR="000567E4">
        <w:rPr>
          <w:rFonts w:eastAsia="宋体" w:cs="Times New Roman" w:hint="eastAsia"/>
          <w:b/>
          <w:sz w:val="24"/>
          <w:szCs w:val="24"/>
        </w:rPr>
        <w:t>Ⅱ</w:t>
      </w:r>
      <w:r w:rsidRPr="000567E4" w:rsidR="000567E4">
        <w:rPr>
          <w:rFonts w:eastAsia="宋体" w:cs="Times New Roman" w:hint="eastAsia"/>
          <w:b/>
          <w:sz w:val="24"/>
          <w:szCs w:val="24"/>
        </w:rPr>
        <w:t>.</w:t>
      </w:r>
      <w:r w:rsidRPr="000567E4">
        <w:rPr>
          <w:rFonts w:eastAsia="宋体" w:cs="Times New Roman"/>
          <w:b/>
          <w:sz w:val="24"/>
          <w:szCs w:val="24"/>
        </w:rPr>
        <w:t>完形填空(15小题,每小题1分，共15分)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先通读短文,掌握其大意,然后从ABCD四个选项中选出一个可以填人文中空白处的最佳答案。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  <w:u w:val="single"/>
        </w:rPr>
      </w:pPr>
      <w:r w:rsidRPr="000567E4">
        <w:rPr>
          <w:rFonts w:eastAsia="宋体" w:cs="Times New Roman"/>
          <w:sz w:val="21"/>
          <w:szCs w:val="21"/>
        </w:rPr>
        <w:t xml:space="preserve">Here are my favorite photos. In the first one, I’m wearing a green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41  </w:t>
      </w:r>
      <w:r w:rsidR="000567E4">
        <w:rPr>
          <w:rFonts w:eastAsia="宋体" w:cs="Times New Roman" w:hint="eastAsia"/>
          <w:sz w:val="21"/>
          <w:szCs w:val="21"/>
          <w:u w:val="single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and a pair of white shorts. I'm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42  </w:t>
      </w:r>
      <w:r w:rsidRPr="000567E4">
        <w:rPr>
          <w:rFonts w:eastAsia="宋体" w:cs="Times New Roman"/>
          <w:sz w:val="21"/>
          <w:szCs w:val="21"/>
        </w:rPr>
        <w:t>my room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43   </w:t>
      </w:r>
      <w:r w:rsidRPr="000567E4">
        <w:rPr>
          <w:rFonts w:eastAsia="宋体" w:cs="Times New Roman"/>
          <w:sz w:val="21"/>
          <w:szCs w:val="21"/>
        </w:rPr>
        <w:t>it's very dirty(脏的).The second(第二)one is a photo of my family. I</w:t>
      </w:r>
      <w:r w:rsidR="000567E4">
        <w:rPr>
          <w:rFonts w:eastAsia="宋体" w:cs="Times New Roman"/>
          <w:sz w:val="21"/>
          <w:szCs w:val="21"/>
        </w:rPr>
        <w:t>’</w:t>
      </w:r>
      <w:r w:rsidRPr="000567E4">
        <w:rPr>
          <w:rFonts w:eastAsia="宋体" w:cs="Times New Roman"/>
          <w:sz w:val="21"/>
          <w:szCs w:val="21"/>
        </w:rPr>
        <w:t>m talking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44  </w:t>
      </w:r>
      <w:r w:rsidRPr="000567E4">
        <w:rPr>
          <w:rFonts w:eastAsia="宋体" w:cs="Times New Roman"/>
          <w:sz w:val="21"/>
          <w:szCs w:val="21"/>
        </w:rPr>
        <w:t>the telephone with my classmate. My mother and my aunt are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</w:t>
      </w:r>
      <w:r w:rsidR="000567E4">
        <w:rPr>
          <w:rFonts w:eastAsia="宋体" w:cs="Times New Roman" w:hint="eastAsia"/>
          <w:sz w:val="21"/>
          <w:szCs w:val="21"/>
          <w:u w:val="single"/>
        </w:rPr>
        <w:t xml:space="preserve"> </w:t>
      </w:r>
      <w:r w:rsidRPr="000567E4">
        <w:rPr>
          <w:rFonts w:eastAsia="宋体" w:cs="Times New Roman"/>
          <w:sz w:val="21"/>
          <w:szCs w:val="21"/>
          <w:u w:val="single"/>
        </w:rPr>
        <w:t xml:space="preserve">45 </w:t>
      </w:r>
      <w:r w:rsidR="000567E4">
        <w:rPr>
          <w:rFonts w:eastAsia="宋体" w:cs="Times New Roman" w:hint="eastAsia"/>
          <w:sz w:val="21"/>
          <w:szCs w:val="21"/>
          <w:u w:val="single"/>
        </w:rPr>
        <w:t xml:space="preserve"> </w:t>
      </w:r>
      <w:r w:rsidRPr="000567E4">
        <w:rPr>
          <w:rFonts w:eastAsia="宋体" w:cs="Times New Roman"/>
          <w:sz w:val="21"/>
          <w:szCs w:val="21"/>
          <w:u w:val="single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dumplings, and we can have them for dinner. My sister is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46   </w:t>
      </w:r>
      <w:r w:rsidRPr="000567E4">
        <w:rPr>
          <w:rFonts w:eastAsia="宋体" w:cs="Times New Roman"/>
          <w:sz w:val="21"/>
          <w:szCs w:val="21"/>
        </w:rPr>
        <w:t>to music.My father is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47 </w:t>
      </w:r>
      <w:r w:rsidR="000567E4">
        <w:rPr>
          <w:rFonts w:eastAsia="宋体" w:cs="Times New Roman" w:hint="eastAsia"/>
          <w:sz w:val="21"/>
          <w:szCs w:val="21"/>
          <w:u w:val="single"/>
        </w:rPr>
        <w:t xml:space="preserve"> </w:t>
      </w:r>
      <w:r w:rsidRPr="000567E4">
        <w:rPr>
          <w:rFonts w:eastAsia="宋体" w:cs="Times New Roman"/>
          <w:sz w:val="21"/>
          <w:szCs w:val="21"/>
          <w:u w:val="single"/>
        </w:rPr>
        <w:t xml:space="preserve"> </w:t>
      </w:r>
      <w:r w:rsidR="00B70428">
        <w:rPr>
          <w:rFonts w:eastAsia="宋体" w:cs="Times New Roman"/>
          <w:sz w:val="21"/>
          <w:szCs w:val="21"/>
        </w:rPr>
        <w:t>tea.My grand</w:t>
      </w:r>
      <w:r w:rsidRPr="000567E4">
        <w:rPr>
          <w:rFonts w:eastAsia="宋体" w:cs="Times New Roman"/>
          <w:sz w:val="21"/>
          <w:szCs w:val="21"/>
        </w:rPr>
        <w:t>fath</w:t>
      </w:r>
      <w:r w:rsidRPr="000567E4">
        <w:rPr>
          <w:rFonts w:eastAsia="宋体" w:cs="Times New Roman"/>
          <w:sz w:val="21"/>
          <w:szCs w:val="21"/>
        </w:rPr>
        <w:t>er is talking about the TV show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 48   </w:t>
      </w:r>
      <w:r w:rsidRPr="000567E4">
        <w:rPr>
          <w:rFonts w:eastAsia="宋体" w:cs="Times New Roman"/>
          <w:sz w:val="21"/>
          <w:szCs w:val="21"/>
        </w:rPr>
        <w:t>my grandmother. They like it and they think it's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49   </w:t>
      </w:r>
      <w:r w:rsidRPr="000567E4">
        <w:rPr>
          <w:rFonts w:eastAsia="宋体" w:cs="Times New Roman"/>
          <w:sz w:val="21"/>
          <w:szCs w:val="21"/>
        </w:rPr>
        <w:t>.And my brother is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50  </w:t>
      </w:r>
      <w:r w:rsidRPr="000567E4">
        <w:rPr>
          <w:rFonts w:eastAsia="宋体" w:cs="Times New Roman"/>
          <w:sz w:val="21"/>
          <w:szCs w:val="21"/>
        </w:rPr>
        <w:t>the guitar. I love this photo very much.In the third one, there are two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51  </w:t>
      </w:r>
      <w:r w:rsidRPr="000567E4">
        <w:rPr>
          <w:rFonts w:eastAsia="宋体" w:cs="Times New Roman"/>
          <w:sz w:val="21"/>
          <w:szCs w:val="21"/>
        </w:rPr>
        <w:t>.They are my friends, Jill and her sister. They are playing ping-pong..We study in the same middle school.</w:t>
      </w:r>
      <w:r w:rsidRPr="000567E4">
        <w:rPr>
          <w:rFonts w:eastAsia="宋体" w:cs="Times New Roman"/>
          <w:sz w:val="21"/>
          <w:szCs w:val="21"/>
          <w:u w:val="single"/>
        </w:rPr>
        <w:t xml:space="preserve">  52   </w:t>
      </w:r>
      <w:r w:rsidRPr="000567E4">
        <w:rPr>
          <w:rFonts w:eastAsia="宋体" w:cs="Times New Roman"/>
          <w:sz w:val="21"/>
          <w:szCs w:val="21"/>
        </w:rPr>
        <w:t>the last one, I'm singing and my friends are dancing. But Helen isn't dancing. She is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53   </w:t>
      </w:r>
      <w:r w:rsidRPr="000567E4">
        <w:rPr>
          <w:rFonts w:eastAsia="宋体" w:cs="Times New Roman"/>
          <w:sz w:val="21"/>
          <w:szCs w:val="21"/>
        </w:rPr>
        <w:t xml:space="preserve">us and taking some photos. We are having a birthday party for my math teacher. She is kind to us, so we all like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54     </w:t>
      </w:r>
      <w:r w:rsidRPr="000567E4">
        <w:rPr>
          <w:rFonts w:eastAsia="宋体" w:cs="Times New Roman"/>
          <w:sz w:val="21"/>
          <w:szCs w:val="21"/>
        </w:rPr>
        <w:t>.When I see these photos,I'm very happy. They make me think of the happy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 55</w:t>
      </w:r>
      <w:r w:rsidR="000567E4">
        <w:rPr>
          <w:rFonts w:eastAsia="宋体" w:cs="Times New Roman" w:hint="eastAsia"/>
          <w:sz w:val="21"/>
          <w:szCs w:val="21"/>
          <w:u w:val="single"/>
        </w:rPr>
        <w:t xml:space="preserve">  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41.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newspaper  B.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T-shirt  C. movie   D. soup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42.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washing  B.crossing  C.cleaning  D. living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43.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A.but   B.because     C.so       D.also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44.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A.on    B.in          C.by      D.for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45.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A.taking 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B.cutting    C.getting  </w:t>
      </w:r>
      <w:r w:rsidR="00B70428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D.making.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46.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A.reading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B.writing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C.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listening  D.talking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47.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eating    B.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drinking    C.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feeling   D.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studying.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48.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A.or   B.about   C.and   D.with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49.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A.boring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B. bad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C.delicious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D.wonderful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50.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A.doing 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>B.selling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C.playing 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D.using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51.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A.girls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B.boys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C.women 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D.men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52.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A.In </w:t>
      </w:r>
      <w:r w:rsidR="000567E4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>B.At</w:t>
      </w:r>
      <w:r w:rsidR="000567E4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 xml:space="preserve"> C.For</w:t>
      </w:r>
      <w:r w:rsidR="000567E4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 xml:space="preserve"> D.On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53.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A.dancing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B.watching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C. looking </w:t>
      </w:r>
      <w:r w:rsidR="00B70428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D.listening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54.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A.she </w:t>
      </w:r>
      <w:r w:rsidR="000567E4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>B.it</w:t>
      </w:r>
      <w:r w:rsidR="000567E4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 C.him </w:t>
      </w:r>
      <w:r w:rsidR="000567E4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D.her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(    )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>55.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A.minute </w:t>
      </w:r>
      <w:r w:rsidR="000567E4">
        <w:rPr>
          <w:rFonts w:eastAsia="宋体" w:cs="Times New Roman" w:hint="eastAsia"/>
          <w:sz w:val="21"/>
          <w:szCs w:val="21"/>
        </w:rPr>
        <w:t xml:space="preserve">   </w:t>
      </w:r>
      <w:r w:rsidRPr="000567E4">
        <w:rPr>
          <w:rFonts w:eastAsia="宋体" w:cs="Times New Roman"/>
          <w:sz w:val="21"/>
          <w:szCs w:val="21"/>
        </w:rPr>
        <w:t xml:space="preserve">B.hour </w:t>
      </w:r>
      <w:r w:rsidR="000567E4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 xml:space="preserve">C.time </w:t>
      </w:r>
      <w:r w:rsidR="000567E4">
        <w:rPr>
          <w:rFonts w:eastAsia="宋体" w:cs="Times New Roman" w:hint="eastAsia"/>
          <w:sz w:val="21"/>
          <w:szCs w:val="21"/>
        </w:rPr>
        <w:t xml:space="preserve">  </w:t>
      </w:r>
      <w:r w:rsidRPr="000567E4">
        <w:rPr>
          <w:rFonts w:eastAsia="宋体" w:cs="Times New Roman"/>
          <w:sz w:val="21"/>
          <w:szCs w:val="21"/>
        </w:rPr>
        <w:t>D.year</w:t>
      </w:r>
    </w:p>
    <w:p w:rsidR="00B70428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 w:hint="eastAsia"/>
          <w:b/>
          <w:sz w:val="24"/>
          <w:szCs w:val="24"/>
        </w:rPr>
      </w:pP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b/>
          <w:sz w:val="24"/>
          <w:szCs w:val="24"/>
        </w:rPr>
      </w:pPr>
      <w:r w:rsidRPr="000567E4" w:rsidR="000567E4">
        <w:rPr>
          <w:rFonts w:eastAsia="宋体" w:cs="Times New Roman" w:hint="eastAsia"/>
          <w:b/>
          <w:sz w:val="24"/>
          <w:szCs w:val="24"/>
        </w:rPr>
        <w:t>Ⅲ</w:t>
      </w:r>
      <w:r w:rsidRPr="000567E4" w:rsidR="000567E4">
        <w:rPr>
          <w:rFonts w:eastAsia="宋体" w:cs="Times New Roman" w:hint="eastAsia"/>
          <w:b/>
          <w:sz w:val="24"/>
          <w:szCs w:val="24"/>
        </w:rPr>
        <w:t>.</w:t>
      </w:r>
      <w:r w:rsidRPr="000567E4">
        <w:rPr>
          <w:rFonts w:eastAsia="宋体" w:cs="Times New Roman"/>
          <w:b/>
          <w:sz w:val="24"/>
          <w:szCs w:val="24"/>
        </w:rPr>
        <w:t>语篇填空(15小题,每小题1分,共15分)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第一节 阅读短文,从方框中选择适当的词并用其正确形式填空,使短文通顺、意思完整。每空限填词,每词限用一次。</w:t>
      </w:r>
    </w:p>
    <w:tbl>
      <w:tblPr>
        <w:tblStyle w:val="TableNormal"/>
        <w:tblW w:w="657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70"/>
      </w:tblGrid>
      <w:tr w:rsidTr="007218C1">
        <w:tblPrEx>
          <w:tblW w:w="657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0"/>
          <w:jc w:val="center"/>
        </w:trPr>
        <w:tc>
          <w:tcPr>
            <w:tcW w:w="6570" w:type="dxa"/>
            <w:shd w:val="clear" w:color="auto" w:fill="auto"/>
          </w:tcPr>
          <w:p w:rsidR="007218C1" w:rsidRPr="007218C1" w:rsidP="007218C1">
            <w:pPr>
              <w:pStyle w:val="4"/>
              <w:tabs>
                <w:tab w:val="left" w:pos="1162"/>
              </w:tabs>
              <w:spacing w:line="400" w:lineRule="exact"/>
              <w:jc w:val="left"/>
              <w:rPr>
                <w:rFonts w:eastAsia="宋体" w:cs="Times New Roman"/>
                <w:sz w:val="21"/>
                <w:szCs w:val="21"/>
              </w:rPr>
            </w:pPr>
            <w:r w:rsidRPr="007218C1">
              <w:rPr>
                <w:rFonts w:eastAsia="宋体" w:cs="Times New Roman"/>
                <w:sz w:val="21"/>
                <w:szCs w:val="21"/>
              </w:rPr>
              <w:t>too   a   there   read   like   go   he    on</w:t>
              <w:tab/>
              <w:t xml:space="preserve"> game   be</w:t>
              <w:tab/>
            </w:r>
          </w:p>
        </w:tc>
      </w:tr>
    </w:tbl>
    <w:p w:rsidR="007218C1" w:rsidRPr="000567E4" w:rsidP="00B70428">
      <w:pPr>
        <w:pStyle w:val="4"/>
        <w:tabs>
          <w:tab w:val="left" w:pos="1162"/>
        </w:tabs>
        <w:spacing w:line="360" w:lineRule="exact"/>
        <w:ind w:firstLine="630" w:firstLineChars="3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It’s Sunday morning. Many boys and girls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56   </w:t>
      </w:r>
      <w:r w:rsidRPr="000567E4">
        <w:rPr>
          <w:rFonts w:eastAsia="宋体" w:cs="Times New Roman"/>
          <w:sz w:val="21"/>
          <w:szCs w:val="21"/>
        </w:rPr>
        <w:t xml:space="preserve">in the park. Some of them are singing under the tree,some are swimming in the river ,other children are playing </w:t>
      </w:r>
      <w:r w:rsidRPr="000567E4">
        <w:rPr>
          <w:rFonts w:eastAsia="宋体" w:cs="Times New Roman"/>
          <w:sz w:val="21"/>
          <w:szCs w:val="21"/>
          <w:u w:val="single"/>
        </w:rPr>
        <w:t xml:space="preserve">57    </w:t>
      </w:r>
      <w:r w:rsidRPr="000567E4">
        <w:rPr>
          <w:rFonts w:eastAsia="宋体" w:cs="Times New Roman"/>
          <w:sz w:val="21"/>
          <w:szCs w:val="21"/>
        </w:rPr>
        <w:t>behind the hill.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Maria is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58   </w:t>
      </w:r>
      <w:r w:rsidRPr="000567E4">
        <w:rPr>
          <w:rFonts w:eastAsia="宋体" w:cs="Times New Roman"/>
          <w:sz w:val="21"/>
          <w:szCs w:val="21"/>
        </w:rPr>
        <w:t>English girl. She is in the park,</w:t>
      </w:r>
      <w:r w:rsidRPr="000567E4">
        <w:rPr>
          <w:rFonts w:eastAsia="宋体" w:cs="Times New Roman"/>
          <w:sz w:val="21"/>
          <w:szCs w:val="21"/>
          <w:u w:val="single"/>
        </w:rPr>
        <w:t xml:space="preserve">  59   </w:t>
      </w:r>
      <w:r w:rsidRPr="000567E4">
        <w:rPr>
          <w:rFonts w:eastAsia="宋体" w:cs="Times New Roman"/>
          <w:sz w:val="21"/>
          <w:szCs w:val="21"/>
        </w:rPr>
        <w:t>.Where is she? Oh,she</w:t>
      </w:r>
      <w:r w:rsidR="000567E4">
        <w:rPr>
          <w:rFonts w:eastAsia="宋体" w:cs="Times New Roman" w:hint="eastAsia"/>
          <w:sz w:val="21"/>
          <w:szCs w:val="21"/>
        </w:rPr>
        <w:t xml:space="preserve"> </w:t>
      </w:r>
      <w:r w:rsidRPr="000567E4">
        <w:rPr>
          <w:rFonts w:eastAsia="宋体" w:cs="Times New Roman"/>
          <w:sz w:val="21"/>
          <w:szCs w:val="21"/>
        </w:rPr>
        <w:t xml:space="preserve">is </w:t>
      </w:r>
      <w:r w:rsidRPr="000567E4">
        <w:rPr>
          <w:rFonts w:eastAsia="宋体" w:cs="Times New Roman"/>
          <w:sz w:val="21"/>
          <w:szCs w:val="21"/>
          <w:u w:val="single"/>
        </w:rPr>
        <w:t xml:space="preserve">60    </w:t>
      </w:r>
      <w:r w:rsidRPr="000567E4">
        <w:rPr>
          <w:rFonts w:eastAsia="宋体" w:cs="Times New Roman"/>
          <w:sz w:val="21"/>
          <w:szCs w:val="21"/>
        </w:rPr>
        <w:t>the hill.What is she doing over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61   </w:t>
      </w:r>
      <w:r w:rsidRPr="000567E4">
        <w:rPr>
          <w:rFonts w:eastAsia="宋体" w:cs="Times New Roman"/>
          <w:sz w:val="21"/>
          <w:szCs w:val="21"/>
        </w:rPr>
        <w:t xml:space="preserve">? She is sitting and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62    </w:t>
      </w:r>
      <w:r w:rsidRPr="000567E4">
        <w:rPr>
          <w:rFonts w:eastAsia="宋体" w:cs="Times New Roman"/>
          <w:sz w:val="21"/>
          <w:szCs w:val="21"/>
        </w:rPr>
        <w:t xml:space="preserve">a book. She </w:t>
      </w:r>
      <w:r w:rsidRPr="000567E4">
        <w:rPr>
          <w:rFonts w:eastAsia="宋体" w:cs="Times New Roman"/>
          <w:sz w:val="21"/>
          <w:szCs w:val="21"/>
          <w:u w:val="single"/>
        </w:rPr>
        <w:t xml:space="preserve">  63   </w:t>
      </w:r>
      <w:r w:rsidRPr="000567E4">
        <w:rPr>
          <w:rFonts w:eastAsia="宋体" w:cs="Times New Roman"/>
          <w:sz w:val="21"/>
          <w:szCs w:val="21"/>
        </w:rPr>
        <w:t>reading very much.Tom is an American boy. He is five.He is too young.He can't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64   </w:t>
      </w:r>
      <w:r w:rsidRPr="000567E4">
        <w:rPr>
          <w:rFonts w:eastAsia="宋体" w:cs="Times New Roman"/>
          <w:sz w:val="21"/>
          <w:szCs w:val="21"/>
        </w:rPr>
        <w:t>to school. Now he is flying a kite with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65   </w:t>
      </w:r>
      <w:r w:rsidRPr="000567E4">
        <w:rPr>
          <w:rFonts w:eastAsia="宋体" w:cs="Times New Roman"/>
          <w:sz w:val="21"/>
          <w:szCs w:val="21"/>
        </w:rPr>
        <w:t>father in the park.</w:t>
      </w:r>
    </w:p>
    <w:p w:rsidR="007218C1" w:rsidRPr="000567E4" w:rsidP="00B70428">
      <w:pPr>
        <w:pStyle w:val="4"/>
        <w:tabs>
          <w:tab w:val="left" w:pos="1162"/>
        </w:tabs>
        <w:spacing w:line="50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56__________ 57__________ 58__________ 59__________ 60_____________</w:t>
      </w:r>
    </w:p>
    <w:p w:rsidR="007218C1" w:rsidRPr="000567E4" w:rsidP="00B70428">
      <w:pPr>
        <w:pStyle w:val="4"/>
        <w:tabs>
          <w:tab w:val="left" w:pos="1162"/>
        </w:tabs>
        <w:spacing w:line="50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61___________ 62___________ 63__________ 64___________ 65____________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第二节:阅读短文,根据语篇要求填空,使短文通顺、意思完整。每空限填一词。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ind w:firstLine="420" w:firstLineChars="200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It's 7 :30 in the evening. Tom is drawing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66   </w:t>
      </w:r>
      <w:r w:rsidRPr="000567E4">
        <w:rPr>
          <w:rFonts w:eastAsia="宋体" w:cs="Times New Roman"/>
          <w:sz w:val="21"/>
          <w:szCs w:val="21"/>
        </w:rPr>
        <w:t>picture. His grandparents</w:t>
      </w:r>
      <w:r w:rsidRPr="000567E4">
        <w:rPr>
          <w:rFonts w:eastAsia="宋体" w:cs="Times New Roman"/>
          <w:sz w:val="21"/>
          <w:szCs w:val="21"/>
          <w:u w:val="single"/>
        </w:rPr>
        <w:t xml:space="preserve">  67  </w:t>
      </w:r>
      <w:r w:rsidRPr="000567E4">
        <w:rPr>
          <w:rFonts w:eastAsia="宋体" w:cs="Times New Roman"/>
          <w:sz w:val="21"/>
          <w:szCs w:val="21"/>
        </w:rPr>
        <w:t>reading some newspapers. His father is watching a wonderful TV show. His mother is cleaning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68   </w:t>
      </w:r>
      <w:r w:rsidRPr="000567E4">
        <w:rPr>
          <w:rFonts w:eastAsia="宋体" w:cs="Times New Roman"/>
          <w:sz w:val="21"/>
          <w:szCs w:val="21"/>
        </w:rPr>
        <w:t>room. Tom's sister Betty isn't</w:t>
      </w:r>
      <w:r w:rsidRPr="000567E4">
        <w:rPr>
          <w:rFonts w:eastAsia="宋体" w:cs="Times New Roman"/>
          <w:sz w:val="21"/>
          <w:szCs w:val="21"/>
          <w:u w:val="single"/>
        </w:rPr>
        <w:t xml:space="preserve">   69    </w:t>
      </w:r>
      <w:r w:rsidRPr="000567E4">
        <w:rPr>
          <w:rFonts w:eastAsia="宋体" w:cs="Times New Roman"/>
          <w:sz w:val="21"/>
          <w:szCs w:val="21"/>
        </w:rPr>
        <w:t>home.She's at her friend Cindy's home</w:t>
      </w:r>
      <w:r w:rsidRPr="000567E4">
        <w:rPr>
          <w:rFonts w:eastAsia="宋体" w:cs="Times New Roman"/>
          <w:sz w:val="21"/>
          <w:szCs w:val="21"/>
          <w:u w:val="single"/>
        </w:rPr>
        <w:t xml:space="preserve">  70   </w:t>
      </w:r>
      <w:r w:rsidRPr="000567E4">
        <w:rPr>
          <w:rFonts w:eastAsia="宋体" w:cs="Times New Roman"/>
          <w:sz w:val="21"/>
          <w:szCs w:val="21"/>
        </w:rPr>
        <w:t>they're making some cards.</w:t>
      </w:r>
    </w:p>
    <w:p w:rsidR="00B70428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 w:hint="eastAsia"/>
          <w:sz w:val="21"/>
          <w:szCs w:val="21"/>
        </w:rPr>
      </w:pP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66_________ 67_____________ 68 ___________  69___________ 70______________</w:t>
      </w:r>
    </w:p>
    <w:p w:rsidR="00B70428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 w:hint="eastAsia"/>
          <w:b/>
          <w:sz w:val="24"/>
          <w:szCs w:val="24"/>
        </w:rPr>
      </w:pP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b/>
          <w:sz w:val="24"/>
          <w:szCs w:val="24"/>
        </w:rPr>
      </w:pPr>
      <w:r w:rsidRPr="000567E4" w:rsidR="000567E4">
        <w:rPr>
          <w:rFonts w:eastAsia="宋体" w:cs="Times New Roman" w:hint="eastAsia"/>
          <w:b/>
          <w:sz w:val="24"/>
          <w:szCs w:val="24"/>
        </w:rPr>
        <w:t>Ⅳ</w:t>
      </w:r>
      <w:r w:rsidRPr="000567E4">
        <w:rPr>
          <w:rFonts w:eastAsia="宋体" w:cs="Times New Roman"/>
          <w:b/>
          <w:sz w:val="24"/>
          <w:szCs w:val="24"/>
        </w:rPr>
        <w:t>．补全对话。(5小题,每小题2分,共10分)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根据下面的对话情景,在每个空白处填上一个适当的句子,使对话的意思连贯、完整。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A:Hi,Zhou Yang.71 ___________________________?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B:I'm reading a book.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A:Oh,do you like reading?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B:Yes,very much.72._____________________________?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A:I like playing the guitar.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B:Good. By the way,73._____________________________?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A:It's easy and interesting. I like it a lot.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B:But I think it's difficult and borin</w:t>
      </w:r>
      <w:r w:rsidR="00B70428">
        <w:rPr>
          <w:rFonts w:eastAsia="宋体" w:cs="Times New Roman"/>
          <w:sz w:val="21"/>
          <w:szCs w:val="21"/>
        </w:rPr>
        <w:t>g.74._________________________</w:t>
      </w:r>
      <w:r w:rsidRPr="000567E4">
        <w:rPr>
          <w:rFonts w:eastAsia="宋体" w:cs="Times New Roman"/>
          <w:sz w:val="21"/>
          <w:szCs w:val="21"/>
        </w:rPr>
        <w:t>________.I like math best.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 xml:space="preserve">A:75. _______________________________? </w:t>
      </w:r>
    </w:p>
    <w:p w:rsidR="007218C1" w:rsidRPr="000567E4" w:rsidP="00B70428">
      <w:pPr>
        <w:pStyle w:val="4"/>
        <w:tabs>
          <w:tab w:val="left" w:pos="1162"/>
        </w:tabs>
        <w:spacing w:line="360" w:lineRule="exact"/>
        <w:jc w:val="left"/>
        <w:rPr>
          <w:rFonts w:eastAsia="宋体" w:cs="Times New Roman"/>
          <w:sz w:val="21"/>
          <w:szCs w:val="21"/>
        </w:rPr>
      </w:pPr>
      <w:r w:rsidRPr="000567E4">
        <w:rPr>
          <w:rFonts w:eastAsia="宋体" w:cs="Times New Roman"/>
          <w:sz w:val="21"/>
          <w:szCs w:val="21"/>
        </w:rPr>
        <w:t>B:Because I think it’s useful(有用的)and interesting.</w:t>
      </w:r>
    </w:p>
    <w:p w:rsidR="00B70428" w:rsidRPr="00B70428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560" w:lineRule="exact"/>
        <w:ind w:left="210"/>
        <w:rPr>
          <w:rFonts w:hint="eastAsia"/>
          <w:szCs w:val="21"/>
          <w:lang w:val="en-GB"/>
        </w:rPr>
      </w:pPr>
    </w:p>
    <w:p w:rsidR="007218C1" w:rsidRPr="000567E4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560" w:lineRule="exact"/>
        <w:ind w:left="210"/>
        <w:rPr>
          <w:szCs w:val="21"/>
          <w:lang w:val="en-GB"/>
        </w:rPr>
      </w:pPr>
      <w:r w:rsidR="00B70428">
        <w:rPr>
          <w:rFonts w:hint="eastAsia"/>
          <w:szCs w:val="21"/>
        </w:rPr>
        <w:t>71.</w:t>
      </w:r>
      <w:r w:rsidRPr="000567E4">
        <w:rPr>
          <w:szCs w:val="21"/>
        </w:rPr>
        <w:t xml:space="preserve"> _________________________________________</w:t>
      </w:r>
      <w:r w:rsidRPr="000567E4">
        <w:rPr>
          <w:szCs w:val="21"/>
          <w:lang w:val="en-GB"/>
        </w:rPr>
        <w:t xml:space="preserve">_ </w:t>
      </w:r>
      <w:r w:rsidRPr="000567E4">
        <w:rPr>
          <w:szCs w:val="21"/>
        </w:rPr>
        <w:t>?</w:t>
      </w:r>
    </w:p>
    <w:p w:rsidR="007218C1" w:rsidRPr="000567E4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560" w:lineRule="exact"/>
        <w:ind w:firstLine="210" w:firstLineChars="100"/>
        <w:rPr>
          <w:szCs w:val="21"/>
        </w:rPr>
      </w:pPr>
      <w:r w:rsidRPr="000567E4">
        <w:rPr>
          <w:szCs w:val="21"/>
        </w:rPr>
        <w:t>72.</w:t>
      </w:r>
      <w:r w:rsidRPr="000567E4">
        <w:rPr>
          <w:szCs w:val="21"/>
          <w:lang w:val="en-GB"/>
        </w:rPr>
        <w:t xml:space="preserve"> ___</w:t>
      </w:r>
      <w:r w:rsidRPr="000567E4">
        <w:rPr>
          <w:szCs w:val="21"/>
        </w:rPr>
        <w:t>_____________________________________</w:t>
      </w:r>
      <w:r w:rsidRPr="000567E4">
        <w:rPr>
          <w:szCs w:val="21"/>
          <w:lang w:val="en-GB"/>
        </w:rPr>
        <w:t>__</w:t>
      </w:r>
      <w:r w:rsidRPr="000567E4">
        <w:rPr>
          <w:szCs w:val="21"/>
        </w:rPr>
        <w:t>?</w:t>
      </w:r>
    </w:p>
    <w:p w:rsidR="007218C1" w:rsidRPr="000567E4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560" w:lineRule="exact"/>
        <w:ind w:firstLine="210" w:firstLineChars="100"/>
        <w:rPr>
          <w:szCs w:val="21"/>
          <w:lang w:val="en-GB"/>
        </w:rPr>
      </w:pPr>
      <w:r w:rsidRPr="000567E4">
        <w:rPr>
          <w:szCs w:val="21"/>
        </w:rPr>
        <w:t>73.</w:t>
      </w:r>
      <w:r w:rsidRPr="000567E4">
        <w:rPr>
          <w:szCs w:val="21"/>
          <w:lang w:val="en-GB"/>
        </w:rPr>
        <w:t xml:space="preserve"> ___</w:t>
      </w:r>
      <w:r w:rsidRPr="000567E4">
        <w:rPr>
          <w:szCs w:val="21"/>
        </w:rPr>
        <w:t>_____________________________________</w:t>
      </w:r>
      <w:r w:rsidRPr="000567E4">
        <w:rPr>
          <w:szCs w:val="21"/>
          <w:lang w:val="en-GB"/>
        </w:rPr>
        <w:t>__</w:t>
      </w:r>
      <w:r w:rsidRPr="000567E4">
        <w:rPr>
          <w:szCs w:val="21"/>
        </w:rPr>
        <w:t>?</w:t>
      </w:r>
      <w:r w:rsidRPr="000567E4">
        <w:rPr>
          <w:szCs w:val="21"/>
          <w:lang w:val="en-GB"/>
        </w:rPr>
        <w:t xml:space="preserve">  </w:t>
      </w:r>
    </w:p>
    <w:p w:rsidR="007218C1" w:rsidRPr="000567E4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560" w:lineRule="exact"/>
        <w:ind w:firstLine="210" w:firstLineChars="100"/>
        <w:rPr>
          <w:szCs w:val="21"/>
          <w:lang w:val="en-GB"/>
        </w:rPr>
      </w:pPr>
      <w:r w:rsidRPr="000567E4">
        <w:rPr>
          <w:szCs w:val="21"/>
        </w:rPr>
        <w:t>74.</w:t>
      </w:r>
      <w:r w:rsidRPr="000567E4">
        <w:rPr>
          <w:szCs w:val="21"/>
          <w:lang w:val="en-GB"/>
        </w:rPr>
        <w:t xml:space="preserve"> ___</w:t>
      </w:r>
      <w:r w:rsidRPr="000567E4">
        <w:rPr>
          <w:szCs w:val="21"/>
        </w:rPr>
        <w:t>______________________________________</w:t>
      </w:r>
      <w:r w:rsidRPr="000567E4">
        <w:rPr>
          <w:szCs w:val="21"/>
          <w:lang w:val="en-GB"/>
        </w:rPr>
        <w:t xml:space="preserve">_ </w:t>
      </w:r>
      <w:r w:rsidRPr="000567E4">
        <w:rPr>
          <w:szCs w:val="21"/>
        </w:rPr>
        <w:t>.</w:t>
      </w:r>
      <w:r w:rsidRPr="000567E4">
        <w:rPr>
          <w:szCs w:val="21"/>
          <w:lang w:val="en-GB"/>
        </w:rPr>
        <w:t xml:space="preserve"> </w:t>
      </w:r>
    </w:p>
    <w:p w:rsidR="007218C1" w:rsidRPr="000567E4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560" w:lineRule="exact"/>
        <w:ind w:firstLine="210" w:firstLineChars="100"/>
        <w:rPr>
          <w:szCs w:val="21"/>
        </w:rPr>
      </w:pPr>
      <w:r w:rsidRPr="000567E4">
        <w:rPr>
          <w:szCs w:val="21"/>
        </w:rPr>
        <w:t>75.</w:t>
      </w:r>
      <w:r w:rsidRPr="000567E4">
        <w:rPr>
          <w:szCs w:val="21"/>
          <w:lang w:val="en-GB"/>
        </w:rPr>
        <w:t xml:space="preserve"> ____</w:t>
      </w:r>
      <w:r w:rsidRPr="000567E4">
        <w:rPr>
          <w:szCs w:val="21"/>
        </w:rPr>
        <w:t>______________________________________?</w:t>
      </w:r>
    </w:p>
    <w:p w:rsidR="00B70428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Fonts w:ascii="宋体" w:hAnsi="宋体" w:hint="eastAsia"/>
          <w:b/>
          <w:sz w:val="24"/>
          <w:szCs w:val="24"/>
          <w:lang w:val="en-GB"/>
        </w:rPr>
      </w:pPr>
    </w:p>
    <w:p w:rsidR="00B70428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Fonts w:ascii="宋体" w:hAnsi="宋体" w:hint="eastAsia"/>
          <w:b/>
          <w:sz w:val="24"/>
          <w:szCs w:val="24"/>
          <w:lang w:val="en-GB"/>
        </w:rPr>
      </w:pPr>
    </w:p>
    <w:p w:rsidR="00B70428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Fonts w:ascii="宋体" w:hAnsi="宋体" w:hint="eastAsia"/>
          <w:b/>
          <w:sz w:val="24"/>
          <w:szCs w:val="24"/>
          <w:lang w:val="en-GB"/>
        </w:rPr>
      </w:pPr>
    </w:p>
    <w:p w:rsidR="00B70428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Fonts w:ascii="宋体" w:hAnsi="宋体" w:hint="eastAsia"/>
          <w:b/>
          <w:sz w:val="24"/>
          <w:szCs w:val="24"/>
          <w:lang w:val="en-GB"/>
        </w:rPr>
      </w:pPr>
    </w:p>
    <w:p w:rsidR="007218C1" w:rsidRPr="00AD03CF" w:rsidP="00B70428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spacing w:line="360" w:lineRule="exact"/>
        <w:rPr>
          <w:rFonts w:hint="eastAsia"/>
          <w:sz w:val="24"/>
          <w:szCs w:val="24"/>
          <w:lang w:val="en-GB"/>
        </w:rPr>
      </w:pPr>
      <w:r w:rsidRPr="00AD03CF" w:rsidR="000567E4">
        <w:rPr>
          <w:rFonts w:ascii="宋体" w:hAnsi="宋体" w:hint="eastAsia"/>
          <w:b/>
          <w:sz w:val="24"/>
          <w:szCs w:val="24"/>
          <w:lang w:val="en-GB"/>
        </w:rPr>
        <w:t>Ⅴ</w:t>
      </w:r>
      <w:r w:rsidRPr="00AD03CF">
        <w:rPr>
          <w:rFonts w:ascii="宋体" w:hAnsi="宋体" w:hint="eastAsia"/>
          <w:b/>
          <w:sz w:val="24"/>
          <w:szCs w:val="24"/>
          <w:lang w:val="en-GB"/>
        </w:rPr>
        <w:t>.书面表达（15分）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假如你叫李涛，一些英国朋友正在你校参观。请根据下面的问题提示写一篇短文，向前来参观的英国朋友简要介绍一下你的校园生活。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提示: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1.How many lessons do you have every day?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2. What's your favorite day?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3. What's your favorite subject?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4. Who is your favorite teacher?</w:t>
      </w:r>
    </w:p>
    <w:p w:rsidR="00AD03CF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 w:rsidR="007218C1">
        <w:rPr>
          <w:rFonts w:hint="eastAsia"/>
          <w:szCs w:val="21"/>
          <w:lang w:val="en-GB"/>
        </w:rPr>
        <w:t>5. What do you usually do after school?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要求:1.语句通顺，内容可适当发挥;</w:t>
      </w:r>
    </w:p>
    <w:p w:rsidR="007218C1" w:rsidP="00B70428">
      <w:pPr>
        <w:tabs>
          <w:tab w:val="left" w:pos="672"/>
        </w:tabs>
        <w:spacing w:line="360" w:lineRule="exact"/>
        <w:ind w:firstLine="525" w:firstLineChars="2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2.不少于</w:t>
      </w:r>
      <w:r>
        <w:rPr>
          <w:rFonts w:hint="eastAsia"/>
          <w:szCs w:val="21"/>
        </w:rPr>
        <w:t>10</w:t>
      </w:r>
      <w:r>
        <w:rPr>
          <w:rFonts w:hint="eastAsia"/>
          <w:szCs w:val="21"/>
          <w:lang w:val="en-GB"/>
        </w:rPr>
        <w:t>0个词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GB"/>
        </w:rPr>
        <w:t>(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GB"/>
        </w:rPr>
        <w:t>开头已给出，不计入总词数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GB"/>
        </w:rPr>
        <w:t>)。</w:t>
      </w:r>
    </w:p>
    <w:p w:rsidR="007218C1" w:rsidP="00B70428">
      <w:pPr>
        <w:tabs>
          <w:tab w:val="left" w:pos="672"/>
        </w:tabs>
        <w:spacing w:line="360" w:lineRule="exact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</w:t>
      </w:r>
      <w:r>
        <w:rPr>
          <w:rFonts w:hint="eastAsia"/>
          <w:szCs w:val="21"/>
        </w:rPr>
        <w:t xml:space="preserve">   </w:t>
      </w:r>
      <w:r w:rsidR="00AD03CF"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GB"/>
        </w:rPr>
        <w:t>Hello, everyone! Welcome to our school! Now let me tell you something about my school life</w:t>
      </w:r>
    </w:p>
    <w:p w:rsidR="007218C1" w:rsidP="00B70428">
      <w:pPr>
        <w:tabs>
          <w:tab w:val="left" w:pos="672"/>
        </w:tabs>
        <w:spacing w:line="480" w:lineRule="auto"/>
        <w:rPr>
          <w:szCs w:val="21"/>
        </w:rPr>
      </w:pPr>
      <w:r>
        <w:rPr>
          <w:rFonts w:hint="eastAsia"/>
          <w:szCs w:val="21"/>
          <w:lang w:val="en-GB"/>
        </w:rPr>
        <w:t>_________________________</w:t>
      </w:r>
      <w:r>
        <w:rPr>
          <w:rFonts w:hint="eastAsia"/>
          <w:szCs w:val="21"/>
        </w:rPr>
        <w:t>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</w:t>
      </w:r>
    </w:p>
    <w:p w:rsidR="007218C1" w:rsidP="00B70428">
      <w:pPr>
        <w:tabs>
          <w:tab w:val="left" w:pos="672"/>
        </w:tabs>
        <w:spacing w:line="480" w:lineRule="auto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</w:t>
      </w:r>
    </w:p>
    <w:p w:rsidR="007218C1">
      <w:pPr>
        <w:tabs>
          <w:tab w:val="left" w:pos="672"/>
        </w:tabs>
        <w:spacing w:line="480" w:lineRule="auto"/>
        <w:ind w:firstLine="279" w:firstLineChars="133"/>
        <w:rPr>
          <w:rFonts w:hint="eastAsia"/>
          <w:szCs w:val="21"/>
          <w:lang w:val="en-GB"/>
        </w:rPr>
        <w:sectPr>
          <w:headerReference w:type="default" r:id="rId10"/>
          <w:footerReference w:type="even" r:id="rId11"/>
          <w:footerReference w:type="default" r:id="rId12"/>
          <w:pgSz w:w="10433" w:h="14742"/>
          <w:pgMar w:top="1247" w:right="783" w:bottom="1247" w:left="1134" w:header="851" w:footer="992" w:gutter="0"/>
          <w:pgNumType w:start="1"/>
          <w:cols w:space="720"/>
          <w:docGrid w:type="lines" w:linePitch="313" w:charSpace="-3553"/>
        </w:sectPr>
      </w:pPr>
    </w:p>
    <w:p>
      <w:r w:rsidR="007218C1">
        <w:rPr>
          <w:rFonts w:hint="eastAsia"/>
          <w:szCs w:val="21"/>
          <w:lang w:val="en-GB"/>
        </w:rPr>
        <w:drawing>
          <wp:inline>
            <wp:extent cx="4808829" cy="7777480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817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8829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C1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7218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C1">
    <w:pPr>
      <w:pStyle w:val="Footer"/>
      <w:jc w:val="center"/>
      <w:rPr>
        <w:rFonts w:hint="eastAsia"/>
      </w:rPr>
    </w:pPr>
    <w:r>
      <w:rPr>
        <w:rFonts w:hint="eastAsia"/>
        <w:kern w:val="0"/>
        <w:szCs w:val="21"/>
      </w:rPr>
      <w:t xml:space="preserve">七年级英语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FA4BF2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FA4BF2">
      <w:rPr>
        <w:noProof/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C1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2C0D7A"/>
    <w:multiLevelType w:val="singleLevel"/>
    <w:tmpl w:val="B12C0D7A"/>
    <w:lvl w:ilvl="0">
      <w:start w:val="1"/>
      <w:numFmt w:val="upperLetter"/>
      <w:suff w:val="space"/>
      <w:lvlText w:val="%1."/>
      <w:lvlJc w:val="left"/>
    </w:lvl>
  </w:abstractNum>
  <w:abstractNum w:abstractNumId="1">
    <w:nsid w:val="00000008"/>
    <w:multiLevelType w:val="singleLevel"/>
    <w:tmpl w:val="00000008"/>
    <w:lvl w:ilvl="0">
      <w:start w:val="1"/>
      <w:numFmt w:val="decimal"/>
      <w:suff w:val="nothing"/>
      <w:lvlText w:val="%1、"/>
      <w:lvlJc w:val="left"/>
    </w:lvl>
  </w:abstractNum>
  <w:abstractNum w:abstractNumId="2">
    <w:nsid w:val="027D535A"/>
    <w:multiLevelType w:val="singleLevel"/>
    <w:tmpl w:val="027D535A"/>
    <w:lvl w:ilvl="0">
      <w:start w:val="71"/>
      <w:numFmt w:val="decimal"/>
      <w:suff w:val="space"/>
      <w:lvlText w:val="%1."/>
      <w:lvlJc w:val="left"/>
    </w:lvl>
  </w:abstractNum>
  <w:abstractNum w:abstractNumId="3">
    <w:nsid w:val="1617EFF4"/>
    <w:multiLevelType w:val="singleLevel"/>
    <w:tmpl w:val="1617EFF4"/>
    <w:lvl w:ilvl="0">
      <w:start w:val="1"/>
      <w:numFmt w:val="upperLetter"/>
      <w:suff w:val="space"/>
      <w:lvlText w:val="%1."/>
      <w:lvlJc w:val="left"/>
    </w:lvl>
  </w:abstractNum>
  <w:abstractNum w:abstractNumId="4">
    <w:nsid w:val="4D72C40B"/>
    <w:multiLevelType w:val="singleLevel"/>
    <w:tmpl w:val="4D72C40B"/>
    <w:lvl w:ilvl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420"/>
  <w:drawingGridHorizontalSpacing w:val="193"/>
  <w:drawingGridVerticalSpacing w:val="313"/>
  <w:doNotShadeFormData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082"/>
    <w:rsid w:val="000320D9"/>
    <w:rsid w:val="000361B2"/>
    <w:rsid w:val="00036FCF"/>
    <w:rsid w:val="00037408"/>
    <w:rsid w:val="000413BA"/>
    <w:rsid w:val="000445A9"/>
    <w:rsid w:val="00047829"/>
    <w:rsid w:val="0005400B"/>
    <w:rsid w:val="00055CC1"/>
    <w:rsid w:val="000567E4"/>
    <w:rsid w:val="00061096"/>
    <w:rsid w:val="000625D5"/>
    <w:rsid w:val="00063768"/>
    <w:rsid w:val="000721A5"/>
    <w:rsid w:val="00077A5A"/>
    <w:rsid w:val="00080DDB"/>
    <w:rsid w:val="0008127E"/>
    <w:rsid w:val="00081FFB"/>
    <w:rsid w:val="00083F47"/>
    <w:rsid w:val="00086DF3"/>
    <w:rsid w:val="0009049A"/>
    <w:rsid w:val="0009407F"/>
    <w:rsid w:val="0009414A"/>
    <w:rsid w:val="0009535D"/>
    <w:rsid w:val="000971EC"/>
    <w:rsid w:val="000A096F"/>
    <w:rsid w:val="000A152A"/>
    <w:rsid w:val="000A6A98"/>
    <w:rsid w:val="000B7EB5"/>
    <w:rsid w:val="000D0125"/>
    <w:rsid w:val="000D6FEC"/>
    <w:rsid w:val="000E0998"/>
    <w:rsid w:val="000E1D0B"/>
    <w:rsid w:val="000E282D"/>
    <w:rsid w:val="000F18FB"/>
    <w:rsid w:val="000F2388"/>
    <w:rsid w:val="001044AF"/>
    <w:rsid w:val="00107EA3"/>
    <w:rsid w:val="00113EED"/>
    <w:rsid w:val="00114459"/>
    <w:rsid w:val="0013401F"/>
    <w:rsid w:val="0013582A"/>
    <w:rsid w:val="00141637"/>
    <w:rsid w:val="00152298"/>
    <w:rsid w:val="00156E3F"/>
    <w:rsid w:val="00163B8A"/>
    <w:rsid w:val="00164435"/>
    <w:rsid w:val="001663EB"/>
    <w:rsid w:val="00166BB7"/>
    <w:rsid w:val="00173656"/>
    <w:rsid w:val="00173C06"/>
    <w:rsid w:val="0017476C"/>
    <w:rsid w:val="00180A2C"/>
    <w:rsid w:val="001827FC"/>
    <w:rsid w:val="00187298"/>
    <w:rsid w:val="001902D8"/>
    <w:rsid w:val="001904F7"/>
    <w:rsid w:val="00193EB4"/>
    <w:rsid w:val="0019556A"/>
    <w:rsid w:val="00195C00"/>
    <w:rsid w:val="001A0EE1"/>
    <w:rsid w:val="001A55AE"/>
    <w:rsid w:val="001A570A"/>
    <w:rsid w:val="001C010B"/>
    <w:rsid w:val="001C220E"/>
    <w:rsid w:val="001C2BFD"/>
    <w:rsid w:val="001C3421"/>
    <w:rsid w:val="001D7475"/>
    <w:rsid w:val="001E1225"/>
    <w:rsid w:val="001E20E6"/>
    <w:rsid w:val="001E6111"/>
    <w:rsid w:val="001E788A"/>
    <w:rsid w:val="001F0E62"/>
    <w:rsid w:val="001F6150"/>
    <w:rsid w:val="001F73F6"/>
    <w:rsid w:val="00202BFF"/>
    <w:rsid w:val="002121B4"/>
    <w:rsid w:val="00212E22"/>
    <w:rsid w:val="00215E7F"/>
    <w:rsid w:val="00224414"/>
    <w:rsid w:val="002301CB"/>
    <w:rsid w:val="0023244E"/>
    <w:rsid w:val="00232ED2"/>
    <w:rsid w:val="0024016A"/>
    <w:rsid w:val="00243249"/>
    <w:rsid w:val="00244865"/>
    <w:rsid w:val="00285F50"/>
    <w:rsid w:val="00294544"/>
    <w:rsid w:val="00296726"/>
    <w:rsid w:val="002A032F"/>
    <w:rsid w:val="002A0F1D"/>
    <w:rsid w:val="002A4313"/>
    <w:rsid w:val="002A48AC"/>
    <w:rsid w:val="002A4D8F"/>
    <w:rsid w:val="002A5FEB"/>
    <w:rsid w:val="002B237C"/>
    <w:rsid w:val="002C1B14"/>
    <w:rsid w:val="002C4844"/>
    <w:rsid w:val="002C6323"/>
    <w:rsid w:val="002C777C"/>
    <w:rsid w:val="002D1C96"/>
    <w:rsid w:val="002D303E"/>
    <w:rsid w:val="002D402E"/>
    <w:rsid w:val="002D7323"/>
    <w:rsid w:val="002E136C"/>
    <w:rsid w:val="002E1B14"/>
    <w:rsid w:val="002E7817"/>
    <w:rsid w:val="002F1270"/>
    <w:rsid w:val="002F1BEC"/>
    <w:rsid w:val="002F2C43"/>
    <w:rsid w:val="002F5EC4"/>
    <w:rsid w:val="00301DC2"/>
    <w:rsid w:val="003060DB"/>
    <w:rsid w:val="003116F5"/>
    <w:rsid w:val="00315D7D"/>
    <w:rsid w:val="00322DBA"/>
    <w:rsid w:val="00326F5A"/>
    <w:rsid w:val="003324F2"/>
    <w:rsid w:val="00334DCA"/>
    <w:rsid w:val="00335516"/>
    <w:rsid w:val="00342BB3"/>
    <w:rsid w:val="00343C17"/>
    <w:rsid w:val="00343E60"/>
    <w:rsid w:val="00346770"/>
    <w:rsid w:val="003472A8"/>
    <w:rsid w:val="003548A4"/>
    <w:rsid w:val="00362DBC"/>
    <w:rsid w:val="00373755"/>
    <w:rsid w:val="00374149"/>
    <w:rsid w:val="0037487C"/>
    <w:rsid w:val="003759B5"/>
    <w:rsid w:val="0037652F"/>
    <w:rsid w:val="003777D7"/>
    <w:rsid w:val="003779E2"/>
    <w:rsid w:val="00381345"/>
    <w:rsid w:val="00381721"/>
    <w:rsid w:val="00385B37"/>
    <w:rsid w:val="00386AA6"/>
    <w:rsid w:val="003A01BA"/>
    <w:rsid w:val="003A216B"/>
    <w:rsid w:val="003A2C09"/>
    <w:rsid w:val="003B39D7"/>
    <w:rsid w:val="003B67EA"/>
    <w:rsid w:val="003C0843"/>
    <w:rsid w:val="003C7184"/>
    <w:rsid w:val="003D5AEB"/>
    <w:rsid w:val="003D720D"/>
    <w:rsid w:val="003E2115"/>
    <w:rsid w:val="003E491A"/>
    <w:rsid w:val="003E528E"/>
    <w:rsid w:val="003E780B"/>
    <w:rsid w:val="003F30BB"/>
    <w:rsid w:val="003F3395"/>
    <w:rsid w:val="003F3DB8"/>
    <w:rsid w:val="003F4FB7"/>
    <w:rsid w:val="003F6D38"/>
    <w:rsid w:val="00403E11"/>
    <w:rsid w:val="00410114"/>
    <w:rsid w:val="00411C04"/>
    <w:rsid w:val="00415468"/>
    <w:rsid w:val="004163E5"/>
    <w:rsid w:val="00416AFA"/>
    <w:rsid w:val="004202C0"/>
    <w:rsid w:val="00423F1B"/>
    <w:rsid w:val="004247A8"/>
    <w:rsid w:val="004358D6"/>
    <w:rsid w:val="0044232D"/>
    <w:rsid w:val="00445324"/>
    <w:rsid w:val="00446E81"/>
    <w:rsid w:val="0045083D"/>
    <w:rsid w:val="00456BF8"/>
    <w:rsid w:val="00456EAC"/>
    <w:rsid w:val="00462F4A"/>
    <w:rsid w:val="00464133"/>
    <w:rsid w:val="00480BC3"/>
    <w:rsid w:val="0048208C"/>
    <w:rsid w:val="004872A0"/>
    <w:rsid w:val="0049086F"/>
    <w:rsid w:val="00493FA4"/>
    <w:rsid w:val="004A24BE"/>
    <w:rsid w:val="004B05C7"/>
    <w:rsid w:val="004B25C2"/>
    <w:rsid w:val="004B3017"/>
    <w:rsid w:val="004B6897"/>
    <w:rsid w:val="004B72E2"/>
    <w:rsid w:val="004B7E2C"/>
    <w:rsid w:val="004C412A"/>
    <w:rsid w:val="004C4587"/>
    <w:rsid w:val="004D73BC"/>
    <w:rsid w:val="004E35F9"/>
    <w:rsid w:val="004E3ACB"/>
    <w:rsid w:val="004E4891"/>
    <w:rsid w:val="004E617C"/>
    <w:rsid w:val="004E6E82"/>
    <w:rsid w:val="004F38DB"/>
    <w:rsid w:val="004F48EE"/>
    <w:rsid w:val="004F6768"/>
    <w:rsid w:val="004F6E70"/>
    <w:rsid w:val="004F6E73"/>
    <w:rsid w:val="00500CC6"/>
    <w:rsid w:val="00501173"/>
    <w:rsid w:val="005120F1"/>
    <w:rsid w:val="00513D3E"/>
    <w:rsid w:val="00514A76"/>
    <w:rsid w:val="00516E07"/>
    <w:rsid w:val="00520920"/>
    <w:rsid w:val="005240EB"/>
    <w:rsid w:val="0053256A"/>
    <w:rsid w:val="0054014C"/>
    <w:rsid w:val="0054057A"/>
    <w:rsid w:val="005451E2"/>
    <w:rsid w:val="0054628E"/>
    <w:rsid w:val="00551B41"/>
    <w:rsid w:val="005658A7"/>
    <w:rsid w:val="00565931"/>
    <w:rsid w:val="00565C85"/>
    <w:rsid w:val="00566621"/>
    <w:rsid w:val="00575F2C"/>
    <w:rsid w:val="00580800"/>
    <w:rsid w:val="00582C4D"/>
    <w:rsid w:val="005851F8"/>
    <w:rsid w:val="00586B52"/>
    <w:rsid w:val="0059088E"/>
    <w:rsid w:val="00593E83"/>
    <w:rsid w:val="00595741"/>
    <w:rsid w:val="005972C8"/>
    <w:rsid w:val="005B06B9"/>
    <w:rsid w:val="005C310E"/>
    <w:rsid w:val="005C5657"/>
    <w:rsid w:val="005C7FDB"/>
    <w:rsid w:val="005D3BE6"/>
    <w:rsid w:val="005D3F8B"/>
    <w:rsid w:val="005D4518"/>
    <w:rsid w:val="005D4F09"/>
    <w:rsid w:val="005D502F"/>
    <w:rsid w:val="005D79E8"/>
    <w:rsid w:val="005E1C09"/>
    <w:rsid w:val="005E4393"/>
    <w:rsid w:val="005E4A20"/>
    <w:rsid w:val="005E6103"/>
    <w:rsid w:val="005F2C67"/>
    <w:rsid w:val="00602830"/>
    <w:rsid w:val="006153A6"/>
    <w:rsid w:val="0062037D"/>
    <w:rsid w:val="00620A08"/>
    <w:rsid w:val="00622B30"/>
    <w:rsid w:val="00631B73"/>
    <w:rsid w:val="00632470"/>
    <w:rsid w:val="0063718D"/>
    <w:rsid w:val="00640748"/>
    <w:rsid w:val="0064441A"/>
    <w:rsid w:val="006449CD"/>
    <w:rsid w:val="00650910"/>
    <w:rsid w:val="00654303"/>
    <w:rsid w:val="006607B0"/>
    <w:rsid w:val="00663519"/>
    <w:rsid w:val="0066774C"/>
    <w:rsid w:val="006722C9"/>
    <w:rsid w:val="00673941"/>
    <w:rsid w:val="00686AB2"/>
    <w:rsid w:val="00687F06"/>
    <w:rsid w:val="00695BC6"/>
    <w:rsid w:val="00696EF1"/>
    <w:rsid w:val="006A2001"/>
    <w:rsid w:val="006A5D79"/>
    <w:rsid w:val="006B2462"/>
    <w:rsid w:val="006B773D"/>
    <w:rsid w:val="006C253D"/>
    <w:rsid w:val="006C59A9"/>
    <w:rsid w:val="006E0EF9"/>
    <w:rsid w:val="006E7EC3"/>
    <w:rsid w:val="006F49D7"/>
    <w:rsid w:val="00707D87"/>
    <w:rsid w:val="007102E4"/>
    <w:rsid w:val="007218C1"/>
    <w:rsid w:val="00721CFB"/>
    <w:rsid w:val="00726AB0"/>
    <w:rsid w:val="00726BE3"/>
    <w:rsid w:val="00730823"/>
    <w:rsid w:val="00734FC2"/>
    <w:rsid w:val="00735180"/>
    <w:rsid w:val="00735EDA"/>
    <w:rsid w:val="00736067"/>
    <w:rsid w:val="00736106"/>
    <w:rsid w:val="00742D4B"/>
    <w:rsid w:val="00743FFD"/>
    <w:rsid w:val="00750781"/>
    <w:rsid w:val="00754BEF"/>
    <w:rsid w:val="007606C7"/>
    <w:rsid w:val="0076730D"/>
    <w:rsid w:val="00777C7A"/>
    <w:rsid w:val="00780791"/>
    <w:rsid w:val="0078083F"/>
    <w:rsid w:val="007838D4"/>
    <w:rsid w:val="00783B28"/>
    <w:rsid w:val="00792ADE"/>
    <w:rsid w:val="00793A9C"/>
    <w:rsid w:val="007979D6"/>
    <w:rsid w:val="007A24DB"/>
    <w:rsid w:val="007A6242"/>
    <w:rsid w:val="007A66B0"/>
    <w:rsid w:val="007B19A2"/>
    <w:rsid w:val="007B2D3E"/>
    <w:rsid w:val="007B4326"/>
    <w:rsid w:val="007B6C41"/>
    <w:rsid w:val="007C15F5"/>
    <w:rsid w:val="007C3EE6"/>
    <w:rsid w:val="007C541D"/>
    <w:rsid w:val="007C6074"/>
    <w:rsid w:val="007C6963"/>
    <w:rsid w:val="007C767A"/>
    <w:rsid w:val="007D2612"/>
    <w:rsid w:val="007D488B"/>
    <w:rsid w:val="007D6408"/>
    <w:rsid w:val="007D7DA7"/>
    <w:rsid w:val="007E0400"/>
    <w:rsid w:val="007E36F4"/>
    <w:rsid w:val="007E6C9F"/>
    <w:rsid w:val="007E6CAD"/>
    <w:rsid w:val="007F38D3"/>
    <w:rsid w:val="007F4E38"/>
    <w:rsid w:val="0080719D"/>
    <w:rsid w:val="0081689F"/>
    <w:rsid w:val="00817B71"/>
    <w:rsid w:val="0082112F"/>
    <w:rsid w:val="00821986"/>
    <w:rsid w:val="00821AE9"/>
    <w:rsid w:val="00821D77"/>
    <w:rsid w:val="00823000"/>
    <w:rsid w:val="00823AFF"/>
    <w:rsid w:val="0083189C"/>
    <w:rsid w:val="00832EBF"/>
    <w:rsid w:val="00834985"/>
    <w:rsid w:val="00844EBC"/>
    <w:rsid w:val="00862ABB"/>
    <w:rsid w:val="008673F8"/>
    <w:rsid w:val="00870EF0"/>
    <w:rsid w:val="00875231"/>
    <w:rsid w:val="008759E4"/>
    <w:rsid w:val="00882A4D"/>
    <w:rsid w:val="00887A4E"/>
    <w:rsid w:val="00887CB7"/>
    <w:rsid w:val="00890607"/>
    <w:rsid w:val="0089128E"/>
    <w:rsid w:val="0089231C"/>
    <w:rsid w:val="00895EAC"/>
    <w:rsid w:val="00897C86"/>
    <w:rsid w:val="008A4248"/>
    <w:rsid w:val="008A4B9C"/>
    <w:rsid w:val="008A4CDD"/>
    <w:rsid w:val="008B36A0"/>
    <w:rsid w:val="008B6FE9"/>
    <w:rsid w:val="008C0AAB"/>
    <w:rsid w:val="008D0753"/>
    <w:rsid w:val="008D11E0"/>
    <w:rsid w:val="008D11EE"/>
    <w:rsid w:val="008D5F1D"/>
    <w:rsid w:val="008E3FB8"/>
    <w:rsid w:val="008E4D4E"/>
    <w:rsid w:val="008E7F70"/>
    <w:rsid w:val="0090282A"/>
    <w:rsid w:val="0090756B"/>
    <w:rsid w:val="00911CB3"/>
    <w:rsid w:val="009129C3"/>
    <w:rsid w:val="00912C13"/>
    <w:rsid w:val="00913400"/>
    <w:rsid w:val="00915309"/>
    <w:rsid w:val="00915C92"/>
    <w:rsid w:val="0091625C"/>
    <w:rsid w:val="009177C7"/>
    <w:rsid w:val="00931FC3"/>
    <w:rsid w:val="00932B02"/>
    <w:rsid w:val="00932E10"/>
    <w:rsid w:val="009330D6"/>
    <w:rsid w:val="00934487"/>
    <w:rsid w:val="009344E7"/>
    <w:rsid w:val="009416DA"/>
    <w:rsid w:val="009434CD"/>
    <w:rsid w:val="00947696"/>
    <w:rsid w:val="00950B88"/>
    <w:rsid w:val="0095161A"/>
    <w:rsid w:val="00952CFB"/>
    <w:rsid w:val="00973E76"/>
    <w:rsid w:val="00986E3A"/>
    <w:rsid w:val="00991045"/>
    <w:rsid w:val="00994A96"/>
    <w:rsid w:val="00996CEA"/>
    <w:rsid w:val="009A2B73"/>
    <w:rsid w:val="009A4139"/>
    <w:rsid w:val="009A6AC1"/>
    <w:rsid w:val="009B0A83"/>
    <w:rsid w:val="009C419D"/>
    <w:rsid w:val="009D2A02"/>
    <w:rsid w:val="009D5FF4"/>
    <w:rsid w:val="009E1077"/>
    <w:rsid w:val="009E6696"/>
    <w:rsid w:val="009E6DD3"/>
    <w:rsid w:val="009F3B4C"/>
    <w:rsid w:val="009F3F8B"/>
    <w:rsid w:val="009F54B3"/>
    <w:rsid w:val="009F5AD6"/>
    <w:rsid w:val="009F5CB0"/>
    <w:rsid w:val="009F7925"/>
    <w:rsid w:val="00A00851"/>
    <w:rsid w:val="00A019D9"/>
    <w:rsid w:val="00A064C0"/>
    <w:rsid w:val="00A066E4"/>
    <w:rsid w:val="00A11712"/>
    <w:rsid w:val="00A12AC7"/>
    <w:rsid w:val="00A20597"/>
    <w:rsid w:val="00A25CCB"/>
    <w:rsid w:val="00A31C3E"/>
    <w:rsid w:val="00A349B9"/>
    <w:rsid w:val="00A4292C"/>
    <w:rsid w:val="00A453BA"/>
    <w:rsid w:val="00A45B06"/>
    <w:rsid w:val="00A46924"/>
    <w:rsid w:val="00A52944"/>
    <w:rsid w:val="00A626D1"/>
    <w:rsid w:val="00A640A8"/>
    <w:rsid w:val="00A744DB"/>
    <w:rsid w:val="00A74625"/>
    <w:rsid w:val="00A80451"/>
    <w:rsid w:val="00A82CD5"/>
    <w:rsid w:val="00A87665"/>
    <w:rsid w:val="00A92FD9"/>
    <w:rsid w:val="00A9683A"/>
    <w:rsid w:val="00AA2E5E"/>
    <w:rsid w:val="00AA5A9D"/>
    <w:rsid w:val="00AB1450"/>
    <w:rsid w:val="00AB4A9D"/>
    <w:rsid w:val="00AB678C"/>
    <w:rsid w:val="00AB737C"/>
    <w:rsid w:val="00AB7E94"/>
    <w:rsid w:val="00AB7EE8"/>
    <w:rsid w:val="00AC277E"/>
    <w:rsid w:val="00AC4B44"/>
    <w:rsid w:val="00AD03CF"/>
    <w:rsid w:val="00AD3963"/>
    <w:rsid w:val="00AD533E"/>
    <w:rsid w:val="00AE0793"/>
    <w:rsid w:val="00AE0CB4"/>
    <w:rsid w:val="00AE116F"/>
    <w:rsid w:val="00AE19C5"/>
    <w:rsid w:val="00AE1D60"/>
    <w:rsid w:val="00AF7252"/>
    <w:rsid w:val="00AF7D00"/>
    <w:rsid w:val="00B00C5F"/>
    <w:rsid w:val="00B010DA"/>
    <w:rsid w:val="00B04528"/>
    <w:rsid w:val="00B077E5"/>
    <w:rsid w:val="00B12391"/>
    <w:rsid w:val="00B13773"/>
    <w:rsid w:val="00B14E94"/>
    <w:rsid w:val="00B219B5"/>
    <w:rsid w:val="00B22749"/>
    <w:rsid w:val="00B22A27"/>
    <w:rsid w:val="00B22DC6"/>
    <w:rsid w:val="00B26B13"/>
    <w:rsid w:val="00B3287B"/>
    <w:rsid w:val="00B37311"/>
    <w:rsid w:val="00B44560"/>
    <w:rsid w:val="00B44D46"/>
    <w:rsid w:val="00B5192C"/>
    <w:rsid w:val="00B5226B"/>
    <w:rsid w:val="00B53C48"/>
    <w:rsid w:val="00B54DF1"/>
    <w:rsid w:val="00B55F61"/>
    <w:rsid w:val="00B56B8A"/>
    <w:rsid w:val="00B632F6"/>
    <w:rsid w:val="00B651F4"/>
    <w:rsid w:val="00B673C3"/>
    <w:rsid w:val="00B70428"/>
    <w:rsid w:val="00B72411"/>
    <w:rsid w:val="00B756F4"/>
    <w:rsid w:val="00B80F08"/>
    <w:rsid w:val="00B84266"/>
    <w:rsid w:val="00B876F4"/>
    <w:rsid w:val="00B954C6"/>
    <w:rsid w:val="00BA340C"/>
    <w:rsid w:val="00BA50DA"/>
    <w:rsid w:val="00BA6595"/>
    <w:rsid w:val="00BB2B18"/>
    <w:rsid w:val="00BB45E6"/>
    <w:rsid w:val="00BC20C5"/>
    <w:rsid w:val="00BC2167"/>
    <w:rsid w:val="00BC26D4"/>
    <w:rsid w:val="00BC5D71"/>
    <w:rsid w:val="00BC7E97"/>
    <w:rsid w:val="00BD3CE9"/>
    <w:rsid w:val="00BE1BDC"/>
    <w:rsid w:val="00BE2721"/>
    <w:rsid w:val="00BE2AEF"/>
    <w:rsid w:val="00BE387E"/>
    <w:rsid w:val="00BE6BE6"/>
    <w:rsid w:val="00BF74AD"/>
    <w:rsid w:val="00BF7EFC"/>
    <w:rsid w:val="00C002F0"/>
    <w:rsid w:val="00C020E5"/>
    <w:rsid w:val="00C02708"/>
    <w:rsid w:val="00C063A3"/>
    <w:rsid w:val="00C10690"/>
    <w:rsid w:val="00C15D77"/>
    <w:rsid w:val="00C17B37"/>
    <w:rsid w:val="00C25CF3"/>
    <w:rsid w:val="00C31270"/>
    <w:rsid w:val="00C51428"/>
    <w:rsid w:val="00C51BB9"/>
    <w:rsid w:val="00C61C77"/>
    <w:rsid w:val="00C634C1"/>
    <w:rsid w:val="00C72EEE"/>
    <w:rsid w:val="00C75BC5"/>
    <w:rsid w:val="00C92CE1"/>
    <w:rsid w:val="00C97EAD"/>
    <w:rsid w:val="00CA2A33"/>
    <w:rsid w:val="00CA6465"/>
    <w:rsid w:val="00CB7172"/>
    <w:rsid w:val="00CB796C"/>
    <w:rsid w:val="00CC4B0A"/>
    <w:rsid w:val="00CC5C1D"/>
    <w:rsid w:val="00CD4B51"/>
    <w:rsid w:val="00CD50C3"/>
    <w:rsid w:val="00CD630E"/>
    <w:rsid w:val="00CE0712"/>
    <w:rsid w:val="00CE1A15"/>
    <w:rsid w:val="00CE1C2C"/>
    <w:rsid w:val="00CE79EF"/>
    <w:rsid w:val="00CF264D"/>
    <w:rsid w:val="00CF703E"/>
    <w:rsid w:val="00CF7745"/>
    <w:rsid w:val="00D01FA5"/>
    <w:rsid w:val="00D02EDE"/>
    <w:rsid w:val="00D0318E"/>
    <w:rsid w:val="00D05866"/>
    <w:rsid w:val="00D05BEC"/>
    <w:rsid w:val="00D074A7"/>
    <w:rsid w:val="00D10B16"/>
    <w:rsid w:val="00D14BE2"/>
    <w:rsid w:val="00D1737E"/>
    <w:rsid w:val="00D2126B"/>
    <w:rsid w:val="00D25201"/>
    <w:rsid w:val="00D278D1"/>
    <w:rsid w:val="00D320B2"/>
    <w:rsid w:val="00D36042"/>
    <w:rsid w:val="00D45290"/>
    <w:rsid w:val="00D470F1"/>
    <w:rsid w:val="00D47976"/>
    <w:rsid w:val="00D50806"/>
    <w:rsid w:val="00D51CAC"/>
    <w:rsid w:val="00D57B42"/>
    <w:rsid w:val="00D61047"/>
    <w:rsid w:val="00D61F52"/>
    <w:rsid w:val="00D763DC"/>
    <w:rsid w:val="00D80FF2"/>
    <w:rsid w:val="00D82E29"/>
    <w:rsid w:val="00D96ECD"/>
    <w:rsid w:val="00DA12B9"/>
    <w:rsid w:val="00DA538C"/>
    <w:rsid w:val="00DA5DD9"/>
    <w:rsid w:val="00DB5CD2"/>
    <w:rsid w:val="00DB67F8"/>
    <w:rsid w:val="00DC1563"/>
    <w:rsid w:val="00DC17E3"/>
    <w:rsid w:val="00DC36B5"/>
    <w:rsid w:val="00DC4BF7"/>
    <w:rsid w:val="00DC62CC"/>
    <w:rsid w:val="00DE0556"/>
    <w:rsid w:val="00DE1CCD"/>
    <w:rsid w:val="00DE2F53"/>
    <w:rsid w:val="00DE7BE6"/>
    <w:rsid w:val="00DF5DF4"/>
    <w:rsid w:val="00DF6B74"/>
    <w:rsid w:val="00E001A8"/>
    <w:rsid w:val="00E04935"/>
    <w:rsid w:val="00E04BB4"/>
    <w:rsid w:val="00E12930"/>
    <w:rsid w:val="00E16F2A"/>
    <w:rsid w:val="00E210D0"/>
    <w:rsid w:val="00E26ADC"/>
    <w:rsid w:val="00E27354"/>
    <w:rsid w:val="00E30F04"/>
    <w:rsid w:val="00E37624"/>
    <w:rsid w:val="00E45934"/>
    <w:rsid w:val="00E50EC3"/>
    <w:rsid w:val="00E51727"/>
    <w:rsid w:val="00E61CAF"/>
    <w:rsid w:val="00E6325F"/>
    <w:rsid w:val="00E70374"/>
    <w:rsid w:val="00E72CF0"/>
    <w:rsid w:val="00E73764"/>
    <w:rsid w:val="00E7550F"/>
    <w:rsid w:val="00E76E93"/>
    <w:rsid w:val="00E832C5"/>
    <w:rsid w:val="00E84E71"/>
    <w:rsid w:val="00E84E9E"/>
    <w:rsid w:val="00E85F9D"/>
    <w:rsid w:val="00E86FA9"/>
    <w:rsid w:val="00E96A15"/>
    <w:rsid w:val="00EA733A"/>
    <w:rsid w:val="00EB2E66"/>
    <w:rsid w:val="00EB3630"/>
    <w:rsid w:val="00EB4252"/>
    <w:rsid w:val="00EB5663"/>
    <w:rsid w:val="00EC30BE"/>
    <w:rsid w:val="00EC3691"/>
    <w:rsid w:val="00EC386A"/>
    <w:rsid w:val="00ED1125"/>
    <w:rsid w:val="00ED5732"/>
    <w:rsid w:val="00ED5F68"/>
    <w:rsid w:val="00EE32E6"/>
    <w:rsid w:val="00EE4172"/>
    <w:rsid w:val="00EE4B5A"/>
    <w:rsid w:val="00EF2255"/>
    <w:rsid w:val="00EF277A"/>
    <w:rsid w:val="00EF4197"/>
    <w:rsid w:val="00EF5B8A"/>
    <w:rsid w:val="00EF6A1D"/>
    <w:rsid w:val="00F004AD"/>
    <w:rsid w:val="00F03282"/>
    <w:rsid w:val="00F040EF"/>
    <w:rsid w:val="00F072B9"/>
    <w:rsid w:val="00F135CE"/>
    <w:rsid w:val="00F1465B"/>
    <w:rsid w:val="00F1533B"/>
    <w:rsid w:val="00F16809"/>
    <w:rsid w:val="00F21DF1"/>
    <w:rsid w:val="00F22CFA"/>
    <w:rsid w:val="00F255C1"/>
    <w:rsid w:val="00F3160B"/>
    <w:rsid w:val="00F31C73"/>
    <w:rsid w:val="00F335EC"/>
    <w:rsid w:val="00F366B3"/>
    <w:rsid w:val="00F36BFA"/>
    <w:rsid w:val="00F42B81"/>
    <w:rsid w:val="00F4325E"/>
    <w:rsid w:val="00F51297"/>
    <w:rsid w:val="00F51478"/>
    <w:rsid w:val="00F521A7"/>
    <w:rsid w:val="00F536A5"/>
    <w:rsid w:val="00F632A5"/>
    <w:rsid w:val="00F658CC"/>
    <w:rsid w:val="00F66AA1"/>
    <w:rsid w:val="00F707AC"/>
    <w:rsid w:val="00F73032"/>
    <w:rsid w:val="00F73EFF"/>
    <w:rsid w:val="00F86A97"/>
    <w:rsid w:val="00F87E4E"/>
    <w:rsid w:val="00F96505"/>
    <w:rsid w:val="00FA0CA6"/>
    <w:rsid w:val="00FA2E2C"/>
    <w:rsid w:val="00FA3979"/>
    <w:rsid w:val="00FA4BF2"/>
    <w:rsid w:val="00FB23F4"/>
    <w:rsid w:val="00FC25BD"/>
    <w:rsid w:val="00FD1259"/>
    <w:rsid w:val="00FD2DA8"/>
    <w:rsid w:val="00FD3D70"/>
    <w:rsid w:val="00FE469B"/>
    <w:rsid w:val="00FE5608"/>
    <w:rsid w:val="00FE746D"/>
    <w:rsid w:val="00FE7FC0"/>
    <w:rsid w:val="00FF4862"/>
    <w:rsid w:val="00FF5C19"/>
    <w:rsid w:val="00FF71E4"/>
    <w:rsid w:val="02ED5DF8"/>
    <w:rsid w:val="04801B06"/>
    <w:rsid w:val="07C84643"/>
    <w:rsid w:val="0E186C97"/>
    <w:rsid w:val="10255B4A"/>
    <w:rsid w:val="11902A8A"/>
    <w:rsid w:val="154343F7"/>
    <w:rsid w:val="15B11933"/>
    <w:rsid w:val="1BAB1490"/>
    <w:rsid w:val="1FF43B4B"/>
    <w:rsid w:val="284D71FD"/>
    <w:rsid w:val="2E7E37DC"/>
    <w:rsid w:val="326A24FC"/>
    <w:rsid w:val="32AC7425"/>
    <w:rsid w:val="37F55D05"/>
    <w:rsid w:val="39F45197"/>
    <w:rsid w:val="3C16246C"/>
    <w:rsid w:val="3D34322B"/>
    <w:rsid w:val="3DB500AF"/>
    <w:rsid w:val="3E120182"/>
    <w:rsid w:val="3F327526"/>
    <w:rsid w:val="44594D8B"/>
    <w:rsid w:val="4541586E"/>
    <w:rsid w:val="45B64390"/>
    <w:rsid w:val="4DDA6F61"/>
    <w:rsid w:val="50D66E63"/>
    <w:rsid w:val="51E64ACD"/>
    <w:rsid w:val="52B87F79"/>
    <w:rsid w:val="568D0913"/>
    <w:rsid w:val="57D94BBE"/>
    <w:rsid w:val="57F922F6"/>
    <w:rsid w:val="5ABE73FB"/>
    <w:rsid w:val="5B754127"/>
    <w:rsid w:val="5C6A7506"/>
    <w:rsid w:val="5C731CFC"/>
    <w:rsid w:val="5E8D3494"/>
    <w:rsid w:val="644F7ABD"/>
    <w:rsid w:val="661204ED"/>
    <w:rsid w:val="68E70A27"/>
    <w:rsid w:val="6CEF1E38"/>
    <w:rsid w:val="6F4C111A"/>
    <w:rsid w:val="6F6E46D8"/>
    <w:rsid w:val="6F846238"/>
    <w:rsid w:val="700F495D"/>
    <w:rsid w:val="72BA3CB3"/>
    <w:rsid w:val="75581C94"/>
    <w:rsid w:val="789D42C8"/>
    <w:rsid w:val="7A13354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pPr>
      <w:numPr>
        <w:ilvl w:val="0"/>
        <w:numId w:val="1"/>
      </w:numPr>
      <w:tabs>
        <w:tab w:val="left" w:pos="360"/>
      </w:tabs>
    </w:pPr>
    <w:rPr>
      <w:rFonts w:ascii="Calibri" w:hAnsi="Calibri"/>
      <w:szCs w:val="22"/>
    </w:rPr>
  </w:style>
  <w:style w:type="paragraph" w:styleId="CommentText">
    <w:name w:val="annotation text"/>
    <w:basedOn w:val="Normal"/>
    <w:semiHidden/>
    <w:pPr>
      <w:jc w:val="left"/>
    </w:pPr>
    <w:rPr>
      <w:szCs w:val="24"/>
    </w:rPr>
  </w:style>
  <w:style w:type="paragraph" w:styleId="BodyText">
    <w:name w:val="Body Text"/>
    <w:basedOn w:val="Normal"/>
    <w:rPr>
      <w:sz w:val="18"/>
    </w:rPr>
  </w:style>
  <w:style w:type="paragraph" w:styleId="BodyTextIndent">
    <w:name w:val="Body Text Indent"/>
    <w:basedOn w:val="Normal"/>
    <w:pPr>
      <w:spacing w:after="120"/>
      <w:ind w:left="420" w:leftChars="200"/>
    </w:pPr>
  </w:style>
  <w:style w:type="paragraph" w:styleId="BlockText">
    <w:name w:val="Block Text"/>
    <w:basedOn w:val="Normal"/>
    <w:pPr>
      <w:ind w:left="178" w:right="384" w:firstLine="361" w:leftChars="85" w:firstLineChars="172"/>
    </w:pPr>
    <w:rPr>
      <w:rFonts w:eastAsia="楷体_GB2312"/>
    </w:rPr>
  </w:style>
  <w:style w:type="paragraph" w:styleId="PlainText">
    <w:name w:val="Plain Text"/>
    <w:basedOn w:val="Normal"/>
    <w:link w:val="Char"/>
    <w:rPr>
      <w:rFonts w:ascii="宋体" w:hAnsi="Courier New"/>
    </w:rPr>
  </w:style>
  <w:style w:type="character" w:customStyle="1" w:styleId="Char">
    <w:name w:val="纯文本 Char"/>
    <w:link w:val="PlainText"/>
    <w:rPr>
      <w:rFonts w:ascii="宋体" w:eastAsia="宋体" w:hAnsi="Courier New"/>
      <w:kern w:val="2"/>
      <w:sz w:val="21"/>
      <w:lang w:val="en-US" w:eastAsia="zh-CN" w:bidi="ar-SA"/>
    </w:rPr>
  </w:style>
  <w:style w:type="paragraph" w:styleId="BodyTextIndent2">
    <w:name w:val="Body Text Indent 2"/>
    <w:basedOn w:val="Normal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Footer"/>
    <w:rPr>
      <w:rFonts w:eastAsia="宋体"/>
      <w:kern w:val="2"/>
      <w:sz w:val="18"/>
      <w:lang w:val="en-US" w:eastAsia="zh-CN" w:bidi="ar-SA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页眉 Char"/>
    <w:link w:val="Header"/>
    <w:rPr>
      <w:rFonts w:eastAsia="宋体"/>
      <w:kern w:val="2"/>
      <w:sz w:val="18"/>
      <w:lang w:val="en-US" w:eastAsia="zh-CN" w:bidi="ar-SA"/>
    </w:rPr>
  </w:style>
  <w:style w:type="paragraph" w:styleId="List">
    <w:name w:val="List"/>
    <w:basedOn w:val="Normal"/>
    <w:pPr>
      <w:ind w:left="200" w:hanging="200" w:hangingChars="200"/>
    </w:pPr>
    <w:rPr>
      <w:szCs w:val="24"/>
    </w:rPr>
  </w:style>
  <w:style w:type="paragraph" w:styleId="BodyTextIndent3">
    <w:name w:val="Body Text Indent 3"/>
    <w:basedOn w:val="Normal"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HTMLPreformatted">
    <w:name w:val="HTML Preformatted"/>
    <w:basedOn w:val="Normal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</w:rPr>
  </w:style>
  <w:style w:type="character" w:customStyle="1" w:styleId="HTMLChar">
    <w:name w:val="HTML 预设格式 Char"/>
    <w:link w:val="HTMLPreformatted"/>
    <w:rPr>
      <w:rFonts w:ascii="黑体" w:eastAsia="黑体" w:hAnsi="Courier New" w:cs="Courier New"/>
      <w:lang w:val="en-US" w:eastAsia="zh-CN" w:bidi="ar-SA"/>
    </w:rPr>
  </w:style>
  <w:style w:type="paragraph" w:styleId="NormalWeb">
    <w:name w:val="Normal (Web)"/>
    <w:basedOn w:val="Normal"/>
    <w:link w:val="Char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Char2">
    <w:name w:val="普通(网站) Char"/>
    <w:link w:val="NormalWeb"/>
    <w:locked/>
    <w:rPr>
      <w:rFonts w:ascii="宋体" w:eastAsia="宋体" w:hAnsi="宋体" w:cs="宋体"/>
      <w:sz w:val="18"/>
      <w:szCs w:val="18"/>
      <w:lang w:val="en-US" w:eastAsia="zh-CN" w:bidi="ar-SA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</w:style>
  <w:style w:type="character" w:styleId="FollowedHyperlink">
    <w:name w:val="FollowedHyperlink"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Pr>
      <w:sz w:val="21"/>
      <w:szCs w:val="21"/>
    </w:rPr>
  </w:style>
  <w:style w:type="character" w:customStyle="1" w:styleId="apple-style-span">
    <w:name w:val="apple-style-span"/>
  </w:style>
  <w:style w:type="character" w:customStyle="1" w:styleId="BT3Char">
    <w:name w:val="BT3 Char"/>
    <w:link w:val="BT3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BT3">
    <w:name w:val="BT3"/>
    <w:basedOn w:val="Normal"/>
    <w:link w:val="BT3Char"/>
    <w:pPr>
      <w:jc w:val="center"/>
    </w:pPr>
    <w:rPr>
      <w:rFonts w:eastAsia="方正小标宋简体" w:cs="宋体"/>
      <w:sz w:val="29"/>
    </w:rPr>
  </w:style>
  <w:style w:type="character" w:customStyle="1" w:styleId="BT5">
    <w:name w:val="BT5"/>
    <w:rPr>
      <w:rFonts w:eastAsia="黑体"/>
      <w:bCs/>
    </w:rPr>
  </w:style>
  <w:style w:type="character" w:customStyle="1" w:styleId="keypoint">
    <w:name w:val="key_point"/>
  </w:style>
  <w:style w:type="character" w:customStyle="1" w:styleId="4CharChar">
    <w:name w:val="4 Char Char"/>
    <w:link w:val="4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4">
    <w:name w:val="4"/>
    <w:basedOn w:val="Normal"/>
    <w:link w:val="4CharChar"/>
    <w:pPr>
      <w:jc w:val="center"/>
    </w:pPr>
    <w:rPr>
      <w:rFonts w:eastAsia="方正小标宋简体" w:cs="宋体"/>
      <w:sz w:val="29"/>
    </w:rPr>
  </w:style>
  <w:style w:type="character" w:customStyle="1" w:styleId="BT4">
    <w:name w:val="BT4"/>
    <w:rPr>
      <w:rFonts w:eastAsia="方正仿宋_GBK"/>
      <w:sz w:val="25"/>
    </w:rPr>
  </w:style>
  <w:style w:type="character" w:customStyle="1" w:styleId="2Char">
    <w:name w:val="2 Char"/>
    <w:link w:val="2"/>
    <w:rPr>
      <w:rFonts w:eastAsia="宋体" w:cs="宋体"/>
      <w:b/>
      <w:kern w:val="2"/>
      <w:sz w:val="32"/>
      <w:lang w:val="en-US" w:eastAsia="zh-CN" w:bidi="ar-SA"/>
    </w:rPr>
  </w:style>
  <w:style w:type="paragraph" w:customStyle="1" w:styleId="2">
    <w:name w:val="2"/>
    <w:basedOn w:val="Normal"/>
    <w:link w:val="2Char"/>
    <w:pPr>
      <w:jc w:val="center"/>
    </w:pPr>
    <w:rPr>
      <w:rFonts w:cs="宋体"/>
      <w:b/>
      <w:sz w:val="32"/>
    </w:rPr>
  </w:style>
  <w:style w:type="character" w:customStyle="1" w:styleId="5">
    <w:name w:val="5"/>
    <w:rPr>
      <w:rFonts w:ascii="黑体" w:eastAsia="黑体" w:hAnsi="黑体"/>
      <w:sz w:val="21"/>
    </w:rPr>
  </w:style>
  <w:style w:type="character" w:customStyle="1" w:styleId="BT2Char">
    <w:name w:val="BT2 Char"/>
    <w:link w:val="BT2"/>
    <w:rPr>
      <w:rFonts w:eastAsia="黑体" w:cs="宋体"/>
      <w:b/>
      <w:bCs/>
      <w:kern w:val="2"/>
      <w:sz w:val="32"/>
      <w:lang w:val="en-US" w:eastAsia="zh-CN" w:bidi="ar-SA"/>
    </w:rPr>
  </w:style>
  <w:style w:type="paragraph" w:customStyle="1" w:styleId="BT2">
    <w:name w:val="BT2"/>
    <w:basedOn w:val="Normal"/>
    <w:link w:val="BT2Char"/>
    <w:pPr>
      <w:jc w:val="center"/>
    </w:pPr>
    <w:rPr>
      <w:rFonts w:eastAsia="黑体" w:cs="宋体"/>
      <w:b/>
      <w:bCs/>
      <w:sz w:val="32"/>
    </w:rPr>
  </w:style>
  <w:style w:type="character" w:customStyle="1" w:styleId="tcnt3">
    <w:name w:val="tcnt3"/>
  </w:style>
  <w:style w:type="character" w:customStyle="1" w:styleId="3">
    <w:name w:val="3"/>
    <w:rPr>
      <w:rFonts w:eastAsia="方正仿宋_GBK"/>
      <w:sz w:val="25"/>
    </w:rPr>
  </w:style>
  <w:style w:type="character" w:customStyle="1" w:styleId="pronounce1">
    <w:name w:val="pronounce1"/>
  </w:style>
  <w:style w:type="paragraph" w:customStyle="1" w:styleId="BT1">
    <w:name w:val="BT1"/>
    <w:basedOn w:val="Normal"/>
    <w:pPr>
      <w:jc w:val="center"/>
    </w:pPr>
    <w:rPr>
      <w:rFonts w:cs="宋体"/>
      <w:b/>
      <w:bCs/>
      <w:sz w:val="44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BDDDDD">
    <w:name w:val="BDDDDD"/>
    <w:basedOn w:val="Normal"/>
    <w:pPr>
      <w:jc w:val="center"/>
    </w:pPr>
    <w:rPr>
      <w:rFonts w:cs="宋体"/>
      <w:b/>
      <w:bCs/>
      <w:sz w:val="23"/>
    </w:rPr>
  </w:style>
  <w:style w:type="paragraph" w:customStyle="1" w:styleId="p0">
    <w:name w:val="p0"/>
    <w:basedOn w:val="Normal"/>
    <w:pPr>
      <w:widowControl/>
    </w:pPr>
    <w:rPr>
      <w:kern w:val="0"/>
      <w:szCs w:val="21"/>
    </w:rPr>
  </w:style>
  <w:style w:type="paragraph" w:customStyle="1" w:styleId="001">
    <w:name w:val="样式 (中文) 黑体 加粗 悬挂缩进: 0.01 字符"/>
    <w:basedOn w:val="Normal"/>
    <w:pPr>
      <w:ind w:hanging="1"/>
    </w:pPr>
    <w:rPr>
      <w:rFonts w:eastAsia="黑体" w:cs="宋体"/>
      <w:bCs/>
    </w:rPr>
  </w:style>
  <w:style w:type="paragraph" w:customStyle="1" w:styleId="1">
    <w:name w:val="1"/>
    <w:basedOn w:val="Normal"/>
    <w:pPr>
      <w:jc w:val="center"/>
    </w:pPr>
    <w:rPr>
      <w:rFonts w:cs="宋体"/>
      <w:b/>
      <w:sz w:val="44"/>
    </w:rPr>
  </w:style>
  <w:style w:type="paragraph" w:customStyle="1" w:styleId="p15">
    <w:name w:val="p15"/>
    <w:basedOn w:val="Normal"/>
    <w:pPr>
      <w:widowControl/>
    </w:pPr>
    <w:rPr>
      <w:rFonts w:ascii="宋体" w:hAnsi="宋体" w:cs="宋体"/>
      <w:kern w:val="0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a">
    <w:name w:val="简单回函地址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7.jpeg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1826</Words>
  <Characters>10412</Characters>
  <Application>Microsoft Office Word</Application>
  <DocSecurity>0</DocSecurity>
  <Lines>86</Lines>
  <Paragraphs>24</Paragraphs>
  <ScaleCrop>false</ScaleCrop>
  <Company>syzx</Company>
  <LinksUpToDate>false</LinksUpToDate>
  <CharactersWithSpaces>12214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初中地理复习试卷</dc:title>
  <dc:creator>h</dc:creator>
  <cp:lastModifiedBy>xbany</cp:lastModifiedBy>
  <cp:revision>4</cp:revision>
  <cp:lastPrinted>2022-03-07T13:27:00Z</cp:lastPrinted>
  <dcterms:created xsi:type="dcterms:W3CDTF">2018-03-19T13:31:00Z</dcterms:created>
  <dcterms:modified xsi:type="dcterms:W3CDTF">2022-03-17T07:19:00Z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